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D1BC88" w14:textId="6489A8ED" w:rsidR="00657BD4" w:rsidRPr="00E22158" w:rsidRDefault="001C0413" w:rsidP="001C0413">
      <w:pPr>
        <w:pStyle w:val="Photoauteur"/>
      </w:pPr>
      <w:r>
        <w:drawing>
          <wp:anchor distT="0" distB="0" distL="114300" distR="114300" simplePos="0" relativeHeight="251658240" behindDoc="0" locked="0" layoutInCell="1" allowOverlap="1" wp14:anchorId="4243F9B6" wp14:editId="7A9FEE66">
            <wp:simplePos x="0" y="0"/>
            <wp:positionH relativeFrom="page">
              <wp:posOffset>0</wp:posOffset>
            </wp:positionH>
            <wp:positionV relativeFrom="page">
              <wp:posOffset>0</wp:posOffset>
            </wp:positionV>
            <wp:extent cx="1440180" cy="10692130"/>
            <wp:effectExtent l="0" t="0" r="0" b="0"/>
            <wp:wrapNone/>
            <wp:docPr id="9"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24731">
        <w:drawing>
          <wp:inline distT="0" distB="0" distL="0" distR="0" wp14:anchorId="611AD21A" wp14:editId="4CC073C2">
            <wp:extent cx="3765550" cy="4550410"/>
            <wp:effectExtent l="0" t="0" r="6350" b="254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3765550" cy="4550410"/>
                    </a:xfrm>
                    <a:prstGeom prst="rect">
                      <a:avLst/>
                    </a:prstGeom>
                    <a:noFill/>
                    <a:ln>
                      <a:noFill/>
                    </a:ln>
                  </pic:spPr>
                </pic:pic>
              </a:graphicData>
            </a:graphic>
          </wp:inline>
        </w:drawing>
      </w:r>
    </w:p>
    <w:p w14:paraId="583A5B90" w14:textId="77777777" w:rsidR="00657BD4" w:rsidRPr="00E22158" w:rsidRDefault="00657BD4" w:rsidP="001C0413">
      <w:pPr>
        <w:pStyle w:val="Auteur"/>
        <w:spacing w:after="1320"/>
      </w:pPr>
      <w:r>
        <w:t>Maxime Gorki</w:t>
      </w:r>
    </w:p>
    <w:p w14:paraId="51D778F4" w14:textId="77777777" w:rsidR="00033562" w:rsidRDefault="00033562" w:rsidP="00657BD4">
      <w:pPr>
        <w:pStyle w:val="Titrelivre"/>
        <w:rPr>
          <w:szCs w:val="60"/>
        </w:rPr>
      </w:pPr>
      <w:r>
        <w:rPr>
          <w:szCs w:val="60"/>
        </w:rPr>
        <w:t>L</w:t>
      </w:r>
      <w:r w:rsidR="00657BD4">
        <w:rPr>
          <w:szCs w:val="60"/>
        </w:rPr>
        <w:t>A MÈRE</w:t>
      </w:r>
    </w:p>
    <w:p w14:paraId="35B445CA" w14:textId="77777777" w:rsidR="001C0413" w:rsidRDefault="00657BD4" w:rsidP="001C0413">
      <w:pPr>
        <w:pStyle w:val="Soustitrelivre"/>
        <w:spacing w:after="1440"/>
      </w:pPr>
      <w:r>
        <w:rPr>
          <w:bCs w:val="0"/>
        </w:rPr>
        <w:t>Précédé d</w:t>
      </w:r>
      <w:r w:rsidR="001C0413">
        <w:rPr>
          <w:bCs w:val="0"/>
        </w:rPr>
        <w:t>’</w:t>
      </w:r>
      <w:r>
        <w:rPr>
          <w:bCs w:val="0"/>
        </w:rPr>
        <w:t>un entretien entre Anna Zalomova l</w:t>
      </w:r>
      <w:r w:rsidR="001C0413">
        <w:rPr>
          <w:bCs w:val="0"/>
        </w:rPr>
        <w:t>’</w:t>
      </w:r>
      <w:r>
        <w:rPr>
          <w:bCs w:val="0"/>
        </w:rPr>
        <w:t>héroïne de ce roman et S</w:t>
      </w:r>
      <w:r w:rsidR="001C0413">
        <w:rPr>
          <w:bCs w:val="0"/>
        </w:rPr>
        <w:t xml:space="preserve">. </w:t>
      </w:r>
      <w:r>
        <w:rPr>
          <w:bCs w:val="0"/>
        </w:rPr>
        <w:t>Orlov</w:t>
      </w:r>
    </w:p>
    <w:p w14:paraId="7B48D268" w14:textId="3B2F80FD" w:rsidR="001C0413" w:rsidRDefault="00657BD4">
      <w:pPr>
        <w:pStyle w:val="DateSortie"/>
      </w:pPr>
      <w:r>
        <w:t>1907</w:t>
      </w:r>
    </w:p>
    <w:p w14:paraId="11CD0FE1" w14:textId="77777777" w:rsidR="00033562" w:rsidRDefault="00657BD4">
      <w:pPr>
        <w:pStyle w:val="DateSortie"/>
      </w:pPr>
      <w:r>
        <w:rPr>
          <w:bCs w:val="0"/>
        </w:rPr>
        <w:t>Traduction de Serge Persky</w:t>
      </w:r>
    </w:p>
    <w:p w14:paraId="02E6D35A" w14:textId="77777777" w:rsidR="00033562" w:rsidRPr="001C0413" w:rsidRDefault="00033562" w:rsidP="001C0413">
      <w:pPr>
        <w:ind w:left="2340" w:firstLine="0"/>
        <w:jc w:val="center"/>
        <w:sectPr w:rsidR="00033562" w:rsidRPr="001C0413">
          <w:footerReference w:type="default" r:id="rId10"/>
          <w:pgSz w:w="11906" w:h="16838" w:code="9"/>
          <w:pgMar w:top="0" w:right="0" w:bottom="0" w:left="0" w:header="0" w:footer="0" w:gutter="0"/>
          <w:cols w:space="708"/>
          <w:titlePg/>
          <w:docGrid w:linePitch="360"/>
        </w:sectPr>
      </w:pPr>
    </w:p>
    <w:p w14:paraId="6C46E867" w14:textId="77777777" w:rsidR="00033562" w:rsidRDefault="00033562" w:rsidP="001C0413">
      <w:pPr>
        <w:pStyle w:val="Titretablematires"/>
      </w:pPr>
      <w:r>
        <w:lastRenderedPageBreak/>
        <w:t>Table des matières</w:t>
      </w:r>
    </w:p>
    <w:p w14:paraId="774EA6E9" w14:textId="77777777" w:rsidR="00033562" w:rsidRDefault="00033562"/>
    <w:p w14:paraId="685242D5" w14:textId="352DFFD1" w:rsidR="00485B63" w:rsidRDefault="00033562">
      <w:pPr>
        <w:pStyle w:val="TM1"/>
        <w:rPr>
          <w:rFonts w:asciiTheme="minorHAnsi" w:eastAsiaTheme="minorEastAsia" w:hAnsiTheme="minorHAnsi" w:cstheme="minorBidi"/>
          <w:bCs w:val="0"/>
          <w:iCs w:val="0"/>
          <w:color w:val="auto"/>
          <w:kern w:val="2"/>
          <w:sz w:val="24"/>
          <w:szCs w:val="24"/>
          <w14:ligatures w14:val="standardContextual"/>
        </w:rPr>
      </w:pPr>
      <w:r>
        <w:rPr>
          <w:noProof w:val="0"/>
        </w:rPr>
        <w:fldChar w:fldCharType="begin"/>
      </w:r>
      <w:r>
        <w:rPr>
          <w:noProof w:val="0"/>
        </w:rPr>
        <w:instrText xml:space="preserve"> TOC \o "1-3" \h \z </w:instrText>
      </w:r>
      <w:r>
        <w:rPr>
          <w:noProof w:val="0"/>
        </w:rPr>
        <w:fldChar w:fldCharType="separate"/>
      </w:r>
      <w:hyperlink w:anchor="_Toc202279521" w:history="1">
        <w:r w:rsidR="00485B63" w:rsidRPr="00E73709">
          <w:rPr>
            <w:rStyle w:val="Lienhypertexte"/>
          </w:rPr>
          <w:t xml:space="preserve">UNE VISITE À ANNA ZALOMOVA  </w:t>
        </w:r>
        <w:r w:rsidR="00485B63" w:rsidRPr="00E73709">
          <w:rPr>
            <w:rStyle w:val="Lienhypertexte"/>
            <w:i/>
          </w:rPr>
          <w:t xml:space="preserve">l’héroïne de la </w:t>
        </w:r>
        <w:r w:rsidR="00485B63" w:rsidRPr="00E73709">
          <w:rPr>
            <w:rStyle w:val="Lienhypertexte"/>
          </w:rPr>
          <w:t>Mère</w:t>
        </w:r>
        <w:r w:rsidR="00485B63" w:rsidRPr="00E73709">
          <w:rPr>
            <w:rStyle w:val="Lienhypertexte"/>
            <w:i/>
          </w:rPr>
          <w:t>.</w:t>
        </w:r>
        <w:r w:rsidR="00485B63">
          <w:rPr>
            <w:webHidden/>
          </w:rPr>
          <w:tab/>
        </w:r>
        <w:r w:rsidR="00485B63">
          <w:rPr>
            <w:webHidden/>
          </w:rPr>
          <w:fldChar w:fldCharType="begin"/>
        </w:r>
        <w:r w:rsidR="00485B63">
          <w:rPr>
            <w:webHidden/>
          </w:rPr>
          <w:instrText xml:space="preserve"> PAGEREF _Toc202279521 \h </w:instrText>
        </w:r>
        <w:r w:rsidR="00485B63">
          <w:rPr>
            <w:webHidden/>
          </w:rPr>
        </w:r>
        <w:r w:rsidR="00485B63">
          <w:rPr>
            <w:webHidden/>
          </w:rPr>
          <w:fldChar w:fldCharType="separate"/>
        </w:r>
        <w:r w:rsidR="00842A53">
          <w:rPr>
            <w:webHidden/>
          </w:rPr>
          <w:t>5</w:t>
        </w:r>
        <w:r w:rsidR="00485B63">
          <w:rPr>
            <w:webHidden/>
          </w:rPr>
          <w:fldChar w:fldCharType="end"/>
        </w:r>
      </w:hyperlink>
    </w:p>
    <w:p w14:paraId="36DAC1D7" w14:textId="0DC59779" w:rsidR="00485B63" w:rsidRDefault="00485B63">
      <w:pPr>
        <w:pStyle w:val="TM1"/>
        <w:rPr>
          <w:rFonts w:asciiTheme="minorHAnsi" w:eastAsiaTheme="minorEastAsia" w:hAnsiTheme="minorHAnsi" w:cstheme="minorBidi"/>
          <w:bCs w:val="0"/>
          <w:iCs w:val="0"/>
          <w:color w:val="auto"/>
          <w:kern w:val="2"/>
          <w:sz w:val="24"/>
          <w:szCs w:val="24"/>
          <w14:ligatures w14:val="standardContextual"/>
        </w:rPr>
      </w:pPr>
      <w:hyperlink w:anchor="_Toc202279522" w:history="1">
        <w:r w:rsidRPr="00E73709">
          <w:rPr>
            <w:rStyle w:val="Lienhypertexte"/>
          </w:rPr>
          <w:t>PREMIÈRE PARTIE</w:t>
        </w:r>
        <w:r>
          <w:rPr>
            <w:webHidden/>
          </w:rPr>
          <w:tab/>
        </w:r>
        <w:r>
          <w:rPr>
            <w:webHidden/>
          </w:rPr>
          <w:fldChar w:fldCharType="begin"/>
        </w:r>
        <w:r>
          <w:rPr>
            <w:webHidden/>
          </w:rPr>
          <w:instrText xml:space="preserve"> PAGEREF _Toc202279522 \h </w:instrText>
        </w:r>
        <w:r>
          <w:rPr>
            <w:webHidden/>
          </w:rPr>
        </w:r>
        <w:r>
          <w:rPr>
            <w:webHidden/>
          </w:rPr>
          <w:fldChar w:fldCharType="separate"/>
        </w:r>
        <w:r w:rsidR="00842A53">
          <w:rPr>
            <w:webHidden/>
          </w:rPr>
          <w:t>11</w:t>
        </w:r>
        <w:r>
          <w:rPr>
            <w:webHidden/>
          </w:rPr>
          <w:fldChar w:fldCharType="end"/>
        </w:r>
      </w:hyperlink>
    </w:p>
    <w:p w14:paraId="014B347E" w14:textId="660B5BC6" w:rsidR="00485B63" w:rsidRDefault="00485B63">
      <w:pPr>
        <w:pStyle w:val="TM2"/>
        <w:rPr>
          <w:rFonts w:asciiTheme="minorHAnsi" w:eastAsiaTheme="minorEastAsia" w:hAnsiTheme="minorHAnsi" w:cstheme="minorBidi"/>
          <w:color w:val="auto"/>
          <w:kern w:val="2"/>
          <w:sz w:val="24"/>
          <w14:ligatures w14:val="standardContextual"/>
        </w:rPr>
      </w:pPr>
      <w:hyperlink w:anchor="_Toc202279523" w:history="1">
        <w:r w:rsidRPr="00E73709">
          <w:rPr>
            <w:rStyle w:val="Lienhypertexte"/>
          </w:rPr>
          <w:t>I</w:t>
        </w:r>
        <w:r>
          <w:rPr>
            <w:webHidden/>
          </w:rPr>
          <w:tab/>
        </w:r>
        <w:r>
          <w:rPr>
            <w:webHidden/>
          </w:rPr>
          <w:fldChar w:fldCharType="begin"/>
        </w:r>
        <w:r>
          <w:rPr>
            <w:webHidden/>
          </w:rPr>
          <w:instrText xml:space="preserve"> PAGEREF _Toc202279523 \h </w:instrText>
        </w:r>
        <w:r>
          <w:rPr>
            <w:webHidden/>
          </w:rPr>
        </w:r>
        <w:r>
          <w:rPr>
            <w:webHidden/>
          </w:rPr>
          <w:fldChar w:fldCharType="separate"/>
        </w:r>
        <w:r w:rsidR="00842A53">
          <w:rPr>
            <w:webHidden/>
          </w:rPr>
          <w:t>12</w:t>
        </w:r>
        <w:r>
          <w:rPr>
            <w:webHidden/>
          </w:rPr>
          <w:fldChar w:fldCharType="end"/>
        </w:r>
      </w:hyperlink>
    </w:p>
    <w:p w14:paraId="3D298204" w14:textId="32CCB4B3" w:rsidR="00485B63" w:rsidRDefault="00485B63">
      <w:pPr>
        <w:pStyle w:val="TM2"/>
        <w:rPr>
          <w:rFonts w:asciiTheme="minorHAnsi" w:eastAsiaTheme="minorEastAsia" w:hAnsiTheme="minorHAnsi" w:cstheme="minorBidi"/>
          <w:color w:val="auto"/>
          <w:kern w:val="2"/>
          <w:sz w:val="24"/>
          <w14:ligatures w14:val="standardContextual"/>
        </w:rPr>
      </w:pPr>
      <w:hyperlink w:anchor="_Toc202279524" w:history="1">
        <w:r w:rsidRPr="00E73709">
          <w:rPr>
            <w:rStyle w:val="Lienhypertexte"/>
          </w:rPr>
          <w:t>II</w:t>
        </w:r>
        <w:r>
          <w:rPr>
            <w:webHidden/>
          </w:rPr>
          <w:tab/>
        </w:r>
        <w:r>
          <w:rPr>
            <w:webHidden/>
          </w:rPr>
          <w:fldChar w:fldCharType="begin"/>
        </w:r>
        <w:r>
          <w:rPr>
            <w:webHidden/>
          </w:rPr>
          <w:instrText xml:space="preserve"> PAGEREF _Toc202279524 \h </w:instrText>
        </w:r>
        <w:r>
          <w:rPr>
            <w:webHidden/>
          </w:rPr>
        </w:r>
        <w:r>
          <w:rPr>
            <w:webHidden/>
          </w:rPr>
          <w:fldChar w:fldCharType="separate"/>
        </w:r>
        <w:r w:rsidR="00842A53">
          <w:rPr>
            <w:webHidden/>
          </w:rPr>
          <w:t>16</w:t>
        </w:r>
        <w:r>
          <w:rPr>
            <w:webHidden/>
          </w:rPr>
          <w:fldChar w:fldCharType="end"/>
        </w:r>
      </w:hyperlink>
    </w:p>
    <w:p w14:paraId="7C6DAECA" w14:textId="2B9A67E0" w:rsidR="00485B63" w:rsidRDefault="00485B63">
      <w:pPr>
        <w:pStyle w:val="TM2"/>
        <w:rPr>
          <w:rFonts w:asciiTheme="minorHAnsi" w:eastAsiaTheme="minorEastAsia" w:hAnsiTheme="minorHAnsi" w:cstheme="minorBidi"/>
          <w:color w:val="auto"/>
          <w:kern w:val="2"/>
          <w:sz w:val="24"/>
          <w14:ligatures w14:val="standardContextual"/>
        </w:rPr>
      </w:pPr>
      <w:hyperlink w:anchor="_Toc202279525" w:history="1">
        <w:r w:rsidRPr="00E73709">
          <w:rPr>
            <w:rStyle w:val="Lienhypertexte"/>
          </w:rPr>
          <w:t>III</w:t>
        </w:r>
        <w:r>
          <w:rPr>
            <w:webHidden/>
          </w:rPr>
          <w:tab/>
        </w:r>
        <w:r>
          <w:rPr>
            <w:webHidden/>
          </w:rPr>
          <w:fldChar w:fldCharType="begin"/>
        </w:r>
        <w:r>
          <w:rPr>
            <w:webHidden/>
          </w:rPr>
          <w:instrText xml:space="preserve"> PAGEREF _Toc202279525 \h </w:instrText>
        </w:r>
        <w:r>
          <w:rPr>
            <w:webHidden/>
          </w:rPr>
        </w:r>
        <w:r>
          <w:rPr>
            <w:webHidden/>
          </w:rPr>
          <w:fldChar w:fldCharType="separate"/>
        </w:r>
        <w:r w:rsidR="00842A53">
          <w:rPr>
            <w:webHidden/>
          </w:rPr>
          <w:t>21</w:t>
        </w:r>
        <w:r>
          <w:rPr>
            <w:webHidden/>
          </w:rPr>
          <w:fldChar w:fldCharType="end"/>
        </w:r>
      </w:hyperlink>
    </w:p>
    <w:p w14:paraId="16D770CC" w14:textId="6DF7FD3E" w:rsidR="00485B63" w:rsidRDefault="00485B63">
      <w:pPr>
        <w:pStyle w:val="TM2"/>
        <w:rPr>
          <w:rFonts w:asciiTheme="minorHAnsi" w:eastAsiaTheme="minorEastAsia" w:hAnsiTheme="minorHAnsi" w:cstheme="minorBidi"/>
          <w:color w:val="auto"/>
          <w:kern w:val="2"/>
          <w:sz w:val="24"/>
          <w14:ligatures w14:val="standardContextual"/>
        </w:rPr>
      </w:pPr>
      <w:hyperlink w:anchor="_Toc202279526" w:history="1">
        <w:r w:rsidRPr="00E73709">
          <w:rPr>
            <w:rStyle w:val="Lienhypertexte"/>
          </w:rPr>
          <w:t>IV</w:t>
        </w:r>
        <w:r>
          <w:rPr>
            <w:webHidden/>
          </w:rPr>
          <w:tab/>
        </w:r>
        <w:r>
          <w:rPr>
            <w:webHidden/>
          </w:rPr>
          <w:fldChar w:fldCharType="begin"/>
        </w:r>
        <w:r>
          <w:rPr>
            <w:webHidden/>
          </w:rPr>
          <w:instrText xml:space="preserve"> PAGEREF _Toc202279526 \h </w:instrText>
        </w:r>
        <w:r>
          <w:rPr>
            <w:webHidden/>
          </w:rPr>
        </w:r>
        <w:r>
          <w:rPr>
            <w:webHidden/>
          </w:rPr>
          <w:fldChar w:fldCharType="separate"/>
        </w:r>
        <w:r w:rsidR="00842A53">
          <w:rPr>
            <w:webHidden/>
          </w:rPr>
          <w:t>28</w:t>
        </w:r>
        <w:r>
          <w:rPr>
            <w:webHidden/>
          </w:rPr>
          <w:fldChar w:fldCharType="end"/>
        </w:r>
      </w:hyperlink>
    </w:p>
    <w:p w14:paraId="620F0DDC" w14:textId="6EF91821" w:rsidR="00485B63" w:rsidRDefault="00485B63">
      <w:pPr>
        <w:pStyle w:val="TM2"/>
        <w:rPr>
          <w:rFonts w:asciiTheme="minorHAnsi" w:eastAsiaTheme="minorEastAsia" w:hAnsiTheme="minorHAnsi" w:cstheme="minorBidi"/>
          <w:color w:val="auto"/>
          <w:kern w:val="2"/>
          <w:sz w:val="24"/>
          <w14:ligatures w14:val="standardContextual"/>
        </w:rPr>
      </w:pPr>
      <w:hyperlink w:anchor="_Toc202279527" w:history="1">
        <w:r w:rsidRPr="00E73709">
          <w:rPr>
            <w:rStyle w:val="Lienhypertexte"/>
          </w:rPr>
          <w:t>V</w:t>
        </w:r>
        <w:r>
          <w:rPr>
            <w:webHidden/>
          </w:rPr>
          <w:tab/>
        </w:r>
        <w:r>
          <w:rPr>
            <w:webHidden/>
          </w:rPr>
          <w:fldChar w:fldCharType="begin"/>
        </w:r>
        <w:r>
          <w:rPr>
            <w:webHidden/>
          </w:rPr>
          <w:instrText xml:space="preserve"> PAGEREF _Toc202279527 \h </w:instrText>
        </w:r>
        <w:r>
          <w:rPr>
            <w:webHidden/>
          </w:rPr>
        </w:r>
        <w:r>
          <w:rPr>
            <w:webHidden/>
          </w:rPr>
          <w:fldChar w:fldCharType="separate"/>
        </w:r>
        <w:r w:rsidR="00842A53">
          <w:rPr>
            <w:webHidden/>
          </w:rPr>
          <w:t>35</w:t>
        </w:r>
        <w:r>
          <w:rPr>
            <w:webHidden/>
          </w:rPr>
          <w:fldChar w:fldCharType="end"/>
        </w:r>
      </w:hyperlink>
    </w:p>
    <w:p w14:paraId="7693A342" w14:textId="087DE63F" w:rsidR="00485B63" w:rsidRDefault="00485B63">
      <w:pPr>
        <w:pStyle w:val="TM2"/>
        <w:rPr>
          <w:rFonts w:asciiTheme="minorHAnsi" w:eastAsiaTheme="minorEastAsia" w:hAnsiTheme="minorHAnsi" w:cstheme="minorBidi"/>
          <w:color w:val="auto"/>
          <w:kern w:val="2"/>
          <w:sz w:val="24"/>
          <w14:ligatures w14:val="standardContextual"/>
        </w:rPr>
      </w:pPr>
      <w:hyperlink w:anchor="_Toc202279528" w:history="1">
        <w:r w:rsidRPr="00E73709">
          <w:rPr>
            <w:rStyle w:val="Lienhypertexte"/>
          </w:rPr>
          <w:t>VI</w:t>
        </w:r>
        <w:r>
          <w:rPr>
            <w:webHidden/>
          </w:rPr>
          <w:tab/>
        </w:r>
        <w:r>
          <w:rPr>
            <w:webHidden/>
          </w:rPr>
          <w:fldChar w:fldCharType="begin"/>
        </w:r>
        <w:r>
          <w:rPr>
            <w:webHidden/>
          </w:rPr>
          <w:instrText xml:space="preserve"> PAGEREF _Toc202279528 \h </w:instrText>
        </w:r>
        <w:r>
          <w:rPr>
            <w:webHidden/>
          </w:rPr>
        </w:r>
        <w:r>
          <w:rPr>
            <w:webHidden/>
          </w:rPr>
          <w:fldChar w:fldCharType="separate"/>
        </w:r>
        <w:r w:rsidR="00842A53">
          <w:rPr>
            <w:webHidden/>
          </w:rPr>
          <w:t>45</w:t>
        </w:r>
        <w:r>
          <w:rPr>
            <w:webHidden/>
          </w:rPr>
          <w:fldChar w:fldCharType="end"/>
        </w:r>
      </w:hyperlink>
    </w:p>
    <w:p w14:paraId="18EB223A" w14:textId="746FFC95" w:rsidR="00485B63" w:rsidRDefault="00485B63">
      <w:pPr>
        <w:pStyle w:val="TM2"/>
        <w:rPr>
          <w:rFonts w:asciiTheme="minorHAnsi" w:eastAsiaTheme="minorEastAsia" w:hAnsiTheme="minorHAnsi" w:cstheme="minorBidi"/>
          <w:color w:val="auto"/>
          <w:kern w:val="2"/>
          <w:sz w:val="24"/>
          <w14:ligatures w14:val="standardContextual"/>
        </w:rPr>
      </w:pPr>
      <w:hyperlink w:anchor="_Toc202279529" w:history="1">
        <w:r w:rsidRPr="00E73709">
          <w:rPr>
            <w:rStyle w:val="Lienhypertexte"/>
          </w:rPr>
          <w:t>VII</w:t>
        </w:r>
        <w:r>
          <w:rPr>
            <w:webHidden/>
          </w:rPr>
          <w:tab/>
        </w:r>
        <w:r>
          <w:rPr>
            <w:webHidden/>
          </w:rPr>
          <w:fldChar w:fldCharType="begin"/>
        </w:r>
        <w:r>
          <w:rPr>
            <w:webHidden/>
          </w:rPr>
          <w:instrText xml:space="preserve"> PAGEREF _Toc202279529 \h </w:instrText>
        </w:r>
        <w:r>
          <w:rPr>
            <w:webHidden/>
          </w:rPr>
        </w:r>
        <w:r>
          <w:rPr>
            <w:webHidden/>
          </w:rPr>
          <w:fldChar w:fldCharType="separate"/>
        </w:r>
        <w:r w:rsidR="00842A53">
          <w:rPr>
            <w:webHidden/>
          </w:rPr>
          <w:t>55</w:t>
        </w:r>
        <w:r>
          <w:rPr>
            <w:webHidden/>
          </w:rPr>
          <w:fldChar w:fldCharType="end"/>
        </w:r>
      </w:hyperlink>
    </w:p>
    <w:p w14:paraId="0F8CB94E" w14:textId="504666BC" w:rsidR="00485B63" w:rsidRDefault="00485B63">
      <w:pPr>
        <w:pStyle w:val="TM2"/>
        <w:rPr>
          <w:rFonts w:asciiTheme="minorHAnsi" w:eastAsiaTheme="minorEastAsia" w:hAnsiTheme="minorHAnsi" w:cstheme="minorBidi"/>
          <w:color w:val="auto"/>
          <w:kern w:val="2"/>
          <w:sz w:val="24"/>
          <w14:ligatures w14:val="standardContextual"/>
        </w:rPr>
      </w:pPr>
      <w:hyperlink w:anchor="_Toc202279530" w:history="1">
        <w:r w:rsidRPr="00E73709">
          <w:rPr>
            <w:rStyle w:val="Lienhypertexte"/>
          </w:rPr>
          <w:t>VIII</w:t>
        </w:r>
        <w:r>
          <w:rPr>
            <w:webHidden/>
          </w:rPr>
          <w:tab/>
        </w:r>
        <w:r>
          <w:rPr>
            <w:webHidden/>
          </w:rPr>
          <w:fldChar w:fldCharType="begin"/>
        </w:r>
        <w:r>
          <w:rPr>
            <w:webHidden/>
          </w:rPr>
          <w:instrText xml:space="preserve"> PAGEREF _Toc202279530 \h </w:instrText>
        </w:r>
        <w:r>
          <w:rPr>
            <w:webHidden/>
          </w:rPr>
        </w:r>
        <w:r>
          <w:rPr>
            <w:webHidden/>
          </w:rPr>
          <w:fldChar w:fldCharType="separate"/>
        </w:r>
        <w:r w:rsidR="00842A53">
          <w:rPr>
            <w:webHidden/>
          </w:rPr>
          <w:t>65</w:t>
        </w:r>
        <w:r>
          <w:rPr>
            <w:webHidden/>
          </w:rPr>
          <w:fldChar w:fldCharType="end"/>
        </w:r>
      </w:hyperlink>
    </w:p>
    <w:p w14:paraId="24AD9B96" w14:textId="2AE16F58" w:rsidR="00485B63" w:rsidRDefault="00485B63">
      <w:pPr>
        <w:pStyle w:val="TM2"/>
        <w:rPr>
          <w:rFonts w:asciiTheme="minorHAnsi" w:eastAsiaTheme="minorEastAsia" w:hAnsiTheme="minorHAnsi" w:cstheme="minorBidi"/>
          <w:color w:val="auto"/>
          <w:kern w:val="2"/>
          <w:sz w:val="24"/>
          <w14:ligatures w14:val="standardContextual"/>
        </w:rPr>
      </w:pPr>
      <w:hyperlink w:anchor="_Toc202279531" w:history="1">
        <w:r w:rsidRPr="00E73709">
          <w:rPr>
            <w:rStyle w:val="Lienhypertexte"/>
          </w:rPr>
          <w:t>IX</w:t>
        </w:r>
        <w:r>
          <w:rPr>
            <w:webHidden/>
          </w:rPr>
          <w:tab/>
        </w:r>
        <w:r>
          <w:rPr>
            <w:webHidden/>
          </w:rPr>
          <w:fldChar w:fldCharType="begin"/>
        </w:r>
        <w:r>
          <w:rPr>
            <w:webHidden/>
          </w:rPr>
          <w:instrText xml:space="preserve"> PAGEREF _Toc202279531 \h </w:instrText>
        </w:r>
        <w:r>
          <w:rPr>
            <w:webHidden/>
          </w:rPr>
        </w:r>
        <w:r>
          <w:rPr>
            <w:webHidden/>
          </w:rPr>
          <w:fldChar w:fldCharType="separate"/>
        </w:r>
        <w:r w:rsidR="00842A53">
          <w:rPr>
            <w:webHidden/>
          </w:rPr>
          <w:t>72</w:t>
        </w:r>
        <w:r>
          <w:rPr>
            <w:webHidden/>
          </w:rPr>
          <w:fldChar w:fldCharType="end"/>
        </w:r>
      </w:hyperlink>
    </w:p>
    <w:p w14:paraId="33369073" w14:textId="3AC23031" w:rsidR="00485B63" w:rsidRDefault="00485B63">
      <w:pPr>
        <w:pStyle w:val="TM2"/>
        <w:rPr>
          <w:rFonts w:asciiTheme="minorHAnsi" w:eastAsiaTheme="minorEastAsia" w:hAnsiTheme="minorHAnsi" w:cstheme="minorBidi"/>
          <w:color w:val="auto"/>
          <w:kern w:val="2"/>
          <w:sz w:val="24"/>
          <w14:ligatures w14:val="standardContextual"/>
        </w:rPr>
      </w:pPr>
      <w:hyperlink w:anchor="_Toc202279532" w:history="1">
        <w:r w:rsidRPr="00E73709">
          <w:rPr>
            <w:rStyle w:val="Lienhypertexte"/>
          </w:rPr>
          <w:t>X</w:t>
        </w:r>
        <w:r>
          <w:rPr>
            <w:webHidden/>
          </w:rPr>
          <w:tab/>
        </w:r>
        <w:r>
          <w:rPr>
            <w:webHidden/>
          </w:rPr>
          <w:fldChar w:fldCharType="begin"/>
        </w:r>
        <w:r>
          <w:rPr>
            <w:webHidden/>
          </w:rPr>
          <w:instrText xml:space="preserve"> PAGEREF _Toc202279532 \h </w:instrText>
        </w:r>
        <w:r>
          <w:rPr>
            <w:webHidden/>
          </w:rPr>
        </w:r>
        <w:r>
          <w:rPr>
            <w:webHidden/>
          </w:rPr>
          <w:fldChar w:fldCharType="separate"/>
        </w:r>
        <w:r w:rsidR="00842A53">
          <w:rPr>
            <w:webHidden/>
          </w:rPr>
          <w:t>78</w:t>
        </w:r>
        <w:r>
          <w:rPr>
            <w:webHidden/>
          </w:rPr>
          <w:fldChar w:fldCharType="end"/>
        </w:r>
      </w:hyperlink>
    </w:p>
    <w:p w14:paraId="4F506624" w14:textId="40F67EC2" w:rsidR="00485B63" w:rsidRDefault="00485B63">
      <w:pPr>
        <w:pStyle w:val="TM2"/>
        <w:rPr>
          <w:rFonts w:asciiTheme="minorHAnsi" w:eastAsiaTheme="minorEastAsia" w:hAnsiTheme="minorHAnsi" w:cstheme="minorBidi"/>
          <w:color w:val="auto"/>
          <w:kern w:val="2"/>
          <w:sz w:val="24"/>
          <w14:ligatures w14:val="standardContextual"/>
        </w:rPr>
      </w:pPr>
      <w:hyperlink w:anchor="_Toc202279533" w:history="1">
        <w:r w:rsidRPr="00E73709">
          <w:rPr>
            <w:rStyle w:val="Lienhypertexte"/>
          </w:rPr>
          <w:t>XI</w:t>
        </w:r>
        <w:r>
          <w:rPr>
            <w:webHidden/>
          </w:rPr>
          <w:tab/>
        </w:r>
        <w:r>
          <w:rPr>
            <w:webHidden/>
          </w:rPr>
          <w:fldChar w:fldCharType="begin"/>
        </w:r>
        <w:r>
          <w:rPr>
            <w:webHidden/>
          </w:rPr>
          <w:instrText xml:space="preserve"> PAGEREF _Toc202279533 \h </w:instrText>
        </w:r>
        <w:r>
          <w:rPr>
            <w:webHidden/>
          </w:rPr>
        </w:r>
        <w:r>
          <w:rPr>
            <w:webHidden/>
          </w:rPr>
          <w:fldChar w:fldCharType="separate"/>
        </w:r>
        <w:r w:rsidR="00842A53">
          <w:rPr>
            <w:webHidden/>
          </w:rPr>
          <w:t>89</w:t>
        </w:r>
        <w:r>
          <w:rPr>
            <w:webHidden/>
          </w:rPr>
          <w:fldChar w:fldCharType="end"/>
        </w:r>
      </w:hyperlink>
    </w:p>
    <w:p w14:paraId="5A6B4F2A" w14:textId="316BF947" w:rsidR="00485B63" w:rsidRDefault="00485B63">
      <w:pPr>
        <w:pStyle w:val="TM2"/>
        <w:rPr>
          <w:rFonts w:asciiTheme="minorHAnsi" w:eastAsiaTheme="minorEastAsia" w:hAnsiTheme="minorHAnsi" w:cstheme="minorBidi"/>
          <w:color w:val="auto"/>
          <w:kern w:val="2"/>
          <w:sz w:val="24"/>
          <w14:ligatures w14:val="standardContextual"/>
        </w:rPr>
      </w:pPr>
      <w:hyperlink w:anchor="_Toc202279534" w:history="1">
        <w:r w:rsidRPr="00E73709">
          <w:rPr>
            <w:rStyle w:val="Lienhypertexte"/>
          </w:rPr>
          <w:t>XII</w:t>
        </w:r>
        <w:r>
          <w:rPr>
            <w:webHidden/>
          </w:rPr>
          <w:tab/>
        </w:r>
        <w:r>
          <w:rPr>
            <w:webHidden/>
          </w:rPr>
          <w:fldChar w:fldCharType="begin"/>
        </w:r>
        <w:r>
          <w:rPr>
            <w:webHidden/>
          </w:rPr>
          <w:instrText xml:space="preserve"> PAGEREF _Toc202279534 \h </w:instrText>
        </w:r>
        <w:r>
          <w:rPr>
            <w:webHidden/>
          </w:rPr>
        </w:r>
        <w:r>
          <w:rPr>
            <w:webHidden/>
          </w:rPr>
          <w:fldChar w:fldCharType="separate"/>
        </w:r>
        <w:r w:rsidR="00842A53">
          <w:rPr>
            <w:webHidden/>
          </w:rPr>
          <w:t>100</w:t>
        </w:r>
        <w:r>
          <w:rPr>
            <w:webHidden/>
          </w:rPr>
          <w:fldChar w:fldCharType="end"/>
        </w:r>
      </w:hyperlink>
    </w:p>
    <w:p w14:paraId="61C8E129" w14:textId="3BBA184F" w:rsidR="00485B63" w:rsidRDefault="00485B63">
      <w:pPr>
        <w:pStyle w:val="TM2"/>
        <w:rPr>
          <w:rFonts w:asciiTheme="minorHAnsi" w:eastAsiaTheme="minorEastAsia" w:hAnsiTheme="minorHAnsi" w:cstheme="minorBidi"/>
          <w:color w:val="auto"/>
          <w:kern w:val="2"/>
          <w:sz w:val="24"/>
          <w14:ligatures w14:val="standardContextual"/>
        </w:rPr>
      </w:pPr>
      <w:hyperlink w:anchor="_Toc202279535" w:history="1">
        <w:r w:rsidRPr="00E73709">
          <w:rPr>
            <w:rStyle w:val="Lienhypertexte"/>
          </w:rPr>
          <w:t>XIII</w:t>
        </w:r>
        <w:r>
          <w:rPr>
            <w:webHidden/>
          </w:rPr>
          <w:tab/>
        </w:r>
        <w:r>
          <w:rPr>
            <w:webHidden/>
          </w:rPr>
          <w:fldChar w:fldCharType="begin"/>
        </w:r>
        <w:r>
          <w:rPr>
            <w:webHidden/>
          </w:rPr>
          <w:instrText xml:space="preserve"> PAGEREF _Toc202279535 \h </w:instrText>
        </w:r>
        <w:r>
          <w:rPr>
            <w:webHidden/>
          </w:rPr>
        </w:r>
        <w:r>
          <w:rPr>
            <w:webHidden/>
          </w:rPr>
          <w:fldChar w:fldCharType="separate"/>
        </w:r>
        <w:r w:rsidR="00842A53">
          <w:rPr>
            <w:webHidden/>
          </w:rPr>
          <w:t>112</w:t>
        </w:r>
        <w:r>
          <w:rPr>
            <w:webHidden/>
          </w:rPr>
          <w:fldChar w:fldCharType="end"/>
        </w:r>
      </w:hyperlink>
    </w:p>
    <w:p w14:paraId="7272D91A" w14:textId="4B3148C8" w:rsidR="00485B63" w:rsidRDefault="00485B63">
      <w:pPr>
        <w:pStyle w:val="TM2"/>
        <w:rPr>
          <w:rFonts w:asciiTheme="minorHAnsi" w:eastAsiaTheme="minorEastAsia" w:hAnsiTheme="minorHAnsi" w:cstheme="minorBidi"/>
          <w:color w:val="auto"/>
          <w:kern w:val="2"/>
          <w:sz w:val="24"/>
          <w14:ligatures w14:val="standardContextual"/>
        </w:rPr>
      </w:pPr>
      <w:hyperlink w:anchor="_Toc202279536" w:history="1">
        <w:r w:rsidRPr="00E73709">
          <w:rPr>
            <w:rStyle w:val="Lienhypertexte"/>
          </w:rPr>
          <w:t>XIV</w:t>
        </w:r>
        <w:r>
          <w:rPr>
            <w:webHidden/>
          </w:rPr>
          <w:tab/>
        </w:r>
        <w:r>
          <w:rPr>
            <w:webHidden/>
          </w:rPr>
          <w:fldChar w:fldCharType="begin"/>
        </w:r>
        <w:r>
          <w:rPr>
            <w:webHidden/>
          </w:rPr>
          <w:instrText xml:space="preserve"> PAGEREF _Toc202279536 \h </w:instrText>
        </w:r>
        <w:r>
          <w:rPr>
            <w:webHidden/>
          </w:rPr>
        </w:r>
        <w:r>
          <w:rPr>
            <w:webHidden/>
          </w:rPr>
          <w:fldChar w:fldCharType="separate"/>
        </w:r>
        <w:r w:rsidR="00842A53">
          <w:rPr>
            <w:webHidden/>
          </w:rPr>
          <w:t>118</w:t>
        </w:r>
        <w:r>
          <w:rPr>
            <w:webHidden/>
          </w:rPr>
          <w:fldChar w:fldCharType="end"/>
        </w:r>
      </w:hyperlink>
    </w:p>
    <w:p w14:paraId="3AFFBA46" w14:textId="7AE71275" w:rsidR="00485B63" w:rsidRDefault="00485B63">
      <w:pPr>
        <w:pStyle w:val="TM2"/>
        <w:rPr>
          <w:rFonts w:asciiTheme="minorHAnsi" w:eastAsiaTheme="minorEastAsia" w:hAnsiTheme="minorHAnsi" w:cstheme="minorBidi"/>
          <w:color w:val="auto"/>
          <w:kern w:val="2"/>
          <w:sz w:val="24"/>
          <w14:ligatures w14:val="standardContextual"/>
        </w:rPr>
      </w:pPr>
      <w:hyperlink w:anchor="_Toc202279537" w:history="1">
        <w:r w:rsidRPr="00E73709">
          <w:rPr>
            <w:rStyle w:val="Lienhypertexte"/>
          </w:rPr>
          <w:t>XV</w:t>
        </w:r>
        <w:r>
          <w:rPr>
            <w:webHidden/>
          </w:rPr>
          <w:tab/>
        </w:r>
        <w:r>
          <w:rPr>
            <w:webHidden/>
          </w:rPr>
          <w:fldChar w:fldCharType="begin"/>
        </w:r>
        <w:r>
          <w:rPr>
            <w:webHidden/>
          </w:rPr>
          <w:instrText xml:space="preserve"> PAGEREF _Toc202279537 \h </w:instrText>
        </w:r>
        <w:r>
          <w:rPr>
            <w:webHidden/>
          </w:rPr>
        </w:r>
        <w:r>
          <w:rPr>
            <w:webHidden/>
          </w:rPr>
          <w:fldChar w:fldCharType="separate"/>
        </w:r>
        <w:r w:rsidR="00842A53">
          <w:rPr>
            <w:webHidden/>
          </w:rPr>
          <w:t>126</w:t>
        </w:r>
        <w:r>
          <w:rPr>
            <w:webHidden/>
          </w:rPr>
          <w:fldChar w:fldCharType="end"/>
        </w:r>
      </w:hyperlink>
    </w:p>
    <w:p w14:paraId="7F99E4C5" w14:textId="02C4BFE7" w:rsidR="00485B63" w:rsidRDefault="00485B63">
      <w:pPr>
        <w:pStyle w:val="TM2"/>
        <w:rPr>
          <w:rFonts w:asciiTheme="minorHAnsi" w:eastAsiaTheme="minorEastAsia" w:hAnsiTheme="minorHAnsi" w:cstheme="minorBidi"/>
          <w:color w:val="auto"/>
          <w:kern w:val="2"/>
          <w:sz w:val="24"/>
          <w14:ligatures w14:val="standardContextual"/>
        </w:rPr>
      </w:pPr>
      <w:hyperlink w:anchor="_Toc202279538" w:history="1">
        <w:r w:rsidRPr="00E73709">
          <w:rPr>
            <w:rStyle w:val="Lienhypertexte"/>
          </w:rPr>
          <w:t>XVI</w:t>
        </w:r>
        <w:r>
          <w:rPr>
            <w:webHidden/>
          </w:rPr>
          <w:tab/>
        </w:r>
        <w:r>
          <w:rPr>
            <w:webHidden/>
          </w:rPr>
          <w:fldChar w:fldCharType="begin"/>
        </w:r>
        <w:r>
          <w:rPr>
            <w:webHidden/>
          </w:rPr>
          <w:instrText xml:space="preserve"> PAGEREF _Toc202279538 \h </w:instrText>
        </w:r>
        <w:r>
          <w:rPr>
            <w:webHidden/>
          </w:rPr>
        </w:r>
        <w:r>
          <w:rPr>
            <w:webHidden/>
          </w:rPr>
          <w:fldChar w:fldCharType="separate"/>
        </w:r>
        <w:r w:rsidR="00842A53">
          <w:rPr>
            <w:webHidden/>
          </w:rPr>
          <w:t>143</w:t>
        </w:r>
        <w:r>
          <w:rPr>
            <w:webHidden/>
          </w:rPr>
          <w:fldChar w:fldCharType="end"/>
        </w:r>
      </w:hyperlink>
    </w:p>
    <w:p w14:paraId="4DEA557F" w14:textId="6EC9C422" w:rsidR="00485B63" w:rsidRDefault="00485B63">
      <w:pPr>
        <w:pStyle w:val="TM2"/>
        <w:rPr>
          <w:rFonts w:asciiTheme="minorHAnsi" w:eastAsiaTheme="minorEastAsia" w:hAnsiTheme="minorHAnsi" w:cstheme="minorBidi"/>
          <w:color w:val="auto"/>
          <w:kern w:val="2"/>
          <w:sz w:val="24"/>
          <w14:ligatures w14:val="standardContextual"/>
        </w:rPr>
      </w:pPr>
      <w:hyperlink w:anchor="_Toc202279539" w:history="1">
        <w:r w:rsidRPr="00E73709">
          <w:rPr>
            <w:rStyle w:val="Lienhypertexte"/>
          </w:rPr>
          <w:t>XVII</w:t>
        </w:r>
        <w:r>
          <w:rPr>
            <w:webHidden/>
          </w:rPr>
          <w:tab/>
        </w:r>
        <w:r>
          <w:rPr>
            <w:webHidden/>
          </w:rPr>
          <w:fldChar w:fldCharType="begin"/>
        </w:r>
        <w:r>
          <w:rPr>
            <w:webHidden/>
          </w:rPr>
          <w:instrText xml:space="preserve"> PAGEREF _Toc202279539 \h </w:instrText>
        </w:r>
        <w:r>
          <w:rPr>
            <w:webHidden/>
          </w:rPr>
        </w:r>
        <w:r>
          <w:rPr>
            <w:webHidden/>
          </w:rPr>
          <w:fldChar w:fldCharType="separate"/>
        </w:r>
        <w:r w:rsidR="00842A53">
          <w:rPr>
            <w:webHidden/>
          </w:rPr>
          <w:t>151</w:t>
        </w:r>
        <w:r>
          <w:rPr>
            <w:webHidden/>
          </w:rPr>
          <w:fldChar w:fldCharType="end"/>
        </w:r>
      </w:hyperlink>
    </w:p>
    <w:p w14:paraId="31DED3C3" w14:textId="4ABA9F7E" w:rsidR="00485B63" w:rsidRDefault="00485B63">
      <w:pPr>
        <w:pStyle w:val="TM2"/>
        <w:rPr>
          <w:rFonts w:asciiTheme="minorHAnsi" w:eastAsiaTheme="minorEastAsia" w:hAnsiTheme="minorHAnsi" w:cstheme="minorBidi"/>
          <w:color w:val="auto"/>
          <w:kern w:val="2"/>
          <w:sz w:val="24"/>
          <w14:ligatures w14:val="standardContextual"/>
        </w:rPr>
      </w:pPr>
      <w:hyperlink w:anchor="_Toc202279540" w:history="1">
        <w:r w:rsidRPr="00E73709">
          <w:rPr>
            <w:rStyle w:val="Lienhypertexte"/>
          </w:rPr>
          <w:t>XVIII</w:t>
        </w:r>
        <w:r>
          <w:rPr>
            <w:webHidden/>
          </w:rPr>
          <w:tab/>
        </w:r>
        <w:r>
          <w:rPr>
            <w:webHidden/>
          </w:rPr>
          <w:fldChar w:fldCharType="begin"/>
        </w:r>
        <w:r>
          <w:rPr>
            <w:webHidden/>
          </w:rPr>
          <w:instrText xml:space="preserve"> PAGEREF _Toc202279540 \h </w:instrText>
        </w:r>
        <w:r>
          <w:rPr>
            <w:webHidden/>
          </w:rPr>
        </w:r>
        <w:r>
          <w:rPr>
            <w:webHidden/>
          </w:rPr>
          <w:fldChar w:fldCharType="separate"/>
        </w:r>
        <w:r w:rsidR="00842A53">
          <w:rPr>
            <w:webHidden/>
          </w:rPr>
          <w:t>158</w:t>
        </w:r>
        <w:r>
          <w:rPr>
            <w:webHidden/>
          </w:rPr>
          <w:fldChar w:fldCharType="end"/>
        </w:r>
      </w:hyperlink>
    </w:p>
    <w:p w14:paraId="4C6EA586" w14:textId="416DF22A" w:rsidR="00485B63" w:rsidRDefault="00485B63">
      <w:pPr>
        <w:pStyle w:val="TM2"/>
        <w:rPr>
          <w:rFonts w:asciiTheme="minorHAnsi" w:eastAsiaTheme="minorEastAsia" w:hAnsiTheme="minorHAnsi" w:cstheme="minorBidi"/>
          <w:color w:val="auto"/>
          <w:kern w:val="2"/>
          <w:sz w:val="24"/>
          <w14:ligatures w14:val="standardContextual"/>
        </w:rPr>
      </w:pPr>
      <w:hyperlink w:anchor="_Toc202279541" w:history="1">
        <w:r w:rsidRPr="00E73709">
          <w:rPr>
            <w:rStyle w:val="Lienhypertexte"/>
          </w:rPr>
          <w:t>XIX</w:t>
        </w:r>
        <w:r>
          <w:rPr>
            <w:webHidden/>
          </w:rPr>
          <w:tab/>
        </w:r>
        <w:r>
          <w:rPr>
            <w:webHidden/>
          </w:rPr>
          <w:fldChar w:fldCharType="begin"/>
        </w:r>
        <w:r>
          <w:rPr>
            <w:webHidden/>
          </w:rPr>
          <w:instrText xml:space="preserve"> PAGEREF _Toc202279541 \h </w:instrText>
        </w:r>
        <w:r>
          <w:rPr>
            <w:webHidden/>
          </w:rPr>
        </w:r>
        <w:r>
          <w:rPr>
            <w:webHidden/>
          </w:rPr>
          <w:fldChar w:fldCharType="separate"/>
        </w:r>
        <w:r w:rsidR="00842A53">
          <w:rPr>
            <w:webHidden/>
          </w:rPr>
          <w:t>169</w:t>
        </w:r>
        <w:r>
          <w:rPr>
            <w:webHidden/>
          </w:rPr>
          <w:fldChar w:fldCharType="end"/>
        </w:r>
      </w:hyperlink>
    </w:p>
    <w:p w14:paraId="4BD0DCAC" w14:textId="5F07A034" w:rsidR="00485B63" w:rsidRDefault="00485B63">
      <w:pPr>
        <w:pStyle w:val="TM2"/>
        <w:rPr>
          <w:rFonts w:asciiTheme="minorHAnsi" w:eastAsiaTheme="minorEastAsia" w:hAnsiTheme="minorHAnsi" w:cstheme="minorBidi"/>
          <w:color w:val="auto"/>
          <w:kern w:val="2"/>
          <w:sz w:val="24"/>
          <w14:ligatures w14:val="standardContextual"/>
        </w:rPr>
      </w:pPr>
      <w:hyperlink w:anchor="_Toc202279542" w:history="1">
        <w:r w:rsidRPr="00E73709">
          <w:rPr>
            <w:rStyle w:val="Lienhypertexte"/>
          </w:rPr>
          <w:t>XX</w:t>
        </w:r>
        <w:r>
          <w:rPr>
            <w:webHidden/>
          </w:rPr>
          <w:tab/>
        </w:r>
        <w:r>
          <w:rPr>
            <w:webHidden/>
          </w:rPr>
          <w:fldChar w:fldCharType="begin"/>
        </w:r>
        <w:r>
          <w:rPr>
            <w:webHidden/>
          </w:rPr>
          <w:instrText xml:space="preserve"> PAGEREF _Toc202279542 \h </w:instrText>
        </w:r>
        <w:r>
          <w:rPr>
            <w:webHidden/>
          </w:rPr>
        </w:r>
        <w:r>
          <w:rPr>
            <w:webHidden/>
          </w:rPr>
          <w:fldChar w:fldCharType="separate"/>
        </w:r>
        <w:r w:rsidR="00842A53">
          <w:rPr>
            <w:webHidden/>
          </w:rPr>
          <w:t>176</w:t>
        </w:r>
        <w:r>
          <w:rPr>
            <w:webHidden/>
          </w:rPr>
          <w:fldChar w:fldCharType="end"/>
        </w:r>
      </w:hyperlink>
    </w:p>
    <w:p w14:paraId="26AE87E8" w14:textId="23AF227B" w:rsidR="00485B63" w:rsidRDefault="00485B63">
      <w:pPr>
        <w:pStyle w:val="TM2"/>
        <w:rPr>
          <w:rFonts w:asciiTheme="minorHAnsi" w:eastAsiaTheme="minorEastAsia" w:hAnsiTheme="minorHAnsi" w:cstheme="minorBidi"/>
          <w:color w:val="auto"/>
          <w:kern w:val="2"/>
          <w:sz w:val="24"/>
          <w14:ligatures w14:val="standardContextual"/>
        </w:rPr>
      </w:pPr>
      <w:hyperlink w:anchor="_Toc202279543" w:history="1">
        <w:r w:rsidRPr="00E73709">
          <w:rPr>
            <w:rStyle w:val="Lienhypertexte"/>
          </w:rPr>
          <w:t>XXI</w:t>
        </w:r>
        <w:r>
          <w:rPr>
            <w:webHidden/>
          </w:rPr>
          <w:tab/>
        </w:r>
        <w:r>
          <w:rPr>
            <w:webHidden/>
          </w:rPr>
          <w:fldChar w:fldCharType="begin"/>
        </w:r>
        <w:r>
          <w:rPr>
            <w:webHidden/>
          </w:rPr>
          <w:instrText xml:space="preserve"> PAGEREF _Toc202279543 \h </w:instrText>
        </w:r>
        <w:r>
          <w:rPr>
            <w:webHidden/>
          </w:rPr>
        </w:r>
        <w:r>
          <w:rPr>
            <w:webHidden/>
          </w:rPr>
          <w:fldChar w:fldCharType="separate"/>
        </w:r>
        <w:r w:rsidR="00842A53">
          <w:rPr>
            <w:webHidden/>
          </w:rPr>
          <w:t>187</w:t>
        </w:r>
        <w:r>
          <w:rPr>
            <w:webHidden/>
          </w:rPr>
          <w:fldChar w:fldCharType="end"/>
        </w:r>
      </w:hyperlink>
    </w:p>
    <w:p w14:paraId="10A08575" w14:textId="47CCCBBB" w:rsidR="00485B63" w:rsidRDefault="00485B63">
      <w:pPr>
        <w:pStyle w:val="TM2"/>
        <w:rPr>
          <w:rFonts w:asciiTheme="minorHAnsi" w:eastAsiaTheme="minorEastAsia" w:hAnsiTheme="minorHAnsi" w:cstheme="minorBidi"/>
          <w:color w:val="auto"/>
          <w:kern w:val="2"/>
          <w:sz w:val="24"/>
          <w14:ligatures w14:val="standardContextual"/>
        </w:rPr>
      </w:pPr>
      <w:hyperlink w:anchor="_Toc202279544" w:history="1">
        <w:r w:rsidRPr="00E73709">
          <w:rPr>
            <w:rStyle w:val="Lienhypertexte"/>
          </w:rPr>
          <w:t>XXII</w:t>
        </w:r>
        <w:r>
          <w:rPr>
            <w:webHidden/>
          </w:rPr>
          <w:tab/>
        </w:r>
        <w:r>
          <w:rPr>
            <w:webHidden/>
          </w:rPr>
          <w:fldChar w:fldCharType="begin"/>
        </w:r>
        <w:r>
          <w:rPr>
            <w:webHidden/>
          </w:rPr>
          <w:instrText xml:space="preserve"> PAGEREF _Toc202279544 \h </w:instrText>
        </w:r>
        <w:r>
          <w:rPr>
            <w:webHidden/>
          </w:rPr>
        </w:r>
        <w:r>
          <w:rPr>
            <w:webHidden/>
          </w:rPr>
          <w:fldChar w:fldCharType="separate"/>
        </w:r>
        <w:r w:rsidR="00842A53">
          <w:rPr>
            <w:webHidden/>
          </w:rPr>
          <w:t>193</w:t>
        </w:r>
        <w:r>
          <w:rPr>
            <w:webHidden/>
          </w:rPr>
          <w:fldChar w:fldCharType="end"/>
        </w:r>
      </w:hyperlink>
    </w:p>
    <w:p w14:paraId="792C997D" w14:textId="13518660" w:rsidR="00485B63" w:rsidRDefault="00485B63">
      <w:pPr>
        <w:pStyle w:val="TM2"/>
        <w:rPr>
          <w:rFonts w:asciiTheme="minorHAnsi" w:eastAsiaTheme="minorEastAsia" w:hAnsiTheme="minorHAnsi" w:cstheme="minorBidi"/>
          <w:color w:val="auto"/>
          <w:kern w:val="2"/>
          <w:sz w:val="24"/>
          <w14:ligatures w14:val="standardContextual"/>
        </w:rPr>
      </w:pPr>
      <w:hyperlink w:anchor="_Toc202279545" w:history="1">
        <w:r w:rsidRPr="00E73709">
          <w:rPr>
            <w:rStyle w:val="Lienhypertexte"/>
          </w:rPr>
          <w:t>XXIII</w:t>
        </w:r>
        <w:r>
          <w:rPr>
            <w:webHidden/>
          </w:rPr>
          <w:tab/>
        </w:r>
        <w:r>
          <w:rPr>
            <w:webHidden/>
          </w:rPr>
          <w:fldChar w:fldCharType="begin"/>
        </w:r>
        <w:r>
          <w:rPr>
            <w:webHidden/>
          </w:rPr>
          <w:instrText xml:space="preserve"> PAGEREF _Toc202279545 \h </w:instrText>
        </w:r>
        <w:r>
          <w:rPr>
            <w:webHidden/>
          </w:rPr>
        </w:r>
        <w:r>
          <w:rPr>
            <w:webHidden/>
          </w:rPr>
          <w:fldChar w:fldCharType="separate"/>
        </w:r>
        <w:r w:rsidR="00842A53">
          <w:rPr>
            <w:webHidden/>
          </w:rPr>
          <w:t>198</w:t>
        </w:r>
        <w:r>
          <w:rPr>
            <w:webHidden/>
          </w:rPr>
          <w:fldChar w:fldCharType="end"/>
        </w:r>
      </w:hyperlink>
    </w:p>
    <w:p w14:paraId="3F095542" w14:textId="523BD34B" w:rsidR="00485B63" w:rsidRDefault="00485B63">
      <w:pPr>
        <w:pStyle w:val="TM2"/>
        <w:rPr>
          <w:rFonts w:asciiTheme="minorHAnsi" w:eastAsiaTheme="minorEastAsia" w:hAnsiTheme="minorHAnsi" w:cstheme="minorBidi"/>
          <w:color w:val="auto"/>
          <w:kern w:val="2"/>
          <w:sz w:val="24"/>
          <w14:ligatures w14:val="standardContextual"/>
        </w:rPr>
      </w:pPr>
      <w:hyperlink w:anchor="_Toc202279546" w:history="1">
        <w:r w:rsidRPr="00E73709">
          <w:rPr>
            <w:rStyle w:val="Lienhypertexte"/>
          </w:rPr>
          <w:t>XXIV</w:t>
        </w:r>
        <w:r>
          <w:rPr>
            <w:webHidden/>
          </w:rPr>
          <w:tab/>
        </w:r>
        <w:r>
          <w:rPr>
            <w:webHidden/>
          </w:rPr>
          <w:fldChar w:fldCharType="begin"/>
        </w:r>
        <w:r>
          <w:rPr>
            <w:webHidden/>
          </w:rPr>
          <w:instrText xml:space="preserve"> PAGEREF _Toc202279546 \h </w:instrText>
        </w:r>
        <w:r>
          <w:rPr>
            <w:webHidden/>
          </w:rPr>
        </w:r>
        <w:r>
          <w:rPr>
            <w:webHidden/>
          </w:rPr>
          <w:fldChar w:fldCharType="separate"/>
        </w:r>
        <w:r w:rsidR="00842A53">
          <w:rPr>
            <w:webHidden/>
          </w:rPr>
          <w:t>213</w:t>
        </w:r>
        <w:r>
          <w:rPr>
            <w:webHidden/>
          </w:rPr>
          <w:fldChar w:fldCharType="end"/>
        </w:r>
      </w:hyperlink>
    </w:p>
    <w:p w14:paraId="6418A0C3" w14:textId="2E536B2B" w:rsidR="00485B63" w:rsidRDefault="00485B63">
      <w:pPr>
        <w:pStyle w:val="TM2"/>
        <w:rPr>
          <w:rFonts w:asciiTheme="minorHAnsi" w:eastAsiaTheme="minorEastAsia" w:hAnsiTheme="minorHAnsi" w:cstheme="minorBidi"/>
          <w:color w:val="auto"/>
          <w:kern w:val="2"/>
          <w:sz w:val="24"/>
          <w14:ligatures w14:val="standardContextual"/>
        </w:rPr>
      </w:pPr>
      <w:hyperlink w:anchor="_Toc202279547" w:history="1">
        <w:r w:rsidRPr="00E73709">
          <w:rPr>
            <w:rStyle w:val="Lienhypertexte"/>
          </w:rPr>
          <w:t>XXV</w:t>
        </w:r>
        <w:r>
          <w:rPr>
            <w:webHidden/>
          </w:rPr>
          <w:tab/>
        </w:r>
        <w:r>
          <w:rPr>
            <w:webHidden/>
          </w:rPr>
          <w:fldChar w:fldCharType="begin"/>
        </w:r>
        <w:r>
          <w:rPr>
            <w:webHidden/>
          </w:rPr>
          <w:instrText xml:space="preserve"> PAGEREF _Toc202279547 \h </w:instrText>
        </w:r>
        <w:r>
          <w:rPr>
            <w:webHidden/>
          </w:rPr>
        </w:r>
        <w:r>
          <w:rPr>
            <w:webHidden/>
          </w:rPr>
          <w:fldChar w:fldCharType="separate"/>
        </w:r>
        <w:r w:rsidR="00842A53">
          <w:rPr>
            <w:webHidden/>
          </w:rPr>
          <w:t>226</w:t>
        </w:r>
        <w:r>
          <w:rPr>
            <w:webHidden/>
          </w:rPr>
          <w:fldChar w:fldCharType="end"/>
        </w:r>
      </w:hyperlink>
    </w:p>
    <w:p w14:paraId="1FDC463D" w14:textId="1442F646" w:rsidR="00485B63" w:rsidRDefault="00485B63">
      <w:pPr>
        <w:pStyle w:val="TM2"/>
        <w:rPr>
          <w:rFonts w:asciiTheme="minorHAnsi" w:eastAsiaTheme="minorEastAsia" w:hAnsiTheme="minorHAnsi" w:cstheme="minorBidi"/>
          <w:color w:val="auto"/>
          <w:kern w:val="2"/>
          <w:sz w:val="24"/>
          <w14:ligatures w14:val="standardContextual"/>
        </w:rPr>
      </w:pPr>
      <w:hyperlink w:anchor="_Toc202279548" w:history="1">
        <w:r w:rsidRPr="00E73709">
          <w:rPr>
            <w:rStyle w:val="Lienhypertexte"/>
          </w:rPr>
          <w:t>XXVI</w:t>
        </w:r>
        <w:r>
          <w:rPr>
            <w:webHidden/>
          </w:rPr>
          <w:tab/>
        </w:r>
        <w:r>
          <w:rPr>
            <w:webHidden/>
          </w:rPr>
          <w:fldChar w:fldCharType="begin"/>
        </w:r>
        <w:r>
          <w:rPr>
            <w:webHidden/>
          </w:rPr>
          <w:instrText xml:space="preserve"> PAGEREF _Toc202279548 \h </w:instrText>
        </w:r>
        <w:r>
          <w:rPr>
            <w:webHidden/>
          </w:rPr>
        </w:r>
        <w:r>
          <w:rPr>
            <w:webHidden/>
          </w:rPr>
          <w:fldChar w:fldCharType="separate"/>
        </w:r>
        <w:r w:rsidR="00842A53">
          <w:rPr>
            <w:webHidden/>
          </w:rPr>
          <w:t>235</w:t>
        </w:r>
        <w:r>
          <w:rPr>
            <w:webHidden/>
          </w:rPr>
          <w:fldChar w:fldCharType="end"/>
        </w:r>
      </w:hyperlink>
    </w:p>
    <w:p w14:paraId="607F4D21" w14:textId="45ADEECC" w:rsidR="00485B63" w:rsidRDefault="00485B63">
      <w:pPr>
        <w:pStyle w:val="TM2"/>
        <w:rPr>
          <w:rFonts w:asciiTheme="minorHAnsi" w:eastAsiaTheme="minorEastAsia" w:hAnsiTheme="minorHAnsi" w:cstheme="minorBidi"/>
          <w:color w:val="auto"/>
          <w:kern w:val="2"/>
          <w:sz w:val="24"/>
          <w14:ligatures w14:val="standardContextual"/>
        </w:rPr>
      </w:pPr>
      <w:hyperlink w:anchor="_Toc202279549" w:history="1">
        <w:r w:rsidRPr="00E73709">
          <w:rPr>
            <w:rStyle w:val="Lienhypertexte"/>
          </w:rPr>
          <w:t>XXVII</w:t>
        </w:r>
        <w:r>
          <w:rPr>
            <w:webHidden/>
          </w:rPr>
          <w:tab/>
        </w:r>
        <w:r>
          <w:rPr>
            <w:webHidden/>
          </w:rPr>
          <w:fldChar w:fldCharType="begin"/>
        </w:r>
        <w:r>
          <w:rPr>
            <w:webHidden/>
          </w:rPr>
          <w:instrText xml:space="preserve"> PAGEREF _Toc202279549 \h </w:instrText>
        </w:r>
        <w:r>
          <w:rPr>
            <w:webHidden/>
          </w:rPr>
        </w:r>
        <w:r>
          <w:rPr>
            <w:webHidden/>
          </w:rPr>
          <w:fldChar w:fldCharType="separate"/>
        </w:r>
        <w:r w:rsidR="00842A53">
          <w:rPr>
            <w:webHidden/>
          </w:rPr>
          <w:t>245</w:t>
        </w:r>
        <w:r>
          <w:rPr>
            <w:webHidden/>
          </w:rPr>
          <w:fldChar w:fldCharType="end"/>
        </w:r>
      </w:hyperlink>
    </w:p>
    <w:p w14:paraId="0EBEC2F5" w14:textId="1E2461AC" w:rsidR="00485B63" w:rsidRDefault="00485B63">
      <w:pPr>
        <w:pStyle w:val="TM2"/>
        <w:rPr>
          <w:rFonts w:asciiTheme="minorHAnsi" w:eastAsiaTheme="minorEastAsia" w:hAnsiTheme="minorHAnsi" w:cstheme="minorBidi"/>
          <w:color w:val="auto"/>
          <w:kern w:val="2"/>
          <w:sz w:val="24"/>
          <w14:ligatures w14:val="standardContextual"/>
        </w:rPr>
      </w:pPr>
      <w:hyperlink w:anchor="_Toc202279550" w:history="1">
        <w:r w:rsidRPr="00E73709">
          <w:rPr>
            <w:rStyle w:val="Lienhypertexte"/>
          </w:rPr>
          <w:t>XXVIII</w:t>
        </w:r>
        <w:r>
          <w:rPr>
            <w:webHidden/>
          </w:rPr>
          <w:tab/>
        </w:r>
        <w:r>
          <w:rPr>
            <w:webHidden/>
          </w:rPr>
          <w:fldChar w:fldCharType="begin"/>
        </w:r>
        <w:r>
          <w:rPr>
            <w:webHidden/>
          </w:rPr>
          <w:instrText xml:space="preserve"> PAGEREF _Toc202279550 \h </w:instrText>
        </w:r>
        <w:r>
          <w:rPr>
            <w:webHidden/>
          </w:rPr>
        </w:r>
        <w:r>
          <w:rPr>
            <w:webHidden/>
          </w:rPr>
          <w:fldChar w:fldCharType="separate"/>
        </w:r>
        <w:r w:rsidR="00842A53">
          <w:rPr>
            <w:webHidden/>
          </w:rPr>
          <w:t>253</w:t>
        </w:r>
        <w:r>
          <w:rPr>
            <w:webHidden/>
          </w:rPr>
          <w:fldChar w:fldCharType="end"/>
        </w:r>
      </w:hyperlink>
    </w:p>
    <w:p w14:paraId="4749EDEC" w14:textId="170EE1D9" w:rsidR="00485B63" w:rsidRDefault="00485B63">
      <w:pPr>
        <w:pStyle w:val="TM2"/>
        <w:rPr>
          <w:rFonts w:asciiTheme="minorHAnsi" w:eastAsiaTheme="minorEastAsia" w:hAnsiTheme="minorHAnsi" w:cstheme="minorBidi"/>
          <w:color w:val="auto"/>
          <w:kern w:val="2"/>
          <w:sz w:val="24"/>
          <w14:ligatures w14:val="standardContextual"/>
        </w:rPr>
      </w:pPr>
      <w:hyperlink w:anchor="_Toc202279551" w:history="1">
        <w:r w:rsidRPr="00E73709">
          <w:rPr>
            <w:rStyle w:val="Lienhypertexte"/>
          </w:rPr>
          <w:t>XXIX</w:t>
        </w:r>
        <w:r>
          <w:rPr>
            <w:webHidden/>
          </w:rPr>
          <w:tab/>
        </w:r>
        <w:r>
          <w:rPr>
            <w:webHidden/>
          </w:rPr>
          <w:fldChar w:fldCharType="begin"/>
        </w:r>
        <w:r>
          <w:rPr>
            <w:webHidden/>
          </w:rPr>
          <w:instrText xml:space="preserve"> PAGEREF _Toc202279551 \h </w:instrText>
        </w:r>
        <w:r>
          <w:rPr>
            <w:webHidden/>
          </w:rPr>
        </w:r>
        <w:r>
          <w:rPr>
            <w:webHidden/>
          </w:rPr>
          <w:fldChar w:fldCharType="separate"/>
        </w:r>
        <w:r w:rsidR="00842A53">
          <w:rPr>
            <w:webHidden/>
          </w:rPr>
          <w:t>267</w:t>
        </w:r>
        <w:r>
          <w:rPr>
            <w:webHidden/>
          </w:rPr>
          <w:fldChar w:fldCharType="end"/>
        </w:r>
      </w:hyperlink>
    </w:p>
    <w:p w14:paraId="7A39440F" w14:textId="2742A221" w:rsidR="00485B63" w:rsidRDefault="00485B63">
      <w:pPr>
        <w:pStyle w:val="TM2"/>
        <w:rPr>
          <w:rFonts w:asciiTheme="minorHAnsi" w:eastAsiaTheme="minorEastAsia" w:hAnsiTheme="minorHAnsi" w:cstheme="minorBidi"/>
          <w:color w:val="auto"/>
          <w:kern w:val="2"/>
          <w:sz w:val="24"/>
          <w14:ligatures w14:val="standardContextual"/>
        </w:rPr>
      </w:pPr>
      <w:hyperlink w:anchor="_Toc202279552" w:history="1">
        <w:r w:rsidRPr="00E73709">
          <w:rPr>
            <w:rStyle w:val="Lienhypertexte"/>
          </w:rPr>
          <w:t>XXX</w:t>
        </w:r>
        <w:r>
          <w:rPr>
            <w:webHidden/>
          </w:rPr>
          <w:tab/>
        </w:r>
        <w:r>
          <w:rPr>
            <w:webHidden/>
          </w:rPr>
          <w:fldChar w:fldCharType="begin"/>
        </w:r>
        <w:r>
          <w:rPr>
            <w:webHidden/>
          </w:rPr>
          <w:instrText xml:space="preserve"> PAGEREF _Toc202279552 \h </w:instrText>
        </w:r>
        <w:r>
          <w:rPr>
            <w:webHidden/>
          </w:rPr>
        </w:r>
        <w:r>
          <w:rPr>
            <w:webHidden/>
          </w:rPr>
          <w:fldChar w:fldCharType="separate"/>
        </w:r>
        <w:r w:rsidR="00842A53">
          <w:rPr>
            <w:webHidden/>
          </w:rPr>
          <w:t>273</w:t>
        </w:r>
        <w:r>
          <w:rPr>
            <w:webHidden/>
          </w:rPr>
          <w:fldChar w:fldCharType="end"/>
        </w:r>
      </w:hyperlink>
    </w:p>
    <w:p w14:paraId="01F4DEAD" w14:textId="7788497F" w:rsidR="00485B63" w:rsidRDefault="00485B63">
      <w:pPr>
        <w:pStyle w:val="TM1"/>
        <w:rPr>
          <w:rFonts w:asciiTheme="minorHAnsi" w:eastAsiaTheme="minorEastAsia" w:hAnsiTheme="minorHAnsi" w:cstheme="minorBidi"/>
          <w:bCs w:val="0"/>
          <w:iCs w:val="0"/>
          <w:color w:val="auto"/>
          <w:kern w:val="2"/>
          <w:sz w:val="24"/>
          <w:szCs w:val="24"/>
          <w14:ligatures w14:val="standardContextual"/>
        </w:rPr>
      </w:pPr>
      <w:hyperlink w:anchor="_Toc202279553" w:history="1">
        <w:r w:rsidRPr="00E73709">
          <w:rPr>
            <w:rStyle w:val="Lienhypertexte"/>
          </w:rPr>
          <w:t>DEUXIÈME PARTIE</w:t>
        </w:r>
        <w:r>
          <w:rPr>
            <w:webHidden/>
          </w:rPr>
          <w:tab/>
        </w:r>
        <w:r>
          <w:rPr>
            <w:webHidden/>
          </w:rPr>
          <w:fldChar w:fldCharType="begin"/>
        </w:r>
        <w:r>
          <w:rPr>
            <w:webHidden/>
          </w:rPr>
          <w:instrText xml:space="preserve"> PAGEREF _Toc202279553 \h </w:instrText>
        </w:r>
        <w:r>
          <w:rPr>
            <w:webHidden/>
          </w:rPr>
        </w:r>
        <w:r>
          <w:rPr>
            <w:webHidden/>
          </w:rPr>
          <w:fldChar w:fldCharType="separate"/>
        </w:r>
        <w:r w:rsidR="00842A53">
          <w:rPr>
            <w:webHidden/>
          </w:rPr>
          <w:t>279</w:t>
        </w:r>
        <w:r>
          <w:rPr>
            <w:webHidden/>
          </w:rPr>
          <w:fldChar w:fldCharType="end"/>
        </w:r>
      </w:hyperlink>
    </w:p>
    <w:p w14:paraId="2A0F43A1" w14:textId="22E7B5FB" w:rsidR="00485B63" w:rsidRDefault="00485B63">
      <w:pPr>
        <w:pStyle w:val="TM2"/>
        <w:rPr>
          <w:rFonts w:asciiTheme="minorHAnsi" w:eastAsiaTheme="minorEastAsia" w:hAnsiTheme="minorHAnsi" w:cstheme="minorBidi"/>
          <w:color w:val="auto"/>
          <w:kern w:val="2"/>
          <w:sz w:val="24"/>
          <w14:ligatures w14:val="standardContextual"/>
        </w:rPr>
      </w:pPr>
      <w:hyperlink w:anchor="_Toc202279554" w:history="1">
        <w:r w:rsidRPr="00E73709">
          <w:rPr>
            <w:rStyle w:val="Lienhypertexte"/>
          </w:rPr>
          <w:t>I</w:t>
        </w:r>
        <w:r>
          <w:rPr>
            <w:webHidden/>
          </w:rPr>
          <w:tab/>
        </w:r>
        <w:r>
          <w:rPr>
            <w:webHidden/>
          </w:rPr>
          <w:fldChar w:fldCharType="begin"/>
        </w:r>
        <w:r>
          <w:rPr>
            <w:webHidden/>
          </w:rPr>
          <w:instrText xml:space="preserve"> PAGEREF _Toc202279554 \h </w:instrText>
        </w:r>
        <w:r>
          <w:rPr>
            <w:webHidden/>
          </w:rPr>
        </w:r>
        <w:r>
          <w:rPr>
            <w:webHidden/>
          </w:rPr>
          <w:fldChar w:fldCharType="separate"/>
        </w:r>
        <w:r w:rsidR="00842A53">
          <w:rPr>
            <w:webHidden/>
          </w:rPr>
          <w:t>280</w:t>
        </w:r>
        <w:r>
          <w:rPr>
            <w:webHidden/>
          </w:rPr>
          <w:fldChar w:fldCharType="end"/>
        </w:r>
      </w:hyperlink>
    </w:p>
    <w:p w14:paraId="26A2347C" w14:textId="786DEB78" w:rsidR="00485B63" w:rsidRDefault="00485B63">
      <w:pPr>
        <w:pStyle w:val="TM2"/>
        <w:rPr>
          <w:rFonts w:asciiTheme="minorHAnsi" w:eastAsiaTheme="minorEastAsia" w:hAnsiTheme="minorHAnsi" w:cstheme="minorBidi"/>
          <w:color w:val="auto"/>
          <w:kern w:val="2"/>
          <w:sz w:val="24"/>
          <w14:ligatures w14:val="standardContextual"/>
        </w:rPr>
      </w:pPr>
      <w:hyperlink w:anchor="_Toc202279555" w:history="1">
        <w:r w:rsidRPr="00E73709">
          <w:rPr>
            <w:rStyle w:val="Lienhypertexte"/>
          </w:rPr>
          <w:t>II</w:t>
        </w:r>
        <w:r>
          <w:rPr>
            <w:webHidden/>
          </w:rPr>
          <w:tab/>
        </w:r>
        <w:r>
          <w:rPr>
            <w:webHidden/>
          </w:rPr>
          <w:fldChar w:fldCharType="begin"/>
        </w:r>
        <w:r>
          <w:rPr>
            <w:webHidden/>
          </w:rPr>
          <w:instrText xml:space="preserve"> PAGEREF _Toc202279555 \h </w:instrText>
        </w:r>
        <w:r>
          <w:rPr>
            <w:webHidden/>
          </w:rPr>
        </w:r>
        <w:r>
          <w:rPr>
            <w:webHidden/>
          </w:rPr>
          <w:fldChar w:fldCharType="separate"/>
        </w:r>
        <w:r w:rsidR="00842A53">
          <w:rPr>
            <w:webHidden/>
          </w:rPr>
          <w:t>293</w:t>
        </w:r>
        <w:r>
          <w:rPr>
            <w:webHidden/>
          </w:rPr>
          <w:fldChar w:fldCharType="end"/>
        </w:r>
      </w:hyperlink>
    </w:p>
    <w:p w14:paraId="37C43DFB" w14:textId="15A9963F" w:rsidR="00485B63" w:rsidRDefault="00485B63">
      <w:pPr>
        <w:pStyle w:val="TM2"/>
        <w:rPr>
          <w:rFonts w:asciiTheme="minorHAnsi" w:eastAsiaTheme="minorEastAsia" w:hAnsiTheme="minorHAnsi" w:cstheme="minorBidi"/>
          <w:color w:val="auto"/>
          <w:kern w:val="2"/>
          <w:sz w:val="24"/>
          <w14:ligatures w14:val="standardContextual"/>
        </w:rPr>
      </w:pPr>
      <w:hyperlink w:anchor="_Toc202279556" w:history="1">
        <w:r w:rsidRPr="00E73709">
          <w:rPr>
            <w:rStyle w:val="Lienhypertexte"/>
          </w:rPr>
          <w:t>III</w:t>
        </w:r>
        <w:r>
          <w:rPr>
            <w:webHidden/>
          </w:rPr>
          <w:tab/>
        </w:r>
        <w:r>
          <w:rPr>
            <w:webHidden/>
          </w:rPr>
          <w:fldChar w:fldCharType="begin"/>
        </w:r>
        <w:r>
          <w:rPr>
            <w:webHidden/>
          </w:rPr>
          <w:instrText xml:space="preserve"> PAGEREF _Toc202279556 \h </w:instrText>
        </w:r>
        <w:r>
          <w:rPr>
            <w:webHidden/>
          </w:rPr>
        </w:r>
        <w:r>
          <w:rPr>
            <w:webHidden/>
          </w:rPr>
          <w:fldChar w:fldCharType="separate"/>
        </w:r>
        <w:r w:rsidR="00842A53">
          <w:rPr>
            <w:webHidden/>
          </w:rPr>
          <w:t>303</w:t>
        </w:r>
        <w:r>
          <w:rPr>
            <w:webHidden/>
          </w:rPr>
          <w:fldChar w:fldCharType="end"/>
        </w:r>
      </w:hyperlink>
    </w:p>
    <w:p w14:paraId="7E8AA437" w14:textId="5B1ABEB0" w:rsidR="00485B63" w:rsidRDefault="00485B63">
      <w:pPr>
        <w:pStyle w:val="TM2"/>
        <w:rPr>
          <w:rFonts w:asciiTheme="minorHAnsi" w:eastAsiaTheme="minorEastAsia" w:hAnsiTheme="minorHAnsi" w:cstheme="minorBidi"/>
          <w:color w:val="auto"/>
          <w:kern w:val="2"/>
          <w:sz w:val="24"/>
          <w14:ligatures w14:val="standardContextual"/>
        </w:rPr>
      </w:pPr>
      <w:hyperlink w:anchor="_Toc202279557" w:history="1">
        <w:r w:rsidRPr="00E73709">
          <w:rPr>
            <w:rStyle w:val="Lienhypertexte"/>
          </w:rPr>
          <w:t>IV</w:t>
        </w:r>
        <w:r>
          <w:rPr>
            <w:webHidden/>
          </w:rPr>
          <w:tab/>
        </w:r>
        <w:r>
          <w:rPr>
            <w:webHidden/>
          </w:rPr>
          <w:fldChar w:fldCharType="begin"/>
        </w:r>
        <w:r>
          <w:rPr>
            <w:webHidden/>
          </w:rPr>
          <w:instrText xml:space="preserve"> PAGEREF _Toc202279557 \h </w:instrText>
        </w:r>
        <w:r>
          <w:rPr>
            <w:webHidden/>
          </w:rPr>
        </w:r>
        <w:r>
          <w:rPr>
            <w:webHidden/>
          </w:rPr>
          <w:fldChar w:fldCharType="separate"/>
        </w:r>
        <w:r w:rsidR="00842A53">
          <w:rPr>
            <w:webHidden/>
          </w:rPr>
          <w:t>313</w:t>
        </w:r>
        <w:r>
          <w:rPr>
            <w:webHidden/>
          </w:rPr>
          <w:fldChar w:fldCharType="end"/>
        </w:r>
      </w:hyperlink>
    </w:p>
    <w:p w14:paraId="27CAD09C" w14:textId="57053A59" w:rsidR="00485B63" w:rsidRDefault="00485B63">
      <w:pPr>
        <w:pStyle w:val="TM2"/>
        <w:rPr>
          <w:rFonts w:asciiTheme="minorHAnsi" w:eastAsiaTheme="minorEastAsia" w:hAnsiTheme="minorHAnsi" w:cstheme="minorBidi"/>
          <w:color w:val="auto"/>
          <w:kern w:val="2"/>
          <w:sz w:val="24"/>
          <w14:ligatures w14:val="standardContextual"/>
        </w:rPr>
      </w:pPr>
      <w:hyperlink w:anchor="_Toc202279558" w:history="1">
        <w:r w:rsidRPr="00E73709">
          <w:rPr>
            <w:rStyle w:val="Lienhypertexte"/>
          </w:rPr>
          <w:t>V</w:t>
        </w:r>
        <w:r>
          <w:rPr>
            <w:webHidden/>
          </w:rPr>
          <w:tab/>
        </w:r>
        <w:r>
          <w:rPr>
            <w:webHidden/>
          </w:rPr>
          <w:fldChar w:fldCharType="begin"/>
        </w:r>
        <w:r>
          <w:rPr>
            <w:webHidden/>
          </w:rPr>
          <w:instrText xml:space="preserve"> PAGEREF _Toc202279558 \h </w:instrText>
        </w:r>
        <w:r>
          <w:rPr>
            <w:webHidden/>
          </w:rPr>
        </w:r>
        <w:r>
          <w:rPr>
            <w:webHidden/>
          </w:rPr>
          <w:fldChar w:fldCharType="separate"/>
        </w:r>
        <w:r w:rsidR="00842A53">
          <w:rPr>
            <w:webHidden/>
          </w:rPr>
          <w:t>318</w:t>
        </w:r>
        <w:r>
          <w:rPr>
            <w:webHidden/>
          </w:rPr>
          <w:fldChar w:fldCharType="end"/>
        </w:r>
      </w:hyperlink>
    </w:p>
    <w:p w14:paraId="2AB1C99D" w14:textId="4B390871" w:rsidR="00485B63" w:rsidRDefault="00485B63">
      <w:pPr>
        <w:pStyle w:val="TM2"/>
        <w:rPr>
          <w:rFonts w:asciiTheme="minorHAnsi" w:eastAsiaTheme="minorEastAsia" w:hAnsiTheme="minorHAnsi" w:cstheme="minorBidi"/>
          <w:color w:val="auto"/>
          <w:kern w:val="2"/>
          <w:sz w:val="24"/>
          <w14:ligatures w14:val="standardContextual"/>
        </w:rPr>
      </w:pPr>
      <w:hyperlink w:anchor="_Toc202279559" w:history="1">
        <w:r w:rsidRPr="00E73709">
          <w:rPr>
            <w:rStyle w:val="Lienhypertexte"/>
          </w:rPr>
          <w:t>VI</w:t>
        </w:r>
        <w:r>
          <w:rPr>
            <w:webHidden/>
          </w:rPr>
          <w:tab/>
        </w:r>
        <w:r>
          <w:rPr>
            <w:webHidden/>
          </w:rPr>
          <w:fldChar w:fldCharType="begin"/>
        </w:r>
        <w:r>
          <w:rPr>
            <w:webHidden/>
          </w:rPr>
          <w:instrText xml:space="preserve"> PAGEREF _Toc202279559 \h </w:instrText>
        </w:r>
        <w:r>
          <w:rPr>
            <w:webHidden/>
          </w:rPr>
        </w:r>
        <w:r>
          <w:rPr>
            <w:webHidden/>
          </w:rPr>
          <w:fldChar w:fldCharType="separate"/>
        </w:r>
        <w:r w:rsidR="00842A53">
          <w:rPr>
            <w:webHidden/>
          </w:rPr>
          <w:t>331</w:t>
        </w:r>
        <w:r>
          <w:rPr>
            <w:webHidden/>
          </w:rPr>
          <w:fldChar w:fldCharType="end"/>
        </w:r>
      </w:hyperlink>
    </w:p>
    <w:p w14:paraId="019056D1" w14:textId="032C2ED5" w:rsidR="00485B63" w:rsidRDefault="00485B63">
      <w:pPr>
        <w:pStyle w:val="TM2"/>
        <w:rPr>
          <w:rFonts w:asciiTheme="minorHAnsi" w:eastAsiaTheme="minorEastAsia" w:hAnsiTheme="minorHAnsi" w:cstheme="minorBidi"/>
          <w:color w:val="auto"/>
          <w:kern w:val="2"/>
          <w:sz w:val="24"/>
          <w14:ligatures w14:val="standardContextual"/>
        </w:rPr>
      </w:pPr>
      <w:hyperlink w:anchor="_Toc202279560" w:history="1">
        <w:r w:rsidRPr="00E73709">
          <w:rPr>
            <w:rStyle w:val="Lienhypertexte"/>
          </w:rPr>
          <w:t>VII</w:t>
        </w:r>
        <w:r>
          <w:rPr>
            <w:webHidden/>
          </w:rPr>
          <w:tab/>
        </w:r>
        <w:r>
          <w:rPr>
            <w:webHidden/>
          </w:rPr>
          <w:fldChar w:fldCharType="begin"/>
        </w:r>
        <w:r>
          <w:rPr>
            <w:webHidden/>
          </w:rPr>
          <w:instrText xml:space="preserve"> PAGEREF _Toc202279560 \h </w:instrText>
        </w:r>
        <w:r>
          <w:rPr>
            <w:webHidden/>
          </w:rPr>
        </w:r>
        <w:r>
          <w:rPr>
            <w:webHidden/>
          </w:rPr>
          <w:fldChar w:fldCharType="separate"/>
        </w:r>
        <w:r w:rsidR="00842A53">
          <w:rPr>
            <w:webHidden/>
          </w:rPr>
          <w:t>343</w:t>
        </w:r>
        <w:r>
          <w:rPr>
            <w:webHidden/>
          </w:rPr>
          <w:fldChar w:fldCharType="end"/>
        </w:r>
      </w:hyperlink>
    </w:p>
    <w:p w14:paraId="195F4E0B" w14:textId="070A2C69" w:rsidR="00485B63" w:rsidRDefault="00485B63">
      <w:pPr>
        <w:pStyle w:val="TM2"/>
        <w:rPr>
          <w:rFonts w:asciiTheme="minorHAnsi" w:eastAsiaTheme="minorEastAsia" w:hAnsiTheme="minorHAnsi" w:cstheme="minorBidi"/>
          <w:color w:val="auto"/>
          <w:kern w:val="2"/>
          <w:sz w:val="24"/>
          <w14:ligatures w14:val="standardContextual"/>
        </w:rPr>
      </w:pPr>
      <w:hyperlink w:anchor="_Toc202279561" w:history="1">
        <w:r w:rsidRPr="00E73709">
          <w:rPr>
            <w:rStyle w:val="Lienhypertexte"/>
          </w:rPr>
          <w:t>VIII</w:t>
        </w:r>
        <w:r>
          <w:rPr>
            <w:webHidden/>
          </w:rPr>
          <w:tab/>
        </w:r>
        <w:r>
          <w:rPr>
            <w:webHidden/>
          </w:rPr>
          <w:fldChar w:fldCharType="begin"/>
        </w:r>
        <w:r>
          <w:rPr>
            <w:webHidden/>
          </w:rPr>
          <w:instrText xml:space="preserve"> PAGEREF _Toc202279561 \h </w:instrText>
        </w:r>
        <w:r>
          <w:rPr>
            <w:webHidden/>
          </w:rPr>
        </w:r>
        <w:r>
          <w:rPr>
            <w:webHidden/>
          </w:rPr>
          <w:fldChar w:fldCharType="separate"/>
        </w:r>
        <w:r w:rsidR="00842A53">
          <w:rPr>
            <w:webHidden/>
          </w:rPr>
          <w:t>355</w:t>
        </w:r>
        <w:r>
          <w:rPr>
            <w:webHidden/>
          </w:rPr>
          <w:fldChar w:fldCharType="end"/>
        </w:r>
      </w:hyperlink>
    </w:p>
    <w:p w14:paraId="7841C5B9" w14:textId="09C1EC11" w:rsidR="00485B63" w:rsidRDefault="00485B63">
      <w:pPr>
        <w:pStyle w:val="TM2"/>
        <w:rPr>
          <w:rFonts w:asciiTheme="minorHAnsi" w:eastAsiaTheme="minorEastAsia" w:hAnsiTheme="minorHAnsi" w:cstheme="minorBidi"/>
          <w:color w:val="auto"/>
          <w:kern w:val="2"/>
          <w:sz w:val="24"/>
          <w14:ligatures w14:val="standardContextual"/>
        </w:rPr>
      </w:pPr>
      <w:hyperlink w:anchor="_Toc202279562" w:history="1">
        <w:r w:rsidRPr="00E73709">
          <w:rPr>
            <w:rStyle w:val="Lienhypertexte"/>
          </w:rPr>
          <w:t>IX</w:t>
        </w:r>
        <w:r>
          <w:rPr>
            <w:webHidden/>
          </w:rPr>
          <w:tab/>
        </w:r>
        <w:r>
          <w:rPr>
            <w:webHidden/>
          </w:rPr>
          <w:fldChar w:fldCharType="begin"/>
        </w:r>
        <w:r>
          <w:rPr>
            <w:webHidden/>
          </w:rPr>
          <w:instrText xml:space="preserve"> PAGEREF _Toc202279562 \h </w:instrText>
        </w:r>
        <w:r>
          <w:rPr>
            <w:webHidden/>
          </w:rPr>
        </w:r>
        <w:r>
          <w:rPr>
            <w:webHidden/>
          </w:rPr>
          <w:fldChar w:fldCharType="separate"/>
        </w:r>
        <w:r w:rsidR="00842A53">
          <w:rPr>
            <w:webHidden/>
          </w:rPr>
          <w:t>366</w:t>
        </w:r>
        <w:r>
          <w:rPr>
            <w:webHidden/>
          </w:rPr>
          <w:fldChar w:fldCharType="end"/>
        </w:r>
      </w:hyperlink>
    </w:p>
    <w:p w14:paraId="0E4B4BB9" w14:textId="1D6811BF" w:rsidR="00485B63" w:rsidRDefault="00485B63">
      <w:pPr>
        <w:pStyle w:val="TM2"/>
        <w:rPr>
          <w:rFonts w:asciiTheme="minorHAnsi" w:eastAsiaTheme="minorEastAsia" w:hAnsiTheme="minorHAnsi" w:cstheme="minorBidi"/>
          <w:color w:val="auto"/>
          <w:kern w:val="2"/>
          <w:sz w:val="24"/>
          <w14:ligatures w14:val="standardContextual"/>
        </w:rPr>
      </w:pPr>
      <w:hyperlink w:anchor="_Toc202279563" w:history="1">
        <w:r w:rsidRPr="00E73709">
          <w:rPr>
            <w:rStyle w:val="Lienhypertexte"/>
          </w:rPr>
          <w:t>X</w:t>
        </w:r>
        <w:r>
          <w:rPr>
            <w:webHidden/>
          </w:rPr>
          <w:tab/>
        </w:r>
        <w:r>
          <w:rPr>
            <w:webHidden/>
          </w:rPr>
          <w:fldChar w:fldCharType="begin"/>
        </w:r>
        <w:r>
          <w:rPr>
            <w:webHidden/>
          </w:rPr>
          <w:instrText xml:space="preserve"> PAGEREF _Toc202279563 \h </w:instrText>
        </w:r>
        <w:r>
          <w:rPr>
            <w:webHidden/>
          </w:rPr>
        </w:r>
        <w:r>
          <w:rPr>
            <w:webHidden/>
          </w:rPr>
          <w:fldChar w:fldCharType="separate"/>
        </w:r>
        <w:r w:rsidR="00842A53">
          <w:rPr>
            <w:webHidden/>
          </w:rPr>
          <w:t>375</w:t>
        </w:r>
        <w:r>
          <w:rPr>
            <w:webHidden/>
          </w:rPr>
          <w:fldChar w:fldCharType="end"/>
        </w:r>
      </w:hyperlink>
    </w:p>
    <w:p w14:paraId="79A4BDAA" w14:textId="35E9CF98" w:rsidR="00485B63" w:rsidRDefault="00485B63">
      <w:pPr>
        <w:pStyle w:val="TM2"/>
        <w:rPr>
          <w:rFonts w:asciiTheme="minorHAnsi" w:eastAsiaTheme="minorEastAsia" w:hAnsiTheme="minorHAnsi" w:cstheme="minorBidi"/>
          <w:color w:val="auto"/>
          <w:kern w:val="2"/>
          <w:sz w:val="24"/>
          <w14:ligatures w14:val="standardContextual"/>
        </w:rPr>
      </w:pPr>
      <w:hyperlink w:anchor="_Toc202279564" w:history="1">
        <w:r w:rsidRPr="00E73709">
          <w:rPr>
            <w:rStyle w:val="Lienhypertexte"/>
          </w:rPr>
          <w:t>XI</w:t>
        </w:r>
        <w:r>
          <w:rPr>
            <w:webHidden/>
          </w:rPr>
          <w:tab/>
        </w:r>
        <w:r>
          <w:rPr>
            <w:webHidden/>
          </w:rPr>
          <w:fldChar w:fldCharType="begin"/>
        </w:r>
        <w:r>
          <w:rPr>
            <w:webHidden/>
          </w:rPr>
          <w:instrText xml:space="preserve"> PAGEREF _Toc202279564 \h </w:instrText>
        </w:r>
        <w:r>
          <w:rPr>
            <w:webHidden/>
          </w:rPr>
        </w:r>
        <w:r>
          <w:rPr>
            <w:webHidden/>
          </w:rPr>
          <w:fldChar w:fldCharType="separate"/>
        </w:r>
        <w:r w:rsidR="00842A53">
          <w:rPr>
            <w:webHidden/>
          </w:rPr>
          <w:t>381</w:t>
        </w:r>
        <w:r>
          <w:rPr>
            <w:webHidden/>
          </w:rPr>
          <w:fldChar w:fldCharType="end"/>
        </w:r>
      </w:hyperlink>
    </w:p>
    <w:p w14:paraId="400D0B35" w14:textId="256C8831" w:rsidR="00485B63" w:rsidRDefault="00485B63">
      <w:pPr>
        <w:pStyle w:val="TM2"/>
        <w:rPr>
          <w:rFonts w:asciiTheme="minorHAnsi" w:eastAsiaTheme="minorEastAsia" w:hAnsiTheme="minorHAnsi" w:cstheme="minorBidi"/>
          <w:color w:val="auto"/>
          <w:kern w:val="2"/>
          <w:sz w:val="24"/>
          <w14:ligatures w14:val="standardContextual"/>
        </w:rPr>
      </w:pPr>
      <w:hyperlink w:anchor="_Toc202279565" w:history="1">
        <w:r w:rsidRPr="00E73709">
          <w:rPr>
            <w:rStyle w:val="Lienhypertexte"/>
          </w:rPr>
          <w:t>XII</w:t>
        </w:r>
        <w:r>
          <w:rPr>
            <w:webHidden/>
          </w:rPr>
          <w:tab/>
        </w:r>
        <w:r>
          <w:rPr>
            <w:webHidden/>
          </w:rPr>
          <w:fldChar w:fldCharType="begin"/>
        </w:r>
        <w:r>
          <w:rPr>
            <w:webHidden/>
          </w:rPr>
          <w:instrText xml:space="preserve"> PAGEREF _Toc202279565 \h </w:instrText>
        </w:r>
        <w:r>
          <w:rPr>
            <w:webHidden/>
          </w:rPr>
        </w:r>
        <w:r>
          <w:rPr>
            <w:webHidden/>
          </w:rPr>
          <w:fldChar w:fldCharType="separate"/>
        </w:r>
        <w:r w:rsidR="00842A53">
          <w:rPr>
            <w:webHidden/>
          </w:rPr>
          <w:t>392</w:t>
        </w:r>
        <w:r>
          <w:rPr>
            <w:webHidden/>
          </w:rPr>
          <w:fldChar w:fldCharType="end"/>
        </w:r>
      </w:hyperlink>
    </w:p>
    <w:p w14:paraId="4F73D22F" w14:textId="670A6C2B" w:rsidR="00485B63" w:rsidRDefault="00485B63">
      <w:pPr>
        <w:pStyle w:val="TM2"/>
        <w:rPr>
          <w:rFonts w:asciiTheme="minorHAnsi" w:eastAsiaTheme="minorEastAsia" w:hAnsiTheme="minorHAnsi" w:cstheme="minorBidi"/>
          <w:color w:val="auto"/>
          <w:kern w:val="2"/>
          <w:sz w:val="24"/>
          <w14:ligatures w14:val="standardContextual"/>
        </w:rPr>
      </w:pPr>
      <w:hyperlink w:anchor="_Toc202279566" w:history="1">
        <w:r w:rsidRPr="00E73709">
          <w:rPr>
            <w:rStyle w:val="Lienhypertexte"/>
          </w:rPr>
          <w:t>XIII</w:t>
        </w:r>
        <w:r>
          <w:rPr>
            <w:webHidden/>
          </w:rPr>
          <w:tab/>
        </w:r>
        <w:r>
          <w:rPr>
            <w:webHidden/>
          </w:rPr>
          <w:fldChar w:fldCharType="begin"/>
        </w:r>
        <w:r>
          <w:rPr>
            <w:webHidden/>
          </w:rPr>
          <w:instrText xml:space="preserve"> PAGEREF _Toc202279566 \h </w:instrText>
        </w:r>
        <w:r>
          <w:rPr>
            <w:webHidden/>
          </w:rPr>
        </w:r>
        <w:r>
          <w:rPr>
            <w:webHidden/>
          </w:rPr>
          <w:fldChar w:fldCharType="separate"/>
        </w:r>
        <w:r w:rsidR="00842A53">
          <w:rPr>
            <w:webHidden/>
          </w:rPr>
          <w:t>399</w:t>
        </w:r>
        <w:r>
          <w:rPr>
            <w:webHidden/>
          </w:rPr>
          <w:fldChar w:fldCharType="end"/>
        </w:r>
      </w:hyperlink>
    </w:p>
    <w:p w14:paraId="29533E6D" w14:textId="7DC86D88" w:rsidR="00485B63" w:rsidRDefault="00485B63">
      <w:pPr>
        <w:pStyle w:val="TM2"/>
        <w:rPr>
          <w:rFonts w:asciiTheme="minorHAnsi" w:eastAsiaTheme="minorEastAsia" w:hAnsiTheme="minorHAnsi" w:cstheme="minorBidi"/>
          <w:color w:val="auto"/>
          <w:kern w:val="2"/>
          <w:sz w:val="24"/>
          <w14:ligatures w14:val="standardContextual"/>
        </w:rPr>
      </w:pPr>
      <w:hyperlink w:anchor="_Toc202279567" w:history="1">
        <w:r w:rsidRPr="00E73709">
          <w:rPr>
            <w:rStyle w:val="Lienhypertexte"/>
          </w:rPr>
          <w:t>XIV</w:t>
        </w:r>
        <w:r>
          <w:rPr>
            <w:webHidden/>
          </w:rPr>
          <w:tab/>
        </w:r>
        <w:r>
          <w:rPr>
            <w:webHidden/>
          </w:rPr>
          <w:fldChar w:fldCharType="begin"/>
        </w:r>
        <w:r>
          <w:rPr>
            <w:webHidden/>
          </w:rPr>
          <w:instrText xml:space="preserve"> PAGEREF _Toc202279567 \h </w:instrText>
        </w:r>
        <w:r>
          <w:rPr>
            <w:webHidden/>
          </w:rPr>
        </w:r>
        <w:r>
          <w:rPr>
            <w:webHidden/>
          </w:rPr>
          <w:fldChar w:fldCharType="separate"/>
        </w:r>
        <w:r w:rsidR="00842A53">
          <w:rPr>
            <w:webHidden/>
          </w:rPr>
          <w:t>409</w:t>
        </w:r>
        <w:r>
          <w:rPr>
            <w:webHidden/>
          </w:rPr>
          <w:fldChar w:fldCharType="end"/>
        </w:r>
      </w:hyperlink>
    </w:p>
    <w:p w14:paraId="798E9DE8" w14:textId="78E2C005" w:rsidR="00485B63" w:rsidRDefault="00485B63">
      <w:pPr>
        <w:pStyle w:val="TM2"/>
        <w:rPr>
          <w:rFonts w:asciiTheme="minorHAnsi" w:eastAsiaTheme="minorEastAsia" w:hAnsiTheme="minorHAnsi" w:cstheme="minorBidi"/>
          <w:color w:val="auto"/>
          <w:kern w:val="2"/>
          <w:sz w:val="24"/>
          <w14:ligatures w14:val="standardContextual"/>
        </w:rPr>
      </w:pPr>
      <w:hyperlink w:anchor="_Toc202279568" w:history="1">
        <w:r w:rsidRPr="00E73709">
          <w:rPr>
            <w:rStyle w:val="Lienhypertexte"/>
          </w:rPr>
          <w:t>XV</w:t>
        </w:r>
        <w:r>
          <w:rPr>
            <w:webHidden/>
          </w:rPr>
          <w:tab/>
        </w:r>
        <w:r>
          <w:rPr>
            <w:webHidden/>
          </w:rPr>
          <w:fldChar w:fldCharType="begin"/>
        </w:r>
        <w:r>
          <w:rPr>
            <w:webHidden/>
          </w:rPr>
          <w:instrText xml:space="preserve"> PAGEREF _Toc202279568 \h </w:instrText>
        </w:r>
        <w:r>
          <w:rPr>
            <w:webHidden/>
          </w:rPr>
        </w:r>
        <w:r>
          <w:rPr>
            <w:webHidden/>
          </w:rPr>
          <w:fldChar w:fldCharType="separate"/>
        </w:r>
        <w:r w:rsidR="00842A53">
          <w:rPr>
            <w:webHidden/>
          </w:rPr>
          <w:t>419</w:t>
        </w:r>
        <w:r>
          <w:rPr>
            <w:webHidden/>
          </w:rPr>
          <w:fldChar w:fldCharType="end"/>
        </w:r>
      </w:hyperlink>
    </w:p>
    <w:p w14:paraId="6F4CC3F7" w14:textId="088F116F" w:rsidR="00485B63" w:rsidRDefault="00485B63">
      <w:pPr>
        <w:pStyle w:val="TM2"/>
        <w:rPr>
          <w:rFonts w:asciiTheme="minorHAnsi" w:eastAsiaTheme="minorEastAsia" w:hAnsiTheme="minorHAnsi" w:cstheme="minorBidi"/>
          <w:color w:val="auto"/>
          <w:kern w:val="2"/>
          <w:sz w:val="24"/>
          <w14:ligatures w14:val="standardContextual"/>
        </w:rPr>
      </w:pPr>
      <w:hyperlink w:anchor="_Toc202279569" w:history="1">
        <w:r w:rsidRPr="00E73709">
          <w:rPr>
            <w:rStyle w:val="Lienhypertexte"/>
          </w:rPr>
          <w:t>XVI</w:t>
        </w:r>
        <w:r>
          <w:rPr>
            <w:webHidden/>
          </w:rPr>
          <w:tab/>
        </w:r>
        <w:r>
          <w:rPr>
            <w:webHidden/>
          </w:rPr>
          <w:fldChar w:fldCharType="begin"/>
        </w:r>
        <w:r>
          <w:rPr>
            <w:webHidden/>
          </w:rPr>
          <w:instrText xml:space="preserve"> PAGEREF _Toc202279569 \h </w:instrText>
        </w:r>
        <w:r>
          <w:rPr>
            <w:webHidden/>
          </w:rPr>
        </w:r>
        <w:r>
          <w:rPr>
            <w:webHidden/>
          </w:rPr>
          <w:fldChar w:fldCharType="separate"/>
        </w:r>
        <w:r w:rsidR="00842A53">
          <w:rPr>
            <w:webHidden/>
          </w:rPr>
          <w:t>432</w:t>
        </w:r>
        <w:r>
          <w:rPr>
            <w:webHidden/>
          </w:rPr>
          <w:fldChar w:fldCharType="end"/>
        </w:r>
      </w:hyperlink>
    </w:p>
    <w:p w14:paraId="6F06D024" w14:textId="5952419D" w:rsidR="00485B63" w:rsidRDefault="00485B63">
      <w:pPr>
        <w:pStyle w:val="TM2"/>
        <w:rPr>
          <w:rFonts w:asciiTheme="minorHAnsi" w:eastAsiaTheme="minorEastAsia" w:hAnsiTheme="minorHAnsi" w:cstheme="minorBidi"/>
          <w:color w:val="auto"/>
          <w:kern w:val="2"/>
          <w:sz w:val="24"/>
          <w14:ligatures w14:val="standardContextual"/>
        </w:rPr>
      </w:pPr>
      <w:hyperlink w:anchor="_Toc202279570" w:history="1">
        <w:r w:rsidRPr="00E73709">
          <w:rPr>
            <w:rStyle w:val="Lienhypertexte"/>
          </w:rPr>
          <w:t>XVII</w:t>
        </w:r>
        <w:r>
          <w:rPr>
            <w:webHidden/>
          </w:rPr>
          <w:tab/>
        </w:r>
        <w:r>
          <w:rPr>
            <w:webHidden/>
          </w:rPr>
          <w:fldChar w:fldCharType="begin"/>
        </w:r>
        <w:r>
          <w:rPr>
            <w:webHidden/>
          </w:rPr>
          <w:instrText xml:space="preserve"> PAGEREF _Toc202279570 \h </w:instrText>
        </w:r>
        <w:r>
          <w:rPr>
            <w:webHidden/>
          </w:rPr>
        </w:r>
        <w:r>
          <w:rPr>
            <w:webHidden/>
          </w:rPr>
          <w:fldChar w:fldCharType="separate"/>
        </w:r>
        <w:r w:rsidR="00842A53">
          <w:rPr>
            <w:webHidden/>
          </w:rPr>
          <w:t>443</w:t>
        </w:r>
        <w:r>
          <w:rPr>
            <w:webHidden/>
          </w:rPr>
          <w:fldChar w:fldCharType="end"/>
        </w:r>
      </w:hyperlink>
    </w:p>
    <w:p w14:paraId="736BE731" w14:textId="39FD779D" w:rsidR="00485B63" w:rsidRDefault="00485B63">
      <w:pPr>
        <w:pStyle w:val="TM2"/>
        <w:rPr>
          <w:rFonts w:asciiTheme="minorHAnsi" w:eastAsiaTheme="minorEastAsia" w:hAnsiTheme="minorHAnsi" w:cstheme="minorBidi"/>
          <w:color w:val="auto"/>
          <w:kern w:val="2"/>
          <w:sz w:val="24"/>
          <w14:ligatures w14:val="standardContextual"/>
        </w:rPr>
      </w:pPr>
      <w:hyperlink w:anchor="_Toc202279571" w:history="1">
        <w:r w:rsidRPr="00E73709">
          <w:rPr>
            <w:rStyle w:val="Lienhypertexte"/>
          </w:rPr>
          <w:t>XVIII</w:t>
        </w:r>
        <w:r>
          <w:rPr>
            <w:webHidden/>
          </w:rPr>
          <w:tab/>
        </w:r>
        <w:r>
          <w:rPr>
            <w:webHidden/>
          </w:rPr>
          <w:fldChar w:fldCharType="begin"/>
        </w:r>
        <w:r>
          <w:rPr>
            <w:webHidden/>
          </w:rPr>
          <w:instrText xml:space="preserve"> PAGEREF _Toc202279571 \h </w:instrText>
        </w:r>
        <w:r>
          <w:rPr>
            <w:webHidden/>
          </w:rPr>
        </w:r>
        <w:r>
          <w:rPr>
            <w:webHidden/>
          </w:rPr>
          <w:fldChar w:fldCharType="separate"/>
        </w:r>
        <w:r w:rsidR="00842A53">
          <w:rPr>
            <w:webHidden/>
          </w:rPr>
          <w:t>455</w:t>
        </w:r>
        <w:r>
          <w:rPr>
            <w:webHidden/>
          </w:rPr>
          <w:fldChar w:fldCharType="end"/>
        </w:r>
      </w:hyperlink>
    </w:p>
    <w:p w14:paraId="0D913538" w14:textId="4F99B103" w:rsidR="00485B63" w:rsidRDefault="00485B63">
      <w:pPr>
        <w:pStyle w:val="TM2"/>
        <w:rPr>
          <w:rFonts w:asciiTheme="minorHAnsi" w:eastAsiaTheme="minorEastAsia" w:hAnsiTheme="minorHAnsi" w:cstheme="minorBidi"/>
          <w:color w:val="auto"/>
          <w:kern w:val="2"/>
          <w:sz w:val="24"/>
          <w14:ligatures w14:val="standardContextual"/>
        </w:rPr>
      </w:pPr>
      <w:hyperlink w:anchor="_Toc202279572" w:history="1">
        <w:r w:rsidRPr="00E73709">
          <w:rPr>
            <w:rStyle w:val="Lienhypertexte"/>
          </w:rPr>
          <w:t>XIX</w:t>
        </w:r>
        <w:r>
          <w:rPr>
            <w:webHidden/>
          </w:rPr>
          <w:tab/>
        </w:r>
        <w:r>
          <w:rPr>
            <w:webHidden/>
          </w:rPr>
          <w:fldChar w:fldCharType="begin"/>
        </w:r>
        <w:r>
          <w:rPr>
            <w:webHidden/>
          </w:rPr>
          <w:instrText xml:space="preserve"> PAGEREF _Toc202279572 \h </w:instrText>
        </w:r>
        <w:r>
          <w:rPr>
            <w:webHidden/>
          </w:rPr>
        </w:r>
        <w:r>
          <w:rPr>
            <w:webHidden/>
          </w:rPr>
          <w:fldChar w:fldCharType="separate"/>
        </w:r>
        <w:r w:rsidR="00842A53">
          <w:rPr>
            <w:webHidden/>
          </w:rPr>
          <w:t>466</w:t>
        </w:r>
        <w:r>
          <w:rPr>
            <w:webHidden/>
          </w:rPr>
          <w:fldChar w:fldCharType="end"/>
        </w:r>
      </w:hyperlink>
    </w:p>
    <w:p w14:paraId="16B366E9" w14:textId="6F63C898" w:rsidR="00485B63" w:rsidRDefault="00485B63">
      <w:pPr>
        <w:pStyle w:val="TM2"/>
        <w:rPr>
          <w:rFonts w:asciiTheme="minorHAnsi" w:eastAsiaTheme="minorEastAsia" w:hAnsiTheme="minorHAnsi" w:cstheme="minorBidi"/>
          <w:color w:val="auto"/>
          <w:kern w:val="2"/>
          <w:sz w:val="24"/>
          <w14:ligatures w14:val="standardContextual"/>
        </w:rPr>
      </w:pPr>
      <w:hyperlink w:anchor="_Toc202279573" w:history="1">
        <w:r w:rsidRPr="00E73709">
          <w:rPr>
            <w:rStyle w:val="Lienhypertexte"/>
          </w:rPr>
          <w:t>XX</w:t>
        </w:r>
        <w:r>
          <w:rPr>
            <w:webHidden/>
          </w:rPr>
          <w:tab/>
        </w:r>
        <w:r>
          <w:rPr>
            <w:webHidden/>
          </w:rPr>
          <w:fldChar w:fldCharType="begin"/>
        </w:r>
        <w:r>
          <w:rPr>
            <w:webHidden/>
          </w:rPr>
          <w:instrText xml:space="preserve"> PAGEREF _Toc202279573 \h </w:instrText>
        </w:r>
        <w:r>
          <w:rPr>
            <w:webHidden/>
          </w:rPr>
        </w:r>
        <w:r>
          <w:rPr>
            <w:webHidden/>
          </w:rPr>
          <w:fldChar w:fldCharType="separate"/>
        </w:r>
        <w:r w:rsidR="00842A53">
          <w:rPr>
            <w:webHidden/>
          </w:rPr>
          <w:t>476</w:t>
        </w:r>
        <w:r>
          <w:rPr>
            <w:webHidden/>
          </w:rPr>
          <w:fldChar w:fldCharType="end"/>
        </w:r>
      </w:hyperlink>
    </w:p>
    <w:p w14:paraId="7B7FA9A5" w14:textId="1E10DAB5" w:rsidR="00485B63" w:rsidRDefault="00485B63">
      <w:pPr>
        <w:pStyle w:val="TM2"/>
        <w:rPr>
          <w:rFonts w:asciiTheme="minorHAnsi" w:eastAsiaTheme="minorEastAsia" w:hAnsiTheme="minorHAnsi" w:cstheme="minorBidi"/>
          <w:color w:val="auto"/>
          <w:kern w:val="2"/>
          <w:sz w:val="24"/>
          <w14:ligatures w14:val="standardContextual"/>
        </w:rPr>
      </w:pPr>
      <w:hyperlink w:anchor="_Toc202279574" w:history="1">
        <w:r w:rsidRPr="00E73709">
          <w:rPr>
            <w:rStyle w:val="Lienhypertexte"/>
          </w:rPr>
          <w:t>XXI</w:t>
        </w:r>
        <w:r>
          <w:rPr>
            <w:webHidden/>
          </w:rPr>
          <w:tab/>
        </w:r>
        <w:r>
          <w:rPr>
            <w:webHidden/>
          </w:rPr>
          <w:fldChar w:fldCharType="begin"/>
        </w:r>
        <w:r>
          <w:rPr>
            <w:webHidden/>
          </w:rPr>
          <w:instrText xml:space="preserve"> PAGEREF _Toc202279574 \h </w:instrText>
        </w:r>
        <w:r>
          <w:rPr>
            <w:webHidden/>
          </w:rPr>
        </w:r>
        <w:r>
          <w:rPr>
            <w:webHidden/>
          </w:rPr>
          <w:fldChar w:fldCharType="separate"/>
        </w:r>
        <w:r w:rsidR="00842A53">
          <w:rPr>
            <w:webHidden/>
          </w:rPr>
          <w:t>483</w:t>
        </w:r>
        <w:r>
          <w:rPr>
            <w:webHidden/>
          </w:rPr>
          <w:fldChar w:fldCharType="end"/>
        </w:r>
      </w:hyperlink>
    </w:p>
    <w:p w14:paraId="6B9C1733" w14:textId="1864E80F" w:rsidR="00485B63" w:rsidRDefault="00485B63">
      <w:pPr>
        <w:pStyle w:val="TM2"/>
        <w:rPr>
          <w:rFonts w:asciiTheme="minorHAnsi" w:eastAsiaTheme="minorEastAsia" w:hAnsiTheme="minorHAnsi" w:cstheme="minorBidi"/>
          <w:color w:val="auto"/>
          <w:kern w:val="2"/>
          <w:sz w:val="24"/>
          <w14:ligatures w14:val="standardContextual"/>
        </w:rPr>
      </w:pPr>
      <w:hyperlink w:anchor="_Toc202279575" w:history="1">
        <w:r w:rsidRPr="00E73709">
          <w:rPr>
            <w:rStyle w:val="Lienhypertexte"/>
          </w:rPr>
          <w:t>XXII</w:t>
        </w:r>
        <w:r>
          <w:rPr>
            <w:webHidden/>
          </w:rPr>
          <w:tab/>
        </w:r>
        <w:r>
          <w:rPr>
            <w:webHidden/>
          </w:rPr>
          <w:fldChar w:fldCharType="begin"/>
        </w:r>
        <w:r>
          <w:rPr>
            <w:webHidden/>
          </w:rPr>
          <w:instrText xml:space="preserve"> PAGEREF _Toc202279575 \h </w:instrText>
        </w:r>
        <w:r>
          <w:rPr>
            <w:webHidden/>
          </w:rPr>
        </w:r>
        <w:r>
          <w:rPr>
            <w:webHidden/>
          </w:rPr>
          <w:fldChar w:fldCharType="separate"/>
        </w:r>
        <w:r w:rsidR="00842A53">
          <w:rPr>
            <w:webHidden/>
          </w:rPr>
          <w:t>492</w:t>
        </w:r>
        <w:r>
          <w:rPr>
            <w:webHidden/>
          </w:rPr>
          <w:fldChar w:fldCharType="end"/>
        </w:r>
      </w:hyperlink>
    </w:p>
    <w:p w14:paraId="5E32EDE5" w14:textId="6870AC39" w:rsidR="00485B63" w:rsidRDefault="00485B63">
      <w:pPr>
        <w:pStyle w:val="TM2"/>
        <w:rPr>
          <w:rFonts w:asciiTheme="minorHAnsi" w:eastAsiaTheme="minorEastAsia" w:hAnsiTheme="minorHAnsi" w:cstheme="minorBidi"/>
          <w:color w:val="auto"/>
          <w:kern w:val="2"/>
          <w:sz w:val="24"/>
          <w14:ligatures w14:val="standardContextual"/>
        </w:rPr>
      </w:pPr>
      <w:hyperlink w:anchor="_Toc202279576" w:history="1">
        <w:r w:rsidRPr="00E73709">
          <w:rPr>
            <w:rStyle w:val="Lienhypertexte"/>
          </w:rPr>
          <w:t>XXIII</w:t>
        </w:r>
        <w:r>
          <w:rPr>
            <w:webHidden/>
          </w:rPr>
          <w:tab/>
        </w:r>
        <w:r>
          <w:rPr>
            <w:webHidden/>
          </w:rPr>
          <w:fldChar w:fldCharType="begin"/>
        </w:r>
        <w:r>
          <w:rPr>
            <w:webHidden/>
          </w:rPr>
          <w:instrText xml:space="preserve"> PAGEREF _Toc202279576 \h </w:instrText>
        </w:r>
        <w:r>
          <w:rPr>
            <w:webHidden/>
          </w:rPr>
        </w:r>
        <w:r>
          <w:rPr>
            <w:webHidden/>
          </w:rPr>
          <w:fldChar w:fldCharType="separate"/>
        </w:r>
        <w:r w:rsidR="00842A53">
          <w:rPr>
            <w:webHidden/>
          </w:rPr>
          <w:t>500</w:t>
        </w:r>
        <w:r>
          <w:rPr>
            <w:webHidden/>
          </w:rPr>
          <w:fldChar w:fldCharType="end"/>
        </w:r>
      </w:hyperlink>
    </w:p>
    <w:p w14:paraId="62DD5975" w14:textId="22D3254B" w:rsidR="00485B63" w:rsidRDefault="00485B63">
      <w:pPr>
        <w:pStyle w:val="TM2"/>
        <w:rPr>
          <w:rFonts w:asciiTheme="minorHAnsi" w:eastAsiaTheme="minorEastAsia" w:hAnsiTheme="minorHAnsi" w:cstheme="minorBidi"/>
          <w:color w:val="auto"/>
          <w:kern w:val="2"/>
          <w:sz w:val="24"/>
          <w14:ligatures w14:val="standardContextual"/>
        </w:rPr>
      </w:pPr>
      <w:hyperlink w:anchor="_Toc202279577" w:history="1">
        <w:r w:rsidRPr="00E73709">
          <w:rPr>
            <w:rStyle w:val="Lienhypertexte"/>
          </w:rPr>
          <w:t>XXIV</w:t>
        </w:r>
        <w:r>
          <w:rPr>
            <w:webHidden/>
          </w:rPr>
          <w:tab/>
        </w:r>
        <w:r>
          <w:rPr>
            <w:webHidden/>
          </w:rPr>
          <w:fldChar w:fldCharType="begin"/>
        </w:r>
        <w:r>
          <w:rPr>
            <w:webHidden/>
          </w:rPr>
          <w:instrText xml:space="preserve"> PAGEREF _Toc202279577 \h </w:instrText>
        </w:r>
        <w:r>
          <w:rPr>
            <w:webHidden/>
          </w:rPr>
        </w:r>
        <w:r>
          <w:rPr>
            <w:webHidden/>
          </w:rPr>
          <w:fldChar w:fldCharType="separate"/>
        </w:r>
        <w:r w:rsidR="00842A53">
          <w:rPr>
            <w:webHidden/>
          </w:rPr>
          <w:t>515</w:t>
        </w:r>
        <w:r>
          <w:rPr>
            <w:webHidden/>
          </w:rPr>
          <w:fldChar w:fldCharType="end"/>
        </w:r>
      </w:hyperlink>
    </w:p>
    <w:p w14:paraId="60BDD397" w14:textId="556B89B0" w:rsidR="00485B63" w:rsidRDefault="00485B63">
      <w:pPr>
        <w:pStyle w:val="TM2"/>
        <w:rPr>
          <w:rFonts w:asciiTheme="minorHAnsi" w:eastAsiaTheme="minorEastAsia" w:hAnsiTheme="minorHAnsi" w:cstheme="minorBidi"/>
          <w:color w:val="auto"/>
          <w:kern w:val="2"/>
          <w:sz w:val="24"/>
          <w14:ligatures w14:val="standardContextual"/>
        </w:rPr>
      </w:pPr>
      <w:hyperlink w:anchor="_Toc202279578" w:history="1">
        <w:r w:rsidRPr="00E73709">
          <w:rPr>
            <w:rStyle w:val="Lienhypertexte"/>
          </w:rPr>
          <w:t>XXV</w:t>
        </w:r>
        <w:r>
          <w:rPr>
            <w:webHidden/>
          </w:rPr>
          <w:tab/>
        </w:r>
        <w:r>
          <w:rPr>
            <w:webHidden/>
          </w:rPr>
          <w:fldChar w:fldCharType="begin"/>
        </w:r>
        <w:r>
          <w:rPr>
            <w:webHidden/>
          </w:rPr>
          <w:instrText xml:space="preserve"> PAGEREF _Toc202279578 \h </w:instrText>
        </w:r>
        <w:r>
          <w:rPr>
            <w:webHidden/>
          </w:rPr>
        </w:r>
        <w:r>
          <w:rPr>
            <w:webHidden/>
          </w:rPr>
          <w:fldChar w:fldCharType="separate"/>
        </w:r>
        <w:r w:rsidR="00842A53">
          <w:rPr>
            <w:webHidden/>
          </w:rPr>
          <w:t>525</w:t>
        </w:r>
        <w:r>
          <w:rPr>
            <w:webHidden/>
          </w:rPr>
          <w:fldChar w:fldCharType="end"/>
        </w:r>
      </w:hyperlink>
    </w:p>
    <w:p w14:paraId="6D6B2BE2" w14:textId="7A48495F" w:rsidR="00485B63" w:rsidRDefault="00485B63">
      <w:pPr>
        <w:pStyle w:val="TM2"/>
        <w:rPr>
          <w:rFonts w:asciiTheme="minorHAnsi" w:eastAsiaTheme="minorEastAsia" w:hAnsiTheme="minorHAnsi" w:cstheme="minorBidi"/>
          <w:color w:val="auto"/>
          <w:kern w:val="2"/>
          <w:sz w:val="24"/>
          <w14:ligatures w14:val="standardContextual"/>
        </w:rPr>
      </w:pPr>
      <w:hyperlink w:anchor="_Toc202279579" w:history="1">
        <w:r w:rsidRPr="00E73709">
          <w:rPr>
            <w:rStyle w:val="Lienhypertexte"/>
          </w:rPr>
          <w:t>XXVI</w:t>
        </w:r>
        <w:r>
          <w:rPr>
            <w:webHidden/>
          </w:rPr>
          <w:tab/>
        </w:r>
        <w:r>
          <w:rPr>
            <w:webHidden/>
          </w:rPr>
          <w:fldChar w:fldCharType="begin"/>
        </w:r>
        <w:r>
          <w:rPr>
            <w:webHidden/>
          </w:rPr>
          <w:instrText xml:space="preserve"> PAGEREF _Toc202279579 \h </w:instrText>
        </w:r>
        <w:r>
          <w:rPr>
            <w:webHidden/>
          </w:rPr>
        </w:r>
        <w:r>
          <w:rPr>
            <w:webHidden/>
          </w:rPr>
          <w:fldChar w:fldCharType="separate"/>
        </w:r>
        <w:r w:rsidR="00842A53">
          <w:rPr>
            <w:webHidden/>
          </w:rPr>
          <w:t>536</w:t>
        </w:r>
        <w:r>
          <w:rPr>
            <w:webHidden/>
          </w:rPr>
          <w:fldChar w:fldCharType="end"/>
        </w:r>
      </w:hyperlink>
    </w:p>
    <w:p w14:paraId="437F69BF" w14:textId="5622A0A8" w:rsidR="00485B63" w:rsidRDefault="00485B63">
      <w:pPr>
        <w:pStyle w:val="TM2"/>
        <w:rPr>
          <w:rFonts w:asciiTheme="minorHAnsi" w:eastAsiaTheme="minorEastAsia" w:hAnsiTheme="minorHAnsi" w:cstheme="minorBidi"/>
          <w:color w:val="auto"/>
          <w:kern w:val="2"/>
          <w:sz w:val="24"/>
          <w14:ligatures w14:val="standardContextual"/>
        </w:rPr>
      </w:pPr>
      <w:hyperlink w:anchor="_Toc202279580" w:history="1">
        <w:r w:rsidRPr="00E73709">
          <w:rPr>
            <w:rStyle w:val="Lienhypertexte"/>
          </w:rPr>
          <w:t>XXVII</w:t>
        </w:r>
        <w:r>
          <w:rPr>
            <w:webHidden/>
          </w:rPr>
          <w:tab/>
        </w:r>
        <w:r>
          <w:rPr>
            <w:webHidden/>
          </w:rPr>
          <w:fldChar w:fldCharType="begin"/>
        </w:r>
        <w:r>
          <w:rPr>
            <w:webHidden/>
          </w:rPr>
          <w:instrText xml:space="preserve"> PAGEREF _Toc202279580 \h </w:instrText>
        </w:r>
        <w:r>
          <w:rPr>
            <w:webHidden/>
          </w:rPr>
        </w:r>
        <w:r>
          <w:rPr>
            <w:webHidden/>
          </w:rPr>
          <w:fldChar w:fldCharType="separate"/>
        </w:r>
        <w:r w:rsidR="00842A53">
          <w:rPr>
            <w:webHidden/>
          </w:rPr>
          <w:t>546</w:t>
        </w:r>
        <w:r>
          <w:rPr>
            <w:webHidden/>
          </w:rPr>
          <w:fldChar w:fldCharType="end"/>
        </w:r>
      </w:hyperlink>
    </w:p>
    <w:p w14:paraId="0A08ACEA" w14:textId="321D3D8D" w:rsidR="00485B63" w:rsidRDefault="00485B63">
      <w:pPr>
        <w:pStyle w:val="TM2"/>
        <w:rPr>
          <w:rFonts w:asciiTheme="minorHAnsi" w:eastAsiaTheme="minorEastAsia" w:hAnsiTheme="minorHAnsi" w:cstheme="minorBidi"/>
          <w:color w:val="auto"/>
          <w:kern w:val="2"/>
          <w:sz w:val="24"/>
          <w14:ligatures w14:val="standardContextual"/>
        </w:rPr>
      </w:pPr>
      <w:hyperlink w:anchor="_Toc202279581" w:history="1">
        <w:r w:rsidRPr="00E73709">
          <w:rPr>
            <w:rStyle w:val="Lienhypertexte"/>
          </w:rPr>
          <w:t>XXVIII</w:t>
        </w:r>
        <w:r>
          <w:rPr>
            <w:webHidden/>
          </w:rPr>
          <w:tab/>
        </w:r>
        <w:r>
          <w:rPr>
            <w:webHidden/>
          </w:rPr>
          <w:fldChar w:fldCharType="begin"/>
        </w:r>
        <w:r>
          <w:rPr>
            <w:webHidden/>
          </w:rPr>
          <w:instrText xml:space="preserve"> PAGEREF _Toc202279581 \h </w:instrText>
        </w:r>
        <w:r>
          <w:rPr>
            <w:webHidden/>
          </w:rPr>
        </w:r>
        <w:r>
          <w:rPr>
            <w:webHidden/>
          </w:rPr>
          <w:fldChar w:fldCharType="separate"/>
        </w:r>
        <w:r w:rsidR="00842A53">
          <w:rPr>
            <w:webHidden/>
          </w:rPr>
          <w:t>554</w:t>
        </w:r>
        <w:r>
          <w:rPr>
            <w:webHidden/>
          </w:rPr>
          <w:fldChar w:fldCharType="end"/>
        </w:r>
      </w:hyperlink>
    </w:p>
    <w:p w14:paraId="09DE4F66" w14:textId="70C48CB8" w:rsidR="00485B63" w:rsidRDefault="00485B63">
      <w:pPr>
        <w:pStyle w:val="TM2"/>
        <w:rPr>
          <w:rFonts w:asciiTheme="minorHAnsi" w:eastAsiaTheme="minorEastAsia" w:hAnsiTheme="minorHAnsi" w:cstheme="minorBidi"/>
          <w:color w:val="auto"/>
          <w:kern w:val="2"/>
          <w:sz w:val="24"/>
          <w14:ligatures w14:val="standardContextual"/>
        </w:rPr>
      </w:pPr>
      <w:hyperlink w:anchor="_Toc202279582" w:history="1">
        <w:r w:rsidRPr="00E73709">
          <w:rPr>
            <w:rStyle w:val="Lienhypertexte"/>
          </w:rPr>
          <w:t>XXIX</w:t>
        </w:r>
        <w:r>
          <w:rPr>
            <w:webHidden/>
          </w:rPr>
          <w:tab/>
        </w:r>
        <w:r>
          <w:rPr>
            <w:webHidden/>
          </w:rPr>
          <w:fldChar w:fldCharType="begin"/>
        </w:r>
        <w:r>
          <w:rPr>
            <w:webHidden/>
          </w:rPr>
          <w:instrText xml:space="preserve"> PAGEREF _Toc202279582 \h </w:instrText>
        </w:r>
        <w:r>
          <w:rPr>
            <w:webHidden/>
          </w:rPr>
        </w:r>
        <w:r>
          <w:rPr>
            <w:webHidden/>
          </w:rPr>
          <w:fldChar w:fldCharType="separate"/>
        </w:r>
        <w:r w:rsidR="00842A53">
          <w:rPr>
            <w:webHidden/>
          </w:rPr>
          <w:t>562</w:t>
        </w:r>
        <w:r>
          <w:rPr>
            <w:webHidden/>
          </w:rPr>
          <w:fldChar w:fldCharType="end"/>
        </w:r>
      </w:hyperlink>
    </w:p>
    <w:p w14:paraId="3098ACFC" w14:textId="15F8EBCE" w:rsidR="00485B63" w:rsidRDefault="00485B63">
      <w:pPr>
        <w:pStyle w:val="TM1"/>
        <w:rPr>
          <w:rFonts w:asciiTheme="minorHAnsi" w:eastAsiaTheme="minorEastAsia" w:hAnsiTheme="minorHAnsi" w:cstheme="minorBidi"/>
          <w:bCs w:val="0"/>
          <w:iCs w:val="0"/>
          <w:color w:val="auto"/>
          <w:kern w:val="2"/>
          <w:sz w:val="24"/>
          <w:szCs w:val="24"/>
          <w14:ligatures w14:val="standardContextual"/>
        </w:rPr>
      </w:pPr>
      <w:hyperlink w:anchor="_Toc202279583" w:history="1">
        <w:r w:rsidRPr="00E73709">
          <w:rPr>
            <w:rStyle w:val="Lienhypertexte"/>
          </w:rPr>
          <w:t>À propos de cette édition électronique</w:t>
        </w:r>
        <w:r>
          <w:rPr>
            <w:webHidden/>
          </w:rPr>
          <w:tab/>
        </w:r>
        <w:r>
          <w:rPr>
            <w:webHidden/>
          </w:rPr>
          <w:fldChar w:fldCharType="begin"/>
        </w:r>
        <w:r>
          <w:rPr>
            <w:webHidden/>
          </w:rPr>
          <w:instrText xml:space="preserve"> PAGEREF _Toc202279583 \h </w:instrText>
        </w:r>
        <w:r>
          <w:rPr>
            <w:webHidden/>
          </w:rPr>
        </w:r>
        <w:r>
          <w:rPr>
            <w:webHidden/>
          </w:rPr>
          <w:fldChar w:fldCharType="separate"/>
        </w:r>
        <w:r w:rsidR="00842A53">
          <w:rPr>
            <w:webHidden/>
          </w:rPr>
          <w:t>573</w:t>
        </w:r>
        <w:r>
          <w:rPr>
            <w:webHidden/>
          </w:rPr>
          <w:fldChar w:fldCharType="end"/>
        </w:r>
      </w:hyperlink>
    </w:p>
    <w:p w14:paraId="390E2407" w14:textId="6C310A79" w:rsidR="00033562" w:rsidRDefault="00033562">
      <w:r>
        <w:fldChar w:fldCharType="end"/>
      </w:r>
    </w:p>
    <w:p w14:paraId="6E8903BF" w14:textId="1C92AF5B" w:rsidR="00530790" w:rsidRPr="003B37B8" w:rsidRDefault="00530790" w:rsidP="001C0413">
      <w:pPr>
        <w:pStyle w:val="Titre1"/>
      </w:pPr>
      <w:bookmarkStart w:id="0" w:name="_Toc202279521"/>
      <w:r w:rsidRPr="003B37B8">
        <w:lastRenderedPageBreak/>
        <w:t>UNE VISITE À ANNA ZALOMOVA</w:t>
      </w:r>
      <w:r w:rsidR="001C0413">
        <w:br/>
      </w:r>
      <w:r>
        <w:br/>
      </w:r>
      <w:r w:rsidRPr="0056501E">
        <w:rPr>
          <w:i/>
          <w:iCs/>
        </w:rPr>
        <w:t>l</w:t>
      </w:r>
      <w:r w:rsidR="001C0413" w:rsidRPr="0056501E">
        <w:rPr>
          <w:i/>
          <w:iCs/>
        </w:rPr>
        <w:t>’</w:t>
      </w:r>
      <w:r w:rsidRPr="0056501E">
        <w:rPr>
          <w:i/>
          <w:iCs/>
        </w:rPr>
        <w:t xml:space="preserve">héroïne de la </w:t>
      </w:r>
      <w:r w:rsidRPr="0056501E">
        <w:t>Mère</w:t>
      </w:r>
      <w:r w:rsidR="001C0413" w:rsidRPr="0056501E">
        <w:rPr>
          <w:i/>
          <w:iCs/>
        </w:rPr>
        <w:t>.</w:t>
      </w:r>
      <w:bookmarkEnd w:id="0"/>
      <w:r w:rsidR="001C0413" w:rsidRPr="0056501E">
        <w:rPr>
          <w:i/>
          <w:iCs/>
        </w:rPr>
        <w:br/>
      </w:r>
    </w:p>
    <w:p w14:paraId="6E264CAC" w14:textId="77777777" w:rsidR="001C0413" w:rsidRDefault="00530790" w:rsidP="001C0413">
      <w:r w:rsidRPr="005D5566">
        <w:t>À deux kilomètres de la ville de Gorki</w:t>
      </w:r>
      <w:r w:rsidRPr="005D5566">
        <w:rPr>
          <w:rStyle w:val="Appelnotedebasdep"/>
        </w:rPr>
        <w:footnoteReference w:id="1"/>
      </w:r>
      <w:r w:rsidR="001C0413">
        <w:t xml:space="preserve">, </w:t>
      </w:r>
      <w:r w:rsidRPr="005D5566">
        <w:t>dans une petite pièce d</w:t>
      </w:r>
      <w:r w:rsidR="001C0413">
        <w:t>’</w:t>
      </w:r>
      <w:r w:rsidRPr="005D5566">
        <w:t>une bourgade ouvrière</w:t>
      </w:r>
      <w:r w:rsidR="001C0413">
        <w:t xml:space="preserve">, </w:t>
      </w:r>
      <w:r w:rsidRPr="005D5566">
        <w:t>une mère tricote des chaussettes pour en faire cadeau à son fils</w:t>
      </w:r>
      <w:r w:rsidR="001C0413">
        <w:t xml:space="preserve">. </w:t>
      </w:r>
      <w:r w:rsidRPr="005D5566">
        <w:t>Elle a un sourire caressant</w:t>
      </w:r>
      <w:r w:rsidR="001C0413">
        <w:t xml:space="preserve"> ; </w:t>
      </w:r>
      <w:r w:rsidRPr="005D5566">
        <w:t>derrière les lunettes</w:t>
      </w:r>
      <w:r w:rsidR="001C0413">
        <w:t xml:space="preserve">, </w:t>
      </w:r>
      <w:r w:rsidRPr="005D5566">
        <w:t>son regard est étonnamment vif et intelligent</w:t>
      </w:r>
      <w:r w:rsidR="001C0413">
        <w:t xml:space="preserve">. </w:t>
      </w:r>
      <w:r w:rsidRPr="005D5566">
        <w:t>Des mèches argentées lui tombent sur le front</w:t>
      </w:r>
      <w:r w:rsidR="001C0413">
        <w:t xml:space="preserve">. </w:t>
      </w:r>
      <w:r w:rsidRPr="005D5566">
        <w:t>Cette femme est encore vaillante</w:t>
      </w:r>
      <w:r w:rsidR="001C0413">
        <w:t xml:space="preserve">, </w:t>
      </w:r>
      <w:r w:rsidRPr="005D5566">
        <w:t>forte</w:t>
      </w:r>
      <w:r w:rsidR="001C0413">
        <w:t xml:space="preserve">, </w:t>
      </w:r>
      <w:r w:rsidRPr="005D5566">
        <w:t>joyeuse de vivre</w:t>
      </w:r>
      <w:r w:rsidR="001C0413">
        <w:t>.</w:t>
      </w:r>
    </w:p>
    <w:p w14:paraId="2B4E1F9F" w14:textId="77777777" w:rsidR="001C0413" w:rsidRDefault="00530790" w:rsidP="001C0413">
      <w:pPr>
        <w:rPr>
          <w:szCs w:val="32"/>
        </w:rPr>
      </w:pPr>
      <w:r w:rsidRPr="005D5566">
        <w:rPr>
          <w:szCs w:val="32"/>
        </w:rPr>
        <w:t>C</w:t>
      </w:r>
      <w:r w:rsidR="001C0413">
        <w:rPr>
          <w:szCs w:val="32"/>
        </w:rPr>
        <w:t>’</w:t>
      </w:r>
      <w:r w:rsidRPr="005D5566">
        <w:rPr>
          <w:szCs w:val="32"/>
        </w:rPr>
        <w:t>est Anna Kirillovna Zaloniova</w:t>
      </w:r>
      <w:r w:rsidR="001C0413">
        <w:rPr>
          <w:szCs w:val="32"/>
        </w:rPr>
        <w:t xml:space="preserve">, </w:t>
      </w:r>
      <w:r w:rsidRPr="005D5566">
        <w:rPr>
          <w:i/>
          <w:iCs/>
          <w:szCs w:val="32"/>
        </w:rPr>
        <w:t xml:space="preserve">que </w:t>
      </w:r>
      <w:r w:rsidRPr="005D5566">
        <w:rPr>
          <w:szCs w:val="32"/>
        </w:rPr>
        <w:t>des millions de lecteurs connaissent sous le nom de Pélaguée Nilovna Vlassova</w:t>
      </w:r>
      <w:r w:rsidR="001C0413">
        <w:rPr>
          <w:szCs w:val="32"/>
        </w:rPr>
        <w:t xml:space="preserve">, </w:t>
      </w:r>
      <w:r w:rsidRPr="005D5566">
        <w:rPr>
          <w:szCs w:val="32"/>
        </w:rPr>
        <w:t>héroïne du roman de Maxime Gorki</w:t>
      </w:r>
      <w:r w:rsidR="001C0413">
        <w:rPr>
          <w:szCs w:val="32"/>
        </w:rPr>
        <w:t xml:space="preserve">, </w:t>
      </w:r>
      <w:r w:rsidRPr="005D5566">
        <w:rPr>
          <w:i/>
          <w:iCs/>
          <w:szCs w:val="32"/>
        </w:rPr>
        <w:t>la Mère</w:t>
      </w:r>
      <w:r w:rsidR="001C0413">
        <w:rPr>
          <w:i/>
          <w:iCs/>
          <w:szCs w:val="32"/>
        </w:rPr>
        <w:t xml:space="preserve">. </w:t>
      </w:r>
      <w:r w:rsidRPr="005D5566">
        <w:rPr>
          <w:szCs w:val="32"/>
        </w:rPr>
        <w:t>Elle est âgée de 85 ans</w:t>
      </w:r>
      <w:r w:rsidR="001C0413">
        <w:rPr>
          <w:szCs w:val="32"/>
        </w:rPr>
        <w:t xml:space="preserve">. </w:t>
      </w:r>
      <w:r w:rsidRPr="005D5566">
        <w:rPr>
          <w:szCs w:val="32"/>
        </w:rPr>
        <w:t>Elle a dix-huit petits-fils et douze arrière-petits-fils</w:t>
      </w:r>
      <w:r w:rsidR="001C0413">
        <w:rPr>
          <w:szCs w:val="32"/>
        </w:rPr>
        <w:t xml:space="preserve">. </w:t>
      </w:r>
      <w:r w:rsidRPr="005D5566">
        <w:rPr>
          <w:szCs w:val="32"/>
        </w:rPr>
        <w:t>Son beau cœur est toujours le même</w:t>
      </w:r>
      <w:r w:rsidR="001C0413">
        <w:rPr>
          <w:szCs w:val="32"/>
        </w:rPr>
        <w:t xml:space="preserve"> ; </w:t>
      </w:r>
      <w:r w:rsidRPr="005D5566">
        <w:rPr>
          <w:szCs w:val="32"/>
        </w:rPr>
        <w:t>elle se réjouit des victoires de l</w:t>
      </w:r>
      <w:r w:rsidR="001C0413">
        <w:rPr>
          <w:szCs w:val="32"/>
        </w:rPr>
        <w:t>’</w:t>
      </w:r>
      <w:r w:rsidRPr="005D5566">
        <w:rPr>
          <w:szCs w:val="32"/>
        </w:rPr>
        <w:t>édification socialiste</w:t>
      </w:r>
      <w:r w:rsidR="001C0413">
        <w:rPr>
          <w:szCs w:val="32"/>
        </w:rPr>
        <w:t xml:space="preserve">, </w:t>
      </w:r>
      <w:r w:rsidRPr="005D5566">
        <w:rPr>
          <w:szCs w:val="32"/>
        </w:rPr>
        <w:t>de la réalisation de l</w:t>
      </w:r>
      <w:r w:rsidR="001C0413">
        <w:rPr>
          <w:szCs w:val="32"/>
        </w:rPr>
        <w:t>’</w:t>
      </w:r>
      <w:r w:rsidRPr="005D5566">
        <w:rPr>
          <w:szCs w:val="32"/>
        </w:rPr>
        <w:t>idéal pour lequel avait lutté son fils préféré</w:t>
      </w:r>
      <w:r w:rsidR="001C0413">
        <w:rPr>
          <w:szCs w:val="32"/>
        </w:rPr>
        <w:t xml:space="preserve">, </w:t>
      </w:r>
      <w:r w:rsidRPr="005D5566">
        <w:rPr>
          <w:szCs w:val="32"/>
        </w:rPr>
        <w:t>Piotr Zalomov</w:t>
      </w:r>
      <w:r w:rsidR="001C0413">
        <w:rPr>
          <w:szCs w:val="32"/>
        </w:rPr>
        <w:t xml:space="preserve">, </w:t>
      </w:r>
      <w:r w:rsidRPr="005D5566">
        <w:rPr>
          <w:szCs w:val="32"/>
        </w:rPr>
        <w:t>le Pavel Vlassov du roman</w:t>
      </w:r>
      <w:r w:rsidR="001C0413">
        <w:rPr>
          <w:szCs w:val="32"/>
        </w:rPr>
        <w:t>.</w:t>
      </w:r>
    </w:p>
    <w:p w14:paraId="44C2CC5C" w14:textId="466D8339" w:rsidR="001C0413" w:rsidRDefault="0056501E" w:rsidP="0056501E">
      <w:pPr>
        <w:pStyle w:val="Etoile"/>
      </w:pPr>
      <w:r>
        <w:t>* * *</w:t>
      </w:r>
    </w:p>
    <w:p w14:paraId="3413DB83" w14:textId="23E46F3C" w:rsidR="001C0413" w:rsidRDefault="00530790" w:rsidP="001C0413">
      <w:r w:rsidRPr="005D5566">
        <w:t xml:space="preserve">Nous faisons </w:t>
      </w:r>
      <w:r w:rsidRPr="005D5566">
        <w:rPr>
          <w:bCs/>
        </w:rPr>
        <w:t xml:space="preserve">connaissance </w:t>
      </w:r>
      <w:r w:rsidR="009D3A87">
        <w:t>de</w:t>
      </w:r>
      <w:r w:rsidR="009D3A87" w:rsidRPr="005D5566">
        <w:t xml:space="preserve"> </w:t>
      </w:r>
      <w:r w:rsidRPr="005D5566">
        <w:t xml:space="preserve">la façon la </w:t>
      </w:r>
      <w:r w:rsidRPr="005D5566">
        <w:rPr>
          <w:bCs/>
        </w:rPr>
        <w:t xml:space="preserve">plus </w:t>
      </w:r>
      <w:r w:rsidRPr="005D5566">
        <w:t>simple</w:t>
      </w:r>
      <w:r w:rsidR="001C0413">
        <w:t xml:space="preserve">. </w:t>
      </w:r>
      <w:r w:rsidRPr="005D5566">
        <w:t>Le visage éclairé du sourire extrêmement doux d</w:t>
      </w:r>
      <w:r w:rsidR="001C0413">
        <w:t>’</w:t>
      </w:r>
      <w:r w:rsidRPr="005D5566">
        <w:t>un être d</w:t>
      </w:r>
      <w:r w:rsidR="001C0413">
        <w:t>’</w:t>
      </w:r>
      <w:r w:rsidRPr="005D5566">
        <w:t>une cordialité et d</w:t>
      </w:r>
      <w:r w:rsidR="001C0413">
        <w:t>’</w:t>
      </w:r>
      <w:r w:rsidRPr="005D5566">
        <w:t>une modestie extraordinaires</w:t>
      </w:r>
      <w:r w:rsidR="001C0413">
        <w:t xml:space="preserve">, </w:t>
      </w:r>
      <w:r w:rsidRPr="005D5566">
        <w:t>elle dit</w:t>
      </w:r>
      <w:r w:rsidR="001C0413">
        <w:t> :</w:t>
      </w:r>
    </w:p>
    <w:p w14:paraId="365E5312" w14:textId="77777777" w:rsidR="001C0413" w:rsidRDefault="001C0413" w:rsidP="001C0413">
      <w:r>
        <w:lastRenderedPageBreak/>
        <w:t>— </w:t>
      </w:r>
      <w:r w:rsidR="00530790" w:rsidRPr="005D5566">
        <w:t>Cela fait longtemps</w:t>
      </w:r>
      <w:r>
        <w:t xml:space="preserve">, </w:t>
      </w:r>
      <w:r w:rsidR="00530790" w:rsidRPr="005D5566">
        <w:t>que j</w:t>
      </w:r>
      <w:r>
        <w:t>’</w:t>
      </w:r>
      <w:r w:rsidR="00530790" w:rsidRPr="005D5566">
        <w:t xml:space="preserve">ai lu </w:t>
      </w:r>
      <w:r w:rsidR="00530790" w:rsidRPr="005D5566">
        <w:rPr>
          <w:bCs/>
        </w:rPr>
        <w:t xml:space="preserve">la </w:t>
      </w:r>
      <w:r w:rsidR="00530790" w:rsidRPr="005D5566">
        <w:rPr>
          <w:i/>
          <w:iCs/>
        </w:rPr>
        <w:t>Mère</w:t>
      </w:r>
      <w:r>
        <w:rPr>
          <w:i/>
          <w:iCs/>
        </w:rPr>
        <w:t xml:space="preserve">. </w:t>
      </w:r>
      <w:r w:rsidR="00530790" w:rsidRPr="005D5566">
        <w:t>J</w:t>
      </w:r>
      <w:r>
        <w:t>’</w:t>
      </w:r>
      <w:r w:rsidR="00530790" w:rsidRPr="005D5566">
        <w:t>avais appris qu</w:t>
      </w:r>
      <w:r>
        <w:t>’</w:t>
      </w:r>
      <w:r w:rsidR="00530790" w:rsidRPr="005D5566">
        <w:t>un écrivain nous avait choisis</w:t>
      </w:r>
      <w:r>
        <w:t xml:space="preserve">, </w:t>
      </w:r>
      <w:r w:rsidR="00530790" w:rsidRPr="005D5566">
        <w:t>mon fils et moi</w:t>
      </w:r>
      <w:r>
        <w:t xml:space="preserve">, </w:t>
      </w:r>
      <w:r w:rsidR="00530790" w:rsidRPr="005D5566">
        <w:t>pour sujet de son livre</w:t>
      </w:r>
      <w:r>
        <w:t xml:space="preserve">. </w:t>
      </w:r>
      <w:r w:rsidR="00530790" w:rsidRPr="005D5566">
        <w:t>Lorsque Piotr était en prison</w:t>
      </w:r>
      <w:r>
        <w:t xml:space="preserve">, </w:t>
      </w:r>
      <w:r w:rsidR="00530790" w:rsidRPr="005D5566">
        <w:t>Alexëi Maximovitch</w:t>
      </w:r>
      <w:r w:rsidR="00530790" w:rsidRPr="005D5566">
        <w:rPr>
          <w:rStyle w:val="Appelnotedebasdep"/>
        </w:rPr>
        <w:footnoteReference w:id="2"/>
      </w:r>
      <w:r w:rsidR="00530790" w:rsidRPr="005D5566">
        <w:t xml:space="preserve"> lui portait le dîner</w:t>
      </w:r>
      <w:r>
        <w:t xml:space="preserve">, </w:t>
      </w:r>
      <w:r w:rsidR="00530790" w:rsidRPr="005D5566">
        <w:t>lui envoyait de l</w:t>
      </w:r>
      <w:r>
        <w:t>’</w:t>
      </w:r>
      <w:r w:rsidR="00530790" w:rsidRPr="005D5566">
        <w:t>argent tous les mois</w:t>
      </w:r>
      <w:r>
        <w:t xml:space="preserve">, </w:t>
      </w:r>
      <w:r w:rsidR="00530790" w:rsidRPr="005D5566">
        <w:t>prenait soin de lui</w:t>
      </w:r>
      <w:r>
        <w:t>…</w:t>
      </w:r>
    </w:p>
    <w:p w14:paraId="7B8C8830" w14:textId="77777777" w:rsidR="001C0413" w:rsidRDefault="00530790" w:rsidP="001C0413">
      <w:r w:rsidRPr="005D5566">
        <w:t>Je prie Anna Kirillovna de me parler un peu d</w:t>
      </w:r>
      <w:r w:rsidR="001C0413">
        <w:t>’</w:t>
      </w:r>
      <w:r w:rsidRPr="005D5566">
        <w:t>elle-même</w:t>
      </w:r>
      <w:r w:rsidR="001C0413">
        <w:t>.</w:t>
      </w:r>
    </w:p>
    <w:p w14:paraId="2943C88D" w14:textId="77777777" w:rsidR="001C0413" w:rsidRDefault="00530790" w:rsidP="001C0413">
      <w:r w:rsidRPr="005D5566">
        <w:t>Mais une fois de plus</w:t>
      </w:r>
      <w:r w:rsidR="001C0413">
        <w:t xml:space="preserve">, </w:t>
      </w:r>
      <w:r w:rsidRPr="005D5566">
        <w:rPr>
          <w:bCs/>
        </w:rPr>
        <w:t xml:space="preserve">elle </w:t>
      </w:r>
      <w:r w:rsidRPr="005D5566">
        <w:t>parle de son fils</w:t>
      </w:r>
      <w:r w:rsidR="001C0413">
        <w:t xml:space="preserve">, </w:t>
      </w:r>
      <w:r w:rsidRPr="005D5566">
        <w:t>de son caractère</w:t>
      </w:r>
      <w:r w:rsidR="001C0413">
        <w:t xml:space="preserve">, </w:t>
      </w:r>
      <w:r w:rsidRPr="005D5566">
        <w:t>de sa maîtrise</w:t>
      </w:r>
      <w:r w:rsidR="001C0413">
        <w:t xml:space="preserve">, </w:t>
      </w:r>
      <w:r w:rsidRPr="005D5566">
        <w:t>du passé</w:t>
      </w:r>
      <w:r w:rsidR="001C0413">
        <w:t>.</w:t>
      </w:r>
    </w:p>
    <w:p w14:paraId="2A754F64" w14:textId="332DC434" w:rsidR="001C0413" w:rsidRDefault="001C0413" w:rsidP="001C0413">
      <w:r>
        <w:t>— </w:t>
      </w:r>
      <w:r w:rsidR="00530790" w:rsidRPr="005D5566">
        <w:t>Il est tellement obstiné</w:t>
      </w:r>
      <w:r>
        <w:t xml:space="preserve">, </w:t>
      </w:r>
      <w:r w:rsidR="00530790" w:rsidRPr="005D5566">
        <w:t>mon fils</w:t>
      </w:r>
      <w:r>
        <w:t xml:space="preserve">… </w:t>
      </w:r>
      <w:r w:rsidR="00530790" w:rsidRPr="005D5566">
        <w:t xml:space="preserve">Le </w:t>
      </w:r>
      <w:r w:rsidRPr="005D5566">
        <w:t>1</w:t>
      </w:r>
      <w:r w:rsidRPr="001C0413">
        <w:rPr>
          <w:vertAlign w:val="superscript"/>
        </w:rPr>
        <w:t>er</w:t>
      </w:r>
      <w:r>
        <w:t> </w:t>
      </w:r>
      <w:r w:rsidRPr="005D5566">
        <w:t>mai</w:t>
      </w:r>
      <w:r>
        <w:t xml:space="preserve">, </w:t>
      </w:r>
      <w:r w:rsidR="00530790" w:rsidRPr="005D5566">
        <w:t>à Sormovo</w:t>
      </w:r>
      <w:r>
        <w:t xml:space="preserve">, </w:t>
      </w:r>
      <w:r w:rsidR="00530790" w:rsidRPr="005D5566">
        <w:t>il y eut cinq cents manifestants</w:t>
      </w:r>
      <w:r>
        <w:t xml:space="preserve">, </w:t>
      </w:r>
      <w:r w:rsidR="00530790" w:rsidRPr="005D5566">
        <w:t>mais on n</w:t>
      </w:r>
      <w:r>
        <w:t>’</w:t>
      </w:r>
      <w:r w:rsidR="00530790" w:rsidRPr="005D5566">
        <w:t>en a arrêté que sept</w:t>
      </w:r>
      <w:r>
        <w:t xml:space="preserve">. </w:t>
      </w:r>
      <w:r w:rsidR="00530790" w:rsidRPr="005D5566">
        <w:t>Dertev et Moïsséev</w:t>
      </w:r>
      <w:r>
        <w:t xml:space="preserve">, </w:t>
      </w:r>
      <w:r w:rsidR="00530790" w:rsidRPr="005D5566">
        <w:t>des étudiants</w:t>
      </w:r>
      <w:r>
        <w:t xml:space="preserve">, </w:t>
      </w:r>
      <w:r w:rsidR="00530790" w:rsidRPr="005D5566">
        <w:t>Piotr</w:t>
      </w:r>
      <w:r>
        <w:t xml:space="preserve">, </w:t>
      </w:r>
      <w:r w:rsidR="00530790" w:rsidRPr="005D5566">
        <w:t>le serrurier Samyline</w:t>
      </w:r>
      <w:r>
        <w:t xml:space="preserve">, </w:t>
      </w:r>
      <w:r w:rsidR="00530790" w:rsidRPr="005D5566">
        <w:t>et un autre</w:t>
      </w:r>
      <w:r>
        <w:t xml:space="preserve">, </w:t>
      </w:r>
      <w:r w:rsidR="00530790" w:rsidRPr="005D5566">
        <w:t>je ne sais plus qui</w:t>
      </w:r>
      <w:r>
        <w:t xml:space="preserve">… </w:t>
      </w:r>
      <w:r w:rsidR="00530790" w:rsidRPr="005D5566">
        <w:t>Le lendemain</w:t>
      </w:r>
      <w:r>
        <w:t xml:space="preserve">, </w:t>
      </w:r>
      <w:r w:rsidR="00530790" w:rsidRPr="005D5566">
        <w:t>j</w:t>
      </w:r>
      <w:r>
        <w:t>’</w:t>
      </w:r>
      <w:r w:rsidR="00530790" w:rsidRPr="005D5566">
        <w:t>allai chez ma fille</w:t>
      </w:r>
      <w:r>
        <w:t xml:space="preserve">, </w:t>
      </w:r>
      <w:r w:rsidR="00530790" w:rsidRPr="005D5566">
        <w:t>pour savoir ce qu</w:t>
      </w:r>
      <w:r>
        <w:t>’</w:t>
      </w:r>
      <w:r w:rsidR="00530790" w:rsidRPr="005D5566">
        <w:t>il était advenu de mon fils</w:t>
      </w:r>
      <w:r>
        <w:t xml:space="preserve">… </w:t>
      </w:r>
      <w:r w:rsidR="00530790" w:rsidRPr="005D5566">
        <w:t>À cette époque-là</w:t>
      </w:r>
      <w:r>
        <w:t xml:space="preserve">, </w:t>
      </w:r>
      <w:r w:rsidR="00530790" w:rsidRPr="005D5566">
        <w:t>il vivait chez elle</w:t>
      </w:r>
      <w:r>
        <w:t xml:space="preserve">. </w:t>
      </w:r>
      <w:r w:rsidR="00530790" w:rsidRPr="005D5566">
        <w:t>Chemin faisant</w:t>
      </w:r>
      <w:r>
        <w:t xml:space="preserve">, </w:t>
      </w:r>
      <w:r w:rsidR="00530790" w:rsidRPr="005D5566">
        <w:t>je rencontrai une femme</w:t>
      </w:r>
      <w:r>
        <w:t> :</w:t>
      </w:r>
    </w:p>
    <w:p w14:paraId="76E3B97E" w14:textId="77777777" w:rsidR="001C0413" w:rsidRDefault="001C0413" w:rsidP="001C0413">
      <w:r>
        <w:t>« </w:t>
      </w:r>
      <w:r w:rsidR="00530790" w:rsidRPr="005D5566">
        <w:t>Où vas-tu</w:t>
      </w:r>
      <w:r>
        <w:t xml:space="preserve"> ? </w:t>
      </w:r>
      <w:r w:rsidR="00530790" w:rsidRPr="005D5566">
        <w:t>Sais-tu</w:t>
      </w:r>
      <w:r>
        <w:t xml:space="preserve">, </w:t>
      </w:r>
      <w:r w:rsidR="00530790" w:rsidRPr="005D5566">
        <w:t>le meneur</w:t>
      </w:r>
      <w:r>
        <w:t xml:space="preserve">, </w:t>
      </w:r>
      <w:r w:rsidR="00530790" w:rsidRPr="005D5566">
        <w:t>celui qui portait le drapeau</w:t>
      </w:r>
      <w:r>
        <w:t xml:space="preserve">, </w:t>
      </w:r>
      <w:r w:rsidR="00530790" w:rsidRPr="005D5566">
        <w:t>on l</w:t>
      </w:r>
      <w:r>
        <w:t>’</w:t>
      </w:r>
      <w:r w:rsidR="00530790" w:rsidRPr="005D5566">
        <w:t>a blessé à coups de baïonnette</w:t>
      </w:r>
      <w:r>
        <w:t xml:space="preserve">… </w:t>
      </w:r>
      <w:r w:rsidR="00530790" w:rsidRPr="005D5566">
        <w:t>C</w:t>
      </w:r>
      <w:r>
        <w:t>’</w:t>
      </w:r>
      <w:r w:rsidR="00530790" w:rsidRPr="005D5566">
        <w:t>est pas assez</w:t>
      </w:r>
      <w:r>
        <w:t xml:space="preserve"> : </w:t>
      </w:r>
      <w:r w:rsidR="00530790" w:rsidRPr="005D5566">
        <w:t>il aurait fallu le tuer</w:t>
      </w:r>
      <w:r>
        <w:t>.</w:t>
      </w:r>
    </w:p>
    <w:p w14:paraId="2C66B66B" w14:textId="77777777" w:rsidR="001C0413" w:rsidRDefault="001C0413" w:rsidP="001C0413">
      <w:r>
        <w:t>« </w:t>
      </w:r>
      <w:r w:rsidR="00530790" w:rsidRPr="005D5566">
        <w:t>Moi</w:t>
      </w:r>
      <w:r>
        <w:t xml:space="preserve">, </w:t>
      </w:r>
      <w:r w:rsidR="00530790" w:rsidRPr="005D5566">
        <w:t>je répondis</w:t>
      </w:r>
      <w:r>
        <w:t xml:space="preserve"> : </w:t>
      </w:r>
      <w:r w:rsidR="00530790" w:rsidRPr="005D5566">
        <w:t>c</w:t>
      </w:r>
      <w:r>
        <w:t>’</w:t>
      </w:r>
      <w:r w:rsidR="00530790" w:rsidRPr="005D5566">
        <w:t>est faux</w:t>
      </w:r>
      <w:r>
        <w:t xml:space="preserve">. </w:t>
      </w:r>
      <w:r w:rsidR="00530790" w:rsidRPr="005D5566">
        <w:t>Il est mon fils</w:t>
      </w:r>
      <w:r>
        <w:t xml:space="preserve">, </w:t>
      </w:r>
      <w:r w:rsidR="00530790" w:rsidRPr="005D5566">
        <w:t>il vit</w:t>
      </w:r>
      <w:r>
        <w:t xml:space="preserve">, </w:t>
      </w:r>
      <w:r w:rsidR="00530790" w:rsidRPr="005D5566">
        <w:t>il n</w:t>
      </w:r>
      <w:r>
        <w:t>’</w:t>
      </w:r>
      <w:r w:rsidR="00530790" w:rsidRPr="005D5566">
        <w:t>a fait aucun mal aux hommes</w:t>
      </w:r>
      <w:r>
        <w:t>.</w:t>
      </w:r>
    </w:p>
    <w:p w14:paraId="38B97D5A" w14:textId="77777777" w:rsidR="001C0413" w:rsidRDefault="001C0413" w:rsidP="001C0413">
      <w:r>
        <w:t>« </w:t>
      </w:r>
      <w:r w:rsidR="00530790" w:rsidRPr="005D5566">
        <w:t>Elle faillit tomber</w:t>
      </w:r>
      <w:r>
        <w:t xml:space="preserve">, </w:t>
      </w:r>
      <w:r w:rsidR="00530790" w:rsidRPr="005D5566">
        <w:t>et moi</w:t>
      </w:r>
      <w:r>
        <w:t> :</w:t>
      </w:r>
    </w:p>
    <w:p w14:paraId="7AFB16C3" w14:textId="7B70FD7C" w:rsidR="001C0413" w:rsidRDefault="001C0413" w:rsidP="001C0413">
      <w:r>
        <w:t>« — </w:t>
      </w:r>
      <w:r w:rsidR="00530790" w:rsidRPr="005D5566">
        <w:t>Pourquoi avez-vous peur</w:t>
      </w:r>
      <w:r>
        <w:t xml:space="preserve">, </w:t>
      </w:r>
      <w:r w:rsidR="00530790" w:rsidRPr="005D5566">
        <w:t>je ne vous ai rien fait</w:t>
      </w:r>
      <w:r>
        <w:t>. »</w:t>
      </w:r>
    </w:p>
    <w:p w14:paraId="1823D64F" w14:textId="77777777" w:rsidR="001C0413" w:rsidRDefault="00530790" w:rsidP="001C0413">
      <w:r w:rsidRPr="005D5566">
        <w:t>Une grande flamme merveilleuse éclaire les yeux de la mère qui raconte</w:t>
      </w:r>
      <w:r w:rsidR="001C0413">
        <w:t> :</w:t>
      </w:r>
    </w:p>
    <w:p w14:paraId="2D5258B9" w14:textId="77777777" w:rsidR="001C0413" w:rsidRDefault="001C0413" w:rsidP="001C0413">
      <w:r>
        <w:lastRenderedPageBreak/>
        <w:t>— </w:t>
      </w:r>
      <w:r w:rsidR="00530790" w:rsidRPr="005D5566">
        <w:t>Piotr a adhéré au Parti lorsqu</w:t>
      </w:r>
      <w:r>
        <w:t>’</w:t>
      </w:r>
      <w:r w:rsidR="00530790" w:rsidRPr="005D5566">
        <w:t>il avait quinze ans</w:t>
      </w:r>
      <w:r>
        <w:t xml:space="preserve">… </w:t>
      </w:r>
      <w:r w:rsidR="00530790" w:rsidRPr="005D5566">
        <w:t>On lui avait dit plus d</w:t>
      </w:r>
      <w:r>
        <w:t>’</w:t>
      </w:r>
      <w:r w:rsidR="00530790" w:rsidRPr="005D5566">
        <w:t>une fois</w:t>
      </w:r>
      <w:r>
        <w:t> : « </w:t>
      </w:r>
      <w:r w:rsidR="00530790" w:rsidRPr="005D5566">
        <w:t>Tu verras</w:t>
      </w:r>
      <w:r>
        <w:t xml:space="preserve">, </w:t>
      </w:r>
      <w:r w:rsidR="00530790" w:rsidRPr="005D5566">
        <w:t>tu finiras sur la potence ou devant un peloton d</w:t>
      </w:r>
      <w:r>
        <w:t>’</w:t>
      </w:r>
      <w:r w:rsidR="00530790" w:rsidRPr="005D5566">
        <w:t>exécution</w:t>
      </w:r>
      <w:r>
        <w:t>. »</w:t>
      </w:r>
      <w:r w:rsidR="00530790" w:rsidRPr="005D5566">
        <w:t xml:space="preserve"> Cela ne l</w:t>
      </w:r>
      <w:r>
        <w:t>’</w:t>
      </w:r>
      <w:r w:rsidR="00530790" w:rsidRPr="005D5566">
        <w:t>avait pas effrayé</w:t>
      </w:r>
      <w:r>
        <w:t xml:space="preserve">. </w:t>
      </w:r>
      <w:r w:rsidR="00530790" w:rsidRPr="005D5566">
        <w:t>On les a jugés et déportés tous dans le gouvernement de l</w:t>
      </w:r>
      <w:r>
        <w:t>’</w:t>
      </w:r>
      <w:r w:rsidR="00530790" w:rsidRPr="005D5566">
        <w:t>Enisséï</w:t>
      </w:r>
      <w:r>
        <w:t xml:space="preserve">, </w:t>
      </w:r>
      <w:r w:rsidR="00530790" w:rsidRPr="005D5566">
        <w:t>au village de Maklakovka</w:t>
      </w:r>
      <w:r>
        <w:t xml:space="preserve">. </w:t>
      </w:r>
      <w:r w:rsidR="00530790" w:rsidRPr="005D5566">
        <w:t>Cela se passait en 1903</w:t>
      </w:r>
      <w:r>
        <w:t xml:space="preserve"> ; </w:t>
      </w:r>
      <w:r w:rsidR="00530790" w:rsidRPr="005D5566">
        <w:t>puis</w:t>
      </w:r>
      <w:r>
        <w:t xml:space="preserve">, </w:t>
      </w:r>
      <w:r w:rsidR="00530790" w:rsidRPr="005D5566">
        <w:t>il s</w:t>
      </w:r>
      <w:r>
        <w:t>’</w:t>
      </w:r>
      <w:r w:rsidR="00530790" w:rsidRPr="005D5566">
        <w:t>évada</w:t>
      </w:r>
      <w:r>
        <w:t xml:space="preserve">… </w:t>
      </w:r>
      <w:r w:rsidR="00530790" w:rsidRPr="005D5566">
        <w:t>En 1905</w:t>
      </w:r>
      <w:r>
        <w:t xml:space="preserve">, </w:t>
      </w:r>
      <w:r w:rsidR="00530790" w:rsidRPr="005D5566">
        <w:t>il combattit sur les barricades</w:t>
      </w:r>
      <w:r>
        <w:t xml:space="preserve">, </w:t>
      </w:r>
      <w:r w:rsidR="00530790" w:rsidRPr="005D5566">
        <w:t>à Moscou</w:t>
      </w:r>
      <w:r>
        <w:t xml:space="preserve">. </w:t>
      </w:r>
      <w:r w:rsidR="00530790" w:rsidRPr="005D5566">
        <w:t>Puis</w:t>
      </w:r>
      <w:r>
        <w:t xml:space="preserve">, </w:t>
      </w:r>
      <w:r w:rsidR="00530790" w:rsidRPr="005D5566">
        <w:t>il fallut partir pour Kostroma</w:t>
      </w:r>
      <w:r>
        <w:t xml:space="preserve">, </w:t>
      </w:r>
      <w:r w:rsidR="00530790" w:rsidRPr="005D5566">
        <w:t>où nous sommes restés cinq mois</w:t>
      </w:r>
      <w:r>
        <w:t xml:space="preserve">, </w:t>
      </w:r>
      <w:r w:rsidR="00530790" w:rsidRPr="005D5566">
        <w:t>puis pour Soudja</w:t>
      </w:r>
      <w:r>
        <w:t xml:space="preserve">… </w:t>
      </w:r>
      <w:r w:rsidR="00530790" w:rsidRPr="005D5566">
        <w:rPr>
          <w:bCs/>
        </w:rPr>
        <w:t xml:space="preserve">Sa </w:t>
      </w:r>
      <w:r w:rsidR="00530790" w:rsidRPr="005D5566">
        <w:t>femme est institutrice</w:t>
      </w:r>
      <w:r>
        <w:t xml:space="preserve">. </w:t>
      </w:r>
      <w:r w:rsidR="00530790" w:rsidRPr="005D5566">
        <w:t xml:space="preserve">Il se faisait </w:t>
      </w:r>
      <w:r w:rsidR="00530790" w:rsidRPr="005D5566">
        <w:rPr>
          <w:bCs/>
        </w:rPr>
        <w:t xml:space="preserve">appeler Anton </w:t>
      </w:r>
      <w:r w:rsidR="00530790" w:rsidRPr="005D5566">
        <w:t>Fédorovitch</w:t>
      </w:r>
      <w:r>
        <w:t xml:space="preserve">… </w:t>
      </w:r>
      <w:r w:rsidR="00530790" w:rsidRPr="005D5566">
        <w:t>Il vivait sous un faux nom</w:t>
      </w:r>
      <w:r>
        <w:t xml:space="preserve">, </w:t>
      </w:r>
      <w:r w:rsidR="00530790" w:rsidRPr="005D5566">
        <w:t>mon fils</w:t>
      </w:r>
      <w:r>
        <w:t>.</w:t>
      </w:r>
    </w:p>
    <w:p w14:paraId="07319D8D" w14:textId="77777777" w:rsidR="001C0413" w:rsidRDefault="001C0413" w:rsidP="001C0413">
      <w:r>
        <w:t>— </w:t>
      </w:r>
      <w:r w:rsidR="00530790" w:rsidRPr="005D5566">
        <w:t>Et vous-même</w:t>
      </w:r>
      <w:r>
        <w:t xml:space="preserve">, </w:t>
      </w:r>
      <w:r w:rsidR="00530790" w:rsidRPr="005D5566">
        <w:t>avez-vous participé à l</w:t>
      </w:r>
      <w:r>
        <w:t>’</w:t>
      </w:r>
      <w:r w:rsidR="00530790" w:rsidRPr="005D5566">
        <w:t>action révolutionnaire</w:t>
      </w:r>
      <w:r>
        <w:t>.</w:t>
      </w:r>
    </w:p>
    <w:p w14:paraId="682E1205" w14:textId="77777777" w:rsidR="001C0413" w:rsidRDefault="001C0413" w:rsidP="001C0413">
      <w:r>
        <w:t>— </w:t>
      </w:r>
      <w:r w:rsidR="00530790" w:rsidRPr="005D5566">
        <w:t>Mais oui</w:t>
      </w:r>
      <w:r>
        <w:t xml:space="preserve">. </w:t>
      </w:r>
      <w:r w:rsidR="00530790" w:rsidRPr="005D5566">
        <w:t>En 1899 ou en 1900</w:t>
      </w:r>
      <w:r>
        <w:t xml:space="preserve">, </w:t>
      </w:r>
      <w:r w:rsidR="00530790" w:rsidRPr="005D5566">
        <w:t>j</w:t>
      </w:r>
      <w:r>
        <w:t>’</w:t>
      </w:r>
      <w:r w:rsidR="00530790" w:rsidRPr="005D5566">
        <w:t>allai à Ivanovo Voznessensk</w:t>
      </w:r>
      <w:r>
        <w:t xml:space="preserve">… </w:t>
      </w:r>
      <w:r w:rsidR="00530790" w:rsidRPr="005D5566">
        <w:t>Pour porter des proclamations</w:t>
      </w:r>
      <w:r>
        <w:t xml:space="preserve">. </w:t>
      </w:r>
      <w:r w:rsidR="00530790" w:rsidRPr="005D5566">
        <w:t>Piotr en avait envoyé quelques milliers</w:t>
      </w:r>
      <w:r>
        <w:t xml:space="preserve">. </w:t>
      </w:r>
      <w:r w:rsidR="00530790" w:rsidRPr="005D5566">
        <w:t>Au début</w:t>
      </w:r>
      <w:r>
        <w:t xml:space="preserve">, </w:t>
      </w:r>
      <w:r w:rsidR="00530790" w:rsidRPr="005D5566">
        <w:t>on voulait les confier à mon frère</w:t>
      </w:r>
      <w:r>
        <w:t xml:space="preserve">, </w:t>
      </w:r>
      <w:r w:rsidR="00530790" w:rsidRPr="005D5566">
        <w:t>mais j</w:t>
      </w:r>
      <w:r>
        <w:t>’</w:t>
      </w:r>
      <w:r w:rsidR="00530790" w:rsidRPr="005D5566">
        <w:t>eus peur</w:t>
      </w:r>
      <w:r>
        <w:t>… « </w:t>
      </w:r>
      <w:r w:rsidR="00530790" w:rsidRPr="005D5566">
        <w:t>Mieux vaut que j</w:t>
      </w:r>
      <w:r>
        <w:t>’</w:t>
      </w:r>
      <w:r w:rsidR="00530790" w:rsidRPr="005D5566">
        <w:t>y aille</w:t>
      </w:r>
      <w:r>
        <w:t xml:space="preserve">, </w:t>
      </w:r>
      <w:r w:rsidR="00530790" w:rsidRPr="005D5566">
        <w:t>moi</w:t>
      </w:r>
      <w:r>
        <w:t xml:space="preserve"> »… </w:t>
      </w:r>
      <w:r w:rsidR="00530790" w:rsidRPr="005D5566">
        <w:t>On venait de réduire les salaires des tisserands</w:t>
      </w:r>
      <w:r>
        <w:t xml:space="preserve">… </w:t>
      </w:r>
      <w:r w:rsidR="00530790" w:rsidRPr="005D5566">
        <w:t>Il fallait leur porter des tracts</w:t>
      </w:r>
      <w:r>
        <w:t>…</w:t>
      </w:r>
    </w:p>
    <w:p w14:paraId="3702737D" w14:textId="77777777" w:rsidR="001C0413" w:rsidRDefault="001C0413" w:rsidP="001C0413">
      <w:r>
        <w:t>« </w:t>
      </w:r>
      <w:r w:rsidR="00530790" w:rsidRPr="005D5566">
        <w:t>Je m</w:t>
      </w:r>
      <w:r>
        <w:t>’</w:t>
      </w:r>
      <w:r w:rsidR="00530790" w:rsidRPr="005D5566">
        <w:t>en souviens très bien</w:t>
      </w:r>
      <w:r>
        <w:t xml:space="preserve">. </w:t>
      </w:r>
      <w:r w:rsidR="00530790" w:rsidRPr="005D5566">
        <w:t>Je m</w:t>
      </w:r>
      <w:r>
        <w:t>’</w:t>
      </w:r>
      <w:r w:rsidR="00530790" w:rsidRPr="005D5566">
        <w:t>engageai dans une ruelle</w:t>
      </w:r>
      <w:r>
        <w:t xml:space="preserve">. </w:t>
      </w:r>
      <w:r w:rsidR="00530790" w:rsidRPr="005D5566">
        <w:t>Une dame apparut sur un perron</w:t>
      </w:r>
      <w:r>
        <w:t xml:space="preserve">… </w:t>
      </w:r>
      <w:r w:rsidR="00530790" w:rsidRPr="005D5566">
        <w:t>J</w:t>
      </w:r>
      <w:r>
        <w:t>’</w:t>
      </w:r>
      <w:r w:rsidR="00530790" w:rsidRPr="005D5566">
        <w:t>entrai dans la cour</w:t>
      </w:r>
      <w:r>
        <w:t xml:space="preserve"> ; </w:t>
      </w:r>
      <w:r w:rsidR="00530790" w:rsidRPr="005D5566">
        <w:t>des menuisiers y étaient en train de travailler</w:t>
      </w:r>
      <w:r>
        <w:t xml:space="preserve">. </w:t>
      </w:r>
      <w:r w:rsidR="00530790" w:rsidRPr="005D5566">
        <w:t>Soudain</w:t>
      </w:r>
      <w:r>
        <w:t xml:space="preserve">, </w:t>
      </w:r>
      <w:r w:rsidR="00530790" w:rsidRPr="005D5566">
        <w:t>sortant d</w:t>
      </w:r>
      <w:r>
        <w:t>’</w:t>
      </w:r>
      <w:r w:rsidR="00530790" w:rsidRPr="005D5566">
        <w:t>une cave une femme d</w:t>
      </w:r>
      <w:r>
        <w:t>’</w:t>
      </w:r>
      <w:r w:rsidR="00530790" w:rsidRPr="005D5566">
        <w:t>un certain âge se précipita vers moi</w:t>
      </w:r>
      <w:r>
        <w:t> :</w:t>
      </w:r>
    </w:p>
    <w:p w14:paraId="726F95B2" w14:textId="77777777" w:rsidR="001C0413" w:rsidRDefault="001C0413" w:rsidP="001C0413">
      <w:r>
        <w:t>« — </w:t>
      </w:r>
      <w:r w:rsidR="00530790" w:rsidRPr="005D5566">
        <w:t>Vous êtes Anna Kirillovna</w:t>
      </w:r>
      <w:r>
        <w:t> ? »</w:t>
      </w:r>
      <w:r w:rsidR="00530790" w:rsidRPr="005D5566">
        <w:t xml:space="preserve"> Et de m</w:t>
      </w:r>
      <w:r>
        <w:t>’</w:t>
      </w:r>
      <w:r w:rsidR="00530790" w:rsidRPr="005D5566">
        <w:t xml:space="preserve">embrasser </w:t>
      </w:r>
      <w:r>
        <w:t>« </w:t>
      </w:r>
      <w:r w:rsidR="00530790" w:rsidRPr="005D5566">
        <w:t>Venez</w:t>
      </w:r>
      <w:r>
        <w:t xml:space="preserve">, </w:t>
      </w:r>
      <w:r w:rsidR="00530790" w:rsidRPr="005D5566">
        <w:t>venez vite</w:t>
      </w:r>
      <w:r>
        <w:t xml:space="preserve"> ». </w:t>
      </w:r>
      <w:r w:rsidR="00530790" w:rsidRPr="005D5566">
        <w:t>Elle m</w:t>
      </w:r>
      <w:r>
        <w:t>’</w:t>
      </w:r>
      <w:r w:rsidR="00530790" w:rsidRPr="005D5566">
        <w:t>offrit du thé</w:t>
      </w:r>
      <w:r>
        <w:t xml:space="preserve">… </w:t>
      </w:r>
      <w:r w:rsidR="00530790" w:rsidRPr="005D5566">
        <w:t>Elle voulait me persuader de rester</w:t>
      </w:r>
      <w:r>
        <w:t xml:space="preserve">… </w:t>
      </w:r>
      <w:r w:rsidR="00530790" w:rsidRPr="005D5566">
        <w:t>Puis arriva un jeune tisserand</w:t>
      </w:r>
      <w:r>
        <w:t xml:space="preserve">, </w:t>
      </w:r>
      <w:r w:rsidR="00530790" w:rsidRPr="005D5566">
        <w:t>qui emporta les proclamations</w:t>
      </w:r>
      <w:r>
        <w:t>…</w:t>
      </w:r>
    </w:p>
    <w:p w14:paraId="3FA027B5" w14:textId="77777777" w:rsidR="001C0413" w:rsidRDefault="001C0413" w:rsidP="001C0413">
      <w:r>
        <w:t>— </w:t>
      </w:r>
      <w:r w:rsidR="00530790" w:rsidRPr="005D5566">
        <w:t>Ce ne fut pas pour rien</w:t>
      </w:r>
      <w:r>
        <w:t xml:space="preserve">, </w:t>
      </w:r>
      <w:r w:rsidR="00530790" w:rsidRPr="005D5566">
        <w:t>ajoute Anna Kirillovna en souriant</w:t>
      </w:r>
      <w:r>
        <w:t xml:space="preserve">, </w:t>
      </w:r>
      <w:r w:rsidR="00530790" w:rsidRPr="005D5566">
        <w:t>les ouvriers ont eu gain de cause</w:t>
      </w:r>
      <w:r>
        <w:t>…</w:t>
      </w:r>
    </w:p>
    <w:p w14:paraId="344234B5" w14:textId="77777777" w:rsidR="001C0413" w:rsidRDefault="001C0413" w:rsidP="001C0413">
      <w:r>
        <w:lastRenderedPageBreak/>
        <w:t>« </w:t>
      </w:r>
      <w:r w:rsidR="00530790" w:rsidRPr="005D5566">
        <w:t>Une autre fois</w:t>
      </w:r>
      <w:r>
        <w:t xml:space="preserve">, </w:t>
      </w:r>
      <w:r w:rsidR="00530790" w:rsidRPr="005D5566">
        <w:t>je transportai des tracts de Pétchory à Sormovo</w:t>
      </w:r>
      <w:r>
        <w:t xml:space="preserve">, </w:t>
      </w:r>
      <w:r w:rsidR="00530790" w:rsidRPr="005D5566">
        <w:t>dans un seau</w:t>
      </w:r>
      <w:r>
        <w:t xml:space="preserve">. </w:t>
      </w:r>
      <w:r w:rsidR="00530790" w:rsidRPr="005D5566">
        <w:t>Je mis des choux par-dessus</w:t>
      </w:r>
      <w:r>
        <w:t xml:space="preserve">, </w:t>
      </w:r>
      <w:r w:rsidR="00530790" w:rsidRPr="005D5566">
        <w:t>comme si j</w:t>
      </w:r>
      <w:r>
        <w:t>’</w:t>
      </w:r>
      <w:r w:rsidR="00530790" w:rsidRPr="005D5566">
        <w:t>avais des choux</w:t>
      </w:r>
      <w:r>
        <w:t xml:space="preserve">. </w:t>
      </w:r>
      <w:r w:rsidR="00530790" w:rsidRPr="005D5566">
        <w:t>J</w:t>
      </w:r>
      <w:r>
        <w:t>’</w:t>
      </w:r>
      <w:r w:rsidR="00530790" w:rsidRPr="005D5566">
        <w:t>allais monter lorsqu</w:t>
      </w:r>
      <w:r>
        <w:t>’</w:t>
      </w:r>
      <w:r w:rsidR="00530790" w:rsidRPr="005D5566">
        <w:t>on me dit</w:t>
      </w:r>
      <w:r>
        <w:t> : « </w:t>
      </w:r>
      <w:r w:rsidR="00530790" w:rsidRPr="005D5566">
        <w:t>Où vas-tu avec tes seaux</w:t>
      </w:r>
      <w:r>
        <w:t xml:space="preserve"> ? </w:t>
      </w:r>
      <w:r w:rsidR="00530790" w:rsidRPr="005D5566">
        <w:t>Comme s</w:t>
      </w:r>
      <w:r>
        <w:t>’</w:t>
      </w:r>
      <w:r w:rsidR="00530790" w:rsidRPr="005D5566">
        <w:t>il n</w:t>
      </w:r>
      <w:r>
        <w:t>’</w:t>
      </w:r>
      <w:r w:rsidR="00530790" w:rsidRPr="005D5566">
        <w:t>y avait pas de choux à Sormovo</w:t>
      </w:r>
      <w:r>
        <w:t xml:space="preserve"> ? </w:t>
      </w:r>
      <w:r w:rsidR="00530790" w:rsidRPr="005D5566">
        <w:t>Et moi</w:t>
      </w:r>
      <w:r>
        <w:t xml:space="preserve">, </w:t>
      </w:r>
      <w:r w:rsidR="00530790" w:rsidRPr="005D5566">
        <w:t>je réponds</w:t>
      </w:r>
      <w:r>
        <w:t> : « </w:t>
      </w:r>
      <w:r w:rsidR="00530790" w:rsidRPr="005D5566">
        <w:t>Pas de choux comme ça</w:t>
      </w:r>
      <w:r>
        <w:t xml:space="preserve">, </w:t>
      </w:r>
      <w:r w:rsidR="00530790" w:rsidRPr="005D5566">
        <w:t>c</w:t>
      </w:r>
      <w:r>
        <w:t>’</w:t>
      </w:r>
      <w:r w:rsidR="00530790" w:rsidRPr="005D5566">
        <w:t>est une sorte spéciale</w:t>
      </w:r>
      <w:r>
        <w:t> »…</w:t>
      </w:r>
    </w:p>
    <w:p w14:paraId="1B6E285C" w14:textId="77777777" w:rsidR="001C0413" w:rsidRDefault="001C0413" w:rsidP="001C0413">
      <w:r>
        <w:t>« </w:t>
      </w:r>
      <w:r w:rsidR="00530790" w:rsidRPr="005D5566">
        <w:t>En 1902</w:t>
      </w:r>
      <w:r>
        <w:t xml:space="preserve">, </w:t>
      </w:r>
      <w:r w:rsidR="00530790" w:rsidRPr="005D5566">
        <w:t>à Kovalikha</w:t>
      </w:r>
      <w:r>
        <w:t xml:space="preserve">, </w:t>
      </w:r>
      <w:r w:rsidR="00530790" w:rsidRPr="005D5566">
        <w:t>vivait un infirmier</w:t>
      </w:r>
      <w:r>
        <w:t xml:space="preserve">, </w:t>
      </w:r>
      <w:r w:rsidR="00530790" w:rsidRPr="005D5566">
        <w:t>Ivan Pavlovitch</w:t>
      </w:r>
      <w:r>
        <w:t xml:space="preserve">. </w:t>
      </w:r>
      <w:r w:rsidR="00530790" w:rsidRPr="005D5566">
        <w:t>On devait transporter des drapeaux</w:t>
      </w:r>
      <w:r>
        <w:t xml:space="preserve">, </w:t>
      </w:r>
      <w:r w:rsidR="00530790" w:rsidRPr="005D5566">
        <w:t>de chez lui jusqu</w:t>
      </w:r>
      <w:r>
        <w:t>’</w:t>
      </w:r>
      <w:r w:rsidR="00530790" w:rsidRPr="005D5566">
        <w:t>à Sormovo</w:t>
      </w:r>
      <w:r>
        <w:t xml:space="preserve">… </w:t>
      </w:r>
      <w:r w:rsidR="00530790" w:rsidRPr="005D5566">
        <w:t>Je viens chez lui</w:t>
      </w:r>
      <w:r>
        <w:t xml:space="preserve">… </w:t>
      </w:r>
      <w:r w:rsidR="00530790" w:rsidRPr="005D5566">
        <w:t>Je passe dans la chambre et je les enroule autour de ma taille</w:t>
      </w:r>
      <w:r>
        <w:t xml:space="preserve">, </w:t>
      </w:r>
      <w:r w:rsidR="00530790" w:rsidRPr="005D5566">
        <w:t>sous la blouse</w:t>
      </w:r>
      <w:r>
        <w:t xml:space="preserve">… </w:t>
      </w:r>
      <w:r w:rsidR="00530790" w:rsidRPr="005D5566">
        <w:t>Puis</w:t>
      </w:r>
      <w:r>
        <w:t xml:space="preserve">, </w:t>
      </w:r>
      <w:r w:rsidR="00530790" w:rsidRPr="005D5566">
        <w:t>je ressors</w:t>
      </w:r>
      <w:r>
        <w:t>. « </w:t>
      </w:r>
      <w:r w:rsidR="00530790" w:rsidRPr="005D5566">
        <w:t>Et les drapeaux</w:t>
      </w:r>
      <w:r>
        <w:t xml:space="preserve">, </w:t>
      </w:r>
      <w:r w:rsidR="00530790" w:rsidRPr="005D5566">
        <w:t>dit-il</w:t>
      </w:r>
      <w:r>
        <w:t xml:space="preserve">, </w:t>
      </w:r>
      <w:r w:rsidR="00530790" w:rsidRPr="005D5566">
        <w:t>vous les avez oubliés</w:t>
      </w:r>
      <w:r>
        <w:t xml:space="preserve"> ? </w:t>
      </w:r>
      <w:r w:rsidR="00530790" w:rsidRPr="005D5566">
        <w:t>Mais non</w:t>
      </w:r>
      <w:r>
        <w:t xml:space="preserve">, </w:t>
      </w:r>
      <w:r w:rsidR="00530790" w:rsidRPr="005D5566">
        <w:t>Ivan Pavlovitch</w:t>
      </w:r>
      <w:r>
        <w:t xml:space="preserve">, </w:t>
      </w:r>
      <w:r w:rsidR="00530790" w:rsidRPr="005D5566">
        <w:t>je n</w:t>
      </w:r>
      <w:r>
        <w:t>’</w:t>
      </w:r>
      <w:r w:rsidR="00530790" w:rsidRPr="005D5566">
        <w:t>ai rien oublié</w:t>
      </w:r>
      <w:r>
        <w:t>. »</w:t>
      </w:r>
      <w:r w:rsidR="00530790" w:rsidRPr="005D5566">
        <w:t xml:space="preserve"> Tout se passa très bien</w:t>
      </w:r>
      <w:r>
        <w:t>…</w:t>
      </w:r>
    </w:p>
    <w:p w14:paraId="194CA56F" w14:textId="77777777" w:rsidR="001C0413" w:rsidRDefault="001C0413" w:rsidP="001C0413">
      <w:r>
        <w:t>— </w:t>
      </w:r>
      <w:r w:rsidR="00530790" w:rsidRPr="005D5566">
        <w:t>Vous aimez votre fils</w:t>
      </w:r>
      <w:r>
        <w:t xml:space="preserve">, </w:t>
      </w:r>
      <w:r w:rsidR="00530790" w:rsidRPr="005D5566">
        <w:t>Anna Kirillovna</w:t>
      </w:r>
      <w:r>
        <w:t> ?</w:t>
      </w:r>
    </w:p>
    <w:p w14:paraId="5EBD6924" w14:textId="77777777" w:rsidR="001C0413" w:rsidRDefault="001C0413" w:rsidP="001C0413">
      <w:r>
        <w:t>— </w:t>
      </w:r>
      <w:r w:rsidR="00530790" w:rsidRPr="005D5566">
        <w:t>Tu es drôle</w:t>
      </w:r>
      <w:r>
        <w:t xml:space="preserve"> ! </w:t>
      </w:r>
      <w:r w:rsidR="00530790" w:rsidRPr="005D5566">
        <w:t>Est-ce qu</w:t>
      </w:r>
      <w:r>
        <w:t>’</w:t>
      </w:r>
      <w:r w:rsidR="00530790" w:rsidRPr="005D5566">
        <w:t>une mère peut ne pas aimer son fils</w:t>
      </w:r>
      <w:r>
        <w:t xml:space="preserve"> ? </w:t>
      </w:r>
      <w:r w:rsidR="00530790" w:rsidRPr="005D5566">
        <w:t>Attends</w:t>
      </w:r>
      <w:r>
        <w:t xml:space="preserve">, </w:t>
      </w:r>
      <w:r w:rsidR="00530790" w:rsidRPr="005D5566">
        <w:t>je vais te raconter comment il est le mien</w:t>
      </w:r>
      <w:r>
        <w:t xml:space="preserve">… </w:t>
      </w:r>
      <w:r w:rsidR="00530790" w:rsidRPr="005D5566">
        <w:t>On l</w:t>
      </w:r>
      <w:r>
        <w:t>’</w:t>
      </w:r>
      <w:r w:rsidR="00530790" w:rsidRPr="005D5566">
        <w:t>avait jugé au Tribunal régional et mis en prison</w:t>
      </w:r>
      <w:r>
        <w:t xml:space="preserve">… </w:t>
      </w:r>
      <w:r w:rsidR="00530790" w:rsidRPr="005D5566">
        <w:t>Aucun détenu n</w:t>
      </w:r>
      <w:r>
        <w:t>’</w:t>
      </w:r>
      <w:r w:rsidR="00530790" w:rsidRPr="005D5566">
        <w:t>avait le droit de recevoir des visites</w:t>
      </w:r>
      <w:r>
        <w:t xml:space="preserve">. </w:t>
      </w:r>
      <w:r w:rsidR="00530790" w:rsidRPr="005D5566">
        <w:t>Ils décidèrent de faire la grève de la faim</w:t>
      </w:r>
      <w:r>
        <w:t xml:space="preserve">. </w:t>
      </w:r>
      <w:r w:rsidR="00530790" w:rsidRPr="005D5566">
        <w:t>Certains se bornèrent à ne pas manger</w:t>
      </w:r>
      <w:r>
        <w:t xml:space="preserve">, </w:t>
      </w:r>
      <w:r w:rsidR="00530790" w:rsidRPr="005D5566">
        <w:t>et lui</w:t>
      </w:r>
      <w:r>
        <w:t xml:space="preserve">, </w:t>
      </w:r>
      <w:r w:rsidR="00530790" w:rsidRPr="005D5566">
        <w:t>il refusa de boire</w:t>
      </w:r>
      <w:r>
        <w:t xml:space="preserve">, </w:t>
      </w:r>
      <w:r w:rsidR="00530790" w:rsidRPr="005D5566">
        <w:t>tellement il est entêté</w:t>
      </w:r>
      <w:r>
        <w:t>…</w:t>
      </w:r>
    </w:p>
    <w:p w14:paraId="39491D20" w14:textId="77777777" w:rsidR="001C0413" w:rsidRDefault="001C0413" w:rsidP="001C0413">
      <w:r>
        <w:t>« </w:t>
      </w:r>
      <w:r w:rsidR="00530790" w:rsidRPr="005D5566">
        <w:t>Un jour</w:t>
      </w:r>
      <w:r>
        <w:t xml:space="preserve">, </w:t>
      </w:r>
      <w:r w:rsidR="00530790" w:rsidRPr="005D5566">
        <w:t>j</w:t>
      </w:r>
      <w:r>
        <w:t>’</w:t>
      </w:r>
      <w:r w:rsidR="00530790" w:rsidRPr="005D5566">
        <w:t>arrive à la prison</w:t>
      </w:r>
      <w:r>
        <w:t xml:space="preserve">, </w:t>
      </w:r>
      <w:r w:rsidR="00530790" w:rsidRPr="005D5566">
        <w:t>et le gardien me dit</w:t>
      </w:r>
      <w:r>
        <w:t> : « </w:t>
      </w:r>
      <w:r w:rsidR="00530790" w:rsidRPr="005D5566">
        <w:t>Pas la peine de venir</w:t>
      </w:r>
      <w:r>
        <w:t xml:space="preserve"> : </w:t>
      </w:r>
      <w:r w:rsidR="00530790" w:rsidRPr="005D5566">
        <w:t>ton fils n</w:t>
      </w:r>
      <w:r>
        <w:t>’</w:t>
      </w:r>
      <w:r w:rsidR="00530790" w:rsidRPr="005D5566">
        <w:t>est pas là</w:t>
      </w:r>
      <w:r>
        <w:t xml:space="preserve">… </w:t>
      </w:r>
      <w:r w:rsidR="00530790" w:rsidRPr="005D5566">
        <w:t>On l</w:t>
      </w:r>
      <w:r>
        <w:t>’</w:t>
      </w:r>
      <w:r w:rsidR="00530790" w:rsidRPr="005D5566">
        <w:t>a emporté à l</w:t>
      </w:r>
      <w:r>
        <w:t>’</w:t>
      </w:r>
      <w:r w:rsidR="00530790" w:rsidRPr="005D5566">
        <w:t>infirmerie</w:t>
      </w:r>
      <w:r>
        <w:t xml:space="preserve">… </w:t>
      </w:r>
      <w:r w:rsidR="00530790" w:rsidRPr="005D5566">
        <w:t>Je ne pense pas que tu le trouves vivant</w:t>
      </w:r>
      <w:r>
        <w:t> ».</w:t>
      </w:r>
    </w:p>
    <w:p w14:paraId="26BF5DF0" w14:textId="77777777" w:rsidR="001C0413" w:rsidRDefault="001C0413" w:rsidP="001C0413">
      <w:r>
        <w:t>« </w:t>
      </w:r>
      <w:r w:rsidR="00530790" w:rsidRPr="005D5566">
        <w:t>Je me dirige à l</w:t>
      </w:r>
      <w:r>
        <w:t>’</w:t>
      </w:r>
      <w:r w:rsidR="00530790" w:rsidRPr="005D5566">
        <w:t>infirmerie</w:t>
      </w:r>
      <w:r>
        <w:t xml:space="preserve">. </w:t>
      </w:r>
      <w:r w:rsidR="00530790" w:rsidRPr="005D5566">
        <w:t>Je supplie le substitut</w:t>
      </w:r>
      <w:r>
        <w:t xml:space="preserve">, </w:t>
      </w:r>
      <w:r w:rsidR="00530790" w:rsidRPr="005D5566">
        <w:t>je supplie le procureur lui-même</w:t>
      </w:r>
      <w:r>
        <w:t>.</w:t>
      </w:r>
    </w:p>
    <w:p w14:paraId="50D89A4D" w14:textId="77777777" w:rsidR="001C0413" w:rsidRDefault="001C0413" w:rsidP="001C0413">
      <w:r>
        <w:t>« — </w:t>
      </w:r>
      <w:r w:rsidR="00530790" w:rsidRPr="005D5566">
        <w:t>Ayez pitié</w:t>
      </w:r>
      <w:r>
        <w:t xml:space="preserve">, </w:t>
      </w:r>
      <w:r w:rsidR="00530790" w:rsidRPr="005D5566">
        <w:t>un homme à l</w:t>
      </w:r>
      <w:r>
        <w:t>’</w:t>
      </w:r>
      <w:r w:rsidR="00530790" w:rsidRPr="005D5566">
        <w:t>agonie ne peut-il donc pas voir sa mère</w:t>
      </w:r>
      <w:r>
        <w:t xml:space="preserve"> ? </w:t>
      </w:r>
      <w:r w:rsidR="00530790" w:rsidRPr="005D5566">
        <w:t>Vous si votre toutou est malade</w:t>
      </w:r>
      <w:r>
        <w:t xml:space="preserve">, </w:t>
      </w:r>
      <w:r w:rsidR="00530790" w:rsidRPr="005D5566">
        <w:t>vous faites venir le médecin</w:t>
      </w:r>
      <w:r>
        <w:t>…</w:t>
      </w:r>
    </w:p>
    <w:p w14:paraId="5D9945EB" w14:textId="77777777" w:rsidR="001C0413" w:rsidRDefault="001C0413" w:rsidP="001C0413">
      <w:r>
        <w:t>« — </w:t>
      </w:r>
      <w:r w:rsidR="00530790" w:rsidRPr="005D5566">
        <w:t>Il l</w:t>
      </w:r>
      <w:r>
        <w:t>’</w:t>
      </w:r>
      <w:r w:rsidR="00530790" w:rsidRPr="005D5566">
        <w:t>a voulu</w:t>
      </w:r>
      <w:r>
        <w:t xml:space="preserve">, </w:t>
      </w:r>
      <w:r w:rsidR="00530790" w:rsidRPr="005D5566">
        <w:t>répond le procureur</w:t>
      </w:r>
      <w:r>
        <w:t>.</w:t>
      </w:r>
    </w:p>
    <w:p w14:paraId="42E84EC8" w14:textId="77777777" w:rsidR="001C0413" w:rsidRDefault="001C0413" w:rsidP="001C0413">
      <w:r>
        <w:lastRenderedPageBreak/>
        <w:t>« </w:t>
      </w:r>
      <w:r w:rsidR="00530790" w:rsidRPr="005D5566">
        <w:t>Je sors dans la rue</w:t>
      </w:r>
      <w:r>
        <w:t xml:space="preserve">, </w:t>
      </w:r>
      <w:r w:rsidR="00530790" w:rsidRPr="005D5566">
        <w:t>je me sens défaillir</w:t>
      </w:r>
      <w:r>
        <w:t xml:space="preserve">, </w:t>
      </w:r>
      <w:r w:rsidR="00530790" w:rsidRPr="005D5566">
        <w:t>je tombe</w:t>
      </w:r>
      <w:r>
        <w:t xml:space="preserve">… </w:t>
      </w:r>
      <w:r w:rsidR="00530790" w:rsidRPr="005D5566">
        <w:t>Un attroupement se forme</w:t>
      </w:r>
      <w:r>
        <w:t>. « </w:t>
      </w:r>
      <w:r w:rsidR="00530790" w:rsidRPr="005D5566">
        <w:t>Pour l</w:t>
      </w:r>
      <w:r>
        <w:t>’</w:t>
      </w:r>
      <w:r w:rsidR="00530790" w:rsidRPr="005D5566">
        <w:t>amour de Dieu</w:t>
      </w:r>
      <w:r>
        <w:t xml:space="preserve">, </w:t>
      </w:r>
      <w:r w:rsidR="00530790" w:rsidRPr="005D5566">
        <w:t>dis-je</w:t>
      </w:r>
      <w:r>
        <w:t xml:space="preserve">, </w:t>
      </w:r>
      <w:r w:rsidR="00530790" w:rsidRPr="005D5566">
        <w:t>donnez</w:t>
      </w:r>
      <w:r w:rsidR="00530790">
        <w:t>-</w:t>
      </w:r>
      <w:r w:rsidR="00530790" w:rsidRPr="005D5566">
        <w:t>moi un verre d</w:t>
      </w:r>
      <w:r>
        <w:t>’</w:t>
      </w:r>
      <w:r w:rsidR="00530790" w:rsidRPr="005D5566">
        <w:t>eau</w:t>
      </w:r>
      <w:r>
        <w:t xml:space="preserve"> »… </w:t>
      </w:r>
      <w:r w:rsidR="00530790" w:rsidRPr="005D5566">
        <w:t>Un homme compatissant m</w:t>
      </w:r>
      <w:r>
        <w:t>’</w:t>
      </w:r>
      <w:r w:rsidR="00530790" w:rsidRPr="005D5566">
        <w:t>apporte à boire</w:t>
      </w:r>
      <w:r>
        <w:t>.</w:t>
      </w:r>
    </w:p>
    <w:p w14:paraId="12FD48FB" w14:textId="77777777" w:rsidR="001C0413" w:rsidRDefault="001C0413" w:rsidP="001C0413">
      <w:r>
        <w:t>« </w:t>
      </w:r>
      <w:r w:rsidR="00530790" w:rsidRPr="005D5566">
        <w:t>Mais le policier fait circuler</w:t>
      </w:r>
      <w:r>
        <w:t> : « </w:t>
      </w:r>
      <w:r w:rsidR="00530790" w:rsidRPr="005D5566">
        <w:t>Va-t</w:t>
      </w:r>
      <w:r>
        <w:t>’</w:t>
      </w:r>
      <w:r w:rsidR="00530790" w:rsidRPr="005D5566">
        <w:t>en</w:t>
      </w:r>
      <w:r>
        <w:t xml:space="preserve">, </w:t>
      </w:r>
      <w:r w:rsidR="00530790" w:rsidRPr="005D5566">
        <w:t>va-t</w:t>
      </w:r>
      <w:r>
        <w:t>’</w:t>
      </w:r>
      <w:r w:rsidR="00530790" w:rsidRPr="005D5566">
        <w:t>en</w:t>
      </w:r>
      <w:r>
        <w:t xml:space="preserve">, </w:t>
      </w:r>
      <w:r w:rsidR="00530790" w:rsidRPr="005D5566">
        <w:t>ne te vautre pas ici</w:t>
      </w:r>
      <w:r>
        <w:t> ».</w:t>
      </w:r>
    </w:p>
    <w:p w14:paraId="15696504" w14:textId="77777777" w:rsidR="001C0413" w:rsidRDefault="001C0413" w:rsidP="001C0413">
      <w:r>
        <w:t>« </w:t>
      </w:r>
      <w:r w:rsidR="00530790" w:rsidRPr="005D5566">
        <w:t>Pendant un moment</w:t>
      </w:r>
      <w:r>
        <w:t xml:space="preserve">, </w:t>
      </w:r>
      <w:r w:rsidR="00530790" w:rsidRPr="005D5566">
        <w:t>je me promène devant la prison</w:t>
      </w:r>
      <w:r>
        <w:t xml:space="preserve">. </w:t>
      </w:r>
      <w:r w:rsidR="00530790" w:rsidRPr="005D5566">
        <w:t>Ensuite</w:t>
      </w:r>
      <w:r>
        <w:t xml:space="preserve">, </w:t>
      </w:r>
      <w:r w:rsidR="00530790" w:rsidRPr="005D5566">
        <w:t>je décide d</w:t>
      </w:r>
      <w:r>
        <w:t>’</w:t>
      </w:r>
      <w:r w:rsidR="00530790" w:rsidRPr="005D5566">
        <w:t>agir par la ruse</w:t>
      </w:r>
      <w:r>
        <w:t xml:space="preserve">. </w:t>
      </w:r>
      <w:r w:rsidR="00530790" w:rsidRPr="005D5566">
        <w:t>Je demande l</w:t>
      </w:r>
      <w:r>
        <w:t>’</w:t>
      </w:r>
      <w:r w:rsidR="00530790" w:rsidRPr="005D5566">
        <w:t>adresse de l</w:t>
      </w:r>
      <w:r>
        <w:t>’</w:t>
      </w:r>
      <w:r w:rsidR="00530790" w:rsidRPr="005D5566">
        <w:t>infirmier</w:t>
      </w:r>
      <w:r>
        <w:t>…</w:t>
      </w:r>
    </w:p>
    <w:p w14:paraId="62A9E49D" w14:textId="77777777" w:rsidR="001C0413" w:rsidRDefault="001C0413" w:rsidP="001C0413">
      <w:r>
        <w:t>« — </w:t>
      </w:r>
      <w:r w:rsidR="00530790" w:rsidRPr="005D5566">
        <w:t>Par là</w:t>
      </w:r>
      <w:r>
        <w:t xml:space="preserve">, </w:t>
      </w:r>
      <w:r w:rsidR="00530790" w:rsidRPr="005D5566">
        <w:t>me dit-on</w:t>
      </w:r>
      <w:r>
        <w:t xml:space="preserve">, </w:t>
      </w:r>
      <w:r w:rsidR="00530790" w:rsidRPr="005D5566">
        <w:t>dans cette maisonnette</w:t>
      </w:r>
      <w:r>
        <w:t>.</w:t>
      </w:r>
    </w:p>
    <w:p w14:paraId="348A4F08" w14:textId="0754FE3B" w:rsidR="001C0413" w:rsidRDefault="001C0413" w:rsidP="001C0413">
      <w:r>
        <w:t>« </w:t>
      </w:r>
      <w:r w:rsidR="00530790" w:rsidRPr="005D5566">
        <w:t>J</w:t>
      </w:r>
      <w:r>
        <w:t>’</w:t>
      </w:r>
      <w:r w:rsidR="00530790" w:rsidRPr="005D5566">
        <w:t>entre</w:t>
      </w:r>
      <w:r>
        <w:t xml:space="preserve">… </w:t>
      </w:r>
      <w:r w:rsidR="00530790" w:rsidRPr="005D5566">
        <w:t>Je vois une jeune femme</w:t>
      </w:r>
      <w:r>
        <w:t xml:space="preserve">. </w:t>
      </w:r>
      <w:r w:rsidR="00530790" w:rsidRPr="005D5566">
        <w:t>Des traits doux</w:t>
      </w:r>
      <w:r>
        <w:t xml:space="preserve">. </w:t>
      </w:r>
      <w:r w:rsidR="00530790" w:rsidRPr="005D5566">
        <w:t>Je l</w:t>
      </w:r>
      <w:r>
        <w:t>’</w:t>
      </w:r>
      <w:r w:rsidR="00530790" w:rsidRPr="005D5566">
        <w:t>interroge</w:t>
      </w:r>
      <w:r>
        <w:t> : « </w:t>
      </w:r>
      <w:r w:rsidR="00530790" w:rsidRPr="005D5566">
        <w:t>J</w:t>
      </w:r>
      <w:r>
        <w:t>’</w:t>
      </w:r>
      <w:r w:rsidR="00530790" w:rsidRPr="005D5566">
        <w:t>ai un fils</w:t>
      </w:r>
      <w:r>
        <w:t xml:space="preserve">, </w:t>
      </w:r>
      <w:r w:rsidR="00530790" w:rsidRPr="005D5566">
        <w:t>Piotr</w:t>
      </w:r>
      <w:r>
        <w:t xml:space="preserve"> ; </w:t>
      </w:r>
      <w:r w:rsidR="00530790" w:rsidRPr="005D5566">
        <w:t>vit-il</w:t>
      </w:r>
      <w:r>
        <w:t> ? »</w:t>
      </w:r>
    </w:p>
    <w:p w14:paraId="6193620F" w14:textId="77777777" w:rsidR="001C0413" w:rsidRDefault="001C0413" w:rsidP="001C0413">
      <w:r>
        <w:t>« — </w:t>
      </w:r>
      <w:r w:rsidR="00530790" w:rsidRPr="005D5566">
        <w:t>Vous avez de la chance</w:t>
      </w:r>
      <w:r>
        <w:t xml:space="preserve">, </w:t>
      </w:r>
      <w:r w:rsidR="00530790" w:rsidRPr="005D5566">
        <w:t>dit-elle</w:t>
      </w:r>
      <w:r>
        <w:t xml:space="preserve">, </w:t>
      </w:r>
      <w:r w:rsidR="00530790" w:rsidRPr="005D5566">
        <w:t>on a eu de la peine à le sauver</w:t>
      </w:r>
      <w:r>
        <w:t xml:space="preserve"> »… </w:t>
      </w:r>
      <w:r w:rsidR="00530790" w:rsidRPr="005D5566">
        <w:t>Ce que j</w:t>
      </w:r>
      <w:r>
        <w:t>’</w:t>
      </w:r>
      <w:r w:rsidR="00530790" w:rsidRPr="005D5566">
        <w:t>ai pu être heureuse</w:t>
      </w:r>
      <w:r>
        <w:t>…</w:t>
      </w:r>
    </w:p>
    <w:p w14:paraId="6F8C9D5A" w14:textId="2AB44A4E" w:rsidR="001C0413" w:rsidRDefault="00530790" w:rsidP="001C0413">
      <w:r w:rsidRPr="005D5566">
        <w:t>La mère nous raconte des épisodes remarquables de son existence passionnante</w:t>
      </w:r>
      <w:r w:rsidR="001C0413">
        <w:t xml:space="preserve">. </w:t>
      </w:r>
      <w:r w:rsidRPr="005D5566">
        <w:t>Elle parle</w:t>
      </w:r>
      <w:r w:rsidR="001C0413">
        <w:t xml:space="preserve">, </w:t>
      </w:r>
      <w:r w:rsidRPr="005D5566">
        <w:t>en termes chaleureux et caressants</w:t>
      </w:r>
      <w:r w:rsidR="001C0413">
        <w:t xml:space="preserve">, </w:t>
      </w:r>
      <w:r w:rsidRPr="005D5566">
        <w:t>de l</w:t>
      </w:r>
      <w:r w:rsidR="001C0413">
        <w:t>’</w:t>
      </w:r>
      <w:r w:rsidRPr="005D5566">
        <w:t>écrivain Gorki qu</w:t>
      </w:r>
      <w:r w:rsidR="001C0413">
        <w:t>’</w:t>
      </w:r>
      <w:r w:rsidRPr="005D5566">
        <w:t>elle a connu tout gosse</w:t>
      </w:r>
      <w:r w:rsidR="001C0413">
        <w:t>. « </w:t>
      </w:r>
      <w:r w:rsidRPr="005D5566">
        <w:t>Il était bien vif</w:t>
      </w:r>
      <w:r w:rsidR="001C0413">
        <w:t xml:space="preserve">, </w:t>
      </w:r>
      <w:r w:rsidRPr="005D5566">
        <w:t>Lionia</w:t>
      </w:r>
      <w:r w:rsidR="001C0413">
        <w:t xml:space="preserve">… </w:t>
      </w:r>
      <w:r w:rsidRPr="005D5566">
        <w:t>il était toujours fourré dans les livres et apprenait l</w:t>
      </w:r>
      <w:r w:rsidR="001C0413">
        <w:t>’</w:t>
      </w:r>
      <w:r w:rsidRPr="005D5566">
        <w:t>allemand</w:t>
      </w:r>
      <w:r w:rsidR="001C0413">
        <w:t xml:space="preserve">. </w:t>
      </w:r>
      <w:r w:rsidRPr="005D5566">
        <w:t>Je suis allé plus d</w:t>
      </w:r>
      <w:r w:rsidR="001C0413">
        <w:t>’</w:t>
      </w:r>
      <w:r w:rsidRPr="005D5566">
        <w:t>une fois à la teinturerie des Kachirine</w:t>
      </w:r>
      <w:r w:rsidRPr="005D5566">
        <w:rPr>
          <w:rStyle w:val="Appelnotedebasdep"/>
        </w:rPr>
        <w:footnoteReference w:id="3"/>
      </w:r>
      <w:r w:rsidR="001C0413">
        <w:t>. »</w:t>
      </w:r>
    </w:p>
    <w:p w14:paraId="66452B3D" w14:textId="0D2F0CB7" w:rsidR="001C0413" w:rsidRDefault="00530790" w:rsidP="001C0413">
      <w:r w:rsidRPr="005D5566">
        <w:t>Je m</w:t>
      </w:r>
      <w:r w:rsidR="001C0413">
        <w:t>’</w:t>
      </w:r>
      <w:r w:rsidRPr="005D5566">
        <w:t>informe de la santé d</w:t>
      </w:r>
      <w:r w:rsidR="001C0413">
        <w:t>’</w:t>
      </w:r>
      <w:r w:rsidRPr="005D5566">
        <w:t>Anna Kirillovna</w:t>
      </w:r>
      <w:r w:rsidR="001C0413">
        <w:t>. « </w:t>
      </w:r>
      <w:r w:rsidRPr="005D5566">
        <w:t>Mes forces diminuent</w:t>
      </w:r>
      <w:r w:rsidR="001C0413">
        <w:t xml:space="preserve">… </w:t>
      </w:r>
      <w:r w:rsidRPr="005D5566">
        <w:t>Par ailleurs</w:t>
      </w:r>
      <w:r w:rsidR="001C0413">
        <w:t xml:space="preserve">, </w:t>
      </w:r>
      <w:r w:rsidRPr="005D5566">
        <w:t>ça va</w:t>
      </w:r>
      <w:r w:rsidR="001C0413">
        <w:t xml:space="preserve">. </w:t>
      </w:r>
      <w:r w:rsidRPr="005D5566">
        <w:t>Ce que j</w:t>
      </w:r>
      <w:r w:rsidR="001C0413">
        <w:t>’</w:t>
      </w:r>
      <w:r w:rsidRPr="005D5566">
        <w:t>aime</w:t>
      </w:r>
      <w:r w:rsidR="001C0413">
        <w:t xml:space="preserve">, </w:t>
      </w:r>
      <w:r w:rsidRPr="005D5566">
        <w:t>c</w:t>
      </w:r>
      <w:r w:rsidR="001C0413">
        <w:t>’</w:t>
      </w:r>
      <w:r w:rsidRPr="005D5566">
        <w:t>est lire</w:t>
      </w:r>
      <w:r w:rsidR="001C0413">
        <w:t xml:space="preserve">. </w:t>
      </w:r>
      <w:r w:rsidRPr="005D5566">
        <w:t>Les vieilles de mon âge me reprochent mon goût pour la lecture</w:t>
      </w:r>
      <w:r w:rsidR="001C0413">
        <w:t>… »</w:t>
      </w:r>
    </w:p>
    <w:p w14:paraId="38E2DDF8" w14:textId="77777777" w:rsidR="001C0413" w:rsidRDefault="00530790" w:rsidP="001C0413">
      <w:r w:rsidRPr="005D5566">
        <w:lastRenderedPageBreak/>
        <w:t>Lorsqu</w:t>
      </w:r>
      <w:r w:rsidR="001C0413">
        <w:t>’</w:t>
      </w:r>
      <w:r w:rsidRPr="005D5566">
        <w:t>elle apprend que je vais voir son fils</w:t>
      </w:r>
      <w:r w:rsidR="001C0413">
        <w:t xml:space="preserve">, </w:t>
      </w:r>
      <w:r w:rsidRPr="005D5566">
        <w:t>Piotr Zalomov</w:t>
      </w:r>
      <w:r w:rsidR="001C0413">
        <w:t xml:space="preserve">, </w:t>
      </w:r>
      <w:r w:rsidRPr="005D5566">
        <w:t>elle me tend les grosses chaussettes tricotées et dit en souriant</w:t>
      </w:r>
      <w:r w:rsidR="001C0413">
        <w:t> :</w:t>
      </w:r>
    </w:p>
    <w:p w14:paraId="6F89E75C" w14:textId="77777777" w:rsidR="001C0413" w:rsidRDefault="001C0413" w:rsidP="001C0413">
      <w:r>
        <w:t>— </w:t>
      </w:r>
      <w:r w:rsidR="00530790" w:rsidRPr="005D5566">
        <w:t>Donne-les à Pétia</w:t>
      </w:r>
      <w:r>
        <w:t xml:space="preserve">, </w:t>
      </w:r>
      <w:r w:rsidR="00530790" w:rsidRPr="005D5566">
        <w:t>mon petit</w:t>
      </w:r>
      <w:r>
        <w:t xml:space="preserve">. </w:t>
      </w:r>
      <w:r w:rsidR="00530790" w:rsidRPr="005D5566">
        <w:t>Dis-lui que je l</w:t>
      </w:r>
      <w:r>
        <w:t>’</w:t>
      </w:r>
      <w:r w:rsidR="00530790" w:rsidRPr="005D5566">
        <w:t>aime et que je pense à lui</w:t>
      </w:r>
      <w:r>
        <w:t>…</w:t>
      </w:r>
    </w:p>
    <w:p w14:paraId="26444E81" w14:textId="726A3541" w:rsidR="00530790" w:rsidRPr="001C0413" w:rsidRDefault="00530790" w:rsidP="001C0413">
      <w:pPr>
        <w:jc w:val="right"/>
      </w:pPr>
      <w:r w:rsidRPr="001C0413">
        <w:t>S</w:t>
      </w:r>
      <w:r w:rsidR="001C0413">
        <w:t xml:space="preserve">. </w:t>
      </w:r>
      <w:r w:rsidRPr="001C0413">
        <w:t>Orlov</w:t>
      </w:r>
      <w:r w:rsidR="001C0413">
        <w:t xml:space="preserve">. </w:t>
      </w:r>
      <w:r w:rsidR="00841730" w:rsidRPr="001C0413">
        <w:t>1935</w:t>
      </w:r>
    </w:p>
    <w:p w14:paraId="25845FD7" w14:textId="66EA7C23" w:rsidR="00530790" w:rsidRPr="001C0413" w:rsidRDefault="001C0413" w:rsidP="001C0413">
      <w:pPr>
        <w:pStyle w:val="Titre1"/>
        <w:rPr>
          <w:sz w:val="64"/>
        </w:rPr>
      </w:pPr>
      <w:r w:rsidRPr="001C0413">
        <w:rPr>
          <w:sz w:val="64"/>
        </w:rPr>
        <w:lastRenderedPageBreak/>
        <w:br/>
      </w:r>
      <w:r w:rsidRPr="001C0413">
        <w:rPr>
          <w:sz w:val="64"/>
        </w:rPr>
        <w:br/>
      </w:r>
      <w:r w:rsidRPr="001C0413">
        <w:rPr>
          <w:sz w:val="64"/>
        </w:rPr>
        <w:br/>
      </w:r>
      <w:bookmarkStart w:id="1" w:name="_Toc202279522"/>
      <w:r w:rsidR="00530790" w:rsidRPr="001C0413">
        <w:rPr>
          <w:sz w:val="64"/>
        </w:rPr>
        <w:t>PREMIÈRE PARTIE</w:t>
      </w:r>
      <w:bookmarkEnd w:id="1"/>
      <w:r w:rsidR="00530790" w:rsidRPr="001C0413">
        <w:rPr>
          <w:sz w:val="64"/>
        </w:rPr>
        <w:br/>
      </w:r>
    </w:p>
    <w:p w14:paraId="625D7EB0" w14:textId="77777777" w:rsidR="00530790" w:rsidRPr="003B37B8" w:rsidRDefault="00530790" w:rsidP="001C0413">
      <w:pPr>
        <w:pStyle w:val="Titre2"/>
        <w:rPr>
          <w:szCs w:val="44"/>
        </w:rPr>
      </w:pPr>
      <w:bookmarkStart w:id="2" w:name="_Toc202279523"/>
      <w:r w:rsidRPr="003B37B8">
        <w:rPr>
          <w:szCs w:val="44"/>
        </w:rPr>
        <w:lastRenderedPageBreak/>
        <w:t>I</w:t>
      </w:r>
      <w:bookmarkEnd w:id="2"/>
      <w:r w:rsidRPr="003B37B8">
        <w:rPr>
          <w:szCs w:val="44"/>
        </w:rPr>
        <w:br/>
      </w:r>
    </w:p>
    <w:p w14:paraId="292B3403" w14:textId="77777777" w:rsidR="001C0413" w:rsidRDefault="00530790" w:rsidP="001C0413">
      <w:r w:rsidRPr="005D5566">
        <w:t>Tous les jours</w:t>
      </w:r>
      <w:r w:rsidR="001C0413">
        <w:t xml:space="preserve">, </w:t>
      </w:r>
      <w:r w:rsidRPr="005D5566">
        <w:t>dans l</w:t>
      </w:r>
      <w:r w:rsidR="001C0413">
        <w:t>’</w:t>
      </w:r>
      <w:r w:rsidRPr="005D5566">
        <w:t>atmosphère enfumée et grave</w:t>
      </w:r>
      <w:r w:rsidR="001C0413">
        <w:t xml:space="preserve">, </w:t>
      </w:r>
      <w:r w:rsidRPr="005D5566">
        <w:t>du faubourg ouvrier</w:t>
      </w:r>
      <w:r w:rsidR="001C0413">
        <w:t xml:space="preserve">, </w:t>
      </w:r>
      <w:r w:rsidRPr="005D5566">
        <w:t>la sirène de la fabrique jetait son cri strident</w:t>
      </w:r>
      <w:r w:rsidR="001C0413">
        <w:t xml:space="preserve">. </w:t>
      </w:r>
      <w:r w:rsidRPr="005D5566">
        <w:t>Alors</w:t>
      </w:r>
      <w:r w:rsidR="001C0413">
        <w:t xml:space="preserve">, </w:t>
      </w:r>
      <w:r w:rsidRPr="005D5566">
        <w:t>des gens maussades</w:t>
      </w:r>
      <w:r w:rsidR="001C0413">
        <w:t xml:space="preserve">, </w:t>
      </w:r>
      <w:r w:rsidRPr="005D5566">
        <w:t>aux muscles encore las</w:t>
      </w:r>
      <w:r w:rsidR="001C0413">
        <w:t xml:space="preserve">, </w:t>
      </w:r>
      <w:r w:rsidRPr="005D5566">
        <w:t>sortaient rapidement des petites maisons grises et couraient comme des blattes effrayées</w:t>
      </w:r>
      <w:r w:rsidR="001C0413">
        <w:t xml:space="preserve">. </w:t>
      </w:r>
      <w:r w:rsidRPr="005D5566">
        <w:t>Dans le froid demi-jour</w:t>
      </w:r>
      <w:r w:rsidR="001C0413">
        <w:t xml:space="preserve">, </w:t>
      </w:r>
      <w:r w:rsidRPr="005D5566">
        <w:t>ils s</w:t>
      </w:r>
      <w:r w:rsidR="001C0413">
        <w:t>’</w:t>
      </w:r>
      <w:r w:rsidRPr="005D5566">
        <w:t>en allaient par la rue étroite vers les hautes murailles de la fabrique qui les attendait avec certitude et dont les innombrables yeux carrés</w:t>
      </w:r>
      <w:r w:rsidR="001C0413">
        <w:t xml:space="preserve">, </w:t>
      </w:r>
      <w:r w:rsidRPr="005D5566">
        <w:t>jaunes et visqueux</w:t>
      </w:r>
      <w:r w:rsidR="001C0413">
        <w:t xml:space="preserve">, </w:t>
      </w:r>
      <w:r w:rsidRPr="005D5566">
        <w:t>éclairaient la chaussée boueuse</w:t>
      </w:r>
      <w:r w:rsidR="001C0413">
        <w:t xml:space="preserve">. </w:t>
      </w:r>
      <w:r w:rsidRPr="005D5566">
        <w:t>La fange claquait sous les pieds</w:t>
      </w:r>
      <w:r w:rsidR="001C0413">
        <w:t xml:space="preserve">. </w:t>
      </w:r>
      <w:r w:rsidRPr="005D5566">
        <w:t>Des voix endormies résonnaient en rauques exclamations</w:t>
      </w:r>
      <w:r w:rsidR="001C0413">
        <w:t xml:space="preserve">, </w:t>
      </w:r>
      <w:r w:rsidRPr="005D5566">
        <w:t>des injures déchiraient l</w:t>
      </w:r>
      <w:r w:rsidR="001C0413">
        <w:t>’</w:t>
      </w:r>
      <w:r w:rsidRPr="005D5566">
        <w:t>air</w:t>
      </w:r>
      <w:r w:rsidR="001C0413">
        <w:t xml:space="preserve"> ; </w:t>
      </w:r>
      <w:r w:rsidRPr="005D5566">
        <w:t>et une onde de bruits sourds accueillait les ouvriers</w:t>
      </w:r>
      <w:r w:rsidR="001C0413">
        <w:t xml:space="preserve"> : </w:t>
      </w:r>
      <w:r w:rsidRPr="005D5566">
        <w:t>le lourd tapage des machines</w:t>
      </w:r>
      <w:r w:rsidR="001C0413">
        <w:t xml:space="preserve">, </w:t>
      </w:r>
      <w:r w:rsidRPr="005D5566">
        <w:t>le grognement de la vapeur</w:t>
      </w:r>
      <w:r w:rsidR="001C0413">
        <w:t xml:space="preserve">. </w:t>
      </w:r>
      <w:r w:rsidRPr="005D5566">
        <w:t>Sombres et rébarbatives comme des sentinelles</w:t>
      </w:r>
      <w:r w:rsidR="001C0413">
        <w:t xml:space="preserve">, </w:t>
      </w:r>
      <w:r w:rsidRPr="005D5566">
        <w:t>les hautes cheminées noires se profilaient au-dessus du faubourg</w:t>
      </w:r>
      <w:r w:rsidR="001C0413">
        <w:t xml:space="preserve">, </w:t>
      </w:r>
      <w:r w:rsidRPr="005D5566">
        <w:t>pareilles à de grosses cannes</w:t>
      </w:r>
      <w:r w:rsidR="001C0413">
        <w:t>.</w:t>
      </w:r>
    </w:p>
    <w:p w14:paraId="6A5B2620" w14:textId="77777777" w:rsidR="001C0413" w:rsidRDefault="00530790" w:rsidP="001C0413">
      <w:r w:rsidRPr="005D5566">
        <w:t>Le soir</w:t>
      </w:r>
      <w:r w:rsidR="001C0413">
        <w:t xml:space="preserve">, </w:t>
      </w:r>
      <w:r w:rsidRPr="005D5566">
        <w:t>quand le soleil se couchait</w:t>
      </w:r>
      <w:r w:rsidR="001C0413">
        <w:t xml:space="preserve">, </w:t>
      </w:r>
      <w:r w:rsidRPr="005D5566">
        <w:t>et que ses rayons rouges brillaient aux vitres des maisons</w:t>
      </w:r>
      <w:r w:rsidR="001C0413">
        <w:t xml:space="preserve">, </w:t>
      </w:r>
      <w:r w:rsidRPr="005D5566">
        <w:t>l</w:t>
      </w:r>
      <w:r w:rsidR="001C0413">
        <w:t>’</w:t>
      </w:r>
      <w:r w:rsidRPr="005D5566">
        <w:t>usine vomissait de ses entrailles de pierre toutes les scories humaines</w:t>
      </w:r>
      <w:r w:rsidR="001C0413">
        <w:t xml:space="preserve">, </w:t>
      </w:r>
      <w:r w:rsidRPr="005D5566">
        <w:t>et les ouvriers</w:t>
      </w:r>
      <w:r w:rsidR="001C0413">
        <w:t xml:space="preserve">, </w:t>
      </w:r>
      <w:r w:rsidRPr="005D5566">
        <w:t>noircis par la fumée</w:t>
      </w:r>
      <w:r w:rsidR="001C0413">
        <w:t xml:space="preserve">, </w:t>
      </w:r>
      <w:r w:rsidRPr="005D5566">
        <w:t>se répandaient de nouveau dans la rue</w:t>
      </w:r>
      <w:r w:rsidR="001C0413">
        <w:t xml:space="preserve">, </w:t>
      </w:r>
      <w:r w:rsidRPr="005D5566">
        <w:t>laissant derrière eux des exhalaisons moites de graisse de machines</w:t>
      </w:r>
      <w:r w:rsidR="001C0413">
        <w:t xml:space="preserve"> ; </w:t>
      </w:r>
      <w:r w:rsidRPr="005D5566">
        <w:t>leurs dents affamées étincelaient</w:t>
      </w:r>
      <w:r w:rsidR="001C0413">
        <w:t xml:space="preserve">. </w:t>
      </w:r>
      <w:r w:rsidRPr="005D5566">
        <w:t>Maintenant</w:t>
      </w:r>
      <w:r w:rsidR="001C0413">
        <w:t xml:space="preserve">, </w:t>
      </w:r>
      <w:r w:rsidRPr="005D5566">
        <w:t>il y avait dans leur voix de l</w:t>
      </w:r>
      <w:r w:rsidR="001C0413">
        <w:t>’</w:t>
      </w:r>
      <w:r w:rsidRPr="005D5566">
        <w:t>animation et même de la joie</w:t>
      </w:r>
      <w:r w:rsidR="001C0413">
        <w:t xml:space="preserve"> : </w:t>
      </w:r>
      <w:r w:rsidRPr="005D5566">
        <w:t>les travaux forcés étaient finis pour quelques heures</w:t>
      </w:r>
      <w:r w:rsidR="001C0413">
        <w:t xml:space="preserve"> ; </w:t>
      </w:r>
      <w:r w:rsidRPr="005D5566">
        <w:t>à la maison les attendaient le souper et le repos</w:t>
      </w:r>
      <w:r w:rsidR="001C0413">
        <w:t>.</w:t>
      </w:r>
    </w:p>
    <w:p w14:paraId="38FD075D" w14:textId="77777777" w:rsidR="001C0413" w:rsidRDefault="00530790" w:rsidP="001C0413">
      <w:r w:rsidRPr="005D5566">
        <w:t>La fabrique engloutissait la journée</w:t>
      </w:r>
      <w:r w:rsidR="001C0413">
        <w:t xml:space="preserve">, </w:t>
      </w:r>
      <w:r w:rsidRPr="005D5566">
        <w:t>les machines suçaient dans les muscles des hommes toutes les forces dont elles avaient besoin</w:t>
      </w:r>
      <w:r w:rsidR="001C0413">
        <w:t xml:space="preserve">. </w:t>
      </w:r>
      <w:r w:rsidRPr="005D5566">
        <w:t>La journée était rayée de la vie sans laisser de traces</w:t>
      </w:r>
      <w:r w:rsidR="001C0413">
        <w:t xml:space="preserve"> ; </w:t>
      </w:r>
      <w:r w:rsidRPr="005D5566">
        <w:t>sans s</w:t>
      </w:r>
      <w:r w:rsidR="001C0413">
        <w:t>’</w:t>
      </w:r>
      <w:r w:rsidRPr="005D5566">
        <w:t>en apercevoir</w:t>
      </w:r>
      <w:r w:rsidR="001C0413">
        <w:t xml:space="preserve">, </w:t>
      </w:r>
      <w:r w:rsidRPr="005D5566">
        <w:t>l</w:t>
      </w:r>
      <w:r w:rsidR="001C0413">
        <w:t>’</w:t>
      </w:r>
      <w:r w:rsidRPr="005D5566">
        <w:t xml:space="preserve">homme avait fait un pas </w:t>
      </w:r>
      <w:r w:rsidRPr="005D5566">
        <w:lastRenderedPageBreak/>
        <w:t>de plus vers sa tombe</w:t>
      </w:r>
      <w:r w:rsidR="001C0413">
        <w:t xml:space="preserve"> ; </w:t>
      </w:r>
      <w:r w:rsidRPr="005D5566">
        <w:t>mais il pouvait se livrer à la jouissance du repos</w:t>
      </w:r>
      <w:r w:rsidR="001C0413">
        <w:t xml:space="preserve">, </w:t>
      </w:r>
      <w:r w:rsidRPr="005D5566">
        <w:t>aux plaisirs du cabaret sordide</w:t>
      </w:r>
      <w:r w:rsidR="001C0413">
        <w:t xml:space="preserve">, </w:t>
      </w:r>
      <w:r w:rsidRPr="005D5566">
        <w:t>et il était satisfait</w:t>
      </w:r>
      <w:r w:rsidR="001C0413">
        <w:t>.</w:t>
      </w:r>
    </w:p>
    <w:p w14:paraId="3368D15A" w14:textId="77777777" w:rsidR="001C0413" w:rsidRDefault="00530790" w:rsidP="001C0413">
      <w:r w:rsidRPr="005D5566">
        <w:t>Les jours de fête</w:t>
      </w:r>
      <w:r w:rsidR="001C0413">
        <w:t xml:space="preserve">, </w:t>
      </w:r>
      <w:r w:rsidRPr="005D5566">
        <w:t>on dormait jusque vers dix heures du matin</w:t>
      </w:r>
      <w:r w:rsidR="001C0413">
        <w:t xml:space="preserve"> ; </w:t>
      </w:r>
      <w:r w:rsidRPr="005D5566">
        <w:t>puis les gens sérieux et mariés revêtaient leurs meilleurs habits et s</w:t>
      </w:r>
      <w:r w:rsidR="001C0413">
        <w:t>’</w:t>
      </w:r>
      <w:r w:rsidRPr="005D5566">
        <w:t>en allaient à la messe</w:t>
      </w:r>
      <w:r w:rsidR="001C0413">
        <w:t xml:space="preserve">, </w:t>
      </w:r>
      <w:r w:rsidRPr="005D5566">
        <w:t>reprochant aux jeunes gens leur indifférence en matière religieuse</w:t>
      </w:r>
      <w:r w:rsidR="001C0413">
        <w:t xml:space="preserve">. </w:t>
      </w:r>
      <w:r w:rsidRPr="005D5566">
        <w:t>Au retour de l</w:t>
      </w:r>
      <w:r w:rsidR="001C0413">
        <w:t>’</w:t>
      </w:r>
      <w:r w:rsidRPr="005D5566">
        <w:t>église</w:t>
      </w:r>
      <w:r w:rsidR="001C0413">
        <w:t xml:space="preserve">, </w:t>
      </w:r>
      <w:r w:rsidRPr="005D5566">
        <w:t>on mangeait des pâtés</w:t>
      </w:r>
      <w:r w:rsidR="001C0413">
        <w:t xml:space="preserve">, </w:t>
      </w:r>
      <w:r w:rsidRPr="005D5566">
        <w:t>ensuite on se couchait de nouveau jusqu</w:t>
      </w:r>
      <w:r w:rsidR="001C0413">
        <w:t>’</w:t>
      </w:r>
      <w:r w:rsidRPr="005D5566">
        <w:t>au soir</w:t>
      </w:r>
      <w:r w:rsidR="001C0413">
        <w:t>.</w:t>
      </w:r>
    </w:p>
    <w:p w14:paraId="06E8204C" w14:textId="77777777" w:rsidR="001C0413" w:rsidRDefault="00530790" w:rsidP="001C0413">
      <w:r w:rsidRPr="005D5566">
        <w:t>La fatigue amassée pendant de longues années enlevait l</w:t>
      </w:r>
      <w:r w:rsidR="001C0413">
        <w:t>’</w:t>
      </w:r>
      <w:r w:rsidRPr="005D5566">
        <w:t>appétit</w:t>
      </w:r>
      <w:r w:rsidR="001C0413">
        <w:t xml:space="preserve"> ; </w:t>
      </w:r>
      <w:r w:rsidRPr="005D5566">
        <w:t>afin de pouvoir manger</w:t>
      </w:r>
      <w:r w:rsidR="001C0413">
        <w:t xml:space="preserve">, </w:t>
      </w:r>
      <w:r w:rsidRPr="005D5566">
        <w:t>il fallait boire beaucoup</w:t>
      </w:r>
      <w:r w:rsidR="001C0413">
        <w:t xml:space="preserve">, </w:t>
      </w:r>
      <w:r w:rsidRPr="005D5566">
        <w:t>exciter l</w:t>
      </w:r>
      <w:r w:rsidR="001C0413">
        <w:t>’</w:t>
      </w:r>
      <w:r w:rsidRPr="005D5566">
        <w:t>estomac indolent par les brûlures aiguës de l</w:t>
      </w:r>
      <w:r w:rsidR="001C0413">
        <w:t>’</w:t>
      </w:r>
      <w:r w:rsidRPr="005D5566">
        <w:t>alcool</w:t>
      </w:r>
      <w:r w:rsidR="001C0413">
        <w:t>.</w:t>
      </w:r>
    </w:p>
    <w:p w14:paraId="3094AA41" w14:textId="77777777" w:rsidR="001C0413" w:rsidRDefault="00530790" w:rsidP="001C0413">
      <w:r w:rsidRPr="005D5566">
        <w:t>Le soir venu</w:t>
      </w:r>
      <w:r w:rsidR="001C0413">
        <w:t xml:space="preserve">, </w:t>
      </w:r>
      <w:r w:rsidRPr="005D5566">
        <w:t>on se promenait paresseusement dans les rues</w:t>
      </w:r>
      <w:r w:rsidR="001C0413">
        <w:t xml:space="preserve"> ; </w:t>
      </w:r>
      <w:r w:rsidRPr="005D5566">
        <w:t>ceux qui possédaient des caoutchoucs les mettaient lors même qu</w:t>
      </w:r>
      <w:r w:rsidR="001C0413">
        <w:t>’</w:t>
      </w:r>
      <w:r w:rsidRPr="005D5566">
        <w:t>il faisait sec</w:t>
      </w:r>
      <w:r w:rsidR="001C0413">
        <w:t xml:space="preserve"> ; </w:t>
      </w:r>
      <w:r w:rsidRPr="005D5566">
        <w:t>ceux qui avaient un parapluie le prenaient</w:t>
      </w:r>
      <w:r w:rsidR="001C0413">
        <w:t xml:space="preserve">, </w:t>
      </w:r>
      <w:r w:rsidRPr="005D5566">
        <w:t>même par un beau soleil</w:t>
      </w:r>
      <w:r w:rsidR="001C0413">
        <w:t xml:space="preserve">. </w:t>
      </w:r>
      <w:r w:rsidRPr="005D5566">
        <w:t>Il n</w:t>
      </w:r>
      <w:r w:rsidR="001C0413">
        <w:t>’</w:t>
      </w:r>
      <w:r w:rsidRPr="005D5566">
        <w:t>est pas donné à tout le monde d</w:t>
      </w:r>
      <w:r w:rsidR="001C0413">
        <w:t>’</w:t>
      </w:r>
      <w:r w:rsidRPr="005D5566">
        <w:t>avoir des caoutchoucs et un parapluie</w:t>
      </w:r>
      <w:r w:rsidR="001C0413">
        <w:t xml:space="preserve">, </w:t>
      </w:r>
      <w:r w:rsidRPr="005D5566">
        <w:t>mais chacun désire surpasser son voisin</w:t>
      </w:r>
      <w:r w:rsidR="001C0413">
        <w:t xml:space="preserve">, </w:t>
      </w:r>
      <w:r w:rsidRPr="005D5566">
        <w:t>d</w:t>
      </w:r>
      <w:r w:rsidR="001C0413">
        <w:t>’</w:t>
      </w:r>
      <w:r w:rsidRPr="005D5566">
        <w:t>une manière ou de l</w:t>
      </w:r>
      <w:r w:rsidR="001C0413">
        <w:t>’</w:t>
      </w:r>
      <w:r w:rsidRPr="005D5566">
        <w:t>autre</w:t>
      </w:r>
      <w:r w:rsidR="001C0413">
        <w:t>.</w:t>
      </w:r>
    </w:p>
    <w:p w14:paraId="06A86375" w14:textId="77777777" w:rsidR="001C0413" w:rsidRDefault="00530790" w:rsidP="001C0413">
      <w:r w:rsidRPr="005D5566">
        <w:t>Quand on se rencontrait</w:t>
      </w:r>
      <w:r w:rsidR="001C0413">
        <w:t xml:space="preserve">, </w:t>
      </w:r>
      <w:r w:rsidRPr="005D5566">
        <w:t>on s</w:t>
      </w:r>
      <w:r w:rsidR="001C0413">
        <w:t>’</w:t>
      </w:r>
      <w:r w:rsidRPr="005D5566">
        <w:t>entretenait de la fabrique</w:t>
      </w:r>
      <w:r w:rsidR="001C0413">
        <w:t xml:space="preserve">, </w:t>
      </w:r>
      <w:r w:rsidRPr="005D5566">
        <w:t>des machines</w:t>
      </w:r>
      <w:r w:rsidR="001C0413">
        <w:t xml:space="preserve">, </w:t>
      </w:r>
      <w:r w:rsidRPr="005D5566">
        <w:t>on invectivait les contremaîtres</w:t>
      </w:r>
      <w:r w:rsidR="001C0413">
        <w:t xml:space="preserve">. </w:t>
      </w:r>
      <w:r w:rsidRPr="005D5566">
        <w:t>Les paroles et les pensées ne se rapportaient qu</w:t>
      </w:r>
      <w:r w:rsidR="001C0413">
        <w:t>’</w:t>
      </w:r>
      <w:r w:rsidRPr="005D5566">
        <w:t>à des choses liées au travail</w:t>
      </w:r>
      <w:r w:rsidR="001C0413">
        <w:t xml:space="preserve">. </w:t>
      </w:r>
      <w:r w:rsidRPr="005D5566">
        <w:t>L</w:t>
      </w:r>
      <w:r w:rsidR="001C0413">
        <w:t>’</w:t>
      </w:r>
      <w:r w:rsidRPr="005D5566">
        <w:t>intelligence malhabile et impuissante ne jetait que de solitaires étincelles</w:t>
      </w:r>
      <w:r w:rsidR="001C0413">
        <w:t xml:space="preserve">, </w:t>
      </w:r>
      <w:r w:rsidRPr="005D5566">
        <w:t>qu</w:t>
      </w:r>
      <w:r w:rsidR="001C0413">
        <w:t>’</w:t>
      </w:r>
      <w:r w:rsidRPr="005D5566">
        <w:t>une faible lueur dans la monotonie des jours</w:t>
      </w:r>
      <w:r w:rsidR="001C0413">
        <w:t xml:space="preserve">. </w:t>
      </w:r>
      <w:r w:rsidRPr="005D5566">
        <w:t>En rentrant</w:t>
      </w:r>
      <w:r w:rsidR="001C0413">
        <w:t xml:space="preserve">, </w:t>
      </w:r>
      <w:r w:rsidRPr="005D5566">
        <w:t>les maris cherchaient querelle aux femmes et les battaient souvent</w:t>
      </w:r>
      <w:r w:rsidR="001C0413">
        <w:t xml:space="preserve">, </w:t>
      </w:r>
      <w:r w:rsidRPr="005D5566">
        <w:t>sans épargner leurs forces</w:t>
      </w:r>
      <w:r w:rsidR="001C0413">
        <w:t xml:space="preserve">. </w:t>
      </w:r>
      <w:r w:rsidRPr="005D5566">
        <w:t>Les jeunes gens restaient au cabaret ou organisaient de petites soirées chez l</w:t>
      </w:r>
      <w:r w:rsidR="001C0413">
        <w:t>’</w:t>
      </w:r>
      <w:r w:rsidRPr="005D5566">
        <w:t>un ou chez l</w:t>
      </w:r>
      <w:r w:rsidR="001C0413">
        <w:t>’</w:t>
      </w:r>
      <w:r w:rsidRPr="005D5566">
        <w:t>autre</w:t>
      </w:r>
      <w:r w:rsidR="001C0413">
        <w:t xml:space="preserve">, </w:t>
      </w:r>
      <w:r w:rsidRPr="005D5566">
        <w:t>jouaient de l</w:t>
      </w:r>
      <w:r w:rsidR="001C0413">
        <w:t>’</w:t>
      </w:r>
      <w:r w:rsidRPr="005D5566">
        <w:t>accordéon</w:t>
      </w:r>
      <w:r w:rsidR="001C0413">
        <w:t xml:space="preserve">, </w:t>
      </w:r>
      <w:r w:rsidRPr="005D5566">
        <w:t>chantaient des chansons stupides et ignobles</w:t>
      </w:r>
      <w:r w:rsidR="001C0413">
        <w:t xml:space="preserve">, </w:t>
      </w:r>
      <w:r w:rsidRPr="005D5566">
        <w:t>dansaient</w:t>
      </w:r>
      <w:r w:rsidR="001C0413">
        <w:t xml:space="preserve">, </w:t>
      </w:r>
      <w:r w:rsidRPr="005D5566">
        <w:t>se racontaient des histoires obscènes et buvaient avec excès</w:t>
      </w:r>
      <w:r w:rsidR="001C0413">
        <w:t xml:space="preserve">. </w:t>
      </w:r>
      <w:r w:rsidRPr="005D5566">
        <w:t>Exténués par le travail</w:t>
      </w:r>
      <w:r w:rsidR="001C0413">
        <w:t xml:space="preserve">, </w:t>
      </w:r>
      <w:r w:rsidRPr="005D5566">
        <w:t>ces hommes s</w:t>
      </w:r>
      <w:r w:rsidR="001C0413">
        <w:t>’</w:t>
      </w:r>
      <w:r w:rsidRPr="005D5566">
        <w:t>enivraient facilement et dans chaque poitrine se développait une surexcitation maladive</w:t>
      </w:r>
      <w:r w:rsidR="001C0413">
        <w:t xml:space="preserve">, </w:t>
      </w:r>
      <w:r w:rsidRPr="005D5566">
        <w:t>incompréhensible</w:t>
      </w:r>
      <w:r w:rsidR="001C0413">
        <w:t xml:space="preserve">, </w:t>
      </w:r>
      <w:r w:rsidRPr="005D5566">
        <w:t>qui voulait une issue</w:t>
      </w:r>
      <w:r w:rsidR="001C0413">
        <w:t xml:space="preserve">. </w:t>
      </w:r>
      <w:r w:rsidRPr="005D5566">
        <w:t>Alors</w:t>
      </w:r>
      <w:r w:rsidR="001C0413">
        <w:t xml:space="preserve">, </w:t>
      </w:r>
      <w:r w:rsidRPr="005D5566">
        <w:t>pour n</w:t>
      </w:r>
      <w:r w:rsidR="001C0413">
        <w:t>’</w:t>
      </w:r>
      <w:r w:rsidRPr="005D5566">
        <w:t xml:space="preserve">importe quel </w:t>
      </w:r>
      <w:r w:rsidRPr="005D5566">
        <w:lastRenderedPageBreak/>
        <w:t>prétexte</w:t>
      </w:r>
      <w:r w:rsidR="001C0413">
        <w:t xml:space="preserve">, </w:t>
      </w:r>
      <w:r w:rsidRPr="005D5566">
        <w:t>ils s</w:t>
      </w:r>
      <w:r w:rsidR="001C0413">
        <w:t>’</w:t>
      </w:r>
      <w:r w:rsidRPr="005D5566">
        <w:t>attaquaient mutuellement avec une irritation de fauves</w:t>
      </w:r>
      <w:r w:rsidR="001C0413">
        <w:t xml:space="preserve">. </w:t>
      </w:r>
      <w:r w:rsidRPr="005D5566">
        <w:t>Il se produisait des rixes sanglantes</w:t>
      </w:r>
      <w:r w:rsidR="001C0413">
        <w:t>.</w:t>
      </w:r>
    </w:p>
    <w:p w14:paraId="5AE91118" w14:textId="77777777" w:rsidR="001C0413" w:rsidRDefault="00530790" w:rsidP="001C0413">
      <w:r w:rsidRPr="005D5566">
        <w:t>Dans les relations des ouvriers entre eux</w:t>
      </w:r>
      <w:r w:rsidR="001C0413">
        <w:t xml:space="preserve">, </w:t>
      </w:r>
      <w:r w:rsidRPr="005D5566">
        <w:t>ce même sentiment d</w:t>
      </w:r>
      <w:r w:rsidR="001C0413">
        <w:t>’</w:t>
      </w:r>
      <w:r w:rsidRPr="005D5566">
        <w:t>animosité aux aguets dominait</w:t>
      </w:r>
      <w:r w:rsidR="001C0413">
        <w:t xml:space="preserve"> ; </w:t>
      </w:r>
      <w:r w:rsidRPr="005D5566">
        <w:t>il était aussi invétéré que la fatigue des muscles</w:t>
      </w:r>
      <w:r w:rsidR="001C0413">
        <w:t xml:space="preserve">. </w:t>
      </w:r>
      <w:r w:rsidRPr="005D5566">
        <w:t>Ces êtres naissaient avec cette maladie de l</w:t>
      </w:r>
      <w:r w:rsidR="001C0413">
        <w:t>’</w:t>
      </w:r>
      <w:r w:rsidRPr="005D5566">
        <w:t>âme</w:t>
      </w:r>
      <w:r w:rsidR="001C0413">
        <w:t xml:space="preserve">, </w:t>
      </w:r>
      <w:r w:rsidRPr="005D5566">
        <w:t>héritage de leurs pères</w:t>
      </w:r>
      <w:r w:rsidR="001C0413">
        <w:t xml:space="preserve"> ; </w:t>
      </w:r>
      <w:r w:rsidRPr="005D5566">
        <w:t>et comme une ombre noire</w:t>
      </w:r>
      <w:r w:rsidR="001C0413">
        <w:t xml:space="preserve">, </w:t>
      </w:r>
      <w:r w:rsidRPr="005D5566">
        <w:t>elle les accompagnait jusqu</w:t>
      </w:r>
      <w:r w:rsidR="001C0413">
        <w:t>’</w:t>
      </w:r>
      <w:r w:rsidRPr="005D5566">
        <w:t>au tombeau</w:t>
      </w:r>
      <w:r w:rsidR="001C0413">
        <w:t xml:space="preserve">, </w:t>
      </w:r>
      <w:r w:rsidRPr="005D5566">
        <w:t>les poussant à accomplir des actes hideux par leur cruauté inutile</w:t>
      </w:r>
      <w:r w:rsidR="001C0413">
        <w:t>.</w:t>
      </w:r>
    </w:p>
    <w:p w14:paraId="05B21EAC" w14:textId="77777777" w:rsidR="001C0413" w:rsidRDefault="00530790" w:rsidP="001C0413">
      <w:r w:rsidRPr="005D5566">
        <w:t>Les jours de fête</w:t>
      </w:r>
      <w:r w:rsidR="001C0413">
        <w:t xml:space="preserve">, </w:t>
      </w:r>
      <w:r w:rsidRPr="005D5566">
        <w:t>les jeunes gens rentraient tard</w:t>
      </w:r>
      <w:r w:rsidR="001C0413">
        <w:t xml:space="preserve">, </w:t>
      </w:r>
      <w:r w:rsidRPr="005D5566">
        <w:t>les vêtements en lambeaux</w:t>
      </w:r>
      <w:r w:rsidR="001C0413">
        <w:t xml:space="preserve">, </w:t>
      </w:r>
      <w:r w:rsidRPr="005D5566">
        <w:t>couverts de boue et de poussière</w:t>
      </w:r>
      <w:r w:rsidR="001C0413">
        <w:t xml:space="preserve"> ; </w:t>
      </w:r>
      <w:r w:rsidRPr="005D5566">
        <w:t>les visages meurtris</w:t>
      </w:r>
      <w:r w:rsidR="001C0413">
        <w:t xml:space="preserve">, </w:t>
      </w:r>
      <w:r w:rsidRPr="005D5566">
        <w:t>ils se vantaient des coups qu</w:t>
      </w:r>
      <w:r w:rsidR="001C0413">
        <w:t>’</w:t>
      </w:r>
      <w:r w:rsidRPr="005D5566">
        <w:t>ils avaient portés à leurs camarades</w:t>
      </w:r>
      <w:r w:rsidR="001C0413">
        <w:t xml:space="preserve"> ; </w:t>
      </w:r>
      <w:r w:rsidRPr="005D5566">
        <w:t>les injures subies les courrouçaient ou les faisaient pleurer</w:t>
      </w:r>
      <w:r w:rsidR="001C0413">
        <w:t xml:space="preserve">, </w:t>
      </w:r>
      <w:r w:rsidRPr="005D5566">
        <w:t>ils étaient pitoyables et ivres</w:t>
      </w:r>
      <w:r w:rsidR="001C0413">
        <w:t xml:space="preserve">, </w:t>
      </w:r>
      <w:r w:rsidRPr="005D5566">
        <w:t>malheureux et répugnants</w:t>
      </w:r>
      <w:r w:rsidR="001C0413">
        <w:t xml:space="preserve">. </w:t>
      </w:r>
      <w:r w:rsidRPr="005D5566">
        <w:t>Parfois</w:t>
      </w:r>
      <w:r w:rsidR="001C0413">
        <w:t xml:space="preserve">, </w:t>
      </w:r>
      <w:r w:rsidRPr="005D5566">
        <w:t>c</w:t>
      </w:r>
      <w:r w:rsidR="001C0413">
        <w:t>’</w:t>
      </w:r>
      <w:r w:rsidRPr="005D5566">
        <w:t>étaient les parents qui ramenaient à la maison leurs fils qu</w:t>
      </w:r>
      <w:r w:rsidR="001C0413">
        <w:t>’</w:t>
      </w:r>
      <w:r w:rsidRPr="005D5566">
        <w:t>ils avaient trouvés ivres-morts dans la rue ou au cabaret</w:t>
      </w:r>
      <w:r w:rsidR="001C0413">
        <w:t xml:space="preserve"> ; </w:t>
      </w:r>
      <w:r w:rsidRPr="005D5566">
        <w:t>les injures et les coups pleuvaient sur les enfants abrutis ou excités par l</w:t>
      </w:r>
      <w:r w:rsidR="001C0413">
        <w:t>’</w:t>
      </w:r>
      <w:r w:rsidRPr="005D5566">
        <w:t>eau-de-vie</w:t>
      </w:r>
      <w:r w:rsidR="001C0413">
        <w:t xml:space="preserve"> ; </w:t>
      </w:r>
      <w:r w:rsidRPr="005D5566">
        <w:t>puis on les mettait au lit avec plus ou moins de précaution et</w:t>
      </w:r>
      <w:r w:rsidR="001C0413">
        <w:t xml:space="preserve">, </w:t>
      </w:r>
      <w:r w:rsidRPr="005D5566">
        <w:t>le matin</w:t>
      </w:r>
      <w:r w:rsidR="001C0413">
        <w:t xml:space="preserve">, </w:t>
      </w:r>
      <w:r w:rsidRPr="005D5566">
        <w:t>on les réveillait dès que le rugissement de la sirène fendait l</w:t>
      </w:r>
      <w:r w:rsidR="001C0413">
        <w:t>’</w:t>
      </w:r>
      <w:r w:rsidRPr="005D5566">
        <w:t>air</w:t>
      </w:r>
      <w:r w:rsidR="001C0413">
        <w:t>.</w:t>
      </w:r>
    </w:p>
    <w:p w14:paraId="09D929C4" w14:textId="77777777" w:rsidR="001C0413" w:rsidRDefault="00530790" w:rsidP="001C0413">
      <w:r w:rsidRPr="005D5566">
        <w:t>Bien qu</w:t>
      </w:r>
      <w:r w:rsidR="001C0413">
        <w:t>’</w:t>
      </w:r>
      <w:r w:rsidRPr="005D5566">
        <w:t>on injuriât les enfants et qu</w:t>
      </w:r>
      <w:r w:rsidR="001C0413">
        <w:t>’</w:t>
      </w:r>
      <w:r w:rsidRPr="005D5566">
        <w:t>on les frappât</w:t>
      </w:r>
      <w:r w:rsidR="001C0413">
        <w:t xml:space="preserve">, </w:t>
      </w:r>
      <w:r w:rsidRPr="005D5566">
        <w:t>leur ivrognerie et leurs rixes semblaient choses naturelles aux parents</w:t>
      </w:r>
      <w:r w:rsidR="001C0413">
        <w:t xml:space="preserve"> ; </w:t>
      </w:r>
      <w:r w:rsidRPr="005D5566">
        <w:t>quand les pères étaient jeunes</w:t>
      </w:r>
      <w:r w:rsidR="001C0413">
        <w:t xml:space="preserve">, </w:t>
      </w:r>
      <w:r w:rsidRPr="005D5566">
        <w:t>ils avaient bu et s</w:t>
      </w:r>
      <w:r w:rsidR="001C0413">
        <w:t>’</w:t>
      </w:r>
      <w:r w:rsidRPr="005D5566">
        <w:t>étaient battus aussi</w:t>
      </w:r>
      <w:r w:rsidR="001C0413">
        <w:t xml:space="preserve"> ; </w:t>
      </w:r>
      <w:r w:rsidRPr="005D5566">
        <w:t>et leurs pères et mères les avaient corrigés également</w:t>
      </w:r>
      <w:r w:rsidR="001C0413">
        <w:t xml:space="preserve">. </w:t>
      </w:r>
      <w:r w:rsidRPr="005D5566">
        <w:t>La vie avait toujours été pareille</w:t>
      </w:r>
      <w:r w:rsidR="001C0413">
        <w:t xml:space="preserve"> ; </w:t>
      </w:r>
      <w:r w:rsidRPr="005D5566">
        <w:t>elle s</w:t>
      </w:r>
      <w:r w:rsidR="001C0413">
        <w:t>’</w:t>
      </w:r>
      <w:r w:rsidRPr="005D5566">
        <w:t>écoulait on ne sait où</w:t>
      </w:r>
      <w:r w:rsidR="001C0413">
        <w:t xml:space="preserve">, </w:t>
      </w:r>
      <w:r w:rsidRPr="005D5566">
        <w:t>régulière et lente comme un fleuve fangeux</w:t>
      </w:r>
      <w:r w:rsidR="001C0413">
        <w:t>.</w:t>
      </w:r>
    </w:p>
    <w:p w14:paraId="5E885861" w14:textId="77777777" w:rsidR="001C0413" w:rsidRDefault="00530790" w:rsidP="001C0413">
      <w:r w:rsidRPr="005D5566">
        <w:t>Parfois</w:t>
      </w:r>
      <w:r w:rsidR="001C0413">
        <w:t xml:space="preserve">, </w:t>
      </w:r>
      <w:r w:rsidRPr="005D5566">
        <w:t>apparaissaient dans le faubourg des étrangers qui</w:t>
      </w:r>
      <w:r w:rsidR="001C0413">
        <w:t xml:space="preserve">, </w:t>
      </w:r>
      <w:r w:rsidRPr="005D5566">
        <w:t>d</w:t>
      </w:r>
      <w:r w:rsidR="001C0413">
        <w:t>’</w:t>
      </w:r>
      <w:r w:rsidRPr="005D5566">
        <w:t>abord</w:t>
      </w:r>
      <w:r w:rsidR="001C0413">
        <w:t xml:space="preserve">, </w:t>
      </w:r>
      <w:r w:rsidRPr="005D5566">
        <w:t>attiraient l</w:t>
      </w:r>
      <w:r w:rsidR="001C0413">
        <w:t>’</w:t>
      </w:r>
      <w:r w:rsidRPr="005D5566">
        <w:t>attention</w:t>
      </w:r>
      <w:r w:rsidR="001C0413">
        <w:t xml:space="preserve">, </w:t>
      </w:r>
      <w:r w:rsidRPr="005D5566">
        <w:t>tout simplement parce qu</w:t>
      </w:r>
      <w:r w:rsidR="001C0413">
        <w:t>’</w:t>
      </w:r>
      <w:r w:rsidRPr="005D5566">
        <w:t>ils étaient inconnus</w:t>
      </w:r>
      <w:r w:rsidR="001C0413">
        <w:t xml:space="preserve"> ; </w:t>
      </w:r>
      <w:r w:rsidRPr="005D5566">
        <w:t xml:space="preserve">mais bientôt </w:t>
      </w:r>
      <w:r w:rsidRPr="005D5566">
        <w:rPr>
          <w:bCs/>
        </w:rPr>
        <w:t xml:space="preserve">on </w:t>
      </w:r>
      <w:r w:rsidRPr="005D5566">
        <w:t>s</w:t>
      </w:r>
      <w:r w:rsidR="001C0413">
        <w:t>’</w:t>
      </w:r>
      <w:r w:rsidRPr="005D5566">
        <w:t>habituait à eux et ils passaient inaperçus</w:t>
      </w:r>
      <w:r w:rsidR="001C0413">
        <w:t xml:space="preserve">. </w:t>
      </w:r>
      <w:r w:rsidRPr="005D5566">
        <w:t>Il ressortait de leurs récits que partout la vie de l</w:t>
      </w:r>
      <w:r w:rsidR="001C0413">
        <w:t>’</w:t>
      </w:r>
      <w:r w:rsidRPr="005D5566">
        <w:t>ouvrier est la même</w:t>
      </w:r>
      <w:r w:rsidR="001C0413">
        <w:t xml:space="preserve">. </w:t>
      </w:r>
      <w:r w:rsidRPr="005D5566">
        <w:t>Et du moment qu</w:t>
      </w:r>
      <w:r w:rsidR="001C0413">
        <w:t>’</w:t>
      </w:r>
      <w:r w:rsidRPr="005D5566">
        <w:t>il en était ainsi</w:t>
      </w:r>
      <w:r w:rsidR="001C0413">
        <w:t xml:space="preserve">, </w:t>
      </w:r>
      <w:r w:rsidRPr="005D5566">
        <w:t>à quoi bon en parler</w:t>
      </w:r>
      <w:r w:rsidR="001C0413">
        <w:t> ?</w:t>
      </w:r>
    </w:p>
    <w:p w14:paraId="13152DC3" w14:textId="77777777" w:rsidR="001C0413" w:rsidRDefault="00530790" w:rsidP="001C0413">
      <w:r w:rsidRPr="005D5566">
        <w:lastRenderedPageBreak/>
        <w:t>Il s</w:t>
      </w:r>
      <w:r w:rsidR="001C0413">
        <w:t>’</w:t>
      </w:r>
      <w:r w:rsidRPr="005D5566">
        <w:t>en trouvait cependant qui disaient des choses encore nouvelles pour le faubourg</w:t>
      </w:r>
      <w:r w:rsidR="001C0413">
        <w:t xml:space="preserve">. </w:t>
      </w:r>
      <w:r w:rsidRPr="005D5566">
        <w:t>On ne discutait pas avec eux</w:t>
      </w:r>
      <w:r w:rsidR="001C0413">
        <w:t xml:space="preserve"> ; </w:t>
      </w:r>
      <w:r w:rsidRPr="005D5566">
        <w:rPr>
          <w:bCs/>
        </w:rPr>
        <w:t xml:space="preserve">on </w:t>
      </w:r>
      <w:r w:rsidRPr="005D5566">
        <w:t>ne prêtait qu</w:t>
      </w:r>
      <w:r w:rsidR="001C0413">
        <w:t>’</w:t>
      </w:r>
      <w:r w:rsidRPr="005D5566">
        <w:t>une attention incrédule à leurs paroles bizarres</w:t>
      </w:r>
      <w:r w:rsidR="001C0413">
        <w:t xml:space="preserve">, </w:t>
      </w:r>
      <w:r w:rsidRPr="005D5566">
        <w:t>qui excitaient chez les uns une irritation aveugle</w:t>
      </w:r>
      <w:r w:rsidR="001C0413">
        <w:t xml:space="preserve">, </w:t>
      </w:r>
      <w:r w:rsidRPr="005D5566">
        <w:t>chez les autres une sorte d</w:t>
      </w:r>
      <w:r w:rsidR="001C0413">
        <w:t>’</w:t>
      </w:r>
      <w:r w:rsidRPr="005D5566">
        <w:t>inquiétude</w:t>
      </w:r>
      <w:r w:rsidR="001C0413">
        <w:t xml:space="preserve">, </w:t>
      </w:r>
      <w:r w:rsidRPr="005D5566">
        <w:t>tandis que d</w:t>
      </w:r>
      <w:r w:rsidR="001C0413">
        <w:t>’</w:t>
      </w:r>
      <w:r w:rsidRPr="005D5566">
        <w:t>autres encore se sentaient troublés par un vague espoir et se mettaient à boire encore plus que de coutume pour chasser cette émotion</w:t>
      </w:r>
      <w:r w:rsidR="001C0413">
        <w:t>.</w:t>
      </w:r>
    </w:p>
    <w:p w14:paraId="64FB31AA" w14:textId="77777777" w:rsidR="001C0413" w:rsidRDefault="00530790" w:rsidP="001C0413">
      <w:r w:rsidRPr="005D5566">
        <w:t>Si l</w:t>
      </w:r>
      <w:r w:rsidR="001C0413">
        <w:t>’</w:t>
      </w:r>
      <w:r w:rsidRPr="005D5566">
        <w:t>étranger manifestait quelque trait extraordinaire</w:t>
      </w:r>
      <w:r w:rsidR="001C0413">
        <w:t xml:space="preserve">, </w:t>
      </w:r>
      <w:r w:rsidRPr="005D5566">
        <w:t>les habitants du faubourg lui en tenaient longtemps rigueur et le traitaient avec une répulsion instinctive</w:t>
      </w:r>
      <w:r w:rsidR="001C0413">
        <w:t xml:space="preserve">, </w:t>
      </w:r>
      <w:r w:rsidRPr="005D5566">
        <w:t>comme s</w:t>
      </w:r>
      <w:r w:rsidR="001C0413">
        <w:t>’</w:t>
      </w:r>
      <w:r w:rsidRPr="005D5566">
        <w:t>ils craignaient de le voir apporter dans leur existence quelque chose qui en troublerait le cours pénible</w:t>
      </w:r>
      <w:r w:rsidR="001C0413">
        <w:t xml:space="preserve">, </w:t>
      </w:r>
      <w:r w:rsidRPr="005D5566">
        <w:t>mais calme</w:t>
      </w:r>
      <w:r w:rsidR="001C0413">
        <w:t xml:space="preserve">. </w:t>
      </w:r>
      <w:r w:rsidRPr="005D5566">
        <w:t>Accoutumés à être opprimés par la vie</w:t>
      </w:r>
      <w:r w:rsidR="001C0413">
        <w:t xml:space="preserve">, </w:t>
      </w:r>
      <w:r w:rsidRPr="005D5566">
        <w:t>ces gens considéraient toutes les transformations possibles comme propres seulement à rendre leur joug encore plus lourd</w:t>
      </w:r>
      <w:r w:rsidR="001C0413">
        <w:t>.</w:t>
      </w:r>
    </w:p>
    <w:p w14:paraId="73DF5E37" w14:textId="77777777" w:rsidR="001C0413" w:rsidRDefault="00530790" w:rsidP="001C0413">
      <w:r w:rsidRPr="005D5566">
        <w:t>Résignés</w:t>
      </w:r>
      <w:r w:rsidR="001C0413">
        <w:t xml:space="preserve">, </w:t>
      </w:r>
      <w:r w:rsidRPr="005D5566">
        <w:t>ils faisaient le vide autour de ceux qui prononçaient des paroles étranges</w:t>
      </w:r>
      <w:r w:rsidR="001C0413">
        <w:t xml:space="preserve">. </w:t>
      </w:r>
      <w:r w:rsidRPr="005D5566">
        <w:t>Alors ceux-ci disparaissaient on ne sait où</w:t>
      </w:r>
      <w:r w:rsidR="001C0413">
        <w:t xml:space="preserve"> ; </w:t>
      </w:r>
      <w:r w:rsidRPr="005D5566">
        <w:t>s</w:t>
      </w:r>
      <w:r w:rsidR="001C0413">
        <w:t>’</w:t>
      </w:r>
      <w:r w:rsidRPr="005D5566">
        <w:t>ils restaient à la fabrique</w:t>
      </w:r>
      <w:r w:rsidR="001C0413">
        <w:t xml:space="preserve">, </w:t>
      </w:r>
      <w:r w:rsidRPr="005D5566">
        <w:t>ils vivaient à l</w:t>
      </w:r>
      <w:r w:rsidR="001C0413">
        <w:t>’</w:t>
      </w:r>
      <w:r w:rsidRPr="005D5566">
        <w:t>écart</w:t>
      </w:r>
      <w:r w:rsidR="001C0413">
        <w:t xml:space="preserve">, </w:t>
      </w:r>
      <w:r w:rsidRPr="005D5566">
        <w:t>n</w:t>
      </w:r>
      <w:r w:rsidR="001C0413">
        <w:t>’</w:t>
      </w:r>
      <w:r w:rsidRPr="005D5566">
        <w:t>arrivant pas à se fondre dans la foule uniforme des ouvriers</w:t>
      </w:r>
      <w:r w:rsidR="001C0413">
        <w:t>.</w:t>
      </w:r>
    </w:p>
    <w:p w14:paraId="1E83E84A" w14:textId="77777777" w:rsidR="001C0413" w:rsidRDefault="00530790" w:rsidP="001C0413">
      <w:r w:rsidRPr="005D5566">
        <w:t>Après avoir vécu ainsi une cinquantaine d</w:t>
      </w:r>
      <w:r w:rsidR="001C0413">
        <w:t>’</w:t>
      </w:r>
      <w:r w:rsidRPr="005D5566">
        <w:t>années</w:t>
      </w:r>
      <w:r w:rsidR="001C0413">
        <w:t xml:space="preserve">, </w:t>
      </w:r>
      <w:r w:rsidRPr="005D5566">
        <w:t>l</w:t>
      </w:r>
      <w:r w:rsidR="001C0413">
        <w:t>’</w:t>
      </w:r>
      <w:r w:rsidRPr="005D5566">
        <w:t>homme mourait</w:t>
      </w:r>
      <w:r w:rsidR="001C0413">
        <w:t>.</w:t>
      </w:r>
    </w:p>
    <w:p w14:paraId="57A199EB" w14:textId="5B2E6920" w:rsidR="00530790" w:rsidRPr="003B37B8" w:rsidRDefault="00530790" w:rsidP="001C0413">
      <w:pPr>
        <w:pStyle w:val="Titre2"/>
        <w:rPr>
          <w:szCs w:val="44"/>
        </w:rPr>
      </w:pPr>
      <w:bookmarkStart w:id="3" w:name="_Toc202279524"/>
      <w:r w:rsidRPr="003B37B8">
        <w:rPr>
          <w:szCs w:val="44"/>
        </w:rPr>
        <w:lastRenderedPageBreak/>
        <w:t>II</w:t>
      </w:r>
      <w:bookmarkEnd w:id="3"/>
      <w:r w:rsidRPr="003B37B8">
        <w:rPr>
          <w:szCs w:val="44"/>
        </w:rPr>
        <w:br/>
      </w:r>
    </w:p>
    <w:p w14:paraId="46469406" w14:textId="77777777" w:rsidR="001C0413" w:rsidRDefault="00530790" w:rsidP="001C0413">
      <w:r w:rsidRPr="005D5566">
        <w:t>C</w:t>
      </w:r>
      <w:r w:rsidR="001C0413">
        <w:t>’</w:t>
      </w:r>
      <w:r w:rsidRPr="005D5566">
        <w:t>est ainsi que vivait le serrurier Mikhaïl Vlassov</w:t>
      </w:r>
      <w:r w:rsidR="001C0413">
        <w:t xml:space="preserve">, </w:t>
      </w:r>
      <w:r w:rsidRPr="005D5566">
        <w:t>homme sombre</w:t>
      </w:r>
      <w:r w:rsidR="001C0413">
        <w:t xml:space="preserve">, </w:t>
      </w:r>
      <w:r w:rsidRPr="005D5566">
        <w:t>aux petits yeux méfiants et mauvais</w:t>
      </w:r>
      <w:r w:rsidR="001C0413">
        <w:t xml:space="preserve">, </w:t>
      </w:r>
      <w:r w:rsidRPr="005D5566">
        <w:t>abrités sous d</w:t>
      </w:r>
      <w:r w:rsidR="001C0413">
        <w:t>’</w:t>
      </w:r>
      <w:r w:rsidRPr="005D5566">
        <w:t>épais sourcils</w:t>
      </w:r>
      <w:r w:rsidR="001C0413">
        <w:t xml:space="preserve">. </w:t>
      </w:r>
      <w:r w:rsidRPr="005D5566">
        <w:t>C</w:t>
      </w:r>
      <w:r w:rsidR="001C0413">
        <w:t>’</w:t>
      </w:r>
      <w:r w:rsidRPr="005D5566">
        <w:t>était le meilleur serrurier de la fabrique et l</w:t>
      </w:r>
      <w:r w:rsidR="001C0413">
        <w:t>’</w:t>
      </w:r>
      <w:r w:rsidRPr="005D5566">
        <w:t xml:space="preserve">hercule </w:t>
      </w:r>
      <w:r w:rsidRPr="005D5566">
        <w:rPr>
          <w:bCs/>
        </w:rPr>
        <w:t xml:space="preserve">du </w:t>
      </w:r>
      <w:r w:rsidRPr="005D5566">
        <w:t>faubourg</w:t>
      </w:r>
      <w:r w:rsidR="001C0413">
        <w:t xml:space="preserve">. </w:t>
      </w:r>
      <w:r w:rsidRPr="005D5566">
        <w:t>Mais il était grossier envers ses chefs</w:t>
      </w:r>
      <w:r w:rsidR="001C0413">
        <w:t xml:space="preserve"> ; </w:t>
      </w:r>
      <w:r w:rsidRPr="005D5566">
        <w:t>c</w:t>
      </w:r>
      <w:r w:rsidR="001C0413">
        <w:t>’</w:t>
      </w:r>
      <w:r w:rsidRPr="005D5566">
        <w:t>était pourquoi il gagnait peu</w:t>
      </w:r>
      <w:r w:rsidR="001C0413">
        <w:t xml:space="preserve"> ; </w:t>
      </w:r>
      <w:r w:rsidRPr="005D5566">
        <w:t>chaque dimanche</w:t>
      </w:r>
      <w:r w:rsidR="001C0413">
        <w:t xml:space="preserve">, </w:t>
      </w:r>
      <w:r w:rsidRPr="005D5566">
        <w:t>il rossait quelqu</w:t>
      </w:r>
      <w:r w:rsidR="001C0413">
        <w:t>’</w:t>
      </w:r>
      <w:r w:rsidRPr="005D5566">
        <w:t>un</w:t>
      </w:r>
      <w:r w:rsidR="001C0413">
        <w:t xml:space="preserve"> ; </w:t>
      </w:r>
      <w:r w:rsidRPr="005D5566">
        <w:t>tout le monde le craignait</w:t>
      </w:r>
      <w:r w:rsidR="001C0413">
        <w:t xml:space="preserve">, </w:t>
      </w:r>
      <w:r w:rsidRPr="005D5566">
        <w:t>personne ne l</w:t>
      </w:r>
      <w:r w:rsidR="001C0413">
        <w:t>’</w:t>
      </w:r>
      <w:r w:rsidRPr="005D5566">
        <w:t>aimait</w:t>
      </w:r>
      <w:r w:rsidR="001C0413">
        <w:t xml:space="preserve">. </w:t>
      </w:r>
      <w:r w:rsidRPr="005D5566">
        <w:t>À plusieurs reprises</w:t>
      </w:r>
      <w:r w:rsidR="001C0413">
        <w:t xml:space="preserve">, </w:t>
      </w:r>
      <w:r w:rsidRPr="005D5566">
        <w:t>on avait tenté de le rouer de coups</w:t>
      </w:r>
      <w:r w:rsidR="001C0413">
        <w:t xml:space="preserve">, </w:t>
      </w:r>
      <w:r w:rsidRPr="005D5566">
        <w:t>mais sans y parvenir</w:t>
      </w:r>
      <w:r w:rsidR="001C0413">
        <w:t xml:space="preserve">. </w:t>
      </w:r>
      <w:r w:rsidRPr="005D5566">
        <w:t>Quand Vlassov prévoyait une agression</w:t>
      </w:r>
      <w:r w:rsidR="001C0413">
        <w:t xml:space="preserve">, </w:t>
      </w:r>
      <w:r w:rsidRPr="005D5566">
        <w:t>il saisissait une pierre</w:t>
      </w:r>
      <w:r w:rsidR="001C0413">
        <w:t xml:space="preserve">, </w:t>
      </w:r>
      <w:r w:rsidRPr="005D5566">
        <w:t>une planche</w:t>
      </w:r>
      <w:r w:rsidR="001C0413">
        <w:t xml:space="preserve">, </w:t>
      </w:r>
      <w:r w:rsidRPr="005D5566">
        <w:t>un morceau de fer</w:t>
      </w:r>
      <w:r w:rsidR="001C0413">
        <w:t xml:space="preserve">, </w:t>
      </w:r>
      <w:r w:rsidRPr="005D5566">
        <w:t>et</w:t>
      </w:r>
      <w:r w:rsidR="001C0413">
        <w:t xml:space="preserve">, </w:t>
      </w:r>
      <w:r w:rsidRPr="005D5566">
        <w:t>solidement planté sur ses jambes écartées</w:t>
      </w:r>
      <w:r w:rsidR="001C0413">
        <w:t xml:space="preserve">, </w:t>
      </w:r>
      <w:r w:rsidRPr="005D5566">
        <w:t>attendait l</w:t>
      </w:r>
      <w:r w:rsidR="001C0413">
        <w:t>’</w:t>
      </w:r>
      <w:r w:rsidRPr="005D5566">
        <w:t>ennemi en silence</w:t>
      </w:r>
      <w:r w:rsidR="001C0413">
        <w:t xml:space="preserve">. </w:t>
      </w:r>
      <w:r w:rsidRPr="005D5566">
        <w:t>Son visage couvert depuis les yeux jusqu</w:t>
      </w:r>
      <w:r w:rsidR="001C0413">
        <w:t>’</w:t>
      </w:r>
      <w:r w:rsidRPr="005D5566">
        <w:t>au cou d</w:t>
      </w:r>
      <w:r w:rsidR="001C0413">
        <w:t>’</w:t>
      </w:r>
      <w:r w:rsidRPr="005D5566">
        <w:t>une barbe noire</w:t>
      </w:r>
      <w:r w:rsidR="001C0413">
        <w:t xml:space="preserve">, </w:t>
      </w:r>
      <w:r w:rsidRPr="005D5566">
        <w:t>ses mains velues excitaient la terreur générale</w:t>
      </w:r>
      <w:r w:rsidR="001C0413">
        <w:t xml:space="preserve">. </w:t>
      </w:r>
      <w:r w:rsidRPr="005D5566">
        <w:t>On avait surtout peur de ses yeux</w:t>
      </w:r>
      <w:r w:rsidR="001C0413">
        <w:t xml:space="preserve">, </w:t>
      </w:r>
      <w:r w:rsidRPr="005D5566">
        <w:t>perçants et aigus</w:t>
      </w:r>
      <w:r w:rsidR="001C0413">
        <w:t xml:space="preserve">, </w:t>
      </w:r>
      <w:r w:rsidRPr="005D5566">
        <w:t>qui vrillaient les gens comme une pointe d</w:t>
      </w:r>
      <w:r w:rsidR="001C0413">
        <w:t>’</w:t>
      </w:r>
      <w:r w:rsidRPr="005D5566">
        <w:t>acier</w:t>
      </w:r>
      <w:r w:rsidR="001C0413">
        <w:t xml:space="preserve"> ; </w:t>
      </w:r>
      <w:r w:rsidRPr="005D5566">
        <w:t>quand on rencontrait leur regard</w:t>
      </w:r>
      <w:r w:rsidR="001C0413">
        <w:t xml:space="preserve">, </w:t>
      </w:r>
      <w:r w:rsidRPr="005D5566">
        <w:t>on se sentait en présence d</w:t>
      </w:r>
      <w:r w:rsidR="001C0413">
        <w:t>’</w:t>
      </w:r>
      <w:r w:rsidRPr="005D5566">
        <w:t>une force sauvage</w:t>
      </w:r>
      <w:r w:rsidR="001C0413">
        <w:t xml:space="preserve">, </w:t>
      </w:r>
      <w:r w:rsidRPr="005D5566">
        <w:t>inaccessible à la crainte</w:t>
      </w:r>
      <w:r w:rsidR="001C0413">
        <w:t xml:space="preserve">, </w:t>
      </w:r>
      <w:r w:rsidRPr="005D5566">
        <w:t>prête à frapper sans pitié</w:t>
      </w:r>
      <w:r w:rsidR="001C0413">
        <w:t>.</w:t>
      </w:r>
    </w:p>
    <w:p w14:paraId="306B0C45" w14:textId="77777777" w:rsidR="001C0413" w:rsidRDefault="001C0413" w:rsidP="001C0413">
      <w:r>
        <w:t>— </w:t>
      </w:r>
      <w:r w:rsidR="00530790" w:rsidRPr="005D5566">
        <w:t>Eh donc</w:t>
      </w:r>
      <w:r>
        <w:t xml:space="preserve"> ! </w:t>
      </w:r>
      <w:r w:rsidR="00530790" w:rsidRPr="005D5566">
        <w:t>allez-vous-en</w:t>
      </w:r>
      <w:r>
        <w:t xml:space="preserve">, </w:t>
      </w:r>
      <w:r w:rsidR="00530790" w:rsidRPr="005D5566">
        <w:t>canailles</w:t>
      </w:r>
      <w:r>
        <w:t xml:space="preserve"> ! </w:t>
      </w:r>
      <w:r w:rsidR="00530790" w:rsidRPr="005D5566">
        <w:t>disait-il sourdement</w:t>
      </w:r>
      <w:r>
        <w:t>.</w:t>
      </w:r>
    </w:p>
    <w:p w14:paraId="63E0CF3C" w14:textId="77777777" w:rsidR="001C0413" w:rsidRDefault="00530790" w:rsidP="001C0413">
      <w:r w:rsidRPr="005D5566">
        <w:t>Dans l</w:t>
      </w:r>
      <w:r w:rsidR="001C0413">
        <w:t>’</w:t>
      </w:r>
      <w:r w:rsidRPr="005D5566">
        <w:t>épaisse toison de son visage</w:t>
      </w:r>
      <w:r w:rsidR="001C0413">
        <w:t xml:space="preserve">, </w:t>
      </w:r>
      <w:r w:rsidRPr="005D5566">
        <w:t>ses grosses dents jaunes brillaient</w:t>
      </w:r>
      <w:r w:rsidR="001C0413">
        <w:t xml:space="preserve">, </w:t>
      </w:r>
      <w:r w:rsidRPr="005D5566">
        <w:t>féroces</w:t>
      </w:r>
      <w:r w:rsidR="001C0413">
        <w:t xml:space="preserve">. </w:t>
      </w:r>
      <w:r w:rsidRPr="005D5566">
        <w:t xml:space="preserve">Ses adversaires reculaient tout </w:t>
      </w:r>
      <w:r w:rsidRPr="005D5566">
        <w:rPr>
          <w:bCs/>
        </w:rPr>
        <w:t xml:space="preserve">en </w:t>
      </w:r>
      <w:r w:rsidRPr="005D5566">
        <w:t>l</w:t>
      </w:r>
      <w:r w:rsidR="001C0413">
        <w:t>’</w:t>
      </w:r>
      <w:r w:rsidRPr="005D5566">
        <w:t>invectivant</w:t>
      </w:r>
      <w:r w:rsidR="001C0413">
        <w:t>.</w:t>
      </w:r>
    </w:p>
    <w:p w14:paraId="0989D065" w14:textId="77777777" w:rsidR="001C0413" w:rsidRDefault="001C0413" w:rsidP="001C0413">
      <w:r>
        <w:t>— </w:t>
      </w:r>
      <w:r w:rsidR="00530790" w:rsidRPr="005D5566">
        <w:t>Canailles</w:t>
      </w:r>
      <w:r>
        <w:t xml:space="preserve"> ! </w:t>
      </w:r>
      <w:r w:rsidR="00530790" w:rsidRPr="005D5566">
        <w:t>leur criait-il encore</w:t>
      </w:r>
      <w:r>
        <w:t xml:space="preserve">, </w:t>
      </w:r>
      <w:r w:rsidR="00530790" w:rsidRPr="005D5566">
        <w:t>et ses yeux étincelaient de sarcasmes acérés comme une alêne</w:t>
      </w:r>
      <w:r>
        <w:t xml:space="preserve">. </w:t>
      </w:r>
      <w:r w:rsidR="00530790" w:rsidRPr="005D5566">
        <w:t>Puis</w:t>
      </w:r>
      <w:r>
        <w:t xml:space="preserve">, </w:t>
      </w:r>
      <w:r w:rsidR="00530790" w:rsidRPr="005D5566">
        <w:t>redressant</w:t>
      </w:r>
      <w:r>
        <w:t xml:space="preserve">, </w:t>
      </w:r>
      <w:r w:rsidR="00530790" w:rsidRPr="005D5566">
        <w:t>la tête d</w:t>
      </w:r>
      <w:r>
        <w:t>’</w:t>
      </w:r>
      <w:r w:rsidR="00530790" w:rsidRPr="005D5566">
        <w:t>un air provocant</w:t>
      </w:r>
      <w:r>
        <w:t xml:space="preserve">, </w:t>
      </w:r>
      <w:r w:rsidR="00530790" w:rsidRPr="005D5566">
        <w:t>il suivait ses ennemis en criant de temps à autre</w:t>
      </w:r>
      <w:r>
        <w:t> :</w:t>
      </w:r>
    </w:p>
    <w:p w14:paraId="000644D3" w14:textId="77777777" w:rsidR="001C0413" w:rsidRDefault="001C0413" w:rsidP="001C0413">
      <w:r>
        <w:t>— </w:t>
      </w:r>
      <w:r w:rsidR="00530790" w:rsidRPr="005D5566">
        <w:t>Eh bien</w:t>
      </w:r>
      <w:r>
        <w:t xml:space="preserve">, </w:t>
      </w:r>
      <w:r w:rsidR="00530790" w:rsidRPr="005D5566">
        <w:t>qui veut mourir</w:t>
      </w:r>
      <w:r>
        <w:t> ?</w:t>
      </w:r>
    </w:p>
    <w:p w14:paraId="70AA83D2" w14:textId="77777777" w:rsidR="001C0413" w:rsidRDefault="00530790" w:rsidP="001C0413">
      <w:r w:rsidRPr="005D5566">
        <w:lastRenderedPageBreak/>
        <w:t>Personne ne voulait</w:t>
      </w:r>
      <w:r w:rsidR="001C0413">
        <w:t>.</w:t>
      </w:r>
    </w:p>
    <w:p w14:paraId="28D2886E" w14:textId="77777777" w:rsidR="001C0413" w:rsidRDefault="00530790" w:rsidP="001C0413">
      <w:r w:rsidRPr="005D5566">
        <w:t>Il parlait peu</w:t>
      </w:r>
      <w:r w:rsidR="001C0413">
        <w:t xml:space="preserve">. </w:t>
      </w:r>
      <w:r w:rsidRPr="005D5566">
        <w:t xml:space="preserve">Son expression favorite était </w:t>
      </w:r>
      <w:r w:rsidR="001C0413">
        <w:t>« </w:t>
      </w:r>
      <w:r w:rsidRPr="005D5566">
        <w:rPr>
          <w:bCs/>
        </w:rPr>
        <w:t>ca</w:t>
      </w:r>
      <w:r w:rsidRPr="005D5566">
        <w:t>naille</w:t>
      </w:r>
      <w:r w:rsidR="001C0413">
        <w:t xml:space="preserve"> ». </w:t>
      </w:r>
      <w:r w:rsidRPr="005D5566">
        <w:t>Il qualifiait ainsi les chefs de la fabrique et la police</w:t>
      </w:r>
      <w:r w:rsidR="001C0413">
        <w:t xml:space="preserve"> ; </w:t>
      </w:r>
      <w:r w:rsidRPr="005D5566">
        <w:t>il employait cette épithète en s</w:t>
      </w:r>
      <w:r w:rsidR="001C0413">
        <w:t>’</w:t>
      </w:r>
      <w:r w:rsidRPr="005D5566">
        <w:t>adressant à sa femme</w:t>
      </w:r>
      <w:r w:rsidR="001C0413">
        <w:t>.</w:t>
      </w:r>
    </w:p>
    <w:p w14:paraId="3F85BCEB" w14:textId="77777777" w:rsidR="001C0413" w:rsidRDefault="001C0413" w:rsidP="001C0413">
      <w:r>
        <w:t>— </w:t>
      </w:r>
      <w:r w:rsidR="00530790" w:rsidRPr="005D5566">
        <w:t>Canaille</w:t>
      </w:r>
      <w:r>
        <w:t xml:space="preserve">, </w:t>
      </w:r>
      <w:r w:rsidR="00530790" w:rsidRPr="005D5566">
        <w:t>tu ne vois pas que mes pantalons sont déchirés</w:t>
      </w:r>
      <w:r>
        <w:t> ?</w:t>
      </w:r>
    </w:p>
    <w:p w14:paraId="7C0EE71B" w14:textId="77777777" w:rsidR="001C0413" w:rsidRDefault="00530790" w:rsidP="001C0413">
      <w:r w:rsidRPr="005D5566">
        <w:t>Quand son fils Pavel eut quatorze ans</w:t>
      </w:r>
      <w:r w:rsidR="001C0413">
        <w:t xml:space="preserve">, </w:t>
      </w:r>
      <w:r w:rsidRPr="005D5566">
        <w:t>l</w:t>
      </w:r>
      <w:r w:rsidR="001C0413">
        <w:t>’</w:t>
      </w:r>
      <w:r w:rsidRPr="005D5566">
        <w:t>envie vint un jour à Vlassov de le prendre aux cheveux une fois de plus</w:t>
      </w:r>
      <w:r w:rsidR="001C0413">
        <w:t xml:space="preserve">. </w:t>
      </w:r>
      <w:r w:rsidRPr="005D5566">
        <w:t>Mais Pavel</w:t>
      </w:r>
      <w:r w:rsidR="001C0413">
        <w:t xml:space="preserve">, </w:t>
      </w:r>
      <w:r w:rsidRPr="005D5566">
        <w:t>s</w:t>
      </w:r>
      <w:r w:rsidR="001C0413">
        <w:t>’</w:t>
      </w:r>
      <w:r w:rsidRPr="005D5566">
        <w:t>emparant d</w:t>
      </w:r>
      <w:r w:rsidR="001C0413">
        <w:t>’</w:t>
      </w:r>
      <w:r w:rsidRPr="005D5566">
        <w:t>un lourd marteau</w:t>
      </w:r>
      <w:r w:rsidR="001C0413">
        <w:t xml:space="preserve">, </w:t>
      </w:r>
      <w:r w:rsidRPr="005D5566">
        <w:t>fit brièvement</w:t>
      </w:r>
      <w:r w:rsidR="001C0413">
        <w:t> :</w:t>
      </w:r>
    </w:p>
    <w:p w14:paraId="3AE5CD03" w14:textId="77777777" w:rsidR="001C0413" w:rsidRDefault="001C0413" w:rsidP="001C0413">
      <w:r>
        <w:t>— </w:t>
      </w:r>
      <w:r w:rsidR="00530790" w:rsidRPr="005D5566">
        <w:t>Ne me touche pas</w:t>
      </w:r>
      <w:r>
        <w:t>…</w:t>
      </w:r>
    </w:p>
    <w:p w14:paraId="3EB2D40F" w14:textId="77777777" w:rsidR="001C0413" w:rsidRDefault="001C0413" w:rsidP="001C0413">
      <w:r>
        <w:t>— </w:t>
      </w:r>
      <w:r w:rsidR="00530790" w:rsidRPr="005D5566">
        <w:t>Quoi</w:t>
      </w:r>
      <w:r>
        <w:t xml:space="preserve"> ? </w:t>
      </w:r>
      <w:r w:rsidR="00530790" w:rsidRPr="005D5566">
        <w:t>demanda le père</w:t>
      </w:r>
      <w:r>
        <w:t xml:space="preserve">, </w:t>
      </w:r>
      <w:r w:rsidR="00530790" w:rsidRPr="005D5566">
        <w:t>se dirigeant vers l</w:t>
      </w:r>
      <w:r>
        <w:t>’</w:t>
      </w:r>
      <w:r w:rsidR="00530790" w:rsidRPr="005D5566">
        <w:t>enfant aux formes sveltes et élancées</w:t>
      </w:r>
      <w:r>
        <w:t xml:space="preserve"> (</w:t>
      </w:r>
      <w:r w:rsidR="00530790" w:rsidRPr="005D5566">
        <w:t>on aurait dit une ombre tombant sur un bouleau</w:t>
      </w:r>
      <w:r>
        <w:t>).</w:t>
      </w:r>
    </w:p>
    <w:p w14:paraId="1C10BC38" w14:textId="77777777" w:rsidR="001C0413" w:rsidRDefault="001C0413" w:rsidP="001C0413">
      <w:r>
        <w:t>— </w:t>
      </w:r>
      <w:r w:rsidR="00530790" w:rsidRPr="005D5566">
        <w:t>Assez</w:t>
      </w:r>
      <w:r>
        <w:t xml:space="preserve"> ! </w:t>
      </w:r>
      <w:r w:rsidR="00530790" w:rsidRPr="005D5566">
        <w:t>dit Pavel</w:t>
      </w:r>
      <w:r>
        <w:t xml:space="preserve">, </w:t>
      </w:r>
      <w:r w:rsidR="00530790" w:rsidRPr="005D5566">
        <w:t>je ne te laisserai plus faire</w:t>
      </w:r>
      <w:r>
        <w:t>…</w:t>
      </w:r>
    </w:p>
    <w:p w14:paraId="3CB62F60" w14:textId="77777777" w:rsidR="001C0413" w:rsidRDefault="00530790" w:rsidP="001C0413">
      <w:r w:rsidRPr="005D5566">
        <w:t>Et il secoua le marteau</w:t>
      </w:r>
      <w:r w:rsidR="001C0413">
        <w:t xml:space="preserve">, </w:t>
      </w:r>
      <w:r w:rsidRPr="005D5566">
        <w:t>tandis que ses grands yeux noirs s</w:t>
      </w:r>
      <w:r w:rsidR="001C0413">
        <w:t>’</w:t>
      </w:r>
      <w:r w:rsidRPr="005D5566">
        <w:t>élargissaient</w:t>
      </w:r>
      <w:r w:rsidR="001C0413">
        <w:t>.</w:t>
      </w:r>
    </w:p>
    <w:p w14:paraId="3820DA47" w14:textId="77777777" w:rsidR="001C0413" w:rsidRDefault="00530790" w:rsidP="001C0413">
      <w:r w:rsidRPr="005D5566">
        <w:t>Le père le regarda</w:t>
      </w:r>
      <w:r w:rsidR="001C0413">
        <w:t xml:space="preserve">, </w:t>
      </w:r>
      <w:r w:rsidRPr="005D5566">
        <w:t>cacha ses mains velues derrière son dos</w:t>
      </w:r>
      <w:r w:rsidR="001C0413">
        <w:t xml:space="preserve">, </w:t>
      </w:r>
      <w:r w:rsidRPr="005D5566">
        <w:t>et dit en ricanant</w:t>
      </w:r>
      <w:r w:rsidR="001C0413">
        <w:t> :</w:t>
      </w:r>
    </w:p>
    <w:p w14:paraId="68D321B1" w14:textId="77777777" w:rsidR="001C0413" w:rsidRDefault="001C0413" w:rsidP="001C0413">
      <w:r>
        <w:t>— </w:t>
      </w:r>
      <w:r w:rsidR="00530790" w:rsidRPr="005D5566">
        <w:t>C</w:t>
      </w:r>
      <w:r>
        <w:t>’</w:t>
      </w:r>
      <w:r w:rsidR="00530790" w:rsidRPr="005D5566">
        <w:t>est bien</w:t>
      </w:r>
      <w:r>
        <w:t>…</w:t>
      </w:r>
    </w:p>
    <w:p w14:paraId="217F092D" w14:textId="77777777" w:rsidR="001C0413" w:rsidRDefault="00530790" w:rsidP="001C0413">
      <w:r w:rsidRPr="005D5566">
        <w:t>Puis il ajouta avec un profond soupir</w:t>
      </w:r>
      <w:r w:rsidR="001C0413">
        <w:t> :</w:t>
      </w:r>
    </w:p>
    <w:p w14:paraId="252B62DF" w14:textId="77777777" w:rsidR="001C0413" w:rsidRDefault="001C0413" w:rsidP="001C0413">
      <w:r>
        <w:t>— </w:t>
      </w:r>
      <w:r w:rsidR="00530790" w:rsidRPr="005D5566">
        <w:t>Ah</w:t>
      </w:r>
      <w:r>
        <w:t xml:space="preserve"> ! </w:t>
      </w:r>
      <w:r w:rsidR="00530790" w:rsidRPr="005D5566">
        <w:t>canaille</w:t>
      </w:r>
      <w:r>
        <w:t> !</w:t>
      </w:r>
    </w:p>
    <w:p w14:paraId="2CE2E9DA" w14:textId="77777777" w:rsidR="001C0413" w:rsidRDefault="00530790" w:rsidP="001C0413">
      <w:r w:rsidRPr="005D5566">
        <w:t>Bientôt il déclara à sa femme</w:t>
      </w:r>
      <w:r w:rsidR="001C0413">
        <w:t> :</w:t>
      </w:r>
    </w:p>
    <w:p w14:paraId="564CFAE8" w14:textId="77777777" w:rsidR="001C0413" w:rsidRDefault="001C0413" w:rsidP="001C0413">
      <w:r>
        <w:t>— </w:t>
      </w:r>
      <w:r w:rsidR="00530790" w:rsidRPr="005D5566">
        <w:t>Ne me demande plus d</w:t>
      </w:r>
      <w:r>
        <w:t>’</w:t>
      </w:r>
      <w:r w:rsidR="00530790" w:rsidRPr="005D5566">
        <w:t>argent</w:t>
      </w:r>
      <w:r>
        <w:t xml:space="preserve">… </w:t>
      </w:r>
      <w:r w:rsidR="00530790" w:rsidRPr="005D5566">
        <w:t>pour vous nourrir</w:t>
      </w:r>
      <w:r>
        <w:t xml:space="preserve">, </w:t>
      </w:r>
      <w:r w:rsidR="00530790" w:rsidRPr="005D5566">
        <w:t>Pavel et toi</w:t>
      </w:r>
      <w:r>
        <w:t>.</w:t>
      </w:r>
    </w:p>
    <w:p w14:paraId="2D383FE1" w14:textId="77777777" w:rsidR="001C0413" w:rsidRDefault="001C0413" w:rsidP="001C0413">
      <w:r>
        <w:t>— </w:t>
      </w:r>
      <w:r w:rsidR="00530790" w:rsidRPr="005D5566">
        <w:t>Tu boiras tout</w:t>
      </w:r>
      <w:r>
        <w:t xml:space="preserve"> ? </w:t>
      </w:r>
      <w:r w:rsidR="00530790" w:rsidRPr="005D5566">
        <w:t>osa-t-elle demander</w:t>
      </w:r>
      <w:r>
        <w:t>.</w:t>
      </w:r>
    </w:p>
    <w:p w14:paraId="6AA54170" w14:textId="77777777" w:rsidR="001C0413" w:rsidRDefault="00530790" w:rsidP="001C0413">
      <w:r w:rsidRPr="005D5566">
        <w:lastRenderedPageBreak/>
        <w:t>Il frappa la table du poing et s</w:t>
      </w:r>
      <w:r w:rsidR="001C0413">
        <w:t>’</w:t>
      </w:r>
      <w:r w:rsidRPr="005D5566">
        <w:t>écria</w:t>
      </w:r>
      <w:r w:rsidR="001C0413">
        <w:t> :</w:t>
      </w:r>
    </w:p>
    <w:p w14:paraId="1BE97374" w14:textId="77777777" w:rsidR="001C0413" w:rsidRDefault="001C0413" w:rsidP="001C0413">
      <w:r>
        <w:t>— </w:t>
      </w:r>
      <w:r w:rsidR="00530790" w:rsidRPr="005D5566">
        <w:t>Ce n</w:t>
      </w:r>
      <w:r>
        <w:t>’</w:t>
      </w:r>
      <w:r w:rsidR="00530790" w:rsidRPr="005D5566">
        <w:t>est pas ton affaire</w:t>
      </w:r>
      <w:r>
        <w:t xml:space="preserve">, </w:t>
      </w:r>
      <w:r w:rsidR="00530790" w:rsidRPr="005D5566">
        <w:t>canaille</w:t>
      </w:r>
      <w:r>
        <w:t xml:space="preserve"> ! </w:t>
      </w:r>
      <w:r w:rsidR="00530790" w:rsidRPr="005D5566">
        <w:t>Je prendrai une maîtresse</w:t>
      </w:r>
      <w:r>
        <w:t>.</w:t>
      </w:r>
    </w:p>
    <w:p w14:paraId="7CFAEFB9" w14:textId="77777777" w:rsidR="001C0413" w:rsidRDefault="00530790" w:rsidP="001C0413">
      <w:r w:rsidRPr="005D5566">
        <w:t>Il ne prit pas de maîtresse</w:t>
      </w:r>
      <w:r w:rsidR="001C0413">
        <w:t xml:space="preserve"> ; </w:t>
      </w:r>
      <w:r w:rsidRPr="005D5566">
        <w:t>mais depuis ce moment-là jusqu</w:t>
      </w:r>
      <w:r w:rsidR="001C0413">
        <w:t>’</w:t>
      </w:r>
      <w:r w:rsidRPr="005D5566">
        <w:t>à sa mort</w:t>
      </w:r>
      <w:r w:rsidR="001C0413">
        <w:t xml:space="preserve">, </w:t>
      </w:r>
      <w:r w:rsidRPr="005D5566">
        <w:t>pendant deux ans environ</w:t>
      </w:r>
      <w:r w:rsidR="001C0413">
        <w:t xml:space="preserve">, </w:t>
      </w:r>
      <w:r w:rsidRPr="005D5566">
        <w:t>il ne regarda plus son fils et ne lui adressa pas une fois la parole</w:t>
      </w:r>
      <w:r w:rsidR="001C0413">
        <w:t>.</w:t>
      </w:r>
    </w:p>
    <w:p w14:paraId="3801B376" w14:textId="77777777" w:rsidR="001C0413" w:rsidRDefault="00530790" w:rsidP="001C0413">
      <w:pPr>
        <w:rPr>
          <w:szCs w:val="32"/>
        </w:rPr>
      </w:pPr>
      <w:r w:rsidRPr="005D5566">
        <w:rPr>
          <w:bCs/>
        </w:rPr>
        <w:t xml:space="preserve">Il avait </w:t>
      </w:r>
      <w:r w:rsidRPr="005D5566">
        <w:t>un chien aussi gros et velu que lui-même</w:t>
      </w:r>
      <w:r w:rsidR="001C0413">
        <w:t xml:space="preserve">. </w:t>
      </w:r>
      <w:r w:rsidRPr="005D5566">
        <w:t>Chaque matin l</w:t>
      </w:r>
      <w:r w:rsidR="001C0413">
        <w:t>’</w:t>
      </w:r>
      <w:r w:rsidRPr="005D5566">
        <w:t>animal l</w:t>
      </w:r>
      <w:r w:rsidR="001C0413">
        <w:t>’</w:t>
      </w:r>
      <w:r w:rsidRPr="005D5566">
        <w:t>accompagnait jusqu</w:t>
      </w:r>
      <w:r w:rsidR="001C0413">
        <w:t>’</w:t>
      </w:r>
      <w:r w:rsidRPr="005D5566">
        <w:t>à la porte de la fabrique</w:t>
      </w:r>
      <w:r w:rsidR="001C0413">
        <w:t xml:space="preserve">, </w:t>
      </w:r>
      <w:r w:rsidRPr="005D5566">
        <w:t xml:space="preserve">où </w:t>
      </w:r>
      <w:r w:rsidRPr="005D5566">
        <w:rPr>
          <w:bCs/>
        </w:rPr>
        <w:t xml:space="preserve">il </w:t>
      </w:r>
      <w:r w:rsidRPr="005D5566">
        <w:t>l</w:t>
      </w:r>
      <w:r w:rsidR="001C0413">
        <w:t>’</w:t>
      </w:r>
      <w:r w:rsidRPr="005D5566">
        <w:t>attendait le soir</w:t>
      </w:r>
      <w:r w:rsidR="001C0413">
        <w:t xml:space="preserve">. </w:t>
      </w:r>
      <w:r w:rsidRPr="005D5566">
        <w:t>Les jours de fête Vlassov s</w:t>
      </w:r>
      <w:r w:rsidR="001C0413">
        <w:t>’</w:t>
      </w:r>
      <w:r w:rsidRPr="005D5566">
        <w:t>en allait au cabaret</w:t>
      </w:r>
      <w:r w:rsidR="001C0413">
        <w:t xml:space="preserve">. </w:t>
      </w:r>
      <w:r w:rsidRPr="005D5566">
        <w:t>Il marchait sans mot dire</w:t>
      </w:r>
      <w:r w:rsidR="001C0413">
        <w:t xml:space="preserve">, </w:t>
      </w:r>
      <w:r w:rsidRPr="005D5566">
        <w:t>et comme s</w:t>
      </w:r>
      <w:r w:rsidR="001C0413">
        <w:t>’</w:t>
      </w:r>
      <w:r w:rsidRPr="005D5566">
        <w:t>il eût cherché quelque chose</w:t>
      </w:r>
      <w:r w:rsidR="001C0413">
        <w:t xml:space="preserve">, </w:t>
      </w:r>
      <w:r w:rsidRPr="005D5566">
        <w:t>égratignant du regard les gens au passage</w:t>
      </w:r>
      <w:r w:rsidR="001C0413">
        <w:t xml:space="preserve">. </w:t>
      </w:r>
      <w:r w:rsidRPr="005D5566">
        <w:t>Toute la journée</w:t>
      </w:r>
      <w:r w:rsidR="001C0413">
        <w:t xml:space="preserve">, </w:t>
      </w:r>
      <w:r w:rsidRPr="005D5566">
        <w:t>le chien le suivait</w:t>
      </w:r>
      <w:r w:rsidR="001C0413">
        <w:t xml:space="preserve">, </w:t>
      </w:r>
      <w:r w:rsidRPr="005D5566">
        <w:t>tenant basse sa grosse queue épaisse</w:t>
      </w:r>
      <w:r w:rsidR="001C0413">
        <w:t xml:space="preserve">. </w:t>
      </w:r>
      <w:r w:rsidRPr="005D5566">
        <w:t>Quand Vlassov</w:t>
      </w:r>
      <w:r w:rsidR="001C0413">
        <w:t xml:space="preserve">, </w:t>
      </w:r>
      <w:r w:rsidRPr="005D5566">
        <w:t>ivre</w:t>
      </w:r>
      <w:r w:rsidR="001C0413">
        <w:t xml:space="preserve">, </w:t>
      </w:r>
      <w:r w:rsidRPr="005D5566">
        <w:t>rentrait à la maison</w:t>
      </w:r>
      <w:r w:rsidR="001C0413">
        <w:t xml:space="preserve">, </w:t>
      </w:r>
      <w:r w:rsidRPr="005D5566">
        <w:t>il soupait et donnait à manger au chien dans sa propre assiette</w:t>
      </w:r>
      <w:r w:rsidR="001C0413">
        <w:t xml:space="preserve">. </w:t>
      </w:r>
      <w:r w:rsidRPr="005D5566">
        <w:t xml:space="preserve">Il ne battait jamais </w:t>
      </w:r>
      <w:r w:rsidRPr="005D5566">
        <w:rPr>
          <w:bCs/>
        </w:rPr>
        <w:t>l</w:t>
      </w:r>
      <w:r w:rsidR="001C0413">
        <w:rPr>
          <w:bCs/>
        </w:rPr>
        <w:t>’</w:t>
      </w:r>
      <w:r w:rsidRPr="005D5566">
        <w:rPr>
          <w:bCs/>
        </w:rPr>
        <w:t>animal</w:t>
      </w:r>
      <w:r w:rsidR="001C0413">
        <w:rPr>
          <w:bCs/>
        </w:rPr>
        <w:t xml:space="preserve">, </w:t>
      </w:r>
      <w:r w:rsidRPr="005D5566">
        <w:t xml:space="preserve">pas plus </w:t>
      </w:r>
      <w:r w:rsidRPr="005D5566">
        <w:rPr>
          <w:szCs w:val="32"/>
        </w:rPr>
        <w:t>qu</w:t>
      </w:r>
      <w:r w:rsidR="001C0413">
        <w:rPr>
          <w:szCs w:val="32"/>
        </w:rPr>
        <w:t>’</w:t>
      </w:r>
      <w:r w:rsidRPr="005D5566">
        <w:rPr>
          <w:szCs w:val="32"/>
        </w:rPr>
        <w:t>il ne l</w:t>
      </w:r>
      <w:r w:rsidR="001C0413">
        <w:rPr>
          <w:szCs w:val="32"/>
        </w:rPr>
        <w:t>’</w:t>
      </w:r>
      <w:r w:rsidRPr="005D5566">
        <w:rPr>
          <w:szCs w:val="32"/>
        </w:rPr>
        <w:t>invectivait ou ne le caressait</w:t>
      </w:r>
      <w:r w:rsidR="001C0413">
        <w:rPr>
          <w:szCs w:val="32"/>
        </w:rPr>
        <w:t xml:space="preserve">. </w:t>
      </w:r>
      <w:r w:rsidRPr="005D5566">
        <w:rPr>
          <w:szCs w:val="32"/>
        </w:rPr>
        <w:t>Après le repas</w:t>
      </w:r>
      <w:r w:rsidR="001C0413">
        <w:rPr>
          <w:szCs w:val="32"/>
        </w:rPr>
        <w:t xml:space="preserve">, </w:t>
      </w:r>
      <w:r w:rsidRPr="005D5566">
        <w:rPr>
          <w:szCs w:val="32"/>
        </w:rPr>
        <w:t>si sa femme n</w:t>
      </w:r>
      <w:r w:rsidR="001C0413">
        <w:rPr>
          <w:szCs w:val="32"/>
        </w:rPr>
        <w:t>’</w:t>
      </w:r>
      <w:r w:rsidRPr="005D5566">
        <w:rPr>
          <w:szCs w:val="32"/>
        </w:rPr>
        <w:t>avait pas réussi à enlever le couvert au moment opportun</w:t>
      </w:r>
      <w:r w:rsidR="001C0413">
        <w:rPr>
          <w:szCs w:val="32"/>
        </w:rPr>
        <w:t xml:space="preserve">, </w:t>
      </w:r>
      <w:r w:rsidRPr="005D5566">
        <w:rPr>
          <w:szCs w:val="32"/>
        </w:rPr>
        <w:t>il jetait la vaisselle à terre</w:t>
      </w:r>
      <w:r w:rsidR="001C0413">
        <w:rPr>
          <w:szCs w:val="32"/>
        </w:rPr>
        <w:t xml:space="preserve">, </w:t>
      </w:r>
      <w:r w:rsidRPr="005D5566">
        <w:rPr>
          <w:szCs w:val="32"/>
        </w:rPr>
        <w:t>plaçait devant lui une bouteille d</w:t>
      </w:r>
      <w:r w:rsidR="001C0413">
        <w:rPr>
          <w:szCs w:val="32"/>
        </w:rPr>
        <w:t>’</w:t>
      </w:r>
      <w:r w:rsidRPr="005D5566">
        <w:rPr>
          <w:szCs w:val="32"/>
        </w:rPr>
        <w:t>eau-de-vie</w:t>
      </w:r>
      <w:r w:rsidR="001C0413">
        <w:rPr>
          <w:szCs w:val="32"/>
        </w:rPr>
        <w:t xml:space="preserve">, </w:t>
      </w:r>
      <w:r w:rsidRPr="005D5566">
        <w:rPr>
          <w:szCs w:val="32"/>
        </w:rPr>
        <w:t>et</w:t>
      </w:r>
      <w:r w:rsidR="001C0413">
        <w:rPr>
          <w:szCs w:val="32"/>
        </w:rPr>
        <w:t xml:space="preserve">, </w:t>
      </w:r>
      <w:r w:rsidRPr="005D5566">
        <w:rPr>
          <w:szCs w:val="32"/>
        </w:rPr>
        <w:t>le dos appuyé au mur</w:t>
      </w:r>
      <w:r w:rsidR="001C0413">
        <w:rPr>
          <w:szCs w:val="32"/>
        </w:rPr>
        <w:t xml:space="preserve">, </w:t>
      </w:r>
      <w:r w:rsidRPr="005D5566">
        <w:rPr>
          <w:szCs w:val="32"/>
        </w:rPr>
        <w:t>la bouche grande ouverte et les yeux fermés</w:t>
      </w:r>
      <w:r w:rsidR="001C0413">
        <w:rPr>
          <w:szCs w:val="32"/>
        </w:rPr>
        <w:t xml:space="preserve">, </w:t>
      </w:r>
      <w:r w:rsidRPr="005D5566">
        <w:rPr>
          <w:szCs w:val="32"/>
        </w:rPr>
        <w:t>il entonnait d</w:t>
      </w:r>
      <w:r w:rsidR="001C0413">
        <w:rPr>
          <w:szCs w:val="32"/>
        </w:rPr>
        <w:t>’</w:t>
      </w:r>
      <w:r w:rsidRPr="005D5566">
        <w:rPr>
          <w:szCs w:val="32"/>
        </w:rPr>
        <w:t>une voix sourde une chanson mélancolique</w:t>
      </w:r>
      <w:r w:rsidR="001C0413">
        <w:rPr>
          <w:szCs w:val="32"/>
        </w:rPr>
        <w:t xml:space="preserve">. </w:t>
      </w:r>
      <w:r w:rsidRPr="005D5566">
        <w:rPr>
          <w:szCs w:val="32"/>
        </w:rPr>
        <w:t>Les sons discordants s</w:t>
      </w:r>
      <w:r w:rsidR="001C0413">
        <w:rPr>
          <w:szCs w:val="32"/>
        </w:rPr>
        <w:t>’</w:t>
      </w:r>
      <w:r w:rsidRPr="005D5566">
        <w:rPr>
          <w:szCs w:val="32"/>
        </w:rPr>
        <w:t>embarrassaient dans ses moustaches</w:t>
      </w:r>
      <w:r w:rsidR="001C0413">
        <w:rPr>
          <w:szCs w:val="32"/>
        </w:rPr>
        <w:t xml:space="preserve">, </w:t>
      </w:r>
      <w:r w:rsidRPr="005D5566">
        <w:rPr>
          <w:szCs w:val="32"/>
        </w:rPr>
        <w:t>d</w:t>
      </w:r>
      <w:r w:rsidR="001C0413">
        <w:rPr>
          <w:szCs w:val="32"/>
        </w:rPr>
        <w:t>’</w:t>
      </w:r>
      <w:r w:rsidRPr="005D5566">
        <w:rPr>
          <w:szCs w:val="32"/>
        </w:rPr>
        <w:t>où tombaient des miettes de pain</w:t>
      </w:r>
      <w:r w:rsidR="001C0413">
        <w:rPr>
          <w:szCs w:val="32"/>
        </w:rPr>
        <w:t xml:space="preserve"> ; </w:t>
      </w:r>
      <w:r w:rsidRPr="005D5566">
        <w:rPr>
          <w:szCs w:val="32"/>
        </w:rPr>
        <w:t>le serrurier lissait de ses gros doigts les poils de sa barbe et chantait</w:t>
      </w:r>
      <w:r w:rsidR="001C0413">
        <w:rPr>
          <w:szCs w:val="32"/>
        </w:rPr>
        <w:t xml:space="preserve">. </w:t>
      </w:r>
      <w:r w:rsidRPr="005D5566">
        <w:rPr>
          <w:szCs w:val="32"/>
        </w:rPr>
        <w:t>Les paroles de la chanson étaient incompréhensibles</w:t>
      </w:r>
      <w:r w:rsidR="001C0413">
        <w:rPr>
          <w:szCs w:val="32"/>
        </w:rPr>
        <w:t xml:space="preserve">, </w:t>
      </w:r>
      <w:r w:rsidRPr="005D5566">
        <w:rPr>
          <w:szCs w:val="32"/>
        </w:rPr>
        <w:t>traînantes</w:t>
      </w:r>
      <w:r w:rsidR="001C0413">
        <w:rPr>
          <w:szCs w:val="32"/>
        </w:rPr>
        <w:t xml:space="preserve">, </w:t>
      </w:r>
      <w:r w:rsidRPr="005D5566">
        <w:rPr>
          <w:szCs w:val="32"/>
        </w:rPr>
        <w:t>la mélodie rappelait le hurlement des loups en hiver</w:t>
      </w:r>
      <w:r w:rsidR="001C0413">
        <w:rPr>
          <w:szCs w:val="32"/>
        </w:rPr>
        <w:t xml:space="preserve">. </w:t>
      </w:r>
      <w:r w:rsidRPr="005D5566">
        <w:rPr>
          <w:szCs w:val="32"/>
        </w:rPr>
        <w:t>Il chantait tant qu</w:t>
      </w:r>
      <w:r w:rsidR="001C0413">
        <w:rPr>
          <w:szCs w:val="32"/>
        </w:rPr>
        <w:t>’</w:t>
      </w:r>
      <w:r w:rsidRPr="005D5566">
        <w:rPr>
          <w:szCs w:val="32"/>
        </w:rPr>
        <w:t>il y avait de l</w:t>
      </w:r>
      <w:r w:rsidR="001C0413">
        <w:rPr>
          <w:szCs w:val="32"/>
        </w:rPr>
        <w:t>’</w:t>
      </w:r>
      <w:r w:rsidRPr="005D5566">
        <w:rPr>
          <w:szCs w:val="32"/>
        </w:rPr>
        <w:t>eau-de-vie dans la bouteille</w:t>
      </w:r>
      <w:r w:rsidR="001C0413">
        <w:rPr>
          <w:szCs w:val="32"/>
        </w:rPr>
        <w:t xml:space="preserve"> ; </w:t>
      </w:r>
      <w:r w:rsidRPr="005D5566">
        <w:rPr>
          <w:szCs w:val="32"/>
        </w:rPr>
        <w:t>puis il s</w:t>
      </w:r>
      <w:r w:rsidR="001C0413">
        <w:rPr>
          <w:szCs w:val="32"/>
        </w:rPr>
        <w:t>’</w:t>
      </w:r>
      <w:r w:rsidRPr="005D5566">
        <w:rPr>
          <w:szCs w:val="32"/>
        </w:rPr>
        <w:t>allongeait sur le banc ou posait sa tête sur la table et dormait ainsi jusqu</w:t>
      </w:r>
      <w:r w:rsidR="001C0413">
        <w:rPr>
          <w:szCs w:val="32"/>
        </w:rPr>
        <w:t>’</w:t>
      </w:r>
      <w:r w:rsidRPr="005D5566">
        <w:rPr>
          <w:szCs w:val="32"/>
        </w:rPr>
        <w:t>à l</w:t>
      </w:r>
      <w:r w:rsidR="001C0413">
        <w:rPr>
          <w:szCs w:val="32"/>
        </w:rPr>
        <w:t>’</w:t>
      </w:r>
      <w:r w:rsidRPr="005D5566">
        <w:rPr>
          <w:szCs w:val="32"/>
        </w:rPr>
        <w:t>appel de la sirène</w:t>
      </w:r>
      <w:r w:rsidR="001C0413">
        <w:rPr>
          <w:szCs w:val="32"/>
        </w:rPr>
        <w:t xml:space="preserve">. </w:t>
      </w:r>
      <w:r w:rsidRPr="005D5566">
        <w:rPr>
          <w:szCs w:val="32"/>
        </w:rPr>
        <w:t>Le chien se couchait à côté de lui</w:t>
      </w:r>
      <w:r w:rsidR="001C0413">
        <w:rPr>
          <w:szCs w:val="32"/>
        </w:rPr>
        <w:t>.</w:t>
      </w:r>
    </w:p>
    <w:p w14:paraId="459B3C89" w14:textId="77777777" w:rsidR="001C0413" w:rsidRDefault="00530790" w:rsidP="001C0413">
      <w:r w:rsidRPr="005D5566">
        <w:t>Il mourut d</w:t>
      </w:r>
      <w:r w:rsidR="001C0413">
        <w:t>’</w:t>
      </w:r>
      <w:r w:rsidRPr="005D5566">
        <w:t>une hernie</w:t>
      </w:r>
      <w:r w:rsidR="001C0413">
        <w:t xml:space="preserve">, </w:t>
      </w:r>
      <w:r w:rsidRPr="005D5566">
        <w:t>après une longue agonie</w:t>
      </w:r>
      <w:r w:rsidR="001C0413">
        <w:t xml:space="preserve">. </w:t>
      </w:r>
      <w:r w:rsidRPr="005D5566">
        <w:t>Pendant cinq jours</w:t>
      </w:r>
      <w:r w:rsidR="001C0413">
        <w:t xml:space="preserve">, </w:t>
      </w:r>
      <w:r w:rsidRPr="005D5566">
        <w:t>noirci par la souffrance</w:t>
      </w:r>
      <w:r w:rsidR="001C0413">
        <w:t xml:space="preserve">, </w:t>
      </w:r>
      <w:r w:rsidRPr="005D5566">
        <w:t>il s</w:t>
      </w:r>
      <w:r w:rsidR="001C0413">
        <w:t>’</w:t>
      </w:r>
      <w:r w:rsidRPr="005D5566">
        <w:t xml:space="preserve">agita sans cesse dans </w:t>
      </w:r>
      <w:r w:rsidRPr="005D5566">
        <w:lastRenderedPageBreak/>
        <w:t>son lit</w:t>
      </w:r>
      <w:r w:rsidR="001C0413">
        <w:t xml:space="preserve">, </w:t>
      </w:r>
      <w:r w:rsidRPr="005D5566">
        <w:t>les paupières closes</w:t>
      </w:r>
      <w:r w:rsidR="001C0413">
        <w:t xml:space="preserve">, </w:t>
      </w:r>
      <w:r w:rsidRPr="005D5566">
        <w:t>les dents grimaçantes</w:t>
      </w:r>
      <w:r w:rsidR="001C0413">
        <w:t xml:space="preserve">. </w:t>
      </w:r>
      <w:r w:rsidRPr="005D5566">
        <w:t>Parfois</w:t>
      </w:r>
      <w:r w:rsidR="001C0413">
        <w:t xml:space="preserve">, </w:t>
      </w:r>
      <w:r w:rsidRPr="005D5566">
        <w:t>il disait à sa femme</w:t>
      </w:r>
      <w:r w:rsidR="001C0413">
        <w:t> :</w:t>
      </w:r>
    </w:p>
    <w:p w14:paraId="73598E80" w14:textId="77777777" w:rsidR="001C0413" w:rsidRDefault="001C0413" w:rsidP="001C0413">
      <w:r>
        <w:t>— </w:t>
      </w:r>
      <w:r w:rsidR="00530790" w:rsidRPr="005D5566">
        <w:t>Donne-moi de l</w:t>
      </w:r>
      <w:r>
        <w:t>’</w:t>
      </w:r>
      <w:r w:rsidR="00530790" w:rsidRPr="005D5566">
        <w:t>arsenic</w:t>
      </w:r>
      <w:r>
        <w:t xml:space="preserve">… </w:t>
      </w:r>
      <w:r w:rsidR="00530790" w:rsidRPr="005D5566">
        <w:t>empoisonne-moi</w:t>
      </w:r>
      <w:r>
        <w:t>.</w:t>
      </w:r>
    </w:p>
    <w:p w14:paraId="5E06BCCF" w14:textId="77777777" w:rsidR="001C0413" w:rsidRDefault="00530790" w:rsidP="001C0413">
      <w:r w:rsidRPr="005D5566">
        <w:t>Elle fit venir le médecin</w:t>
      </w:r>
      <w:r w:rsidR="001C0413">
        <w:t xml:space="preserve">, </w:t>
      </w:r>
      <w:r w:rsidRPr="005D5566">
        <w:t>qui ordonna des cataplasmes</w:t>
      </w:r>
      <w:r w:rsidR="001C0413">
        <w:t xml:space="preserve">, </w:t>
      </w:r>
      <w:r w:rsidRPr="005D5566">
        <w:t>ajoutant qu</w:t>
      </w:r>
      <w:r w:rsidR="001C0413">
        <w:t>’</w:t>
      </w:r>
      <w:r w:rsidRPr="005D5566">
        <w:t>une opération était indispensable et qu</w:t>
      </w:r>
      <w:r w:rsidR="001C0413">
        <w:t>’</w:t>
      </w:r>
      <w:r w:rsidRPr="005D5566">
        <w:t>il fallait conduire le malade à l</w:t>
      </w:r>
      <w:r w:rsidR="001C0413">
        <w:t>’</w:t>
      </w:r>
      <w:r w:rsidRPr="005D5566">
        <w:t>hôpital le jour même</w:t>
      </w:r>
      <w:r w:rsidR="001C0413">
        <w:t>.</w:t>
      </w:r>
    </w:p>
    <w:p w14:paraId="0E89C0A9" w14:textId="77777777" w:rsidR="001C0413" w:rsidRDefault="001C0413" w:rsidP="001C0413">
      <w:r>
        <w:t>— </w:t>
      </w:r>
      <w:r w:rsidR="00530790" w:rsidRPr="005D5566">
        <w:t>Va-t</w:t>
      </w:r>
      <w:r>
        <w:t>’</w:t>
      </w:r>
      <w:r w:rsidR="00530790" w:rsidRPr="005D5566">
        <w:t>en au diable</w:t>
      </w:r>
      <w:r>
        <w:t xml:space="preserve">… </w:t>
      </w:r>
      <w:r w:rsidR="00530790" w:rsidRPr="005D5566">
        <w:t>canaille</w:t>
      </w:r>
      <w:r>
        <w:t xml:space="preserve">… </w:t>
      </w:r>
      <w:r w:rsidR="00530790" w:rsidRPr="005D5566">
        <w:t>je mourrai bien tout seul</w:t>
      </w:r>
      <w:r>
        <w:t xml:space="preserve"> ! </w:t>
      </w:r>
      <w:r w:rsidR="00530790" w:rsidRPr="005D5566">
        <w:t>répondit Vlassov</w:t>
      </w:r>
      <w:r>
        <w:t>.</w:t>
      </w:r>
    </w:p>
    <w:p w14:paraId="79BBCB54" w14:textId="77777777" w:rsidR="001C0413" w:rsidRDefault="00530790" w:rsidP="001C0413">
      <w:r w:rsidRPr="005D5566">
        <w:t>Lorsque le docteur fut parti</w:t>
      </w:r>
      <w:r w:rsidR="001C0413">
        <w:t xml:space="preserve">, </w:t>
      </w:r>
      <w:r w:rsidRPr="005D5566">
        <w:t>sa femme en pleurs voulut l</w:t>
      </w:r>
      <w:r w:rsidR="001C0413">
        <w:t>’</w:t>
      </w:r>
      <w:r w:rsidRPr="005D5566">
        <w:t>exhorter à se soumettre à l</w:t>
      </w:r>
      <w:r w:rsidR="001C0413">
        <w:t>’</w:t>
      </w:r>
      <w:r w:rsidRPr="005D5566">
        <w:t>opération</w:t>
      </w:r>
      <w:r w:rsidR="001C0413">
        <w:t xml:space="preserve"> ; </w:t>
      </w:r>
      <w:r w:rsidRPr="005D5566">
        <w:t>Mikhaïl lui déclara en la menaçant du poing</w:t>
      </w:r>
      <w:r w:rsidR="001C0413">
        <w:t> :</w:t>
      </w:r>
    </w:p>
    <w:p w14:paraId="6B4EC4F1" w14:textId="77777777" w:rsidR="001C0413" w:rsidRDefault="001C0413" w:rsidP="001C0413">
      <w:r>
        <w:t>— </w:t>
      </w:r>
      <w:r w:rsidR="00530790" w:rsidRPr="005D5566">
        <w:t>N</w:t>
      </w:r>
      <w:r>
        <w:t>’</w:t>
      </w:r>
      <w:r w:rsidR="00530790" w:rsidRPr="005D5566">
        <w:t>essaye pas</w:t>
      </w:r>
      <w:r>
        <w:t xml:space="preserve">… </w:t>
      </w:r>
      <w:r w:rsidR="00530790" w:rsidRPr="005D5566">
        <w:t>Si je guéris</w:t>
      </w:r>
      <w:r>
        <w:t xml:space="preserve">, </w:t>
      </w:r>
      <w:r w:rsidR="00530790" w:rsidRPr="005D5566">
        <w:t>tu le paieras cher</w:t>
      </w:r>
      <w:r>
        <w:t> !</w:t>
      </w:r>
    </w:p>
    <w:p w14:paraId="64A28712" w14:textId="77777777" w:rsidR="001C0413" w:rsidRDefault="00530790" w:rsidP="001C0413">
      <w:r w:rsidRPr="005D5566">
        <w:t>Il mourut un matin</w:t>
      </w:r>
      <w:r w:rsidR="001C0413">
        <w:t xml:space="preserve">, </w:t>
      </w:r>
      <w:r w:rsidRPr="005D5566">
        <w:t>tandis que la sirène appelait les ouvriers au travail</w:t>
      </w:r>
      <w:r w:rsidR="001C0413">
        <w:t xml:space="preserve">. </w:t>
      </w:r>
      <w:r w:rsidRPr="005D5566">
        <w:t>On le coucha dans son cercueil</w:t>
      </w:r>
      <w:r w:rsidR="001C0413">
        <w:t xml:space="preserve"> ; </w:t>
      </w:r>
      <w:r w:rsidRPr="005D5566">
        <w:t>il avait les sourcils froncés et la bouche ouverte</w:t>
      </w:r>
      <w:r w:rsidR="001C0413">
        <w:t xml:space="preserve">. </w:t>
      </w:r>
      <w:r w:rsidRPr="005D5566">
        <w:t>Il fut conduit à sa demeure dernière par sa femme</w:t>
      </w:r>
      <w:r w:rsidR="001C0413">
        <w:t xml:space="preserve">, </w:t>
      </w:r>
      <w:r w:rsidRPr="005D5566">
        <w:t>son fils</w:t>
      </w:r>
      <w:r w:rsidR="001C0413">
        <w:t xml:space="preserve">, </w:t>
      </w:r>
      <w:r w:rsidRPr="005D5566">
        <w:t>son chien</w:t>
      </w:r>
      <w:r w:rsidR="001C0413">
        <w:t xml:space="preserve">, </w:t>
      </w:r>
      <w:r w:rsidRPr="005D5566">
        <w:t>ainsi que par Danilo Vessoftchikov</w:t>
      </w:r>
      <w:r w:rsidR="001C0413">
        <w:t xml:space="preserve">, </w:t>
      </w:r>
      <w:r w:rsidRPr="005D5566">
        <w:t>vieux voleur ivrogne chassé de la fabrique</w:t>
      </w:r>
      <w:r w:rsidR="001C0413">
        <w:t xml:space="preserve">, </w:t>
      </w:r>
      <w:r w:rsidRPr="005D5566">
        <w:t>et par quelques miséreux du faubourg</w:t>
      </w:r>
      <w:r w:rsidR="001C0413">
        <w:t xml:space="preserve">. </w:t>
      </w:r>
      <w:r w:rsidRPr="005D5566">
        <w:t>La femme pleura un peu</w:t>
      </w:r>
      <w:r w:rsidR="001C0413">
        <w:t xml:space="preserve">. </w:t>
      </w:r>
      <w:r w:rsidRPr="005D5566">
        <w:t>Pavel avait les yeux secs</w:t>
      </w:r>
      <w:r w:rsidR="001C0413">
        <w:t xml:space="preserve">. </w:t>
      </w:r>
      <w:r w:rsidRPr="005D5566">
        <w:t>Ceux qui rencontraient le cortège funèbre s</w:t>
      </w:r>
      <w:r w:rsidR="001C0413">
        <w:t>’</w:t>
      </w:r>
      <w:r w:rsidRPr="005D5566">
        <w:t>arrêtaient et se signaient en disant</w:t>
      </w:r>
      <w:r w:rsidR="001C0413">
        <w:t> :</w:t>
      </w:r>
    </w:p>
    <w:p w14:paraId="7A8DC1DD" w14:textId="77777777" w:rsidR="001C0413" w:rsidRDefault="001C0413" w:rsidP="001C0413">
      <w:r>
        <w:t>— </w:t>
      </w:r>
      <w:r w:rsidR="00530790" w:rsidRPr="005D5566">
        <w:t>Sans doute</w:t>
      </w:r>
      <w:r>
        <w:t xml:space="preserve">, </w:t>
      </w:r>
      <w:r w:rsidR="00530790" w:rsidRPr="005D5566">
        <w:t xml:space="preserve">Pélaguée est bien contente de </w:t>
      </w:r>
      <w:r w:rsidR="00530790" w:rsidRPr="005D5566">
        <w:rPr>
          <w:bCs/>
        </w:rPr>
        <w:t xml:space="preserve">la </w:t>
      </w:r>
      <w:r w:rsidR="00530790" w:rsidRPr="005D5566">
        <w:t>mort de son mari</w:t>
      </w:r>
      <w:r>
        <w:t>.</w:t>
      </w:r>
    </w:p>
    <w:p w14:paraId="2F4F87ED" w14:textId="77777777" w:rsidR="001C0413" w:rsidRDefault="00530790" w:rsidP="001C0413">
      <w:r w:rsidRPr="005D5566">
        <w:t>Quelqu</w:t>
      </w:r>
      <w:r w:rsidR="001C0413">
        <w:t>’</w:t>
      </w:r>
      <w:r w:rsidRPr="005D5566">
        <w:t>un corrigea</w:t>
      </w:r>
      <w:r w:rsidR="001C0413">
        <w:t> :</w:t>
      </w:r>
    </w:p>
    <w:p w14:paraId="3B3FD84E" w14:textId="77777777" w:rsidR="001C0413" w:rsidRDefault="001C0413" w:rsidP="001C0413">
      <w:r>
        <w:t>— </w:t>
      </w:r>
      <w:r w:rsidR="00530790" w:rsidRPr="005D5566">
        <w:t>Il n</w:t>
      </w:r>
      <w:r>
        <w:t>’</w:t>
      </w:r>
      <w:r w:rsidR="00530790" w:rsidRPr="005D5566">
        <w:t>est pas mort</w:t>
      </w:r>
      <w:r>
        <w:t xml:space="preserve">, </w:t>
      </w:r>
      <w:r w:rsidR="00530790" w:rsidRPr="005D5566">
        <w:t>il a crevé</w:t>
      </w:r>
      <w:r>
        <w:t>.</w:t>
      </w:r>
    </w:p>
    <w:p w14:paraId="65A53A71" w14:textId="77777777" w:rsidR="001C0413" w:rsidRDefault="00530790" w:rsidP="001C0413">
      <w:r w:rsidRPr="005D5566">
        <w:lastRenderedPageBreak/>
        <w:t>Après la descente du cercueil</w:t>
      </w:r>
      <w:r w:rsidR="001C0413">
        <w:t xml:space="preserve">, </w:t>
      </w:r>
      <w:r w:rsidRPr="005D5566">
        <w:t>les gens s</w:t>
      </w:r>
      <w:r w:rsidR="001C0413">
        <w:t>’</w:t>
      </w:r>
      <w:r w:rsidRPr="005D5566">
        <w:t>en retournèrent</w:t>
      </w:r>
      <w:r w:rsidR="001C0413">
        <w:t xml:space="preserve"> ; </w:t>
      </w:r>
      <w:r w:rsidRPr="005D5566">
        <w:t>le chien resta</w:t>
      </w:r>
      <w:r w:rsidR="001C0413">
        <w:t xml:space="preserve">, </w:t>
      </w:r>
      <w:r w:rsidRPr="005D5566">
        <w:t>couché sur la terre fraîche</w:t>
      </w:r>
      <w:r w:rsidR="001C0413">
        <w:t xml:space="preserve">, </w:t>
      </w:r>
      <w:r w:rsidRPr="005D5566">
        <w:t>et flaira longtemps</w:t>
      </w:r>
      <w:r w:rsidR="001C0413">
        <w:t xml:space="preserve">. </w:t>
      </w:r>
      <w:r w:rsidRPr="005D5566">
        <w:t>Quelques jours plus tard il fut tué</w:t>
      </w:r>
      <w:r w:rsidR="001C0413">
        <w:t xml:space="preserve">, </w:t>
      </w:r>
      <w:r w:rsidRPr="005D5566">
        <w:t>on ne sait par qui</w:t>
      </w:r>
      <w:r w:rsidR="001C0413">
        <w:t>.</w:t>
      </w:r>
    </w:p>
    <w:p w14:paraId="439A2623" w14:textId="1B59F8A9" w:rsidR="00530790" w:rsidRPr="003B37B8" w:rsidRDefault="00530790" w:rsidP="001C0413">
      <w:pPr>
        <w:pStyle w:val="Titre2"/>
        <w:rPr>
          <w:szCs w:val="44"/>
        </w:rPr>
      </w:pPr>
      <w:bookmarkStart w:id="4" w:name="_Toc202279525"/>
      <w:r w:rsidRPr="003B37B8">
        <w:rPr>
          <w:szCs w:val="44"/>
        </w:rPr>
        <w:lastRenderedPageBreak/>
        <w:t>III</w:t>
      </w:r>
      <w:bookmarkEnd w:id="4"/>
      <w:r w:rsidRPr="003B37B8">
        <w:rPr>
          <w:szCs w:val="44"/>
        </w:rPr>
        <w:br/>
      </w:r>
    </w:p>
    <w:p w14:paraId="77E0CA21" w14:textId="77777777" w:rsidR="001C0413" w:rsidRDefault="00530790" w:rsidP="001C0413">
      <w:r w:rsidRPr="005D5566">
        <w:t>Un dimanche</w:t>
      </w:r>
      <w:r w:rsidR="001C0413">
        <w:t xml:space="preserve">, </w:t>
      </w:r>
      <w:r w:rsidRPr="005D5566">
        <w:t>une quinzaine après la mort de son père</w:t>
      </w:r>
      <w:r w:rsidR="001C0413">
        <w:t xml:space="preserve">, </w:t>
      </w:r>
      <w:r w:rsidRPr="005D5566">
        <w:t>Pavel rentra ivre à la maison</w:t>
      </w:r>
      <w:r w:rsidR="001C0413">
        <w:t xml:space="preserve">. </w:t>
      </w:r>
      <w:r w:rsidRPr="005D5566">
        <w:t>Il arriva en chancelant dans la première pièce et cria à sa mère</w:t>
      </w:r>
      <w:r w:rsidR="001C0413">
        <w:t xml:space="preserve">, </w:t>
      </w:r>
      <w:r w:rsidRPr="005D5566">
        <w:t>en assénant un coup de poing sur la table</w:t>
      </w:r>
      <w:r w:rsidR="001C0413">
        <w:t xml:space="preserve">, </w:t>
      </w:r>
      <w:r w:rsidRPr="005D5566">
        <w:t>comme le faisait Mikhaïl</w:t>
      </w:r>
      <w:r w:rsidR="001C0413">
        <w:t> :</w:t>
      </w:r>
    </w:p>
    <w:p w14:paraId="64CF716D" w14:textId="77777777" w:rsidR="001C0413" w:rsidRDefault="001C0413" w:rsidP="001C0413">
      <w:r>
        <w:t>— </w:t>
      </w:r>
      <w:r w:rsidR="00530790" w:rsidRPr="005D5566">
        <w:t>Le souper</w:t>
      </w:r>
      <w:r>
        <w:t> ?…</w:t>
      </w:r>
    </w:p>
    <w:p w14:paraId="68402C5D" w14:textId="77777777" w:rsidR="001C0413" w:rsidRDefault="00530790" w:rsidP="001C0413">
      <w:r w:rsidRPr="005D5566">
        <w:t>Pélaguée s</w:t>
      </w:r>
      <w:r w:rsidR="001C0413">
        <w:t>’</w:t>
      </w:r>
      <w:r w:rsidRPr="005D5566">
        <w:t>approcha</w:t>
      </w:r>
      <w:r w:rsidR="001C0413">
        <w:t xml:space="preserve">, </w:t>
      </w:r>
      <w:r w:rsidRPr="005D5566">
        <w:t>s</w:t>
      </w:r>
      <w:r w:rsidR="001C0413">
        <w:t>’</w:t>
      </w:r>
      <w:r w:rsidRPr="005D5566">
        <w:t>assit à ses côtés</w:t>
      </w:r>
      <w:r w:rsidR="001C0413">
        <w:t xml:space="preserve">, </w:t>
      </w:r>
      <w:r w:rsidRPr="005D5566">
        <w:t>et l</w:t>
      </w:r>
      <w:r w:rsidR="001C0413">
        <w:t>’</w:t>
      </w:r>
      <w:r w:rsidRPr="005D5566">
        <w:t>enlaçant</w:t>
      </w:r>
      <w:r w:rsidR="001C0413">
        <w:t xml:space="preserve">, </w:t>
      </w:r>
      <w:r w:rsidRPr="005D5566">
        <w:t>elle attira sur sa poitrine la tête de son fils</w:t>
      </w:r>
      <w:r w:rsidR="001C0413">
        <w:t xml:space="preserve">. </w:t>
      </w:r>
      <w:r w:rsidRPr="005D5566">
        <w:t>Il la repoussa</w:t>
      </w:r>
      <w:r w:rsidR="001C0413">
        <w:t xml:space="preserve">, </w:t>
      </w:r>
      <w:r w:rsidRPr="005D5566">
        <w:t>en posant le bras sur son épaule et dit</w:t>
      </w:r>
      <w:r w:rsidR="001C0413">
        <w:t> :</w:t>
      </w:r>
    </w:p>
    <w:p w14:paraId="7EDBE28A" w14:textId="77777777" w:rsidR="001C0413" w:rsidRDefault="001C0413" w:rsidP="001C0413">
      <w:r>
        <w:t>— </w:t>
      </w:r>
      <w:r w:rsidR="00530790" w:rsidRPr="005D5566">
        <w:t>Vite</w:t>
      </w:r>
      <w:r>
        <w:t xml:space="preserve">, </w:t>
      </w:r>
      <w:r w:rsidR="00530790" w:rsidRPr="005D5566">
        <w:t>maman</w:t>
      </w:r>
      <w:r>
        <w:t> !</w:t>
      </w:r>
    </w:p>
    <w:p w14:paraId="05B3BC6E" w14:textId="77777777" w:rsidR="001C0413" w:rsidRDefault="001C0413" w:rsidP="001C0413">
      <w:r>
        <w:t>— </w:t>
      </w:r>
      <w:r w:rsidR="00530790" w:rsidRPr="005D5566">
        <w:t>Petit bêta</w:t>
      </w:r>
      <w:r>
        <w:t xml:space="preserve">, </w:t>
      </w:r>
      <w:r w:rsidR="00530790" w:rsidRPr="005D5566">
        <w:t>répondit-elle d</w:t>
      </w:r>
      <w:r>
        <w:t>’</w:t>
      </w:r>
      <w:r w:rsidR="00530790" w:rsidRPr="005D5566">
        <w:t>une voix triste et caressante</w:t>
      </w:r>
      <w:r>
        <w:t>.</w:t>
      </w:r>
    </w:p>
    <w:p w14:paraId="39712B4D" w14:textId="77777777" w:rsidR="001C0413" w:rsidRDefault="001C0413" w:rsidP="001C0413">
      <w:r>
        <w:t>— </w:t>
      </w:r>
      <w:r w:rsidR="00530790" w:rsidRPr="005D5566">
        <w:t>Moi aussi</w:t>
      </w:r>
      <w:r>
        <w:t xml:space="preserve">, </w:t>
      </w:r>
      <w:r w:rsidR="00530790" w:rsidRPr="005D5566">
        <w:t>je veux fumer</w:t>
      </w:r>
      <w:r>
        <w:t xml:space="preserve">… </w:t>
      </w:r>
      <w:r w:rsidR="00530790" w:rsidRPr="005D5566">
        <w:t>donne-moi la pipe du père</w:t>
      </w:r>
      <w:r>
        <w:t xml:space="preserve">… </w:t>
      </w:r>
      <w:r w:rsidR="00530790" w:rsidRPr="005D5566">
        <w:t>grogna-t-il en remuant péniblement sa langue rebelle</w:t>
      </w:r>
      <w:r>
        <w:t>.</w:t>
      </w:r>
    </w:p>
    <w:p w14:paraId="4B0671BF" w14:textId="77777777" w:rsidR="001C0413" w:rsidRDefault="00530790" w:rsidP="001C0413">
      <w:r w:rsidRPr="005D5566">
        <w:t>C</w:t>
      </w:r>
      <w:r w:rsidR="001C0413">
        <w:t>’</w:t>
      </w:r>
      <w:r w:rsidRPr="005D5566">
        <w:t>était la première fois qu</w:t>
      </w:r>
      <w:r w:rsidR="001C0413">
        <w:t>’</w:t>
      </w:r>
      <w:r w:rsidRPr="005D5566">
        <w:t>il était ivre</w:t>
      </w:r>
      <w:r w:rsidR="001C0413">
        <w:t xml:space="preserve">. </w:t>
      </w:r>
      <w:r w:rsidRPr="005D5566">
        <w:t>L</w:t>
      </w:r>
      <w:r w:rsidR="001C0413">
        <w:t>’</w:t>
      </w:r>
      <w:r w:rsidRPr="005D5566">
        <w:t>alcool avait affaibli son corps</w:t>
      </w:r>
      <w:r w:rsidR="001C0413">
        <w:t xml:space="preserve">, </w:t>
      </w:r>
      <w:r w:rsidRPr="005D5566">
        <w:t>mais n</w:t>
      </w:r>
      <w:r w:rsidR="001C0413">
        <w:t>’</w:t>
      </w:r>
      <w:r w:rsidRPr="005D5566">
        <w:t>avait pas éteint sa conscience</w:t>
      </w:r>
      <w:r w:rsidR="001C0413">
        <w:t xml:space="preserve"> ; </w:t>
      </w:r>
      <w:r w:rsidRPr="005D5566">
        <w:t>il se demandait</w:t>
      </w:r>
      <w:r w:rsidR="001C0413">
        <w:t> :</w:t>
      </w:r>
    </w:p>
    <w:p w14:paraId="19A69019" w14:textId="77777777" w:rsidR="001C0413" w:rsidRDefault="001C0413" w:rsidP="001C0413">
      <w:r>
        <w:t>— </w:t>
      </w:r>
      <w:r w:rsidR="00530790" w:rsidRPr="005D5566">
        <w:t>Je suis ivre</w:t>
      </w:r>
      <w:r>
        <w:t xml:space="preserve"> ?… </w:t>
      </w:r>
      <w:r w:rsidR="00530790" w:rsidRPr="005D5566">
        <w:t>Suis-je ivre</w:t>
      </w:r>
      <w:r>
        <w:t> ?</w:t>
      </w:r>
    </w:p>
    <w:p w14:paraId="6FB6BBBF" w14:textId="77777777" w:rsidR="001C0413" w:rsidRDefault="00530790" w:rsidP="001C0413">
      <w:r w:rsidRPr="005D5566">
        <w:t>Les caresses de sa mère le rendaient confus</w:t>
      </w:r>
      <w:r w:rsidR="001C0413">
        <w:t xml:space="preserve"> ; </w:t>
      </w:r>
      <w:r w:rsidRPr="005D5566">
        <w:t>il était touché par la tristesse de son regard</w:t>
      </w:r>
      <w:r w:rsidR="001C0413">
        <w:t xml:space="preserve">. </w:t>
      </w:r>
      <w:r w:rsidRPr="005D5566">
        <w:t>Il avait envie de pleurer</w:t>
      </w:r>
      <w:r w:rsidR="001C0413">
        <w:t xml:space="preserve"> ; </w:t>
      </w:r>
      <w:r w:rsidRPr="005D5566">
        <w:t>et</w:t>
      </w:r>
      <w:r w:rsidR="001C0413">
        <w:t xml:space="preserve">, </w:t>
      </w:r>
      <w:r w:rsidRPr="005D5566">
        <w:t>pour vaincre ce désir</w:t>
      </w:r>
      <w:r w:rsidR="001C0413">
        <w:t xml:space="preserve">, </w:t>
      </w:r>
      <w:r w:rsidRPr="005D5566">
        <w:t>il feignait d</w:t>
      </w:r>
      <w:r w:rsidR="001C0413">
        <w:t>’</w:t>
      </w:r>
      <w:r w:rsidRPr="005D5566">
        <w:t>être plus ivre qu</w:t>
      </w:r>
      <w:r w:rsidR="001C0413">
        <w:t>’</w:t>
      </w:r>
      <w:r w:rsidRPr="005D5566">
        <w:t>il l</w:t>
      </w:r>
      <w:r w:rsidR="001C0413">
        <w:t>’</w:t>
      </w:r>
      <w:r w:rsidRPr="005D5566">
        <w:t>était en réalité</w:t>
      </w:r>
      <w:r w:rsidR="001C0413">
        <w:t>.</w:t>
      </w:r>
    </w:p>
    <w:p w14:paraId="45A41F3B" w14:textId="77777777" w:rsidR="001C0413" w:rsidRDefault="00530790" w:rsidP="001C0413">
      <w:r w:rsidRPr="005D5566">
        <w:t>Et la mère caressait ses cheveux en désordre et couverts de sueur en disant doucement</w:t>
      </w:r>
      <w:r w:rsidR="001C0413">
        <w:t> :</w:t>
      </w:r>
    </w:p>
    <w:p w14:paraId="267376C8" w14:textId="77777777" w:rsidR="001C0413" w:rsidRDefault="001C0413" w:rsidP="001C0413">
      <w:r>
        <w:t>— </w:t>
      </w:r>
      <w:r w:rsidR="00530790" w:rsidRPr="005D5566">
        <w:t>Tu n</w:t>
      </w:r>
      <w:r>
        <w:t>’</w:t>
      </w:r>
      <w:r w:rsidR="00530790" w:rsidRPr="005D5566">
        <w:t>aurais pas dû faire cela</w:t>
      </w:r>
      <w:r>
        <w:t>…</w:t>
      </w:r>
    </w:p>
    <w:p w14:paraId="4A894D5F" w14:textId="77777777" w:rsidR="001C0413" w:rsidRDefault="00530790" w:rsidP="001C0413">
      <w:r w:rsidRPr="005D5566">
        <w:lastRenderedPageBreak/>
        <w:t>Pavel commençait à avoir des nausées</w:t>
      </w:r>
      <w:r w:rsidR="001C0413">
        <w:t xml:space="preserve">. </w:t>
      </w:r>
      <w:r w:rsidRPr="005D5566">
        <w:t>Après une série de vomissements</w:t>
      </w:r>
      <w:r w:rsidR="001C0413">
        <w:t xml:space="preserve">, </w:t>
      </w:r>
      <w:r w:rsidRPr="005D5566">
        <w:t>il fut mis au lit par la mère</w:t>
      </w:r>
      <w:r w:rsidR="001C0413">
        <w:t xml:space="preserve">, </w:t>
      </w:r>
      <w:r w:rsidRPr="005D5566">
        <w:t>qui plaça un essuie-mains mouillé sur le front pâle</w:t>
      </w:r>
      <w:r w:rsidR="001C0413">
        <w:t xml:space="preserve">. </w:t>
      </w:r>
      <w:r w:rsidRPr="005D5566">
        <w:t>Il se remit un peu</w:t>
      </w:r>
      <w:r w:rsidR="001C0413">
        <w:t xml:space="preserve"> ; </w:t>
      </w:r>
      <w:r w:rsidRPr="005D5566">
        <w:t>mais tout tournait autour de lui et sous lui</w:t>
      </w:r>
      <w:r w:rsidR="001C0413">
        <w:t xml:space="preserve"> ; </w:t>
      </w:r>
      <w:r w:rsidRPr="005D5566">
        <w:t>ses paupières étaient pesantes</w:t>
      </w:r>
      <w:r w:rsidR="001C0413">
        <w:t xml:space="preserve"> ; </w:t>
      </w:r>
      <w:r w:rsidRPr="005D5566">
        <w:t>il avait dans la bouche un goût répugnant et amer</w:t>
      </w:r>
      <w:r w:rsidR="001C0413">
        <w:t xml:space="preserve"> ; </w:t>
      </w:r>
      <w:r w:rsidRPr="005D5566">
        <w:t>il regardait le visage de sa mère et avait des pensées sans suite</w:t>
      </w:r>
      <w:r w:rsidR="001C0413">
        <w:t>.</w:t>
      </w:r>
    </w:p>
    <w:p w14:paraId="52E6BE52" w14:textId="77777777" w:rsidR="001C0413" w:rsidRDefault="001C0413" w:rsidP="001C0413">
      <w:r>
        <w:t>— </w:t>
      </w:r>
      <w:r w:rsidR="00530790" w:rsidRPr="005D5566">
        <w:t>C</w:t>
      </w:r>
      <w:r>
        <w:t>’</w:t>
      </w:r>
      <w:r w:rsidR="00530790" w:rsidRPr="005D5566">
        <w:t>est encore trop tôt pour moi</w:t>
      </w:r>
      <w:r>
        <w:t xml:space="preserve">… </w:t>
      </w:r>
      <w:r w:rsidR="00530790" w:rsidRPr="005D5566">
        <w:t>les autres boivent sans être malades</w:t>
      </w:r>
      <w:r>
        <w:t xml:space="preserve"> ; </w:t>
      </w:r>
      <w:r w:rsidR="00530790" w:rsidRPr="005D5566">
        <w:t>moi</w:t>
      </w:r>
      <w:r>
        <w:t xml:space="preserve">, </w:t>
      </w:r>
      <w:r w:rsidR="00530790" w:rsidRPr="005D5566">
        <w:t>j</w:t>
      </w:r>
      <w:r>
        <w:t>’</w:t>
      </w:r>
      <w:r w:rsidR="00530790" w:rsidRPr="005D5566">
        <w:t>ai des nausées</w:t>
      </w:r>
      <w:r>
        <w:t>.</w:t>
      </w:r>
    </w:p>
    <w:p w14:paraId="6134BF4E" w14:textId="77777777" w:rsidR="001C0413" w:rsidRDefault="00530790" w:rsidP="001C0413">
      <w:r w:rsidRPr="005D5566">
        <w:t>La douce voix de sa mère arrivait à ses oreilles</w:t>
      </w:r>
      <w:r w:rsidR="001C0413">
        <w:t xml:space="preserve">, </w:t>
      </w:r>
      <w:r w:rsidRPr="005D5566">
        <w:t>comme lointaine</w:t>
      </w:r>
      <w:r w:rsidR="001C0413">
        <w:t> :</w:t>
      </w:r>
    </w:p>
    <w:p w14:paraId="6041F6D7" w14:textId="77777777" w:rsidR="001C0413" w:rsidRDefault="001C0413" w:rsidP="001C0413">
      <w:r>
        <w:t>— </w:t>
      </w:r>
      <w:r w:rsidR="00530790" w:rsidRPr="005D5566">
        <w:t>Comment pourras-tu me nourrir</w:t>
      </w:r>
      <w:r>
        <w:t xml:space="preserve">, </w:t>
      </w:r>
      <w:r w:rsidR="00530790" w:rsidRPr="005D5566">
        <w:t>si tu te mets à boire</w:t>
      </w:r>
      <w:r>
        <w:t> ?</w:t>
      </w:r>
    </w:p>
    <w:p w14:paraId="7D449426" w14:textId="77777777" w:rsidR="001C0413" w:rsidRDefault="00530790" w:rsidP="001C0413">
      <w:r w:rsidRPr="005D5566">
        <w:t>Il dit en fermant les yeux</w:t>
      </w:r>
      <w:r w:rsidR="001C0413">
        <w:t> :</w:t>
      </w:r>
    </w:p>
    <w:p w14:paraId="1F76FB71" w14:textId="77777777" w:rsidR="001C0413" w:rsidRDefault="001C0413" w:rsidP="001C0413">
      <w:r>
        <w:t>— </w:t>
      </w:r>
      <w:r w:rsidR="00530790" w:rsidRPr="005D5566">
        <w:t>Tous boivent</w:t>
      </w:r>
      <w:r>
        <w:t>…</w:t>
      </w:r>
    </w:p>
    <w:p w14:paraId="2D740527" w14:textId="77777777" w:rsidR="001C0413" w:rsidRDefault="00530790" w:rsidP="001C0413">
      <w:r w:rsidRPr="005D5566">
        <w:t>Pélaguée soupira profondément</w:t>
      </w:r>
      <w:r w:rsidR="001C0413">
        <w:t xml:space="preserve">. </w:t>
      </w:r>
      <w:r w:rsidRPr="005D5566">
        <w:t>Il avait raison</w:t>
      </w:r>
      <w:r w:rsidR="001C0413">
        <w:t xml:space="preserve">. </w:t>
      </w:r>
      <w:r w:rsidRPr="005D5566">
        <w:t>Elle savait que les gens n</w:t>
      </w:r>
      <w:r w:rsidR="001C0413">
        <w:t>’</w:t>
      </w:r>
      <w:r w:rsidRPr="005D5566">
        <w:t>ont pas d</w:t>
      </w:r>
      <w:r w:rsidR="001C0413">
        <w:t>’</w:t>
      </w:r>
      <w:r w:rsidRPr="005D5566">
        <w:t>autre endroit que le cabaret pour y chercher du plaisir</w:t>
      </w:r>
      <w:r w:rsidR="001C0413">
        <w:t xml:space="preserve">, </w:t>
      </w:r>
      <w:r w:rsidRPr="005D5566">
        <w:t>qu</w:t>
      </w:r>
      <w:r w:rsidR="001C0413">
        <w:t>’</w:t>
      </w:r>
      <w:r w:rsidRPr="005D5566">
        <w:t>ils n</w:t>
      </w:r>
      <w:r w:rsidR="001C0413">
        <w:t>’</w:t>
      </w:r>
      <w:r w:rsidRPr="005D5566">
        <w:t>ont pas d</w:t>
      </w:r>
      <w:r w:rsidR="001C0413">
        <w:t>’</w:t>
      </w:r>
      <w:r w:rsidRPr="005D5566">
        <w:t>autre jouissance que l</w:t>
      </w:r>
      <w:r w:rsidR="001C0413">
        <w:t>’</w:t>
      </w:r>
      <w:r w:rsidRPr="005D5566">
        <w:t>alcool</w:t>
      </w:r>
      <w:r w:rsidR="001C0413">
        <w:t xml:space="preserve">. </w:t>
      </w:r>
      <w:r w:rsidRPr="005D5566">
        <w:t>Pourtant</w:t>
      </w:r>
      <w:r w:rsidR="001C0413">
        <w:t xml:space="preserve">, </w:t>
      </w:r>
      <w:r w:rsidRPr="005D5566">
        <w:t>elle répondit</w:t>
      </w:r>
      <w:r w:rsidR="001C0413">
        <w:t> :</w:t>
      </w:r>
    </w:p>
    <w:p w14:paraId="49859B7A" w14:textId="77777777" w:rsidR="001C0413" w:rsidRDefault="001C0413" w:rsidP="001C0413">
      <w:r>
        <w:t>— </w:t>
      </w:r>
      <w:r w:rsidR="00530790" w:rsidRPr="005D5566">
        <w:t>Tu n</w:t>
      </w:r>
      <w:r>
        <w:t>’</w:t>
      </w:r>
      <w:r w:rsidR="00530790" w:rsidRPr="005D5566">
        <w:t>as pas besoin de boire</w:t>
      </w:r>
      <w:r>
        <w:t xml:space="preserve"> ! </w:t>
      </w:r>
      <w:r w:rsidR="00530790" w:rsidRPr="005D5566">
        <w:t>Le père a assez bu pour toi</w:t>
      </w:r>
      <w:r>
        <w:t xml:space="preserve">… </w:t>
      </w:r>
      <w:r w:rsidR="00530790" w:rsidRPr="005D5566">
        <w:t>Et il m</w:t>
      </w:r>
      <w:r>
        <w:t>’</w:t>
      </w:r>
      <w:r w:rsidR="00530790" w:rsidRPr="005D5566">
        <w:t>a assez tourmentée</w:t>
      </w:r>
      <w:r>
        <w:t xml:space="preserve">… </w:t>
      </w:r>
      <w:r w:rsidR="00530790" w:rsidRPr="005D5566">
        <w:t>tu pourrais bien avoir pitié de ta mère</w:t>
      </w:r>
      <w:r>
        <w:t>.</w:t>
      </w:r>
    </w:p>
    <w:p w14:paraId="16FAA11D" w14:textId="77777777" w:rsidR="001C0413" w:rsidRDefault="00530790" w:rsidP="001C0413">
      <w:r w:rsidRPr="005D5566">
        <w:t>En écoutant ces paroles mélancoliques et résignées</w:t>
      </w:r>
      <w:r w:rsidR="001C0413">
        <w:t xml:space="preserve">, </w:t>
      </w:r>
      <w:r w:rsidRPr="005D5566">
        <w:t>Pavel pensa à l</w:t>
      </w:r>
      <w:r w:rsidR="001C0413">
        <w:t>’</w:t>
      </w:r>
      <w:r w:rsidRPr="005D5566">
        <w:t>existence silencieuse et effacée de cette femme</w:t>
      </w:r>
      <w:r w:rsidR="001C0413">
        <w:t xml:space="preserve">, </w:t>
      </w:r>
      <w:r w:rsidRPr="005D5566">
        <w:t>toujours dans l</w:t>
      </w:r>
      <w:r w:rsidR="001C0413">
        <w:t>’</w:t>
      </w:r>
      <w:r w:rsidRPr="005D5566">
        <w:t>attente des coups de son mari</w:t>
      </w:r>
      <w:r w:rsidR="001C0413">
        <w:t xml:space="preserve">. </w:t>
      </w:r>
      <w:r w:rsidRPr="005D5566">
        <w:t>Les derniers temps</w:t>
      </w:r>
      <w:r w:rsidR="001C0413">
        <w:t xml:space="preserve">, </w:t>
      </w:r>
      <w:r w:rsidRPr="005D5566">
        <w:t>Pavel était resté peu à la maison</w:t>
      </w:r>
      <w:r w:rsidR="001C0413">
        <w:t xml:space="preserve">, </w:t>
      </w:r>
      <w:r w:rsidRPr="005D5566">
        <w:t>pour ne pas voir son père</w:t>
      </w:r>
      <w:r w:rsidR="001C0413">
        <w:t xml:space="preserve"> ; </w:t>
      </w:r>
      <w:r w:rsidRPr="005D5566">
        <w:t>il avait un peu oublié sa mère</w:t>
      </w:r>
      <w:r w:rsidR="001C0413">
        <w:t xml:space="preserve"> ; </w:t>
      </w:r>
      <w:r w:rsidRPr="005D5566">
        <w:t>tout en revenant à son état normal</w:t>
      </w:r>
      <w:r w:rsidR="001C0413">
        <w:t xml:space="preserve">, </w:t>
      </w:r>
      <w:r w:rsidRPr="005D5566">
        <w:t>il l</w:t>
      </w:r>
      <w:r w:rsidR="001C0413">
        <w:t>’</w:t>
      </w:r>
      <w:r w:rsidRPr="005D5566">
        <w:t>examinait</w:t>
      </w:r>
      <w:r w:rsidR="001C0413">
        <w:t>.</w:t>
      </w:r>
    </w:p>
    <w:p w14:paraId="2A5E6D41" w14:textId="77777777" w:rsidR="001C0413" w:rsidRDefault="00530790" w:rsidP="001C0413">
      <w:r w:rsidRPr="005D5566">
        <w:lastRenderedPageBreak/>
        <w:t>Elle était grande et légèrement voûtée</w:t>
      </w:r>
      <w:r w:rsidR="001C0413">
        <w:t xml:space="preserve"> ; </w:t>
      </w:r>
      <w:r w:rsidRPr="005D5566">
        <w:t>son corps pesant</w:t>
      </w:r>
      <w:r w:rsidR="001C0413">
        <w:t xml:space="preserve">, </w:t>
      </w:r>
      <w:r w:rsidRPr="005D5566">
        <w:t>brisé par un labeur incessant et par les mauvais traitements</w:t>
      </w:r>
      <w:r w:rsidR="001C0413">
        <w:t xml:space="preserve">, </w:t>
      </w:r>
      <w:r w:rsidRPr="005D5566">
        <w:t>se mouvait sans bruit</w:t>
      </w:r>
      <w:r w:rsidR="001C0413">
        <w:t xml:space="preserve">, </w:t>
      </w:r>
      <w:r w:rsidRPr="005D5566">
        <w:t>obliquement</w:t>
      </w:r>
      <w:r w:rsidR="001C0413">
        <w:t xml:space="preserve">, </w:t>
      </w:r>
      <w:r w:rsidRPr="005D5566">
        <w:t>comme si elle craignait de se heurter à quelque chose</w:t>
      </w:r>
      <w:r w:rsidR="001C0413">
        <w:t xml:space="preserve">. </w:t>
      </w:r>
      <w:r w:rsidRPr="005D5566">
        <w:t>Le large visage ovale</w:t>
      </w:r>
      <w:r w:rsidR="001C0413">
        <w:t xml:space="preserve">, </w:t>
      </w:r>
      <w:r w:rsidRPr="005D5566">
        <w:t>découpé par les rides et légèrement boursouflé</w:t>
      </w:r>
      <w:r w:rsidR="001C0413">
        <w:t xml:space="preserve">, </w:t>
      </w:r>
      <w:r w:rsidRPr="005D5566">
        <w:t>était illuminé par des yeux noirs à l</w:t>
      </w:r>
      <w:r w:rsidR="001C0413">
        <w:t>’</w:t>
      </w:r>
      <w:r w:rsidRPr="005D5566">
        <w:t>expression triste et inquiète</w:t>
      </w:r>
      <w:r w:rsidR="001C0413">
        <w:t xml:space="preserve">, </w:t>
      </w:r>
      <w:r w:rsidRPr="005D5566">
        <w:t>comme chez presque toutes les femmes du faubourg</w:t>
      </w:r>
      <w:r w:rsidR="001C0413">
        <w:t xml:space="preserve">. </w:t>
      </w:r>
      <w:r w:rsidRPr="005D5566">
        <w:t>Au front</w:t>
      </w:r>
      <w:r w:rsidR="001C0413">
        <w:t xml:space="preserve">, </w:t>
      </w:r>
      <w:r w:rsidRPr="005D5566">
        <w:t>une profonde balafre faisait un peu remonter le sourcil droit</w:t>
      </w:r>
      <w:r w:rsidR="001C0413">
        <w:t xml:space="preserve">, </w:t>
      </w:r>
      <w:r w:rsidRPr="005D5566">
        <w:t>il semblait que l</w:t>
      </w:r>
      <w:r w:rsidR="001C0413">
        <w:t>’</w:t>
      </w:r>
      <w:r w:rsidRPr="005D5566">
        <w:t>oreille droite aussi était plus haute que l</w:t>
      </w:r>
      <w:r w:rsidR="001C0413">
        <w:t>’</w:t>
      </w:r>
      <w:r w:rsidRPr="005D5566">
        <w:t>autre</w:t>
      </w:r>
      <w:r w:rsidR="001C0413">
        <w:t xml:space="preserve">, </w:t>
      </w:r>
      <w:r w:rsidRPr="005D5566">
        <w:t>ce qui donnait au visage un air craintif</w:t>
      </w:r>
      <w:r w:rsidR="001C0413">
        <w:t xml:space="preserve">… </w:t>
      </w:r>
      <w:r w:rsidRPr="005D5566">
        <w:t>Il y avait dans l</w:t>
      </w:r>
      <w:r w:rsidR="001C0413">
        <w:t>’</w:t>
      </w:r>
      <w:r w:rsidRPr="005D5566">
        <w:t>épaisse chevelure noire des mèches grises pareilles à des marques de coups terribles</w:t>
      </w:r>
      <w:r w:rsidR="001C0413">
        <w:t xml:space="preserve">… </w:t>
      </w:r>
      <w:r w:rsidRPr="005D5566">
        <w:t>Toute sa personne respirait la douceur</w:t>
      </w:r>
      <w:r w:rsidR="001C0413">
        <w:t xml:space="preserve">, </w:t>
      </w:r>
      <w:r w:rsidRPr="005D5566">
        <w:t>une résignation douloureuse</w:t>
      </w:r>
      <w:r w:rsidR="001C0413">
        <w:t>.</w:t>
      </w:r>
    </w:p>
    <w:p w14:paraId="19B5CB30" w14:textId="77777777" w:rsidR="001C0413" w:rsidRDefault="00530790" w:rsidP="001C0413">
      <w:r w:rsidRPr="005D5566">
        <w:t>Et le long de ses joues</w:t>
      </w:r>
      <w:r w:rsidR="001C0413">
        <w:t xml:space="preserve">, </w:t>
      </w:r>
      <w:r w:rsidRPr="005D5566">
        <w:t>des larmes coulaient lentement</w:t>
      </w:r>
      <w:r w:rsidR="001C0413">
        <w:t>…</w:t>
      </w:r>
    </w:p>
    <w:p w14:paraId="4180F24F" w14:textId="77777777" w:rsidR="001C0413" w:rsidRDefault="001C0413" w:rsidP="001C0413">
      <w:r>
        <w:t>— </w:t>
      </w:r>
      <w:r w:rsidR="00530790" w:rsidRPr="005D5566">
        <w:t>Attends</w:t>
      </w:r>
      <w:r>
        <w:t xml:space="preserve"> ! </w:t>
      </w:r>
      <w:r w:rsidR="00530790" w:rsidRPr="005D5566">
        <w:t>Ne pleure pas</w:t>
      </w:r>
      <w:r>
        <w:t xml:space="preserve"> ! </w:t>
      </w:r>
      <w:r w:rsidR="00530790" w:rsidRPr="005D5566">
        <w:t>supplia Pavel à voix basse</w:t>
      </w:r>
      <w:r>
        <w:t xml:space="preserve">. </w:t>
      </w:r>
      <w:r w:rsidR="00530790" w:rsidRPr="005D5566">
        <w:t>Donne-moi à boire</w:t>
      </w:r>
      <w:r>
        <w:t> !</w:t>
      </w:r>
    </w:p>
    <w:p w14:paraId="4B5DFA99" w14:textId="77777777" w:rsidR="001C0413" w:rsidRDefault="001C0413" w:rsidP="001C0413">
      <w:r>
        <w:t>— </w:t>
      </w:r>
      <w:r w:rsidR="00530790" w:rsidRPr="005D5566">
        <w:t>Je vais l</w:t>
      </w:r>
      <w:r>
        <w:t>’</w:t>
      </w:r>
      <w:r w:rsidR="00530790" w:rsidRPr="005D5566">
        <w:t>apporter de l</w:t>
      </w:r>
      <w:r>
        <w:t>’</w:t>
      </w:r>
      <w:r w:rsidR="00530790" w:rsidRPr="005D5566">
        <w:t>eau avec de la glace</w:t>
      </w:r>
      <w:r>
        <w:t>…</w:t>
      </w:r>
    </w:p>
    <w:p w14:paraId="5CB0C282" w14:textId="77777777" w:rsidR="001C0413" w:rsidRDefault="00530790" w:rsidP="001C0413">
      <w:r w:rsidRPr="005D5566">
        <w:t>Lorsqu</w:t>
      </w:r>
      <w:r w:rsidR="001C0413">
        <w:t>’</w:t>
      </w:r>
      <w:r w:rsidRPr="005D5566">
        <w:t>elle revint</w:t>
      </w:r>
      <w:r w:rsidR="001C0413">
        <w:t xml:space="preserve">, </w:t>
      </w:r>
      <w:r w:rsidRPr="005D5566">
        <w:t>il dormait</w:t>
      </w:r>
      <w:r w:rsidR="001C0413">
        <w:t xml:space="preserve">. </w:t>
      </w:r>
      <w:r w:rsidRPr="005D5566">
        <w:t>Elle resta immobile un instant</w:t>
      </w:r>
      <w:r w:rsidR="001C0413">
        <w:t xml:space="preserve">, </w:t>
      </w:r>
      <w:r w:rsidRPr="005D5566">
        <w:t>retenant sa respiration</w:t>
      </w:r>
      <w:r w:rsidR="001C0413">
        <w:t xml:space="preserve"> ; </w:t>
      </w:r>
      <w:r w:rsidRPr="005D5566">
        <w:t>la cruche tremblait dans sa main</w:t>
      </w:r>
      <w:r w:rsidR="001C0413">
        <w:t xml:space="preserve">, </w:t>
      </w:r>
      <w:r w:rsidRPr="005D5566">
        <w:t>les morceaux de glace se heurtaient contre le métal</w:t>
      </w:r>
      <w:r w:rsidR="001C0413">
        <w:t xml:space="preserve">. </w:t>
      </w:r>
      <w:r w:rsidRPr="005D5566">
        <w:t>Puis</w:t>
      </w:r>
      <w:r w:rsidR="001C0413">
        <w:t xml:space="preserve">, </w:t>
      </w:r>
      <w:r w:rsidRPr="005D5566">
        <w:t>après avoir posé l</w:t>
      </w:r>
      <w:r w:rsidR="001C0413">
        <w:t>’</w:t>
      </w:r>
      <w:r w:rsidRPr="005D5566">
        <w:t>ustensile sur la table</w:t>
      </w:r>
      <w:r w:rsidR="001C0413">
        <w:t xml:space="preserve">, </w:t>
      </w:r>
      <w:r w:rsidRPr="005D5566">
        <w:t>Pélaguée se mit à genoux devant les saintes images et pria silencieusement</w:t>
      </w:r>
      <w:r w:rsidR="001C0413">
        <w:t xml:space="preserve">. </w:t>
      </w:r>
      <w:r w:rsidRPr="005D5566">
        <w:t>Les vitres des fenêtres tremblaient sous les ondes sonores de la vie obscure et ivre du dehors</w:t>
      </w:r>
      <w:r w:rsidR="001C0413">
        <w:t xml:space="preserve">. </w:t>
      </w:r>
      <w:r w:rsidRPr="005D5566">
        <w:t>Dans les ténèbres et l</w:t>
      </w:r>
      <w:r w:rsidR="001C0413">
        <w:t>’</w:t>
      </w:r>
      <w:r w:rsidRPr="005D5566">
        <w:t>humidité d</w:t>
      </w:r>
      <w:r w:rsidR="001C0413">
        <w:t>’</w:t>
      </w:r>
      <w:r w:rsidRPr="005D5566">
        <w:t>une nuit d</w:t>
      </w:r>
      <w:r w:rsidR="001C0413">
        <w:t>’</w:t>
      </w:r>
      <w:r w:rsidRPr="005D5566">
        <w:t>automne</w:t>
      </w:r>
      <w:r w:rsidR="001C0413">
        <w:t xml:space="preserve">, </w:t>
      </w:r>
      <w:r w:rsidRPr="005D5566">
        <w:t>un accordéon grinçait</w:t>
      </w:r>
      <w:r w:rsidR="001C0413">
        <w:t xml:space="preserve"> ; </w:t>
      </w:r>
      <w:r w:rsidRPr="005D5566">
        <w:t>quelqu</w:t>
      </w:r>
      <w:r w:rsidR="001C0413">
        <w:t>’</w:t>
      </w:r>
      <w:r w:rsidRPr="005D5566">
        <w:t>un chantait à pleine voix</w:t>
      </w:r>
      <w:r w:rsidR="001C0413">
        <w:t xml:space="preserve"> ; </w:t>
      </w:r>
      <w:r w:rsidRPr="005D5566">
        <w:t>on entendait des paroles viles et obscènes</w:t>
      </w:r>
      <w:r w:rsidR="001C0413">
        <w:t xml:space="preserve"> ; </w:t>
      </w:r>
      <w:r w:rsidRPr="005D5566">
        <w:t>des voix de femmes résonnaient</w:t>
      </w:r>
      <w:r w:rsidR="001C0413">
        <w:t xml:space="preserve">, </w:t>
      </w:r>
      <w:r w:rsidRPr="005D5566">
        <w:t>alarmées ou irritées</w:t>
      </w:r>
      <w:r w:rsidR="001C0413">
        <w:t>.</w:t>
      </w:r>
    </w:p>
    <w:p w14:paraId="36B456C9" w14:textId="6F63A4A8" w:rsidR="001C0413" w:rsidRDefault="001C0413" w:rsidP="001C0413"/>
    <w:p w14:paraId="45B69920" w14:textId="77777777" w:rsidR="001C0413" w:rsidRDefault="00530790" w:rsidP="001C0413">
      <w:r w:rsidRPr="005D5566">
        <w:t>Dans le petit logis des Vlassov</w:t>
      </w:r>
      <w:r w:rsidR="001C0413">
        <w:t xml:space="preserve">, </w:t>
      </w:r>
      <w:r w:rsidRPr="005D5566">
        <w:t>la vie s</w:t>
      </w:r>
      <w:r w:rsidR="001C0413">
        <w:t>’</w:t>
      </w:r>
      <w:r w:rsidRPr="005D5566">
        <w:t>écoulait uniforme</w:t>
      </w:r>
      <w:r w:rsidR="001C0413">
        <w:t xml:space="preserve">, </w:t>
      </w:r>
      <w:r w:rsidRPr="005D5566">
        <w:t>mais plus calme et paisible qu</w:t>
      </w:r>
      <w:r w:rsidR="001C0413">
        <w:t>’</w:t>
      </w:r>
      <w:r w:rsidRPr="005D5566">
        <w:t>auparavant</w:t>
      </w:r>
      <w:r w:rsidR="001C0413">
        <w:t xml:space="preserve">, </w:t>
      </w:r>
      <w:r w:rsidRPr="005D5566">
        <w:t xml:space="preserve">différant ainsi de </w:t>
      </w:r>
      <w:r w:rsidRPr="005D5566">
        <w:lastRenderedPageBreak/>
        <w:t>l</w:t>
      </w:r>
      <w:r w:rsidR="001C0413">
        <w:t>’</w:t>
      </w:r>
      <w:r w:rsidRPr="005D5566">
        <w:t>existence générale au faubourg</w:t>
      </w:r>
      <w:r w:rsidR="001C0413">
        <w:t xml:space="preserve">. </w:t>
      </w:r>
      <w:r w:rsidRPr="005D5566">
        <w:t>La maison était située à l</w:t>
      </w:r>
      <w:r w:rsidR="001C0413">
        <w:t>’</w:t>
      </w:r>
      <w:r w:rsidRPr="005D5566">
        <w:t>extrémité de la grand-rue</w:t>
      </w:r>
      <w:r w:rsidR="001C0413">
        <w:t xml:space="preserve">, </w:t>
      </w:r>
      <w:r w:rsidRPr="005D5566">
        <w:t>au sommet d</w:t>
      </w:r>
      <w:r w:rsidR="001C0413">
        <w:t>’</w:t>
      </w:r>
      <w:r w:rsidRPr="005D5566">
        <w:t>une courte descente très rapide</w:t>
      </w:r>
      <w:r w:rsidR="001C0413">
        <w:t xml:space="preserve">, </w:t>
      </w:r>
      <w:r w:rsidRPr="005D5566">
        <w:t>au bas de laquelle se trouvait un marais</w:t>
      </w:r>
      <w:r w:rsidR="001C0413">
        <w:t>.</w:t>
      </w:r>
    </w:p>
    <w:p w14:paraId="408F81F5" w14:textId="77777777" w:rsidR="001C0413" w:rsidRDefault="00530790" w:rsidP="001C0413">
      <w:r w:rsidRPr="005D5566">
        <w:t>La cuisine occupait le tiers de la demeure</w:t>
      </w:r>
      <w:r w:rsidR="001C0413">
        <w:t xml:space="preserve"> ; </w:t>
      </w:r>
      <w:r w:rsidRPr="005D5566">
        <w:t>une mince cloison qui n</w:t>
      </w:r>
      <w:r w:rsidR="001C0413">
        <w:t>’</w:t>
      </w:r>
      <w:r w:rsidRPr="005D5566">
        <w:t>arrivait pas jusqu</w:t>
      </w:r>
      <w:r w:rsidR="001C0413">
        <w:t>’</w:t>
      </w:r>
      <w:r w:rsidRPr="005D5566">
        <w:t>au plafond la séparait d</w:t>
      </w:r>
      <w:r w:rsidR="001C0413">
        <w:t>’</w:t>
      </w:r>
      <w:r w:rsidRPr="005D5566">
        <w:t>une petite chambre où couchait la mère</w:t>
      </w:r>
      <w:r w:rsidR="001C0413">
        <w:t xml:space="preserve">. </w:t>
      </w:r>
      <w:r w:rsidRPr="005D5566">
        <w:t>Le reste formait une pièce carrée</w:t>
      </w:r>
      <w:r w:rsidR="001C0413">
        <w:t xml:space="preserve">, </w:t>
      </w:r>
      <w:r w:rsidRPr="005D5566">
        <w:t>à deux fenêtres</w:t>
      </w:r>
      <w:r w:rsidR="001C0413">
        <w:t xml:space="preserve"> ; </w:t>
      </w:r>
      <w:r w:rsidRPr="005D5566">
        <w:t>dans un angle</w:t>
      </w:r>
      <w:r w:rsidR="001C0413">
        <w:t xml:space="preserve">, </w:t>
      </w:r>
      <w:r w:rsidRPr="005D5566">
        <w:t>le lit de Pavel</w:t>
      </w:r>
      <w:r w:rsidR="001C0413">
        <w:t xml:space="preserve">, </w:t>
      </w:r>
      <w:r w:rsidRPr="005D5566">
        <w:t>dans l</w:t>
      </w:r>
      <w:r w:rsidR="001C0413">
        <w:t>’</w:t>
      </w:r>
      <w:r w:rsidRPr="005D5566">
        <w:t>autre</w:t>
      </w:r>
      <w:r w:rsidR="001C0413">
        <w:t xml:space="preserve">, </w:t>
      </w:r>
      <w:r w:rsidRPr="005D5566">
        <w:t>deux bancs et une table</w:t>
      </w:r>
      <w:r w:rsidR="001C0413">
        <w:t xml:space="preserve">. </w:t>
      </w:r>
      <w:r w:rsidRPr="005D5566">
        <w:t>Quelques chaises</w:t>
      </w:r>
      <w:r w:rsidR="001C0413">
        <w:t xml:space="preserve">, </w:t>
      </w:r>
      <w:r w:rsidRPr="005D5566">
        <w:t>une commode où l</w:t>
      </w:r>
      <w:r w:rsidR="001C0413">
        <w:t>’</w:t>
      </w:r>
      <w:r w:rsidRPr="005D5566">
        <w:t>on serrait le linge</w:t>
      </w:r>
      <w:r w:rsidR="001C0413">
        <w:t xml:space="preserve">, </w:t>
      </w:r>
      <w:r w:rsidRPr="005D5566">
        <w:t>une petite glace</w:t>
      </w:r>
      <w:r w:rsidR="001C0413">
        <w:t xml:space="preserve">, </w:t>
      </w:r>
      <w:r w:rsidRPr="005D5566">
        <w:t>une malle à habits</w:t>
      </w:r>
      <w:r w:rsidR="001C0413">
        <w:t xml:space="preserve">, </w:t>
      </w:r>
      <w:r w:rsidRPr="005D5566">
        <w:t>une horloge et deux images saintes</w:t>
      </w:r>
      <w:r w:rsidR="001C0413">
        <w:t xml:space="preserve">, </w:t>
      </w:r>
      <w:r w:rsidRPr="005D5566">
        <w:t>c</w:t>
      </w:r>
      <w:r w:rsidR="001C0413">
        <w:t>’</w:t>
      </w:r>
      <w:r w:rsidRPr="005D5566">
        <w:t>était tout</w:t>
      </w:r>
      <w:r w:rsidR="001C0413">
        <w:t>.</w:t>
      </w:r>
    </w:p>
    <w:p w14:paraId="36A369BB" w14:textId="77777777" w:rsidR="001C0413" w:rsidRDefault="00530790" w:rsidP="001C0413">
      <w:r w:rsidRPr="005D5566">
        <w:t>Pavel essayait de vivre comme les autres</w:t>
      </w:r>
      <w:r w:rsidR="001C0413">
        <w:t xml:space="preserve">. </w:t>
      </w:r>
      <w:r w:rsidRPr="005D5566">
        <w:t>Il faisait tout ce qui convient à un jeune homme</w:t>
      </w:r>
      <w:r w:rsidR="001C0413">
        <w:t xml:space="preserve"> ; </w:t>
      </w:r>
      <w:r w:rsidRPr="005D5566">
        <w:t>il s</w:t>
      </w:r>
      <w:r w:rsidR="001C0413">
        <w:t>’</w:t>
      </w:r>
      <w:r w:rsidRPr="005D5566">
        <w:t>acheta un accordéon</w:t>
      </w:r>
      <w:r w:rsidR="001C0413">
        <w:t xml:space="preserve">, </w:t>
      </w:r>
      <w:r w:rsidRPr="005D5566">
        <w:t>une chemise à plastron empesé</w:t>
      </w:r>
      <w:r w:rsidR="001C0413">
        <w:t xml:space="preserve">, </w:t>
      </w:r>
      <w:r w:rsidRPr="005D5566">
        <w:t>une cravate voyante</w:t>
      </w:r>
      <w:r w:rsidR="001C0413">
        <w:t xml:space="preserve">, </w:t>
      </w:r>
      <w:r w:rsidRPr="005D5566">
        <w:t>des caoutchoucs et une canne</w:t>
      </w:r>
      <w:r w:rsidR="001C0413">
        <w:t xml:space="preserve">. </w:t>
      </w:r>
      <w:r w:rsidRPr="005D5566">
        <w:t>En apparence</w:t>
      </w:r>
      <w:r w:rsidR="001C0413">
        <w:t xml:space="preserve">, </w:t>
      </w:r>
      <w:r w:rsidRPr="005D5566">
        <w:t>il ressemblait à tous les adolescents de son âge</w:t>
      </w:r>
      <w:r w:rsidR="001C0413">
        <w:t xml:space="preserve">. </w:t>
      </w:r>
      <w:r w:rsidRPr="005D5566">
        <w:t>Il allait à des soirées</w:t>
      </w:r>
      <w:r w:rsidR="001C0413">
        <w:t xml:space="preserve">, </w:t>
      </w:r>
      <w:r w:rsidRPr="005D5566">
        <w:t>apprenait à danser le quadrille et la polka</w:t>
      </w:r>
      <w:r w:rsidR="001C0413">
        <w:t xml:space="preserve"> ; </w:t>
      </w:r>
      <w:r w:rsidRPr="005D5566">
        <w:t>le dimanche</w:t>
      </w:r>
      <w:r w:rsidR="001C0413">
        <w:t xml:space="preserve">, </w:t>
      </w:r>
      <w:r w:rsidRPr="005D5566">
        <w:t>il rentrait ivre</w:t>
      </w:r>
      <w:r w:rsidR="001C0413">
        <w:t xml:space="preserve">. </w:t>
      </w:r>
      <w:r w:rsidRPr="005D5566">
        <w:t>Le lendemain matin</w:t>
      </w:r>
      <w:r w:rsidR="001C0413">
        <w:t xml:space="preserve">, </w:t>
      </w:r>
      <w:r w:rsidRPr="005D5566">
        <w:t>il avait mal à la tête</w:t>
      </w:r>
      <w:r w:rsidR="001C0413">
        <w:t xml:space="preserve">, </w:t>
      </w:r>
      <w:r w:rsidRPr="005D5566">
        <w:t>la fièvre le consumait</w:t>
      </w:r>
      <w:r w:rsidR="001C0413">
        <w:t xml:space="preserve">, </w:t>
      </w:r>
      <w:r w:rsidRPr="005D5566">
        <w:t>son visage était blême et abattu</w:t>
      </w:r>
      <w:r w:rsidR="001C0413">
        <w:t>.</w:t>
      </w:r>
    </w:p>
    <w:p w14:paraId="6C462DB8" w14:textId="77777777" w:rsidR="001C0413" w:rsidRDefault="00530790" w:rsidP="001C0413">
      <w:r w:rsidRPr="005D5566">
        <w:t>Un jour</w:t>
      </w:r>
      <w:r w:rsidR="001C0413">
        <w:t xml:space="preserve">, </w:t>
      </w:r>
      <w:r w:rsidRPr="005D5566">
        <w:t>sa mère lui demanda</w:t>
      </w:r>
      <w:r w:rsidR="001C0413">
        <w:t> :</w:t>
      </w:r>
    </w:p>
    <w:p w14:paraId="629769A0" w14:textId="77777777" w:rsidR="001C0413" w:rsidRDefault="001C0413" w:rsidP="001C0413">
      <w:r>
        <w:t>— </w:t>
      </w:r>
      <w:r w:rsidR="00530790" w:rsidRPr="005D5566">
        <w:t>Eh bien</w:t>
      </w:r>
      <w:r>
        <w:t xml:space="preserve">, </w:t>
      </w:r>
      <w:r w:rsidR="00530790" w:rsidRPr="005D5566">
        <w:t>tu t</w:t>
      </w:r>
      <w:r>
        <w:t>’</w:t>
      </w:r>
      <w:r w:rsidR="00530790" w:rsidRPr="005D5566">
        <w:t>es amusé hier soir</w:t>
      </w:r>
      <w:r>
        <w:t> ?</w:t>
      </w:r>
    </w:p>
    <w:p w14:paraId="77A40964" w14:textId="77777777" w:rsidR="001C0413" w:rsidRDefault="00530790" w:rsidP="001C0413">
      <w:r w:rsidRPr="005D5566">
        <w:t>Il répondit</w:t>
      </w:r>
      <w:r w:rsidR="001C0413">
        <w:t xml:space="preserve">, </w:t>
      </w:r>
      <w:r w:rsidRPr="005D5566">
        <w:t>avec une sombre irritation</w:t>
      </w:r>
      <w:r w:rsidR="001C0413">
        <w:t> :</w:t>
      </w:r>
    </w:p>
    <w:p w14:paraId="5B2CC6B5" w14:textId="77777777" w:rsidR="001C0413" w:rsidRDefault="001C0413" w:rsidP="001C0413">
      <w:r>
        <w:t>— </w:t>
      </w:r>
      <w:r w:rsidR="00530790" w:rsidRPr="005D5566">
        <w:t>Je me suis ennuyé atrocement</w:t>
      </w:r>
      <w:r>
        <w:t xml:space="preserve"> ! </w:t>
      </w:r>
      <w:r w:rsidR="00530790" w:rsidRPr="005D5566">
        <w:t>Mes camarades sont tous comme des machines</w:t>
      </w:r>
      <w:r>
        <w:t xml:space="preserve">… </w:t>
      </w:r>
      <w:r w:rsidR="00530790" w:rsidRPr="005D5566">
        <w:t>J</w:t>
      </w:r>
      <w:r>
        <w:t>’</w:t>
      </w:r>
      <w:r w:rsidR="00530790" w:rsidRPr="005D5566">
        <w:t>aime mieux aller à la pêche ou m</w:t>
      </w:r>
      <w:r>
        <w:t>’</w:t>
      </w:r>
      <w:r w:rsidR="00530790" w:rsidRPr="005D5566">
        <w:t>acheter un fusil</w:t>
      </w:r>
      <w:r>
        <w:t>.</w:t>
      </w:r>
    </w:p>
    <w:p w14:paraId="4A7DCFA5" w14:textId="77777777" w:rsidR="001C0413" w:rsidRDefault="00530790" w:rsidP="001C0413">
      <w:r w:rsidRPr="005D5566">
        <w:t>Il travaillait avec zèle</w:t>
      </w:r>
      <w:r w:rsidR="001C0413">
        <w:t xml:space="preserve"> ; </w:t>
      </w:r>
      <w:r w:rsidRPr="005D5566">
        <w:t>jamais il n</w:t>
      </w:r>
      <w:r w:rsidR="001C0413">
        <w:t>’</w:t>
      </w:r>
      <w:r w:rsidRPr="005D5566">
        <w:t>était mis à l</w:t>
      </w:r>
      <w:r w:rsidR="001C0413">
        <w:t>’</w:t>
      </w:r>
      <w:r w:rsidRPr="005D5566">
        <w:t>amende ou ne chômait</w:t>
      </w:r>
      <w:r w:rsidR="001C0413">
        <w:t xml:space="preserve">. </w:t>
      </w:r>
      <w:r w:rsidRPr="005D5566">
        <w:t>Il était taciturne</w:t>
      </w:r>
      <w:r w:rsidR="001C0413">
        <w:t xml:space="preserve">. </w:t>
      </w:r>
      <w:r w:rsidRPr="005D5566">
        <w:t>Ses yeux bleus</w:t>
      </w:r>
      <w:r w:rsidR="001C0413">
        <w:t xml:space="preserve">, </w:t>
      </w:r>
      <w:r w:rsidRPr="005D5566">
        <w:t>grands comme ceux de sa mère</w:t>
      </w:r>
      <w:r w:rsidR="001C0413">
        <w:t xml:space="preserve">, </w:t>
      </w:r>
      <w:r w:rsidRPr="005D5566">
        <w:t>avaient une expression de mécontentement</w:t>
      </w:r>
      <w:r w:rsidR="001C0413">
        <w:t xml:space="preserve">. </w:t>
      </w:r>
      <w:r w:rsidRPr="005D5566">
        <w:t>Il ne s</w:t>
      </w:r>
      <w:r w:rsidR="001C0413">
        <w:t>’</w:t>
      </w:r>
      <w:r w:rsidRPr="005D5566">
        <w:t>acheta pas de fusil et n</w:t>
      </w:r>
      <w:r w:rsidR="001C0413">
        <w:t>’</w:t>
      </w:r>
      <w:r w:rsidRPr="005D5566">
        <w:t>alla pas à la pêche</w:t>
      </w:r>
      <w:r w:rsidR="001C0413">
        <w:t xml:space="preserve"> ; </w:t>
      </w:r>
      <w:r w:rsidRPr="005D5566">
        <w:t>mais il abandonna la voie battue que suivaient ses camarades</w:t>
      </w:r>
      <w:r w:rsidR="001C0413">
        <w:t xml:space="preserve">, </w:t>
      </w:r>
      <w:r w:rsidRPr="005D5566">
        <w:t xml:space="preserve">fréquenta </w:t>
      </w:r>
      <w:r w:rsidRPr="005D5566">
        <w:lastRenderedPageBreak/>
        <w:t>de moins en moins les soirées</w:t>
      </w:r>
      <w:r w:rsidR="001C0413">
        <w:t xml:space="preserve">, </w:t>
      </w:r>
      <w:r w:rsidRPr="005D5566">
        <w:t>et</w:t>
      </w:r>
      <w:r w:rsidR="001C0413">
        <w:t xml:space="preserve">, </w:t>
      </w:r>
      <w:r w:rsidRPr="005D5566">
        <w:t>bien qu</w:t>
      </w:r>
      <w:r w:rsidR="001C0413">
        <w:t>’</w:t>
      </w:r>
      <w:r w:rsidRPr="005D5566">
        <w:t>il continuât de sortir le dimanche</w:t>
      </w:r>
      <w:r w:rsidR="001C0413">
        <w:t xml:space="preserve">, </w:t>
      </w:r>
      <w:r w:rsidRPr="005D5566">
        <w:t>il rentrait sobre</w:t>
      </w:r>
      <w:r w:rsidR="001C0413">
        <w:t xml:space="preserve">. </w:t>
      </w:r>
      <w:r w:rsidRPr="005D5566">
        <w:t>Pélaguée l</w:t>
      </w:r>
      <w:r w:rsidR="001C0413">
        <w:t>’</w:t>
      </w:r>
      <w:r w:rsidRPr="005D5566">
        <w:t>examinait sans mot dire et voyait le visage basané de Pavel devenir de plus en plus décharné</w:t>
      </w:r>
      <w:r w:rsidR="001C0413">
        <w:t xml:space="preserve">, </w:t>
      </w:r>
      <w:r w:rsidRPr="005D5566">
        <w:t>le regard toujours plus grave et les lèvres se serrer avec une sévérité bizarre</w:t>
      </w:r>
      <w:r w:rsidR="001C0413">
        <w:t xml:space="preserve">. </w:t>
      </w:r>
      <w:r w:rsidRPr="005D5566">
        <w:t>Il semblait souffrir de quelque maladie ou de quelque colère mystérieuse</w:t>
      </w:r>
      <w:r w:rsidR="001C0413">
        <w:t xml:space="preserve">. </w:t>
      </w:r>
      <w:r w:rsidRPr="005D5566">
        <w:t>Auparavant</w:t>
      </w:r>
      <w:r w:rsidR="001C0413">
        <w:t xml:space="preserve">, </w:t>
      </w:r>
      <w:r w:rsidRPr="005D5566">
        <w:t>ses camarades lui faisaient des visites</w:t>
      </w:r>
      <w:r w:rsidR="001C0413">
        <w:t xml:space="preserve">, </w:t>
      </w:r>
      <w:r w:rsidRPr="005D5566">
        <w:t>mais</w:t>
      </w:r>
      <w:r w:rsidR="001C0413">
        <w:t xml:space="preserve">, </w:t>
      </w:r>
      <w:r w:rsidRPr="005D5566">
        <w:t>comme il n</w:t>
      </w:r>
      <w:r w:rsidR="001C0413">
        <w:t>’</w:t>
      </w:r>
      <w:r w:rsidRPr="005D5566">
        <w:t>était jamais à la maison</w:t>
      </w:r>
      <w:r w:rsidR="001C0413">
        <w:t xml:space="preserve">, </w:t>
      </w:r>
      <w:r w:rsidRPr="005D5566">
        <w:t>ils cessèrent de venir</w:t>
      </w:r>
      <w:r w:rsidR="001C0413">
        <w:t xml:space="preserve">. </w:t>
      </w:r>
      <w:r w:rsidRPr="005D5566">
        <w:t>La mère voyait avec plaisir que son fils n</w:t>
      </w:r>
      <w:r w:rsidR="001C0413">
        <w:t>’</w:t>
      </w:r>
      <w:r w:rsidRPr="005D5566">
        <w:t>imitait pas les jeunes gens de la fabrique</w:t>
      </w:r>
      <w:r w:rsidR="001C0413">
        <w:t xml:space="preserve"> ; </w:t>
      </w:r>
      <w:r w:rsidRPr="005D5566">
        <w:t>mais lorsqu</w:t>
      </w:r>
      <w:r w:rsidR="001C0413">
        <w:t>’</w:t>
      </w:r>
      <w:r w:rsidRPr="005D5566">
        <w:t>elle remarqua cette obstination à s</w:t>
      </w:r>
      <w:r w:rsidR="001C0413">
        <w:t>’</w:t>
      </w:r>
      <w:r w:rsidRPr="005D5566">
        <w:t>éloigner du torrent obscur de la vie monotone</w:t>
      </w:r>
      <w:r w:rsidR="001C0413">
        <w:t xml:space="preserve">, </w:t>
      </w:r>
      <w:r w:rsidRPr="005D5566">
        <w:t>un sentiment de vague inquiétude envahit son âme</w:t>
      </w:r>
      <w:r w:rsidR="001C0413">
        <w:t>.</w:t>
      </w:r>
    </w:p>
    <w:p w14:paraId="58E2137C" w14:textId="77777777" w:rsidR="001C0413" w:rsidRDefault="00530790" w:rsidP="001C0413">
      <w:r w:rsidRPr="005D5566">
        <w:t>Pavel apportait des livres</w:t>
      </w:r>
      <w:r w:rsidR="001C0413">
        <w:t xml:space="preserve"> ; </w:t>
      </w:r>
      <w:r w:rsidRPr="005D5566">
        <w:t>au début</w:t>
      </w:r>
      <w:r w:rsidR="001C0413">
        <w:t xml:space="preserve">, </w:t>
      </w:r>
      <w:r w:rsidRPr="005D5566">
        <w:t>il essaya de les lire en cachette</w:t>
      </w:r>
      <w:r w:rsidR="001C0413">
        <w:t xml:space="preserve">. </w:t>
      </w:r>
      <w:r w:rsidRPr="005D5566">
        <w:t>Parfois</w:t>
      </w:r>
      <w:r w:rsidR="001C0413">
        <w:t xml:space="preserve">, </w:t>
      </w:r>
      <w:r w:rsidRPr="005D5566">
        <w:t>il copiait quelque chose sur un morceau de papier</w:t>
      </w:r>
      <w:r w:rsidR="001C0413">
        <w:t>.</w:t>
      </w:r>
    </w:p>
    <w:p w14:paraId="019A92EE" w14:textId="77777777" w:rsidR="001C0413" w:rsidRDefault="001C0413" w:rsidP="001C0413">
      <w:r>
        <w:t>— </w:t>
      </w:r>
      <w:r w:rsidR="00530790" w:rsidRPr="005D5566">
        <w:t>Tu n</w:t>
      </w:r>
      <w:r>
        <w:t>’</w:t>
      </w:r>
      <w:r w:rsidR="00530790" w:rsidRPr="005D5566">
        <w:t>es pas bien</w:t>
      </w:r>
      <w:r>
        <w:t xml:space="preserve">, </w:t>
      </w:r>
      <w:r w:rsidR="00530790" w:rsidRPr="005D5566">
        <w:t>mon fils</w:t>
      </w:r>
      <w:r>
        <w:t xml:space="preserve"> ? </w:t>
      </w:r>
      <w:r w:rsidR="00530790" w:rsidRPr="005D5566">
        <w:t>lui demanda un jour Pélaguée</w:t>
      </w:r>
      <w:r>
        <w:t>.</w:t>
      </w:r>
    </w:p>
    <w:p w14:paraId="7738B98C" w14:textId="77777777" w:rsidR="001C0413" w:rsidRDefault="001C0413" w:rsidP="001C0413">
      <w:r>
        <w:t>— </w:t>
      </w:r>
      <w:r w:rsidR="00530790" w:rsidRPr="005D5566">
        <w:t>Si</w:t>
      </w:r>
      <w:r>
        <w:t xml:space="preserve">, </w:t>
      </w:r>
      <w:r w:rsidR="00530790" w:rsidRPr="005D5566">
        <w:t>je suis bien</w:t>
      </w:r>
      <w:r>
        <w:t xml:space="preserve"> ! </w:t>
      </w:r>
      <w:r w:rsidR="00530790" w:rsidRPr="005D5566">
        <w:t>répondit-il</w:t>
      </w:r>
      <w:r>
        <w:t>.</w:t>
      </w:r>
    </w:p>
    <w:p w14:paraId="04DD36A1" w14:textId="77777777" w:rsidR="001C0413" w:rsidRDefault="001C0413" w:rsidP="001C0413">
      <w:r>
        <w:t>— </w:t>
      </w:r>
      <w:r w:rsidR="00530790" w:rsidRPr="005D5566">
        <w:t>Tu es tellement maigre</w:t>
      </w:r>
      <w:r>
        <w:t xml:space="preserve"> ! </w:t>
      </w:r>
      <w:r w:rsidR="00530790" w:rsidRPr="005D5566">
        <w:t>soupira-t-elle</w:t>
      </w:r>
      <w:r>
        <w:t>.</w:t>
      </w:r>
    </w:p>
    <w:p w14:paraId="5E0FA445" w14:textId="77777777" w:rsidR="001C0413" w:rsidRDefault="00530790" w:rsidP="001C0413">
      <w:r w:rsidRPr="005D5566">
        <w:t>Il garda le silence</w:t>
      </w:r>
      <w:r w:rsidR="001C0413">
        <w:t>.</w:t>
      </w:r>
    </w:p>
    <w:p w14:paraId="25DB6CAC" w14:textId="77777777" w:rsidR="001C0413" w:rsidRDefault="00530790" w:rsidP="001C0413">
      <w:r w:rsidRPr="005D5566">
        <w:t>Ils parlaient peu et ne se voyaient guère</w:t>
      </w:r>
      <w:r w:rsidR="001C0413">
        <w:t xml:space="preserve">. </w:t>
      </w:r>
      <w:r w:rsidRPr="005D5566">
        <w:t>Le matin</w:t>
      </w:r>
      <w:r w:rsidR="001C0413">
        <w:t xml:space="preserve">, </w:t>
      </w:r>
      <w:r w:rsidRPr="005D5566">
        <w:t>le jeune homme prenait son thé en silence et s</w:t>
      </w:r>
      <w:r w:rsidR="001C0413">
        <w:t>’</w:t>
      </w:r>
      <w:r w:rsidRPr="005D5566">
        <w:t>en allait au travail</w:t>
      </w:r>
      <w:r w:rsidR="001C0413">
        <w:t xml:space="preserve"> ; </w:t>
      </w:r>
      <w:r w:rsidRPr="005D5566">
        <w:t>à midi</w:t>
      </w:r>
      <w:r w:rsidR="001C0413">
        <w:t xml:space="preserve">, </w:t>
      </w:r>
      <w:r w:rsidRPr="005D5566">
        <w:t>il venait dîner</w:t>
      </w:r>
      <w:r w:rsidR="001C0413">
        <w:t xml:space="preserve"> ; </w:t>
      </w:r>
      <w:r w:rsidRPr="005D5566">
        <w:t>à table</w:t>
      </w:r>
      <w:r w:rsidR="001C0413">
        <w:t xml:space="preserve">, </w:t>
      </w:r>
      <w:r w:rsidRPr="005D5566">
        <w:t>on n</w:t>
      </w:r>
      <w:r w:rsidR="001C0413">
        <w:t>’</w:t>
      </w:r>
      <w:r w:rsidRPr="005D5566">
        <w:t>échangeait que des paroles insignifiantes</w:t>
      </w:r>
      <w:r w:rsidR="001C0413">
        <w:t xml:space="preserve"> ; </w:t>
      </w:r>
      <w:r w:rsidRPr="005D5566">
        <w:t>et ensuite il disparaissait de nouveau jusqu</w:t>
      </w:r>
      <w:r w:rsidR="001C0413">
        <w:t>’</w:t>
      </w:r>
      <w:r w:rsidRPr="005D5566">
        <w:t>au soir</w:t>
      </w:r>
      <w:r w:rsidR="001C0413">
        <w:t xml:space="preserve">. </w:t>
      </w:r>
      <w:r w:rsidRPr="005D5566">
        <w:t>Puis</w:t>
      </w:r>
      <w:r w:rsidR="001C0413">
        <w:t xml:space="preserve">, </w:t>
      </w:r>
      <w:r w:rsidRPr="005D5566">
        <w:t>la journée finie</w:t>
      </w:r>
      <w:r w:rsidR="001C0413">
        <w:t xml:space="preserve">, </w:t>
      </w:r>
      <w:r w:rsidRPr="005D5566">
        <w:t>il se lavait avec soin</w:t>
      </w:r>
      <w:r w:rsidR="001C0413">
        <w:t xml:space="preserve">, </w:t>
      </w:r>
      <w:r w:rsidRPr="005D5566">
        <w:t>soupait et lisait ses livres</w:t>
      </w:r>
      <w:r w:rsidR="001C0413">
        <w:t xml:space="preserve">. </w:t>
      </w:r>
      <w:r w:rsidRPr="005D5566">
        <w:t>Le dimanche</w:t>
      </w:r>
      <w:r w:rsidR="001C0413">
        <w:t xml:space="preserve">, </w:t>
      </w:r>
      <w:r w:rsidRPr="005D5566">
        <w:t>il s</w:t>
      </w:r>
      <w:r w:rsidR="001C0413">
        <w:t>’</w:t>
      </w:r>
      <w:r w:rsidRPr="005D5566">
        <w:t>en allait dès le matin pour ne rentrer que tard dans la nuit</w:t>
      </w:r>
      <w:r w:rsidR="001C0413">
        <w:t xml:space="preserve">. </w:t>
      </w:r>
      <w:r w:rsidRPr="005D5566">
        <w:t>La mère savait qu</w:t>
      </w:r>
      <w:r w:rsidR="001C0413">
        <w:t>’</w:t>
      </w:r>
      <w:r w:rsidRPr="005D5566">
        <w:t>il se rendait en ville</w:t>
      </w:r>
      <w:r w:rsidR="001C0413">
        <w:t xml:space="preserve">, </w:t>
      </w:r>
      <w:r w:rsidRPr="005D5566">
        <w:t>fréquentait le théâtre</w:t>
      </w:r>
      <w:r w:rsidR="001C0413">
        <w:t xml:space="preserve"> ; </w:t>
      </w:r>
      <w:r w:rsidRPr="005D5566">
        <w:t>mais personne ne venait de la ville pour le voir</w:t>
      </w:r>
      <w:r w:rsidR="001C0413">
        <w:t xml:space="preserve">. </w:t>
      </w:r>
      <w:r w:rsidRPr="005D5566">
        <w:t>Il lui semblait que</w:t>
      </w:r>
      <w:r w:rsidR="001C0413">
        <w:t xml:space="preserve">, </w:t>
      </w:r>
      <w:r w:rsidRPr="005D5566">
        <w:t>plus les jours passaient</w:t>
      </w:r>
      <w:r w:rsidR="001C0413">
        <w:t xml:space="preserve">, </w:t>
      </w:r>
      <w:r w:rsidRPr="005D5566">
        <w:t>moins son fils lui adressait la parole</w:t>
      </w:r>
      <w:r w:rsidR="001C0413">
        <w:t xml:space="preserve"> ; </w:t>
      </w:r>
      <w:r w:rsidRPr="005D5566">
        <w:t>et</w:t>
      </w:r>
      <w:r w:rsidR="001C0413">
        <w:t xml:space="preserve">, </w:t>
      </w:r>
      <w:r w:rsidRPr="005D5566">
        <w:t xml:space="preserve">en même </w:t>
      </w:r>
      <w:r w:rsidRPr="005D5566">
        <w:lastRenderedPageBreak/>
        <w:t>temps</w:t>
      </w:r>
      <w:r w:rsidR="001C0413">
        <w:t xml:space="preserve">, </w:t>
      </w:r>
      <w:r w:rsidRPr="005D5566">
        <w:t>elle remarquait que</w:t>
      </w:r>
      <w:r w:rsidR="001C0413">
        <w:t xml:space="preserve">, </w:t>
      </w:r>
      <w:r w:rsidRPr="005D5566">
        <w:t>de plus en plus</w:t>
      </w:r>
      <w:r w:rsidR="001C0413">
        <w:t xml:space="preserve">, </w:t>
      </w:r>
      <w:r w:rsidRPr="005D5566">
        <w:t>il employait des mots nouveaux</w:t>
      </w:r>
      <w:r w:rsidR="001C0413">
        <w:t xml:space="preserve">, </w:t>
      </w:r>
      <w:r w:rsidRPr="005D5566">
        <w:t>incompréhensibles pour elle</w:t>
      </w:r>
      <w:r w:rsidR="001C0413">
        <w:t xml:space="preserve">, </w:t>
      </w:r>
      <w:r w:rsidRPr="005D5566">
        <w:t>tandis que les grossières expressions coutumières disparaissaient de ses discours</w:t>
      </w:r>
      <w:r w:rsidR="001C0413">
        <w:t>.</w:t>
      </w:r>
    </w:p>
    <w:p w14:paraId="7B8CBFDF" w14:textId="77777777" w:rsidR="001C0413" w:rsidRDefault="00530790" w:rsidP="001C0413">
      <w:r w:rsidRPr="005D5566">
        <w:t>Il attacha plus de soin à la propreté de son corps et de ses vêtements</w:t>
      </w:r>
      <w:r w:rsidR="001C0413">
        <w:t xml:space="preserve"> ; </w:t>
      </w:r>
      <w:r w:rsidRPr="005D5566">
        <w:t>il se mouvait avec plus d</w:t>
      </w:r>
      <w:r w:rsidR="001C0413">
        <w:t>’</w:t>
      </w:r>
      <w:r w:rsidRPr="005D5566">
        <w:t>adresse et d</w:t>
      </w:r>
      <w:r w:rsidR="001C0413">
        <w:t>’</w:t>
      </w:r>
      <w:r w:rsidRPr="005D5566">
        <w:t>aisance</w:t>
      </w:r>
      <w:r w:rsidR="001C0413">
        <w:t xml:space="preserve"> ; </w:t>
      </w:r>
      <w:r w:rsidRPr="005D5566">
        <w:t>il devint plus simple d</w:t>
      </w:r>
      <w:r w:rsidR="001C0413">
        <w:t>’</w:t>
      </w:r>
      <w:r w:rsidRPr="005D5566">
        <w:t>apparence</w:t>
      </w:r>
      <w:r w:rsidR="001C0413">
        <w:t xml:space="preserve">, </w:t>
      </w:r>
      <w:r w:rsidRPr="005D5566">
        <w:t>plus doux</w:t>
      </w:r>
      <w:r w:rsidR="001C0413">
        <w:t xml:space="preserve"> ; </w:t>
      </w:r>
      <w:r w:rsidRPr="005D5566">
        <w:t>il inquiétait sa mère</w:t>
      </w:r>
      <w:r w:rsidR="001C0413">
        <w:t xml:space="preserve">. </w:t>
      </w:r>
      <w:r w:rsidRPr="005D5566">
        <w:t>Il la traitait d</w:t>
      </w:r>
      <w:r w:rsidR="001C0413">
        <w:t>’</w:t>
      </w:r>
      <w:r w:rsidRPr="005D5566">
        <w:t>une manière nouvelle</w:t>
      </w:r>
      <w:r w:rsidR="001C0413">
        <w:t xml:space="preserve">, </w:t>
      </w:r>
      <w:r w:rsidRPr="005D5566">
        <w:t>faisait son lit lui-même le dimanche</w:t>
      </w:r>
      <w:r w:rsidR="001C0413">
        <w:t xml:space="preserve">, </w:t>
      </w:r>
      <w:r w:rsidRPr="005D5566">
        <w:t>en général</w:t>
      </w:r>
      <w:r w:rsidR="001C0413">
        <w:t xml:space="preserve">, </w:t>
      </w:r>
      <w:r w:rsidRPr="005D5566">
        <w:t>sans phrases</w:t>
      </w:r>
      <w:r w:rsidR="001C0413">
        <w:t xml:space="preserve">, </w:t>
      </w:r>
      <w:r w:rsidRPr="005D5566">
        <w:t>sans ostentation</w:t>
      </w:r>
      <w:r w:rsidR="001C0413">
        <w:t xml:space="preserve">, </w:t>
      </w:r>
      <w:r w:rsidRPr="005D5566">
        <w:t>il s</w:t>
      </w:r>
      <w:r w:rsidR="001C0413">
        <w:t>’</w:t>
      </w:r>
      <w:r w:rsidRPr="005D5566">
        <w:t>efforçait de lui alléger la besogne</w:t>
      </w:r>
      <w:r w:rsidR="001C0413">
        <w:t xml:space="preserve">. </w:t>
      </w:r>
      <w:r w:rsidRPr="005D5566">
        <w:t>Personne n</w:t>
      </w:r>
      <w:r w:rsidR="001C0413">
        <w:t>’</w:t>
      </w:r>
      <w:r w:rsidRPr="005D5566">
        <w:t>agissait ainsi dans le faubourg</w:t>
      </w:r>
      <w:r w:rsidR="001C0413">
        <w:t>…</w:t>
      </w:r>
    </w:p>
    <w:p w14:paraId="47D502B2" w14:textId="77777777" w:rsidR="001C0413" w:rsidRDefault="00530790" w:rsidP="001C0413">
      <w:r w:rsidRPr="005D5566">
        <w:t>Un jour</w:t>
      </w:r>
      <w:r w:rsidR="001C0413">
        <w:t xml:space="preserve">, </w:t>
      </w:r>
      <w:r w:rsidRPr="005D5566">
        <w:t>il rapporta un tableau qu</w:t>
      </w:r>
      <w:r w:rsidR="001C0413">
        <w:t>’</w:t>
      </w:r>
      <w:r w:rsidRPr="005D5566">
        <w:t>il accrocha au mur</w:t>
      </w:r>
      <w:r w:rsidR="001C0413">
        <w:t xml:space="preserve">, </w:t>
      </w:r>
      <w:r w:rsidRPr="005D5566">
        <w:t>et qui représentait trois personnages aux traits empreints de décision</w:t>
      </w:r>
      <w:r w:rsidR="001C0413">
        <w:t xml:space="preserve">, </w:t>
      </w:r>
      <w:r w:rsidRPr="005D5566">
        <w:t>de courage</w:t>
      </w:r>
      <w:r w:rsidR="001C0413">
        <w:t>.</w:t>
      </w:r>
    </w:p>
    <w:p w14:paraId="7E6E7724" w14:textId="77777777" w:rsidR="001C0413" w:rsidRDefault="001C0413" w:rsidP="001C0413">
      <w:r>
        <w:t>— </w:t>
      </w:r>
      <w:r w:rsidR="00530790" w:rsidRPr="005D5566">
        <w:t>C</w:t>
      </w:r>
      <w:r>
        <w:t>’</w:t>
      </w:r>
      <w:r w:rsidR="00530790" w:rsidRPr="005D5566">
        <w:t>est le Christ ressuscité se rendant à Emmaüs</w:t>
      </w:r>
      <w:r>
        <w:t xml:space="preserve"> ! </w:t>
      </w:r>
      <w:r w:rsidR="00530790" w:rsidRPr="005D5566">
        <w:t>expliqua le jeune homme</w:t>
      </w:r>
      <w:r>
        <w:t>.</w:t>
      </w:r>
    </w:p>
    <w:p w14:paraId="48888E40" w14:textId="77777777" w:rsidR="001C0413" w:rsidRDefault="00530790" w:rsidP="001C0413">
      <w:r w:rsidRPr="005D5566">
        <w:t>Le tableau plut à Pélaguée</w:t>
      </w:r>
      <w:r w:rsidR="001C0413">
        <w:t xml:space="preserve">, </w:t>
      </w:r>
      <w:r w:rsidRPr="005D5566">
        <w:t>mais elle pensa</w:t>
      </w:r>
      <w:r w:rsidR="001C0413">
        <w:t> :</w:t>
      </w:r>
    </w:p>
    <w:p w14:paraId="7B61622A" w14:textId="77777777" w:rsidR="001C0413" w:rsidRDefault="001C0413" w:rsidP="001C0413">
      <w:r>
        <w:t>— </w:t>
      </w:r>
      <w:r w:rsidR="00530790" w:rsidRPr="005D5566">
        <w:t>Tu honores le Christ et tu ne vas pas à l</w:t>
      </w:r>
      <w:r>
        <w:t>’</w:t>
      </w:r>
      <w:r w:rsidR="00530790" w:rsidRPr="005D5566">
        <w:t>église</w:t>
      </w:r>
      <w:r>
        <w:t>…</w:t>
      </w:r>
    </w:p>
    <w:p w14:paraId="306BF91E" w14:textId="77777777" w:rsidR="001C0413" w:rsidRDefault="00530790" w:rsidP="001C0413">
      <w:r w:rsidRPr="005D5566">
        <w:t>Puis</w:t>
      </w:r>
      <w:r w:rsidR="001C0413">
        <w:t xml:space="preserve">, </w:t>
      </w:r>
      <w:r w:rsidRPr="005D5566">
        <w:t>d</w:t>
      </w:r>
      <w:r w:rsidR="001C0413">
        <w:t>’</w:t>
      </w:r>
      <w:r w:rsidRPr="005D5566">
        <w:t>autres tableaux encore vinrent orner les murs</w:t>
      </w:r>
      <w:r w:rsidR="001C0413">
        <w:t xml:space="preserve">, </w:t>
      </w:r>
      <w:r w:rsidRPr="005D5566">
        <w:t>le nombre des livres augmenta sur le beau rayon qu</w:t>
      </w:r>
      <w:r w:rsidR="001C0413">
        <w:t>’</w:t>
      </w:r>
      <w:r w:rsidRPr="005D5566">
        <w:t>un menuisier</w:t>
      </w:r>
      <w:r w:rsidR="001C0413">
        <w:t xml:space="preserve">, </w:t>
      </w:r>
      <w:r w:rsidRPr="005D5566">
        <w:t>un camarade de Pavel</w:t>
      </w:r>
      <w:r w:rsidR="001C0413">
        <w:t xml:space="preserve">, </w:t>
      </w:r>
      <w:r w:rsidRPr="005D5566">
        <w:t>avait placé</w:t>
      </w:r>
      <w:r w:rsidR="001C0413">
        <w:t xml:space="preserve">. </w:t>
      </w:r>
      <w:r w:rsidRPr="005D5566">
        <w:t>La chambre prenait un aspect agréable</w:t>
      </w:r>
      <w:r w:rsidR="001C0413">
        <w:t>.</w:t>
      </w:r>
    </w:p>
    <w:p w14:paraId="02AF250A" w14:textId="77777777" w:rsidR="001C0413" w:rsidRDefault="00530790" w:rsidP="001C0413">
      <w:r w:rsidRPr="005D5566">
        <w:t xml:space="preserve">Le jeune homme disait souvent </w:t>
      </w:r>
      <w:r w:rsidR="001C0413">
        <w:t>« </w:t>
      </w:r>
      <w:r w:rsidRPr="005D5566">
        <w:t>vous</w:t>
      </w:r>
      <w:r w:rsidR="001C0413">
        <w:t> »</w:t>
      </w:r>
      <w:r w:rsidRPr="005D5566">
        <w:t xml:space="preserve"> à sa mère et l</w:t>
      </w:r>
      <w:r w:rsidR="001C0413">
        <w:t>’</w:t>
      </w:r>
      <w:r w:rsidRPr="005D5566">
        <w:t xml:space="preserve">appelait </w:t>
      </w:r>
      <w:r w:rsidR="001C0413">
        <w:t>« </w:t>
      </w:r>
      <w:r w:rsidRPr="005D5566">
        <w:t>maman</w:t>
      </w:r>
      <w:r w:rsidR="001C0413">
        <w:t xml:space="preserve"> ». </w:t>
      </w:r>
      <w:r w:rsidRPr="005D5566">
        <w:t>Parfois</w:t>
      </w:r>
      <w:r w:rsidR="001C0413">
        <w:t xml:space="preserve">, </w:t>
      </w:r>
      <w:r w:rsidRPr="005D5566">
        <w:t>il lui adressait quelques brèves paroles</w:t>
      </w:r>
      <w:r w:rsidR="001C0413">
        <w:t> :</w:t>
      </w:r>
    </w:p>
    <w:p w14:paraId="0F6FBA0C" w14:textId="77777777" w:rsidR="001C0413" w:rsidRDefault="001C0413" w:rsidP="001C0413">
      <w:r>
        <w:t>— </w:t>
      </w:r>
      <w:r w:rsidR="00530790" w:rsidRPr="005D5566">
        <w:t>Mère</w:t>
      </w:r>
      <w:r>
        <w:t xml:space="preserve">, </w:t>
      </w:r>
      <w:r w:rsidR="00530790" w:rsidRPr="005D5566">
        <w:t>ne soyez pas inquiète</w:t>
      </w:r>
      <w:r>
        <w:t xml:space="preserve">, </w:t>
      </w:r>
      <w:r w:rsidR="00530790" w:rsidRPr="005D5566">
        <w:t>je vous en prie</w:t>
      </w:r>
      <w:r>
        <w:t xml:space="preserve">, </w:t>
      </w:r>
      <w:r w:rsidR="00530790" w:rsidRPr="005D5566">
        <w:t>je reviendrai tard ce soir</w:t>
      </w:r>
      <w:r>
        <w:t>…</w:t>
      </w:r>
    </w:p>
    <w:p w14:paraId="79B774FE" w14:textId="77777777" w:rsidR="001C0413" w:rsidRDefault="00530790" w:rsidP="001C0413">
      <w:r w:rsidRPr="005D5566">
        <w:lastRenderedPageBreak/>
        <w:t>Et sous ces mots</w:t>
      </w:r>
      <w:r w:rsidR="001C0413">
        <w:t xml:space="preserve">, </w:t>
      </w:r>
      <w:r w:rsidRPr="005D5566">
        <w:t>elle sentait qu</w:t>
      </w:r>
      <w:r w:rsidR="001C0413">
        <w:t>’</w:t>
      </w:r>
      <w:r w:rsidRPr="005D5566">
        <w:t>il y avait quelque chose de fort et de sérieux</w:t>
      </w:r>
      <w:r w:rsidR="001C0413">
        <w:t xml:space="preserve">, </w:t>
      </w:r>
      <w:r w:rsidRPr="005D5566">
        <w:t>qui lui plaisait</w:t>
      </w:r>
      <w:r w:rsidR="001C0413">
        <w:t>.</w:t>
      </w:r>
    </w:p>
    <w:p w14:paraId="1FF62FD8" w14:textId="77777777" w:rsidR="001C0413" w:rsidRDefault="00530790" w:rsidP="001C0413">
      <w:r w:rsidRPr="005D5566">
        <w:t>Mais son anxiété grandissait sans cesse</w:t>
      </w:r>
      <w:r w:rsidR="001C0413">
        <w:t xml:space="preserve">, </w:t>
      </w:r>
      <w:r w:rsidRPr="005D5566">
        <w:t>et comme elle ne s</w:t>
      </w:r>
      <w:r w:rsidR="001C0413">
        <w:t>’</w:t>
      </w:r>
      <w:r w:rsidRPr="005D5566">
        <w:t>en expliquait pas avec Pavel</w:t>
      </w:r>
      <w:r w:rsidR="001C0413">
        <w:t xml:space="preserve">, </w:t>
      </w:r>
      <w:r w:rsidRPr="005D5566">
        <w:t>c</w:t>
      </w:r>
      <w:r w:rsidR="001C0413">
        <w:t>’</w:t>
      </w:r>
      <w:r w:rsidRPr="005D5566">
        <w:t>était devenu comme un pressentiment de quelque chose d</w:t>
      </w:r>
      <w:r w:rsidR="001C0413">
        <w:t>’</w:t>
      </w:r>
      <w:r w:rsidRPr="005D5566">
        <w:t>extraordinaire qui lui étreignait de plus en plus le cœur</w:t>
      </w:r>
      <w:r w:rsidR="001C0413">
        <w:t xml:space="preserve">. </w:t>
      </w:r>
      <w:r w:rsidRPr="005D5566">
        <w:t>Parfois elle pensait</w:t>
      </w:r>
      <w:r w:rsidR="001C0413">
        <w:t> :</w:t>
      </w:r>
    </w:p>
    <w:p w14:paraId="171C722E" w14:textId="77777777" w:rsidR="001C0413" w:rsidRDefault="001C0413" w:rsidP="001C0413">
      <w:r>
        <w:t>— </w:t>
      </w:r>
      <w:r w:rsidR="00530790" w:rsidRPr="005D5566">
        <w:t>Les autres vivent comme des créatures humaines</w:t>
      </w:r>
      <w:r>
        <w:t xml:space="preserve">, </w:t>
      </w:r>
      <w:r w:rsidR="00530790" w:rsidRPr="005D5566">
        <w:t>mais lui</w:t>
      </w:r>
      <w:r>
        <w:t xml:space="preserve">, </w:t>
      </w:r>
      <w:r w:rsidR="00530790" w:rsidRPr="005D5566">
        <w:t>il est comme un moine</w:t>
      </w:r>
      <w:r>
        <w:t xml:space="preserve">… </w:t>
      </w:r>
      <w:r w:rsidR="00530790" w:rsidRPr="005D5566">
        <w:t>Il est trop sérieux</w:t>
      </w:r>
      <w:r>
        <w:t xml:space="preserve">… </w:t>
      </w:r>
      <w:r w:rsidR="00530790" w:rsidRPr="005D5566">
        <w:t>Ce n</w:t>
      </w:r>
      <w:r>
        <w:t>’</w:t>
      </w:r>
      <w:r w:rsidR="00530790" w:rsidRPr="005D5566">
        <w:t>est pas de son âge</w:t>
      </w:r>
      <w:r>
        <w:t>…</w:t>
      </w:r>
    </w:p>
    <w:p w14:paraId="1063B908" w14:textId="77777777" w:rsidR="001C0413" w:rsidRDefault="00530790" w:rsidP="001C0413">
      <w:r w:rsidRPr="005D5566">
        <w:t>Elle se demandait</w:t>
      </w:r>
      <w:r w:rsidR="001C0413">
        <w:t> :</w:t>
      </w:r>
    </w:p>
    <w:p w14:paraId="04472F1D" w14:textId="77777777" w:rsidR="001C0413" w:rsidRDefault="001C0413" w:rsidP="001C0413">
      <w:r>
        <w:t>— </w:t>
      </w:r>
      <w:r w:rsidR="00530790" w:rsidRPr="005D5566">
        <w:t>Peut-être a-t-il une amie</w:t>
      </w:r>
      <w:r>
        <w:t> ?</w:t>
      </w:r>
    </w:p>
    <w:p w14:paraId="72BD2656" w14:textId="77777777" w:rsidR="001C0413" w:rsidRDefault="00530790" w:rsidP="001C0413">
      <w:r w:rsidRPr="005D5566">
        <w:t>Mais</w:t>
      </w:r>
      <w:r w:rsidR="001C0413">
        <w:t xml:space="preserve">, </w:t>
      </w:r>
      <w:r w:rsidRPr="005D5566">
        <w:t>pour être aimé des demoiselles</w:t>
      </w:r>
      <w:r w:rsidR="001C0413">
        <w:t xml:space="preserve">, </w:t>
      </w:r>
      <w:r w:rsidRPr="005D5566">
        <w:t>il faut de l</w:t>
      </w:r>
      <w:r w:rsidR="001C0413">
        <w:t>’</w:t>
      </w:r>
      <w:r w:rsidRPr="005D5566">
        <w:t>argent</w:t>
      </w:r>
      <w:r w:rsidR="001C0413">
        <w:t xml:space="preserve">, </w:t>
      </w:r>
      <w:r w:rsidRPr="005D5566">
        <w:t>et il lui donnait presque tout son salaire</w:t>
      </w:r>
      <w:r w:rsidR="001C0413">
        <w:t>.</w:t>
      </w:r>
    </w:p>
    <w:p w14:paraId="5FABA0E3" w14:textId="77777777" w:rsidR="001C0413" w:rsidRDefault="00530790" w:rsidP="001C0413">
      <w:r w:rsidRPr="005D5566">
        <w:t>C</w:t>
      </w:r>
      <w:r w:rsidR="001C0413">
        <w:t>’</w:t>
      </w:r>
      <w:r w:rsidRPr="005D5566">
        <w:t>est ainsi que passèrent les semaines</w:t>
      </w:r>
      <w:r w:rsidR="001C0413">
        <w:t xml:space="preserve">, </w:t>
      </w:r>
      <w:r w:rsidRPr="005D5566">
        <w:t>les mois</w:t>
      </w:r>
      <w:r w:rsidR="001C0413">
        <w:t xml:space="preserve">, </w:t>
      </w:r>
      <w:r w:rsidRPr="005D5566">
        <w:t>presque deux ans</w:t>
      </w:r>
      <w:r w:rsidR="001C0413">
        <w:t xml:space="preserve">, </w:t>
      </w:r>
      <w:r w:rsidRPr="005D5566">
        <w:t>d</w:t>
      </w:r>
      <w:r w:rsidR="001C0413">
        <w:t>’</w:t>
      </w:r>
      <w:r w:rsidRPr="005D5566">
        <w:t>une vie bizarre et silencieuse</w:t>
      </w:r>
      <w:r w:rsidR="001C0413">
        <w:t xml:space="preserve">, </w:t>
      </w:r>
      <w:r w:rsidRPr="005D5566">
        <w:t>pleine de pensées</w:t>
      </w:r>
      <w:r w:rsidR="001C0413">
        <w:t xml:space="preserve">, </w:t>
      </w:r>
      <w:r w:rsidRPr="005D5566">
        <w:t>de craintes confuses sans cesse croissantes</w:t>
      </w:r>
      <w:r w:rsidR="001C0413">
        <w:t>.</w:t>
      </w:r>
    </w:p>
    <w:p w14:paraId="4BEE31B2" w14:textId="5D74AA06" w:rsidR="00530790" w:rsidRPr="003B37B8" w:rsidRDefault="00530790" w:rsidP="001C0413">
      <w:pPr>
        <w:pStyle w:val="Titre2"/>
        <w:rPr>
          <w:szCs w:val="44"/>
        </w:rPr>
      </w:pPr>
      <w:bookmarkStart w:id="5" w:name="_Toc202279526"/>
      <w:r w:rsidRPr="003B37B8">
        <w:rPr>
          <w:szCs w:val="44"/>
        </w:rPr>
        <w:lastRenderedPageBreak/>
        <w:t>IV</w:t>
      </w:r>
      <w:bookmarkEnd w:id="5"/>
      <w:r w:rsidRPr="003B37B8">
        <w:rPr>
          <w:szCs w:val="44"/>
        </w:rPr>
        <w:br/>
      </w:r>
    </w:p>
    <w:p w14:paraId="5D04202C" w14:textId="77777777" w:rsidR="001C0413" w:rsidRDefault="00530790" w:rsidP="001C0413">
      <w:r w:rsidRPr="005D5566">
        <w:t>Un soir</w:t>
      </w:r>
      <w:r w:rsidR="001C0413">
        <w:t xml:space="preserve">, </w:t>
      </w:r>
      <w:r w:rsidRPr="005D5566">
        <w:t>après le souper</w:t>
      </w:r>
      <w:r w:rsidR="001C0413">
        <w:t xml:space="preserve">, </w:t>
      </w:r>
      <w:r w:rsidRPr="005D5566">
        <w:t>Pavel ayant tiré les rideaux devant les fenêtres</w:t>
      </w:r>
      <w:r w:rsidR="001C0413">
        <w:t xml:space="preserve">, </w:t>
      </w:r>
      <w:r w:rsidRPr="005D5566">
        <w:t>s</w:t>
      </w:r>
      <w:r w:rsidR="001C0413">
        <w:t>’</w:t>
      </w:r>
      <w:r w:rsidRPr="005D5566">
        <w:t>assit dans un coin et se mit à lire</w:t>
      </w:r>
      <w:r w:rsidR="001C0413">
        <w:t xml:space="preserve">, </w:t>
      </w:r>
      <w:r w:rsidRPr="005D5566">
        <w:t>après avoir suspendu au mur</w:t>
      </w:r>
      <w:r w:rsidR="001C0413">
        <w:t xml:space="preserve">, </w:t>
      </w:r>
      <w:r w:rsidRPr="005D5566">
        <w:t>au-dessus de sa tête</w:t>
      </w:r>
      <w:r w:rsidR="001C0413">
        <w:t xml:space="preserve">, </w:t>
      </w:r>
      <w:r w:rsidRPr="005D5566">
        <w:t>une lampe d</w:t>
      </w:r>
      <w:r w:rsidR="001C0413">
        <w:t>’</w:t>
      </w:r>
      <w:r w:rsidRPr="005D5566">
        <w:t>étain</w:t>
      </w:r>
      <w:r w:rsidR="001C0413">
        <w:t xml:space="preserve">. </w:t>
      </w:r>
      <w:r w:rsidRPr="005D5566">
        <w:t>La mère avait fini de serrer la vaisselle à la cuisine</w:t>
      </w:r>
      <w:r w:rsidR="001C0413">
        <w:t xml:space="preserve"> ; </w:t>
      </w:r>
      <w:r w:rsidRPr="005D5566">
        <w:t>elle s</w:t>
      </w:r>
      <w:r w:rsidR="001C0413">
        <w:t>’</w:t>
      </w:r>
      <w:r w:rsidRPr="005D5566">
        <w:t>approcha de lui</w:t>
      </w:r>
      <w:r w:rsidR="001C0413">
        <w:t xml:space="preserve">. </w:t>
      </w:r>
      <w:r w:rsidRPr="005D5566">
        <w:t>Il leva la tête et la regarda d</w:t>
      </w:r>
      <w:r w:rsidR="001C0413">
        <w:t>’</w:t>
      </w:r>
      <w:r w:rsidRPr="005D5566">
        <w:t>un air interrogateur</w:t>
      </w:r>
      <w:r w:rsidR="001C0413">
        <w:t>.</w:t>
      </w:r>
    </w:p>
    <w:p w14:paraId="4A8E9E6A" w14:textId="77777777" w:rsidR="001C0413" w:rsidRDefault="001C0413" w:rsidP="001C0413">
      <w:r>
        <w:t>— </w:t>
      </w:r>
      <w:r w:rsidR="00530790" w:rsidRPr="005D5566">
        <w:t>Ce n</w:t>
      </w:r>
      <w:r>
        <w:t>’</w:t>
      </w:r>
      <w:r w:rsidR="00530790" w:rsidRPr="005D5566">
        <w:t>est rien</w:t>
      </w:r>
      <w:r>
        <w:t xml:space="preserve">, </w:t>
      </w:r>
      <w:r w:rsidR="00530790" w:rsidRPr="005D5566">
        <w:t>Pavel</w:t>
      </w:r>
      <w:r>
        <w:t xml:space="preserve">, </w:t>
      </w:r>
      <w:r w:rsidR="00530790" w:rsidRPr="005D5566">
        <w:t>c</w:t>
      </w:r>
      <w:r>
        <w:t>’</w:t>
      </w:r>
      <w:r w:rsidR="00530790" w:rsidRPr="005D5566">
        <w:t>est</w:t>
      </w:r>
      <w:r>
        <w:t xml:space="preserve">… </w:t>
      </w:r>
      <w:r w:rsidR="00530790" w:rsidRPr="005D5566">
        <w:t>comme ça</w:t>
      </w:r>
      <w:r>
        <w:t xml:space="preserve"> ! </w:t>
      </w:r>
      <w:r w:rsidR="00530790" w:rsidRPr="005D5566">
        <w:t>fit-elle vivement</w:t>
      </w:r>
      <w:r>
        <w:t>.</w:t>
      </w:r>
    </w:p>
    <w:p w14:paraId="70E1642F" w14:textId="77777777" w:rsidR="001C0413" w:rsidRDefault="00530790" w:rsidP="001C0413">
      <w:r w:rsidRPr="005D5566">
        <w:t>Et elle s</w:t>
      </w:r>
      <w:r w:rsidR="001C0413">
        <w:t>’</w:t>
      </w:r>
      <w:r w:rsidRPr="005D5566">
        <w:t>éloigna en remuant les sourcils d</w:t>
      </w:r>
      <w:r w:rsidR="001C0413">
        <w:t>’</w:t>
      </w:r>
      <w:r w:rsidRPr="005D5566">
        <w:t>un air confus</w:t>
      </w:r>
      <w:r w:rsidR="001C0413">
        <w:t xml:space="preserve">. </w:t>
      </w:r>
      <w:r w:rsidRPr="005D5566">
        <w:t>Mais</w:t>
      </w:r>
      <w:r w:rsidR="001C0413">
        <w:t xml:space="preserve">, </w:t>
      </w:r>
      <w:r w:rsidRPr="005D5566">
        <w:t>après être restée immobile un instant</w:t>
      </w:r>
      <w:r w:rsidR="001C0413">
        <w:t xml:space="preserve">, </w:t>
      </w:r>
      <w:r w:rsidRPr="005D5566">
        <w:t>au milieu de la cuisine</w:t>
      </w:r>
      <w:r w:rsidR="001C0413">
        <w:t xml:space="preserve">, </w:t>
      </w:r>
      <w:r w:rsidRPr="005D5566">
        <w:t>elle se lava les mains et revint</w:t>
      </w:r>
      <w:r w:rsidR="001C0413">
        <w:t xml:space="preserve">, </w:t>
      </w:r>
      <w:r w:rsidRPr="005D5566">
        <w:t>pensive et préoccupée</w:t>
      </w:r>
      <w:r w:rsidR="001C0413">
        <w:t>.</w:t>
      </w:r>
    </w:p>
    <w:p w14:paraId="0BADDC7F" w14:textId="77777777" w:rsidR="001C0413" w:rsidRDefault="001C0413" w:rsidP="001C0413">
      <w:r>
        <w:t>— </w:t>
      </w:r>
      <w:r w:rsidR="00530790" w:rsidRPr="005D5566">
        <w:t>Je voulais te demander ce que tu lis sans cesse</w:t>
      </w:r>
      <w:r>
        <w:t xml:space="preserve">, </w:t>
      </w:r>
      <w:r w:rsidR="00530790" w:rsidRPr="005D5566">
        <w:t>fit-elle doucement</w:t>
      </w:r>
      <w:r>
        <w:t>.</w:t>
      </w:r>
    </w:p>
    <w:p w14:paraId="568BE182" w14:textId="77777777" w:rsidR="001C0413" w:rsidRDefault="00530790" w:rsidP="001C0413">
      <w:r w:rsidRPr="005D5566">
        <w:t>Il posa son livre</w:t>
      </w:r>
      <w:r w:rsidR="001C0413">
        <w:t>.</w:t>
      </w:r>
    </w:p>
    <w:p w14:paraId="5B4B7D1D" w14:textId="77777777" w:rsidR="001C0413" w:rsidRDefault="001C0413" w:rsidP="001C0413">
      <w:r>
        <w:t>— </w:t>
      </w:r>
      <w:r w:rsidR="00530790" w:rsidRPr="005D5566">
        <w:t>Assieds-toi</w:t>
      </w:r>
      <w:r>
        <w:t xml:space="preserve">, </w:t>
      </w:r>
      <w:r w:rsidR="00530790" w:rsidRPr="005D5566">
        <w:t>maman</w:t>
      </w:r>
      <w:r>
        <w:t>…</w:t>
      </w:r>
    </w:p>
    <w:p w14:paraId="2ABEDEC3" w14:textId="77777777" w:rsidR="001C0413" w:rsidRDefault="00530790" w:rsidP="001C0413">
      <w:r w:rsidRPr="005D5566">
        <w:t>Pélaguée s</w:t>
      </w:r>
      <w:r w:rsidR="001C0413">
        <w:t>’</w:t>
      </w:r>
      <w:r w:rsidRPr="005D5566">
        <w:t>assit lourdement à côté de lui</w:t>
      </w:r>
      <w:r w:rsidR="001C0413">
        <w:t xml:space="preserve">, </w:t>
      </w:r>
      <w:r w:rsidRPr="005D5566">
        <w:t>se redressa et prêta l</w:t>
      </w:r>
      <w:r w:rsidR="001C0413">
        <w:t>’</w:t>
      </w:r>
      <w:r w:rsidRPr="005D5566">
        <w:t>oreille</w:t>
      </w:r>
      <w:r w:rsidR="001C0413">
        <w:t xml:space="preserve">, </w:t>
      </w:r>
      <w:r w:rsidRPr="005D5566">
        <w:t>dans l</w:t>
      </w:r>
      <w:r w:rsidR="001C0413">
        <w:t>’</w:t>
      </w:r>
      <w:r w:rsidRPr="005D5566">
        <w:t>attente de quelque chose de grave</w:t>
      </w:r>
      <w:r w:rsidR="001C0413">
        <w:t>.</w:t>
      </w:r>
    </w:p>
    <w:p w14:paraId="53F4BBD9" w14:textId="77777777" w:rsidR="001C0413" w:rsidRDefault="00530790" w:rsidP="001C0413">
      <w:r w:rsidRPr="005D5566">
        <w:t>Sans la regarder</w:t>
      </w:r>
      <w:r w:rsidR="001C0413">
        <w:t xml:space="preserve">, </w:t>
      </w:r>
      <w:r w:rsidRPr="005D5566">
        <w:t>à mi-voix</w:t>
      </w:r>
      <w:r w:rsidR="001C0413">
        <w:t xml:space="preserve">, </w:t>
      </w:r>
      <w:r w:rsidRPr="005D5566">
        <w:t>très rudement</w:t>
      </w:r>
      <w:r w:rsidR="001C0413">
        <w:t xml:space="preserve">, </w:t>
      </w:r>
      <w:r w:rsidRPr="005D5566">
        <w:t>Pave</w:t>
      </w:r>
      <w:r>
        <w:t>l</w:t>
      </w:r>
      <w:r w:rsidRPr="005D5566">
        <w:t xml:space="preserve"> parla</w:t>
      </w:r>
      <w:r w:rsidR="001C0413">
        <w:t>.</w:t>
      </w:r>
    </w:p>
    <w:p w14:paraId="558F085C" w14:textId="77777777" w:rsidR="001C0413" w:rsidRDefault="001C0413" w:rsidP="001C0413">
      <w:r>
        <w:t>— </w:t>
      </w:r>
      <w:r w:rsidR="00530790" w:rsidRPr="005D5566">
        <w:t>Je lis des livres défendus</w:t>
      </w:r>
      <w:r>
        <w:t xml:space="preserve">. </w:t>
      </w:r>
      <w:r w:rsidR="00530790" w:rsidRPr="005D5566">
        <w:t>On en interdit la lecture</w:t>
      </w:r>
      <w:r>
        <w:t xml:space="preserve">, </w:t>
      </w:r>
      <w:r w:rsidR="00530790" w:rsidRPr="005D5566">
        <w:t>parce qu</w:t>
      </w:r>
      <w:r>
        <w:t>’</w:t>
      </w:r>
      <w:r w:rsidR="00530790" w:rsidRPr="005D5566">
        <w:t>ils disent la vérité sur notre vie</w:t>
      </w:r>
      <w:r>
        <w:t xml:space="preserve">, </w:t>
      </w:r>
      <w:r w:rsidR="00530790" w:rsidRPr="005D5566">
        <w:t>sur celle du peuple</w:t>
      </w:r>
      <w:r>
        <w:t xml:space="preserve">… </w:t>
      </w:r>
      <w:r w:rsidR="00530790" w:rsidRPr="005D5566">
        <w:t>On les imprime en cachette</w:t>
      </w:r>
      <w:r>
        <w:t xml:space="preserve">, </w:t>
      </w:r>
      <w:r w:rsidR="00530790" w:rsidRPr="005D5566">
        <w:t>et si on les trouvait chez moi</w:t>
      </w:r>
      <w:r>
        <w:t xml:space="preserve">, </w:t>
      </w:r>
      <w:r w:rsidR="00530790" w:rsidRPr="005D5566">
        <w:t>on me mettrait en prison</w:t>
      </w:r>
      <w:r>
        <w:t xml:space="preserve">… </w:t>
      </w:r>
      <w:r w:rsidR="00530790" w:rsidRPr="005D5566">
        <w:t>en prison pour avoir voulu savoir la vérité</w:t>
      </w:r>
      <w:r>
        <w:t xml:space="preserve">. </w:t>
      </w:r>
      <w:r w:rsidR="00530790" w:rsidRPr="005D5566">
        <w:t>As-tu compris</w:t>
      </w:r>
      <w:r>
        <w:t> ?</w:t>
      </w:r>
    </w:p>
    <w:p w14:paraId="2A1F2D7E" w14:textId="77777777" w:rsidR="001C0413" w:rsidRDefault="00530790" w:rsidP="001C0413">
      <w:r w:rsidRPr="005D5566">
        <w:lastRenderedPageBreak/>
        <w:t>Elle eut soudain de la peine à respirer et fixa des yeux hagards sur son fils</w:t>
      </w:r>
      <w:r w:rsidR="001C0413">
        <w:t xml:space="preserve">, </w:t>
      </w:r>
      <w:r w:rsidRPr="005D5566">
        <w:t>qui lui parut changé</w:t>
      </w:r>
      <w:r w:rsidR="001C0413">
        <w:t xml:space="preserve">, </w:t>
      </w:r>
      <w:r w:rsidRPr="005D5566">
        <w:t>étranger</w:t>
      </w:r>
      <w:r w:rsidR="001C0413">
        <w:t xml:space="preserve">. </w:t>
      </w:r>
      <w:r w:rsidRPr="005D5566">
        <w:t>Il avait une autre voix</w:t>
      </w:r>
      <w:r w:rsidR="001C0413">
        <w:t xml:space="preserve">, </w:t>
      </w:r>
      <w:r w:rsidRPr="005D5566">
        <w:t>plus épaisse</w:t>
      </w:r>
      <w:r w:rsidR="001C0413">
        <w:t xml:space="preserve">, </w:t>
      </w:r>
      <w:r w:rsidRPr="005D5566">
        <w:t>plus basse</w:t>
      </w:r>
      <w:r w:rsidR="001C0413">
        <w:t xml:space="preserve">, </w:t>
      </w:r>
      <w:r w:rsidRPr="005D5566">
        <w:t>plus sonore</w:t>
      </w:r>
      <w:r w:rsidR="001C0413">
        <w:t xml:space="preserve">. </w:t>
      </w:r>
      <w:r w:rsidRPr="005D5566">
        <w:t>De ses doigts effilés</w:t>
      </w:r>
      <w:r w:rsidR="001C0413">
        <w:t xml:space="preserve">, </w:t>
      </w:r>
      <w:r w:rsidRPr="005D5566">
        <w:t>il tordait ses fines moustaches soyeuses et jetait un regard bizarre en dessous</w:t>
      </w:r>
      <w:r w:rsidR="001C0413">
        <w:t xml:space="preserve">. </w:t>
      </w:r>
      <w:r w:rsidRPr="005D5566">
        <w:t>Elle eut peur pour lui</w:t>
      </w:r>
      <w:r w:rsidR="001C0413">
        <w:t>.</w:t>
      </w:r>
    </w:p>
    <w:p w14:paraId="50695306" w14:textId="77777777" w:rsidR="001C0413" w:rsidRDefault="001C0413" w:rsidP="001C0413">
      <w:r>
        <w:t>— </w:t>
      </w:r>
      <w:r w:rsidR="00530790" w:rsidRPr="005D5566">
        <w:t>Pourquoi cela</w:t>
      </w:r>
      <w:r>
        <w:t xml:space="preserve">, </w:t>
      </w:r>
      <w:r w:rsidR="00530790" w:rsidRPr="005D5566">
        <w:t>Pavel</w:t>
      </w:r>
      <w:r>
        <w:t xml:space="preserve"> ? </w:t>
      </w:r>
      <w:r w:rsidR="00530790" w:rsidRPr="005D5566">
        <w:t>dit-elle</w:t>
      </w:r>
      <w:r>
        <w:t>.</w:t>
      </w:r>
    </w:p>
    <w:p w14:paraId="4C20B581" w14:textId="77777777" w:rsidR="001C0413" w:rsidRDefault="00530790" w:rsidP="001C0413">
      <w:r w:rsidRPr="005D5566">
        <w:t>Il leva la tête</w:t>
      </w:r>
      <w:r w:rsidR="001C0413">
        <w:t xml:space="preserve">, </w:t>
      </w:r>
      <w:r w:rsidRPr="005D5566">
        <w:t>l</w:t>
      </w:r>
      <w:r w:rsidR="001C0413">
        <w:t>’</w:t>
      </w:r>
      <w:r w:rsidRPr="005D5566">
        <w:t>examina et répondit tranquillement</w:t>
      </w:r>
      <w:r w:rsidR="001C0413">
        <w:t> :</w:t>
      </w:r>
    </w:p>
    <w:p w14:paraId="340F91A6" w14:textId="77777777" w:rsidR="001C0413" w:rsidRDefault="001C0413" w:rsidP="001C0413">
      <w:r>
        <w:t>— </w:t>
      </w:r>
      <w:r w:rsidR="00530790" w:rsidRPr="005D5566">
        <w:t>Je veux savoir la vérité</w:t>
      </w:r>
      <w:r>
        <w:t>.</w:t>
      </w:r>
    </w:p>
    <w:p w14:paraId="1CCB9D95" w14:textId="77777777" w:rsidR="001C0413" w:rsidRDefault="00530790" w:rsidP="001C0413">
      <w:r w:rsidRPr="005D5566">
        <w:t>Sa voix était basse</w:t>
      </w:r>
      <w:r w:rsidR="001C0413">
        <w:t xml:space="preserve">, </w:t>
      </w:r>
      <w:r w:rsidRPr="005D5566">
        <w:t>mais ferme</w:t>
      </w:r>
      <w:r w:rsidR="001C0413">
        <w:t xml:space="preserve">, </w:t>
      </w:r>
      <w:r w:rsidRPr="005D5566">
        <w:t>un désir obstiné brillait dans ses yeux</w:t>
      </w:r>
      <w:r w:rsidR="001C0413">
        <w:t xml:space="preserve">. </w:t>
      </w:r>
      <w:r w:rsidRPr="005D5566">
        <w:t>Pélaguée comprit que son fils s</w:t>
      </w:r>
      <w:r w:rsidR="001C0413">
        <w:t>’</w:t>
      </w:r>
      <w:r w:rsidRPr="005D5566">
        <w:t>était voué à jamais à quelque chose de mystérieux et de terrible</w:t>
      </w:r>
      <w:r w:rsidR="001C0413">
        <w:t xml:space="preserve">. </w:t>
      </w:r>
      <w:r w:rsidRPr="005D5566">
        <w:t>Tout dans la vie lui avait toujours paru inévitable</w:t>
      </w:r>
      <w:r w:rsidR="001C0413">
        <w:t xml:space="preserve"> ; </w:t>
      </w:r>
      <w:r w:rsidRPr="005D5566">
        <w:t>elle s</w:t>
      </w:r>
      <w:r w:rsidR="001C0413">
        <w:t>’</w:t>
      </w:r>
      <w:r w:rsidRPr="005D5566">
        <w:t>était accoutumée à se soumettre sans réfléchir</w:t>
      </w:r>
      <w:r w:rsidR="001C0413">
        <w:t xml:space="preserve"> ; </w:t>
      </w:r>
      <w:r w:rsidRPr="005D5566">
        <w:t>elle commença donc à pleurer doucement</w:t>
      </w:r>
      <w:r w:rsidR="001C0413">
        <w:t xml:space="preserve">, </w:t>
      </w:r>
      <w:r w:rsidRPr="005D5566">
        <w:t>sans trouver de mots dans son cœur serré par l</w:t>
      </w:r>
      <w:r w:rsidR="001C0413">
        <w:t>’</w:t>
      </w:r>
      <w:r w:rsidRPr="005D5566">
        <w:t>angoisse et la douleur</w:t>
      </w:r>
      <w:r w:rsidR="001C0413">
        <w:t>.</w:t>
      </w:r>
    </w:p>
    <w:p w14:paraId="406625AA" w14:textId="77777777" w:rsidR="001C0413" w:rsidRDefault="001C0413" w:rsidP="001C0413">
      <w:r>
        <w:t>— </w:t>
      </w:r>
      <w:r w:rsidR="00530790" w:rsidRPr="005D5566">
        <w:t>Ne pleure pas</w:t>
      </w:r>
      <w:r>
        <w:t xml:space="preserve"> ! </w:t>
      </w:r>
      <w:r w:rsidR="00530790" w:rsidRPr="005D5566">
        <w:t>dit Pavel d</w:t>
      </w:r>
      <w:r>
        <w:t>’</w:t>
      </w:r>
      <w:r w:rsidR="00530790" w:rsidRPr="005D5566">
        <w:t>une voix caressante</w:t>
      </w:r>
      <w:r>
        <w:t xml:space="preserve"> – </w:t>
      </w:r>
      <w:r w:rsidR="00530790" w:rsidRPr="005D5566">
        <w:t>et il sembla à la mère qu</w:t>
      </w:r>
      <w:r>
        <w:t>’</w:t>
      </w:r>
      <w:r w:rsidR="00530790" w:rsidRPr="005D5566">
        <w:t>il lui disait adieu</w:t>
      </w:r>
      <w:r>
        <w:t xml:space="preserve"> – </w:t>
      </w:r>
      <w:r w:rsidR="00530790" w:rsidRPr="005D5566">
        <w:t>réfléchis</w:t>
      </w:r>
      <w:r>
        <w:t xml:space="preserve">, </w:t>
      </w:r>
      <w:r w:rsidR="00530790" w:rsidRPr="005D5566">
        <w:t>quelle vie est la nôtre</w:t>
      </w:r>
      <w:r>
        <w:t xml:space="preserve"> ! </w:t>
      </w:r>
      <w:r w:rsidR="00530790" w:rsidRPr="005D5566">
        <w:t>Tu as quarante ans et pourtant as-tu vraiment vécu</w:t>
      </w:r>
      <w:r>
        <w:t xml:space="preserve"> ? </w:t>
      </w:r>
      <w:r w:rsidR="00530790" w:rsidRPr="005D5566">
        <w:t>Le père te battait</w:t>
      </w:r>
      <w:r>
        <w:t xml:space="preserve">… </w:t>
      </w:r>
      <w:r w:rsidR="00530790" w:rsidRPr="005D5566">
        <w:t>Je comprends maintenant que c</w:t>
      </w:r>
      <w:r>
        <w:t>’</w:t>
      </w:r>
      <w:r w:rsidR="00530790" w:rsidRPr="005D5566">
        <w:t>est son chagrin qu</w:t>
      </w:r>
      <w:r>
        <w:t>’</w:t>
      </w:r>
      <w:r w:rsidR="00530790" w:rsidRPr="005D5566">
        <w:t>il exprimait ainsi sur ton dos</w:t>
      </w:r>
      <w:r>
        <w:rPr>
          <w:rFonts w:eastAsia="Georgia" w:cs="Georgia"/>
        </w:rPr>
        <w:t xml:space="preserve">… </w:t>
      </w:r>
      <w:r w:rsidR="00530790" w:rsidRPr="005D5566">
        <w:t>le chagrin de la vie qui l</w:t>
      </w:r>
      <w:r>
        <w:t>’</w:t>
      </w:r>
      <w:r w:rsidR="00530790" w:rsidRPr="005D5566">
        <w:t>oppressait</w:t>
      </w:r>
      <w:r>
        <w:t xml:space="preserve">, </w:t>
      </w:r>
      <w:r w:rsidR="00530790" w:rsidRPr="005D5566">
        <w:t>et il ne savait pas lui-même d</w:t>
      </w:r>
      <w:r>
        <w:t>’</w:t>
      </w:r>
      <w:r w:rsidR="00530790" w:rsidRPr="005D5566">
        <w:t>où cela lui venait</w:t>
      </w:r>
      <w:r>
        <w:t xml:space="preserve">. </w:t>
      </w:r>
      <w:r w:rsidR="00530790" w:rsidRPr="005D5566">
        <w:t>Il a travaillé trente ans</w:t>
      </w:r>
      <w:r>
        <w:t xml:space="preserve">, </w:t>
      </w:r>
      <w:r w:rsidR="00530790" w:rsidRPr="005D5566">
        <w:t>il a commencé quand la fabrique n</w:t>
      </w:r>
      <w:r>
        <w:t>’</w:t>
      </w:r>
      <w:r w:rsidR="00530790" w:rsidRPr="005D5566">
        <w:t>occupait que deux corps de bâtiment</w:t>
      </w:r>
      <w:r>
        <w:t xml:space="preserve">, </w:t>
      </w:r>
      <w:r w:rsidR="00530790" w:rsidRPr="005D5566">
        <w:t>et aujourd</w:t>
      </w:r>
      <w:r>
        <w:t>’</w:t>
      </w:r>
      <w:r w:rsidR="00530790" w:rsidRPr="005D5566">
        <w:t>hui elle en a sept</w:t>
      </w:r>
      <w:r>
        <w:t xml:space="preserve"> ! </w:t>
      </w:r>
      <w:r w:rsidR="00530790" w:rsidRPr="005D5566">
        <w:t>Les fabriques se développent et les gens meurent en travaillant pour elles</w:t>
      </w:r>
      <w:r>
        <w:t>.</w:t>
      </w:r>
    </w:p>
    <w:p w14:paraId="3C283BCA" w14:textId="77777777" w:rsidR="001C0413" w:rsidRDefault="00530790" w:rsidP="001C0413">
      <w:r w:rsidRPr="005D5566">
        <w:t>Pélaguée l</w:t>
      </w:r>
      <w:r w:rsidR="001C0413">
        <w:t>’</w:t>
      </w:r>
      <w:r w:rsidRPr="005D5566">
        <w:t>écoutait</w:t>
      </w:r>
      <w:r w:rsidR="001C0413">
        <w:t xml:space="preserve">, </w:t>
      </w:r>
      <w:r w:rsidRPr="005D5566">
        <w:t>tout à la fois avec crainte et avidité</w:t>
      </w:r>
      <w:r w:rsidR="001C0413">
        <w:t xml:space="preserve">. </w:t>
      </w:r>
      <w:r w:rsidRPr="005D5566">
        <w:t>Les beaux yeux clairs du jeune homme étincelaient</w:t>
      </w:r>
      <w:r w:rsidR="001C0413">
        <w:t xml:space="preserve"> ; </w:t>
      </w:r>
      <w:r w:rsidRPr="005D5566">
        <w:t>la poitrine appuyée contre la table</w:t>
      </w:r>
      <w:r w:rsidR="001C0413">
        <w:t xml:space="preserve">, </w:t>
      </w:r>
      <w:r w:rsidRPr="005D5566">
        <w:t>il s</w:t>
      </w:r>
      <w:r w:rsidR="001C0413">
        <w:t>’</w:t>
      </w:r>
      <w:r w:rsidRPr="005D5566">
        <w:t>était rapproché de sa mère et</w:t>
      </w:r>
      <w:r w:rsidR="001C0413">
        <w:t xml:space="preserve">, </w:t>
      </w:r>
      <w:r w:rsidRPr="005D5566">
        <w:t>touchant presque sa figure baignée de larmes</w:t>
      </w:r>
      <w:r w:rsidR="001C0413">
        <w:t xml:space="preserve">, </w:t>
      </w:r>
      <w:r w:rsidRPr="005D5566">
        <w:t>il lui disait son premier discours sur la vérité</w:t>
      </w:r>
      <w:r w:rsidR="001C0413">
        <w:t xml:space="preserve">, </w:t>
      </w:r>
      <w:r w:rsidRPr="005D5566">
        <w:t>telle qu</w:t>
      </w:r>
      <w:r w:rsidR="001C0413">
        <w:t>’</w:t>
      </w:r>
      <w:r w:rsidRPr="005D5566">
        <w:t>il la comprenait</w:t>
      </w:r>
      <w:r w:rsidR="001C0413">
        <w:t xml:space="preserve">. </w:t>
      </w:r>
      <w:r w:rsidRPr="005D5566">
        <w:lastRenderedPageBreak/>
        <w:t>Avec la naïveté de la jeunesse et l</w:t>
      </w:r>
      <w:r w:rsidR="001C0413">
        <w:t>’</w:t>
      </w:r>
      <w:r w:rsidRPr="005D5566">
        <w:t>ardeur d</w:t>
      </w:r>
      <w:r w:rsidR="001C0413">
        <w:t>’</w:t>
      </w:r>
      <w:r w:rsidRPr="005D5566">
        <w:t>un écolier fier de ses connaissances et sincèrement convaincu de leur importance</w:t>
      </w:r>
      <w:r w:rsidR="001C0413">
        <w:t xml:space="preserve">, </w:t>
      </w:r>
      <w:r w:rsidRPr="005D5566">
        <w:t>il parlait de tout ce qui lui paraissait si évident</w:t>
      </w:r>
      <w:r w:rsidR="001C0413">
        <w:t xml:space="preserve">, </w:t>
      </w:r>
      <w:r w:rsidRPr="005D5566">
        <w:t>il parlait autant pour se contrôler lui-même que pour convaincre sa mère</w:t>
      </w:r>
      <w:r w:rsidR="001C0413">
        <w:t xml:space="preserve">. </w:t>
      </w:r>
      <w:r w:rsidRPr="005D5566">
        <w:t>Il s</w:t>
      </w:r>
      <w:r w:rsidR="001C0413">
        <w:t>’</w:t>
      </w:r>
      <w:r w:rsidRPr="005D5566">
        <w:t>arrêtait parfois quand les mots lui manquaient</w:t>
      </w:r>
      <w:r w:rsidR="001C0413">
        <w:t xml:space="preserve">, </w:t>
      </w:r>
      <w:r w:rsidRPr="005D5566">
        <w:t>et alors il voyait le visage inquiet dans lequel brillaient de bons yeux voilés de larmes</w:t>
      </w:r>
      <w:r w:rsidR="001C0413">
        <w:t xml:space="preserve">, </w:t>
      </w:r>
      <w:r w:rsidRPr="005D5566">
        <w:t>pleins de terreur</w:t>
      </w:r>
      <w:r w:rsidR="001C0413">
        <w:t xml:space="preserve">, </w:t>
      </w:r>
      <w:r w:rsidRPr="005D5566">
        <w:t>de perplexité</w:t>
      </w:r>
      <w:r w:rsidR="001C0413">
        <w:t xml:space="preserve">. </w:t>
      </w:r>
      <w:r w:rsidRPr="005D5566">
        <w:t>Il eut pitié de sa mère et</w:t>
      </w:r>
      <w:r w:rsidR="001C0413">
        <w:t xml:space="preserve">, </w:t>
      </w:r>
      <w:r w:rsidRPr="005D5566">
        <w:t>de nouveau</w:t>
      </w:r>
      <w:r w:rsidR="001C0413">
        <w:t xml:space="preserve">, </w:t>
      </w:r>
      <w:r w:rsidRPr="005D5566">
        <w:t>il lui parla d</w:t>
      </w:r>
      <w:r w:rsidR="001C0413">
        <w:t>’</w:t>
      </w:r>
      <w:r w:rsidRPr="005D5566">
        <w:t>elle-même</w:t>
      </w:r>
      <w:r w:rsidR="001C0413">
        <w:t>.</w:t>
      </w:r>
    </w:p>
    <w:p w14:paraId="54F1ED34" w14:textId="77777777" w:rsidR="001C0413" w:rsidRDefault="001C0413" w:rsidP="001C0413">
      <w:r>
        <w:t>— </w:t>
      </w:r>
      <w:r w:rsidR="00530790" w:rsidRPr="005D5566">
        <w:t>Quelles joies as-tu connues</w:t>
      </w:r>
      <w:r>
        <w:t xml:space="preserve"> ? </w:t>
      </w:r>
      <w:r w:rsidR="00530790" w:rsidRPr="005D5566">
        <w:t>demanda-t-il</w:t>
      </w:r>
      <w:r>
        <w:t xml:space="preserve">. </w:t>
      </w:r>
      <w:r w:rsidR="00530790" w:rsidRPr="005D5566">
        <w:t>Qu</w:t>
      </w:r>
      <w:r>
        <w:t>’</w:t>
      </w:r>
      <w:r w:rsidR="00530790" w:rsidRPr="005D5566">
        <w:t>as-tu de bon dans ton passé</w:t>
      </w:r>
      <w:r>
        <w:t> ?</w:t>
      </w:r>
    </w:p>
    <w:p w14:paraId="26EBD291" w14:textId="0D8C1762" w:rsidR="001C0413" w:rsidRDefault="00530790" w:rsidP="001C0413">
      <w:r w:rsidRPr="005D5566">
        <w:t xml:space="preserve">Elle hocha tristement la </w:t>
      </w:r>
      <w:r w:rsidR="00DD72A9">
        <w:t>tête</w:t>
      </w:r>
      <w:r w:rsidR="001C0413">
        <w:t xml:space="preserve">, </w:t>
      </w:r>
      <w:r w:rsidRPr="005D5566">
        <w:t>elle éprouvait un sentiment nouveau</w:t>
      </w:r>
      <w:r w:rsidR="001C0413">
        <w:t xml:space="preserve">, </w:t>
      </w:r>
      <w:r w:rsidRPr="005D5566">
        <w:t>inconnu encore</w:t>
      </w:r>
      <w:r w:rsidR="001C0413">
        <w:t xml:space="preserve">, </w:t>
      </w:r>
      <w:r w:rsidRPr="005D5566">
        <w:t>douloureux et joyeux à la fois</w:t>
      </w:r>
      <w:r w:rsidR="001C0413">
        <w:t xml:space="preserve">, </w:t>
      </w:r>
      <w:r w:rsidRPr="005D5566">
        <w:t>qui caressait délicieusement son cœur endolori</w:t>
      </w:r>
      <w:r w:rsidR="001C0413">
        <w:t xml:space="preserve">. </w:t>
      </w:r>
      <w:r w:rsidRPr="005D5566">
        <w:t>Pour la première fois</w:t>
      </w:r>
      <w:r w:rsidR="001C0413">
        <w:t xml:space="preserve">, </w:t>
      </w:r>
      <w:r w:rsidRPr="005D5566">
        <w:t>on lui parlait d</w:t>
      </w:r>
      <w:r w:rsidR="001C0413">
        <w:t>’</w:t>
      </w:r>
      <w:r w:rsidRPr="005D5566">
        <w:t>elle et de sa propre vie</w:t>
      </w:r>
      <w:r w:rsidR="001C0413">
        <w:t xml:space="preserve">, </w:t>
      </w:r>
      <w:r w:rsidRPr="005D5566">
        <w:t>et des pensées vagues</w:t>
      </w:r>
      <w:r w:rsidR="001C0413">
        <w:t xml:space="preserve">, </w:t>
      </w:r>
      <w:r w:rsidRPr="005D5566">
        <w:t>endormies depuis longtemps</w:t>
      </w:r>
      <w:r w:rsidR="001C0413">
        <w:t xml:space="preserve">, </w:t>
      </w:r>
      <w:r w:rsidRPr="005D5566">
        <w:t>se réveillaient en elle</w:t>
      </w:r>
      <w:r w:rsidR="001C0413">
        <w:t xml:space="preserve">, </w:t>
      </w:r>
      <w:r w:rsidRPr="005D5566">
        <w:t>ranimaient les sentiments éteints de vague mécontentement</w:t>
      </w:r>
      <w:r w:rsidR="001C0413">
        <w:t xml:space="preserve">, </w:t>
      </w:r>
      <w:r w:rsidRPr="005D5566">
        <w:t>les pensées et les souvenirs de sa jeunesse lointaine</w:t>
      </w:r>
      <w:r w:rsidR="001C0413">
        <w:t xml:space="preserve">. </w:t>
      </w:r>
      <w:r w:rsidRPr="005D5566">
        <w:t>Elle parla de sa vie</w:t>
      </w:r>
      <w:r w:rsidR="001C0413">
        <w:t xml:space="preserve">, </w:t>
      </w:r>
      <w:r w:rsidRPr="005D5566">
        <w:t>de ses amies</w:t>
      </w:r>
      <w:r w:rsidR="001C0413">
        <w:t xml:space="preserve">, </w:t>
      </w:r>
      <w:r w:rsidRPr="005D5566">
        <w:t>elle parla longuement de tout</w:t>
      </w:r>
      <w:r w:rsidR="001C0413">
        <w:t xml:space="preserve"> ; </w:t>
      </w:r>
      <w:r w:rsidRPr="005D5566">
        <w:t>mais</w:t>
      </w:r>
      <w:r w:rsidR="001C0413">
        <w:t xml:space="preserve">, </w:t>
      </w:r>
      <w:r w:rsidRPr="005D5566">
        <w:t>comme les autres</w:t>
      </w:r>
      <w:r w:rsidR="001C0413">
        <w:t xml:space="preserve">, </w:t>
      </w:r>
      <w:r w:rsidRPr="005D5566">
        <w:t>elle ne savait que se plaindre</w:t>
      </w:r>
      <w:r w:rsidR="001C0413">
        <w:t xml:space="preserve"> ; </w:t>
      </w:r>
      <w:r w:rsidRPr="005D5566">
        <w:t>personne n</w:t>
      </w:r>
      <w:r w:rsidR="001C0413">
        <w:t>’</w:t>
      </w:r>
      <w:r w:rsidRPr="005D5566">
        <w:t>expliquait pourquoi la vie est si pénible et si dure</w:t>
      </w:r>
      <w:r w:rsidR="001C0413">
        <w:t xml:space="preserve">… </w:t>
      </w:r>
      <w:r w:rsidRPr="005D5566">
        <w:t>Et voici que son fils était assis devant elle</w:t>
      </w:r>
      <w:r w:rsidR="001C0413">
        <w:t xml:space="preserve">, </w:t>
      </w:r>
      <w:r w:rsidRPr="005D5566">
        <w:t>et tout ce que les yeux de Pavel</w:t>
      </w:r>
      <w:r w:rsidR="001C0413">
        <w:t xml:space="preserve">, </w:t>
      </w:r>
      <w:r w:rsidRPr="005D5566">
        <w:t>son visage</w:t>
      </w:r>
      <w:r w:rsidR="001C0413">
        <w:t xml:space="preserve">, </w:t>
      </w:r>
      <w:r w:rsidRPr="005D5566">
        <w:t>ses paroles</w:t>
      </w:r>
      <w:r w:rsidR="001C0413">
        <w:t xml:space="preserve">, </w:t>
      </w:r>
      <w:r w:rsidRPr="005D5566">
        <w:t>lui disaient d</w:t>
      </w:r>
      <w:r w:rsidR="001C0413">
        <w:t>’</w:t>
      </w:r>
      <w:r w:rsidRPr="005D5566">
        <w:t>elle</w:t>
      </w:r>
      <w:r w:rsidR="001C0413">
        <w:t xml:space="preserve">, </w:t>
      </w:r>
      <w:r w:rsidRPr="005D5566">
        <w:t>la saisissait au cœur</w:t>
      </w:r>
      <w:r w:rsidR="001C0413">
        <w:t xml:space="preserve">, </w:t>
      </w:r>
      <w:r w:rsidRPr="005D5566">
        <w:t>la remplissait de fierté</w:t>
      </w:r>
      <w:r w:rsidR="001C0413">
        <w:t xml:space="preserve"> ; </w:t>
      </w:r>
      <w:r w:rsidRPr="005D5566">
        <w:t>c</w:t>
      </w:r>
      <w:r w:rsidR="001C0413">
        <w:t>’</w:t>
      </w:r>
      <w:r w:rsidRPr="005D5566">
        <w:t>était son fils à elle qui avait compris la vie de sa mère</w:t>
      </w:r>
      <w:r w:rsidR="001C0413">
        <w:t xml:space="preserve">, </w:t>
      </w:r>
      <w:r w:rsidRPr="005D5566">
        <w:t>qui lui disait la vérité sur ses souffrances</w:t>
      </w:r>
      <w:r w:rsidR="001C0413">
        <w:t xml:space="preserve">, </w:t>
      </w:r>
      <w:r w:rsidRPr="005D5566">
        <w:t>qui la plaignait</w:t>
      </w:r>
      <w:r w:rsidR="001C0413">
        <w:t>.</w:t>
      </w:r>
    </w:p>
    <w:p w14:paraId="6E64906F" w14:textId="77777777" w:rsidR="001C0413" w:rsidRDefault="00530790" w:rsidP="001C0413">
      <w:r w:rsidRPr="005D5566">
        <w:t>On ne plaint pas les mères</w:t>
      </w:r>
      <w:r w:rsidR="001C0413">
        <w:t xml:space="preserve">, </w:t>
      </w:r>
      <w:r w:rsidRPr="005D5566">
        <w:t>en général</w:t>
      </w:r>
      <w:r w:rsidR="001C0413">
        <w:t>.</w:t>
      </w:r>
    </w:p>
    <w:p w14:paraId="35F0F9E5" w14:textId="77777777" w:rsidR="001C0413" w:rsidRDefault="00530790" w:rsidP="001C0413">
      <w:r w:rsidRPr="005D5566">
        <w:t>Elle le savait</w:t>
      </w:r>
      <w:r w:rsidR="001C0413">
        <w:t xml:space="preserve">. </w:t>
      </w:r>
      <w:r w:rsidRPr="005D5566">
        <w:t>Elle ne comprenait pas que Pavel ne parlait pas seulement d</w:t>
      </w:r>
      <w:r w:rsidR="001C0413">
        <w:t>’</w:t>
      </w:r>
      <w:r w:rsidRPr="005D5566">
        <w:t>elle</w:t>
      </w:r>
      <w:r w:rsidR="001C0413">
        <w:t xml:space="preserve">, </w:t>
      </w:r>
      <w:r w:rsidRPr="005D5566">
        <w:t>mais tout ce qu</w:t>
      </w:r>
      <w:r w:rsidR="001C0413">
        <w:t>’</w:t>
      </w:r>
      <w:r w:rsidRPr="005D5566">
        <w:t>il avait dit de la vie féminine était la vérité</w:t>
      </w:r>
      <w:r w:rsidR="001C0413">
        <w:t xml:space="preserve">, </w:t>
      </w:r>
      <w:r w:rsidRPr="005D5566">
        <w:t>la cruelle vérité</w:t>
      </w:r>
      <w:r w:rsidR="001C0413">
        <w:t xml:space="preserve">. </w:t>
      </w:r>
      <w:r w:rsidRPr="005D5566">
        <w:t>C</w:t>
      </w:r>
      <w:r w:rsidR="001C0413">
        <w:t>’</w:t>
      </w:r>
      <w:r w:rsidRPr="005D5566">
        <w:t>est pourquoi il lui semblait que dans sa poitrine s</w:t>
      </w:r>
      <w:r w:rsidR="001C0413">
        <w:t>’</w:t>
      </w:r>
      <w:r w:rsidRPr="005D5566">
        <w:t>agitait une foule de sensations qui la réchauffaient comme une caresse</w:t>
      </w:r>
      <w:r w:rsidR="001C0413">
        <w:t xml:space="preserve">, </w:t>
      </w:r>
      <w:r w:rsidRPr="005D5566">
        <w:t>inconnue</w:t>
      </w:r>
      <w:r w:rsidR="001C0413">
        <w:t>.</w:t>
      </w:r>
    </w:p>
    <w:p w14:paraId="03285544" w14:textId="77777777" w:rsidR="001C0413" w:rsidRDefault="001C0413" w:rsidP="001C0413">
      <w:r>
        <w:lastRenderedPageBreak/>
        <w:t>— </w:t>
      </w:r>
      <w:r w:rsidR="00530790" w:rsidRPr="005D5566">
        <w:t>Que veux-tu faire</w:t>
      </w:r>
      <w:r>
        <w:t xml:space="preserve"> ? </w:t>
      </w:r>
      <w:r w:rsidR="00530790" w:rsidRPr="005D5566">
        <w:t>lui demanda-t-elle en l</w:t>
      </w:r>
      <w:r>
        <w:t>’</w:t>
      </w:r>
      <w:r w:rsidR="00530790" w:rsidRPr="005D5566">
        <w:t>interrompant</w:t>
      </w:r>
      <w:r>
        <w:t>.</w:t>
      </w:r>
    </w:p>
    <w:p w14:paraId="03C8117A" w14:textId="77777777" w:rsidR="001C0413" w:rsidRDefault="001C0413" w:rsidP="001C0413">
      <w:r>
        <w:t>— </w:t>
      </w:r>
      <w:r w:rsidR="00530790" w:rsidRPr="005D5566">
        <w:t>Apprendre et ensuite enseigner aux autres</w:t>
      </w:r>
      <w:r>
        <w:t xml:space="preserve">. </w:t>
      </w:r>
      <w:r w:rsidR="00530790" w:rsidRPr="005D5566">
        <w:t>Nous devons apprendre</w:t>
      </w:r>
      <w:r>
        <w:t xml:space="preserve">, </w:t>
      </w:r>
      <w:r w:rsidR="00530790" w:rsidRPr="005D5566">
        <w:t>nous autres</w:t>
      </w:r>
      <w:r>
        <w:t xml:space="preserve">, </w:t>
      </w:r>
      <w:r w:rsidR="00530790" w:rsidRPr="005D5566">
        <w:t>nous devons savoir</w:t>
      </w:r>
      <w:r>
        <w:t xml:space="preserve">, </w:t>
      </w:r>
      <w:r w:rsidR="00530790" w:rsidRPr="005D5566">
        <w:t>nous devons comprendre pourquoi la vie est si pénible pour nous</w:t>
      </w:r>
      <w:r>
        <w:t>.</w:t>
      </w:r>
    </w:p>
    <w:p w14:paraId="6A200DFA" w14:textId="77777777" w:rsidR="001C0413" w:rsidRDefault="00530790" w:rsidP="001C0413">
      <w:r w:rsidRPr="005D5566">
        <w:t>Il était doux à la mère de voir les yeux bleus de son fils</w:t>
      </w:r>
      <w:r w:rsidR="001C0413">
        <w:t xml:space="preserve">, </w:t>
      </w:r>
      <w:r w:rsidRPr="005D5566">
        <w:t>toujours sérieux et sévère</w:t>
      </w:r>
      <w:r w:rsidR="001C0413">
        <w:t xml:space="preserve">, </w:t>
      </w:r>
      <w:r w:rsidRPr="005D5566">
        <w:t>briller de tendresse</w:t>
      </w:r>
      <w:r w:rsidR="001C0413">
        <w:t xml:space="preserve">, </w:t>
      </w:r>
      <w:r w:rsidRPr="005D5566">
        <w:t>éclairant en lui quelque chose de rare pour elle</w:t>
      </w:r>
      <w:r w:rsidR="001C0413">
        <w:t xml:space="preserve">. </w:t>
      </w:r>
      <w:r w:rsidRPr="005D5566">
        <w:t>Un sourire satisfait vint aux lèvres de Pélaguée</w:t>
      </w:r>
      <w:r w:rsidR="001C0413">
        <w:t xml:space="preserve">, </w:t>
      </w:r>
      <w:r w:rsidRPr="005D5566">
        <w:t>bien qu</w:t>
      </w:r>
      <w:r w:rsidR="001C0413">
        <w:t>’</w:t>
      </w:r>
      <w:r w:rsidRPr="005D5566">
        <w:t>elle eût encore des larmes dans les rides des joues</w:t>
      </w:r>
      <w:r w:rsidR="001C0413">
        <w:t xml:space="preserve">. </w:t>
      </w:r>
      <w:r w:rsidRPr="005D5566">
        <w:t>Un double sentiment la partageait</w:t>
      </w:r>
      <w:r w:rsidR="001C0413">
        <w:t xml:space="preserve"> : </w:t>
      </w:r>
      <w:r w:rsidRPr="005D5566">
        <w:t>elle était fière du fils qui voulait le bonheur de tous les hommes</w:t>
      </w:r>
      <w:r w:rsidR="001C0413">
        <w:t xml:space="preserve">, </w:t>
      </w:r>
      <w:r w:rsidRPr="005D5566">
        <w:t>qui les plaignait tous et voyait la douleur de la vie</w:t>
      </w:r>
      <w:r w:rsidR="001C0413">
        <w:t xml:space="preserve"> ; </w:t>
      </w:r>
      <w:r w:rsidRPr="005D5566">
        <w:t>et</w:t>
      </w:r>
      <w:r w:rsidR="001C0413">
        <w:t xml:space="preserve">, </w:t>
      </w:r>
      <w:r w:rsidRPr="005D5566">
        <w:t>en même temps</w:t>
      </w:r>
      <w:r w:rsidR="001C0413">
        <w:t xml:space="preserve">, </w:t>
      </w:r>
      <w:r w:rsidRPr="005D5566">
        <w:t>elle ne pouvait oublier qu</w:t>
      </w:r>
      <w:r w:rsidR="001C0413">
        <w:t>’</w:t>
      </w:r>
      <w:r w:rsidRPr="005D5566">
        <w:t>il était jeune</w:t>
      </w:r>
      <w:r w:rsidR="001C0413">
        <w:t xml:space="preserve">, </w:t>
      </w:r>
      <w:r w:rsidRPr="005D5566">
        <w:t>qu</w:t>
      </w:r>
      <w:r w:rsidR="001C0413">
        <w:t>’</w:t>
      </w:r>
      <w:r w:rsidRPr="005D5566">
        <w:t>il ne parlait pas comme ses camarades</w:t>
      </w:r>
      <w:r w:rsidR="001C0413">
        <w:t xml:space="preserve">, </w:t>
      </w:r>
      <w:r w:rsidRPr="005D5566">
        <w:t>qu</w:t>
      </w:r>
      <w:r w:rsidR="001C0413">
        <w:t>’</w:t>
      </w:r>
      <w:r w:rsidRPr="005D5566">
        <w:t>il avait résolu d</w:t>
      </w:r>
      <w:r w:rsidR="001C0413">
        <w:t>’</w:t>
      </w:r>
      <w:r w:rsidRPr="005D5566">
        <w:t>entrer seul en lutte contre la vie coutumière qu</w:t>
      </w:r>
      <w:r w:rsidR="001C0413">
        <w:t>’</w:t>
      </w:r>
      <w:r w:rsidRPr="005D5566">
        <w:t>elle et les autres menaient</w:t>
      </w:r>
      <w:r w:rsidR="001C0413">
        <w:t xml:space="preserve">. </w:t>
      </w:r>
      <w:r w:rsidRPr="005D5566">
        <w:t>Elle eut envie de lui dire</w:t>
      </w:r>
      <w:r w:rsidR="001C0413">
        <w:t> :</w:t>
      </w:r>
    </w:p>
    <w:p w14:paraId="28BF1424" w14:textId="77777777" w:rsidR="001C0413" w:rsidRDefault="001C0413" w:rsidP="001C0413">
      <w:r>
        <w:t>— </w:t>
      </w:r>
      <w:r w:rsidR="00530790" w:rsidRPr="005D5566">
        <w:t>Chéri</w:t>
      </w:r>
      <w:r>
        <w:t xml:space="preserve"> ! </w:t>
      </w:r>
      <w:r w:rsidR="00530790" w:rsidRPr="005D5566">
        <w:t>que peux-tu faire</w:t>
      </w:r>
      <w:r>
        <w:t xml:space="preserve"> ? </w:t>
      </w:r>
      <w:r w:rsidR="00530790" w:rsidRPr="005D5566">
        <w:t>On t</w:t>
      </w:r>
      <w:r>
        <w:t>’</w:t>
      </w:r>
      <w:r w:rsidR="00530790" w:rsidRPr="005D5566">
        <w:t>écrasera</w:t>
      </w:r>
      <w:r>
        <w:t xml:space="preserve">… </w:t>
      </w:r>
      <w:r w:rsidR="00530790" w:rsidRPr="005D5566">
        <w:t>tu périras</w:t>
      </w:r>
      <w:r>
        <w:t>.</w:t>
      </w:r>
    </w:p>
    <w:p w14:paraId="1D2EF854" w14:textId="77777777" w:rsidR="001C0413" w:rsidRDefault="00530790" w:rsidP="001C0413">
      <w:r w:rsidRPr="005D5566">
        <w:t>Mais elle craignit de cesser d</w:t>
      </w:r>
      <w:r w:rsidR="001C0413">
        <w:t>’</w:t>
      </w:r>
      <w:r w:rsidRPr="005D5566">
        <w:t>admirer le jeune homme qui soudain s</w:t>
      </w:r>
      <w:r w:rsidR="001C0413">
        <w:t>’</w:t>
      </w:r>
      <w:r w:rsidRPr="005D5566">
        <w:t>était révélé à elle</w:t>
      </w:r>
      <w:r w:rsidR="001C0413">
        <w:t xml:space="preserve">, </w:t>
      </w:r>
      <w:r w:rsidRPr="005D5566">
        <w:t>si intelligent</w:t>
      </w:r>
      <w:r w:rsidR="001C0413">
        <w:t xml:space="preserve">, </w:t>
      </w:r>
      <w:r w:rsidRPr="005D5566">
        <w:t>si changé</w:t>
      </w:r>
      <w:r w:rsidR="001C0413">
        <w:t xml:space="preserve">… </w:t>
      </w:r>
      <w:r w:rsidRPr="005D5566">
        <w:t>et un peu étranger</w:t>
      </w:r>
      <w:r w:rsidR="001C0413">
        <w:t>.</w:t>
      </w:r>
    </w:p>
    <w:p w14:paraId="549B4EA6" w14:textId="77777777" w:rsidR="001C0413" w:rsidRDefault="00530790" w:rsidP="001C0413">
      <w:r w:rsidRPr="005D5566">
        <w:t>Pavel voyait le sourire sur les lèvres de sa mère</w:t>
      </w:r>
      <w:r w:rsidR="001C0413">
        <w:t xml:space="preserve">, </w:t>
      </w:r>
      <w:r w:rsidRPr="005D5566">
        <w:t>l</w:t>
      </w:r>
      <w:r w:rsidR="001C0413">
        <w:t>’</w:t>
      </w:r>
      <w:r w:rsidRPr="005D5566">
        <w:t>attention qu</w:t>
      </w:r>
      <w:r w:rsidR="001C0413">
        <w:t>’</w:t>
      </w:r>
      <w:r w:rsidRPr="005D5566">
        <w:t>elle lui prêtait</w:t>
      </w:r>
      <w:r w:rsidR="001C0413">
        <w:t xml:space="preserve">, </w:t>
      </w:r>
      <w:r w:rsidRPr="005D5566">
        <w:t>l</w:t>
      </w:r>
      <w:r w:rsidR="001C0413">
        <w:t>’</w:t>
      </w:r>
      <w:r w:rsidRPr="005D5566">
        <w:t>amour éclatant dans ses yeux</w:t>
      </w:r>
      <w:r w:rsidR="001C0413">
        <w:t xml:space="preserve">, </w:t>
      </w:r>
      <w:r w:rsidRPr="005D5566">
        <w:t>il crut lui avoir fait comprendre la vérité qu</w:t>
      </w:r>
      <w:r w:rsidR="001C0413">
        <w:t>’</w:t>
      </w:r>
      <w:r w:rsidRPr="005D5566">
        <w:t>il avait découverte</w:t>
      </w:r>
      <w:r w:rsidR="001C0413">
        <w:t xml:space="preserve">, </w:t>
      </w:r>
      <w:r w:rsidRPr="005D5566">
        <w:t>et la jeune fierté de la force de sa parole exalta sa foi en lui-même</w:t>
      </w:r>
      <w:r w:rsidR="001C0413">
        <w:t xml:space="preserve">. </w:t>
      </w:r>
      <w:r w:rsidRPr="005D5566">
        <w:t>Plein d</w:t>
      </w:r>
      <w:r w:rsidR="001C0413">
        <w:t>’</w:t>
      </w:r>
      <w:r w:rsidRPr="005D5566">
        <w:t>excitation</w:t>
      </w:r>
      <w:r w:rsidR="001C0413">
        <w:t xml:space="preserve">, </w:t>
      </w:r>
      <w:r w:rsidRPr="005D5566">
        <w:t>il parlait toujours</w:t>
      </w:r>
      <w:r w:rsidR="001C0413">
        <w:t xml:space="preserve">, </w:t>
      </w:r>
      <w:r w:rsidRPr="005D5566">
        <w:t>tantôt riant</w:t>
      </w:r>
      <w:r w:rsidR="001C0413">
        <w:t xml:space="preserve">, </w:t>
      </w:r>
      <w:r w:rsidRPr="005D5566">
        <w:t>tantôt fronçant les sourcils</w:t>
      </w:r>
      <w:r w:rsidR="001C0413">
        <w:t xml:space="preserve"> ; </w:t>
      </w:r>
      <w:r w:rsidRPr="005D5566">
        <w:t>par moments</w:t>
      </w:r>
      <w:r w:rsidR="001C0413">
        <w:t xml:space="preserve">, </w:t>
      </w:r>
      <w:r w:rsidRPr="005D5566">
        <w:t>la haine résonnait dans sa voix</w:t>
      </w:r>
      <w:r w:rsidR="001C0413">
        <w:t xml:space="preserve">, </w:t>
      </w:r>
      <w:r w:rsidRPr="005D5566">
        <w:t>et quand Pélaguée entendait ces rudes accents</w:t>
      </w:r>
      <w:r w:rsidR="001C0413">
        <w:t xml:space="preserve">, </w:t>
      </w:r>
      <w:r w:rsidRPr="005D5566">
        <w:t>elle hochait craintivement la tête et demandait à mi-voix</w:t>
      </w:r>
      <w:r w:rsidR="001C0413">
        <w:t> :</w:t>
      </w:r>
    </w:p>
    <w:p w14:paraId="5C840F1C" w14:textId="77777777" w:rsidR="001C0413" w:rsidRDefault="001C0413" w:rsidP="001C0413">
      <w:r>
        <w:t>— </w:t>
      </w:r>
      <w:r w:rsidR="00530790" w:rsidRPr="005D5566">
        <w:t>Est-ce bien ainsi</w:t>
      </w:r>
      <w:r>
        <w:t> ?</w:t>
      </w:r>
    </w:p>
    <w:p w14:paraId="4C2B235D" w14:textId="77777777" w:rsidR="001C0413" w:rsidRDefault="001C0413" w:rsidP="001C0413">
      <w:r>
        <w:lastRenderedPageBreak/>
        <w:t>— </w:t>
      </w:r>
      <w:r w:rsidR="00530790" w:rsidRPr="005D5566">
        <w:t>Oui</w:t>
      </w:r>
      <w:r>
        <w:t xml:space="preserve"> ! </w:t>
      </w:r>
      <w:r w:rsidR="00530790" w:rsidRPr="005D5566">
        <w:t>reprenait-il d</w:t>
      </w:r>
      <w:r>
        <w:t>’</w:t>
      </w:r>
      <w:r w:rsidR="00530790" w:rsidRPr="005D5566">
        <w:t>une voix forte et ferme</w:t>
      </w:r>
      <w:r>
        <w:t>.</w:t>
      </w:r>
    </w:p>
    <w:p w14:paraId="3359B58E" w14:textId="77777777" w:rsidR="001C0413" w:rsidRDefault="00530790" w:rsidP="001C0413">
      <w:r w:rsidRPr="005D5566">
        <w:t>Et il lui parlait de ceux qui voulaient le bien du peuple</w:t>
      </w:r>
      <w:r w:rsidR="001C0413">
        <w:t xml:space="preserve">, </w:t>
      </w:r>
      <w:r w:rsidRPr="005D5566">
        <w:t>qui semaient la vérité et qui pour cela étaient traqués comme des fauves</w:t>
      </w:r>
      <w:r w:rsidR="001C0413">
        <w:t xml:space="preserve">, </w:t>
      </w:r>
      <w:r w:rsidRPr="005D5566">
        <w:t>envoyés en prison</w:t>
      </w:r>
      <w:r w:rsidR="001C0413">
        <w:t xml:space="preserve">, </w:t>
      </w:r>
      <w:r w:rsidRPr="005D5566">
        <w:t>exilés au bagne</w:t>
      </w:r>
      <w:r w:rsidR="001C0413">
        <w:t xml:space="preserve">, </w:t>
      </w:r>
      <w:r w:rsidRPr="005D5566">
        <w:t>par les ennemis de la vie</w:t>
      </w:r>
      <w:r w:rsidR="001C0413">
        <w:t>…</w:t>
      </w:r>
    </w:p>
    <w:p w14:paraId="1BAAA19A" w14:textId="77777777" w:rsidR="001C0413" w:rsidRDefault="001C0413" w:rsidP="001C0413">
      <w:r>
        <w:t>— </w:t>
      </w:r>
      <w:r w:rsidR="00530790" w:rsidRPr="005D5566">
        <w:t>J</w:t>
      </w:r>
      <w:r>
        <w:t>’</w:t>
      </w:r>
      <w:r w:rsidR="00530790" w:rsidRPr="005D5566">
        <w:t>ai vu des gens de ce genre</w:t>
      </w:r>
      <w:r>
        <w:t xml:space="preserve"> ! </w:t>
      </w:r>
      <w:r w:rsidR="00530790" w:rsidRPr="005D5566">
        <w:t>s</w:t>
      </w:r>
      <w:r>
        <w:t>’</w:t>
      </w:r>
      <w:r w:rsidR="00530790" w:rsidRPr="005D5566">
        <w:t>écria-t-il avec ardeur</w:t>
      </w:r>
      <w:r>
        <w:t xml:space="preserve">. </w:t>
      </w:r>
      <w:r w:rsidR="00530790" w:rsidRPr="005D5566">
        <w:t>Ce sont les meilleures âmes de la terre</w:t>
      </w:r>
      <w:r>
        <w:t> !</w:t>
      </w:r>
    </w:p>
    <w:p w14:paraId="1C557D0A" w14:textId="77777777" w:rsidR="001C0413" w:rsidRDefault="00530790" w:rsidP="001C0413">
      <w:r w:rsidRPr="005D5566">
        <w:t>Ces êtres excitaient la terreur de la mère et elle avait envie de demander encore à son fils</w:t>
      </w:r>
      <w:r w:rsidR="001C0413">
        <w:t> :</w:t>
      </w:r>
    </w:p>
    <w:p w14:paraId="2D92090C" w14:textId="77777777" w:rsidR="001C0413" w:rsidRDefault="001C0413" w:rsidP="001C0413">
      <w:r>
        <w:t>— </w:t>
      </w:r>
      <w:r w:rsidR="00530790" w:rsidRPr="005D5566">
        <w:t>Est-ce bien ainsi</w:t>
      </w:r>
      <w:r>
        <w:t> ?</w:t>
      </w:r>
    </w:p>
    <w:p w14:paraId="69FA24FA" w14:textId="77777777" w:rsidR="001C0413" w:rsidRDefault="00530790" w:rsidP="001C0413">
      <w:r w:rsidRPr="005D5566">
        <w:t>Mais elle ne se décidait pas</w:t>
      </w:r>
      <w:r w:rsidR="001C0413">
        <w:t xml:space="preserve">, </w:t>
      </w:r>
      <w:r w:rsidRPr="005D5566">
        <w:t>elle écoutait célébrer ces gens qu</w:t>
      </w:r>
      <w:r w:rsidR="001C0413">
        <w:t>’</w:t>
      </w:r>
      <w:r w:rsidRPr="005D5566">
        <w:t>elle ne comprenait pas</w:t>
      </w:r>
      <w:r w:rsidR="001C0413">
        <w:t xml:space="preserve">, </w:t>
      </w:r>
      <w:r w:rsidRPr="005D5566">
        <w:t>et qui avaient appris à son fils une manière de penser et de parler si dangereuse pour lui</w:t>
      </w:r>
      <w:r w:rsidR="001C0413">
        <w:t>.</w:t>
      </w:r>
    </w:p>
    <w:p w14:paraId="32D172DC" w14:textId="77777777" w:rsidR="001C0413" w:rsidRDefault="001C0413" w:rsidP="001C0413">
      <w:r>
        <w:t>— </w:t>
      </w:r>
      <w:r w:rsidR="00530790" w:rsidRPr="005D5566">
        <w:t>Il va bientôt faire jour</w:t>
      </w:r>
      <w:r>
        <w:t xml:space="preserve">… </w:t>
      </w:r>
      <w:r w:rsidR="00530790" w:rsidRPr="005D5566">
        <w:t>si tu te couchais</w:t>
      </w:r>
      <w:r>
        <w:t xml:space="preserve">… </w:t>
      </w:r>
      <w:r w:rsidR="00530790" w:rsidRPr="005D5566">
        <w:t>si tu dormais</w:t>
      </w:r>
      <w:r>
        <w:t xml:space="preserve">. </w:t>
      </w:r>
      <w:r w:rsidR="00530790" w:rsidRPr="005D5566">
        <w:t>Il faut aller au travail demain</w:t>
      </w:r>
      <w:r>
        <w:t>.</w:t>
      </w:r>
    </w:p>
    <w:p w14:paraId="5C7A44A2" w14:textId="77777777" w:rsidR="001C0413" w:rsidRDefault="001C0413" w:rsidP="001C0413">
      <w:r>
        <w:t>— </w:t>
      </w:r>
      <w:r w:rsidR="00530790" w:rsidRPr="005D5566">
        <w:t>Je vais me coucher</w:t>
      </w:r>
      <w:r>
        <w:t xml:space="preserve">, </w:t>
      </w:r>
      <w:r w:rsidR="00530790" w:rsidRPr="005D5566">
        <w:t>acquiesça-t-il</w:t>
      </w:r>
      <w:r>
        <w:t>.</w:t>
      </w:r>
    </w:p>
    <w:p w14:paraId="17E4CCF9" w14:textId="77777777" w:rsidR="001C0413" w:rsidRDefault="00530790" w:rsidP="001C0413">
      <w:r w:rsidRPr="005D5566">
        <w:t>Et</w:t>
      </w:r>
      <w:r w:rsidR="001C0413">
        <w:t xml:space="preserve">, </w:t>
      </w:r>
      <w:r w:rsidRPr="005D5566">
        <w:t>se penchant vers elle</w:t>
      </w:r>
      <w:r w:rsidR="001C0413">
        <w:t xml:space="preserve">, </w:t>
      </w:r>
      <w:r w:rsidRPr="005D5566">
        <w:t>il demanda</w:t>
      </w:r>
      <w:r w:rsidR="001C0413">
        <w:t> :</w:t>
      </w:r>
    </w:p>
    <w:p w14:paraId="4D160294" w14:textId="77777777" w:rsidR="001C0413" w:rsidRDefault="001C0413" w:rsidP="001C0413">
      <w:r>
        <w:t>— </w:t>
      </w:r>
      <w:r w:rsidR="00530790" w:rsidRPr="005D5566">
        <w:t>M</w:t>
      </w:r>
      <w:r>
        <w:t>’</w:t>
      </w:r>
      <w:r w:rsidR="00530790" w:rsidRPr="005D5566">
        <w:t>as-tu compris</w:t>
      </w:r>
      <w:r>
        <w:t> ?</w:t>
      </w:r>
    </w:p>
    <w:p w14:paraId="6D922A03" w14:textId="77777777" w:rsidR="001C0413" w:rsidRDefault="001C0413" w:rsidP="001C0413">
      <w:r>
        <w:t>— </w:t>
      </w:r>
      <w:r w:rsidR="00530790" w:rsidRPr="005D5566">
        <w:t>Oui</w:t>
      </w:r>
      <w:r>
        <w:t xml:space="preserve"> ! </w:t>
      </w:r>
      <w:r w:rsidR="00530790" w:rsidRPr="005D5566">
        <w:t>soupira-t-elle</w:t>
      </w:r>
      <w:r>
        <w:t>.</w:t>
      </w:r>
    </w:p>
    <w:p w14:paraId="33F19A15" w14:textId="77777777" w:rsidR="001C0413" w:rsidRDefault="00530790" w:rsidP="001C0413">
      <w:r w:rsidRPr="005D5566">
        <w:t>De nouveau</w:t>
      </w:r>
      <w:r w:rsidR="001C0413">
        <w:t xml:space="preserve">, </w:t>
      </w:r>
      <w:r w:rsidRPr="005D5566">
        <w:t>les larmes jaillirent</w:t>
      </w:r>
      <w:r w:rsidR="001C0413">
        <w:t xml:space="preserve">, </w:t>
      </w:r>
      <w:r w:rsidRPr="005D5566">
        <w:t>de ses yeux</w:t>
      </w:r>
      <w:r w:rsidR="001C0413">
        <w:t xml:space="preserve">, </w:t>
      </w:r>
      <w:r w:rsidRPr="005D5566">
        <w:t>et elle ajouta en sanglotant</w:t>
      </w:r>
      <w:r w:rsidR="001C0413">
        <w:t> :</w:t>
      </w:r>
    </w:p>
    <w:p w14:paraId="5A945823" w14:textId="77777777" w:rsidR="001C0413" w:rsidRDefault="001C0413" w:rsidP="001C0413">
      <w:r>
        <w:t>— </w:t>
      </w:r>
      <w:r w:rsidR="00530790" w:rsidRPr="005D5566">
        <w:t>Tu périras</w:t>
      </w:r>
      <w:r>
        <w:t> !</w:t>
      </w:r>
    </w:p>
    <w:p w14:paraId="7053541A" w14:textId="77777777" w:rsidR="001C0413" w:rsidRDefault="00530790" w:rsidP="001C0413">
      <w:r w:rsidRPr="005D5566">
        <w:t>Il se leva</w:t>
      </w:r>
      <w:r w:rsidR="001C0413">
        <w:t xml:space="preserve">, </w:t>
      </w:r>
      <w:r w:rsidRPr="005D5566">
        <w:t>se mit à aller et venir dans la chambre</w:t>
      </w:r>
      <w:r w:rsidR="001C0413">
        <w:t>.</w:t>
      </w:r>
    </w:p>
    <w:p w14:paraId="53C941B6" w14:textId="77777777" w:rsidR="001C0413" w:rsidRDefault="001C0413" w:rsidP="001C0413">
      <w:r>
        <w:lastRenderedPageBreak/>
        <w:t>— </w:t>
      </w:r>
      <w:r w:rsidR="00530790" w:rsidRPr="005D5566">
        <w:t>Eh bien</w:t>
      </w:r>
      <w:r>
        <w:t xml:space="preserve">, </w:t>
      </w:r>
      <w:r w:rsidR="00530790" w:rsidRPr="005D5566">
        <w:t>tu sais maintenant ce que je fais</w:t>
      </w:r>
      <w:r>
        <w:t xml:space="preserve">, </w:t>
      </w:r>
      <w:r w:rsidR="00530790" w:rsidRPr="005D5566">
        <w:t>où je vais</w:t>
      </w:r>
      <w:r>
        <w:t xml:space="preserve"> ! </w:t>
      </w:r>
      <w:r w:rsidR="00530790" w:rsidRPr="005D5566">
        <w:t>Je t</w:t>
      </w:r>
      <w:r>
        <w:t>’</w:t>
      </w:r>
      <w:r w:rsidR="00530790" w:rsidRPr="005D5566">
        <w:t>ai tout dit</w:t>
      </w:r>
      <w:r>
        <w:t xml:space="preserve"> ! </w:t>
      </w:r>
      <w:r w:rsidR="00530790" w:rsidRPr="005D5566">
        <w:t>Je t</w:t>
      </w:r>
      <w:r>
        <w:t>’</w:t>
      </w:r>
      <w:r w:rsidR="00530790" w:rsidRPr="005D5566">
        <w:t>en supplie</w:t>
      </w:r>
      <w:r>
        <w:t xml:space="preserve">, </w:t>
      </w:r>
      <w:r w:rsidR="00530790" w:rsidRPr="005D5566">
        <w:t>mère</w:t>
      </w:r>
      <w:r>
        <w:t xml:space="preserve">, </w:t>
      </w:r>
      <w:r w:rsidR="00530790" w:rsidRPr="005D5566">
        <w:t>si tu m</w:t>
      </w:r>
      <w:r>
        <w:t>’</w:t>
      </w:r>
      <w:r w:rsidR="00530790" w:rsidRPr="005D5566">
        <w:t>aimes</w:t>
      </w:r>
      <w:r>
        <w:t xml:space="preserve">, </w:t>
      </w:r>
      <w:r w:rsidR="00530790" w:rsidRPr="005D5566">
        <w:t>ne me retiens pas</w:t>
      </w:r>
      <w:r>
        <w:t> !</w:t>
      </w:r>
    </w:p>
    <w:p w14:paraId="49D2FB03" w14:textId="77777777" w:rsidR="001C0413" w:rsidRDefault="001C0413" w:rsidP="001C0413">
      <w:r>
        <w:t>— </w:t>
      </w:r>
      <w:r w:rsidR="00530790" w:rsidRPr="005D5566">
        <w:t>Mon chéri</w:t>
      </w:r>
      <w:r>
        <w:t xml:space="preserve">, </w:t>
      </w:r>
      <w:r w:rsidR="00530790" w:rsidRPr="005D5566">
        <w:t>s</w:t>
      </w:r>
      <w:r>
        <w:t>’</w:t>
      </w:r>
      <w:r w:rsidR="00530790" w:rsidRPr="005D5566">
        <w:t>écria-t-elle</w:t>
      </w:r>
      <w:r>
        <w:t xml:space="preserve">. </w:t>
      </w:r>
      <w:r w:rsidR="00530790" w:rsidRPr="005D5566">
        <w:t>Il aurait peut-être mieux valu ne rien me dire</w:t>
      </w:r>
      <w:r>
        <w:t> !</w:t>
      </w:r>
    </w:p>
    <w:p w14:paraId="68B8DA51" w14:textId="77777777" w:rsidR="001C0413" w:rsidRDefault="00530790" w:rsidP="001C0413">
      <w:r w:rsidRPr="005D5566">
        <w:t>Il lui prit la main qu</w:t>
      </w:r>
      <w:r w:rsidR="001C0413">
        <w:t>’</w:t>
      </w:r>
      <w:r w:rsidRPr="005D5566">
        <w:t>il serra avec force entre les siennes</w:t>
      </w:r>
      <w:r w:rsidR="001C0413">
        <w:t>.</w:t>
      </w:r>
    </w:p>
    <w:p w14:paraId="06B0519D" w14:textId="77777777" w:rsidR="001C0413" w:rsidRDefault="00530790" w:rsidP="001C0413">
      <w:r w:rsidRPr="005D5566">
        <w:t xml:space="preserve">Elle fut frappée par ce mot de </w:t>
      </w:r>
      <w:r w:rsidR="001C0413">
        <w:t>« </w:t>
      </w:r>
      <w:r w:rsidRPr="005D5566">
        <w:t>mère</w:t>
      </w:r>
      <w:r w:rsidR="001C0413">
        <w:t xml:space="preserve"> », </w:t>
      </w:r>
      <w:r w:rsidRPr="005D5566">
        <w:t>prononcé avec une ardeur juvénile</w:t>
      </w:r>
      <w:r w:rsidR="001C0413">
        <w:t xml:space="preserve">, </w:t>
      </w:r>
      <w:r w:rsidRPr="005D5566">
        <w:t>et ce serrement de mains</w:t>
      </w:r>
      <w:r w:rsidR="001C0413">
        <w:t xml:space="preserve">, </w:t>
      </w:r>
      <w:r w:rsidRPr="005D5566">
        <w:t>nouveau et bizarre</w:t>
      </w:r>
      <w:r w:rsidR="001C0413">
        <w:t>.</w:t>
      </w:r>
    </w:p>
    <w:p w14:paraId="3167722E" w14:textId="77777777" w:rsidR="001C0413" w:rsidRDefault="001C0413" w:rsidP="001C0413">
      <w:r>
        <w:t>— </w:t>
      </w:r>
      <w:r w:rsidR="00530790" w:rsidRPr="005D5566">
        <w:t>Je ne ferai rien pour te contrarier</w:t>
      </w:r>
      <w:r>
        <w:t xml:space="preserve">, </w:t>
      </w:r>
      <w:r w:rsidR="00530790" w:rsidRPr="005D5566">
        <w:t>dit-elle d</w:t>
      </w:r>
      <w:r>
        <w:t>’</w:t>
      </w:r>
      <w:r w:rsidR="00530790" w:rsidRPr="005D5566">
        <w:t>une voix saccadée</w:t>
      </w:r>
      <w:r>
        <w:t xml:space="preserve">. </w:t>
      </w:r>
      <w:r w:rsidR="00530790" w:rsidRPr="005D5566">
        <w:t>Seulement</w:t>
      </w:r>
      <w:r>
        <w:t xml:space="preserve">, </w:t>
      </w:r>
      <w:r w:rsidR="00530790" w:rsidRPr="005D5566">
        <w:t>prends garde à toi</w:t>
      </w:r>
      <w:r>
        <w:t xml:space="preserve">, </w:t>
      </w:r>
      <w:r w:rsidR="00530790" w:rsidRPr="005D5566">
        <w:t>prends garde</w:t>
      </w:r>
      <w:r>
        <w:t> !…</w:t>
      </w:r>
    </w:p>
    <w:p w14:paraId="143299F0" w14:textId="77777777" w:rsidR="001C0413" w:rsidRDefault="00530790" w:rsidP="001C0413">
      <w:r w:rsidRPr="005D5566">
        <w:t>Et sans savoir à quoi il devait prendre garde</w:t>
      </w:r>
      <w:r w:rsidR="001C0413">
        <w:t xml:space="preserve">, </w:t>
      </w:r>
      <w:r w:rsidRPr="005D5566">
        <w:t>elle ajouta tristement</w:t>
      </w:r>
      <w:r w:rsidR="001C0413">
        <w:t> :</w:t>
      </w:r>
    </w:p>
    <w:p w14:paraId="116BFDB1" w14:textId="77777777" w:rsidR="001C0413" w:rsidRDefault="001C0413" w:rsidP="001C0413">
      <w:r>
        <w:t>— </w:t>
      </w:r>
      <w:r w:rsidR="00530790" w:rsidRPr="005D5566">
        <w:t>Tu maigris de plus en plus</w:t>
      </w:r>
      <w:r>
        <w:t>.</w:t>
      </w:r>
    </w:p>
    <w:p w14:paraId="794451FE" w14:textId="77777777" w:rsidR="001C0413" w:rsidRDefault="00530790" w:rsidP="001C0413">
      <w:r w:rsidRPr="005D5566">
        <w:t>Et</w:t>
      </w:r>
      <w:r w:rsidR="001C0413">
        <w:t xml:space="preserve">, </w:t>
      </w:r>
      <w:r w:rsidRPr="005D5566">
        <w:t>enveloppant le corps robuste et harmonieux du jeune homme d</w:t>
      </w:r>
      <w:r w:rsidR="001C0413">
        <w:t>’</w:t>
      </w:r>
      <w:r w:rsidRPr="005D5566">
        <w:t>un regard caressant</w:t>
      </w:r>
      <w:r w:rsidR="001C0413">
        <w:t xml:space="preserve">, </w:t>
      </w:r>
      <w:r w:rsidRPr="005D5566">
        <w:t>elle dit à voix basse</w:t>
      </w:r>
      <w:r w:rsidR="001C0413">
        <w:t> :</w:t>
      </w:r>
    </w:p>
    <w:p w14:paraId="236EA63F" w14:textId="77777777" w:rsidR="001C0413" w:rsidRDefault="001C0413" w:rsidP="001C0413">
      <w:r>
        <w:t>— </w:t>
      </w:r>
      <w:r w:rsidR="00530790" w:rsidRPr="005D5566">
        <w:t>Que Dieu soit avec toi</w:t>
      </w:r>
      <w:r>
        <w:t xml:space="preserve"> ! </w:t>
      </w:r>
      <w:r w:rsidR="00530790" w:rsidRPr="005D5566">
        <w:t>Vis comme tu veux</w:t>
      </w:r>
      <w:r>
        <w:t xml:space="preserve">, </w:t>
      </w:r>
      <w:r w:rsidR="00530790" w:rsidRPr="005D5566">
        <w:t>je ne t</w:t>
      </w:r>
      <w:r>
        <w:t>’</w:t>
      </w:r>
      <w:r w:rsidR="00530790" w:rsidRPr="005D5566">
        <w:t>en empêcherai pas</w:t>
      </w:r>
      <w:r>
        <w:t xml:space="preserve"> ! </w:t>
      </w:r>
      <w:r w:rsidR="00530790" w:rsidRPr="005D5566">
        <w:t>Je ne te demande qu</w:t>
      </w:r>
      <w:r>
        <w:t>’</w:t>
      </w:r>
      <w:r w:rsidR="00530790" w:rsidRPr="005D5566">
        <w:t>une chose</w:t>
      </w:r>
      <w:r>
        <w:t xml:space="preserve"> : </w:t>
      </w:r>
      <w:r w:rsidR="00530790" w:rsidRPr="005D5566">
        <w:t>ne parle pas à la légère</w:t>
      </w:r>
      <w:r>
        <w:t xml:space="preserve">. </w:t>
      </w:r>
      <w:r w:rsidR="00530790" w:rsidRPr="005D5566">
        <w:t>Il faut se méfier des gens</w:t>
      </w:r>
      <w:r>
        <w:t xml:space="preserve">, </w:t>
      </w:r>
      <w:r w:rsidR="00530790" w:rsidRPr="005D5566">
        <w:t>ils se haïssent tous mutuellement</w:t>
      </w:r>
      <w:r>
        <w:t xml:space="preserve"> ! </w:t>
      </w:r>
      <w:r w:rsidR="00530790" w:rsidRPr="005D5566">
        <w:t>Ils vivent par l</w:t>
      </w:r>
      <w:r>
        <w:t>’</w:t>
      </w:r>
      <w:r w:rsidR="00530790" w:rsidRPr="005D5566">
        <w:t>avidité</w:t>
      </w:r>
      <w:r>
        <w:t xml:space="preserve">, </w:t>
      </w:r>
      <w:r w:rsidR="00530790" w:rsidRPr="005D5566">
        <w:t>ils vivent par l</w:t>
      </w:r>
      <w:r>
        <w:t>’</w:t>
      </w:r>
      <w:r w:rsidR="00530790" w:rsidRPr="005D5566">
        <w:t>envie</w:t>
      </w:r>
      <w:r>
        <w:t xml:space="preserve"> ! </w:t>
      </w:r>
      <w:r w:rsidR="00530790" w:rsidRPr="005D5566">
        <w:t>Tous sont heureux de faire le mal</w:t>
      </w:r>
      <w:r>
        <w:t xml:space="preserve">… </w:t>
      </w:r>
      <w:r w:rsidR="00530790" w:rsidRPr="005D5566">
        <w:t>Quand tu voudras les accuser</w:t>
      </w:r>
      <w:r>
        <w:t xml:space="preserve">, </w:t>
      </w:r>
      <w:r w:rsidR="00530790" w:rsidRPr="005D5566">
        <w:t>les juger</w:t>
      </w:r>
      <w:r>
        <w:t xml:space="preserve">, </w:t>
      </w:r>
      <w:r w:rsidR="00530790" w:rsidRPr="005D5566">
        <w:t>ils te haïront</w:t>
      </w:r>
      <w:r>
        <w:t xml:space="preserve">, </w:t>
      </w:r>
      <w:r w:rsidR="00530790" w:rsidRPr="005D5566">
        <w:t>ils te feront périr</w:t>
      </w:r>
      <w:r>
        <w:t> !</w:t>
      </w:r>
    </w:p>
    <w:p w14:paraId="1A2831B9" w14:textId="77777777" w:rsidR="001C0413" w:rsidRDefault="00530790" w:rsidP="001C0413">
      <w:r w:rsidRPr="005D5566">
        <w:t>Debout sur le seuil</w:t>
      </w:r>
      <w:r w:rsidR="001C0413">
        <w:t xml:space="preserve">, </w:t>
      </w:r>
      <w:r w:rsidRPr="005D5566">
        <w:t>Pavel écoutait ces paroles douloureuses</w:t>
      </w:r>
      <w:r w:rsidR="001C0413">
        <w:t xml:space="preserve"> ; </w:t>
      </w:r>
      <w:r w:rsidRPr="005D5566">
        <w:t>il répondit en souriant</w:t>
      </w:r>
      <w:r w:rsidR="001C0413">
        <w:t> :</w:t>
      </w:r>
    </w:p>
    <w:p w14:paraId="411D77C4" w14:textId="77777777" w:rsidR="001C0413" w:rsidRDefault="001C0413" w:rsidP="001C0413">
      <w:r>
        <w:t>— </w:t>
      </w:r>
      <w:r w:rsidR="00530790" w:rsidRPr="005D5566">
        <w:t>Les gens sont méchants</w:t>
      </w:r>
      <w:r>
        <w:t xml:space="preserve">, </w:t>
      </w:r>
      <w:r w:rsidR="00530790" w:rsidRPr="005D5566">
        <w:t>oui</w:t>
      </w:r>
      <w:r>
        <w:t xml:space="preserve">… </w:t>
      </w:r>
      <w:r w:rsidR="00530790" w:rsidRPr="005D5566">
        <w:t>Mais quand j</w:t>
      </w:r>
      <w:r>
        <w:t>’</w:t>
      </w:r>
      <w:r w:rsidR="00530790" w:rsidRPr="005D5566">
        <w:t>ai appris qu</w:t>
      </w:r>
      <w:r>
        <w:t>’</w:t>
      </w:r>
      <w:r w:rsidR="00530790" w:rsidRPr="005D5566">
        <w:t>il y avait une vérité sur la terre</w:t>
      </w:r>
      <w:r>
        <w:t xml:space="preserve">, </w:t>
      </w:r>
      <w:r w:rsidR="00530790" w:rsidRPr="005D5566">
        <w:t>ils m</w:t>
      </w:r>
      <w:r>
        <w:t>’</w:t>
      </w:r>
      <w:r w:rsidR="00530790" w:rsidRPr="005D5566">
        <w:t>ont semblé meilleurs</w:t>
      </w:r>
      <w:r>
        <w:t> !</w:t>
      </w:r>
    </w:p>
    <w:p w14:paraId="69F2237B" w14:textId="77777777" w:rsidR="001C0413" w:rsidRDefault="00530790" w:rsidP="001C0413">
      <w:r w:rsidRPr="005D5566">
        <w:t>Il sourit de nouveau et continua</w:t>
      </w:r>
      <w:r w:rsidR="001C0413">
        <w:t> :</w:t>
      </w:r>
    </w:p>
    <w:p w14:paraId="2F4FADBC" w14:textId="77777777" w:rsidR="001C0413" w:rsidRDefault="001C0413" w:rsidP="001C0413">
      <w:r>
        <w:lastRenderedPageBreak/>
        <w:t>— </w:t>
      </w:r>
      <w:r w:rsidR="00530790" w:rsidRPr="005D5566">
        <w:t>Je ne comprends pas moi-même comment c</w:t>
      </w:r>
      <w:r>
        <w:t>’</w:t>
      </w:r>
      <w:r w:rsidR="00530790" w:rsidRPr="005D5566">
        <w:t>est arrivé</w:t>
      </w:r>
      <w:r>
        <w:t xml:space="preserve"> ! </w:t>
      </w:r>
      <w:r w:rsidR="00530790" w:rsidRPr="005D5566">
        <w:t>Dans mon enfance</w:t>
      </w:r>
      <w:r>
        <w:t xml:space="preserve">, </w:t>
      </w:r>
      <w:r w:rsidR="00530790" w:rsidRPr="005D5566">
        <w:t>j</w:t>
      </w:r>
      <w:r>
        <w:t>’</w:t>
      </w:r>
      <w:r w:rsidR="00530790" w:rsidRPr="005D5566">
        <w:t>avais peur de tout le monde</w:t>
      </w:r>
      <w:r>
        <w:t xml:space="preserve">… </w:t>
      </w:r>
      <w:r w:rsidR="00530790" w:rsidRPr="005D5566">
        <w:t>Quand j</w:t>
      </w:r>
      <w:r>
        <w:t>’</w:t>
      </w:r>
      <w:r w:rsidR="00530790" w:rsidRPr="005D5566">
        <w:t>ai grandi</w:t>
      </w:r>
      <w:r>
        <w:t xml:space="preserve">, </w:t>
      </w:r>
      <w:r w:rsidR="00530790" w:rsidRPr="005D5566">
        <w:t>je me suis mis à haïr</w:t>
      </w:r>
      <w:r>
        <w:t xml:space="preserve">… </w:t>
      </w:r>
      <w:r w:rsidR="00530790" w:rsidRPr="005D5566">
        <w:t>les uns pour leur lâcheté</w:t>
      </w:r>
      <w:r>
        <w:t xml:space="preserve">… </w:t>
      </w:r>
      <w:r w:rsidR="00530790" w:rsidRPr="005D5566">
        <w:t>les autres</w:t>
      </w:r>
      <w:r>
        <w:t xml:space="preserve">, </w:t>
      </w:r>
      <w:r w:rsidR="00530790" w:rsidRPr="005D5566">
        <w:t>je ne sais pourquoi</w:t>
      </w:r>
      <w:r>
        <w:t xml:space="preserve">… </w:t>
      </w:r>
      <w:r w:rsidR="00530790" w:rsidRPr="005D5566">
        <w:t>Mais maintenant</w:t>
      </w:r>
      <w:r>
        <w:t xml:space="preserve">, </w:t>
      </w:r>
      <w:r w:rsidR="00530790" w:rsidRPr="005D5566">
        <w:t>il n</w:t>
      </w:r>
      <w:r>
        <w:t>’</w:t>
      </w:r>
      <w:r w:rsidR="00530790" w:rsidRPr="005D5566">
        <w:t>en est plus de même</w:t>
      </w:r>
      <w:r>
        <w:t xml:space="preserve">, </w:t>
      </w:r>
      <w:r w:rsidR="00530790" w:rsidRPr="005D5566">
        <w:t>j</w:t>
      </w:r>
      <w:r>
        <w:t>’</w:t>
      </w:r>
      <w:r w:rsidR="00530790" w:rsidRPr="005D5566">
        <w:t>ai pitié d</w:t>
      </w:r>
      <w:r>
        <w:t>’</w:t>
      </w:r>
      <w:r w:rsidR="00530790" w:rsidRPr="005D5566">
        <w:t>eux</w:t>
      </w:r>
      <w:r>
        <w:t xml:space="preserve">, </w:t>
      </w:r>
      <w:r w:rsidR="00530790" w:rsidRPr="005D5566">
        <w:t>je crois</w:t>
      </w:r>
      <w:r>
        <w:t xml:space="preserve">… </w:t>
      </w:r>
      <w:r w:rsidR="00530790" w:rsidRPr="005D5566">
        <w:t>Je ne comprends pas comment</w:t>
      </w:r>
      <w:r>
        <w:t xml:space="preserve">, </w:t>
      </w:r>
      <w:r w:rsidR="00530790" w:rsidRPr="005D5566">
        <w:t>mais mon cœur est devenu plus tendre quand j</w:t>
      </w:r>
      <w:r>
        <w:t>’</w:t>
      </w:r>
      <w:r w:rsidR="00530790" w:rsidRPr="005D5566">
        <w:t>ai su qu</w:t>
      </w:r>
      <w:r>
        <w:t>’</w:t>
      </w:r>
      <w:r w:rsidR="00530790" w:rsidRPr="005D5566">
        <w:t>il y avait une vérité pour les hommes</w:t>
      </w:r>
      <w:r>
        <w:t xml:space="preserve">, </w:t>
      </w:r>
      <w:r w:rsidR="00530790" w:rsidRPr="005D5566">
        <w:t>et qu</w:t>
      </w:r>
      <w:r>
        <w:t>’</w:t>
      </w:r>
      <w:r w:rsidR="00530790" w:rsidRPr="005D5566">
        <w:t>ils ne sont pas tous coupables de l</w:t>
      </w:r>
      <w:r>
        <w:t>’</w:t>
      </w:r>
      <w:r w:rsidR="00530790" w:rsidRPr="005D5566">
        <w:t>ignominie de leur vie</w:t>
      </w:r>
      <w:r>
        <w:t>…</w:t>
      </w:r>
    </w:p>
    <w:p w14:paraId="181456B2" w14:textId="77777777" w:rsidR="001C0413" w:rsidRDefault="00530790" w:rsidP="001C0413">
      <w:r w:rsidRPr="005D5566">
        <w:t>Il se tut un instant</w:t>
      </w:r>
      <w:r w:rsidR="001C0413">
        <w:t xml:space="preserve">, </w:t>
      </w:r>
      <w:r w:rsidRPr="005D5566">
        <w:t>comme pour écouter quelque chose en lui-même</w:t>
      </w:r>
      <w:r w:rsidR="001C0413">
        <w:t xml:space="preserve">, </w:t>
      </w:r>
      <w:r w:rsidRPr="005D5566">
        <w:t>puis il reprit</w:t>
      </w:r>
      <w:r w:rsidR="001C0413">
        <w:t xml:space="preserve">, </w:t>
      </w:r>
      <w:r w:rsidRPr="005D5566">
        <w:t>pensif</w:t>
      </w:r>
      <w:r w:rsidR="001C0413">
        <w:t> :</w:t>
      </w:r>
    </w:p>
    <w:p w14:paraId="67E467ED" w14:textId="77777777" w:rsidR="001C0413" w:rsidRDefault="001C0413" w:rsidP="001C0413">
      <w:r>
        <w:t>— </w:t>
      </w:r>
      <w:r w:rsidR="00530790" w:rsidRPr="005D5566">
        <w:t>Voilà comment respire la vérité</w:t>
      </w:r>
      <w:r>
        <w:t> !</w:t>
      </w:r>
    </w:p>
    <w:p w14:paraId="38ECE2F3" w14:textId="77777777" w:rsidR="001C0413" w:rsidRDefault="00530790" w:rsidP="001C0413">
      <w:r w:rsidRPr="005D5566">
        <w:t>Elle lui jeta un coup d</w:t>
      </w:r>
      <w:r w:rsidR="001C0413">
        <w:t>’</w:t>
      </w:r>
      <w:r w:rsidRPr="005D5566">
        <w:t>œil et dit faiblement</w:t>
      </w:r>
      <w:r w:rsidR="001C0413">
        <w:t> :</w:t>
      </w:r>
    </w:p>
    <w:p w14:paraId="7E0EE044" w14:textId="77777777" w:rsidR="001C0413" w:rsidRDefault="001C0413" w:rsidP="001C0413">
      <w:r>
        <w:t>— </w:t>
      </w:r>
      <w:r w:rsidR="00530790" w:rsidRPr="005D5566">
        <w:t>Tu t</w:t>
      </w:r>
      <w:r>
        <w:t>’</w:t>
      </w:r>
      <w:r w:rsidR="00530790" w:rsidRPr="005D5566">
        <w:t>es transformé d</w:t>
      </w:r>
      <w:r>
        <w:t>’</w:t>
      </w:r>
      <w:r w:rsidR="00530790" w:rsidRPr="005D5566">
        <w:t>une manière dangereuse</w:t>
      </w:r>
      <w:r>
        <w:t xml:space="preserve">, </w:t>
      </w:r>
      <w:r w:rsidR="00530790" w:rsidRPr="005D5566">
        <w:t>ô mon Dieu</w:t>
      </w:r>
      <w:r>
        <w:t> !</w:t>
      </w:r>
    </w:p>
    <w:p w14:paraId="790EE2EC" w14:textId="77777777" w:rsidR="001C0413" w:rsidRDefault="00530790" w:rsidP="001C0413">
      <w:r w:rsidRPr="005D5566">
        <w:t>Quand il se fut endormi</w:t>
      </w:r>
      <w:r w:rsidR="001C0413">
        <w:t xml:space="preserve">, </w:t>
      </w:r>
      <w:r w:rsidRPr="005D5566">
        <w:t>Pélaguée se leva sans bruit et s</w:t>
      </w:r>
      <w:r w:rsidR="001C0413">
        <w:t>’</w:t>
      </w:r>
      <w:r w:rsidRPr="005D5566">
        <w:t>approcha du lit de Pavel</w:t>
      </w:r>
      <w:r w:rsidR="001C0413">
        <w:t xml:space="preserve">. </w:t>
      </w:r>
      <w:r w:rsidRPr="005D5566">
        <w:t>Le visage basané aux traits sévères et obstinés se dessinait distinctement sur l</w:t>
      </w:r>
      <w:r w:rsidR="001C0413">
        <w:t>’</w:t>
      </w:r>
      <w:r w:rsidRPr="005D5566">
        <w:t>oreiller blanc</w:t>
      </w:r>
      <w:r w:rsidR="001C0413">
        <w:t xml:space="preserve">. </w:t>
      </w:r>
      <w:r w:rsidRPr="005D5566">
        <w:t>Les mains jointes sur la poitrine</w:t>
      </w:r>
      <w:r w:rsidR="001C0413">
        <w:t xml:space="preserve">, </w:t>
      </w:r>
      <w:r w:rsidRPr="005D5566">
        <w:t>pieds nus et en chemise</w:t>
      </w:r>
      <w:r w:rsidR="001C0413">
        <w:t xml:space="preserve">, </w:t>
      </w:r>
      <w:r w:rsidRPr="005D5566">
        <w:t>la mère resta là</w:t>
      </w:r>
      <w:r w:rsidR="001C0413">
        <w:t xml:space="preserve">, </w:t>
      </w:r>
      <w:r w:rsidRPr="005D5566">
        <w:t>ses lèvres remuaient en silence</w:t>
      </w:r>
      <w:r w:rsidR="001C0413">
        <w:t xml:space="preserve">, </w:t>
      </w:r>
      <w:r w:rsidRPr="005D5566">
        <w:t>et de ses yeux s</w:t>
      </w:r>
      <w:r w:rsidR="001C0413">
        <w:t>’</w:t>
      </w:r>
      <w:r w:rsidRPr="005D5566">
        <w:t>échappaient lentement de grosses larmes troubles</w:t>
      </w:r>
      <w:r w:rsidR="001C0413">
        <w:t>…</w:t>
      </w:r>
    </w:p>
    <w:p w14:paraId="0EEDBF98" w14:textId="1BBE92B5" w:rsidR="00530790" w:rsidRPr="003B37B8" w:rsidRDefault="00530790" w:rsidP="001C0413">
      <w:pPr>
        <w:pStyle w:val="Titre2"/>
        <w:rPr>
          <w:szCs w:val="44"/>
        </w:rPr>
      </w:pPr>
      <w:bookmarkStart w:id="6" w:name="_Toc202279527"/>
      <w:r w:rsidRPr="003B37B8">
        <w:rPr>
          <w:szCs w:val="44"/>
        </w:rPr>
        <w:lastRenderedPageBreak/>
        <w:t>V</w:t>
      </w:r>
      <w:bookmarkEnd w:id="6"/>
      <w:r w:rsidRPr="003B37B8">
        <w:rPr>
          <w:szCs w:val="44"/>
        </w:rPr>
        <w:br/>
      </w:r>
    </w:p>
    <w:p w14:paraId="4FD46381" w14:textId="77777777" w:rsidR="001C0413" w:rsidRDefault="00530790" w:rsidP="001C0413">
      <w:r w:rsidRPr="005D5566">
        <w:t>La vie recommença pour eux</w:t>
      </w:r>
      <w:r w:rsidR="001C0413">
        <w:t xml:space="preserve"> ; </w:t>
      </w:r>
      <w:r w:rsidRPr="005D5566">
        <w:t>de nouveau</w:t>
      </w:r>
      <w:r w:rsidR="001C0413">
        <w:t xml:space="preserve">, </w:t>
      </w:r>
      <w:r w:rsidRPr="005D5566">
        <w:t>ils étaient proches et lointains</w:t>
      </w:r>
      <w:r w:rsidR="001C0413">
        <w:t>.</w:t>
      </w:r>
    </w:p>
    <w:p w14:paraId="143A7F6E" w14:textId="77777777" w:rsidR="001C0413" w:rsidRDefault="00530790" w:rsidP="001C0413">
      <w:r w:rsidRPr="005D5566">
        <w:t>Une fois</w:t>
      </w:r>
      <w:r w:rsidR="001C0413">
        <w:t xml:space="preserve">, </w:t>
      </w:r>
      <w:r w:rsidRPr="005D5566">
        <w:t>un jour de fête</w:t>
      </w:r>
      <w:r w:rsidR="001C0413">
        <w:t xml:space="preserve">, </w:t>
      </w:r>
      <w:r w:rsidRPr="005D5566">
        <w:t>au milieu de la semaine</w:t>
      </w:r>
      <w:r w:rsidR="001C0413">
        <w:t xml:space="preserve">, </w:t>
      </w:r>
      <w:r w:rsidRPr="005D5566">
        <w:t>Pavel dit à sa mère</w:t>
      </w:r>
      <w:r w:rsidR="001C0413">
        <w:t xml:space="preserve">, </w:t>
      </w:r>
      <w:r w:rsidRPr="005D5566">
        <w:t>au moment de s</w:t>
      </w:r>
      <w:r w:rsidR="001C0413">
        <w:t>’</w:t>
      </w:r>
      <w:r w:rsidRPr="005D5566">
        <w:t>en aller</w:t>
      </w:r>
      <w:r w:rsidR="001C0413">
        <w:t> :</w:t>
      </w:r>
    </w:p>
    <w:p w14:paraId="1B2072D9" w14:textId="77777777" w:rsidR="001C0413" w:rsidRDefault="001C0413" w:rsidP="001C0413">
      <w:r>
        <w:t>— </w:t>
      </w:r>
      <w:r w:rsidR="00530790" w:rsidRPr="005D5566">
        <w:t>Il viendra des gens chez moi</w:t>
      </w:r>
      <w:r>
        <w:t xml:space="preserve">, </w:t>
      </w:r>
      <w:r w:rsidR="00530790" w:rsidRPr="005D5566">
        <w:t>samedi</w:t>
      </w:r>
      <w:r>
        <w:t> !</w:t>
      </w:r>
    </w:p>
    <w:p w14:paraId="7F964113" w14:textId="77777777" w:rsidR="001C0413" w:rsidRDefault="001C0413" w:rsidP="001C0413">
      <w:r>
        <w:t>— </w:t>
      </w:r>
      <w:r w:rsidR="00530790" w:rsidRPr="005D5566">
        <w:t>Quelles gens</w:t>
      </w:r>
      <w:r>
        <w:t xml:space="preserve"> ? </w:t>
      </w:r>
      <w:r w:rsidR="00530790" w:rsidRPr="005D5566">
        <w:t>demanda-t-elle</w:t>
      </w:r>
      <w:r>
        <w:t>.</w:t>
      </w:r>
    </w:p>
    <w:p w14:paraId="6380413E" w14:textId="77777777" w:rsidR="001C0413" w:rsidRDefault="001C0413" w:rsidP="001C0413">
      <w:r>
        <w:t>— </w:t>
      </w:r>
      <w:r w:rsidR="00530790" w:rsidRPr="005D5566">
        <w:t>Les uns d</w:t>
      </w:r>
      <w:r>
        <w:t>’</w:t>
      </w:r>
      <w:r w:rsidR="00530790" w:rsidRPr="005D5566">
        <w:t>ici</w:t>
      </w:r>
      <w:r>
        <w:t xml:space="preserve">… </w:t>
      </w:r>
      <w:r w:rsidR="00530790" w:rsidRPr="005D5566">
        <w:t>d</w:t>
      </w:r>
      <w:r>
        <w:t>’</w:t>
      </w:r>
      <w:r w:rsidR="00530790" w:rsidRPr="005D5566">
        <w:t>autres</w:t>
      </w:r>
      <w:r>
        <w:t xml:space="preserve">, </w:t>
      </w:r>
      <w:r w:rsidR="00530790" w:rsidRPr="005D5566">
        <w:t>de la ville</w:t>
      </w:r>
      <w:r>
        <w:t>.</w:t>
      </w:r>
    </w:p>
    <w:p w14:paraId="0F55431A" w14:textId="77777777" w:rsidR="001C0413" w:rsidRDefault="001C0413" w:rsidP="001C0413">
      <w:r>
        <w:t>— </w:t>
      </w:r>
      <w:r w:rsidR="00530790" w:rsidRPr="005D5566">
        <w:t>De la ville</w:t>
      </w:r>
      <w:r>
        <w:t xml:space="preserve">…, </w:t>
      </w:r>
      <w:r w:rsidR="00530790" w:rsidRPr="005D5566">
        <w:t>répéta la mère en hochant la tête</w:t>
      </w:r>
      <w:r>
        <w:t>.</w:t>
      </w:r>
    </w:p>
    <w:p w14:paraId="5E5B777C" w14:textId="77777777" w:rsidR="001C0413" w:rsidRDefault="00530790" w:rsidP="001C0413">
      <w:r w:rsidRPr="005D5566">
        <w:t>Soudain</w:t>
      </w:r>
      <w:r w:rsidR="001C0413">
        <w:t xml:space="preserve">, </w:t>
      </w:r>
      <w:r w:rsidRPr="005D5566">
        <w:t>elle se mit à sangloter</w:t>
      </w:r>
      <w:r w:rsidR="001C0413">
        <w:t>.</w:t>
      </w:r>
    </w:p>
    <w:p w14:paraId="08763A2A" w14:textId="77777777" w:rsidR="001C0413" w:rsidRDefault="001C0413" w:rsidP="001C0413">
      <w:r>
        <w:t>— </w:t>
      </w:r>
      <w:r w:rsidR="00530790" w:rsidRPr="005D5566">
        <w:t>Pourquoi pleurer maman</w:t>
      </w:r>
      <w:r>
        <w:t xml:space="preserve"> ? </w:t>
      </w:r>
      <w:r w:rsidR="00530790" w:rsidRPr="005D5566">
        <w:t>s</w:t>
      </w:r>
      <w:r>
        <w:t>’</w:t>
      </w:r>
      <w:r w:rsidR="00530790" w:rsidRPr="005D5566">
        <w:t>écria Pavel mécontent</w:t>
      </w:r>
      <w:r>
        <w:t xml:space="preserve">. </w:t>
      </w:r>
      <w:r w:rsidR="00530790" w:rsidRPr="005D5566">
        <w:t>Pourquoi</w:t>
      </w:r>
      <w:r>
        <w:t> ?</w:t>
      </w:r>
    </w:p>
    <w:p w14:paraId="7418A89B" w14:textId="77777777" w:rsidR="001C0413" w:rsidRDefault="00530790" w:rsidP="001C0413">
      <w:r w:rsidRPr="005D5566">
        <w:t>Elle répondit d</w:t>
      </w:r>
      <w:r w:rsidR="001C0413">
        <w:t>’</w:t>
      </w:r>
      <w:r w:rsidRPr="005D5566">
        <w:t>une voix faible en essuyant ses larmes</w:t>
      </w:r>
      <w:r w:rsidR="001C0413">
        <w:t> :</w:t>
      </w:r>
    </w:p>
    <w:p w14:paraId="0BF5E595" w14:textId="77777777" w:rsidR="001C0413" w:rsidRDefault="001C0413" w:rsidP="001C0413">
      <w:r>
        <w:t>— </w:t>
      </w:r>
      <w:r w:rsidR="00530790" w:rsidRPr="005D5566">
        <w:t>Je ne sais pas</w:t>
      </w:r>
      <w:r>
        <w:t xml:space="preserve">… </w:t>
      </w:r>
      <w:r w:rsidR="00530790" w:rsidRPr="005D5566">
        <w:t>comme cela</w:t>
      </w:r>
      <w:r>
        <w:t>…</w:t>
      </w:r>
    </w:p>
    <w:p w14:paraId="7176F615" w14:textId="77777777" w:rsidR="001C0413" w:rsidRDefault="00530790" w:rsidP="001C0413">
      <w:r w:rsidRPr="005D5566">
        <w:t>Il fit quelques pas dans la chambre</w:t>
      </w:r>
      <w:r w:rsidR="001C0413">
        <w:t xml:space="preserve">, </w:t>
      </w:r>
      <w:r w:rsidRPr="005D5566">
        <w:t>s</w:t>
      </w:r>
      <w:r w:rsidR="001C0413">
        <w:t>’</w:t>
      </w:r>
      <w:r w:rsidRPr="005D5566">
        <w:t>arrêta devant elle et demanda</w:t>
      </w:r>
      <w:r w:rsidR="001C0413">
        <w:t> :</w:t>
      </w:r>
    </w:p>
    <w:p w14:paraId="49BB520E" w14:textId="77777777" w:rsidR="001C0413" w:rsidRDefault="001C0413" w:rsidP="001C0413">
      <w:r>
        <w:t>— </w:t>
      </w:r>
      <w:r w:rsidR="00530790" w:rsidRPr="005D5566">
        <w:t>Tu as peur</w:t>
      </w:r>
      <w:r>
        <w:t> ?</w:t>
      </w:r>
    </w:p>
    <w:p w14:paraId="07C283C5" w14:textId="77777777" w:rsidR="001C0413" w:rsidRDefault="001C0413" w:rsidP="001C0413">
      <w:r>
        <w:t>— </w:t>
      </w:r>
      <w:r w:rsidR="00530790" w:rsidRPr="005D5566">
        <w:t>Oui</w:t>
      </w:r>
      <w:r>
        <w:t xml:space="preserve"> ! </w:t>
      </w:r>
      <w:r w:rsidR="00530790" w:rsidRPr="005D5566">
        <w:t>avoua-t-elle</w:t>
      </w:r>
      <w:r>
        <w:t xml:space="preserve">. </w:t>
      </w:r>
      <w:r w:rsidR="00530790" w:rsidRPr="005D5566">
        <w:t>Ces gens de la ville</w:t>
      </w:r>
      <w:r>
        <w:t xml:space="preserve">… </w:t>
      </w:r>
      <w:r w:rsidR="00530790" w:rsidRPr="005D5566">
        <w:t>sait-on qui c</w:t>
      </w:r>
      <w:r>
        <w:t>’</w:t>
      </w:r>
      <w:r w:rsidR="00530790" w:rsidRPr="005D5566">
        <w:t>est</w:t>
      </w:r>
      <w:r>
        <w:t> ?</w:t>
      </w:r>
    </w:p>
    <w:p w14:paraId="2DACC346" w14:textId="77777777" w:rsidR="001C0413" w:rsidRDefault="00530790" w:rsidP="001C0413">
      <w:r w:rsidRPr="005D5566">
        <w:t>Il se pencha vers elle et fit d</w:t>
      </w:r>
      <w:r w:rsidR="001C0413">
        <w:t>’</w:t>
      </w:r>
      <w:r w:rsidRPr="005D5566">
        <w:t>une voix irritée</w:t>
      </w:r>
      <w:r w:rsidR="001C0413">
        <w:t xml:space="preserve">, </w:t>
      </w:r>
      <w:r w:rsidRPr="005D5566">
        <w:t>comme son père</w:t>
      </w:r>
      <w:r w:rsidR="001C0413">
        <w:t> :</w:t>
      </w:r>
    </w:p>
    <w:p w14:paraId="4B468AB5" w14:textId="77777777" w:rsidR="001C0413" w:rsidRDefault="001C0413" w:rsidP="001C0413">
      <w:r>
        <w:lastRenderedPageBreak/>
        <w:t>— </w:t>
      </w:r>
      <w:r w:rsidR="00530790" w:rsidRPr="005D5566">
        <w:t>C</w:t>
      </w:r>
      <w:r>
        <w:t>’</w:t>
      </w:r>
      <w:r w:rsidR="00530790" w:rsidRPr="005D5566">
        <w:t>est à cause de cette peur que nous périssons tous</w:t>
      </w:r>
      <w:r>
        <w:t xml:space="preserve"> ! </w:t>
      </w:r>
      <w:r w:rsidR="00530790" w:rsidRPr="005D5566">
        <w:t>Et ceux qui nous commandent profitent de cette peur et nous effrayent encore plus</w:t>
      </w:r>
      <w:r>
        <w:t xml:space="preserve">. </w:t>
      </w:r>
      <w:r w:rsidR="00530790" w:rsidRPr="005D5566">
        <w:t>Comprenez-le donc</w:t>
      </w:r>
      <w:r>
        <w:t xml:space="preserve"> : </w:t>
      </w:r>
      <w:r w:rsidR="00530790" w:rsidRPr="005D5566">
        <w:t>tant que les gens auront peur</w:t>
      </w:r>
      <w:r>
        <w:t xml:space="preserve">, </w:t>
      </w:r>
      <w:r w:rsidR="00530790" w:rsidRPr="005D5566">
        <w:t>ils pourriront</w:t>
      </w:r>
      <w:r>
        <w:t xml:space="preserve">, </w:t>
      </w:r>
      <w:r w:rsidR="00530790" w:rsidRPr="005D5566">
        <w:t>comme les bouleaux</w:t>
      </w:r>
      <w:r>
        <w:t xml:space="preserve">, </w:t>
      </w:r>
      <w:r w:rsidR="00530790" w:rsidRPr="005D5566">
        <w:t>là</w:t>
      </w:r>
      <w:r>
        <w:t xml:space="preserve">, </w:t>
      </w:r>
      <w:r w:rsidR="00530790" w:rsidRPr="005D5566">
        <w:t>dans le marais</w:t>
      </w:r>
      <w:r>
        <w:t>.</w:t>
      </w:r>
    </w:p>
    <w:p w14:paraId="0ED48603" w14:textId="77777777" w:rsidR="001C0413" w:rsidRDefault="00530790" w:rsidP="001C0413">
      <w:r w:rsidRPr="005D5566">
        <w:t>Il s</w:t>
      </w:r>
      <w:r w:rsidR="001C0413">
        <w:t>’</w:t>
      </w:r>
      <w:r w:rsidRPr="005D5566">
        <w:t>éloigna en ajoutant</w:t>
      </w:r>
      <w:r w:rsidR="001C0413">
        <w:t> :</w:t>
      </w:r>
    </w:p>
    <w:p w14:paraId="67729AB1" w14:textId="77777777" w:rsidR="001C0413" w:rsidRDefault="001C0413" w:rsidP="001C0413">
      <w:r>
        <w:t>— </w:t>
      </w:r>
      <w:r w:rsidR="00530790" w:rsidRPr="005D5566">
        <w:t>N</w:t>
      </w:r>
      <w:r>
        <w:t>’</w:t>
      </w:r>
      <w:r w:rsidR="00530790" w:rsidRPr="005D5566">
        <w:t>importe</w:t>
      </w:r>
      <w:r>
        <w:t xml:space="preserve">… </w:t>
      </w:r>
      <w:r w:rsidR="00530790" w:rsidRPr="005D5566">
        <w:t>on se réunira chez moi</w:t>
      </w:r>
      <w:r>
        <w:t>.</w:t>
      </w:r>
    </w:p>
    <w:p w14:paraId="0EA59A37" w14:textId="77777777" w:rsidR="001C0413" w:rsidRDefault="00530790" w:rsidP="001C0413">
      <w:r w:rsidRPr="005D5566">
        <w:t>La mère pleura</w:t>
      </w:r>
      <w:r w:rsidR="001C0413">
        <w:t> :</w:t>
      </w:r>
    </w:p>
    <w:p w14:paraId="361552BB" w14:textId="77777777" w:rsidR="001C0413" w:rsidRDefault="001C0413" w:rsidP="001C0413">
      <w:r>
        <w:t>— </w:t>
      </w:r>
      <w:r w:rsidR="00530790" w:rsidRPr="005D5566">
        <w:t>Ne m</w:t>
      </w:r>
      <w:r>
        <w:t>’</w:t>
      </w:r>
      <w:r w:rsidR="00530790" w:rsidRPr="005D5566">
        <w:t>en veuille pas</w:t>
      </w:r>
      <w:r>
        <w:t xml:space="preserve"> ! </w:t>
      </w:r>
      <w:r w:rsidR="00530790" w:rsidRPr="005D5566">
        <w:t>Comment ne pas avoir peur</w:t>
      </w:r>
      <w:r>
        <w:t xml:space="preserve"> ? </w:t>
      </w:r>
      <w:r w:rsidR="00530790" w:rsidRPr="005D5566">
        <w:t>J</w:t>
      </w:r>
      <w:r>
        <w:t>’</w:t>
      </w:r>
      <w:r w:rsidR="00530790" w:rsidRPr="005D5566">
        <w:t>ai vécu ma vie entière dans la crainte</w:t>
      </w:r>
      <w:r>
        <w:t xml:space="preserve">… </w:t>
      </w:r>
      <w:r w:rsidR="00530790" w:rsidRPr="005D5566">
        <w:t>mon âme en est toute pleine</w:t>
      </w:r>
      <w:r>
        <w:t>.</w:t>
      </w:r>
    </w:p>
    <w:p w14:paraId="683D6974" w14:textId="77777777" w:rsidR="001C0413" w:rsidRDefault="00530790" w:rsidP="001C0413">
      <w:r w:rsidRPr="005D5566">
        <w:t>Il répondit à mi-voix</w:t>
      </w:r>
      <w:r w:rsidR="001C0413">
        <w:t xml:space="preserve">, </w:t>
      </w:r>
      <w:r w:rsidRPr="005D5566">
        <w:t>plus doucement</w:t>
      </w:r>
      <w:r w:rsidR="001C0413">
        <w:t> :</w:t>
      </w:r>
    </w:p>
    <w:p w14:paraId="7A8C2DBF" w14:textId="77777777" w:rsidR="001C0413" w:rsidRDefault="001C0413" w:rsidP="001C0413">
      <w:r>
        <w:t>— </w:t>
      </w:r>
      <w:r w:rsidR="00530790" w:rsidRPr="005D5566">
        <w:t>Excusez-moi</w:t>
      </w:r>
      <w:r>
        <w:t xml:space="preserve"> ! </w:t>
      </w:r>
      <w:r w:rsidR="00530790" w:rsidRPr="005D5566">
        <w:t>Je ne puis pas faire autrement</w:t>
      </w:r>
      <w:r>
        <w:t> !</w:t>
      </w:r>
    </w:p>
    <w:p w14:paraId="6C336C7C" w14:textId="77777777" w:rsidR="001C0413" w:rsidRDefault="00530790" w:rsidP="001C0413">
      <w:r w:rsidRPr="005D5566">
        <w:t>Et il sortit</w:t>
      </w:r>
      <w:r w:rsidR="001C0413">
        <w:t>.</w:t>
      </w:r>
    </w:p>
    <w:p w14:paraId="20DB4343" w14:textId="77777777" w:rsidR="001C0413" w:rsidRDefault="00530790" w:rsidP="001C0413">
      <w:r w:rsidRPr="005D5566">
        <w:t>Pendant trois jours</w:t>
      </w:r>
      <w:r w:rsidR="001C0413">
        <w:t xml:space="preserve">, </w:t>
      </w:r>
      <w:r w:rsidRPr="005D5566">
        <w:t>Pélaguée trembla</w:t>
      </w:r>
      <w:r w:rsidR="001C0413">
        <w:t xml:space="preserve"> ; </w:t>
      </w:r>
      <w:r w:rsidRPr="005D5566">
        <w:t>son cœur cessait de battre quand elle se rappelait que des étrangers allaient venir dans la maison</w:t>
      </w:r>
      <w:r w:rsidR="001C0413">
        <w:t xml:space="preserve">. </w:t>
      </w:r>
      <w:r w:rsidRPr="005D5566">
        <w:t>Elle ne pouvait se les représenter</w:t>
      </w:r>
      <w:r w:rsidR="001C0413">
        <w:t xml:space="preserve">, </w:t>
      </w:r>
      <w:r w:rsidRPr="005D5566">
        <w:t>mais il lui semblait qu</w:t>
      </w:r>
      <w:r w:rsidR="001C0413">
        <w:t>’</w:t>
      </w:r>
      <w:r w:rsidRPr="005D5566">
        <w:t>ils devaient être terribles</w:t>
      </w:r>
      <w:r w:rsidR="001C0413">
        <w:t xml:space="preserve">. </w:t>
      </w:r>
      <w:r w:rsidRPr="005D5566">
        <w:t>C</w:t>
      </w:r>
      <w:r w:rsidR="001C0413">
        <w:t>’</w:t>
      </w:r>
      <w:r w:rsidRPr="005D5566">
        <w:t>étaient eux qui avaient montré à son fils la voie qu</w:t>
      </w:r>
      <w:r w:rsidR="001C0413">
        <w:t>’</w:t>
      </w:r>
      <w:r w:rsidRPr="005D5566">
        <w:t>il suivait maintenant</w:t>
      </w:r>
      <w:r w:rsidR="001C0413">
        <w:t>…</w:t>
      </w:r>
    </w:p>
    <w:p w14:paraId="008514C7" w14:textId="77777777" w:rsidR="001C0413" w:rsidRDefault="00530790" w:rsidP="001C0413">
      <w:r w:rsidRPr="005D5566">
        <w:t>Le samedi soir</w:t>
      </w:r>
      <w:r w:rsidR="001C0413">
        <w:t xml:space="preserve">, </w:t>
      </w:r>
      <w:r w:rsidRPr="005D5566">
        <w:t>Pavel revint de la fabrique</w:t>
      </w:r>
      <w:r w:rsidR="001C0413">
        <w:t xml:space="preserve">, </w:t>
      </w:r>
      <w:r w:rsidRPr="005D5566">
        <w:t>se débarbouilla</w:t>
      </w:r>
      <w:r w:rsidR="001C0413">
        <w:t xml:space="preserve">, </w:t>
      </w:r>
      <w:r w:rsidRPr="005D5566">
        <w:t>changea de vêtements et sortit</w:t>
      </w:r>
      <w:r w:rsidR="001C0413">
        <w:t xml:space="preserve">, </w:t>
      </w:r>
      <w:r w:rsidRPr="005D5566">
        <w:t>en disant sans regarder sa mère</w:t>
      </w:r>
      <w:r w:rsidR="001C0413">
        <w:t> :</w:t>
      </w:r>
    </w:p>
    <w:p w14:paraId="5C4B0B5F" w14:textId="77777777" w:rsidR="001C0413" w:rsidRDefault="001C0413" w:rsidP="001C0413">
      <w:r>
        <w:t>— </w:t>
      </w:r>
      <w:r w:rsidR="00530790" w:rsidRPr="005D5566">
        <w:t>Si l</w:t>
      </w:r>
      <w:r>
        <w:t>’</w:t>
      </w:r>
      <w:r w:rsidR="00530790" w:rsidRPr="005D5566">
        <w:t>on vient</w:t>
      </w:r>
      <w:r>
        <w:t xml:space="preserve">, </w:t>
      </w:r>
      <w:r w:rsidR="00530790" w:rsidRPr="005D5566">
        <w:t>dis que je serai de retour à l</w:t>
      </w:r>
      <w:r>
        <w:t>’</w:t>
      </w:r>
      <w:r w:rsidR="00530790" w:rsidRPr="005D5566">
        <w:t>instant</w:t>
      </w:r>
      <w:r>
        <w:t xml:space="preserve">… </w:t>
      </w:r>
      <w:r w:rsidR="00530790" w:rsidRPr="005D5566">
        <w:t>Qu</w:t>
      </w:r>
      <w:r>
        <w:t>’</w:t>
      </w:r>
      <w:r w:rsidR="00530790" w:rsidRPr="005D5566">
        <w:t>on m</w:t>
      </w:r>
      <w:r>
        <w:t>’</w:t>
      </w:r>
      <w:r w:rsidR="00530790" w:rsidRPr="005D5566">
        <w:t>attende</w:t>
      </w:r>
      <w:r>
        <w:t xml:space="preserve">… </w:t>
      </w:r>
      <w:r w:rsidR="00530790" w:rsidRPr="005D5566">
        <w:t>Et n</w:t>
      </w:r>
      <w:r>
        <w:t>’</w:t>
      </w:r>
      <w:r w:rsidR="00530790" w:rsidRPr="005D5566">
        <w:t>aie pas peur</w:t>
      </w:r>
      <w:r>
        <w:t xml:space="preserve">, </w:t>
      </w:r>
      <w:r w:rsidR="00530790" w:rsidRPr="005D5566">
        <w:t>s</w:t>
      </w:r>
      <w:r>
        <w:t>’</w:t>
      </w:r>
      <w:r w:rsidR="00530790" w:rsidRPr="005D5566">
        <w:t>il te plaît</w:t>
      </w:r>
      <w:r>
        <w:t xml:space="preserve">… </w:t>
      </w:r>
      <w:r w:rsidR="00530790" w:rsidRPr="005D5566">
        <w:t>Ce sont des gens comme les autres</w:t>
      </w:r>
      <w:r>
        <w:t>…</w:t>
      </w:r>
    </w:p>
    <w:p w14:paraId="0B6CA8D7" w14:textId="77777777" w:rsidR="001C0413" w:rsidRDefault="00530790" w:rsidP="001C0413">
      <w:r w:rsidRPr="005D5566">
        <w:t>Elle se laissa tomber sur le banc</w:t>
      </w:r>
      <w:r w:rsidR="001C0413">
        <w:t xml:space="preserve">. </w:t>
      </w:r>
      <w:r w:rsidRPr="005D5566">
        <w:t>Son fils la regarda en fronçant le sourcil et lui proposa</w:t>
      </w:r>
      <w:r w:rsidR="001C0413">
        <w:t> :</w:t>
      </w:r>
    </w:p>
    <w:p w14:paraId="2C7DBA83" w14:textId="77777777" w:rsidR="001C0413" w:rsidRDefault="001C0413" w:rsidP="001C0413">
      <w:r>
        <w:lastRenderedPageBreak/>
        <w:t>— </w:t>
      </w:r>
      <w:r w:rsidR="00530790" w:rsidRPr="005D5566">
        <w:t>Tu veux peut-être sortir</w:t>
      </w:r>
      <w:r>
        <w:t> ?</w:t>
      </w:r>
    </w:p>
    <w:p w14:paraId="4B9D3004" w14:textId="77777777" w:rsidR="001C0413" w:rsidRDefault="00530790" w:rsidP="001C0413">
      <w:r w:rsidRPr="005D5566">
        <w:t>Elle s</w:t>
      </w:r>
      <w:r w:rsidR="001C0413">
        <w:t>’</w:t>
      </w:r>
      <w:r w:rsidRPr="005D5566">
        <w:t>offensa</w:t>
      </w:r>
      <w:r w:rsidR="001C0413">
        <w:t xml:space="preserve">. </w:t>
      </w:r>
      <w:r w:rsidRPr="005D5566">
        <w:t>Hochant négativement la tête</w:t>
      </w:r>
      <w:r w:rsidR="001C0413">
        <w:t xml:space="preserve">, </w:t>
      </w:r>
      <w:r w:rsidRPr="005D5566">
        <w:t>elle dit</w:t>
      </w:r>
      <w:r w:rsidR="001C0413">
        <w:t> :</w:t>
      </w:r>
    </w:p>
    <w:p w14:paraId="2B03ED9B" w14:textId="77777777" w:rsidR="001C0413" w:rsidRDefault="001C0413" w:rsidP="001C0413">
      <w:r>
        <w:t>— </w:t>
      </w:r>
      <w:r w:rsidR="00530790" w:rsidRPr="005D5566">
        <w:t>Non</w:t>
      </w:r>
      <w:r>
        <w:t xml:space="preserve"> !… </w:t>
      </w:r>
      <w:r w:rsidR="00530790" w:rsidRPr="005D5566">
        <w:t>c</w:t>
      </w:r>
      <w:r>
        <w:t>’</w:t>
      </w:r>
      <w:r w:rsidR="00530790" w:rsidRPr="005D5566">
        <w:t>est égal</w:t>
      </w:r>
      <w:r>
        <w:t xml:space="preserve">… </w:t>
      </w:r>
      <w:r w:rsidR="00530790" w:rsidRPr="005D5566">
        <w:t>Pourquoi sortirais-je</w:t>
      </w:r>
      <w:r>
        <w:t> ?</w:t>
      </w:r>
    </w:p>
    <w:p w14:paraId="50032A2F" w14:textId="77777777" w:rsidR="001C0413" w:rsidRDefault="00530790" w:rsidP="001C0413">
      <w:r w:rsidRPr="005D5566">
        <w:t>On était à la fin de novembre</w:t>
      </w:r>
      <w:r w:rsidR="001C0413">
        <w:t xml:space="preserve">. </w:t>
      </w:r>
      <w:r w:rsidRPr="005D5566">
        <w:t>Pendant la journée</w:t>
      </w:r>
      <w:r w:rsidR="001C0413">
        <w:t xml:space="preserve">, </w:t>
      </w:r>
      <w:r w:rsidRPr="005D5566">
        <w:t>une neige fine et sèche était tombée sur le sol gelé</w:t>
      </w:r>
      <w:r w:rsidR="001C0413">
        <w:t xml:space="preserve">, </w:t>
      </w:r>
      <w:r w:rsidRPr="005D5566">
        <w:t>qu</w:t>
      </w:r>
      <w:r w:rsidR="001C0413">
        <w:t>’</w:t>
      </w:r>
      <w:r w:rsidRPr="005D5566">
        <w:t>on entendait grincer sous les pieds de Pavel qui s</w:t>
      </w:r>
      <w:r w:rsidR="001C0413">
        <w:t>’</w:t>
      </w:r>
      <w:r w:rsidRPr="005D5566">
        <w:t>en allait</w:t>
      </w:r>
      <w:r w:rsidR="001C0413">
        <w:t xml:space="preserve">. </w:t>
      </w:r>
      <w:r w:rsidRPr="005D5566">
        <w:t>Des ténèbres épaisses se collaient aux vitres des fenêtres</w:t>
      </w:r>
      <w:r w:rsidR="001C0413">
        <w:t xml:space="preserve">. </w:t>
      </w:r>
      <w:r w:rsidRPr="005D5566">
        <w:t>La mère</w:t>
      </w:r>
      <w:r w:rsidR="001C0413">
        <w:t xml:space="preserve">, </w:t>
      </w:r>
      <w:r w:rsidRPr="005D5566">
        <w:t>affaissée sur le banc</w:t>
      </w:r>
      <w:r w:rsidR="001C0413">
        <w:t xml:space="preserve">, </w:t>
      </w:r>
      <w:r w:rsidRPr="005D5566">
        <w:t>attendait</w:t>
      </w:r>
      <w:r w:rsidR="001C0413">
        <w:t xml:space="preserve">, </w:t>
      </w:r>
      <w:r w:rsidRPr="005D5566">
        <w:t>les yeux tournés vers la porte</w:t>
      </w:r>
      <w:r w:rsidR="001C0413">
        <w:t>.</w:t>
      </w:r>
    </w:p>
    <w:p w14:paraId="65E797D9" w14:textId="77777777" w:rsidR="001C0413" w:rsidRDefault="00530790" w:rsidP="001C0413">
      <w:r w:rsidRPr="005D5566">
        <w:t>Il lui semblait que</w:t>
      </w:r>
      <w:r w:rsidR="001C0413">
        <w:t xml:space="preserve">, </w:t>
      </w:r>
      <w:r w:rsidRPr="005D5566">
        <w:t>dans l</w:t>
      </w:r>
      <w:r w:rsidR="001C0413">
        <w:t>’</w:t>
      </w:r>
      <w:r w:rsidRPr="005D5566">
        <w:t>obscurité</w:t>
      </w:r>
      <w:r w:rsidR="001C0413">
        <w:t xml:space="preserve">, </w:t>
      </w:r>
      <w:r w:rsidRPr="005D5566">
        <w:t>des êtres silencieux</w:t>
      </w:r>
      <w:r w:rsidR="001C0413">
        <w:t xml:space="preserve">, </w:t>
      </w:r>
      <w:r w:rsidRPr="005D5566">
        <w:t>aux vêtements étranges</w:t>
      </w:r>
      <w:r w:rsidR="001C0413">
        <w:t xml:space="preserve">, </w:t>
      </w:r>
      <w:r w:rsidRPr="005D5566">
        <w:t>se dirigeaient de toutes parts vers la maison</w:t>
      </w:r>
      <w:r w:rsidR="001C0413">
        <w:t xml:space="preserve">, </w:t>
      </w:r>
      <w:r w:rsidRPr="005D5566">
        <w:t>qu</w:t>
      </w:r>
      <w:r w:rsidR="001C0413">
        <w:t>’</w:t>
      </w:r>
      <w:r w:rsidRPr="005D5566">
        <w:t>ils avançaient en se dissimulant</w:t>
      </w:r>
      <w:r w:rsidR="001C0413">
        <w:t xml:space="preserve">, </w:t>
      </w:r>
      <w:r w:rsidRPr="005D5566">
        <w:t>courbés et regardant de tous côtés</w:t>
      </w:r>
      <w:r w:rsidR="001C0413">
        <w:t xml:space="preserve">. </w:t>
      </w:r>
      <w:r w:rsidRPr="005D5566">
        <w:t>Il y avait déjà quelqu</w:t>
      </w:r>
      <w:r w:rsidR="001C0413">
        <w:t>’</w:t>
      </w:r>
      <w:r w:rsidRPr="005D5566">
        <w:t>un près de la maison et qui se tenait aux murs</w:t>
      </w:r>
      <w:r w:rsidR="001C0413">
        <w:t>.</w:t>
      </w:r>
    </w:p>
    <w:p w14:paraId="5EFCF51A" w14:textId="77777777" w:rsidR="001C0413" w:rsidRDefault="00530790" w:rsidP="001C0413">
      <w:r w:rsidRPr="005D5566">
        <w:t>On entendit un coup de sifflet qui serpenta dans le silence comme un mince filet mélodieux et triste</w:t>
      </w:r>
      <w:r w:rsidR="001C0413">
        <w:t xml:space="preserve"> ; </w:t>
      </w:r>
      <w:r w:rsidRPr="005D5566">
        <w:t>il errait dans le désert de la nuit</w:t>
      </w:r>
      <w:r w:rsidR="001C0413">
        <w:t xml:space="preserve">, </w:t>
      </w:r>
      <w:r w:rsidRPr="005D5566">
        <w:t>approchait</w:t>
      </w:r>
      <w:r w:rsidR="001C0413">
        <w:t xml:space="preserve">… </w:t>
      </w:r>
      <w:r w:rsidRPr="005D5566">
        <w:t>Soudain</w:t>
      </w:r>
      <w:r w:rsidR="001C0413">
        <w:t xml:space="preserve">, </w:t>
      </w:r>
      <w:r w:rsidRPr="005D5566">
        <w:t>il disparut sous la fenêtre</w:t>
      </w:r>
      <w:r w:rsidR="001C0413">
        <w:t xml:space="preserve">, </w:t>
      </w:r>
      <w:r w:rsidRPr="005D5566">
        <w:t>comme s</w:t>
      </w:r>
      <w:r w:rsidR="001C0413">
        <w:t>’</w:t>
      </w:r>
      <w:r w:rsidRPr="005D5566">
        <w:t>il eût pénétré dans le bois de la cloison</w:t>
      </w:r>
      <w:r w:rsidR="001C0413">
        <w:t>.</w:t>
      </w:r>
    </w:p>
    <w:p w14:paraId="0D100D24" w14:textId="77777777" w:rsidR="001C0413" w:rsidRDefault="00530790" w:rsidP="001C0413">
      <w:r w:rsidRPr="005D5566">
        <w:t>Des bruits de pas résonnèrent</w:t>
      </w:r>
      <w:r w:rsidR="001C0413">
        <w:t xml:space="preserve"> ; </w:t>
      </w:r>
      <w:r w:rsidRPr="005D5566">
        <w:t>la mère frémit et se leva</w:t>
      </w:r>
      <w:r w:rsidR="001C0413">
        <w:t xml:space="preserve">, </w:t>
      </w:r>
      <w:r w:rsidRPr="005D5566">
        <w:t>les yeux dilatés</w:t>
      </w:r>
      <w:r w:rsidR="001C0413">
        <w:t>.</w:t>
      </w:r>
    </w:p>
    <w:p w14:paraId="707A8F1B" w14:textId="77777777" w:rsidR="001C0413" w:rsidRDefault="00530790" w:rsidP="001C0413">
      <w:r w:rsidRPr="005D5566">
        <w:t>On ouvrit la porte</w:t>
      </w:r>
      <w:r w:rsidR="001C0413">
        <w:t xml:space="preserve">. </w:t>
      </w:r>
      <w:r w:rsidRPr="005D5566">
        <w:t>D</w:t>
      </w:r>
      <w:r w:rsidR="001C0413">
        <w:t>’</w:t>
      </w:r>
      <w:r w:rsidRPr="005D5566">
        <w:t>abord apparût une grosse tête coiffée d</w:t>
      </w:r>
      <w:r w:rsidR="001C0413">
        <w:t>’</w:t>
      </w:r>
      <w:r w:rsidRPr="005D5566">
        <w:t>une casquette de fourrure</w:t>
      </w:r>
      <w:r w:rsidR="001C0413">
        <w:t xml:space="preserve">, </w:t>
      </w:r>
      <w:r w:rsidRPr="005D5566">
        <w:t>puis un long corps penché se glissa lentement</w:t>
      </w:r>
      <w:r w:rsidR="001C0413">
        <w:t xml:space="preserve">, </w:t>
      </w:r>
      <w:r w:rsidRPr="005D5566">
        <w:t>se redressa</w:t>
      </w:r>
      <w:r w:rsidR="001C0413">
        <w:t xml:space="preserve">, </w:t>
      </w:r>
      <w:r w:rsidRPr="005D5566">
        <w:t>leva le bras droit sans hâte et soupira bruyamment</w:t>
      </w:r>
      <w:r w:rsidR="001C0413">
        <w:t xml:space="preserve">, </w:t>
      </w:r>
      <w:r w:rsidRPr="005D5566">
        <w:t>d</w:t>
      </w:r>
      <w:r w:rsidR="001C0413">
        <w:t>’</w:t>
      </w:r>
      <w:r w:rsidRPr="005D5566">
        <w:t>une voix de poitrine</w:t>
      </w:r>
      <w:r w:rsidR="001C0413">
        <w:t> :</w:t>
      </w:r>
    </w:p>
    <w:p w14:paraId="737257AA" w14:textId="77777777" w:rsidR="001C0413" w:rsidRDefault="001C0413" w:rsidP="001C0413">
      <w:r>
        <w:t>— </w:t>
      </w:r>
      <w:r w:rsidR="00530790" w:rsidRPr="005D5566">
        <w:t>Bonsoir</w:t>
      </w:r>
      <w:r>
        <w:t> !</w:t>
      </w:r>
    </w:p>
    <w:p w14:paraId="274B05DF" w14:textId="77777777" w:rsidR="001C0413" w:rsidRDefault="00530790" w:rsidP="001C0413">
      <w:r w:rsidRPr="005D5566">
        <w:t>La mère s</w:t>
      </w:r>
      <w:r w:rsidR="001C0413">
        <w:t>’</w:t>
      </w:r>
      <w:r w:rsidRPr="005D5566">
        <w:t>inclina sans mot dire</w:t>
      </w:r>
      <w:r w:rsidR="001C0413">
        <w:t>.</w:t>
      </w:r>
    </w:p>
    <w:p w14:paraId="4C92ED12" w14:textId="77777777" w:rsidR="001C0413" w:rsidRDefault="001C0413" w:rsidP="001C0413">
      <w:r>
        <w:t>— </w:t>
      </w:r>
      <w:r w:rsidR="00530790" w:rsidRPr="005D5566">
        <w:t>Pavel n</w:t>
      </w:r>
      <w:r>
        <w:t>’</w:t>
      </w:r>
      <w:r w:rsidR="00530790" w:rsidRPr="005D5566">
        <w:t>est pas encore rentré</w:t>
      </w:r>
      <w:r>
        <w:t> ?</w:t>
      </w:r>
    </w:p>
    <w:p w14:paraId="2B009EDA" w14:textId="77777777" w:rsidR="001C0413" w:rsidRDefault="00530790" w:rsidP="001C0413">
      <w:r w:rsidRPr="005D5566">
        <w:lastRenderedPageBreak/>
        <w:t>L</w:t>
      </w:r>
      <w:r w:rsidR="001C0413">
        <w:t>’</w:t>
      </w:r>
      <w:r w:rsidRPr="005D5566">
        <w:t>homme ôta avec lenteur une veste de fourrure</w:t>
      </w:r>
      <w:r w:rsidR="001C0413">
        <w:t xml:space="preserve">, </w:t>
      </w:r>
      <w:r w:rsidRPr="005D5566">
        <w:t>leva un pied</w:t>
      </w:r>
      <w:r w:rsidR="001C0413">
        <w:t xml:space="preserve">, </w:t>
      </w:r>
      <w:r w:rsidRPr="005D5566">
        <w:t>fit tomber avec sa casquette la neige qui recouvrait sa chaussure</w:t>
      </w:r>
      <w:r w:rsidR="001C0413">
        <w:t xml:space="preserve">, </w:t>
      </w:r>
      <w:r w:rsidRPr="005D5566">
        <w:t>répéta le geste pour l</w:t>
      </w:r>
      <w:r w:rsidR="001C0413">
        <w:t>’</w:t>
      </w:r>
      <w:r w:rsidRPr="005D5566">
        <w:t>autre botte</w:t>
      </w:r>
      <w:r w:rsidR="001C0413">
        <w:t xml:space="preserve">, </w:t>
      </w:r>
      <w:r w:rsidRPr="005D5566">
        <w:t>jeta sa coiffure dans un coin et entra dans la chambre en se dandinant sur ses longues jambes</w:t>
      </w:r>
      <w:r w:rsidR="001C0413">
        <w:t xml:space="preserve">. </w:t>
      </w:r>
      <w:r w:rsidRPr="005D5566">
        <w:t>Il s</w:t>
      </w:r>
      <w:r w:rsidR="001C0413">
        <w:t>’</w:t>
      </w:r>
      <w:r w:rsidRPr="005D5566">
        <w:t>approcha d</w:t>
      </w:r>
      <w:r w:rsidR="001C0413">
        <w:t>’</w:t>
      </w:r>
      <w:r w:rsidRPr="005D5566">
        <w:t>une chaise</w:t>
      </w:r>
      <w:r w:rsidR="001C0413">
        <w:t xml:space="preserve">, </w:t>
      </w:r>
      <w:r w:rsidRPr="005D5566">
        <w:t>l</w:t>
      </w:r>
      <w:r w:rsidR="001C0413">
        <w:t>’</w:t>
      </w:r>
      <w:r w:rsidRPr="005D5566">
        <w:t>examina comme pour s</w:t>
      </w:r>
      <w:r w:rsidR="001C0413">
        <w:t>’</w:t>
      </w:r>
      <w:r w:rsidRPr="005D5566">
        <w:t>assurer de sa solidité</w:t>
      </w:r>
      <w:r w:rsidR="001C0413">
        <w:t xml:space="preserve">, </w:t>
      </w:r>
      <w:r w:rsidRPr="005D5566">
        <w:t>s</w:t>
      </w:r>
      <w:r w:rsidR="001C0413">
        <w:t>’</w:t>
      </w:r>
      <w:r w:rsidRPr="005D5566">
        <w:t>assit enfin et se mit à bâiller en recouvrant sa bouche de sa main</w:t>
      </w:r>
      <w:r w:rsidR="001C0413">
        <w:t xml:space="preserve">. </w:t>
      </w:r>
      <w:r w:rsidRPr="005D5566">
        <w:t>Il avait la tête ronde et tondue de près</w:t>
      </w:r>
      <w:r w:rsidR="001C0413">
        <w:t xml:space="preserve">, </w:t>
      </w:r>
      <w:r w:rsidRPr="005D5566">
        <w:t>les joues rasées et de longues moustaches dont la pointe retombait</w:t>
      </w:r>
      <w:r w:rsidR="001C0413">
        <w:t xml:space="preserve">. </w:t>
      </w:r>
      <w:r w:rsidRPr="005D5566">
        <w:t>Après avoir considéré la chambre de ses gros yeux bombés et grisâtres</w:t>
      </w:r>
      <w:r w:rsidR="001C0413">
        <w:t xml:space="preserve">, </w:t>
      </w:r>
      <w:r w:rsidRPr="005D5566">
        <w:t>il croisa les jambes et demanda en se balançant sur sa chaise</w:t>
      </w:r>
      <w:r w:rsidR="001C0413">
        <w:t> :</w:t>
      </w:r>
    </w:p>
    <w:p w14:paraId="5183E2F9" w14:textId="77777777" w:rsidR="001C0413" w:rsidRDefault="001C0413" w:rsidP="001C0413">
      <w:r>
        <w:t>— </w:t>
      </w:r>
      <w:r w:rsidR="00530790" w:rsidRPr="005D5566">
        <w:t>La chaumière vous appartient-elle ou la louez-vous</w:t>
      </w:r>
      <w:r>
        <w:t> ?</w:t>
      </w:r>
    </w:p>
    <w:p w14:paraId="6D07B15A" w14:textId="77777777" w:rsidR="001C0413" w:rsidRDefault="00530790" w:rsidP="001C0413">
      <w:r w:rsidRPr="005D5566">
        <w:t>La mère</w:t>
      </w:r>
      <w:r w:rsidR="001C0413">
        <w:t xml:space="preserve">, </w:t>
      </w:r>
      <w:r w:rsidRPr="005D5566">
        <w:t>assise en face de lui</w:t>
      </w:r>
      <w:r w:rsidR="001C0413">
        <w:t xml:space="preserve">, </w:t>
      </w:r>
      <w:r w:rsidRPr="005D5566">
        <w:t>répondit</w:t>
      </w:r>
      <w:r w:rsidR="001C0413">
        <w:t> :</w:t>
      </w:r>
    </w:p>
    <w:p w14:paraId="3A96E6BF" w14:textId="77777777" w:rsidR="001C0413" w:rsidRDefault="001C0413" w:rsidP="001C0413">
      <w:r>
        <w:t>— </w:t>
      </w:r>
      <w:r w:rsidR="00530790" w:rsidRPr="005D5566">
        <w:t>Nous la louons</w:t>
      </w:r>
      <w:r>
        <w:t>.</w:t>
      </w:r>
    </w:p>
    <w:p w14:paraId="23792CD7" w14:textId="77777777" w:rsidR="001C0413" w:rsidRDefault="001C0413" w:rsidP="001C0413">
      <w:r>
        <w:t>— </w:t>
      </w:r>
      <w:r w:rsidR="00530790" w:rsidRPr="005D5566">
        <w:t>Elle n</w:t>
      </w:r>
      <w:r>
        <w:t>’</w:t>
      </w:r>
      <w:r w:rsidR="00530790" w:rsidRPr="005D5566">
        <w:t>est pas fameuse</w:t>
      </w:r>
      <w:r>
        <w:t xml:space="preserve"> ! </w:t>
      </w:r>
      <w:r w:rsidR="00530790" w:rsidRPr="005D5566">
        <w:t>observa l</w:t>
      </w:r>
      <w:r>
        <w:t>’</w:t>
      </w:r>
      <w:r w:rsidR="00530790" w:rsidRPr="005D5566">
        <w:t>homme</w:t>
      </w:r>
      <w:r>
        <w:t>.</w:t>
      </w:r>
    </w:p>
    <w:p w14:paraId="4A51E127" w14:textId="77777777" w:rsidR="001C0413" w:rsidRDefault="001C0413" w:rsidP="001C0413">
      <w:r>
        <w:t>— </w:t>
      </w:r>
      <w:r w:rsidR="00530790" w:rsidRPr="005D5566">
        <w:t>Pavel reviendra bientôt</w:t>
      </w:r>
      <w:r>
        <w:t xml:space="preserve">, </w:t>
      </w:r>
      <w:r w:rsidR="00530790" w:rsidRPr="005D5566">
        <w:t>attendez-le</w:t>
      </w:r>
      <w:r>
        <w:t xml:space="preserve"> ! </w:t>
      </w:r>
      <w:r w:rsidR="00530790" w:rsidRPr="005D5566">
        <w:t>dit faiblement Pélaguée</w:t>
      </w:r>
      <w:r>
        <w:t>.</w:t>
      </w:r>
    </w:p>
    <w:p w14:paraId="639EF1EA" w14:textId="77777777" w:rsidR="001C0413" w:rsidRDefault="001C0413" w:rsidP="001C0413">
      <w:r>
        <w:t>— </w:t>
      </w:r>
      <w:r w:rsidR="00530790" w:rsidRPr="005D5566">
        <w:t>C</w:t>
      </w:r>
      <w:r>
        <w:t>’</w:t>
      </w:r>
      <w:r w:rsidR="00530790" w:rsidRPr="005D5566">
        <w:t>est ce que je fais</w:t>
      </w:r>
      <w:r>
        <w:t xml:space="preserve"> ! </w:t>
      </w:r>
      <w:r w:rsidR="00530790" w:rsidRPr="005D5566">
        <w:t>répliqua-t-il tranquillement</w:t>
      </w:r>
      <w:r>
        <w:t xml:space="preserve">. </w:t>
      </w:r>
      <w:r w:rsidR="00530790" w:rsidRPr="005D5566">
        <w:t>Son calme</w:t>
      </w:r>
      <w:r>
        <w:t xml:space="preserve">, </w:t>
      </w:r>
      <w:r w:rsidR="00530790" w:rsidRPr="005D5566">
        <w:t>sa voix douce</w:t>
      </w:r>
      <w:r>
        <w:t xml:space="preserve">, </w:t>
      </w:r>
      <w:r w:rsidR="00530790" w:rsidRPr="005D5566">
        <w:t>la simplicité de son visage rendirent du courage à la mère</w:t>
      </w:r>
      <w:r>
        <w:t xml:space="preserve">. </w:t>
      </w:r>
      <w:r w:rsidR="00530790" w:rsidRPr="005D5566">
        <w:t>Il la regardait franchement</w:t>
      </w:r>
      <w:r>
        <w:t xml:space="preserve">, </w:t>
      </w:r>
      <w:r w:rsidR="00530790" w:rsidRPr="005D5566">
        <w:t>d</w:t>
      </w:r>
      <w:r>
        <w:t>’</w:t>
      </w:r>
      <w:r w:rsidR="00530790" w:rsidRPr="005D5566">
        <w:t>un air bienveillant</w:t>
      </w:r>
      <w:r>
        <w:t xml:space="preserve"> ; </w:t>
      </w:r>
      <w:r w:rsidR="00530790" w:rsidRPr="005D5566">
        <w:t>une gaie étincelle brillait au fond de ses yeux transparents</w:t>
      </w:r>
      <w:r>
        <w:t xml:space="preserve">, </w:t>
      </w:r>
      <w:r w:rsidR="00530790" w:rsidRPr="005D5566">
        <w:t>et il y avait quelque chose d</w:t>
      </w:r>
      <w:r>
        <w:t>’</w:t>
      </w:r>
      <w:r w:rsidR="00530790" w:rsidRPr="005D5566">
        <w:t>amusant et de sympathique dans cette créature anguleuse et voûtée perchée sur de longues jambes</w:t>
      </w:r>
      <w:r>
        <w:t xml:space="preserve">. </w:t>
      </w:r>
      <w:r w:rsidR="00530790" w:rsidRPr="005D5566">
        <w:t>L</w:t>
      </w:r>
      <w:r>
        <w:t>’</w:t>
      </w:r>
      <w:r w:rsidR="00530790" w:rsidRPr="005D5566">
        <w:t>homme était vêtu d</w:t>
      </w:r>
      <w:r>
        <w:t>’</w:t>
      </w:r>
      <w:r w:rsidR="00530790" w:rsidRPr="005D5566">
        <w:t>un pantalon noir dont le bas était rentré dans les bottes et d</w:t>
      </w:r>
      <w:r>
        <w:t>’</w:t>
      </w:r>
      <w:r w:rsidR="00530790" w:rsidRPr="005D5566">
        <w:t>une blouse bleue</w:t>
      </w:r>
      <w:r>
        <w:t xml:space="preserve">. </w:t>
      </w:r>
      <w:r w:rsidR="00530790" w:rsidRPr="005D5566">
        <w:t>La mère avait envie de lui demander qui il était</w:t>
      </w:r>
      <w:r>
        <w:t xml:space="preserve">, </w:t>
      </w:r>
      <w:r w:rsidR="00530790" w:rsidRPr="005D5566">
        <w:t>d</w:t>
      </w:r>
      <w:r>
        <w:t>’</w:t>
      </w:r>
      <w:r w:rsidR="00530790" w:rsidRPr="005D5566">
        <w:t>où il venait</w:t>
      </w:r>
      <w:r>
        <w:t xml:space="preserve">, </w:t>
      </w:r>
      <w:r w:rsidR="00530790" w:rsidRPr="005D5566">
        <w:t>s</w:t>
      </w:r>
      <w:r>
        <w:t>’</w:t>
      </w:r>
      <w:r w:rsidR="00530790" w:rsidRPr="005D5566">
        <w:t>il connaissait son fils depuis longtemps</w:t>
      </w:r>
      <w:r>
        <w:t xml:space="preserve">, </w:t>
      </w:r>
      <w:r w:rsidR="00530790" w:rsidRPr="005D5566">
        <w:t>lorsque soudain il s</w:t>
      </w:r>
      <w:r>
        <w:t>’</w:t>
      </w:r>
      <w:r w:rsidR="00530790" w:rsidRPr="005D5566">
        <w:t>agita et dit</w:t>
      </w:r>
      <w:r>
        <w:t> :</w:t>
      </w:r>
    </w:p>
    <w:p w14:paraId="7970B5D3" w14:textId="77777777" w:rsidR="001C0413" w:rsidRDefault="001C0413" w:rsidP="001C0413">
      <w:r>
        <w:t>— </w:t>
      </w:r>
      <w:r w:rsidR="00530790" w:rsidRPr="005D5566">
        <w:t>Qui est-ce qui vous a troué le front</w:t>
      </w:r>
      <w:r>
        <w:t xml:space="preserve">, </w:t>
      </w:r>
      <w:r w:rsidR="00530790" w:rsidRPr="005D5566">
        <w:t>petite mère</w:t>
      </w:r>
      <w:r>
        <w:t> ?</w:t>
      </w:r>
    </w:p>
    <w:p w14:paraId="33F6264E" w14:textId="77777777" w:rsidR="001C0413" w:rsidRDefault="00530790" w:rsidP="001C0413">
      <w:r w:rsidRPr="005D5566">
        <w:lastRenderedPageBreak/>
        <w:t>Il parlait d</w:t>
      </w:r>
      <w:r w:rsidR="001C0413">
        <w:t>’</w:t>
      </w:r>
      <w:r w:rsidRPr="005D5566">
        <w:t>une voix caressante</w:t>
      </w:r>
      <w:r w:rsidR="001C0413">
        <w:t xml:space="preserve">, </w:t>
      </w:r>
      <w:r w:rsidRPr="005D5566">
        <w:t>et souriait des yeux</w:t>
      </w:r>
      <w:r w:rsidR="001C0413">
        <w:t xml:space="preserve">. </w:t>
      </w:r>
      <w:r w:rsidRPr="005D5566">
        <w:t>Mais la question irrita la femme</w:t>
      </w:r>
      <w:r w:rsidR="001C0413">
        <w:t xml:space="preserve">. </w:t>
      </w:r>
      <w:r w:rsidRPr="005D5566">
        <w:t>Elle serra les lèvres et</w:t>
      </w:r>
      <w:r w:rsidR="001C0413">
        <w:t xml:space="preserve">, </w:t>
      </w:r>
      <w:r w:rsidRPr="005D5566">
        <w:t>après un instant de silence</w:t>
      </w:r>
      <w:r w:rsidR="001C0413">
        <w:t xml:space="preserve">, </w:t>
      </w:r>
      <w:r w:rsidRPr="005D5566">
        <w:t>elle s</w:t>
      </w:r>
      <w:r w:rsidR="001C0413">
        <w:t>’</w:t>
      </w:r>
      <w:r w:rsidRPr="005D5566">
        <w:t>informa avec une froide politesse</w:t>
      </w:r>
      <w:r w:rsidR="001C0413">
        <w:t> :</w:t>
      </w:r>
    </w:p>
    <w:p w14:paraId="78C87CA3" w14:textId="77777777" w:rsidR="001C0413" w:rsidRDefault="001C0413" w:rsidP="001C0413">
      <w:r>
        <w:t>— </w:t>
      </w:r>
      <w:r w:rsidR="00530790" w:rsidRPr="005D5566">
        <w:t>Et qu</w:t>
      </w:r>
      <w:r>
        <w:t>’</w:t>
      </w:r>
      <w:r w:rsidR="00530790" w:rsidRPr="005D5566">
        <w:t>est-ce que cela peut vous faire</w:t>
      </w:r>
      <w:r>
        <w:t xml:space="preserve">, </w:t>
      </w:r>
      <w:r w:rsidR="00530790" w:rsidRPr="005D5566">
        <w:t>petit père</w:t>
      </w:r>
      <w:r>
        <w:t> ?</w:t>
      </w:r>
    </w:p>
    <w:p w14:paraId="602CAE65" w14:textId="77777777" w:rsidR="001C0413" w:rsidRDefault="00530790" w:rsidP="001C0413">
      <w:r w:rsidRPr="005D5566">
        <w:t>Il se tourna vers elle de tout son corps</w:t>
      </w:r>
      <w:r w:rsidR="001C0413">
        <w:t> :</w:t>
      </w:r>
    </w:p>
    <w:p w14:paraId="717A0C52" w14:textId="77777777" w:rsidR="001C0413" w:rsidRDefault="001C0413" w:rsidP="001C0413">
      <w:r>
        <w:t>— </w:t>
      </w:r>
      <w:r w:rsidR="00530790" w:rsidRPr="005D5566">
        <w:t>Mais ne vous fâchez donc pas</w:t>
      </w:r>
      <w:r>
        <w:t xml:space="preserve"> ! </w:t>
      </w:r>
      <w:r w:rsidR="00530790" w:rsidRPr="005D5566">
        <w:t>Je vous ai demandé cela parce que ma mère adoptive avait aussi la tête trouée tout à fait comme vous</w:t>
      </w:r>
      <w:r>
        <w:t xml:space="preserve">. </w:t>
      </w:r>
      <w:r w:rsidR="00530790" w:rsidRPr="005D5566">
        <w:t>C</w:t>
      </w:r>
      <w:r>
        <w:t>’</w:t>
      </w:r>
      <w:r w:rsidR="00530790" w:rsidRPr="005D5566">
        <w:t>était son conjoint qui l</w:t>
      </w:r>
      <w:r>
        <w:t>’</w:t>
      </w:r>
      <w:r w:rsidR="00530790" w:rsidRPr="005D5566">
        <w:t>avait battue</w:t>
      </w:r>
      <w:r>
        <w:t xml:space="preserve">, </w:t>
      </w:r>
      <w:r w:rsidR="00530790" w:rsidRPr="005D5566">
        <w:t>avec un embauchoir</w:t>
      </w:r>
      <w:r>
        <w:t xml:space="preserve"> ! </w:t>
      </w:r>
      <w:r w:rsidR="00530790" w:rsidRPr="005D5566">
        <w:t>Il était cordonnier</w:t>
      </w:r>
      <w:r>
        <w:t xml:space="preserve">. </w:t>
      </w:r>
      <w:r w:rsidR="00530790" w:rsidRPr="005D5566">
        <w:t>Elle était blanchisseuse</w:t>
      </w:r>
      <w:r>
        <w:t xml:space="preserve">. </w:t>
      </w:r>
      <w:r w:rsidR="00530790" w:rsidRPr="005D5566">
        <w:t>Elle m</w:t>
      </w:r>
      <w:r>
        <w:t>’</w:t>
      </w:r>
      <w:r w:rsidR="00530790" w:rsidRPr="005D5566">
        <w:t>avait déjà adopté quand</w:t>
      </w:r>
      <w:r>
        <w:t xml:space="preserve">, </w:t>
      </w:r>
      <w:r w:rsidR="00530790" w:rsidRPr="005D5566">
        <w:t>pour son malheur</w:t>
      </w:r>
      <w:r>
        <w:t xml:space="preserve">, </w:t>
      </w:r>
      <w:r w:rsidR="00530790" w:rsidRPr="005D5566">
        <w:t>elle a trouvé cet ivrogne on ne sait où</w:t>
      </w:r>
      <w:r>
        <w:t xml:space="preserve"> ! </w:t>
      </w:r>
      <w:r w:rsidR="00530790" w:rsidRPr="005D5566">
        <w:t>Il la battait</w:t>
      </w:r>
      <w:r>
        <w:t xml:space="preserve">, </w:t>
      </w:r>
      <w:r w:rsidR="00530790" w:rsidRPr="005D5566">
        <w:t>je ne vous dis que ça</w:t>
      </w:r>
      <w:r>
        <w:t xml:space="preserve"> ! </w:t>
      </w:r>
      <w:r w:rsidR="00530790" w:rsidRPr="005D5566">
        <w:t>J</w:t>
      </w:r>
      <w:r>
        <w:t>’</w:t>
      </w:r>
      <w:r w:rsidR="00530790" w:rsidRPr="005D5566">
        <w:t>en avais tellement peur que la peau me craquait</w:t>
      </w:r>
      <w:r>
        <w:t>.</w:t>
      </w:r>
    </w:p>
    <w:p w14:paraId="58F994D9" w14:textId="77777777" w:rsidR="001C0413" w:rsidRDefault="00530790" w:rsidP="001C0413">
      <w:r w:rsidRPr="005D5566">
        <w:t>Pélaguée se sentit désarmée par cette franchise</w:t>
      </w:r>
      <w:r w:rsidR="001C0413">
        <w:t xml:space="preserve">, </w:t>
      </w:r>
      <w:r w:rsidRPr="005D5566">
        <w:t>et elle se dit que peut-être Pavel ne serait pas content si elle se montrait impolie envers cet original</w:t>
      </w:r>
      <w:r w:rsidR="001C0413">
        <w:t xml:space="preserve">. </w:t>
      </w:r>
      <w:r w:rsidRPr="005D5566">
        <w:t>Elle reprit avec un sourire confus</w:t>
      </w:r>
      <w:r w:rsidR="001C0413">
        <w:t> :</w:t>
      </w:r>
    </w:p>
    <w:p w14:paraId="430DD84B" w14:textId="77777777" w:rsidR="001C0413" w:rsidRDefault="001C0413" w:rsidP="001C0413">
      <w:r>
        <w:t>— </w:t>
      </w:r>
      <w:r w:rsidR="00530790" w:rsidRPr="005D5566">
        <w:t>Je ne me fâche pas</w:t>
      </w:r>
      <w:r>
        <w:t xml:space="preserve">… </w:t>
      </w:r>
      <w:r w:rsidR="00530790" w:rsidRPr="005D5566">
        <w:t>mais vous m</w:t>
      </w:r>
      <w:r>
        <w:t>’</w:t>
      </w:r>
      <w:r w:rsidR="00530790" w:rsidRPr="005D5566">
        <w:t>avez surprise</w:t>
      </w:r>
      <w:r>
        <w:t xml:space="preserve">. </w:t>
      </w:r>
      <w:r w:rsidR="00530790" w:rsidRPr="005D5566">
        <w:t>C</w:t>
      </w:r>
      <w:r>
        <w:t>’</w:t>
      </w:r>
      <w:r w:rsidR="00530790" w:rsidRPr="005D5566">
        <w:t>est un cadeau de mon mari</w:t>
      </w:r>
      <w:r>
        <w:t xml:space="preserve">, </w:t>
      </w:r>
      <w:r w:rsidR="00530790" w:rsidRPr="005D5566">
        <w:t>que Dieu ait son âme</w:t>
      </w:r>
      <w:r>
        <w:t xml:space="preserve"> ! </w:t>
      </w:r>
      <w:r w:rsidR="00530790" w:rsidRPr="005D5566">
        <w:t>Vous n</w:t>
      </w:r>
      <w:r>
        <w:t>’</w:t>
      </w:r>
      <w:r w:rsidR="00530790" w:rsidRPr="005D5566">
        <w:t>êtes pas Tatar</w:t>
      </w:r>
      <w:r>
        <w:t xml:space="preserve">, </w:t>
      </w:r>
      <w:r w:rsidR="00530790" w:rsidRPr="005D5566">
        <w:t>vous</w:t>
      </w:r>
      <w:r>
        <w:t> ?</w:t>
      </w:r>
    </w:p>
    <w:p w14:paraId="09BCB142" w14:textId="77777777" w:rsidR="001C0413" w:rsidRDefault="00530790" w:rsidP="001C0413">
      <w:r w:rsidRPr="005D5566">
        <w:t>L</w:t>
      </w:r>
      <w:r w:rsidR="001C0413">
        <w:t>’</w:t>
      </w:r>
      <w:r w:rsidRPr="005D5566">
        <w:t>homme secoua les jambes et eut un sourire si large que ses oreilles mêmes semblèrent reculer vers la nuque</w:t>
      </w:r>
      <w:r w:rsidR="001C0413">
        <w:t xml:space="preserve">. </w:t>
      </w:r>
      <w:r w:rsidRPr="005D5566">
        <w:t>Puis il dit avec gravité</w:t>
      </w:r>
      <w:r w:rsidR="001C0413">
        <w:t> :</w:t>
      </w:r>
    </w:p>
    <w:p w14:paraId="4FE743EF" w14:textId="77777777" w:rsidR="001C0413" w:rsidRDefault="001C0413" w:rsidP="001C0413">
      <w:r>
        <w:t>— </w:t>
      </w:r>
      <w:r w:rsidR="00530790" w:rsidRPr="005D5566">
        <w:t>Pas encore</w:t>
      </w:r>
      <w:r>
        <w:t xml:space="preserve">… </w:t>
      </w:r>
      <w:r w:rsidR="00530790" w:rsidRPr="005D5566">
        <w:t>je ne suis pas Tatar</w:t>
      </w:r>
      <w:r>
        <w:t> !</w:t>
      </w:r>
    </w:p>
    <w:p w14:paraId="29C1B7F3" w14:textId="77777777" w:rsidR="001C0413" w:rsidRDefault="001C0413" w:rsidP="001C0413">
      <w:r>
        <w:t>— </w:t>
      </w:r>
      <w:r w:rsidR="00530790" w:rsidRPr="005D5566">
        <w:t>Vous ne parlez pas tout à fait comme un Russe</w:t>
      </w:r>
      <w:r>
        <w:t xml:space="preserve"> ! </w:t>
      </w:r>
      <w:r w:rsidR="00530790" w:rsidRPr="005D5566">
        <w:t>expliqua la mère en souriant</w:t>
      </w:r>
      <w:r>
        <w:t xml:space="preserve"> : </w:t>
      </w:r>
      <w:r w:rsidR="00530790" w:rsidRPr="005D5566">
        <w:t>elle avait compris sa plaisanterie</w:t>
      </w:r>
      <w:r>
        <w:t>.</w:t>
      </w:r>
    </w:p>
    <w:p w14:paraId="21963B55" w14:textId="77777777" w:rsidR="001C0413" w:rsidRDefault="001C0413" w:rsidP="001C0413">
      <w:r>
        <w:t>— </w:t>
      </w:r>
      <w:r w:rsidR="00530790" w:rsidRPr="005D5566">
        <w:t>Mon langage vaut mieux que le russe</w:t>
      </w:r>
      <w:r>
        <w:t xml:space="preserve"> ! </w:t>
      </w:r>
      <w:r w:rsidR="00530790" w:rsidRPr="005D5566">
        <w:t>s</w:t>
      </w:r>
      <w:r>
        <w:t>’</w:t>
      </w:r>
      <w:r w:rsidR="00530790" w:rsidRPr="005D5566">
        <w:t>écria gaiement le visiteur en hochant la tête</w:t>
      </w:r>
      <w:r>
        <w:t xml:space="preserve">. </w:t>
      </w:r>
      <w:r w:rsidR="00530790" w:rsidRPr="005D5566">
        <w:t>Je suis Petit-Russien</w:t>
      </w:r>
      <w:r>
        <w:t xml:space="preserve">, </w:t>
      </w:r>
      <w:r w:rsidR="00530790" w:rsidRPr="005D5566">
        <w:t>de la ville de Kaniev</w:t>
      </w:r>
      <w:r>
        <w:t>.</w:t>
      </w:r>
    </w:p>
    <w:p w14:paraId="09F99B06" w14:textId="77777777" w:rsidR="001C0413" w:rsidRDefault="001C0413" w:rsidP="001C0413">
      <w:r>
        <w:lastRenderedPageBreak/>
        <w:t>— </w:t>
      </w:r>
      <w:r w:rsidR="00530790" w:rsidRPr="005D5566">
        <w:t>Y a-t-il longtemps que vous êtes ici</w:t>
      </w:r>
      <w:r>
        <w:t> ?</w:t>
      </w:r>
    </w:p>
    <w:p w14:paraId="36053D64" w14:textId="77777777" w:rsidR="001C0413" w:rsidRDefault="001C0413" w:rsidP="001C0413">
      <w:r>
        <w:t>— </w:t>
      </w:r>
      <w:r w:rsidR="00530790" w:rsidRPr="005D5566">
        <w:t>J</w:t>
      </w:r>
      <w:r>
        <w:t>’</w:t>
      </w:r>
      <w:r w:rsidR="00530790" w:rsidRPr="005D5566">
        <w:t>ai demeuré en ville près d</w:t>
      </w:r>
      <w:r>
        <w:t>’</w:t>
      </w:r>
      <w:r w:rsidR="00530790" w:rsidRPr="005D5566">
        <w:t>un an</w:t>
      </w:r>
      <w:r>
        <w:t xml:space="preserve">… </w:t>
      </w:r>
      <w:r w:rsidR="00530790" w:rsidRPr="005D5566">
        <w:t>et il y a un mois que je suis venu ici</w:t>
      </w:r>
      <w:r>
        <w:t xml:space="preserve">, </w:t>
      </w:r>
      <w:r w:rsidR="00530790" w:rsidRPr="005D5566">
        <w:t>à la fabrique</w:t>
      </w:r>
      <w:r>
        <w:t xml:space="preserve">… </w:t>
      </w:r>
      <w:r w:rsidR="00530790" w:rsidRPr="005D5566">
        <w:t>J</w:t>
      </w:r>
      <w:r>
        <w:t>’</w:t>
      </w:r>
      <w:r w:rsidR="00530790" w:rsidRPr="005D5566">
        <w:t>y ai trouvé de braves gens</w:t>
      </w:r>
      <w:r>
        <w:t xml:space="preserve">… </w:t>
      </w:r>
      <w:r w:rsidR="00530790" w:rsidRPr="005D5566">
        <w:t>votre fils</w:t>
      </w:r>
      <w:r>
        <w:t xml:space="preserve">… </w:t>
      </w:r>
      <w:r w:rsidR="00530790" w:rsidRPr="005D5566">
        <w:t>d</w:t>
      </w:r>
      <w:r>
        <w:t>’</w:t>
      </w:r>
      <w:r w:rsidR="00530790" w:rsidRPr="005D5566">
        <w:t>autres</w:t>
      </w:r>
      <w:r>
        <w:t xml:space="preserve">…, </w:t>
      </w:r>
      <w:r w:rsidR="00530790" w:rsidRPr="005D5566">
        <w:t>mais pas beaucoup</w:t>
      </w:r>
      <w:r>
        <w:t xml:space="preserve">. </w:t>
      </w:r>
      <w:r w:rsidR="00530790" w:rsidRPr="005D5566">
        <w:t>Je veux me fixer ici</w:t>
      </w:r>
      <w:r>
        <w:t xml:space="preserve">, </w:t>
      </w:r>
      <w:r w:rsidR="00530790" w:rsidRPr="005D5566">
        <w:t>ajouta-t-il en tortillant sa moustache</w:t>
      </w:r>
      <w:r>
        <w:t>.</w:t>
      </w:r>
    </w:p>
    <w:p w14:paraId="628F957B" w14:textId="77777777" w:rsidR="001C0413" w:rsidRDefault="00530790" w:rsidP="001C0413">
      <w:r w:rsidRPr="005D5566">
        <w:t>Il plaisait à Pélaguée</w:t>
      </w:r>
      <w:r w:rsidR="001C0413">
        <w:t xml:space="preserve">, </w:t>
      </w:r>
      <w:r w:rsidRPr="005D5566">
        <w:t>et pour le remercier de l</w:t>
      </w:r>
      <w:r w:rsidR="001C0413">
        <w:t>’</w:t>
      </w:r>
      <w:r w:rsidRPr="005D5566">
        <w:t>éloge qu</w:t>
      </w:r>
      <w:r w:rsidR="001C0413">
        <w:t>’</w:t>
      </w:r>
      <w:r w:rsidRPr="005D5566">
        <w:t>il venait de faire de Pavel</w:t>
      </w:r>
      <w:r w:rsidR="001C0413">
        <w:t xml:space="preserve">, </w:t>
      </w:r>
      <w:r w:rsidRPr="005D5566">
        <w:t>elle proposa</w:t>
      </w:r>
      <w:r w:rsidR="001C0413">
        <w:t> :</w:t>
      </w:r>
    </w:p>
    <w:p w14:paraId="290DA0CE" w14:textId="77777777" w:rsidR="001C0413" w:rsidRDefault="001C0413" w:rsidP="001C0413">
      <w:r>
        <w:t>— </w:t>
      </w:r>
      <w:r w:rsidR="00530790" w:rsidRPr="005D5566">
        <w:t>Voulez-vous du thé</w:t>
      </w:r>
      <w:r>
        <w:t> ?</w:t>
      </w:r>
    </w:p>
    <w:p w14:paraId="1F14BA16" w14:textId="77777777" w:rsidR="001C0413" w:rsidRDefault="001C0413" w:rsidP="001C0413">
      <w:r>
        <w:t>— </w:t>
      </w:r>
      <w:r w:rsidR="00530790" w:rsidRPr="005D5566">
        <w:t>Comment</w:t>
      </w:r>
      <w:r>
        <w:t xml:space="preserve">, </w:t>
      </w:r>
      <w:r w:rsidR="00530790" w:rsidRPr="005D5566">
        <w:t>en prendre tout seul</w:t>
      </w:r>
      <w:r>
        <w:t xml:space="preserve"> ? </w:t>
      </w:r>
      <w:r w:rsidR="00530790" w:rsidRPr="005D5566">
        <w:t>répondit-il en haussant les épaules</w:t>
      </w:r>
      <w:r>
        <w:t xml:space="preserve">. </w:t>
      </w:r>
      <w:r w:rsidR="00530790" w:rsidRPr="005D5566">
        <w:t>Quand nous serons tous réunis</w:t>
      </w:r>
      <w:r>
        <w:t xml:space="preserve">, </w:t>
      </w:r>
      <w:r w:rsidR="00530790" w:rsidRPr="005D5566">
        <w:t>vous nous en offrirez</w:t>
      </w:r>
      <w:r>
        <w:t>…</w:t>
      </w:r>
    </w:p>
    <w:p w14:paraId="4D6B7738" w14:textId="77777777" w:rsidR="001C0413" w:rsidRDefault="00530790" w:rsidP="001C0413">
      <w:r w:rsidRPr="005D5566">
        <w:t>De nouveau</w:t>
      </w:r>
      <w:r w:rsidR="001C0413">
        <w:t xml:space="preserve">, </w:t>
      </w:r>
      <w:r w:rsidRPr="005D5566">
        <w:t>on entendit des pas</w:t>
      </w:r>
      <w:r w:rsidR="001C0413">
        <w:t xml:space="preserve">, </w:t>
      </w:r>
      <w:r w:rsidRPr="005D5566">
        <w:t>la porte s</w:t>
      </w:r>
      <w:r w:rsidR="001C0413">
        <w:t>’</w:t>
      </w:r>
      <w:r w:rsidRPr="005D5566">
        <w:t>ouvrit brusquement</w:t>
      </w:r>
      <w:r w:rsidR="001C0413">
        <w:t xml:space="preserve">, </w:t>
      </w:r>
      <w:r w:rsidRPr="005D5566">
        <w:t>la mère se leva</w:t>
      </w:r>
      <w:r w:rsidR="001C0413">
        <w:t xml:space="preserve">. </w:t>
      </w:r>
      <w:r w:rsidRPr="005D5566">
        <w:t>Mais à son grand étonnement</w:t>
      </w:r>
      <w:r w:rsidR="001C0413">
        <w:t xml:space="preserve">, </w:t>
      </w:r>
      <w:r w:rsidRPr="005D5566">
        <w:t>ce fut une jeune fille légèrement et pauvrement vêtue</w:t>
      </w:r>
      <w:r w:rsidR="001C0413">
        <w:t xml:space="preserve">, </w:t>
      </w:r>
      <w:r w:rsidRPr="005D5566">
        <w:t>de petite taille</w:t>
      </w:r>
      <w:r w:rsidR="001C0413">
        <w:t xml:space="preserve">, </w:t>
      </w:r>
      <w:r w:rsidRPr="005D5566">
        <w:t>à physionomie de paysanne</w:t>
      </w:r>
      <w:r w:rsidR="001C0413">
        <w:t xml:space="preserve">, </w:t>
      </w:r>
      <w:r w:rsidRPr="005D5566">
        <w:t>qui entra dans la cuisine</w:t>
      </w:r>
      <w:r w:rsidR="001C0413">
        <w:t xml:space="preserve">. </w:t>
      </w:r>
      <w:r w:rsidRPr="005D5566">
        <w:t>La visiteuse</w:t>
      </w:r>
      <w:r w:rsidR="001C0413">
        <w:t xml:space="preserve">, </w:t>
      </w:r>
      <w:r w:rsidRPr="005D5566">
        <w:t>dont les cheveux blonds formaient une épaisse natte</w:t>
      </w:r>
      <w:r w:rsidR="001C0413">
        <w:t xml:space="preserve">, </w:t>
      </w:r>
      <w:r w:rsidRPr="005D5566">
        <w:t>demanda</w:t>
      </w:r>
      <w:r w:rsidR="001C0413">
        <w:t> :</w:t>
      </w:r>
    </w:p>
    <w:p w14:paraId="018899C5" w14:textId="77777777" w:rsidR="001C0413" w:rsidRDefault="001C0413" w:rsidP="001C0413">
      <w:r>
        <w:t>— </w:t>
      </w:r>
      <w:r w:rsidR="00530790" w:rsidRPr="005D5566">
        <w:t>Je ne suis pas en retard</w:t>
      </w:r>
      <w:r>
        <w:t> ?</w:t>
      </w:r>
    </w:p>
    <w:p w14:paraId="700AE4F2" w14:textId="77777777" w:rsidR="001C0413" w:rsidRDefault="001C0413" w:rsidP="001C0413">
      <w:r>
        <w:t>— </w:t>
      </w:r>
      <w:r w:rsidR="00530790" w:rsidRPr="005D5566">
        <w:t>Mais non</w:t>
      </w:r>
      <w:r>
        <w:t xml:space="preserve"> ! </w:t>
      </w:r>
      <w:r w:rsidR="00530790" w:rsidRPr="005D5566">
        <w:t>répondit le Petit-Russien</w:t>
      </w:r>
      <w:r>
        <w:t xml:space="preserve">, </w:t>
      </w:r>
      <w:r w:rsidR="00530790" w:rsidRPr="005D5566">
        <w:t>resté dans la chambre</w:t>
      </w:r>
      <w:r>
        <w:t xml:space="preserve">. </w:t>
      </w:r>
      <w:r w:rsidR="00530790" w:rsidRPr="005D5566">
        <w:t>Vous êtes venue à pied</w:t>
      </w:r>
      <w:r>
        <w:t> ?</w:t>
      </w:r>
    </w:p>
    <w:p w14:paraId="68C82179" w14:textId="77777777" w:rsidR="001C0413" w:rsidRDefault="001C0413" w:rsidP="001C0413">
      <w:r>
        <w:t>— </w:t>
      </w:r>
      <w:r w:rsidR="00530790" w:rsidRPr="005D5566">
        <w:t>Bien entendu</w:t>
      </w:r>
      <w:r>
        <w:t xml:space="preserve"> ! </w:t>
      </w:r>
      <w:r w:rsidR="00530790" w:rsidRPr="005D5566">
        <w:t>Vous êtes la mère de Pavel Mikhaïlovitch</w:t>
      </w:r>
      <w:r>
        <w:t xml:space="preserve"> ? </w:t>
      </w:r>
      <w:r w:rsidR="00530790" w:rsidRPr="005D5566">
        <w:t>Bonsoir</w:t>
      </w:r>
      <w:r>
        <w:t xml:space="preserve"> ! </w:t>
      </w:r>
      <w:r w:rsidR="00530790" w:rsidRPr="005D5566">
        <w:t>Je m</w:t>
      </w:r>
      <w:r>
        <w:t>’</w:t>
      </w:r>
      <w:r w:rsidR="00530790" w:rsidRPr="005D5566">
        <w:t>appelle Natacha</w:t>
      </w:r>
      <w:r>
        <w:t>.</w:t>
      </w:r>
    </w:p>
    <w:p w14:paraId="37C24704" w14:textId="77777777" w:rsidR="001C0413" w:rsidRDefault="001C0413" w:rsidP="001C0413">
      <w:r>
        <w:t>— </w:t>
      </w:r>
      <w:r w:rsidR="00530790" w:rsidRPr="005D5566">
        <w:t>Et du nom de votre père</w:t>
      </w:r>
      <w:r>
        <w:t xml:space="preserve"> ? </w:t>
      </w:r>
      <w:r w:rsidR="00530790" w:rsidRPr="005D5566">
        <w:t>demanda la mère</w:t>
      </w:r>
      <w:r>
        <w:t>.</w:t>
      </w:r>
    </w:p>
    <w:p w14:paraId="1DED4A51" w14:textId="77777777" w:rsidR="001C0413" w:rsidRDefault="001C0413" w:rsidP="001C0413">
      <w:r>
        <w:t>— </w:t>
      </w:r>
      <w:r w:rsidR="00530790" w:rsidRPr="005D5566">
        <w:t>Vassilievna</w:t>
      </w:r>
      <w:r>
        <w:t xml:space="preserve">. </w:t>
      </w:r>
      <w:r w:rsidR="00530790" w:rsidRPr="005D5566">
        <w:t>Et vous</w:t>
      </w:r>
      <w:r>
        <w:t> ?</w:t>
      </w:r>
    </w:p>
    <w:p w14:paraId="08F2BBB2" w14:textId="77777777" w:rsidR="001C0413" w:rsidRDefault="001C0413" w:rsidP="001C0413">
      <w:r>
        <w:t>— </w:t>
      </w:r>
      <w:r w:rsidR="00530790" w:rsidRPr="005D5566">
        <w:t>Pélaguée Nilovna</w:t>
      </w:r>
      <w:r>
        <w:t>.</w:t>
      </w:r>
    </w:p>
    <w:p w14:paraId="10DF22C5" w14:textId="77777777" w:rsidR="001C0413" w:rsidRDefault="001C0413" w:rsidP="001C0413">
      <w:r>
        <w:t>— </w:t>
      </w:r>
      <w:r w:rsidR="00530790" w:rsidRPr="005D5566">
        <w:t>Eh bien</w:t>
      </w:r>
      <w:r>
        <w:t xml:space="preserve">, </w:t>
      </w:r>
      <w:r w:rsidR="00530790" w:rsidRPr="005D5566">
        <w:t>nous avons fait connaissance</w:t>
      </w:r>
      <w:r>
        <w:t xml:space="preserve">, </w:t>
      </w:r>
      <w:r w:rsidR="00530790" w:rsidRPr="005D5566">
        <w:t>maintenant</w:t>
      </w:r>
      <w:r>
        <w:t> !</w:t>
      </w:r>
    </w:p>
    <w:p w14:paraId="183AD241" w14:textId="77777777" w:rsidR="001C0413" w:rsidRDefault="001C0413" w:rsidP="001C0413">
      <w:r>
        <w:lastRenderedPageBreak/>
        <w:t>— </w:t>
      </w:r>
      <w:r w:rsidR="00530790" w:rsidRPr="005D5566">
        <w:t>Oui</w:t>
      </w:r>
      <w:r>
        <w:t xml:space="preserve">, </w:t>
      </w:r>
      <w:r w:rsidR="00530790" w:rsidRPr="005D5566">
        <w:t>dit la mère</w:t>
      </w:r>
      <w:r>
        <w:t xml:space="preserve">, </w:t>
      </w:r>
      <w:r w:rsidR="00530790" w:rsidRPr="005D5566">
        <w:t>en soupirant un peu</w:t>
      </w:r>
      <w:r>
        <w:t>.</w:t>
      </w:r>
    </w:p>
    <w:p w14:paraId="6C18C647" w14:textId="77777777" w:rsidR="001C0413" w:rsidRDefault="00530790" w:rsidP="001C0413">
      <w:r w:rsidRPr="005D5566">
        <w:t>Et elle examina la jeune fille avec un sourire</w:t>
      </w:r>
      <w:r w:rsidR="001C0413">
        <w:t>.</w:t>
      </w:r>
    </w:p>
    <w:p w14:paraId="57944148" w14:textId="77777777" w:rsidR="001C0413" w:rsidRDefault="00530790" w:rsidP="001C0413">
      <w:r w:rsidRPr="005D5566">
        <w:t>Le Petit-Russien demanda</w:t>
      </w:r>
      <w:r w:rsidR="001C0413">
        <w:t> :</w:t>
      </w:r>
    </w:p>
    <w:p w14:paraId="2BACE4D1" w14:textId="77777777" w:rsidR="001C0413" w:rsidRDefault="001C0413" w:rsidP="001C0413">
      <w:r>
        <w:t>— </w:t>
      </w:r>
      <w:r w:rsidR="00530790" w:rsidRPr="005D5566">
        <w:t>Il fait froid</w:t>
      </w:r>
      <w:r>
        <w:t> ?</w:t>
      </w:r>
    </w:p>
    <w:p w14:paraId="142F0DEE" w14:textId="77777777" w:rsidR="001C0413" w:rsidRDefault="001C0413" w:rsidP="001C0413">
      <w:r>
        <w:t>— </w:t>
      </w:r>
      <w:r w:rsidR="00530790" w:rsidRPr="005D5566">
        <w:t>Oui</w:t>
      </w:r>
      <w:r>
        <w:t xml:space="preserve">, </w:t>
      </w:r>
      <w:r w:rsidR="00530790" w:rsidRPr="005D5566">
        <w:t>très froid</w:t>
      </w:r>
      <w:r>
        <w:t xml:space="preserve">, </w:t>
      </w:r>
      <w:r w:rsidR="00530790" w:rsidRPr="005D5566">
        <w:t>dans les champs</w:t>
      </w:r>
      <w:r>
        <w:t xml:space="preserve"> ! </w:t>
      </w:r>
      <w:r w:rsidR="00530790" w:rsidRPr="005D5566">
        <w:t>Le vent souffle</w:t>
      </w:r>
      <w:r>
        <w:t>.</w:t>
      </w:r>
    </w:p>
    <w:p w14:paraId="725FC3C1" w14:textId="26F60178" w:rsidR="001C0413" w:rsidRDefault="00530790" w:rsidP="001C0413">
      <w:r w:rsidRPr="005D5566">
        <w:t xml:space="preserve">Elle avait une voix </w:t>
      </w:r>
      <w:r w:rsidR="001C0413">
        <w:t>moel</w:t>
      </w:r>
      <w:r w:rsidRPr="005D5566">
        <w:t>leuse</w:t>
      </w:r>
      <w:r w:rsidR="001C0413">
        <w:t xml:space="preserve">, </w:t>
      </w:r>
      <w:r w:rsidRPr="005D5566">
        <w:t>claire</w:t>
      </w:r>
      <w:r w:rsidR="001C0413">
        <w:t xml:space="preserve"> ; </w:t>
      </w:r>
      <w:r w:rsidRPr="005D5566">
        <w:t>sa bouche était petite et ronde</w:t>
      </w:r>
      <w:r w:rsidR="001C0413">
        <w:t xml:space="preserve">, </w:t>
      </w:r>
      <w:r w:rsidRPr="005D5566">
        <w:t>toute sa personne potelée et fraîche</w:t>
      </w:r>
      <w:r w:rsidR="001C0413">
        <w:t xml:space="preserve">. </w:t>
      </w:r>
      <w:r w:rsidRPr="005D5566">
        <w:t>Après avoir enlevé son manteau</w:t>
      </w:r>
      <w:r w:rsidR="001C0413">
        <w:t xml:space="preserve">, </w:t>
      </w:r>
      <w:r w:rsidRPr="005D5566">
        <w:t>elle frotta énergiquement ses joues colorées avec ses petites mains rougies par le froid</w:t>
      </w:r>
      <w:r w:rsidR="001C0413">
        <w:t xml:space="preserve">, </w:t>
      </w:r>
      <w:r w:rsidRPr="005D5566">
        <w:t>en marchant dans la chambre à pas rapides</w:t>
      </w:r>
      <w:r w:rsidR="001C0413">
        <w:t xml:space="preserve"> ; </w:t>
      </w:r>
      <w:r w:rsidRPr="005D5566">
        <w:t>les talons de ses bottines faisaient résonner le plancher</w:t>
      </w:r>
      <w:r w:rsidR="001C0413">
        <w:t>.</w:t>
      </w:r>
    </w:p>
    <w:p w14:paraId="2C2472F9" w14:textId="77777777" w:rsidR="001C0413" w:rsidRDefault="001C0413" w:rsidP="001C0413">
      <w:r>
        <w:t>— </w:t>
      </w:r>
      <w:r w:rsidR="00530790" w:rsidRPr="005D5566">
        <w:t>Elle n</w:t>
      </w:r>
      <w:r>
        <w:t>’</w:t>
      </w:r>
      <w:r w:rsidR="00530790" w:rsidRPr="005D5566">
        <w:t>a pas de caoutchouc</w:t>
      </w:r>
      <w:r>
        <w:t xml:space="preserve"> ! </w:t>
      </w:r>
      <w:r w:rsidR="00530790" w:rsidRPr="005D5566">
        <w:t>pensa la mère</w:t>
      </w:r>
      <w:r>
        <w:t>.</w:t>
      </w:r>
    </w:p>
    <w:p w14:paraId="09DCC13F" w14:textId="77777777" w:rsidR="001C0413" w:rsidRDefault="001C0413" w:rsidP="001C0413">
      <w:r>
        <w:t>— </w:t>
      </w:r>
      <w:r w:rsidR="00530790" w:rsidRPr="005D5566">
        <w:t>Oui</w:t>
      </w:r>
      <w:r>
        <w:t xml:space="preserve"> ! </w:t>
      </w:r>
      <w:r w:rsidR="00530790" w:rsidRPr="005D5566">
        <w:t>dit la jeune fille en traînant les mots</w:t>
      </w:r>
      <w:r>
        <w:t xml:space="preserve">, </w:t>
      </w:r>
      <w:r w:rsidR="00530790" w:rsidRPr="005D5566">
        <w:t>je suis transie</w:t>
      </w:r>
      <w:r>
        <w:t xml:space="preserve">, </w:t>
      </w:r>
      <w:r w:rsidR="00530790" w:rsidRPr="005D5566">
        <w:t>gelée</w:t>
      </w:r>
      <w:r>
        <w:t>.</w:t>
      </w:r>
    </w:p>
    <w:p w14:paraId="7459B26D" w14:textId="77777777" w:rsidR="001C0413" w:rsidRDefault="001C0413" w:rsidP="001C0413">
      <w:r>
        <w:t>— </w:t>
      </w:r>
      <w:r w:rsidR="00530790" w:rsidRPr="005D5566">
        <w:t>Je vais tout de suite préparer le samovar</w:t>
      </w:r>
      <w:r>
        <w:t xml:space="preserve">, </w:t>
      </w:r>
      <w:r w:rsidR="00530790" w:rsidRPr="005D5566">
        <w:t>tout de suite</w:t>
      </w:r>
      <w:r>
        <w:t xml:space="preserve">, </w:t>
      </w:r>
      <w:r w:rsidR="00530790" w:rsidRPr="005D5566">
        <w:t>fit vivement la mère</w:t>
      </w:r>
      <w:r>
        <w:t>.</w:t>
      </w:r>
    </w:p>
    <w:p w14:paraId="30482D39" w14:textId="77777777" w:rsidR="001C0413" w:rsidRDefault="00530790" w:rsidP="001C0413">
      <w:r w:rsidRPr="005D5566">
        <w:t>Et elle sortit</w:t>
      </w:r>
      <w:r w:rsidR="001C0413">
        <w:t>.</w:t>
      </w:r>
    </w:p>
    <w:p w14:paraId="5EDDCC7E" w14:textId="77777777" w:rsidR="001C0413" w:rsidRDefault="00530790" w:rsidP="001C0413">
      <w:r w:rsidRPr="005D5566">
        <w:t>Il lui semblait qu</w:t>
      </w:r>
      <w:r w:rsidR="001C0413">
        <w:t>’</w:t>
      </w:r>
      <w:r w:rsidRPr="005D5566">
        <w:t>elle connaissait la jeune fille depuis longtemps et qu</w:t>
      </w:r>
      <w:r w:rsidR="001C0413">
        <w:t>’</w:t>
      </w:r>
      <w:r w:rsidRPr="005D5566">
        <w:t>elle l</w:t>
      </w:r>
      <w:r w:rsidR="001C0413">
        <w:t>’</w:t>
      </w:r>
      <w:r w:rsidRPr="005D5566">
        <w:t>aimait d</w:t>
      </w:r>
      <w:r w:rsidR="001C0413">
        <w:t>’</w:t>
      </w:r>
      <w:r w:rsidRPr="005D5566">
        <w:t>un véritable amour de mère</w:t>
      </w:r>
      <w:r w:rsidR="001C0413">
        <w:t xml:space="preserve">. </w:t>
      </w:r>
      <w:r w:rsidRPr="005D5566">
        <w:t>Elle était contente de la voir</w:t>
      </w:r>
      <w:r w:rsidR="001C0413">
        <w:t xml:space="preserve"> ; </w:t>
      </w:r>
      <w:r w:rsidRPr="005D5566">
        <w:t>tout en songeant aux yeux bleus un peu clignotants de son hôte</w:t>
      </w:r>
      <w:r w:rsidR="001C0413">
        <w:t xml:space="preserve">, </w:t>
      </w:r>
      <w:r w:rsidRPr="005D5566">
        <w:t>elle souriait de satisfaction</w:t>
      </w:r>
      <w:r w:rsidR="001C0413">
        <w:t xml:space="preserve"> ; </w:t>
      </w:r>
      <w:r w:rsidRPr="005D5566">
        <w:t>elle prêta l</w:t>
      </w:r>
      <w:r w:rsidR="001C0413">
        <w:t>’</w:t>
      </w:r>
      <w:r w:rsidRPr="005D5566">
        <w:t>oreille à la conversation</w:t>
      </w:r>
      <w:r w:rsidR="001C0413">
        <w:t>.</w:t>
      </w:r>
    </w:p>
    <w:p w14:paraId="1EE02929" w14:textId="77777777" w:rsidR="001C0413" w:rsidRDefault="001C0413" w:rsidP="001C0413">
      <w:r>
        <w:t>— </w:t>
      </w:r>
      <w:r w:rsidR="00530790" w:rsidRPr="005D5566">
        <w:t>Pourquoi êtes-vous triste André</w:t>
      </w:r>
      <w:r>
        <w:t xml:space="preserve"> ? </w:t>
      </w:r>
      <w:r w:rsidR="00530790" w:rsidRPr="005D5566">
        <w:t>demanda la jeune fille</w:t>
      </w:r>
      <w:r>
        <w:t>.</w:t>
      </w:r>
    </w:p>
    <w:p w14:paraId="14030C40" w14:textId="77777777" w:rsidR="001C0413" w:rsidRDefault="001C0413" w:rsidP="001C0413">
      <w:r>
        <w:t>— </w:t>
      </w:r>
      <w:r w:rsidR="00530790" w:rsidRPr="005D5566">
        <w:t>Comme ça</w:t>
      </w:r>
      <w:r>
        <w:t xml:space="preserve"> ! </w:t>
      </w:r>
      <w:r w:rsidR="00530790" w:rsidRPr="005D5566">
        <w:t>répondit le Petit-Russien à mi-voix</w:t>
      </w:r>
      <w:r>
        <w:t xml:space="preserve">. </w:t>
      </w:r>
      <w:r w:rsidR="00530790" w:rsidRPr="005D5566">
        <w:t>La veuve a de bons yeux et je pensais que</w:t>
      </w:r>
      <w:r>
        <w:t xml:space="preserve">, </w:t>
      </w:r>
      <w:r w:rsidR="00530790" w:rsidRPr="005D5566">
        <w:t>peut-être</w:t>
      </w:r>
      <w:r>
        <w:t xml:space="preserve">, </w:t>
      </w:r>
      <w:r w:rsidR="00530790" w:rsidRPr="005D5566">
        <w:t xml:space="preserve">ceux de ma </w:t>
      </w:r>
      <w:r w:rsidR="00530790" w:rsidRPr="005D5566">
        <w:lastRenderedPageBreak/>
        <w:t>mère sont pareils</w:t>
      </w:r>
      <w:r>
        <w:t xml:space="preserve">… </w:t>
      </w:r>
      <w:r w:rsidR="00530790" w:rsidRPr="005D5566">
        <w:t>Je pense souvent à ma mère</w:t>
      </w:r>
      <w:r>
        <w:t xml:space="preserve">, </w:t>
      </w:r>
      <w:r w:rsidR="00530790" w:rsidRPr="005D5566">
        <w:t>vous savez</w:t>
      </w:r>
      <w:r>
        <w:t xml:space="preserve">… </w:t>
      </w:r>
      <w:r w:rsidR="00530790" w:rsidRPr="005D5566">
        <w:t>il me semble toujours qu</w:t>
      </w:r>
      <w:r>
        <w:t>’</w:t>
      </w:r>
      <w:r w:rsidR="00530790" w:rsidRPr="005D5566">
        <w:t>elle est vivante</w:t>
      </w:r>
      <w:r>
        <w:t>…</w:t>
      </w:r>
    </w:p>
    <w:p w14:paraId="2D5B29C7" w14:textId="77777777" w:rsidR="001C0413" w:rsidRDefault="001C0413" w:rsidP="001C0413">
      <w:r>
        <w:t>— </w:t>
      </w:r>
      <w:r w:rsidR="00530790" w:rsidRPr="005D5566">
        <w:t>Vous disiez qu</w:t>
      </w:r>
      <w:r>
        <w:t>’</w:t>
      </w:r>
      <w:r w:rsidR="00530790" w:rsidRPr="005D5566">
        <w:t>elle était morte</w:t>
      </w:r>
      <w:r>
        <w:t>…</w:t>
      </w:r>
    </w:p>
    <w:p w14:paraId="4B18CEE4" w14:textId="77777777" w:rsidR="001C0413" w:rsidRDefault="001C0413" w:rsidP="001C0413">
      <w:r>
        <w:t>— </w:t>
      </w:r>
      <w:r w:rsidR="00530790" w:rsidRPr="005D5566">
        <w:t>Non</w:t>
      </w:r>
      <w:r>
        <w:t xml:space="preserve">, </w:t>
      </w:r>
      <w:r w:rsidR="00530790" w:rsidRPr="005D5566">
        <w:t>c</w:t>
      </w:r>
      <w:r>
        <w:t>’</w:t>
      </w:r>
      <w:r w:rsidR="00530790" w:rsidRPr="005D5566">
        <w:t>est ma mère adoptive</w:t>
      </w:r>
      <w:r>
        <w:t xml:space="preserve">… </w:t>
      </w:r>
      <w:r w:rsidR="00530790" w:rsidRPr="005D5566">
        <w:t>Je parle de ma vraie mère</w:t>
      </w:r>
      <w:r>
        <w:t xml:space="preserve">… </w:t>
      </w:r>
      <w:r w:rsidR="00530790" w:rsidRPr="005D5566">
        <w:t>Je me figure qu</w:t>
      </w:r>
      <w:r>
        <w:t>’</w:t>
      </w:r>
      <w:r w:rsidR="00530790" w:rsidRPr="005D5566">
        <w:t>elle demande l</w:t>
      </w:r>
      <w:r>
        <w:t>’</w:t>
      </w:r>
      <w:r w:rsidR="00530790" w:rsidRPr="005D5566">
        <w:t>aumône quelque part à Kiev et qu</w:t>
      </w:r>
      <w:r>
        <w:t>’</w:t>
      </w:r>
      <w:r w:rsidR="00530790" w:rsidRPr="005D5566">
        <w:t>elle boit de l</w:t>
      </w:r>
      <w:r>
        <w:t>’</w:t>
      </w:r>
      <w:r w:rsidR="00530790" w:rsidRPr="005D5566">
        <w:t>eau-de-vie</w:t>
      </w:r>
      <w:r>
        <w:t>…</w:t>
      </w:r>
    </w:p>
    <w:p w14:paraId="70A749AB" w14:textId="77777777" w:rsidR="001C0413" w:rsidRDefault="001C0413" w:rsidP="001C0413">
      <w:r>
        <w:t>— </w:t>
      </w:r>
      <w:r w:rsidR="00530790" w:rsidRPr="005D5566">
        <w:t>Pourquoi</w:t>
      </w:r>
      <w:r>
        <w:t> ?</w:t>
      </w:r>
    </w:p>
    <w:p w14:paraId="1B0861FA" w14:textId="77777777" w:rsidR="001C0413" w:rsidRDefault="001C0413" w:rsidP="001C0413">
      <w:r>
        <w:t>— </w:t>
      </w:r>
      <w:r w:rsidR="00530790" w:rsidRPr="005D5566">
        <w:t>Comme ça</w:t>
      </w:r>
      <w:r>
        <w:t xml:space="preserve">… </w:t>
      </w:r>
      <w:r w:rsidR="00530790" w:rsidRPr="005D5566">
        <w:t>Et quand elle est ivre</w:t>
      </w:r>
      <w:r>
        <w:t xml:space="preserve">, </w:t>
      </w:r>
      <w:r w:rsidR="00530790" w:rsidRPr="005D5566">
        <w:t>les agents de police la frappent au visage</w:t>
      </w:r>
      <w:r>
        <w:t>…</w:t>
      </w:r>
    </w:p>
    <w:p w14:paraId="384E2E4E" w14:textId="77777777" w:rsidR="001C0413" w:rsidRDefault="001C0413" w:rsidP="001C0413">
      <w:r>
        <w:t>— </w:t>
      </w:r>
      <w:r w:rsidR="00530790" w:rsidRPr="005D5566">
        <w:t>Ah</w:t>
      </w:r>
      <w:r>
        <w:t xml:space="preserve"> ! </w:t>
      </w:r>
      <w:r w:rsidR="00530790" w:rsidRPr="005D5566">
        <w:t>le pauvre homme</w:t>
      </w:r>
      <w:r>
        <w:t xml:space="preserve"> ! </w:t>
      </w:r>
      <w:r w:rsidR="00530790" w:rsidRPr="005D5566">
        <w:t>pensa la mère en soupirant</w:t>
      </w:r>
      <w:r>
        <w:t>.</w:t>
      </w:r>
    </w:p>
    <w:p w14:paraId="57252C45" w14:textId="77777777" w:rsidR="001C0413" w:rsidRDefault="00530790" w:rsidP="001C0413">
      <w:r w:rsidRPr="005D5566">
        <w:t>Natacha se mit à parler rapidement</w:t>
      </w:r>
      <w:r w:rsidR="001C0413">
        <w:t xml:space="preserve">, </w:t>
      </w:r>
      <w:r w:rsidRPr="005D5566">
        <w:t>mais à mi-voix</w:t>
      </w:r>
      <w:r w:rsidR="001C0413">
        <w:t xml:space="preserve">. </w:t>
      </w:r>
      <w:r w:rsidRPr="005D5566">
        <w:t>Puis la voix sonore du Petit-Russien résonna de nouveau</w:t>
      </w:r>
      <w:r w:rsidR="001C0413">
        <w:t> :</w:t>
      </w:r>
    </w:p>
    <w:p w14:paraId="14ACBA5D" w14:textId="77777777" w:rsidR="001C0413" w:rsidRDefault="001C0413" w:rsidP="001C0413">
      <w:r>
        <w:t>— </w:t>
      </w:r>
      <w:r w:rsidR="00530790" w:rsidRPr="005D5566">
        <w:t>Vous êtes encore jeune</w:t>
      </w:r>
      <w:r>
        <w:t xml:space="preserve"> ! </w:t>
      </w:r>
      <w:r w:rsidR="00530790" w:rsidRPr="005D5566">
        <w:t>vous n</w:t>
      </w:r>
      <w:r>
        <w:t>’</w:t>
      </w:r>
      <w:r w:rsidR="00530790" w:rsidRPr="005D5566">
        <w:t>avez pas beaucoup d</w:t>
      </w:r>
      <w:r>
        <w:t>’</w:t>
      </w:r>
      <w:r w:rsidR="00530790" w:rsidRPr="005D5566">
        <w:t>expérience</w:t>
      </w:r>
      <w:r>
        <w:t xml:space="preserve"> ! </w:t>
      </w:r>
      <w:r w:rsidR="00530790" w:rsidRPr="005D5566">
        <w:t>Chacun a une mère</w:t>
      </w:r>
      <w:r>
        <w:t xml:space="preserve">, </w:t>
      </w:r>
      <w:r w:rsidR="00530790" w:rsidRPr="005D5566">
        <w:t>et pourtant les gens sont mauvais</w:t>
      </w:r>
      <w:r>
        <w:t xml:space="preserve">. </w:t>
      </w:r>
      <w:r w:rsidR="00530790" w:rsidRPr="005D5566">
        <w:t>Il est difficile d</w:t>
      </w:r>
      <w:r>
        <w:t>’</w:t>
      </w:r>
      <w:r w:rsidR="00530790" w:rsidRPr="005D5566">
        <w:t>accoucher</w:t>
      </w:r>
      <w:r>
        <w:t xml:space="preserve">, </w:t>
      </w:r>
      <w:r w:rsidR="00530790" w:rsidRPr="005D5566">
        <w:t>mais il est encore plus difficile d</w:t>
      </w:r>
      <w:r>
        <w:t>’</w:t>
      </w:r>
      <w:r w:rsidR="00530790" w:rsidRPr="005D5566">
        <w:t>enseigner le bien à l</w:t>
      </w:r>
      <w:r>
        <w:t>’</w:t>
      </w:r>
      <w:r w:rsidR="00530790" w:rsidRPr="005D5566">
        <w:t>homme</w:t>
      </w:r>
      <w:r>
        <w:t>.</w:t>
      </w:r>
    </w:p>
    <w:p w14:paraId="6EBAFEF3" w14:textId="77777777" w:rsidR="001C0413" w:rsidRDefault="001C0413" w:rsidP="001C0413">
      <w:r>
        <w:t>— </w:t>
      </w:r>
      <w:r w:rsidR="00530790" w:rsidRPr="005D5566">
        <w:t>Voyez-vous</w:t>
      </w:r>
      <w:r>
        <w:t xml:space="preserve"> ! </w:t>
      </w:r>
      <w:r w:rsidR="00530790" w:rsidRPr="005D5566">
        <w:t>s</w:t>
      </w:r>
      <w:r>
        <w:t>’</w:t>
      </w:r>
      <w:r w:rsidR="00530790" w:rsidRPr="005D5566">
        <w:t>exclama intérieurement la mère</w:t>
      </w:r>
      <w:r>
        <w:t>.</w:t>
      </w:r>
    </w:p>
    <w:p w14:paraId="4FD8EB04" w14:textId="77777777" w:rsidR="001C0413" w:rsidRDefault="00530790" w:rsidP="001C0413">
      <w:r w:rsidRPr="005D5566">
        <w:t>Elle aurait voulu pouvoir répondre au Petit-Russien</w:t>
      </w:r>
      <w:r w:rsidR="001C0413">
        <w:t xml:space="preserve">, </w:t>
      </w:r>
      <w:r w:rsidRPr="005D5566">
        <w:t>lui dire que</w:t>
      </w:r>
      <w:r w:rsidR="001C0413">
        <w:t xml:space="preserve">, </w:t>
      </w:r>
      <w:r w:rsidRPr="005D5566">
        <w:t>elle</w:t>
      </w:r>
      <w:r w:rsidR="001C0413">
        <w:t xml:space="preserve">, </w:t>
      </w:r>
      <w:r w:rsidRPr="005D5566">
        <w:t>par exemple</w:t>
      </w:r>
      <w:r w:rsidR="001C0413">
        <w:t xml:space="preserve">, </w:t>
      </w:r>
      <w:r w:rsidRPr="005D5566">
        <w:t>aurait été heureuse d</w:t>
      </w:r>
      <w:r w:rsidR="001C0413">
        <w:t>’</w:t>
      </w:r>
      <w:r w:rsidRPr="005D5566">
        <w:t>enseigner le bien à son fils</w:t>
      </w:r>
      <w:r w:rsidR="001C0413">
        <w:t xml:space="preserve">, </w:t>
      </w:r>
      <w:r w:rsidRPr="005D5566">
        <w:t>mais qu</w:t>
      </w:r>
      <w:r w:rsidR="001C0413">
        <w:t>’</w:t>
      </w:r>
      <w:r w:rsidRPr="005D5566">
        <w:t>elle ne savait rien elle-même</w:t>
      </w:r>
      <w:r w:rsidR="001C0413">
        <w:t>.</w:t>
      </w:r>
    </w:p>
    <w:p w14:paraId="1C016038" w14:textId="77777777" w:rsidR="001C0413" w:rsidRDefault="00530790" w:rsidP="001C0413">
      <w:r w:rsidRPr="005D5566">
        <w:t>Mais la porte s</w:t>
      </w:r>
      <w:r w:rsidR="001C0413">
        <w:t>’</w:t>
      </w:r>
      <w:r w:rsidRPr="005D5566">
        <w:t>ouvrit lentement et livra passage à Vessoftchikov</w:t>
      </w:r>
      <w:r w:rsidR="001C0413">
        <w:t xml:space="preserve">, </w:t>
      </w:r>
      <w:r w:rsidRPr="005D5566">
        <w:t>fils du vieux voleur Danilo</w:t>
      </w:r>
      <w:r w:rsidR="001C0413">
        <w:t xml:space="preserve">, </w:t>
      </w:r>
      <w:r w:rsidRPr="005D5566">
        <w:t>et misanthrope célèbre dans tout le faubourg</w:t>
      </w:r>
      <w:r w:rsidR="001C0413">
        <w:t xml:space="preserve">. </w:t>
      </w:r>
      <w:r w:rsidRPr="005D5566">
        <w:t>Il se tenait toujours à l</w:t>
      </w:r>
      <w:r w:rsidR="001C0413">
        <w:t>’</w:t>
      </w:r>
      <w:r w:rsidRPr="005D5566">
        <w:t>écart et chacun se moquait de lui à ce propos</w:t>
      </w:r>
      <w:r w:rsidR="001C0413">
        <w:t xml:space="preserve">. </w:t>
      </w:r>
      <w:r w:rsidRPr="005D5566">
        <w:t>La mère demanda</w:t>
      </w:r>
      <w:r w:rsidR="001C0413">
        <w:t xml:space="preserve">, </w:t>
      </w:r>
      <w:r w:rsidRPr="005D5566">
        <w:t>étonnée</w:t>
      </w:r>
      <w:r w:rsidR="001C0413">
        <w:t> :</w:t>
      </w:r>
    </w:p>
    <w:p w14:paraId="36E8C5CB" w14:textId="77777777" w:rsidR="001C0413" w:rsidRDefault="001C0413" w:rsidP="001C0413">
      <w:r>
        <w:t>— </w:t>
      </w:r>
      <w:r w:rsidR="00530790" w:rsidRPr="005D5566">
        <w:t>Que veux-tu</w:t>
      </w:r>
      <w:r>
        <w:t> ?</w:t>
      </w:r>
    </w:p>
    <w:p w14:paraId="57E28370" w14:textId="77777777" w:rsidR="001C0413" w:rsidRDefault="00530790" w:rsidP="001C0413">
      <w:r w:rsidRPr="005D5566">
        <w:lastRenderedPageBreak/>
        <w:t>Il la regarda de ses petits yeux gris</w:t>
      </w:r>
      <w:r w:rsidR="001C0413">
        <w:t xml:space="preserve">, </w:t>
      </w:r>
      <w:r w:rsidRPr="005D5566">
        <w:t>essuya de la large paume de sa main son visage grêlé aux larges pommettes et</w:t>
      </w:r>
      <w:r w:rsidR="001C0413">
        <w:t xml:space="preserve">, </w:t>
      </w:r>
      <w:r w:rsidRPr="005D5566">
        <w:t xml:space="preserve">sans répondre à la salutation de </w:t>
      </w:r>
      <w:r w:rsidRPr="005D5566">
        <w:rPr>
          <w:bCs/>
        </w:rPr>
        <w:t>Péla</w:t>
      </w:r>
      <w:r w:rsidRPr="005D5566">
        <w:t>guée</w:t>
      </w:r>
      <w:r w:rsidR="001C0413">
        <w:t xml:space="preserve">, </w:t>
      </w:r>
      <w:r w:rsidRPr="005D5566">
        <w:t>il demanda d</w:t>
      </w:r>
      <w:r w:rsidR="001C0413">
        <w:t>’</w:t>
      </w:r>
      <w:r w:rsidRPr="005D5566">
        <w:t>une voix sourde</w:t>
      </w:r>
      <w:r w:rsidR="001C0413">
        <w:t> :</w:t>
      </w:r>
    </w:p>
    <w:p w14:paraId="55D0E713" w14:textId="77777777" w:rsidR="001C0413" w:rsidRDefault="001C0413" w:rsidP="001C0413">
      <w:r>
        <w:t>— </w:t>
      </w:r>
      <w:r w:rsidR="00530790" w:rsidRPr="005D5566">
        <w:t>Pavel est à la maison</w:t>
      </w:r>
      <w:r>
        <w:t> ?</w:t>
      </w:r>
    </w:p>
    <w:p w14:paraId="380A5D02" w14:textId="77777777" w:rsidR="001C0413" w:rsidRDefault="001C0413" w:rsidP="001C0413">
      <w:r>
        <w:t>— </w:t>
      </w:r>
      <w:r w:rsidR="00530790" w:rsidRPr="005D5566">
        <w:t>Non</w:t>
      </w:r>
      <w:r>
        <w:t>.</w:t>
      </w:r>
    </w:p>
    <w:p w14:paraId="6AC131B6" w14:textId="77777777" w:rsidR="001C0413" w:rsidRDefault="00530790" w:rsidP="001C0413">
      <w:r w:rsidRPr="005D5566">
        <w:t>Il jeta un coup d</w:t>
      </w:r>
      <w:r w:rsidR="001C0413">
        <w:t>’</w:t>
      </w:r>
      <w:r w:rsidRPr="005D5566">
        <w:t>œil dans la chambre et y pénétra en disant</w:t>
      </w:r>
      <w:r w:rsidR="001C0413">
        <w:t> :</w:t>
      </w:r>
    </w:p>
    <w:p w14:paraId="709FC01A" w14:textId="77777777" w:rsidR="001C0413" w:rsidRDefault="001C0413" w:rsidP="001C0413">
      <w:r>
        <w:t>— </w:t>
      </w:r>
      <w:r w:rsidR="00530790" w:rsidRPr="005D5566">
        <w:t>Bonsoir</w:t>
      </w:r>
      <w:r>
        <w:t xml:space="preserve">, </w:t>
      </w:r>
      <w:r w:rsidR="00530790" w:rsidRPr="005D5566">
        <w:t>camarades</w:t>
      </w:r>
      <w:r>
        <w:t>…</w:t>
      </w:r>
    </w:p>
    <w:p w14:paraId="0D5866F4" w14:textId="77777777" w:rsidR="001C0413" w:rsidRDefault="001C0413" w:rsidP="001C0413">
      <w:r>
        <w:t>— </w:t>
      </w:r>
      <w:r w:rsidR="00530790" w:rsidRPr="005D5566">
        <w:t>Lui aussi</w:t>
      </w:r>
      <w:r>
        <w:t xml:space="preserve"> !… </w:t>
      </w:r>
      <w:r w:rsidR="00530790" w:rsidRPr="005D5566">
        <w:t>Est-ce possible</w:t>
      </w:r>
      <w:r>
        <w:t xml:space="preserve"> ? </w:t>
      </w:r>
      <w:r w:rsidR="00530790" w:rsidRPr="005D5566">
        <w:t>pensa la mère avec hostilité</w:t>
      </w:r>
      <w:r>
        <w:t>.</w:t>
      </w:r>
    </w:p>
    <w:p w14:paraId="24633376" w14:textId="77777777" w:rsidR="001C0413" w:rsidRDefault="00530790" w:rsidP="001C0413">
      <w:r w:rsidRPr="005D5566">
        <w:t>Et elle fut très étonnée de voir Natacha tendre la main au nouveau venu avec un air joyeux et affectueux</w:t>
      </w:r>
      <w:r w:rsidR="001C0413">
        <w:t>.</w:t>
      </w:r>
    </w:p>
    <w:p w14:paraId="53AF8156" w14:textId="77777777" w:rsidR="001C0413" w:rsidRDefault="00530790" w:rsidP="001C0413">
      <w:r w:rsidRPr="005D5566">
        <w:t>Puis survinrent deux autres jeunes gens</w:t>
      </w:r>
      <w:r w:rsidR="001C0413">
        <w:t xml:space="preserve">, </w:t>
      </w:r>
      <w:r w:rsidRPr="005D5566">
        <w:t>des enfants presque</w:t>
      </w:r>
      <w:r w:rsidR="001C0413">
        <w:t xml:space="preserve">. </w:t>
      </w:r>
      <w:r w:rsidRPr="005D5566">
        <w:t>La mère connaissait l</w:t>
      </w:r>
      <w:r w:rsidR="001C0413">
        <w:t>’</w:t>
      </w:r>
      <w:r w:rsidRPr="005D5566">
        <w:t>un d</w:t>
      </w:r>
      <w:r w:rsidR="001C0413">
        <w:t>’</w:t>
      </w:r>
      <w:r w:rsidRPr="005D5566">
        <w:t>eux</w:t>
      </w:r>
      <w:r w:rsidR="001C0413">
        <w:t xml:space="preserve"> : </w:t>
      </w:r>
      <w:r w:rsidRPr="005D5566">
        <w:t>c</w:t>
      </w:r>
      <w:r w:rsidR="001C0413">
        <w:t>’</w:t>
      </w:r>
      <w:r w:rsidRPr="005D5566">
        <w:t>était le neveu de Fédor Sizov</w:t>
      </w:r>
      <w:r w:rsidR="001C0413">
        <w:t xml:space="preserve">, </w:t>
      </w:r>
      <w:r w:rsidRPr="005D5566">
        <w:t>vieil ouvrier de la fabrique</w:t>
      </w:r>
      <w:r w:rsidR="001C0413">
        <w:t xml:space="preserve"> ; </w:t>
      </w:r>
      <w:r w:rsidRPr="005D5566">
        <w:t>il avait les traits aigus</w:t>
      </w:r>
      <w:r w:rsidR="001C0413">
        <w:t xml:space="preserve">, </w:t>
      </w:r>
      <w:r w:rsidRPr="005D5566">
        <w:t>un front très haut et des cheveux bouclés</w:t>
      </w:r>
      <w:r w:rsidR="001C0413">
        <w:t xml:space="preserve">. </w:t>
      </w:r>
      <w:r w:rsidRPr="005D5566">
        <w:t>L</w:t>
      </w:r>
      <w:r w:rsidR="001C0413">
        <w:t>’</w:t>
      </w:r>
      <w:r w:rsidRPr="005D5566">
        <w:t>autre</w:t>
      </w:r>
      <w:r w:rsidR="001C0413">
        <w:t xml:space="preserve">, </w:t>
      </w:r>
      <w:r w:rsidRPr="005D5566">
        <w:t>aux cheveux plats</w:t>
      </w:r>
      <w:r w:rsidR="001C0413">
        <w:t xml:space="preserve">, </w:t>
      </w:r>
      <w:r w:rsidRPr="005D5566">
        <w:t>lui était inconnu</w:t>
      </w:r>
      <w:r w:rsidR="001C0413">
        <w:t xml:space="preserve">, </w:t>
      </w:r>
      <w:r w:rsidRPr="005D5566">
        <w:t>mais ne la terrifiait pas</w:t>
      </w:r>
      <w:r w:rsidR="001C0413">
        <w:t xml:space="preserve">, </w:t>
      </w:r>
      <w:r w:rsidRPr="005D5566">
        <w:t>il paraissait modeste</w:t>
      </w:r>
      <w:r w:rsidR="001C0413">
        <w:t xml:space="preserve">. </w:t>
      </w:r>
      <w:r w:rsidRPr="005D5566">
        <w:t>Enfin</w:t>
      </w:r>
      <w:r w:rsidR="001C0413">
        <w:t xml:space="preserve">, </w:t>
      </w:r>
      <w:r w:rsidRPr="005D5566">
        <w:t>Pavel revint</w:t>
      </w:r>
      <w:r w:rsidR="001C0413">
        <w:t xml:space="preserve">, </w:t>
      </w:r>
      <w:r w:rsidRPr="005D5566">
        <w:t>accompagné de deux camarades</w:t>
      </w:r>
      <w:r w:rsidR="001C0413">
        <w:t xml:space="preserve"> ; </w:t>
      </w:r>
      <w:r w:rsidRPr="005D5566">
        <w:t>elle les reconnut</w:t>
      </w:r>
      <w:r w:rsidR="001C0413">
        <w:t xml:space="preserve"> ; </w:t>
      </w:r>
      <w:r w:rsidRPr="005D5566">
        <w:t>c</w:t>
      </w:r>
      <w:r w:rsidR="001C0413">
        <w:t>’</w:t>
      </w:r>
      <w:r w:rsidRPr="005D5566">
        <w:t>étaient deux ouvriers de la fabrique</w:t>
      </w:r>
      <w:r w:rsidR="001C0413">
        <w:t xml:space="preserve">. </w:t>
      </w:r>
      <w:r w:rsidRPr="005D5566">
        <w:t>Son fils lui dit aimablement</w:t>
      </w:r>
      <w:r w:rsidR="001C0413">
        <w:t> :</w:t>
      </w:r>
    </w:p>
    <w:p w14:paraId="4EDC62A2" w14:textId="77777777" w:rsidR="001C0413" w:rsidRDefault="001C0413" w:rsidP="001C0413">
      <w:r>
        <w:t>— </w:t>
      </w:r>
      <w:r w:rsidR="00530790" w:rsidRPr="005D5566">
        <w:t>Tu as préparé le thé</w:t>
      </w:r>
      <w:r>
        <w:t xml:space="preserve"> ? </w:t>
      </w:r>
      <w:r w:rsidR="00530790" w:rsidRPr="005D5566">
        <w:t>Merci</w:t>
      </w:r>
      <w:r>
        <w:t> !</w:t>
      </w:r>
    </w:p>
    <w:p w14:paraId="370652A3" w14:textId="77777777" w:rsidR="001C0413" w:rsidRDefault="001C0413" w:rsidP="001C0413">
      <w:r>
        <w:t>— </w:t>
      </w:r>
      <w:r w:rsidR="00530790" w:rsidRPr="005D5566">
        <w:t>Faut-il acheter de l</w:t>
      </w:r>
      <w:r>
        <w:t>’</w:t>
      </w:r>
      <w:r w:rsidR="00530790" w:rsidRPr="005D5566">
        <w:t>eau-de-vie</w:t>
      </w:r>
      <w:r>
        <w:t xml:space="preserve"> ? </w:t>
      </w:r>
      <w:r w:rsidR="00530790" w:rsidRPr="005D5566">
        <w:t>proposa-t-elle</w:t>
      </w:r>
      <w:r>
        <w:t xml:space="preserve">, </w:t>
      </w:r>
      <w:r w:rsidR="00530790" w:rsidRPr="005D5566">
        <w:t>ne sachant comment lui exprimer sa reconnaissance de quelque chose qu</w:t>
      </w:r>
      <w:r>
        <w:t>’</w:t>
      </w:r>
      <w:r w:rsidR="00530790" w:rsidRPr="005D5566">
        <w:t>elle ne comprenait pas encore</w:t>
      </w:r>
      <w:r>
        <w:t>.</w:t>
      </w:r>
    </w:p>
    <w:p w14:paraId="0DB80B59" w14:textId="77777777" w:rsidR="001C0413" w:rsidRDefault="001C0413" w:rsidP="001C0413">
      <w:r>
        <w:t>— </w:t>
      </w:r>
      <w:r w:rsidR="00530790" w:rsidRPr="005D5566">
        <w:t>Non</w:t>
      </w:r>
      <w:r>
        <w:t xml:space="preserve">, </w:t>
      </w:r>
      <w:r w:rsidR="00530790" w:rsidRPr="005D5566">
        <w:t>c</w:t>
      </w:r>
      <w:r>
        <w:t>’</w:t>
      </w:r>
      <w:r w:rsidR="00530790" w:rsidRPr="005D5566">
        <w:t>est inutile</w:t>
      </w:r>
      <w:r>
        <w:t xml:space="preserve">, </w:t>
      </w:r>
      <w:r w:rsidR="00530790" w:rsidRPr="005D5566">
        <w:t>répondit Pavel en enlevant son manteau</w:t>
      </w:r>
      <w:r>
        <w:t xml:space="preserve">, </w:t>
      </w:r>
      <w:r w:rsidR="00530790" w:rsidRPr="005D5566">
        <w:t>et il lui sourit avec bonté</w:t>
      </w:r>
      <w:r>
        <w:t>.</w:t>
      </w:r>
    </w:p>
    <w:p w14:paraId="29B99457" w14:textId="77777777" w:rsidR="001C0413" w:rsidRDefault="00530790" w:rsidP="001C0413">
      <w:r w:rsidRPr="005D5566">
        <w:lastRenderedPageBreak/>
        <w:t>Soudain</w:t>
      </w:r>
      <w:r w:rsidR="001C0413">
        <w:t xml:space="preserve">, </w:t>
      </w:r>
      <w:r w:rsidRPr="005D5566">
        <w:t>l</w:t>
      </w:r>
      <w:r w:rsidR="001C0413">
        <w:t>’</w:t>
      </w:r>
      <w:r w:rsidRPr="005D5566">
        <w:t xml:space="preserve">idée lui vint que son fils avait exagéré à dessein le danger de la réunion pour se </w:t>
      </w:r>
      <w:r w:rsidRPr="005D5566">
        <w:rPr>
          <w:bCs/>
        </w:rPr>
        <w:t xml:space="preserve">moquer </w:t>
      </w:r>
      <w:r w:rsidRPr="005D5566">
        <w:t>d</w:t>
      </w:r>
      <w:r w:rsidR="001C0413">
        <w:t>’</w:t>
      </w:r>
      <w:r w:rsidRPr="005D5566">
        <w:t>elle</w:t>
      </w:r>
      <w:r w:rsidR="001C0413">
        <w:t>.</w:t>
      </w:r>
    </w:p>
    <w:p w14:paraId="7B281DFB" w14:textId="77777777" w:rsidR="001C0413" w:rsidRDefault="001C0413" w:rsidP="001C0413">
      <w:r>
        <w:t>— </w:t>
      </w:r>
      <w:r w:rsidR="00530790" w:rsidRPr="005D5566">
        <w:t>Et c</w:t>
      </w:r>
      <w:r>
        <w:t>’</w:t>
      </w:r>
      <w:r w:rsidR="00530790" w:rsidRPr="005D5566">
        <w:t>est ceux-là qui sont des gens dangereux</w:t>
      </w:r>
      <w:r>
        <w:t> ?</w:t>
      </w:r>
    </w:p>
    <w:p w14:paraId="71F6BE3F" w14:textId="77777777" w:rsidR="001C0413" w:rsidRDefault="001C0413" w:rsidP="001C0413">
      <w:r>
        <w:t>— </w:t>
      </w:r>
      <w:r w:rsidR="00530790" w:rsidRPr="005D5566">
        <w:t>Parfaitement</w:t>
      </w:r>
      <w:r>
        <w:t xml:space="preserve"> ! </w:t>
      </w:r>
      <w:r w:rsidR="00530790" w:rsidRPr="005D5566">
        <w:t>dit Pavel en passant dans la chambre</w:t>
      </w:r>
      <w:r>
        <w:t>.</w:t>
      </w:r>
    </w:p>
    <w:p w14:paraId="29BD100B" w14:textId="77777777" w:rsidR="001C0413" w:rsidRDefault="001C0413" w:rsidP="001C0413">
      <w:r>
        <w:t>— </w:t>
      </w:r>
      <w:r w:rsidR="00530790" w:rsidRPr="005D5566">
        <w:t>Ah</w:t>
      </w:r>
      <w:r>
        <w:t xml:space="preserve"> ! </w:t>
      </w:r>
      <w:r w:rsidR="00530790" w:rsidRPr="005D5566">
        <w:t>fit la mère</w:t>
      </w:r>
      <w:r>
        <w:t xml:space="preserve">, </w:t>
      </w:r>
      <w:r w:rsidR="00530790" w:rsidRPr="005D5566">
        <w:t>le suivant d</w:t>
      </w:r>
      <w:r>
        <w:t>’</w:t>
      </w:r>
      <w:r w:rsidR="00530790" w:rsidRPr="005D5566">
        <w:t>un regard caressant</w:t>
      </w:r>
      <w:r>
        <w:t>.</w:t>
      </w:r>
    </w:p>
    <w:p w14:paraId="5ED4CA33" w14:textId="77777777" w:rsidR="001C0413" w:rsidRDefault="00530790" w:rsidP="001C0413">
      <w:r w:rsidRPr="005D5566">
        <w:t>Et en elle-même elle pensa</w:t>
      </w:r>
      <w:r w:rsidR="001C0413">
        <w:t> :</w:t>
      </w:r>
    </w:p>
    <w:p w14:paraId="42E50BC2" w14:textId="77777777" w:rsidR="001C0413" w:rsidRDefault="001C0413" w:rsidP="001C0413">
      <w:r>
        <w:t>— </w:t>
      </w:r>
      <w:r w:rsidR="00530790" w:rsidRPr="005D5566">
        <w:t>C</w:t>
      </w:r>
      <w:r>
        <w:t>’</w:t>
      </w:r>
      <w:r w:rsidR="00530790" w:rsidRPr="005D5566">
        <w:t>est encore un enfant</w:t>
      </w:r>
      <w:r>
        <w:t> !</w:t>
      </w:r>
    </w:p>
    <w:p w14:paraId="4BF0BBAC" w14:textId="245DF0A1" w:rsidR="00530790" w:rsidRPr="003B37B8" w:rsidRDefault="00530790" w:rsidP="001C0413">
      <w:pPr>
        <w:pStyle w:val="Titre2"/>
        <w:rPr>
          <w:szCs w:val="44"/>
        </w:rPr>
      </w:pPr>
      <w:bookmarkStart w:id="7" w:name="_Toc202279528"/>
      <w:r w:rsidRPr="003B37B8">
        <w:rPr>
          <w:szCs w:val="44"/>
        </w:rPr>
        <w:lastRenderedPageBreak/>
        <w:t>VI</w:t>
      </w:r>
      <w:bookmarkEnd w:id="7"/>
      <w:r w:rsidRPr="003B37B8">
        <w:rPr>
          <w:szCs w:val="44"/>
        </w:rPr>
        <w:br/>
      </w:r>
    </w:p>
    <w:p w14:paraId="56818A89" w14:textId="77777777" w:rsidR="001C0413" w:rsidRDefault="00530790" w:rsidP="001C0413">
      <w:r w:rsidRPr="005D5566">
        <w:t>Lorsque l</w:t>
      </w:r>
      <w:r w:rsidR="001C0413">
        <w:t>’</w:t>
      </w:r>
      <w:r w:rsidRPr="005D5566">
        <w:t>eau du samovar fut en ébullition</w:t>
      </w:r>
      <w:r w:rsidR="001C0413">
        <w:t xml:space="preserve">, </w:t>
      </w:r>
      <w:r w:rsidRPr="005D5566">
        <w:t>elle le porta dans la chambre</w:t>
      </w:r>
      <w:r w:rsidR="001C0413">
        <w:t xml:space="preserve">. </w:t>
      </w:r>
      <w:r w:rsidRPr="005D5566">
        <w:t>Les hôtes étaient assis autour de la table</w:t>
      </w:r>
      <w:r w:rsidR="001C0413">
        <w:t xml:space="preserve"> ; </w:t>
      </w:r>
      <w:r w:rsidRPr="005D5566">
        <w:t>Natacha</w:t>
      </w:r>
      <w:r w:rsidR="001C0413">
        <w:t xml:space="preserve">, </w:t>
      </w:r>
      <w:r w:rsidRPr="005D5566">
        <w:t>un livre à la main</w:t>
      </w:r>
      <w:r w:rsidR="001C0413">
        <w:t xml:space="preserve">, </w:t>
      </w:r>
      <w:r w:rsidRPr="005D5566">
        <w:t>s</w:t>
      </w:r>
      <w:r w:rsidR="001C0413">
        <w:t>’</w:t>
      </w:r>
      <w:r w:rsidRPr="005D5566">
        <w:t>était placée dans le coin sous la lampe</w:t>
      </w:r>
      <w:r w:rsidR="001C0413">
        <w:t>.</w:t>
      </w:r>
    </w:p>
    <w:p w14:paraId="6F8F65D9" w14:textId="77777777" w:rsidR="001C0413" w:rsidRDefault="001C0413" w:rsidP="001C0413">
      <w:r>
        <w:t>— </w:t>
      </w:r>
      <w:r w:rsidR="00530790" w:rsidRPr="005D5566">
        <w:t>Afin de comprendre pourquoi les gens vivent si mal</w:t>
      </w:r>
      <w:r>
        <w:t xml:space="preserve">…, </w:t>
      </w:r>
      <w:r w:rsidR="00530790" w:rsidRPr="005D5566">
        <w:t>disait Natacha</w:t>
      </w:r>
      <w:r>
        <w:t>.</w:t>
      </w:r>
    </w:p>
    <w:p w14:paraId="0CFE2320" w14:textId="77777777" w:rsidR="001C0413" w:rsidRDefault="001C0413" w:rsidP="001C0413">
      <w:pPr>
        <w:rPr>
          <w:bCs/>
        </w:rPr>
      </w:pPr>
      <w:r>
        <w:t>— </w:t>
      </w:r>
      <w:r w:rsidR="00530790" w:rsidRPr="005D5566">
        <w:t>Et pourquoi ils sont si mauvais</w:t>
      </w:r>
      <w:r>
        <w:t xml:space="preserve">…, </w:t>
      </w:r>
      <w:r w:rsidR="00530790" w:rsidRPr="005D5566">
        <w:t xml:space="preserve">intervint le </w:t>
      </w:r>
      <w:r w:rsidR="00530790" w:rsidRPr="005D5566">
        <w:rPr>
          <w:bCs/>
        </w:rPr>
        <w:t>Petit-Russien</w:t>
      </w:r>
      <w:r>
        <w:rPr>
          <w:bCs/>
        </w:rPr>
        <w:t>.</w:t>
      </w:r>
    </w:p>
    <w:p w14:paraId="7A8C4AC5" w14:textId="77777777" w:rsidR="001C0413" w:rsidRDefault="001C0413" w:rsidP="001C0413">
      <w:r>
        <w:t>— </w:t>
      </w:r>
      <w:r w:rsidR="00530790" w:rsidRPr="005D5566">
        <w:t>Il faut voir comment ils ont commencé à vivre</w:t>
      </w:r>
      <w:r>
        <w:t>…</w:t>
      </w:r>
    </w:p>
    <w:p w14:paraId="46A7AA67" w14:textId="77777777" w:rsidR="001C0413" w:rsidRDefault="001C0413" w:rsidP="001C0413">
      <w:r>
        <w:t>— </w:t>
      </w:r>
      <w:r w:rsidR="00530790" w:rsidRPr="005D5566">
        <w:t>Regardez</w:t>
      </w:r>
      <w:r>
        <w:t xml:space="preserve">, </w:t>
      </w:r>
      <w:r w:rsidR="00530790" w:rsidRPr="005D5566">
        <w:t>mes enfants</w:t>
      </w:r>
      <w:r>
        <w:t xml:space="preserve">, </w:t>
      </w:r>
      <w:r w:rsidR="00530790" w:rsidRPr="005D5566">
        <w:t>regardez</w:t>
      </w:r>
      <w:r>
        <w:t xml:space="preserve">, </w:t>
      </w:r>
      <w:r w:rsidR="00530790" w:rsidRPr="005D5566">
        <w:t>chuchota la mère</w:t>
      </w:r>
      <w:r>
        <w:t xml:space="preserve">, </w:t>
      </w:r>
      <w:r w:rsidR="00530790" w:rsidRPr="005D5566">
        <w:t>en préparant le thé</w:t>
      </w:r>
      <w:r>
        <w:t>.</w:t>
      </w:r>
    </w:p>
    <w:p w14:paraId="4211555A" w14:textId="77777777" w:rsidR="001C0413" w:rsidRDefault="00530790" w:rsidP="001C0413">
      <w:r w:rsidRPr="005D5566">
        <w:t>Tous se turent</w:t>
      </w:r>
      <w:r w:rsidR="001C0413">
        <w:t>.</w:t>
      </w:r>
    </w:p>
    <w:p w14:paraId="72C7D4F5" w14:textId="77777777" w:rsidR="001C0413" w:rsidRDefault="001C0413" w:rsidP="001C0413">
      <w:r>
        <w:t>— </w:t>
      </w:r>
      <w:r w:rsidR="00530790" w:rsidRPr="005D5566">
        <w:t>Que dites-vous</w:t>
      </w:r>
      <w:r>
        <w:t xml:space="preserve">, </w:t>
      </w:r>
      <w:r w:rsidR="00530790" w:rsidRPr="005D5566">
        <w:t>maman</w:t>
      </w:r>
      <w:r>
        <w:t xml:space="preserve"> ? </w:t>
      </w:r>
      <w:r w:rsidR="00530790" w:rsidRPr="005D5566">
        <w:t>demanda Pavel en fronçant le sourcil</w:t>
      </w:r>
      <w:r>
        <w:t>.</w:t>
      </w:r>
    </w:p>
    <w:p w14:paraId="2C5F188B" w14:textId="77777777" w:rsidR="001C0413" w:rsidRDefault="001C0413" w:rsidP="001C0413">
      <w:r>
        <w:t>— </w:t>
      </w:r>
      <w:r w:rsidR="00530790" w:rsidRPr="005D5566">
        <w:t>Moi</w:t>
      </w:r>
      <w:r>
        <w:t> ?</w:t>
      </w:r>
    </w:p>
    <w:p w14:paraId="64DA38F8" w14:textId="77777777" w:rsidR="001C0413" w:rsidRDefault="00530790" w:rsidP="001C0413">
      <w:r w:rsidRPr="005D5566">
        <w:t>Voyant tous les yeux fixés sur elle</w:t>
      </w:r>
      <w:r w:rsidR="001C0413">
        <w:t xml:space="preserve">, </w:t>
      </w:r>
      <w:r w:rsidRPr="005D5566">
        <w:t>elle expliqua avec embarras</w:t>
      </w:r>
      <w:r w:rsidR="001C0413">
        <w:t> :</w:t>
      </w:r>
    </w:p>
    <w:p w14:paraId="009A7687" w14:textId="77777777" w:rsidR="001C0413" w:rsidRDefault="001C0413" w:rsidP="001C0413">
      <w:r>
        <w:t>— </w:t>
      </w:r>
      <w:r w:rsidR="00530790" w:rsidRPr="005D5566">
        <w:t>Je me parlais à moi-même</w:t>
      </w:r>
      <w:r>
        <w:t xml:space="preserve">… </w:t>
      </w:r>
      <w:r w:rsidR="00530790" w:rsidRPr="005D5566">
        <w:t>je disais</w:t>
      </w:r>
      <w:r>
        <w:t xml:space="preserve"> : </w:t>
      </w:r>
      <w:r w:rsidR="00530790" w:rsidRPr="005D5566">
        <w:t>regardez</w:t>
      </w:r>
      <w:r>
        <w:t> !</w:t>
      </w:r>
    </w:p>
    <w:p w14:paraId="65D59BBB" w14:textId="77777777" w:rsidR="001C0413" w:rsidRDefault="00530790" w:rsidP="001C0413">
      <w:r w:rsidRPr="005D5566">
        <w:t>Natacha se mit à rire</w:t>
      </w:r>
      <w:r w:rsidR="001C0413">
        <w:t xml:space="preserve">, </w:t>
      </w:r>
      <w:r w:rsidRPr="005D5566">
        <w:t>ainsi que Pavel</w:t>
      </w:r>
      <w:r w:rsidR="001C0413">
        <w:t xml:space="preserve"> ; </w:t>
      </w:r>
      <w:r w:rsidRPr="005D5566">
        <w:t>le Petit-Russien s</w:t>
      </w:r>
      <w:r w:rsidR="001C0413">
        <w:t>’</w:t>
      </w:r>
      <w:r w:rsidRPr="005D5566">
        <w:t>écria</w:t>
      </w:r>
      <w:r w:rsidR="001C0413">
        <w:t> :</w:t>
      </w:r>
    </w:p>
    <w:p w14:paraId="57AD8ED1" w14:textId="77777777" w:rsidR="001C0413" w:rsidRDefault="001C0413" w:rsidP="001C0413">
      <w:r>
        <w:t>— </w:t>
      </w:r>
      <w:r w:rsidR="00530790" w:rsidRPr="005D5566">
        <w:t>Merci</w:t>
      </w:r>
      <w:r>
        <w:t xml:space="preserve">, </w:t>
      </w:r>
      <w:r w:rsidR="00530790" w:rsidRPr="005D5566">
        <w:t>petite mère</w:t>
      </w:r>
      <w:r>
        <w:t xml:space="preserve">, </w:t>
      </w:r>
      <w:r w:rsidR="00530790" w:rsidRPr="005D5566">
        <w:t>pour le thé</w:t>
      </w:r>
      <w:r>
        <w:t> !</w:t>
      </w:r>
    </w:p>
    <w:p w14:paraId="73C66CF8" w14:textId="77777777" w:rsidR="001C0413" w:rsidRDefault="001C0413" w:rsidP="001C0413">
      <w:r>
        <w:lastRenderedPageBreak/>
        <w:t>— </w:t>
      </w:r>
      <w:r w:rsidR="00530790" w:rsidRPr="005D5566">
        <w:t>Vous ne l</w:t>
      </w:r>
      <w:r>
        <w:t>’</w:t>
      </w:r>
      <w:r w:rsidR="00530790" w:rsidRPr="005D5566">
        <w:t>avez pas encore bu et vous remerciez déjà</w:t>
      </w:r>
      <w:r>
        <w:t xml:space="preserve"> ! </w:t>
      </w:r>
      <w:r w:rsidR="00530790" w:rsidRPr="005D5566">
        <w:t>répliqua-t-elle</w:t>
      </w:r>
      <w:r>
        <w:t>.</w:t>
      </w:r>
    </w:p>
    <w:p w14:paraId="62B055D9" w14:textId="77777777" w:rsidR="001C0413" w:rsidRDefault="00530790" w:rsidP="001C0413">
      <w:r w:rsidRPr="005D5566">
        <w:t>Puis elle ajouta en regardant son fils</w:t>
      </w:r>
      <w:r w:rsidR="001C0413">
        <w:t> :</w:t>
      </w:r>
    </w:p>
    <w:p w14:paraId="4CBB1BCD" w14:textId="77777777" w:rsidR="001C0413" w:rsidRDefault="001C0413" w:rsidP="001C0413">
      <w:r>
        <w:t>— </w:t>
      </w:r>
      <w:r w:rsidR="00530790" w:rsidRPr="005D5566">
        <w:t>Je ne vous gêne pas</w:t>
      </w:r>
      <w:r>
        <w:t> ?</w:t>
      </w:r>
    </w:p>
    <w:p w14:paraId="7B7548F1" w14:textId="77777777" w:rsidR="001C0413" w:rsidRDefault="00530790" w:rsidP="001C0413">
      <w:r w:rsidRPr="005D5566">
        <w:t>Ce fut Natacha qui répondit</w:t>
      </w:r>
      <w:r w:rsidR="001C0413">
        <w:t> :</w:t>
      </w:r>
    </w:p>
    <w:p w14:paraId="0413E8DC" w14:textId="77777777" w:rsidR="001C0413" w:rsidRDefault="001C0413" w:rsidP="001C0413">
      <w:r>
        <w:t>— </w:t>
      </w:r>
      <w:r w:rsidR="00530790" w:rsidRPr="005D5566">
        <w:t>Comment pouvez-vous gêner vos hôtes</w:t>
      </w:r>
      <w:r>
        <w:t xml:space="preserve">, </w:t>
      </w:r>
      <w:r w:rsidR="00530790" w:rsidRPr="005D5566">
        <w:t>vous qui êtes la maîtresse de maison</w:t>
      </w:r>
      <w:r>
        <w:t> ?</w:t>
      </w:r>
    </w:p>
    <w:p w14:paraId="41BBEDAE" w14:textId="77777777" w:rsidR="001C0413" w:rsidRDefault="00530790" w:rsidP="001C0413">
      <w:r w:rsidRPr="005D5566">
        <w:t>Et elle s</w:t>
      </w:r>
      <w:r w:rsidR="001C0413">
        <w:t>’</w:t>
      </w:r>
      <w:r w:rsidRPr="005D5566">
        <w:t>écria</w:t>
      </w:r>
      <w:r w:rsidR="001C0413">
        <w:t xml:space="preserve">, </w:t>
      </w:r>
      <w:r w:rsidRPr="005D5566">
        <w:t>d</w:t>
      </w:r>
      <w:r w:rsidR="001C0413">
        <w:t>’</w:t>
      </w:r>
      <w:r w:rsidRPr="005D5566">
        <w:t>une voix enfantine et plaintive</w:t>
      </w:r>
      <w:r w:rsidR="001C0413">
        <w:t> :</w:t>
      </w:r>
    </w:p>
    <w:p w14:paraId="6ED83C05" w14:textId="77777777" w:rsidR="001C0413" w:rsidRDefault="001C0413" w:rsidP="001C0413">
      <w:r>
        <w:t>— </w:t>
      </w:r>
      <w:r w:rsidR="00530790" w:rsidRPr="005D5566">
        <w:t>Chère âme</w:t>
      </w:r>
      <w:r>
        <w:t xml:space="preserve"> ! </w:t>
      </w:r>
      <w:r w:rsidR="00530790" w:rsidRPr="005D5566">
        <w:t>donnez-moi vite du thé</w:t>
      </w:r>
      <w:r>
        <w:t xml:space="preserve"> ! </w:t>
      </w:r>
      <w:r w:rsidR="00530790" w:rsidRPr="005D5566">
        <w:t>Je tremble de froid</w:t>
      </w:r>
      <w:r>
        <w:t xml:space="preserve">… </w:t>
      </w:r>
      <w:r w:rsidR="00530790" w:rsidRPr="005D5566">
        <w:t>j</w:t>
      </w:r>
      <w:r>
        <w:t>’</w:t>
      </w:r>
      <w:r w:rsidR="00530790" w:rsidRPr="005D5566">
        <w:t>ai les pieds gelés</w:t>
      </w:r>
      <w:r>
        <w:t>…</w:t>
      </w:r>
    </w:p>
    <w:p w14:paraId="6632B515" w14:textId="77777777" w:rsidR="001C0413" w:rsidRDefault="001C0413" w:rsidP="001C0413">
      <w:r>
        <w:t>— </w:t>
      </w:r>
      <w:r w:rsidR="00530790" w:rsidRPr="005D5566">
        <w:t>Tout de suite</w:t>
      </w:r>
      <w:r>
        <w:t xml:space="preserve"> ! </w:t>
      </w:r>
      <w:r w:rsidR="00530790" w:rsidRPr="005D5566">
        <w:t>tout de suite</w:t>
      </w:r>
      <w:r>
        <w:t xml:space="preserve"> ! </w:t>
      </w:r>
      <w:r w:rsidR="00530790" w:rsidRPr="005D5566">
        <w:t>dit vivement Pélaguée</w:t>
      </w:r>
      <w:r>
        <w:t>.</w:t>
      </w:r>
    </w:p>
    <w:p w14:paraId="08E60582" w14:textId="77777777" w:rsidR="001C0413" w:rsidRDefault="00530790" w:rsidP="001C0413">
      <w:r w:rsidRPr="005D5566">
        <w:t>Après avoir bu son thé</w:t>
      </w:r>
      <w:r w:rsidR="001C0413">
        <w:t xml:space="preserve">, </w:t>
      </w:r>
      <w:r w:rsidRPr="005D5566">
        <w:t>Natacha soupira bruyamment</w:t>
      </w:r>
      <w:r w:rsidR="001C0413">
        <w:t xml:space="preserve">, </w:t>
      </w:r>
      <w:r w:rsidRPr="005D5566">
        <w:t>rejeta sa natte par-dessus l</w:t>
      </w:r>
      <w:r w:rsidR="001C0413">
        <w:t>’</w:t>
      </w:r>
      <w:r w:rsidRPr="005D5566">
        <w:t>épaule et ouvrit un gros livre illustré à couverture jaune</w:t>
      </w:r>
      <w:r w:rsidR="001C0413">
        <w:t xml:space="preserve">. </w:t>
      </w:r>
      <w:r w:rsidRPr="005D5566">
        <w:t>La mère remplissait les verres</w:t>
      </w:r>
      <w:r w:rsidR="001C0413">
        <w:t xml:space="preserve">, </w:t>
      </w:r>
      <w:r w:rsidRPr="005D5566">
        <w:t>s</w:t>
      </w:r>
      <w:r w:rsidR="001C0413">
        <w:t>’</w:t>
      </w:r>
      <w:r w:rsidRPr="005D5566">
        <w:t>efforçant de ne pas les entre-choquer et écoutait</w:t>
      </w:r>
      <w:r w:rsidR="001C0413">
        <w:t xml:space="preserve">, </w:t>
      </w:r>
      <w:r w:rsidRPr="005D5566">
        <w:t>avec toute l</w:t>
      </w:r>
      <w:r w:rsidR="001C0413">
        <w:t>’</w:t>
      </w:r>
      <w:r w:rsidRPr="005D5566">
        <w:t>attention dont son cerveau peu habitué à travailler était capable</w:t>
      </w:r>
      <w:r w:rsidR="001C0413">
        <w:t xml:space="preserve">, </w:t>
      </w:r>
      <w:r w:rsidRPr="005D5566">
        <w:t>la lecture harmonieuse de la jeune fille</w:t>
      </w:r>
      <w:r w:rsidR="001C0413">
        <w:t xml:space="preserve">. </w:t>
      </w:r>
      <w:r w:rsidRPr="005D5566">
        <w:t>La voix sonore de Natacha se mêlait à la petite chanson pensive du samovar</w:t>
      </w:r>
      <w:r w:rsidR="001C0413">
        <w:t xml:space="preserve"> ; </w:t>
      </w:r>
      <w:r w:rsidRPr="005D5566">
        <w:t>et dans la chambre se déroulait et frissonnait comme un ruban magnifique</w:t>
      </w:r>
      <w:r w:rsidR="001C0413">
        <w:t xml:space="preserve">, </w:t>
      </w:r>
      <w:r w:rsidRPr="005D5566">
        <w:t>l</w:t>
      </w:r>
      <w:r w:rsidR="001C0413">
        <w:t>’</w:t>
      </w:r>
      <w:r w:rsidRPr="005D5566">
        <w:t>histoire simple et claire des sauvages qui vivaient dans les cavernes et assommaient les bêtes avec des pierres</w:t>
      </w:r>
      <w:r w:rsidR="001C0413">
        <w:t xml:space="preserve">. </w:t>
      </w:r>
      <w:r w:rsidRPr="005D5566">
        <w:t>C</w:t>
      </w:r>
      <w:r w:rsidR="001C0413">
        <w:t>’</w:t>
      </w:r>
      <w:r w:rsidRPr="005D5566">
        <w:t>était comme une légende</w:t>
      </w:r>
      <w:r w:rsidR="001C0413">
        <w:t xml:space="preserve"> ; </w:t>
      </w:r>
      <w:r w:rsidRPr="005D5566">
        <w:t>à plusieurs reprises</w:t>
      </w:r>
      <w:r w:rsidR="001C0413">
        <w:t xml:space="preserve">, </w:t>
      </w:r>
      <w:r w:rsidRPr="005D5566">
        <w:t>la mère jeta un coup d</w:t>
      </w:r>
      <w:r w:rsidR="001C0413">
        <w:t>’</w:t>
      </w:r>
      <w:r w:rsidRPr="005D5566">
        <w:t>œil sur son fils</w:t>
      </w:r>
      <w:r w:rsidR="001C0413">
        <w:t xml:space="preserve">, </w:t>
      </w:r>
      <w:r w:rsidRPr="005D5566">
        <w:t>désireuse de savoir ce qu</w:t>
      </w:r>
      <w:r w:rsidR="001C0413">
        <w:t>’</w:t>
      </w:r>
      <w:r w:rsidRPr="005D5566">
        <w:t>il y avait de défendu dans cette histoire de sauvages</w:t>
      </w:r>
      <w:r w:rsidR="001C0413">
        <w:t xml:space="preserve">. </w:t>
      </w:r>
      <w:r w:rsidRPr="005D5566">
        <w:t>Mais bientôt</w:t>
      </w:r>
      <w:r w:rsidR="001C0413">
        <w:t xml:space="preserve">, </w:t>
      </w:r>
      <w:r w:rsidRPr="005D5566">
        <w:t>elle cessa d</w:t>
      </w:r>
      <w:r w:rsidR="001C0413">
        <w:t>’</w:t>
      </w:r>
      <w:r w:rsidRPr="005D5566">
        <w:t>écouter et</w:t>
      </w:r>
      <w:r w:rsidR="001C0413">
        <w:t xml:space="preserve">, </w:t>
      </w:r>
      <w:r w:rsidRPr="005D5566">
        <w:t>sans qu</w:t>
      </w:r>
      <w:r w:rsidR="001C0413">
        <w:t>’</w:t>
      </w:r>
      <w:r w:rsidRPr="005D5566">
        <w:t>on s</w:t>
      </w:r>
      <w:r w:rsidR="001C0413">
        <w:t>’</w:t>
      </w:r>
      <w:r w:rsidRPr="005D5566">
        <w:t>en aperçut</w:t>
      </w:r>
      <w:r w:rsidR="001C0413">
        <w:t xml:space="preserve">, </w:t>
      </w:r>
      <w:r w:rsidRPr="005D5566">
        <w:t>se mit à examiner ses hôtes</w:t>
      </w:r>
      <w:r w:rsidR="001C0413">
        <w:t>.</w:t>
      </w:r>
    </w:p>
    <w:p w14:paraId="49168A1C" w14:textId="77777777" w:rsidR="001C0413" w:rsidRDefault="00530790" w:rsidP="001C0413">
      <w:r w:rsidRPr="005D5566">
        <w:t>Pavel était assis à côté de Natacha</w:t>
      </w:r>
      <w:r w:rsidR="001C0413">
        <w:t xml:space="preserve"> ; </w:t>
      </w:r>
      <w:r w:rsidRPr="005D5566">
        <w:t>c</w:t>
      </w:r>
      <w:r w:rsidR="001C0413">
        <w:t>’</w:t>
      </w:r>
      <w:r w:rsidRPr="005D5566">
        <w:t>était le plus beau de tous</w:t>
      </w:r>
      <w:r w:rsidR="001C0413">
        <w:t xml:space="preserve">. </w:t>
      </w:r>
      <w:r w:rsidRPr="005D5566">
        <w:t>La jeune fille</w:t>
      </w:r>
      <w:r w:rsidR="001C0413">
        <w:t xml:space="preserve">, </w:t>
      </w:r>
      <w:r w:rsidRPr="005D5566">
        <w:t>penchée sur son livre</w:t>
      </w:r>
      <w:r w:rsidR="001C0413">
        <w:t xml:space="preserve">, </w:t>
      </w:r>
      <w:r w:rsidRPr="005D5566">
        <w:t xml:space="preserve">remontait </w:t>
      </w:r>
      <w:r w:rsidRPr="005D5566">
        <w:lastRenderedPageBreak/>
        <w:t>souvent les cheveux fins et bouclés qui lui tombaient sur le front</w:t>
      </w:r>
      <w:r w:rsidR="001C0413">
        <w:t xml:space="preserve">. </w:t>
      </w:r>
      <w:r w:rsidRPr="005D5566">
        <w:t>Parfois</w:t>
      </w:r>
      <w:r w:rsidR="001C0413">
        <w:t xml:space="preserve">, </w:t>
      </w:r>
      <w:r w:rsidRPr="005D5566">
        <w:t>elle secouait la tête</w:t>
      </w:r>
      <w:r w:rsidR="001C0413">
        <w:t xml:space="preserve">, </w:t>
      </w:r>
      <w:r w:rsidRPr="005D5566">
        <w:t>et</w:t>
      </w:r>
      <w:r w:rsidR="001C0413">
        <w:t xml:space="preserve">, </w:t>
      </w:r>
      <w:r w:rsidRPr="005D5566">
        <w:t>avec un regard caressant à ses auditeurs</w:t>
      </w:r>
      <w:r w:rsidR="001C0413">
        <w:t xml:space="preserve">, </w:t>
      </w:r>
      <w:r w:rsidRPr="005D5566">
        <w:t>elle ajoutait quelques remarques en baissant la voix</w:t>
      </w:r>
      <w:r w:rsidR="001C0413">
        <w:t xml:space="preserve">. </w:t>
      </w:r>
      <w:r w:rsidRPr="005D5566">
        <w:t>Le Petit-Russien avait appuyé sa large poitrine contre le coin de la table</w:t>
      </w:r>
      <w:r w:rsidR="001C0413">
        <w:t xml:space="preserve"> ; </w:t>
      </w:r>
      <w:r w:rsidRPr="005D5566">
        <w:t>il effilait sa moustache</w:t>
      </w:r>
      <w:r w:rsidR="001C0413">
        <w:t xml:space="preserve">, </w:t>
      </w:r>
      <w:r w:rsidRPr="005D5566">
        <w:t>dont il essayait d</w:t>
      </w:r>
      <w:r w:rsidR="001C0413">
        <w:t>’</w:t>
      </w:r>
      <w:r w:rsidRPr="005D5566">
        <w:t>apercevoir les pointes en louchant</w:t>
      </w:r>
      <w:r w:rsidR="001C0413">
        <w:t xml:space="preserve">. </w:t>
      </w:r>
      <w:r w:rsidRPr="005D5566">
        <w:t>Vessoftchikov était assis sur une chaise</w:t>
      </w:r>
      <w:r w:rsidR="001C0413">
        <w:t xml:space="preserve">, </w:t>
      </w:r>
      <w:r w:rsidRPr="005D5566">
        <w:t>raide comme un mannequin</w:t>
      </w:r>
      <w:r w:rsidR="001C0413">
        <w:t xml:space="preserve">, </w:t>
      </w:r>
      <w:r w:rsidRPr="005D5566">
        <w:t>les mains posées sur les genoux</w:t>
      </w:r>
      <w:r w:rsidR="001C0413">
        <w:t xml:space="preserve"> ; </w:t>
      </w:r>
      <w:r w:rsidRPr="005D5566">
        <w:t>son visage grêlé</w:t>
      </w:r>
      <w:r w:rsidR="001C0413">
        <w:t xml:space="preserve">, </w:t>
      </w:r>
      <w:r w:rsidRPr="005D5566">
        <w:t>dépourvu de sourcils</w:t>
      </w:r>
      <w:r w:rsidR="001C0413">
        <w:t xml:space="preserve">, </w:t>
      </w:r>
      <w:r w:rsidRPr="005D5566">
        <w:t>orné d</w:t>
      </w:r>
      <w:r w:rsidR="001C0413">
        <w:t>’</w:t>
      </w:r>
      <w:r w:rsidRPr="005D5566">
        <w:t>une maigre moustache</w:t>
      </w:r>
      <w:r w:rsidR="001C0413">
        <w:t xml:space="preserve">, </w:t>
      </w:r>
      <w:r w:rsidRPr="005D5566">
        <w:t>était immobile comme un masque</w:t>
      </w:r>
      <w:r w:rsidR="001C0413">
        <w:t xml:space="preserve">. </w:t>
      </w:r>
      <w:r w:rsidRPr="005D5566">
        <w:t>Sans mouvoir ses yeux étroits</w:t>
      </w:r>
      <w:r w:rsidR="001C0413">
        <w:t xml:space="preserve">, </w:t>
      </w:r>
      <w:r w:rsidRPr="005D5566">
        <w:t>il contemplait obstinément ses traits que réfléchissait le cuivre brillant du samovar</w:t>
      </w:r>
      <w:r w:rsidR="001C0413">
        <w:t xml:space="preserve"> ; </w:t>
      </w:r>
      <w:r w:rsidRPr="005D5566">
        <w:t>il paraissait ne pas respirer</w:t>
      </w:r>
      <w:r w:rsidR="001C0413">
        <w:t xml:space="preserve">. </w:t>
      </w:r>
      <w:r w:rsidRPr="005D5566">
        <w:t>Le petit Fédia écoutait la lecture en remuant les lèvres</w:t>
      </w:r>
      <w:r w:rsidR="001C0413">
        <w:t xml:space="preserve"> ; </w:t>
      </w:r>
      <w:r w:rsidRPr="005D5566">
        <w:t>il se répétait les paroles du livre</w:t>
      </w:r>
      <w:r w:rsidR="001C0413">
        <w:t xml:space="preserve"> : </w:t>
      </w:r>
      <w:r w:rsidRPr="005D5566">
        <w:t>son camarade aux cheveux bouclés se penchait</w:t>
      </w:r>
      <w:r w:rsidR="001C0413">
        <w:t xml:space="preserve">, </w:t>
      </w:r>
      <w:r w:rsidRPr="005D5566">
        <w:t>les coudes sur les genoux</w:t>
      </w:r>
      <w:r w:rsidR="001C0413">
        <w:t xml:space="preserve">, </w:t>
      </w:r>
      <w:r w:rsidRPr="005D5566">
        <w:t>et souriait pensivement</w:t>
      </w:r>
      <w:r w:rsidR="001C0413">
        <w:t xml:space="preserve">, </w:t>
      </w:r>
      <w:r w:rsidRPr="005D5566">
        <w:t>le visage appuyé dans ses mains</w:t>
      </w:r>
      <w:r w:rsidR="001C0413">
        <w:t xml:space="preserve">. </w:t>
      </w:r>
      <w:r w:rsidRPr="005D5566">
        <w:t>Un des jeunes gens venus avec Pavel était roux</w:t>
      </w:r>
      <w:r w:rsidR="001C0413">
        <w:t xml:space="preserve">, </w:t>
      </w:r>
      <w:r w:rsidRPr="005D5566">
        <w:t>frisé et mince</w:t>
      </w:r>
      <w:r w:rsidR="001C0413">
        <w:t xml:space="preserve"> ; </w:t>
      </w:r>
      <w:r w:rsidRPr="005D5566">
        <w:t>ses yeux verts avaient une expression joyeuse</w:t>
      </w:r>
      <w:r w:rsidR="001C0413">
        <w:t xml:space="preserve"> ; </w:t>
      </w:r>
      <w:r w:rsidRPr="005D5566">
        <w:t>il avait envie de dire quelque chose et faisait des gestes d</w:t>
      </w:r>
      <w:r w:rsidR="001C0413">
        <w:t>’</w:t>
      </w:r>
      <w:r w:rsidRPr="005D5566">
        <w:t>impatience</w:t>
      </w:r>
      <w:r w:rsidR="001C0413">
        <w:t xml:space="preserve"> ; </w:t>
      </w:r>
      <w:r w:rsidRPr="005D5566">
        <w:t>l</w:t>
      </w:r>
      <w:r w:rsidR="001C0413">
        <w:t>’</w:t>
      </w:r>
      <w:r w:rsidRPr="005D5566">
        <w:t>autre</w:t>
      </w:r>
      <w:r w:rsidR="001C0413">
        <w:t xml:space="preserve">, </w:t>
      </w:r>
      <w:r w:rsidRPr="005D5566">
        <w:t>aux cheveux blonds et courts</w:t>
      </w:r>
      <w:r w:rsidR="001C0413">
        <w:t xml:space="preserve">, </w:t>
      </w:r>
      <w:r w:rsidRPr="005D5566">
        <w:t>se caressait la tête en regardant le plancher</w:t>
      </w:r>
      <w:r w:rsidR="001C0413">
        <w:t xml:space="preserve"> ; </w:t>
      </w:r>
      <w:r w:rsidRPr="005D5566">
        <w:t>son visage n</w:t>
      </w:r>
      <w:r w:rsidR="001C0413">
        <w:t>’</w:t>
      </w:r>
      <w:r w:rsidRPr="005D5566">
        <w:t>était pas visible</w:t>
      </w:r>
      <w:r w:rsidR="001C0413">
        <w:t>.</w:t>
      </w:r>
    </w:p>
    <w:p w14:paraId="7552F27B" w14:textId="77777777" w:rsidR="001C0413" w:rsidRDefault="00530790" w:rsidP="001C0413">
      <w:r w:rsidRPr="005D5566">
        <w:t>Il faisait chaud dans la chambre</w:t>
      </w:r>
      <w:r w:rsidR="001C0413">
        <w:t xml:space="preserve">, </w:t>
      </w:r>
      <w:r w:rsidRPr="005D5566">
        <w:t>ce qui était tout particulièrement agréable ce soir-là</w:t>
      </w:r>
      <w:r w:rsidR="001C0413">
        <w:t xml:space="preserve">. </w:t>
      </w:r>
      <w:r w:rsidRPr="005D5566">
        <w:t>Dans le gazouillement de la voix de Natacha</w:t>
      </w:r>
      <w:r w:rsidR="001C0413">
        <w:t xml:space="preserve">, </w:t>
      </w:r>
      <w:r w:rsidRPr="005D5566">
        <w:t>mêlé à la chanson tremblante du samovar</w:t>
      </w:r>
      <w:r w:rsidR="001C0413">
        <w:t xml:space="preserve">, </w:t>
      </w:r>
      <w:r w:rsidRPr="005D5566">
        <w:t>la mère se rappelait les soirées bruyantes de sa jeunesse</w:t>
      </w:r>
      <w:r w:rsidR="001C0413">
        <w:t xml:space="preserve">, </w:t>
      </w:r>
      <w:r w:rsidRPr="005D5566">
        <w:t>les mots grossiers des garçons</w:t>
      </w:r>
      <w:r w:rsidR="001C0413">
        <w:t xml:space="preserve">, </w:t>
      </w:r>
      <w:r w:rsidRPr="005D5566">
        <w:t>qui puaient l</w:t>
      </w:r>
      <w:r w:rsidR="001C0413">
        <w:t>’</w:t>
      </w:r>
      <w:r w:rsidRPr="005D5566">
        <w:t>alcool</w:t>
      </w:r>
      <w:r w:rsidR="001C0413">
        <w:t xml:space="preserve">, </w:t>
      </w:r>
      <w:r w:rsidRPr="005D5566">
        <w:t>leurs plaisanteries cyniques</w:t>
      </w:r>
      <w:r w:rsidR="001C0413">
        <w:t xml:space="preserve">. </w:t>
      </w:r>
      <w:r w:rsidRPr="005D5566">
        <w:t>À ces souvenirs</w:t>
      </w:r>
      <w:r w:rsidR="001C0413">
        <w:t xml:space="preserve">, </w:t>
      </w:r>
      <w:r w:rsidRPr="005D5566">
        <w:t>son cœur humilié se serrait de pitié pour elle-même</w:t>
      </w:r>
      <w:r w:rsidR="001C0413">
        <w:t>.</w:t>
      </w:r>
    </w:p>
    <w:p w14:paraId="095E9241" w14:textId="77777777" w:rsidR="001C0413" w:rsidRDefault="00530790" w:rsidP="001C0413">
      <w:r w:rsidRPr="005D5566">
        <w:t>Elle revécut en pensée le moment où son mari défunt l</w:t>
      </w:r>
      <w:r w:rsidR="001C0413">
        <w:t>’</w:t>
      </w:r>
      <w:r w:rsidRPr="005D5566">
        <w:t>avait demandée en mariage</w:t>
      </w:r>
      <w:r w:rsidR="001C0413">
        <w:t xml:space="preserve">. </w:t>
      </w:r>
      <w:r w:rsidRPr="005D5566">
        <w:t>C</w:t>
      </w:r>
      <w:r w:rsidR="001C0413">
        <w:t>’</w:t>
      </w:r>
      <w:r w:rsidRPr="005D5566">
        <w:t>était pendant une soirée</w:t>
      </w:r>
      <w:r w:rsidR="001C0413">
        <w:t xml:space="preserve"> ; </w:t>
      </w:r>
      <w:r w:rsidRPr="005D5566">
        <w:t>il l</w:t>
      </w:r>
      <w:r w:rsidR="001C0413">
        <w:t>’</w:t>
      </w:r>
      <w:r w:rsidRPr="005D5566">
        <w:t>avait arrêtée dans un corridor obscur</w:t>
      </w:r>
      <w:r w:rsidR="001C0413">
        <w:t xml:space="preserve">, </w:t>
      </w:r>
      <w:r w:rsidRPr="005D5566">
        <w:t>l</w:t>
      </w:r>
      <w:r w:rsidR="001C0413">
        <w:t>’</w:t>
      </w:r>
      <w:r w:rsidRPr="005D5566">
        <w:t xml:space="preserve">avait serrée contre le </w:t>
      </w:r>
      <w:r w:rsidRPr="005D5566">
        <w:lastRenderedPageBreak/>
        <w:t>mur de toute sa force</w:t>
      </w:r>
      <w:r w:rsidR="001C0413">
        <w:t xml:space="preserve">, </w:t>
      </w:r>
      <w:r w:rsidRPr="005D5566">
        <w:t>et lui avait proposé d</w:t>
      </w:r>
      <w:r w:rsidR="001C0413">
        <w:t>’</w:t>
      </w:r>
      <w:r w:rsidRPr="005D5566">
        <w:t>une voix sourde et irritée</w:t>
      </w:r>
      <w:r w:rsidR="001C0413">
        <w:t> :</w:t>
      </w:r>
    </w:p>
    <w:p w14:paraId="618698D8" w14:textId="5269C21F" w:rsidR="001C0413" w:rsidRDefault="001C0413" w:rsidP="001C0413">
      <w:r>
        <w:t>— </w:t>
      </w:r>
      <w:r w:rsidR="00530790" w:rsidRPr="005D5566">
        <w:t xml:space="preserve">Veux-tu </w:t>
      </w:r>
      <w:r w:rsidR="00446561">
        <w:t>te</w:t>
      </w:r>
      <w:r w:rsidR="00446561" w:rsidRPr="005D5566">
        <w:t xml:space="preserve"> </w:t>
      </w:r>
      <w:r w:rsidR="00530790" w:rsidRPr="005D5566">
        <w:t>marier avec moi</w:t>
      </w:r>
      <w:r>
        <w:t> ?</w:t>
      </w:r>
    </w:p>
    <w:p w14:paraId="0E7581EE" w14:textId="77777777" w:rsidR="001C0413" w:rsidRDefault="00530790" w:rsidP="001C0413">
      <w:r w:rsidRPr="005D5566">
        <w:t>Elle s</w:t>
      </w:r>
      <w:r w:rsidR="001C0413">
        <w:t>’</w:t>
      </w:r>
      <w:r w:rsidRPr="005D5566">
        <w:t>était sentie outragée</w:t>
      </w:r>
      <w:r w:rsidR="001C0413">
        <w:t xml:space="preserve"> ; </w:t>
      </w:r>
      <w:r w:rsidRPr="005D5566">
        <w:t>il lui faisait mal en lui pétrissant la poitrine de ses gros doigts</w:t>
      </w:r>
      <w:r w:rsidR="001C0413">
        <w:t xml:space="preserve">, </w:t>
      </w:r>
      <w:r w:rsidRPr="005D5566">
        <w:t>il reniflait et lui envoyait au visage son haleine chaude et humide</w:t>
      </w:r>
      <w:r w:rsidR="001C0413">
        <w:t xml:space="preserve">. </w:t>
      </w:r>
      <w:r w:rsidRPr="005D5566">
        <w:t>Elle essaya de s</w:t>
      </w:r>
      <w:r w:rsidR="001C0413">
        <w:t>’</w:t>
      </w:r>
      <w:r w:rsidRPr="005D5566">
        <w:t>arracher à son étreinte</w:t>
      </w:r>
      <w:r w:rsidR="001C0413">
        <w:t xml:space="preserve">, </w:t>
      </w:r>
      <w:r w:rsidRPr="005D5566">
        <w:t>de lui échapper</w:t>
      </w:r>
      <w:r w:rsidR="001C0413">
        <w:t>…</w:t>
      </w:r>
    </w:p>
    <w:p w14:paraId="01B40A83" w14:textId="77777777" w:rsidR="001C0413" w:rsidRDefault="001C0413" w:rsidP="001C0413">
      <w:r>
        <w:t>— </w:t>
      </w:r>
      <w:r w:rsidR="00530790" w:rsidRPr="005D5566">
        <w:t>Où vas-tu</w:t>
      </w:r>
      <w:r>
        <w:t xml:space="preserve"> ? </w:t>
      </w:r>
      <w:r w:rsidR="00530790" w:rsidRPr="005D5566">
        <w:t>hurla-t-il</w:t>
      </w:r>
      <w:r>
        <w:t xml:space="preserve">. </w:t>
      </w:r>
      <w:r w:rsidR="00530790" w:rsidRPr="005D5566">
        <w:t>Réponds-moi d</w:t>
      </w:r>
      <w:r>
        <w:t>’</w:t>
      </w:r>
      <w:r w:rsidR="00530790" w:rsidRPr="005D5566">
        <w:t>abord</w:t>
      </w:r>
      <w:r>
        <w:t> !</w:t>
      </w:r>
    </w:p>
    <w:p w14:paraId="7A15F9C1" w14:textId="77777777" w:rsidR="001C0413" w:rsidRDefault="00530790" w:rsidP="001C0413">
      <w:r w:rsidRPr="005D5566">
        <w:t>Elle avait gardé le silence</w:t>
      </w:r>
      <w:r w:rsidR="001C0413">
        <w:t xml:space="preserve">, </w:t>
      </w:r>
      <w:r w:rsidRPr="005D5566">
        <w:t>haletante de honte et de colère</w:t>
      </w:r>
      <w:r w:rsidR="001C0413">
        <w:t>.</w:t>
      </w:r>
    </w:p>
    <w:p w14:paraId="09A59DE3" w14:textId="77777777" w:rsidR="001C0413" w:rsidRDefault="001C0413" w:rsidP="001C0413">
      <w:r>
        <w:t>— </w:t>
      </w:r>
      <w:r w:rsidR="00530790" w:rsidRPr="005D5566">
        <w:t>Ne fais pas d</w:t>
      </w:r>
      <w:r>
        <w:t>’</w:t>
      </w:r>
      <w:r w:rsidR="00530790" w:rsidRPr="005D5566">
        <w:t>embarras</w:t>
      </w:r>
      <w:r>
        <w:t xml:space="preserve">, </w:t>
      </w:r>
      <w:r w:rsidR="00530790" w:rsidRPr="005D5566">
        <w:t>nigaude</w:t>
      </w:r>
      <w:r>
        <w:t xml:space="preserve"> ! </w:t>
      </w:r>
      <w:r w:rsidR="00530790" w:rsidRPr="005D5566">
        <w:t>Je vous connais</w:t>
      </w:r>
      <w:r>
        <w:t xml:space="preserve">, </w:t>
      </w:r>
      <w:r w:rsidR="00530790" w:rsidRPr="005D5566">
        <w:t>vous autres</w:t>
      </w:r>
      <w:r>
        <w:t xml:space="preserve"> ! </w:t>
      </w:r>
      <w:r w:rsidR="00530790" w:rsidRPr="005D5566">
        <w:t>Au fond</w:t>
      </w:r>
      <w:r>
        <w:t xml:space="preserve">, </w:t>
      </w:r>
      <w:r w:rsidR="00530790" w:rsidRPr="005D5566">
        <w:t>tu es bien contente</w:t>
      </w:r>
      <w:r>
        <w:t>…</w:t>
      </w:r>
    </w:p>
    <w:p w14:paraId="6804EF89" w14:textId="77777777" w:rsidR="001C0413" w:rsidRDefault="00530790" w:rsidP="001C0413">
      <w:r w:rsidRPr="005D5566">
        <w:t>Quelqu</w:t>
      </w:r>
      <w:r w:rsidR="001C0413">
        <w:t>’</w:t>
      </w:r>
      <w:r w:rsidRPr="005D5566">
        <w:t>un ayant ouvert une porte</w:t>
      </w:r>
      <w:r w:rsidR="001C0413">
        <w:t xml:space="preserve">, </w:t>
      </w:r>
      <w:r w:rsidRPr="005D5566">
        <w:t>il avait quitté la jeune fille sans se hâter en disant</w:t>
      </w:r>
      <w:r w:rsidR="001C0413">
        <w:t> :</w:t>
      </w:r>
    </w:p>
    <w:p w14:paraId="0FD709FD" w14:textId="77777777" w:rsidR="001C0413" w:rsidRDefault="001C0413" w:rsidP="001C0413">
      <w:r>
        <w:t>— </w:t>
      </w:r>
      <w:r w:rsidR="00530790" w:rsidRPr="005D5566">
        <w:t>Je t</w:t>
      </w:r>
      <w:r>
        <w:t>’</w:t>
      </w:r>
      <w:r w:rsidR="00530790" w:rsidRPr="005D5566">
        <w:t>enverrai demander en mariage dimanche</w:t>
      </w:r>
      <w:r>
        <w:t>.</w:t>
      </w:r>
    </w:p>
    <w:p w14:paraId="69199832" w14:textId="77777777" w:rsidR="001C0413" w:rsidRDefault="00530790" w:rsidP="001C0413">
      <w:r w:rsidRPr="005D5566">
        <w:t>Il avait tenu parole</w:t>
      </w:r>
      <w:r w:rsidR="001C0413">
        <w:t>.</w:t>
      </w:r>
    </w:p>
    <w:p w14:paraId="49A8DE56" w14:textId="77777777" w:rsidR="001C0413" w:rsidRDefault="00530790" w:rsidP="001C0413">
      <w:r w:rsidRPr="005D5566">
        <w:t>Pélaguée ferma les yeux et soupira profondément</w:t>
      </w:r>
      <w:r w:rsidR="001C0413">
        <w:t>.</w:t>
      </w:r>
    </w:p>
    <w:p w14:paraId="688F52D3" w14:textId="77777777" w:rsidR="001C0413" w:rsidRDefault="001C0413" w:rsidP="001C0413">
      <w:r>
        <w:t>— </w:t>
      </w:r>
      <w:r w:rsidR="00530790" w:rsidRPr="005D5566">
        <w:t>Je n</w:t>
      </w:r>
      <w:r>
        <w:t>’</w:t>
      </w:r>
      <w:r w:rsidR="00530790" w:rsidRPr="005D5566">
        <w:t>ai pas besoin de savoir comment les hommes ont vécu</w:t>
      </w:r>
      <w:r>
        <w:t xml:space="preserve">, </w:t>
      </w:r>
      <w:r w:rsidR="00530790" w:rsidRPr="005D5566">
        <w:t>mais comment il faut vivre</w:t>
      </w:r>
      <w:r>
        <w:t xml:space="preserve">, </w:t>
      </w:r>
      <w:r w:rsidR="00530790" w:rsidRPr="005D5566">
        <w:t>dit soudain Vessoftchikov d</w:t>
      </w:r>
      <w:r>
        <w:t>’</w:t>
      </w:r>
      <w:r w:rsidR="00530790" w:rsidRPr="005D5566">
        <w:t>une voix sourde et mécontente</w:t>
      </w:r>
      <w:r>
        <w:t>.</w:t>
      </w:r>
    </w:p>
    <w:p w14:paraId="2E787BC9" w14:textId="77777777" w:rsidR="001C0413" w:rsidRDefault="001C0413" w:rsidP="001C0413">
      <w:r>
        <w:t>— </w:t>
      </w:r>
      <w:r w:rsidR="00530790" w:rsidRPr="005D5566">
        <w:t>Il a raison</w:t>
      </w:r>
      <w:r>
        <w:t xml:space="preserve"> ! </w:t>
      </w:r>
      <w:r w:rsidR="00530790" w:rsidRPr="005D5566">
        <w:t>ajouta le jeune homme roux en se levant</w:t>
      </w:r>
      <w:r>
        <w:t>.</w:t>
      </w:r>
    </w:p>
    <w:p w14:paraId="0D8045ED" w14:textId="77777777" w:rsidR="001C0413" w:rsidRDefault="001C0413" w:rsidP="001C0413">
      <w:r>
        <w:t>— </w:t>
      </w:r>
      <w:r w:rsidR="00530790" w:rsidRPr="005D5566">
        <w:t>Je ne suis pas d</w:t>
      </w:r>
      <w:r>
        <w:t>’</w:t>
      </w:r>
      <w:r w:rsidR="00530790" w:rsidRPr="005D5566">
        <w:t>accord</w:t>
      </w:r>
      <w:r>
        <w:t xml:space="preserve"> ! </w:t>
      </w:r>
      <w:r w:rsidR="00530790" w:rsidRPr="005D5566">
        <w:t>s</w:t>
      </w:r>
      <w:r>
        <w:t>’</w:t>
      </w:r>
      <w:r w:rsidR="00530790" w:rsidRPr="005D5566">
        <w:t>écria Fédia</w:t>
      </w:r>
      <w:r>
        <w:t xml:space="preserve">. </w:t>
      </w:r>
      <w:r w:rsidR="00530790" w:rsidRPr="005D5566">
        <w:t>Si nous voulons aller de l</w:t>
      </w:r>
      <w:r>
        <w:t>’</w:t>
      </w:r>
      <w:r w:rsidR="00530790" w:rsidRPr="005D5566">
        <w:t>avant</w:t>
      </w:r>
      <w:r>
        <w:t xml:space="preserve">, </w:t>
      </w:r>
      <w:r w:rsidR="00530790" w:rsidRPr="005D5566">
        <w:t>nous devons tout savoir</w:t>
      </w:r>
      <w:r>
        <w:t>.</w:t>
      </w:r>
    </w:p>
    <w:p w14:paraId="6DAB67B9" w14:textId="77777777" w:rsidR="001C0413" w:rsidRDefault="001C0413" w:rsidP="001C0413">
      <w:r>
        <w:t>— </w:t>
      </w:r>
      <w:r w:rsidR="00530790" w:rsidRPr="005D5566">
        <w:t>C</w:t>
      </w:r>
      <w:r>
        <w:t>’</w:t>
      </w:r>
      <w:r w:rsidR="00530790" w:rsidRPr="005D5566">
        <w:t>est vrai</w:t>
      </w:r>
      <w:r>
        <w:t xml:space="preserve"> ! </w:t>
      </w:r>
      <w:r w:rsidR="00530790" w:rsidRPr="005D5566">
        <w:t>dit le frisé à mi-voix</w:t>
      </w:r>
      <w:r>
        <w:t>.</w:t>
      </w:r>
    </w:p>
    <w:p w14:paraId="039AE64B" w14:textId="77777777" w:rsidR="001C0413" w:rsidRDefault="00530790" w:rsidP="001C0413">
      <w:r w:rsidRPr="005D5566">
        <w:t>Une discussion animée s</w:t>
      </w:r>
      <w:r w:rsidR="001C0413">
        <w:t>’</w:t>
      </w:r>
      <w:r w:rsidRPr="005D5566">
        <w:t>ensuivit</w:t>
      </w:r>
      <w:r w:rsidR="001C0413">
        <w:t xml:space="preserve">. </w:t>
      </w:r>
      <w:r w:rsidRPr="005D5566">
        <w:t>La mère ne comprenait pas pourquoi on criait</w:t>
      </w:r>
      <w:r w:rsidR="001C0413">
        <w:t xml:space="preserve">. </w:t>
      </w:r>
      <w:r w:rsidRPr="005D5566">
        <w:t xml:space="preserve">Tous les visages étaient rouges </w:t>
      </w:r>
      <w:r w:rsidRPr="005D5566">
        <w:lastRenderedPageBreak/>
        <w:t>d</w:t>
      </w:r>
      <w:r w:rsidR="001C0413">
        <w:t>’</w:t>
      </w:r>
      <w:r w:rsidRPr="005D5566">
        <w:t>excitation</w:t>
      </w:r>
      <w:r w:rsidR="001C0413">
        <w:t xml:space="preserve"> ; </w:t>
      </w:r>
      <w:r w:rsidRPr="005D5566">
        <w:t>mais personne n</w:t>
      </w:r>
      <w:r w:rsidR="001C0413">
        <w:t>’</w:t>
      </w:r>
      <w:r w:rsidRPr="005D5566">
        <w:t>était irrité</w:t>
      </w:r>
      <w:r w:rsidR="001C0413">
        <w:t xml:space="preserve"> ; </w:t>
      </w:r>
      <w:r w:rsidRPr="005D5566">
        <w:t>on n</w:t>
      </w:r>
      <w:r w:rsidR="001C0413">
        <w:t>’</w:t>
      </w:r>
      <w:r w:rsidRPr="005D5566">
        <w:t>entendait pas les mots tranchants et grossiers auxquels elle était habituée</w:t>
      </w:r>
      <w:r w:rsidR="001C0413">
        <w:t>.</w:t>
      </w:r>
    </w:p>
    <w:p w14:paraId="49E1BCA6" w14:textId="77777777" w:rsidR="001C0413" w:rsidRDefault="001C0413" w:rsidP="001C0413">
      <w:r>
        <w:t>— </w:t>
      </w:r>
      <w:r w:rsidR="00530790" w:rsidRPr="005D5566">
        <w:t>Ils se gênent devant la demoiselle</w:t>
      </w:r>
      <w:r>
        <w:t xml:space="preserve">, </w:t>
      </w:r>
      <w:r w:rsidR="00530790" w:rsidRPr="005D5566">
        <w:t>conclut-elle</w:t>
      </w:r>
      <w:r>
        <w:t>.</w:t>
      </w:r>
    </w:p>
    <w:p w14:paraId="7E0FBAC2" w14:textId="3E490FF4" w:rsidR="001C0413" w:rsidRDefault="00530790" w:rsidP="001C0413">
      <w:r w:rsidRPr="005D5566">
        <w:t>Elle était charmée par le visage sérieux de Natacha</w:t>
      </w:r>
      <w:r w:rsidR="001C0413">
        <w:t xml:space="preserve">, </w:t>
      </w:r>
      <w:r w:rsidRPr="005D5566">
        <w:t>qui surveillait attentivement tout le monde</w:t>
      </w:r>
      <w:r w:rsidR="001C0413">
        <w:t xml:space="preserve">, </w:t>
      </w:r>
      <w:r w:rsidRPr="005D5566">
        <w:t xml:space="preserve">comme si les jeunes gens présents eussent été des enfants </w:t>
      </w:r>
      <w:r w:rsidR="00446561">
        <w:t>pour</w:t>
      </w:r>
      <w:r w:rsidR="00446561" w:rsidRPr="005D5566">
        <w:t xml:space="preserve"> </w:t>
      </w:r>
      <w:r w:rsidRPr="005D5566">
        <w:t>elle</w:t>
      </w:r>
      <w:r w:rsidR="001C0413">
        <w:t>.</w:t>
      </w:r>
    </w:p>
    <w:p w14:paraId="14B539BD" w14:textId="77777777" w:rsidR="001C0413" w:rsidRDefault="001C0413" w:rsidP="001C0413">
      <w:r>
        <w:t>— </w:t>
      </w:r>
      <w:r w:rsidR="00530790" w:rsidRPr="005D5566">
        <w:t>Attendez</w:t>
      </w:r>
      <w:r>
        <w:t xml:space="preserve">, </w:t>
      </w:r>
      <w:r w:rsidR="00530790" w:rsidRPr="005D5566">
        <w:t>camarades</w:t>
      </w:r>
      <w:r>
        <w:t xml:space="preserve"> ! </w:t>
      </w:r>
      <w:r w:rsidR="00530790" w:rsidRPr="005D5566">
        <w:t>dit soudain la jeune fille</w:t>
      </w:r>
      <w:r>
        <w:t>.</w:t>
      </w:r>
    </w:p>
    <w:p w14:paraId="232AEBAD" w14:textId="77777777" w:rsidR="001C0413" w:rsidRDefault="00530790" w:rsidP="001C0413">
      <w:r w:rsidRPr="005D5566">
        <w:t>Et tous se turent</w:t>
      </w:r>
      <w:r w:rsidR="001C0413">
        <w:t xml:space="preserve">, </w:t>
      </w:r>
      <w:r w:rsidRPr="005D5566">
        <w:t>les yeux tournés vers elle</w:t>
      </w:r>
      <w:r w:rsidR="001C0413">
        <w:t>.</w:t>
      </w:r>
    </w:p>
    <w:p w14:paraId="562F7805" w14:textId="77777777" w:rsidR="001C0413" w:rsidRDefault="001C0413" w:rsidP="001C0413">
      <w:r>
        <w:t>— </w:t>
      </w:r>
      <w:r w:rsidR="00530790" w:rsidRPr="005D5566">
        <w:t>Ceux qui disent que nous devons tout savoir sont dans le vrai</w:t>
      </w:r>
      <w:r>
        <w:t xml:space="preserve">. </w:t>
      </w:r>
      <w:r w:rsidR="00530790" w:rsidRPr="005D5566">
        <w:t>Nous devons nous allumer nous-mêmes à la flamme de la raison pour que les gens obscurs nous voient</w:t>
      </w:r>
      <w:r>
        <w:t xml:space="preserve"> ; </w:t>
      </w:r>
      <w:r w:rsidR="00530790" w:rsidRPr="005D5566">
        <w:t>nous devons répondre à tout avec honnêteté</w:t>
      </w:r>
      <w:r>
        <w:t xml:space="preserve">, </w:t>
      </w:r>
      <w:r w:rsidR="00530790" w:rsidRPr="005D5566">
        <w:t>avec vérité</w:t>
      </w:r>
      <w:r>
        <w:t xml:space="preserve">. </w:t>
      </w:r>
      <w:r w:rsidR="00530790" w:rsidRPr="005D5566">
        <w:t>Il faut connaître toute la vérité</w:t>
      </w:r>
      <w:r>
        <w:t xml:space="preserve">, </w:t>
      </w:r>
      <w:r w:rsidR="00530790" w:rsidRPr="005D5566">
        <w:t>tout le mensonge</w:t>
      </w:r>
      <w:r>
        <w:t>.</w:t>
      </w:r>
    </w:p>
    <w:p w14:paraId="34B2144C" w14:textId="77777777" w:rsidR="001C0413" w:rsidRDefault="00530790" w:rsidP="001C0413">
      <w:r w:rsidRPr="005D5566">
        <w:t>Le Petit-Russien hochait la tête au rythme des paroles de Natacha</w:t>
      </w:r>
      <w:r w:rsidR="001C0413">
        <w:t xml:space="preserve">. </w:t>
      </w:r>
      <w:r w:rsidRPr="005D5566">
        <w:t>Vessoftchikov</w:t>
      </w:r>
      <w:r w:rsidR="001C0413">
        <w:t xml:space="preserve">, </w:t>
      </w:r>
      <w:r w:rsidRPr="005D5566">
        <w:t>le jeune homme roux et l</w:t>
      </w:r>
      <w:r w:rsidR="001C0413">
        <w:t>’</w:t>
      </w:r>
      <w:r w:rsidRPr="005D5566">
        <w:t>ouvrier venu avec Pavel formaient un groupe distinct</w:t>
      </w:r>
      <w:r w:rsidR="001C0413">
        <w:t xml:space="preserve"> ; </w:t>
      </w:r>
      <w:r w:rsidRPr="005D5566">
        <w:t>ils déplaisaient à la mère</w:t>
      </w:r>
      <w:r w:rsidR="001C0413">
        <w:t xml:space="preserve">, </w:t>
      </w:r>
      <w:r w:rsidRPr="005D5566">
        <w:t>sans qu</w:t>
      </w:r>
      <w:r w:rsidR="001C0413">
        <w:t>’</w:t>
      </w:r>
      <w:r w:rsidRPr="005D5566">
        <w:t>elle sût pourquoi</w:t>
      </w:r>
      <w:r w:rsidR="001C0413">
        <w:t>.</w:t>
      </w:r>
    </w:p>
    <w:p w14:paraId="4DF50874" w14:textId="77777777" w:rsidR="001C0413" w:rsidRDefault="00530790" w:rsidP="001C0413">
      <w:r w:rsidRPr="005D5566">
        <w:t>Lorsque Natacha eut terminé</w:t>
      </w:r>
      <w:r w:rsidR="001C0413">
        <w:t xml:space="preserve">, </w:t>
      </w:r>
      <w:r w:rsidRPr="005D5566">
        <w:t>Pavel se leva et demanda tranquillement</w:t>
      </w:r>
      <w:r w:rsidR="001C0413">
        <w:t> :</w:t>
      </w:r>
    </w:p>
    <w:p w14:paraId="05B6EBCF" w14:textId="77777777" w:rsidR="001C0413" w:rsidRDefault="001C0413" w:rsidP="001C0413">
      <w:r>
        <w:t>— </w:t>
      </w:r>
      <w:r w:rsidR="00530790" w:rsidRPr="005D5566">
        <w:t>Est-ce des repus seulement que nous voulons être</w:t>
      </w:r>
      <w:r>
        <w:t xml:space="preserve"> ? – </w:t>
      </w:r>
      <w:r w:rsidR="00530790" w:rsidRPr="005D5566">
        <w:t>Non</w:t>
      </w:r>
      <w:r>
        <w:t xml:space="preserve"> ! </w:t>
      </w:r>
      <w:r w:rsidR="00530790" w:rsidRPr="005D5566">
        <w:t>se répondit-il en regardant avec fermeté le trio</w:t>
      </w:r>
      <w:r>
        <w:t xml:space="preserve">, </w:t>
      </w:r>
      <w:r w:rsidR="00530790" w:rsidRPr="005D5566">
        <w:t>nous voulons être des hommes</w:t>
      </w:r>
      <w:r>
        <w:t xml:space="preserve">. </w:t>
      </w:r>
      <w:r w:rsidR="00530790" w:rsidRPr="005D5566">
        <w:t>Nous devons montrer à ceux qui nous exploitent et qui nous ferment les yeux</w:t>
      </w:r>
      <w:r>
        <w:t xml:space="preserve">, </w:t>
      </w:r>
      <w:r w:rsidR="00530790" w:rsidRPr="005D5566">
        <w:t>que nous voyons tout</w:t>
      </w:r>
      <w:r>
        <w:t xml:space="preserve">, </w:t>
      </w:r>
      <w:r w:rsidR="00530790" w:rsidRPr="005D5566">
        <w:t>que nous ne sommes ni des idiots</w:t>
      </w:r>
      <w:r>
        <w:t xml:space="preserve">, </w:t>
      </w:r>
      <w:r w:rsidR="00530790" w:rsidRPr="005D5566">
        <w:t>ni des brutes</w:t>
      </w:r>
      <w:r>
        <w:t xml:space="preserve">, </w:t>
      </w:r>
      <w:r w:rsidR="00530790" w:rsidRPr="005D5566">
        <w:t>que ce n</w:t>
      </w:r>
      <w:r>
        <w:t>’</w:t>
      </w:r>
      <w:r w:rsidR="00530790" w:rsidRPr="005D5566">
        <w:t>est pas seulement manger que nous voulons</w:t>
      </w:r>
      <w:r>
        <w:t xml:space="preserve">, </w:t>
      </w:r>
      <w:r w:rsidR="00530790" w:rsidRPr="005D5566">
        <w:t>mais aussi vivre comme il convient aux hommes de vivre</w:t>
      </w:r>
      <w:r>
        <w:t xml:space="preserve">. </w:t>
      </w:r>
      <w:r w:rsidR="00530790" w:rsidRPr="005D5566">
        <w:t>Nous devons montrer aux ennemis que la vie de bagne qu</w:t>
      </w:r>
      <w:r>
        <w:t>’</w:t>
      </w:r>
      <w:r w:rsidR="00530790" w:rsidRPr="005D5566">
        <w:t>ils nous ont faite ne nous empêche pas de nous mesurer avec eux par l</w:t>
      </w:r>
      <w:r>
        <w:t>’</w:t>
      </w:r>
      <w:r w:rsidR="00530790" w:rsidRPr="005D5566">
        <w:t>intelligence et de les dépasser par l</w:t>
      </w:r>
      <w:r>
        <w:t>’</w:t>
      </w:r>
      <w:r w:rsidR="00530790" w:rsidRPr="005D5566">
        <w:t>esprit</w:t>
      </w:r>
      <w:r>
        <w:t>…</w:t>
      </w:r>
    </w:p>
    <w:p w14:paraId="540E9E2D" w14:textId="77777777" w:rsidR="001C0413" w:rsidRDefault="00530790" w:rsidP="001C0413">
      <w:r w:rsidRPr="005D5566">
        <w:lastRenderedPageBreak/>
        <w:t>La mère écoutait ces paroles</w:t>
      </w:r>
      <w:r w:rsidR="001C0413">
        <w:t xml:space="preserve"> ; </w:t>
      </w:r>
      <w:r w:rsidRPr="005D5566">
        <w:t>elle frémissait de fierté en entendant son fils parler si bien</w:t>
      </w:r>
      <w:r w:rsidR="001C0413">
        <w:t>.</w:t>
      </w:r>
    </w:p>
    <w:p w14:paraId="050D92AF" w14:textId="77777777" w:rsidR="001C0413" w:rsidRDefault="001C0413" w:rsidP="001C0413">
      <w:r>
        <w:t>— </w:t>
      </w:r>
      <w:r w:rsidR="00530790" w:rsidRPr="005D5566">
        <w:t>Il y a beaucoup de gens repus</w:t>
      </w:r>
      <w:r>
        <w:t xml:space="preserve">, </w:t>
      </w:r>
      <w:r w:rsidR="00530790" w:rsidRPr="005D5566">
        <w:t>mais aucun d</w:t>
      </w:r>
      <w:r>
        <w:rPr>
          <w:bCs/>
        </w:rPr>
        <w:t>’</w:t>
      </w:r>
      <w:r w:rsidR="00530790" w:rsidRPr="005D5566">
        <w:rPr>
          <w:bCs/>
        </w:rPr>
        <w:t xml:space="preserve">eux </w:t>
      </w:r>
      <w:r w:rsidR="00530790" w:rsidRPr="005D5566">
        <w:t>n</w:t>
      </w:r>
      <w:r>
        <w:t>’</w:t>
      </w:r>
      <w:r w:rsidR="00530790" w:rsidRPr="005D5566">
        <w:t>est honnête</w:t>
      </w:r>
      <w:r>
        <w:t xml:space="preserve"> ! </w:t>
      </w:r>
      <w:r w:rsidR="00530790" w:rsidRPr="005D5566">
        <w:t>dit le Petit-Russien</w:t>
      </w:r>
      <w:r>
        <w:t xml:space="preserve">. </w:t>
      </w:r>
      <w:r w:rsidR="00530790" w:rsidRPr="005D5566">
        <w:t>Construisons un pont qui franchisse le marais de notre infecte vie et qui nous conduise au royaume à venir de la bonté sincère voilà notre tâche</w:t>
      </w:r>
      <w:r>
        <w:t xml:space="preserve">, </w:t>
      </w:r>
      <w:r w:rsidR="00530790" w:rsidRPr="005D5566">
        <w:t>camarades</w:t>
      </w:r>
      <w:r>
        <w:t> !</w:t>
      </w:r>
    </w:p>
    <w:p w14:paraId="29768389" w14:textId="77777777" w:rsidR="001C0413" w:rsidRDefault="001C0413" w:rsidP="001C0413">
      <w:r>
        <w:t>— </w:t>
      </w:r>
      <w:r w:rsidR="00530790" w:rsidRPr="005D5566">
        <w:t>Quand le moment de se battre est venu</w:t>
      </w:r>
      <w:r>
        <w:t xml:space="preserve">, </w:t>
      </w:r>
      <w:r w:rsidR="00530790" w:rsidRPr="005D5566">
        <w:t>on n</w:t>
      </w:r>
      <w:r>
        <w:t>’</w:t>
      </w:r>
      <w:r w:rsidR="00530790" w:rsidRPr="005D5566">
        <w:t>a pas le temps de se panser la main</w:t>
      </w:r>
      <w:r>
        <w:t xml:space="preserve"> ! </w:t>
      </w:r>
      <w:r w:rsidR="00530790" w:rsidRPr="005D5566">
        <w:t>répliqua sourdement Vessoftchikov</w:t>
      </w:r>
      <w:r>
        <w:t>.</w:t>
      </w:r>
    </w:p>
    <w:p w14:paraId="3126F01C" w14:textId="77777777" w:rsidR="001C0413" w:rsidRDefault="001C0413" w:rsidP="001C0413">
      <w:r>
        <w:t>— </w:t>
      </w:r>
      <w:r w:rsidR="00530790" w:rsidRPr="005D5566">
        <w:t>En outre</w:t>
      </w:r>
      <w:r>
        <w:t xml:space="preserve">, </w:t>
      </w:r>
      <w:r w:rsidR="00530790" w:rsidRPr="005D5566">
        <w:t>on nous cassera les os</w:t>
      </w:r>
      <w:r>
        <w:t xml:space="preserve">, </w:t>
      </w:r>
      <w:r w:rsidR="00530790" w:rsidRPr="005D5566">
        <w:t>et avant la bataille encore</w:t>
      </w:r>
      <w:r>
        <w:t xml:space="preserve"> ! </w:t>
      </w:r>
      <w:r w:rsidR="00530790" w:rsidRPr="005D5566">
        <w:t>s</w:t>
      </w:r>
      <w:r>
        <w:t>’</w:t>
      </w:r>
      <w:r w:rsidR="00530790" w:rsidRPr="005D5566">
        <w:t>écria gaiement le Petit-Russien</w:t>
      </w:r>
      <w:r>
        <w:t>.</w:t>
      </w:r>
    </w:p>
    <w:p w14:paraId="5B147B70" w14:textId="77777777" w:rsidR="001C0413" w:rsidRDefault="00530790" w:rsidP="001C0413">
      <w:pPr>
        <w:rPr>
          <w:rFonts w:eastAsia="Georgia" w:cs="Georgia"/>
        </w:rPr>
      </w:pPr>
      <w:r w:rsidRPr="005D5566">
        <w:t>Il était déjà passé minuit quand le cercle se dispersa</w:t>
      </w:r>
      <w:r w:rsidR="001C0413">
        <w:t xml:space="preserve">. </w:t>
      </w:r>
      <w:r w:rsidRPr="005D5566">
        <w:t>Le jeune homme roux et Vessoftchikov partirent les premiers</w:t>
      </w:r>
      <w:r w:rsidR="001C0413">
        <w:t xml:space="preserve">, </w:t>
      </w:r>
      <w:r w:rsidRPr="005D5566">
        <w:t>ce qui ne plut pas à sa mère</w:t>
      </w:r>
      <w:r w:rsidR="001C0413">
        <w:rPr>
          <w:rFonts w:eastAsia="Georgia" w:cs="Georgia"/>
        </w:rPr>
        <w:t>…</w:t>
      </w:r>
    </w:p>
    <w:p w14:paraId="44585CBF" w14:textId="77777777" w:rsidR="001C0413" w:rsidRDefault="001C0413" w:rsidP="001C0413">
      <w:r>
        <w:rPr>
          <w:rFonts w:eastAsia="Georgia"/>
        </w:rPr>
        <w:t>— </w:t>
      </w:r>
      <w:r w:rsidR="00530790" w:rsidRPr="005D5566">
        <w:t>Voyez-vous comme ils sont pressés</w:t>
      </w:r>
      <w:r>
        <w:t xml:space="preserve"> ! </w:t>
      </w:r>
      <w:r w:rsidR="00530790" w:rsidRPr="005D5566">
        <w:t>pensa-t-elle en les saluant</w:t>
      </w:r>
      <w:r>
        <w:t>.</w:t>
      </w:r>
    </w:p>
    <w:p w14:paraId="29FB78A9" w14:textId="77777777" w:rsidR="001C0413" w:rsidRDefault="001C0413" w:rsidP="001C0413">
      <w:r>
        <w:t>— </w:t>
      </w:r>
      <w:r w:rsidR="00530790" w:rsidRPr="005D5566">
        <w:t>Vous m</w:t>
      </w:r>
      <w:r>
        <w:t>’</w:t>
      </w:r>
      <w:r w:rsidR="00530790" w:rsidRPr="005D5566">
        <w:t>accompagnez</w:t>
      </w:r>
      <w:r>
        <w:t xml:space="preserve">, </w:t>
      </w:r>
      <w:r w:rsidR="00530790" w:rsidRPr="005D5566">
        <w:t>André</w:t>
      </w:r>
      <w:r>
        <w:t xml:space="preserve"> ? </w:t>
      </w:r>
      <w:r w:rsidR="00530790" w:rsidRPr="005D5566">
        <w:t>demanda Natacha</w:t>
      </w:r>
      <w:r>
        <w:t>.</w:t>
      </w:r>
    </w:p>
    <w:p w14:paraId="43531E07" w14:textId="77777777" w:rsidR="001C0413" w:rsidRDefault="001C0413" w:rsidP="001C0413">
      <w:r>
        <w:t>— </w:t>
      </w:r>
      <w:r w:rsidR="00530790" w:rsidRPr="005D5566">
        <w:t>Comment donc</w:t>
      </w:r>
      <w:r>
        <w:t xml:space="preserve"> ! </w:t>
      </w:r>
      <w:r w:rsidR="00530790" w:rsidRPr="005D5566">
        <w:t>répliqua le Petit-Russien</w:t>
      </w:r>
      <w:r>
        <w:t>.</w:t>
      </w:r>
    </w:p>
    <w:p w14:paraId="1B66D542" w14:textId="77777777" w:rsidR="001C0413" w:rsidRDefault="00530790" w:rsidP="001C0413">
      <w:r w:rsidRPr="005D5566">
        <w:t>Pendant que Natacha s</w:t>
      </w:r>
      <w:r w:rsidR="001C0413">
        <w:t>’</w:t>
      </w:r>
      <w:r w:rsidRPr="005D5566">
        <w:t>habillait dans la cuisine</w:t>
      </w:r>
      <w:r w:rsidR="001C0413">
        <w:t xml:space="preserve">, </w:t>
      </w:r>
      <w:r w:rsidRPr="005D5566">
        <w:t>la mère lui dit</w:t>
      </w:r>
      <w:r w:rsidR="001C0413">
        <w:t> :</w:t>
      </w:r>
    </w:p>
    <w:p w14:paraId="289E3616" w14:textId="77777777" w:rsidR="001C0413" w:rsidRDefault="001C0413" w:rsidP="001C0413">
      <w:r>
        <w:t>— </w:t>
      </w:r>
      <w:r w:rsidR="00530790" w:rsidRPr="005D5566">
        <w:t>Vous avez des bas bien minces pour un temps pareil</w:t>
      </w:r>
      <w:r>
        <w:t xml:space="preserve"> ! </w:t>
      </w:r>
      <w:r w:rsidR="00530790" w:rsidRPr="005D5566">
        <w:t>Si vous le permettez</w:t>
      </w:r>
      <w:r>
        <w:t xml:space="preserve">, </w:t>
      </w:r>
      <w:r w:rsidR="00530790" w:rsidRPr="005D5566">
        <w:t>je vous en tricoterai une paire en laine</w:t>
      </w:r>
      <w:r>
        <w:t>.</w:t>
      </w:r>
    </w:p>
    <w:p w14:paraId="514857EE" w14:textId="77777777" w:rsidR="001C0413" w:rsidRDefault="001C0413" w:rsidP="001C0413">
      <w:r>
        <w:t>— </w:t>
      </w:r>
      <w:r w:rsidR="00530790" w:rsidRPr="005D5566">
        <w:t>Merci</w:t>
      </w:r>
      <w:r>
        <w:t xml:space="preserve">, </w:t>
      </w:r>
      <w:r w:rsidR="00530790" w:rsidRPr="005D5566">
        <w:t>Pélaguée Nilovna</w:t>
      </w:r>
      <w:r>
        <w:t xml:space="preserve"> ; </w:t>
      </w:r>
      <w:r w:rsidR="00530790" w:rsidRPr="005D5566">
        <w:t>les bas</w:t>
      </w:r>
      <w:r>
        <w:t xml:space="preserve">, </w:t>
      </w:r>
      <w:r w:rsidR="00530790" w:rsidRPr="005D5566">
        <w:t>de laine</w:t>
      </w:r>
      <w:r>
        <w:t xml:space="preserve">, </w:t>
      </w:r>
      <w:r w:rsidR="00530790" w:rsidRPr="005D5566">
        <w:t>ça chatouille</w:t>
      </w:r>
      <w:r>
        <w:t xml:space="preserve"> ! </w:t>
      </w:r>
      <w:r w:rsidR="00530790" w:rsidRPr="005D5566">
        <w:t>répondit la jeune fille en riant</w:t>
      </w:r>
      <w:r>
        <w:t>.</w:t>
      </w:r>
    </w:p>
    <w:p w14:paraId="538E10AD" w14:textId="77777777" w:rsidR="001C0413" w:rsidRDefault="001C0413" w:rsidP="001C0413">
      <w:r>
        <w:t>— </w:t>
      </w:r>
      <w:r w:rsidR="00530790" w:rsidRPr="005D5566">
        <w:t>Je vous en ferai qui ne vous chatouilleront pas</w:t>
      </w:r>
      <w:r>
        <w:t xml:space="preserve"> ! </w:t>
      </w:r>
      <w:r w:rsidR="00530790" w:rsidRPr="005D5566">
        <w:t>dit la mère</w:t>
      </w:r>
      <w:r>
        <w:t>.</w:t>
      </w:r>
    </w:p>
    <w:p w14:paraId="2834D601" w14:textId="77777777" w:rsidR="001C0413" w:rsidRDefault="00530790" w:rsidP="001C0413">
      <w:r w:rsidRPr="005D5566">
        <w:lastRenderedPageBreak/>
        <w:t>Natacha la considéra en clignant un peu</w:t>
      </w:r>
      <w:r w:rsidR="001C0413">
        <w:t xml:space="preserve"> ; </w:t>
      </w:r>
      <w:r w:rsidRPr="005D5566">
        <w:t>et ce regard fixe embarrassa la mère</w:t>
      </w:r>
      <w:r w:rsidR="001C0413">
        <w:t>.</w:t>
      </w:r>
    </w:p>
    <w:p w14:paraId="18A9B530" w14:textId="77777777" w:rsidR="001C0413" w:rsidRDefault="001C0413" w:rsidP="001C0413">
      <w:r>
        <w:t>— </w:t>
      </w:r>
      <w:r w:rsidR="00530790" w:rsidRPr="005D5566">
        <w:t>Excusez ma bêtise</w:t>
      </w:r>
      <w:r>
        <w:t xml:space="preserve">… </w:t>
      </w:r>
      <w:r w:rsidR="00530790" w:rsidRPr="005D5566">
        <w:t>c</w:t>
      </w:r>
      <w:r>
        <w:t>’</w:t>
      </w:r>
      <w:r w:rsidR="00530790" w:rsidRPr="005D5566">
        <w:t>est de bon cœur</w:t>
      </w:r>
      <w:r>
        <w:t xml:space="preserve"> !… </w:t>
      </w:r>
      <w:r w:rsidR="00530790" w:rsidRPr="005D5566">
        <w:t>ajouta-t-elle à voix basse</w:t>
      </w:r>
      <w:r>
        <w:t>.</w:t>
      </w:r>
    </w:p>
    <w:p w14:paraId="1AC2756C" w14:textId="77777777" w:rsidR="001C0413" w:rsidRDefault="001C0413" w:rsidP="001C0413">
      <w:r>
        <w:t>— </w:t>
      </w:r>
      <w:r w:rsidR="00530790" w:rsidRPr="005D5566">
        <w:t>Comme vous êtes bonne</w:t>
      </w:r>
      <w:r>
        <w:t xml:space="preserve"> ! </w:t>
      </w:r>
      <w:r w:rsidR="00530790" w:rsidRPr="005D5566">
        <w:t>répliqua Natacha</w:t>
      </w:r>
      <w:r>
        <w:t xml:space="preserve">, </w:t>
      </w:r>
      <w:r w:rsidR="00530790" w:rsidRPr="005D5566">
        <w:t>à mi-voix aussi</w:t>
      </w:r>
      <w:r>
        <w:t xml:space="preserve">, </w:t>
      </w:r>
      <w:r w:rsidR="00530790" w:rsidRPr="005D5566">
        <w:t>en lui serrant la main</w:t>
      </w:r>
      <w:r>
        <w:t>.</w:t>
      </w:r>
    </w:p>
    <w:p w14:paraId="1B66989F" w14:textId="77777777" w:rsidR="001C0413" w:rsidRDefault="001C0413" w:rsidP="001C0413">
      <w:r>
        <w:t>— </w:t>
      </w:r>
      <w:r w:rsidR="00530790" w:rsidRPr="005D5566">
        <w:t>Bonsoir</w:t>
      </w:r>
      <w:r>
        <w:t xml:space="preserve">, </w:t>
      </w:r>
      <w:r w:rsidR="00530790" w:rsidRPr="005D5566">
        <w:t>petite mère</w:t>
      </w:r>
      <w:r>
        <w:t xml:space="preserve"> ! </w:t>
      </w:r>
      <w:r w:rsidR="00530790" w:rsidRPr="005D5566">
        <w:t>dit le Petit-Russien en la regardant en face</w:t>
      </w:r>
      <w:r>
        <w:t xml:space="preserve"> ; </w:t>
      </w:r>
      <w:r w:rsidR="00530790" w:rsidRPr="005D5566">
        <w:t>et il sortit en se baissant</w:t>
      </w:r>
      <w:r>
        <w:t xml:space="preserve">, </w:t>
      </w:r>
      <w:r w:rsidR="00530790" w:rsidRPr="005D5566">
        <w:t>à la suite de Natacha</w:t>
      </w:r>
      <w:r>
        <w:t>.</w:t>
      </w:r>
    </w:p>
    <w:p w14:paraId="0E0A8EBF" w14:textId="77777777" w:rsidR="001C0413" w:rsidRDefault="00530790" w:rsidP="001C0413">
      <w:r w:rsidRPr="005D5566">
        <w:t>La mère jeta un coup d</w:t>
      </w:r>
      <w:r w:rsidR="001C0413">
        <w:t>’</w:t>
      </w:r>
      <w:r w:rsidRPr="005D5566">
        <w:t>œil vers son fils</w:t>
      </w:r>
      <w:r w:rsidR="001C0413">
        <w:t xml:space="preserve"> ; </w:t>
      </w:r>
      <w:r w:rsidRPr="005D5566">
        <w:t>debout sur le seuil de la chambre</w:t>
      </w:r>
      <w:r w:rsidR="001C0413">
        <w:t xml:space="preserve">, </w:t>
      </w:r>
      <w:r w:rsidRPr="005D5566">
        <w:t>il souriait</w:t>
      </w:r>
      <w:r w:rsidR="001C0413">
        <w:t> :</w:t>
      </w:r>
    </w:p>
    <w:p w14:paraId="61FD0F9B" w14:textId="77777777" w:rsidR="001C0413" w:rsidRDefault="001C0413" w:rsidP="001C0413">
      <w:r>
        <w:t>— </w:t>
      </w:r>
      <w:r w:rsidR="00530790" w:rsidRPr="005D5566">
        <w:t>Pourquoi ris-tu</w:t>
      </w:r>
      <w:r>
        <w:t xml:space="preserve"> ? </w:t>
      </w:r>
      <w:r w:rsidR="00530790" w:rsidRPr="005D5566">
        <w:t>demanda-t-elle avec confusion</w:t>
      </w:r>
      <w:r>
        <w:t>.</w:t>
      </w:r>
    </w:p>
    <w:p w14:paraId="49A12F2E" w14:textId="77777777" w:rsidR="001C0413" w:rsidRDefault="001C0413" w:rsidP="001C0413">
      <w:r>
        <w:t>— </w:t>
      </w:r>
      <w:r w:rsidR="00530790" w:rsidRPr="005D5566">
        <w:t>Comme ça</w:t>
      </w:r>
      <w:r>
        <w:t xml:space="preserve">… </w:t>
      </w:r>
      <w:r w:rsidR="00530790" w:rsidRPr="005D5566">
        <w:t>je suis content</w:t>
      </w:r>
      <w:r>
        <w:t> !</w:t>
      </w:r>
    </w:p>
    <w:p w14:paraId="3FB7606A" w14:textId="77777777" w:rsidR="001C0413" w:rsidRDefault="001C0413" w:rsidP="001C0413">
      <w:r>
        <w:t>— </w:t>
      </w:r>
      <w:r w:rsidR="00530790" w:rsidRPr="005D5566">
        <w:t>Je suis vieille et bête</w:t>
      </w:r>
      <w:r>
        <w:t xml:space="preserve">… </w:t>
      </w:r>
      <w:r w:rsidR="00530790" w:rsidRPr="005D5566">
        <w:t>je le sais</w:t>
      </w:r>
      <w:r>
        <w:t xml:space="preserve">… </w:t>
      </w:r>
      <w:r w:rsidR="00530790" w:rsidRPr="005D5566">
        <w:t>mais je comprends quand même ce qui est bien</w:t>
      </w:r>
      <w:r>
        <w:t xml:space="preserve"> ! </w:t>
      </w:r>
      <w:r w:rsidR="00530790" w:rsidRPr="005D5566">
        <w:t>fit-elle</w:t>
      </w:r>
      <w:r>
        <w:t xml:space="preserve">, </w:t>
      </w:r>
      <w:r w:rsidR="00530790" w:rsidRPr="005D5566">
        <w:t>vexée</w:t>
      </w:r>
      <w:r>
        <w:t>.</w:t>
      </w:r>
    </w:p>
    <w:p w14:paraId="3DF43A8B" w14:textId="77777777" w:rsidR="001C0413" w:rsidRDefault="001C0413" w:rsidP="001C0413">
      <w:r>
        <w:t>— </w:t>
      </w:r>
      <w:r w:rsidR="00530790" w:rsidRPr="005D5566">
        <w:t>Et vous avez raison</w:t>
      </w:r>
      <w:r>
        <w:t xml:space="preserve"> ! </w:t>
      </w:r>
      <w:r w:rsidR="00530790" w:rsidRPr="005D5566">
        <w:t>répliqua-t-il en secouant la tête</w:t>
      </w:r>
      <w:r>
        <w:t xml:space="preserve">. </w:t>
      </w:r>
      <w:r w:rsidR="00530790" w:rsidRPr="005D5566">
        <w:t>Allez vous coucher</w:t>
      </w:r>
      <w:r>
        <w:t xml:space="preserve">… </w:t>
      </w:r>
      <w:r w:rsidR="00530790" w:rsidRPr="005D5566">
        <w:t>c</w:t>
      </w:r>
      <w:r>
        <w:t>’</w:t>
      </w:r>
      <w:r w:rsidR="00530790" w:rsidRPr="005D5566">
        <w:t>est le moment</w:t>
      </w:r>
      <w:r>
        <w:t>…</w:t>
      </w:r>
    </w:p>
    <w:p w14:paraId="2FBD74EA" w14:textId="77777777" w:rsidR="001C0413" w:rsidRDefault="001C0413" w:rsidP="001C0413">
      <w:pPr>
        <w:rPr>
          <w:rFonts w:eastAsia="Georgia" w:cs="Georgia"/>
        </w:rPr>
      </w:pPr>
      <w:r>
        <w:t>— </w:t>
      </w:r>
      <w:r w:rsidR="00530790" w:rsidRPr="005D5566">
        <w:t>Et pour toi aussi</w:t>
      </w:r>
      <w:r>
        <w:t xml:space="preserve">… </w:t>
      </w:r>
      <w:r w:rsidR="00530790" w:rsidRPr="005D5566">
        <w:t>Je vais tout de suite au lit</w:t>
      </w:r>
      <w:r>
        <w:rPr>
          <w:rFonts w:eastAsia="Georgia" w:cs="Georgia"/>
        </w:rPr>
        <w:t>…</w:t>
      </w:r>
    </w:p>
    <w:p w14:paraId="7EA42D47" w14:textId="77777777" w:rsidR="001C0413" w:rsidRDefault="00530790" w:rsidP="001C0413">
      <w:r w:rsidRPr="005D5566">
        <w:t>Elle tournait autour de la table tout en enlevant la vaisselle</w:t>
      </w:r>
      <w:r w:rsidR="001C0413">
        <w:t xml:space="preserve"> ; </w:t>
      </w:r>
      <w:r w:rsidRPr="005D5566">
        <w:t>elle était heureuse</w:t>
      </w:r>
      <w:r w:rsidR="001C0413">
        <w:t xml:space="preserve"> : </w:t>
      </w:r>
      <w:r w:rsidRPr="005D5566">
        <w:t>tout s</w:t>
      </w:r>
      <w:r w:rsidR="001C0413">
        <w:t>’</w:t>
      </w:r>
      <w:r w:rsidRPr="005D5566">
        <w:t>était bien passé et terminé en paix</w:t>
      </w:r>
      <w:r w:rsidR="001C0413">
        <w:t>.</w:t>
      </w:r>
    </w:p>
    <w:p w14:paraId="29FF2CB3" w14:textId="77777777" w:rsidR="001C0413" w:rsidRDefault="001C0413" w:rsidP="001C0413">
      <w:r>
        <w:t>— </w:t>
      </w:r>
      <w:r w:rsidR="00530790" w:rsidRPr="005D5566">
        <w:t>Tu as eu une bonne idée</w:t>
      </w:r>
      <w:r>
        <w:t xml:space="preserve">, </w:t>
      </w:r>
      <w:r w:rsidR="00530790" w:rsidRPr="005D5566">
        <w:t>mon fils</w:t>
      </w:r>
      <w:r>
        <w:t xml:space="preserve">, </w:t>
      </w:r>
      <w:r w:rsidR="00530790" w:rsidRPr="005D5566">
        <w:t>dit-elle</w:t>
      </w:r>
      <w:r>
        <w:t xml:space="preserve">, </w:t>
      </w:r>
      <w:r w:rsidR="00530790" w:rsidRPr="005D5566">
        <w:t>ce sont de braves gens</w:t>
      </w:r>
      <w:r>
        <w:t xml:space="preserve">… </w:t>
      </w:r>
      <w:r w:rsidR="00530790" w:rsidRPr="005D5566">
        <w:t>Le Petit-Russien est bien gentil</w:t>
      </w:r>
      <w:r>
        <w:t xml:space="preserve"> ! </w:t>
      </w:r>
      <w:r w:rsidR="00530790" w:rsidRPr="005D5566">
        <w:t>Et la demoiselle</w:t>
      </w:r>
      <w:r>
        <w:t xml:space="preserve">… </w:t>
      </w:r>
      <w:r w:rsidR="00530790" w:rsidRPr="005D5566">
        <w:t>Ah</w:t>
      </w:r>
      <w:r>
        <w:t xml:space="preserve"> ! </w:t>
      </w:r>
      <w:r w:rsidR="00530790" w:rsidRPr="005D5566">
        <w:t>qu</w:t>
      </w:r>
      <w:r>
        <w:t>’</w:t>
      </w:r>
      <w:r w:rsidR="00530790" w:rsidRPr="005D5566">
        <w:t>elle est intelligente</w:t>
      </w:r>
      <w:r>
        <w:t xml:space="preserve"> ! </w:t>
      </w:r>
      <w:r w:rsidR="00530790" w:rsidRPr="005D5566">
        <w:t>qui est-ce</w:t>
      </w:r>
      <w:r>
        <w:t> ?</w:t>
      </w:r>
    </w:p>
    <w:p w14:paraId="0951C83A" w14:textId="77777777" w:rsidR="001C0413" w:rsidRDefault="001C0413" w:rsidP="001C0413">
      <w:r>
        <w:t>— </w:t>
      </w:r>
      <w:r w:rsidR="00530790" w:rsidRPr="005D5566">
        <w:t>Une maîtresse d</w:t>
      </w:r>
      <w:r>
        <w:t>’</w:t>
      </w:r>
      <w:r w:rsidR="00530790" w:rsidRPr="005D5566">
        <w:t>école</w:t>
      </w:r>
      <w:r>
        <w:t xml:space="preserve">, </w:t>
      </w:r>
      <w:r w:rsidR="00530790" w:rsidRPr="005D5566">
        <w:t>répondit brièvement Pavel</w:t>
      </w:r>
      <w:r>
        <w:t xml:space="preserve">, </w:t>
      </w:r>
      <w:r w:rsidR="00530790" w:rsidRPr="005D5566">
        <w:t>marchant de long en large dans la pièce</w:t>
      </w:r>
      <w:r>
        <w:t>.</w:t>
      </w:r>
    </w:p>
    <w:p w14:paraId="076C763E" w14:textId="77777777" w:rsidR="001C0413" w:rsidRDefault="001C0413" w:rsidP="001C0413">
      <w:r>
        <w:lastRenderedPageBreak/>
        <w:t>— </w:t>
      </w:r>
      <w:r w:rsidR="00530790" w:rsidRPr="005D5566">
        <w:t>C</w:t>
      </w:r>
      <w:r>
        <w:t>’</w:t>
      </w:r>
      <w:r w:rsidR="00530790" w:rsidRPr="005D5566">
        <w:t>est pour cela qu</w:t>
      </w:r>
      <w:r>
        <w:t>’</w:t>
      </w:r>
      <w:r w:rsidR="00530790" w:rsidRPr="005D5566">
        <w:t>elle est si pauvre</w:t>
      </w:r>
      <w:r>
        <w:t xml:space="preserve"> !… </w:t>
      </w:r>
      <w:r w:rsidR="00530790" w:rsidRPr="005D5566">
        <w:t>Ah</w:t>
      </w:r>
      <w:r>
        <w:t xml:space="preserve"> ! </w:t>
      </w:r>
      <w:r w:rsidR="00530790" w:rsidRPr="005D5566">
        <w:t>qu</w:t>
      </w:r>
      <w:r>
        <w:t>’</w:t>
      </w:r>
      <w:r w:rsidR="00530790" w:rsidRPr="005D5566">
        <w:t>elle est mal habillée</w:t>
      </w:r>
      <w:r>
        <w:t xml:space="preserve"> ! </w:t>
      </w:r>
      <w:r w:rsidR="00530790" w:rsidRPr="005D5566">
        <w:t>Elle va prendre froid</w:t>
      </w:r>
      <w:r>
        <w:t xml:space="preserve"> ! </w:t>
      </w:r>
      <w:r w:rsidR="00530790" w:rsidRPr="005D5566">
        <w:t>Où sont ses parents</w:t>
      </w:r>
      <w:r>
        <w:t> ?</w:t>
      </w:r>
    </w:p>
    <w:p w14:paraId="292CA4D8" w14:textId="77777777" w:rsidR="001C0413" w:rsidRDefault="001C0413" w:rsidP="001C0413">
      <w:r>
        <w:t>— </w:t>
      </w:r>
      <w:r w:rsidR="00530790" w:rsidRPr="005D5566">
        <w:t>À Moscou</w:t>
      </w:r>
      <w:r>
        <w:t> !</w:t>
      </w:r>
    </w:p>
    <w:p w14:paraId="524DAE88" w14:textId="77777777" w:rsidR="001C0413" w:rsidRDefault="00530790" w:rsidP="001C0413">
      <w:r w:rsidRPr="005D5566">
        <w:t>Et Pavel</w:t>
      </w:r>
      <w:r w:rsidR="001C0413">
        <w:t xml:space="preserve">, </w:t>
      </w:r>
      <w:r w:rsidRPr="005D5566">
        <w:t>s</w:t>
      </w:r>
      <w:r w:rsidR="001C0413">
        <w:t>’</w:t>
      </w:r>
      <w:r w:rsidRPr="005D5566">
        <w:t>arrêtant près de sa mère</w:t>
      </w:r>
      <w:r w:rsidR="001C0413">
        <w:t xml:space="preserve">, </w:t>
      </w:r>
      <w:r w:rsidRPr="005D5566">
        <w:t>lui dit</w:t>
      </w:r>
      <w:r w:rsidR="001C0413">
        <w:t xml:space="preserve">, </w:t>
      </w:r>
      <w:r w:rsidRPr="005D5566">
        <w:t>d</w:t>
      </w:r>
      <w:r w:rsidR="001C0413">
        <w:t>’</w:t>
      </w:r>
      <w:r w:rsidRPr="005D5566">
        <w:t>une voix basse et sérieuse</w:t>
      </w:r>
      <w:r w:rsidR="001C0413">
        <w:t> :</w:t>
      </w:r>
    </w:p>
    <w:p w14:paraId="2F69CF0B" w14:textId="77777777" w:rsidR="001C0413" w:rsidRDefault="001C0413" w:rsidP="001C0413">
      <w:r>
        <w:t>— </w:t>
      </w:r>
      <w:r w:rsidR="00530790" w:rsidRPr="005D5566">
        <w:t>Son père est très riche</w:t>
      </w:r>
      <w:r>
        <w:t xml:space="preserve"> ; </w:t>
      </w:r>
      <w:r w:rsidR="00530790" w:rsidRPr="005D5566">
        <w:t>c</w:t>
      </w:r>
      <w:r>
        <w:t>’</w:t>
      </w:r>
      <w:r w:rsidR="00530790" w:rsidRPr="005D5566">
        <w:t>est un marchand de fer qui possède plusieurs maisons</w:t>
      </w:r>
      <w:r>
        <w:t xml:space="preserve">. </w:t>
      </w:r>
      <w:r w:rsidR="00530790" w:rsidRPr="005D5566">
        <w:t>Il l</w:t>
      </w:r>
      <w:r>
        <w:t>’</w:t>
      </w:r>
      <w:r w:rsidR="00530790" w:rsidRPr="005D5566">
        <w:t>a chassée</w:t>
      </w:r>
      <w:r>
        <w:t xml:space="preserve">, </w:t>
      </w:r>
      <w:r w:rsidR="00530790" w:rsidRPr="005D5566">
        <w:t>parce qu</w:t>
      </w:r>
      <w:r>
        <w:t>’</w:t>
      </w:r>
      <w:r w:rsidR="00530790" w:rsidRPr="005D5566">
        <w:t>elle a pris cette voie</w:t>
      </w:r>
      <w:r>
        <w:t xml:space="preserve">… </w:t>
      </w:r>
      <w:r w:rsidR="00530790" w:rsidRPr="005D5566">
        <w:t>Elle a été élevée dans le luxe</w:t>
      </w:r>
      <w:r>
        <w:t xml:space="preserve">, </w:t>
      </w:r>
      <w:r w:rsidR="00530790" w:rsidRPr="005D5566">
        <w:t>tous les siens la gâtaient</w:t>
      </w:r>
      <w:r>
        <w:t xml:space="preserve">, </w:t>
      </w:r>
      <w:r w:rsidR="00530790" w:rsidRPr="005D5566">
        <w:t>lui donnaient ce qu</w:t>
      </w:r>
      <w:r>
        <w:t>’</w:t>
      </w:r>
      <w:r w:rsidR="00530790" w:rsidRPr="005D5566">
        <w:t>elle voulait</w:t>
      </w:r>
      <w:r>
        <w:t xml:space="preserve">… </w:t>
      </w:r>
      <w:r w:rsidR="00530790" w:rsidRPr="005D5566">
        <w:t>et en ce moment-ci</w:t>
      </w:r>
      <w:r>
        <w:t xml:space="preserve">, </w:t>
      </w:r>
      <w:r w:rsidR="00530790" w:rsidRPr="005D5566">
        <w:t>elle fait sept kilomètres à pied</w:t>
      </w:r>
      <w:r>
        <w:t xml:space="preserve">, </w:t>
      </w:r>
      <w:r w:rsidR="00530790" w:rsidRPr="005D5566">
        <w:t>seule</w:t>
      </w:r>
      <w:r>
        <w:t>…</w:t>
      </w:r>
    </w:p>
    <w:p w14:paraId="5CA7EAA4" w14:textId="77777777" w:rsidR="001C0413" w:rsidRDefault="00530790" w:rsidP="001C0413">
      <w:r w:rsidRPr="005D5566">
        <w:t>Ces détails frappèrent Pélaguée</w:t>
      </w:r>
      <w:r w:rsidR="001C0413">
        <w:t xml:space="preserve">. </w:t>
      </w:r>
      <w:r w:rsidRPr="005D5566">
        <w:t>Debout au milieu de la chambre</w:t>
      </w:r>
      <w:r w:rsidR="001C0413">
        <w:t xml:space="preserve">, </w:t>
      </w:r>
      <w:r w:rsidRPr="005D5566">
        <w:t>elle regardait</w:t>
      </w:r>
      <w:r w:rsidR="001C0413">
        <w:t xml:space="preserve">, </w:t>
      </w:r>
      <w:r w:rsidRPr="005D5566">
        <w:t>son fils sans mot dire</w:t>
      </w:r>
      <w:r w:rsidR="001C0413">
        <w:t xml:space="preserve">, </w:t>
      </w:r>
      <w:r w:rsidRPr="005D5566">
        <w:t>les sourcils levés d</w:t>
      </w:r>
      <w:r w:rsidR="001C0413">
        <w:t>’</w:t>
      </w:r>
      <w:r w:rsidRPr="005D5566">
        <w:t>étonnement</w:t>
      </w:r>
      <w:r w:rsidR="001C0413">
        <w:t>.</w:t>
      </w:r>
    </w:p>
    <w:p w14:paraId="55031BF4" w14:textId="77777777" w:rsidR="001C0413" w:rsidRDefault="00530790" w:rsidP="001C0413">
      <w:r w:rsidRPr="005D5566">
        <w:t>Puis elle demanda à mi-voix</w:t>
      </w:r>
      <w:r w:rsidR="001C0413">
        <w:t> :</w:t>
      </w:r>
    </w:p>
    <w:p w14:paraId="035B9C45" w14:textId="77777777" w:rsidR="001C0413" w:rsidRDefault="001C0413" w:rsidP="001C0413">
      <w:r>
        <w:t>— </w:t>
      </w:r>
      <w:r w:rsidR="00530790" w:rsidRPr="005D5566">
        <w:t>Elle va en ville</w:t>
      </w:r>
      <w:r>
        <w:t> ?</w:t>
      </w:r>
    </w:p>
    <w:p w14:paraId="07F03A58" w14:textId="77777777" w:rsidR="001C0413" w:rsidRDefault="001C0413" w:rsidP="001C0413">
      <w:r>
        <w:t>— </w:t>
      </w:r>
      <w:r w:rsidR="00530790" w:rsidRPr="005D5566">
        <w:t>Oui</w:t>
      </w:r>
      <w:r>
        <w:t>.</w:t>
      </w:r>
    </w:p>
    <w:p w14:paraId="26A9F378" w14:textId="77777777" w:rsidR="001C0413" w:rsidRDefault="001C0413" w:rsidP="001C0413">
      <w:r>
        <w:t>— </w:t>
      </w:r>
      <w:r w:rsidR="00530790" w:rsidRPr="005D5566">
        <w:t>Ah</w:t>
      </w:r>
      <w:r>
        <w:t xml:space="preserve"> ! </w:t>
      </w:r>
      <w:r w:rsidR="00530790" w:rsidRPr="005D5566">
        <w:t>elle n</w:t>
      </w:r>
      <w:r>
        <w:t>’</w:t>
      </w:r>
      <w:r w:rsidR="00530790" w:rsidRPr="005D5566">
        <w:t>a pas peur</w:t>
      </w:r>
      <w:r>
        <w:t> ?</w:t>
      </w:r>
    </w:p>
    <w:p w14:paraId="268F84FC" w14:textId="77777777" w:rsidR="001C0413" w:rsidRDefault="001C0413" w:rsidP="001C0413">
      <w:r>
        <w:t>— </w:t>
      </w:r>
      <w:r w:rsidR="00530790" w:rsidRPr="005D5566">
        <w:t>Non</w:t>
      </w:r>
      <w:r>
        <w:t xml:space="preserve">, </w:t>
      </w:r>
      <w:r w:rsidR="00530790" w:rsidRPr="005D5566">
        <w:t>elle n</w:t>
      </w:r>
      <w:r>
        <w:t>’</w:t>
      </w:r>
      <w:r w:rsidR="00530790" w:rsidRPr="005D5566">
        <w:t>a pas peur</w:t>
      </w:r>
      <w:r>
        <w:t xml:space="preserve"> ! </w:t>
      </w:r>
      <w:r w:rsidR="00530790" w:rsidRPr="005D5566">
        <w:t>dit Pavel en souriant</w:t>
      </w:r>
      <w:r>
        <w:t>.</w:t>
      </w:r>
    </w:p>
    <w:p w14:paraId="3545E7C7" w14:textId="77777777" w:rsidR="001C0413" w:rsidRDefault="001C0413" w:rsidP="001C0413">
      <w:r>
        <w:t>— </w:t>
      </w:r>
      <w:r w:rsidR="00530790" w:rsidRPr="005D5566">
        <w:t>Mais pourquoi</w:t>
      </w:r>
      <w:r>
        <w:t xml:space="preserve"> ? </w:t>
      </w:r>
      <w:r w:rsidR="00530790" w:rsidRPr="005D5566">
        <w:t>Elle aurait pu passer la nuit ici</w:t>
      </w:r>
      <w:r>
        <w:t xml:space="preserve">, </w:t>
      </w:r>
      <w:r w:rsidR="00530790" w:rsidRPr="005D5566">
        <w:t>elle aurait couché avec moi</w:t>
      </w:r>
      <w:r>
        <w:t>.</w:t>
      </w:r>
    </w:p>
    <w:p w14:paraId="16E6CC45" w14:textId="77777777" w:rsidR="001C0413" w:rsidRDefault="001C0413" w:rsidP="001C0413">
      <w:r>
        <w:t>— </w:t>
      </w:r>
      <w:r w:rsidR="00530790" w:rsidRPr="005D5566">
        <w:t>Ce n</w:t>
      </w:r>
      <w:r>
        <w:t>’</w:t>
      </w:r>
      <w:r w:rsidR="00530790" w:rsidRPr="005D5566">
        <w:t>était pas possible</w:t>
      </w:r>
      <w:r>
        <w:t xml:space="preserve">. </w:t>
      </w:r>
      <w:r w:rsidR="00530790" w:rsidRPr="005D5566">
        <w:t>On l</w:t>
      </w:r>
      <w:r>
        <w:t>’</w:t>
      </w:r>
      <w:r w:rsidR="00530790" w:rsidRPr="005D5566">
        <w:t>aurait vue ici demain matin</w:t>
      </w:r>
      <w:r>
        <w:t xml:space="preserve"> ; </w:t>
      </w:r>
      <w:r w:rsidR="00530790" w:rsidRPr="005D5566">
        <w:t>et nous n</w:t>
      </w:r>
      <w:r>
        <w:t>’</w:t>
      </w:r>
      <w:r w:rsidR="00530790" w:rsidRPr="005D5566">
        <w:t>avons pas besoin de cela</w:t>
      </w:r>
      <w:r>
        <w:t xml:space="preserve">. </w:t>
      </w:r>
      <w:r w:rsidR="00530790" w:rsidRPr="005D5566">
        <w:t>Ni elle non plus</w:t>
      </w:r>
      <w:r>
        <w:t>.</w:t>
      </w:r>
    </w:p>
    <w:p w14:paraId="71D433E8" w14:textId="77777777" w:rsidR="001C0413" w:rsidRDefault="00530790" w:rsidP="001C0413">
      <w:r w:rsidRPr="005D5566">
        <w:t>La mère se souvint</w:t>
      </w:r>
      <w:r w:rsidR="001C0413">
        <w:t xml:space="preserve">, </w:t>
      </w:r>
      <w:r w:rsidRPr="005D5566">
        <w:t>regarda vers la fenêtre d</w:t>
      </w:r>
      <w:r w:rsidR="001C0413">
        <w:t>’</w:t>
      </w:r>
      <w:r w:rsidRPr="005D5566">
        <w:t>un air pensif et reprit doucement</w:t>
      </w:r>
      <w:r w:rsidR="001C0413">
        <w:t> :</w:t>
      </w:r>
    </w:p>
    <w:p w14:paraId="278734CC" w14:textId="77777777" w:rsidR="001C0413" w:rsidRDefault="001C0413" w:rsidP="001C0413">
      <w:r>
        <w:lastRenderedPageBreak/>
        <w:t>— </w:t>
      </w:r>
      <w:r w:rsidR="00530790" w:rsidRPr="005D5566">
        <w:t>Je ne comprends pas ce qu</w:t>
      </w:r>
      <w:r>
        <w:t>’</w:t>
      </w:r>
      <w:r w:rsidR="00530790" w:rsidRPr="005D5566">
        <w:t>il y a là de dangereux</w:t>
      </w:r>
      <w:r>
        <w:t xml:space="preserve">, </w:t>
      </w:r>
      <w:r w:rsidR="00530790" w:rsidRPr="005D5566">
        <w:t>de défendu</w:t>
      </w:r>
      <w:r>
        <w:t xml:space="preserve"> ? </w:t>
      </w:r>
      <w:r w:rsidR="00530790" w:rsidRPr="005D5566">
        <w:t>Il n</w:t>
      </w:r>
      <w:r>
        <w:t>’</w:t>
      </w:r>
      <w:r w:rsidR="00530790" w:rsidRPr="005D5566">
        <w:t>y a pas de mal à ces choses-là</w:t>
      </w:r>
      <w:r>
        <w:t xml:space="preserve">, </w:t>
      </w:r>
      <w:r w:rsidR="00530790" w:rsidRPr="005D5566">
        <w:t>n</w:t>
      </w:r>
      <w:r>
        <w:t>’</w:t>
      </w:r>
      <w:r w:rsidR="00530790" w:rsidRPr="005D5566">
        <w:t>est-ce pas mon fils</w:t>
      </w:r>
      <w:r>
        <w:t> ?</w:t>
      </w:r>
    </w:p>
    <w:p w14:paraId="10488744" w14:textId="77777777" w:rsidR="001C0413" w:rsidRDefault="00530790" w:rsidP="001C0413">
      <w:r w:rsidRPr="005D5566">
        <w:t>Elle n</w:t>
      </w:r>
      <w:r w:rsidR="001C0413">
        <w:t>’</w:t>
      </w:r>
      <w:r w:rsidRPr="005D5566">
        <w:t>en était pas sûre et elle aurait voulu obtenir de Pavel une réponse négative</w:t>
      </w:r>
      <w:r w:rsidR="001C0413">
        <w:t xml:space="preserve">. </w:t>
      </w:r>
      <w:r w:rsidRPr="005D5566">
        <w:t>Il la regarda avec calme et déclara d</w:t>
      </w:r>
      <w:r w:rsidR="001C0413">
        <w:t>’</w:t>
      </w:r>
      <w:r w:rsidRPr="005D5566">
        <w:t>un ton ferme</w:t>
      </w:r>
      <w:r w:rsidR="001C0413">
        <w:t> :</w:t>
      </w:r>
    </w:p>
    <w:p w14:paraId="66E7BD39" w14:textId="77777777" w:rsidR="001C0413" w:rsidRDefault="001C0413" w:rsidP="001C0413">
      <w:r>
        <w:t>— </w:t>
      </w:r>
      <w:r w:rsidR="00530790" w:rsidRPr="005D5566">
        <w:t>Nous ne faisons ni ne ferons rien de mal</w:t>
      </w:r>
      <w:r>
        <w:t xml:space="preserve">. </w:t>
      </w:r>
      <w:r w:rsidR="00530790" w:rsidRPr="005D5566">
        <w:t>Et pourtant</w:t>
      </w:r>
      <w:r>
        <w:t xml:space="preserve">, </w:t>
      </w:r>
      <w:r w:rsidR="00530790" w:rsidRPr="005D5566">
        <w:t>c</w:t>
      </w:r>
      <w:r>
        <w:t>’</w:t>
      </w:r>
      <w:r w:rsidR="00530790" w:rsidRPr="005D5566">
        <w:t>est la prison qui nous attend</w:t>
      </w:r>
      <w:r>
        <w:t xml:space="preserve">, </w:t>
      </w:r>
      <w:r w:rsidR="00530790" w:rsidRPr="005D5566">
        <w:t>sache-le</w:t>
      </w:r>
      <w:r>
        <w:t>.</w:t>
      </w:r>
    </w:p>
    <w:p w14:paraId="095A4A90" w14:textId="77777777" w:rsidR="001C0413" w:rsidRDefault="00530790" w:rsidP="001C0413">
      <w:r w:rsidRPr="005D5566">
        <w:t>Les mains de Pélaguée se mirent à trembler</w:t>
      </w:r>
      <w:r w:rsidR="001C0413">
        <w:t xml:space="preserve">. </w:t>
      </w:r>
      <w:r w:rsidRPr="005D5566">
        <w:t>D</w:t>
      </w:r>
      <w:r w:rsidR="001C0413">
        <w:t>’</w:t>
      </w:r>
      <w:r w:rsidRPr="005D5566">
        <w:t>une voix brisée elle questionna</w:t>
      </w:r>
      <w:r w:rsidR="001C0413">
        <w:t> :</w:t>
      </w:r>
    </w:p>
    <w:p w14:paraId="43B4BBCC" w14:textId="77777777" w:rsidR="001C0413" w:rsidRDefault="001C0413" w:rsidP="001C0413">
      <w:r>
        <w:t>— </w:t>
      </w:r>
      <w:r w:rsidR="00530790" w:rsidRPr="005D5566">
        <w:t>Peut-être</w:t>
      </w:r>
      <w:r>
        <w:t xml:space="preserve">… </w:t>
      </w:r>
      <w:r w:rsidR="00530790" w:rsidRPr="005D5566">
        <w:t>Dieu permettra qu</w:t>
      </w:r>
      <w:r>
        <w:t>’</w:t>
      </w:r>
      <w:r w:rsidR="00530790" w:rsidRPr="005D5566">
        <w:t>il en soit autrement</w:t>
      </w:r>
      <w:r>
        <w:t>.</w:t>
      </w:r>
    </w:p>
    <w:p w14:paraId="06817CF4" w14:textId="77777777" w:rsidR="001C0413" w:rsidRDefault="001C0413" w:rsidP="001C0413">
      <w:r>
        <w:t>— </w:t>
      </w:r>
      <w:r w:rsidR="00530790" w:rsidRPr="005D5566">
        <w:t>Non</w:t>
      </w:r>
      <w:r>
        <w:t xml:space="preserve"> ! </w:t>
      </w:r>
      <w:r w:rsidR="00530790" w:rsidRPr="005D5566">
        <w:t>dit Pavel</w:t>
      </w:r>
      <w:r>
        <w:t xml:space="preserve">, </w:t>
      </w:r>
      <w:r w:rsidR="00530790" w:rsidRPr="005D5566">
        <w:t>d</w:t>
      </w:r>
      <w:r>
        <w:t>’</w:t>
      </w:r>
      <w:r w:rsidR="00530790" w:rsidRPr="005D5566">
        <w:t>un ton caressant mais assuré</w:t>
      </w:r>
      <w:r>
        <w:t xml:space="preserve">. </w:t>
      </w:r>
      <w:r w:rsidR="00530790" w:rsidRPr="005D5566">
        <w:t>Je ne veux pas te tromper</w:t>
      </w:r>
      <w:r>
        <w:t xml:space="preserve">. </w:t>
      </w:r>
      <w:r w:rsidR="00530790" w:rsidRPr="005D5566">
        <w:t>Il ne peut pas en être autrement</w:t>
      </w:r>
      <w:r>
        <w:t>.</w:t>
      </w:r>
    </w:p>
    <w:p w14:paraId="06DA82D4" w14:textId="77777777" w:rsidR="001C0413" w:rsidRDefault="00530790" w:rsidP="001C0413">
      <w:r w:rsidRPr="005D5566">
        <w:t>Il sourit et ajouta</w:t>
      </w:r>
      <w:r w:rsidR="001C0413">
        <w:t> :</w:t>
      </w:r>
    </w:p>
    <w:p w14:paraId="473F4AD2" w14:textId="77777777" w:rsidR="001C0413" w:rsidRDefault="001C0413" w:rsidP="001C0413">
      <w:r>
        <w:t>— </w:t>
      </w:r>
      <w:r w:rsidR="00530790" w:rsidRPr="005D5566">
        <w:t>Couche-toi</w:t>
      </w:r>
      <w:r>
        <w:t xml:space="preserve"> ! </w:t>
      </w:r>
      <w:r w:rsidR="00530790" w:rsidRPr="005D5566">
        <w:t>Tu es fatiguée</w:t>
      </w:r>
      <w:r>
        <w:t xml:space="preserve"> ! </w:t>
      </w:r>
      <w:r w:rsidR="00530790" w:rsidRPr="005D5566">
        <w:t>Bonne nuit</w:t>
      </w:r>
      <w:r>
        <w:t> !</w:t>
      </w:r>
    </w:p>
    <w:p w14:paraId="71A74542" w14:textId="77777777" w:rsidR="001C0413" w:rsidRDefault="00530790" w:rsidP="001C0413">
      <w:r w:rsidRPr="005D5566">
        <w:t>Restée seule</w:t>
      </w:r>
      <w:r w:rsidR="001C0413">
        <w:t xml:space="preserve">, </w:t>
      </w:r>
      <w:r w:rsidRPr="005D5566">
        <w:t>la mère s</w:t>
      </w:r>
      <w:r w:rsidR="001C0413">
        <w:t>’</w:t>
      </w:r>
      <w:r w:rsidRPr="005D5566">
        <w:t>approcha de la fenêtre et regarda dans la rue</w:t>
      </w:r>
      <w:r w:rsidR="001C0413">
        <w:t xml:space="preserve">. </w:t>
      </w:r>
      <w:r w:rsidRPr="005D5566">
        <w:t>Le vent soufflait et chassait la neige du toit des petites maisons endormies</w:t>
      </w:r>
      <w:r w:rsidR="001C0413">
        <w:t xml:space="preserve">, </w:t>
      </w:r>
      <w:r w:rsidRPr="005D5566">
        <w:t>il battait les murs en chuchotant on ne sait quoi</w:t>
      </w:r>
      <w:r w:rsidR="001C0413">
        <w:t xml:space="preserve">, </w:t>
      </w:r>
      <w:r w:rsidRPr="005D5566">
        <w:t>tombait à terre</w:t>
      </w:r>
      <w:r w:rsidR="001C0413">
        <w:t xml:space="preserve">, </w:t>
      </w:r>
      <w:r w:rsidRPr="005D5566">
        <w:t>et faisait courir le long de la rue de blancs nuages de flocons secs</w:t>
      </w:r>
      <w:r w:rsidR="001C0413">
        <w:t>.</w:t>
      </w:r>
    </w:p>
    <w:p w14:paraId="0A245E42" w14:textId="77777777" w:rsidR="001C0413" w:rsidRDefault="001C0413" w:rsidP="001C0413">
      <w:r>
        <w:t>— </w:t>
      </w:r>
      <w:r w:rsidR="00530790" w:rsidRPr="005D5566">
        <w:t>Jésus-Christ</w:t>
      </w:r>
      <w:r>
        <w:t xml:space="preserve">, </w:t>
      </w:r>
      <w:r w:rsidR="00530790" w:rsidRPr="005D5566">
        <w:t>ayez pitié de nous</w:t>
      </w:r>
      <w:r>
        <w:t xml:space="preserve"> ! </w:t>
      </w:r>
      <w:r w:rsidR="00530790" w:rsidRPr="005D5566">
        <w:t>pria-t-elle à voix basse</w:t>
      </w:r>
      <w:r>
        <w:t>.</w:t>
      </w:r>
    </w:p>
    <w:p w14:paraId="40F8628F" w14:textId="77777777" w:rsidR="001C0413" w:rsidRDefault="00530790" w:rsidP="001C0413">
      <w:r w:rsidRPr="005D5566">
        <w:t>Les larmes s</w:t>
      </w:r>
      <w:r w:rsidR="001C0413">
        <w:t>’</w:t>
      </w:r>
      <w:r w:rsidRPr="005D5566">
        <w:t>amassaient dans son cœur</w:t>
      </w:r>
      <w:r w:rsidR="001C0413">
        <w:t xml:space="preserve">, </w:t>
      </w:r>
      <w:r w:rsidRPr="005D5566">
        <w:t>l</w:t>
      </w:r>
      <w:r w:rsidR="001C0413">
        <w:t>’</w:t>
      </w:r>
      <w:r w:rsidRPr="005D5566">
        <w:t>attente du malheur dont son fils parlait avec tant de calme et de certitude</w:t>
      </w:r>
      <w:r w:rsidR="001C0413">
        <w:t xml:space="preserve">, </w:t>
      </w:r>
      <w:r w:rsidRPr="005D5566">
        <w:t>frémissait en elle</w:t>
      </w:r>
      <w:r w:rsidR="001C0413">
        <w:t xml:space="preserve">, </w:t>
      </w:r>
      <w:r w:rsidRPr="005D5566">
        <w:t>pareille à un papillon de nuit</w:t>
      </w:r>
      <w:r w:rsidR="001C0413">
        <w:t xml:space="preserve">. </w:t>
      </w:r>
      <w:r w:rsidRPr="005D5566">
        <w:t>Devant ses yeux se déroula une plaine couverte de neige</w:t>
      </w:r>
      <w:r w:rsidR="001C0413">
        <w:t xml:space="preserve">. </w:t>
      </w:r>
      <w:r w:rsidRPr="005D5566">
        <w:t>Le vent ébouriffé y tourbillonnait en sifflant</w:t>
      </w:r>
      <w:r w:rsidR="001C0413">
        <w:t xml:space="preserve">. </w:t>
      </w:r>
      <w:r w:rsidRPr="005D5566">
        <w:t>Au milieu de la plaine</w:t>
      </w:r>
      <w:r w:rsidR="001C0413">
        <w:t xml:space="preserve">, </w:t>
      </w:r>
      <w:r w:rsidRPr="005D5566">
        <w:t xml:space="preserve">une </w:t>
      </w:r>
      <w:r w:rsidRPr="005D5566">
        <w:lastRenderedPageBreak/>
        <w:t>petite silhouette de jeune fille cheminait</w:t>
      </w:r>
      <w:r w:rsidR="001C0413">
        <w:t xml:space="preserve">, </w:t>
      </w:r>
      <w:r w:rsidRPr="005D5566">
        <w:t>solitaire et chancelante</w:t>
      </w:r>
      <w:r w:rsidR="001C0413">
        <w:t xml:space="preserve">. </w:t>
      </w:r>
      <w:r w:rsidRPr="005D5566">
        <w:t>Le vent s</w:t>
      </w:r>
      <w:r w:rsidR="001C0413">
        <w:t>’</w:t>
      </w:r>
      <w:r w:rsidRPr="005D5566">
        <w:t>enroulait autour de ses jambes</w:t>
      </w:r>
      <w:r w:rsidR="001C0413">
        <w:t xml:space="preserve">, </w:t>
      </w:r>
      <w:r w:rsidRPr="005D5566">
        <w:t>gonflait ses jupes</w:t>
      </w:r>
      <w:r w:rsidR="001C0413">
        <w:t xml:space="preserve">, </w:t>
      </w:r>
      <w:r w:rsidRPr="005D5566">
        <w:t>lui lançait à la figure des flocons cinglants</w:t>
      </w:r>
      <w:r w:rsidR="001C0413">
        <w:t xml:space="preserve">. </w:t>
      </w:r>
      <w:r w:rsidRPr="005D5566">
        <w:t>La marche était difficile pour les petits pieds qui enfonçaient dans la neige</w:t>
      </w:r>
      <w:r w:rsidR="001C0413">
        <w:t xml:space="preserve">. </w:t>
      </w:r>
      <w:r w:rsidRPr="005D5566">
        <w:t>Il faisait froid et les ténèbres étaient effrayantes</w:t>
      </w:r>
      <w:r w:rsidR="001C0413">
        <w:t xml:space="preserve">. </w:t>
      </w:r>
      <w:r w:rsidRPr="005D5566">
        <w:t>La jeune fille s</w:t>
      </w:r>
      <w:r w:rsidR="001C0413">
        <w:t>’</w:t>
      </w:r>
      <w:r w:rsidRPr="005D5566">
        <w:t>inclinait comme un brin d</w:t>
      </w:r>
      <w:r w:rsidR="001C0413">
        <w:t>’</w:t>
      </w:r>
      <w:r w:rsidRPr="005D5566">
        <w:t>herbe secoué par le souffle rapide du vent d</w:t>
      </w:r>
      <w:r w:rsidR="001C0413">
        <w:t>’</w:t>
      </w:r>
      <w:r w:rsidRPr="005D5566">
        <w:t>automne</w:t>
      </w:r>
      <w:r w:rsidR="001C0413">
        <w:t xml:space="preserve">. </w:t>
      </w:r>
      <w:r w:rsidRPr="005D5566">
        <w:t>À sa droite</w:t>
      </w:r>
      <w:r w:rsidR="001C0413">
        <w:t xml:space="preserve">, </w:t>
      </w:r>
      <w:r w:rsidRPr="005D5566">
        <w:t>dans le marais</w:t>
      </w:r>
      <w:r w:rsidR="001C0413">
        <w:t xml:space="preserve">, </w:t>
      </w:r>
      <w:r w:rsidRPr="005D5566">
        <w:t>une forêt dressait sa sombre muraille</w:t>
      </w:r>
      <w:r w:rsidR="001C0413">
        <w:t xml:space="preserve">, </w:t>
      </w:r>
      <w:r w:rsidRPr="005D5566">
        <w:t>où les bouleaux et les grêles sapins tremblaient et bruissaient tristement</w:t>
      </w:r>
      <w:r w:rsidR="001C0413">
        <w:t xml:space="preserve">. </w:t>
      </w:r>
      <w:r w:rsidRPr="005D5566">
        <w:t>Bien loin</w:t>
      </w:r>
      <w:r w:rsidR="001C0413">
        <w:t xml:space="preserve">, </w:t>
      </w:r>
      <w:r w:rsidRPr="005D5566">
        <w:t>devant elle</w:t>
      </w:r>
      <w:r w:rsidR="001C0413">
        <w:t xml:space="preserve">, </w:t>
      </w:r>
      <w:r w:rsidRPr="005D5566">
        <w:t>scintillaient les lumières de la ville</w:t>
      </w:r>
      <w:r w:rsidR="001C0413">
        <w:t>.</w:t>
      </w:r>
    </w:p>
    <w:p w14:paraId="0F932808" w14:textId="77777777" w:rsidR="001C0413" w:rsidRDefault="001C0413" w:rsidP="001C0413">
      <w:r>
        <w:t>— </w:t>
      </w:r>
      <w:r w:rsidR="00530790" w:rsidRPr="005D5566">
        <w:t>Seigneur</w:t>
      </w:r>
      <w:r>
        <w:t xml:space="preserve"> ! </w:t>
      </w:r>
      <w:r w:rsidR="00530790" w:rsidRPr="005D5566">
        <w:t>ayez pitié de nous</w:t>
      </w:r>
      <w:r>
        <w:t xml:space="preserve"> ! </w:t>
      </w:r>
      <w:r w:rsidR="00530790" w:rsidRPr="005D5566">
        <w:t>dit encore la mère</w:t>
      </w:r>
      <w:r>
        <w:t xml:space="preserve">, </w:t>
      </w:r>
      <w:r w:rsidR="00530790" w:rsidRPr="005D5566">
        <w:t>frissonnante de froid et de peur</w:t>
      </w:r>
      <w:r>
        <w:t>.</w:t>
      </w:r>
    </w:p>
    <w:p w14:paraId="623BC91B" w14:textId="13E9E8C2" w:rsidR="00530790" w:rsidRPr="003B37B8" w:rsidRDefault="00530790" w:rsidP="001C0413">
      <w:pPr>
        <w:pStyle w:val="Titre2"/>
        <w:rPr>
          <w:szCs w:val="44"/>
        </w:rPr>
      </w:pPr>
      <w:bookmarkStart w:id="8" w:name="_Toc202279529"/>
      <w:r w:rsidRPr="003B37B8">
        <w:rPr>
          <w:szCs w:val="44"/>
        </w:rPr>
        <w:lastRenderedPageBreak/>
        <w:t>VII</w:t>
      </w:r>
      <w:bookmarkEnd w:id="8"/>
      <w:r w:rsidRPr="003B37B8">
        <w:rPr>
          <w:szCs w:val="44"/>
        </w:rPr>
        <w:br/>
      </w:r>
    </w:p>
    <w:p w14:paraId="42D15B9E" w14:textId="77777777" w:rsidR="001C0413" w:rsidRDefault="00530790" w:rsidP="001C0413">
      <w:r w:rsidRPr="005D5566">
        <w:t>Les jours glissaient</w:t>
      </w:r>
      <w:r w:rsidR="001C0413">
        <w:t xml:space="preserve">, </w:t>
      </w:r>
      <w:r w:rsidRPr="005D5566">
        <w:t>les uns après les autres</w:t>
      </w:r>
      <w:r w:rsidR="001C0413">
        <w:t xml:space="preserve"> ; </w:t>
      </w:r>
      <w:r w:rsidRPr="005D5566">
        <w:t>comme les boules d</w:t>
      </w:r>
      <w:r w:rsidR="001C0413">
        <w:t>’</w:t>
      </w:r>
      <w:r w:rsidRPr="005D5566">
        <w:t>un boulier</w:t>
      </w:r>
      <w:r w:rsidR="001C0413">
        <w:t xml:space="preserve">, </w:t>
      </w:r>
      <w:r w:rsidRPr="005D5566">
        <w:t>ils s</w:t>
      </w:r>
      <w:r w:rsidR="001C0413">
        <w:t>’</w:t>
      </w:r>
      <w:r w:rsidRPr="005D5566">
        <w:t>additionnaient en semaines et en mois</w:t>
      </w:r>
      <w:r w:rsidR="001C0413">
        <w:t xml:space="preserve">. </w:t>
      </w:r>
      <w:r w:rsidRPr="005D5566">
        <w:t>Tous les samedis</w:t>
      </w:r>
      <w:r w:rsidR="001C0413">
        <w:t xml:space="preserve">, </w:t>
      </w:r>
      <w:r w:rsidRPr="005D5566">
        <w:t>les camarades se réunissaient chez Pavel</w:t>
      </w:r>
      <w:r w:rsidR="001C0413">
        <w:t xml:space="preserve"> ; </w:t>
      </w:r>
      <w:r w:rsidRPr="005D5566">
        <w:t>et chaque séance était comme une marche d</w:t>
      </w:r>
      <w:r w:rsidR="001C0413">
        <w:t>’</w:t>
      </w:r>
      <w:r w:rsidRPr="005D5566">
        <w:t>un long escalier en pente douce qui conduisait bien loin</w:t>
      </w:r>
      <w:r w:rsidR="001C0413">
        <w:t xml:space="preserve">, </w:t>
      </w:r>
      <w:r w:rsidRPr="005D5566">
        <w:t>on ne sait où</w:t>
      </w:r>
      <w:r w:rsidR="001C0413">
        <w:t xml:space="preserve">, </w:t>
      </w:r>
      <w:r w:rsidRPr="005D5566">
        <w:t>élevant lentement ceux qui montaient</w:t>
      </w:r>
      <w:r w:rsidR="001C0413">
        <w:t xml:space="preserve">, </w:t>
      </w:r>
      <w:r w:rsidRPr="005D5566">
        <w:t>et dont on ne voyait pas le sommet</w:t>
      </w:r>
      <w:r w:rsidR="001C0413">
        <w:t>.</w:t>
      </w:r>
    </w:p>
    <w:p w14:paraId="4EE6147A" w14:textId="3FD87DAB" w:rsidR="001C0413" w:rsidRDefault="00A000BB" w:rsidP="001C0413">
      <w:r>
        <w:t>Des</w:t>
      </w:r>
      <w:r w:rsidRPr="005D5566">
        <w:t xml:space="preserve"> </w:t>
      </w:r>
      <w:r w:rsidR="00530790" w:rsidRPr="005D5566">
        <w:t>figures nouvelles apparaissaient sans cesse</w:t>
      </w:r>
      <w:r w:rsidR="001C0413">
        <w:t xml:space="preserve">. </w:t>
      </w:r>
      <w:r w:rsidR="00530790" w:rsidRPr="005D5566">
        <w:t>La petite chambre des Vlassov devenait trop étroite</w:t>
      </w:r>
      <w:r w:rsidR="001C0413">
        <w:t xml:space="preserve">. </w:t>
      </w:r>
      <w:r w:rsidR="00530790" w:rsidRPr="005D5566">
        <w:t>Natacha continuait à venir</w:t>
      </w:r>
      <w:r w:rsidR="001C0413">
        <w:t xml:space="preserve">, </w:t>
      </w:r>
      <w:r w:rsidR="00530790" w:rsidRPr="005D5566">
        <w:t>transie de froid</w:t>
      </w:r>
      <w:r w:rsidR="001C0413">
        <w:t xml:space="preserve">, </w:t>
      </w:r>
      <w:r w:rsidR="00530790" w:rsidRPr="005D5566">
        <w:t>fatiguée</w:t>
      </w:r>
      <w:r w:rsidR="001C0413">
        <w:t xml:space="preserve">, </w:t>
      </w:r>
      <w:r w:rsidR="00530790" w:rsidRPr="005D5566">
        <w:t>mais toujours gaie et animée</w:t>
      </w:r>
      <w:r w:rsidR="001C0413">
        <w:t xml:space="preserve">. </w:t>
      </w:r>
      <w:r w:rsidR="00530790" w:rsidRPr="005D5566">
        <w:t>La mère lui avait tricoté des bas qu</w:t>
      </w:r>
      <w:r w:rsidR="001C0413">
        <w:t>’</w:t>
      </w:r>
      <w:r w:rsidR="00530790" w:rsidRPr="005D5566">
        <w:t>elle avait voulu mettre elle-même aux petits pieds</w:t>
      </w:r>
      <w:r w:rsidR="001C0413">
        <w:t xml:space="preserve">. </w:t>
      </w:r>
      <w:r w:rsidR="00530790" w:rsidRPr="005D5566">
        <w:t>Natacha avait ri d</w:t>
      </w:r>
      <w:r w:rsidR="001C0413">
        <w:t>’</w:t>
      </w:r>
      <w:r w:rsidR="00530790" w:rsidRPr="005D5566">
        <w:t>abord</w:t>
      </w:r>
      <w:r w:rsidR="001C0413">
        <w:t xml:space="preserve">, </w:t>
      </w:r>
      <w:r w:rsidR="00530790" w:rsidRPr="005D5566">
        <w:t>puis s</w:t>
      </w:r>
      <w:r w:rsidR="001C0413">
        <w:t>’</w:t>
      </w:r>
      <w:r w:rsidR="00530790" w:rsidRPr="005D5566">
        <w:t>était</w:t>
      </w:r>
      <w:r w:rsidR="001C0413">
        <w:t xml:space="preserve"> </w:t>
      </w:r>
      <w:r>
        <w:t>tue</w:t>
      </w:r>
      <w:r w:rsidR="001C0413">
        <w:t xml:space="preserve"> ; </w:t>
      </w:r>
      <w:r w:rsidR="00530790" w:rsidRPr="005D5566">
        <w:t>et ayant réfléchi un instant</w:t>
      </w:r>
      <w:r w:rsidR="001C0413">
        <w:t> :</w:t>
      </w:r>
    </w:p>
    <w:p w14:paraId="52E021A6" w14:textId="77777777" w:rsidR="001C0413" w:rsidRDefault="001C0413" w:rsidP="001C0413">
      <w:r>
        <w:t>— </w:t>
      </w:r>
      <w:r w:rsidR="00530790" w:rsidRPr="005D5566">
        <w:t>J</w:t>
      </w:r>
      <w:r>
        <w:t>’</w:t>
      </w:r>
      <w:r w:rsidR="00530790" w:rsidRPr="005D5566">
        <w:t>avais une bonne</w:t>
      </w:r>
      <w:r>
        <w:t xml:space="preserve">, </w:t>
      </w:r>
      <w:r w:rsidR="00530790" w:rsidRPr="005D5566">
        <w:t>dit-elle à voix basse</w:t>
      </w:r>
      <w:r>
        <w:t xml:space="preserve">… </w:t>
      </w:r>
      <w:r w:rsidR="00530790" w:rsidRPr="005D5566">
        <w:t>elle était aussi étonnamment dévouée</w:t>
      </w:r>
      <w:r>
        <w:t xml:space="preserve"> ! </w:t>
      </w:r>
      <w:r w:rsidR="00530790" w:rsidRPr="005D5566">
        <w:t>Comme c</w:t>
      </w:r>
      <w:r>
        <w:t>’</w:t>
      </w:r>
      <w:r w:rsidR="00530790" w:rsidRPr="005D5566">
        <w:t>est étrange</w:t>
      </w:r>
      <w:r>
        <w:t xml:space="preserve">, </w:t>
      </w:r>
      <w:r w:rsidR="00530790" w:rsidRPr="005D5566">
        <w:t>Pélaguée Nilovna</w:t>
      </w:r>
      <w:r>
        <w:t xml:space="preserve"> ; </w:t>
      </w:r>
      <w:r w:rsidR="00530790" w:rsidRPr="005D5566">
        <w:t>le peuple a une vie si dure</w:t>
      </w:r>
      <w:r>
        <w:t xml:space="preserve">, </w:t>
      </w:r>
      <w:r w:rsidR="00530790" w:rsidRPr="005D5566">
        <w:t>si pleine d</w:t>
      </w:r>
      <w:r>
        <w:t>’</w:t>
      </w:r>
      <w:r w:rsidR="00530790" w:rsidRPr="005D5566">
        <w:t>humiliations</w:t>
      </w:r>
      <w:r>
        <w:t xml:space="preserve"> ; </w:t>
      </w:r>
      <w:r w:rsidR="00530790" w:rsidRPr="005D5566">
        <w:t>et pourtant</w:t>
      </w:r>
      <w:r>
        <w:t xml:space="preserve">, </w:t>
      </w:r>
      <w:r w:rsidR="00530790" w:rsidRPr="005D5566">
        <w:t>il a plus de cœur</w:t>
      </w:r>
      <w:r>
        <w:t xml:space="preserve">, </w:t>
      </w:r>
      <w:r w:rsidR="00530790" w:rsidRPr="005D5566">
        <w:t>plus de bonté que</w:t>
      </w:r>
      <w:r>
        <w:t xml:space="preserve">… </w:t>
      </w:r>
      <w:r w:rsidR="00530790" w:rsidRPr="005D5566">
        <w:t>les autres</w:t>
      </w:r>
      <w:r>
        <w:t>.</w:t>
      </w:r>
    </w:p>
    <w:p w14:paraId="3AA2D926" w14:textId="77777777" w:rsidR="001C0413" w:rsidRDefault="00530790" w:rsidP="001C0413">
      <w:r w:rsidRPr="005D5566">
        <w:t>Elle avait agité le bras</w:t>
      </w:r>
      <w:r w:rsidR="001C0413">
        <w:t xml:space="preserve">, </w:t>
      </w:r>
      <w:r w:rsidRPr="005D5566">
        <w:t>en désignant quelque endroit</w:t>
      </w:r>
      <w:r w:rsidR="001C0413">
        <w:t xml:space="preserve">, </w:t>
      </w:r>
      <w:r w:rsidRPr="005D5566">
        <w:t>très éloigné d</w:t>
      </w:r>
      <w:r w:rsidR="001C0413">
        <w:t>’</w:t>
      </w:r>
      <w:r w:rsidRPr="005D5566">
        <w:t>elle</w:t>
      </w:r>
      <w:r w:rsidR="001C0413">
        <w:t>.</w:t>
      </w:r>
    </w:p>
    <w:p w14:paraId="5BBAF571" w14:textId="77777777" w:rsidR="001C0413" w:rsidRDefault="001C0413" w:rsidP="001C0413">
      <w:r>
        <w:t>— </w:t>
      </w:r>
      <w:r w:rsidR="00530790" w:rsidRPr="005D5566">
        <w:t>Et vous donc</w:t>
      </w:r>
      <w:r>
        <w:t xml:space="preserve"> ! – </w:t>
      </w:r>
      <w:r w:rsidR="00530790" w:rsidRPr="005D5566">
        <w:t>lui avait dit la mère de Pavel</w:t>
      </w:r>
      <w:r>
        <w:t xml:space="preserve"> – </w:t>
      </w:r>
      <w:r w:rsidR="00530790" w:rsidRPr="005D5566">
        <w:t>vous avez sacrifié vos parents et tout le reste</w:t>
      </w:r>
      <w:r>
        <w:t>…</w:t>
      </w:r>
    </w:p>
    <w:p w14:paraId="393C376A" w14:textId="77777777" w:rsidR="001C0413" w:rsidRDefault="00530790" w:rsidP="001C0413">
      <w:r w:rsidRPr="005D5566">
        <w:t>Elle ne parvint pas à achever sa pensée</w:t>
      </w:r>
      <w:r w:rsidR="001C0413">
        <w:t xml:space="preserve">, </w:t>
      </w:r>
      <w:r w:rsidRPr="005D5566">
        <w:t>soupira et se tut en regardant Natacha</w:t>
      </w:r>
      <w:r w:rsidR="001C0413">
        <w:t xml:space="preserve">. </w:t>
      </w:r>
      <w:r w:rsidRPr="005D5566">
        <w:t>Elle lui était reconnaissante sans savoir de quoi et restait assise sur le sol</w:t>
      </w:r>
      <w:r w:rsidR="001C0413">
        <w:t xml:space="preserve">, </w:t>
      </w:r>
      <w:r w:rsidRPr="005D5566">
        <w:t>devant la jeune fille</w:t>
      </w:r>
      <w:r w:rsidR="001C0413">
        <w:t xml:space="preserve">, </w:t>
      </w:r>
      <w:r w:rsidRPr="005D5566">
        <w:t>qui souriait</w:t>
      </w:r>
      <w:r w:rsidR="001C0413">
        <w:t xml:space="preserve">, </w:t>
      </w:r>
      <w:r w:rsidRPr="005D5566">
        <w:t>pensive</w:t>
      </w:r>
      <w:r w:rsidR="001C0413">
        <w:t xml:space="preserve">, </w:t>
      </w:r>
      <w:r w:rsidRPr="005D5566">
        <w:t>la tête baissée</w:t>
      </w:r>
      <w:r w:rsidR="001C0413">
        <w:t>.</w:t>
      </w:r>
    </w:p>
    <w:p w14:paraId="2415BCDF" w14:textId="77777777" w:rsidR="001C0413" w:rsidRDefault="001C0413" w:rsidP="001C0413">
      <w:r>
        <w:lastRenderedPageBreak/>
        <w:t>— </w:t>
      </w:r>
      <w:r w:rsidR="00530790" w:rsidRPr="005D5566">
        <w:t>J</w:t>
      </w:r>
      <w:r>
        <w:t>’</w:t>
      </w:r>
      <w:r w:rsidR="00530790" w:rsidRPr="005D5566">
        <w:t>ai sacrifié mes parents</w:t>
      </w:r>
      <w:r>
        <w:t xml:space="preserve">… </w:t>
      </w:r>
      <w:r w:rsidR="00530790" w:rsidRPr="005D5566">
        <w:t>avait répété Natacha</w:t>
      </w:r>
      <w:r>
        <w:t xml:space="preserve">. </w:t>
      </w:r>
      <w:r w:rsidR="00530790" w:rsidRPr="005D5566">
        <w:t>Ce n</w:t>
      </w:r>
      <w:r>
        <w:t>’</w:t>
      </w:r>
      <w:r w:rsidR="00530790" w:rsidRPr="005D5566">
        <w:t>est pas le plus pénible</w:t>
      </w:r>
      <w:r>
        <w:t xml:space="preserve">. </w:t>
      </w:r>
      <w:r w:rsidR="00530790" w:rsidRPr="005D5566">
        <w:t>Mon père est si stupide et grossier</w:t>
      </w:r>
      <w:r>
        <w:t xml:space="preserve">… </w:t>
      </w:r>
      <w:r w:rsidR="00530790" w:rsidRPr="005D5566">
        <w:t>mon frère aussi</w:t>
      </w:r>
      <w:r>
        <w:t xml:space="preserve">… </w:t>
      </w:r>
      <w:r w:rsidR="00530790" w:rsidRPr="005D5566">
        <w:t>et il boit</w:t>
      </w:r>
      <w:r>
        <w:t xml:space="preserve">. </w:t>
      </w:r>
      <w:r w:rsidR="00530790" w:rsidRPr="005D5566">
        <w:t>Ma sœur aînée est malheureuse</w:t>
      </w:r>
      <w:r>
        <w:t xml:space="preserve">, </w:t>
      </w:r>
      <w:r w:rsidR="00530790" w:rsidRPr="005D5566">
        <w:t>elle fait pitié</w:t>
      </w:r>
      <w:r>
        <w:t xml:space="preserve">. </w:t>
      </w:r>
      <w:r w:rsidR="00530790" w:rsidRPr="005D5566">
        <w:t>Elle s</w:t>
      </w:r>
      <w:r>
        <w:t>’</w:t>
      </w:r>
      <w:r w:rsidR="00530790" w:rsidRPr="005D5566">
        <w:t>est mariée avec un homme beaucoup plus âgé qu</w:t>
      </w:r>
      <w:r>
        <w:t>’</w:t>
      </w:r>
      <w:r w:rsidR="00530790" w:rsidRPr="005D5566">
        <w:t>elle</w:t>
      </w:r>
      <w:r>
        <w:t xml:space="preserve">, </w:t>
      </w:r>
      <w:r w:rsidR="00530790" w:rsidRPr="005D5566">
        <w:t>très riche</w:t>
      </w:r>
      <w:r>
        <w:t xml:space="preserve">, </w:t>
      </w:r>
      <w:r w:rsidR="00530790" w:rsidRPr="005D5566">
        <w:t>avare et ennuyeux</w:t>
      </w:r>
      <w:r>
        <w:t xml:space="preserve">… </w:t>
      </w:r>
      <w:r w:rsidR="00530790" w:rsidRPr="005D5566">
        <w:t>Mais c</w:t>
      </w:r>
      <w:r>
        <w:t>’</w:t>
      </w:r>
      <w:r w:rsidR="00530790" w:rsidRPr="005D5566">
        <w:t>est maman que je regrette</w:t>
      </w:r>
      <w:r>
        <w:t xml:space="preserve"> ! </w:t>
      </w:r>
      <w:r w:rsidR="00530790" w:rsidRPr="005D5566">
        <w:t>Elle est simple comme vous</w:t>
      </w:r>
      <w:r>
        <w:t xml:space="preserve">, </w:t>
      </w:r>
      <w:r w:rsidR="00530790" w:rsidRPr="005D5566">
        <w:t>toute petite comme une souris</w:t>
      </w:r>
      <w:r>
        <w:t xml:space="preserve">… </w:t>
      </w:r>
      <w:r w:rsidR="00530790" w:rsidRPr="005D5566">
        <w:t>Elle court toujours et a peur de tout le monde</w:t>
      </w:r>
      <w:r>
        <w:t xml:space="preserve">… </w:t>
      </w:r>
      <w:r w:rsidR="00530790" w:rsidRPr="005D5566">
        <w:t>Quelquefois j</w:t>
      </w:r>
      <w:r>
        <w:t>’</w:t>
      </w:r>
      <w:r w:rsidR="00530790" w:rsidRPr="005D5566">
        <w:t>ai un tel désir de la revoir</w:t>
      </w:r>
      <w:r>
        <w:t xml:space="preserve">, </w:t>
      </w:r>
      <w:r w:rsidR="00530790" w:rsidRPr="005D5566">
        <w:t>ma maman</w:t>
      </w:r>
      <w:r>
        <w:t>…</w:t>
      </w:r>
    </w:p>
    <w:p w14:paraId="7AE8AFC8" w14:textId="77777777" w:rsidR="001C0413" w:rsidRDefault="001C0413" w:rsidP="001C0413">
      <w:r>
        <w:t>— </w:t>
      </w:r>
      <w:r w:rsidR="00530790" w:rsidRPr="005D5566">
        <w:t>Pauvre petite</w:t>
      </w:r>
      <w:r>
        <w:t xml:space="preserve"> ! </w:t>
      </w:r>
      <w:r w:rsidR="00530790" w:rsidRPr="005D5566">
        <w:t>dit la mère de Pavel</w:t>
      </w:r>
      <w:r>
        <w:t xml:space="preserve">, </w:t>
      </w:r>
      <w:r w:rsidR="00530790" w:rsidRPr="005D5566">
        <w:t>en secouant tristement la tête</w:t>
      </w:r>
      <w:r>
        <w:t>.</w:t>
      </w:r>
    </w:p>
    <w:p w14:paraId="3572C930" w14:textId="77777777" w:rsidR="001C0413" w:rsidRDefault="00530790" w:rsidP="001C0413">
      <w:r w:rsidRPr="005D5566">
        <w:t>La jeune fille se redressa soudain et s</w:t>
      </w:r>
      <w:r w:rsidR="001C0413">
        <w:t>’</w:t>
      </w:r>
      <w:r w:rsidRPr="005D5566">
        <w:t>écria</w:t>
      </w:r>
      <w:r w:rsidR="001C0413">
        <w:t> :</w:t>
      </w:r>
    </w:p>
    <w:p w14:paraId="1538FFFB" w14:textId="77777777" w:rsidR="001C0413" w:rsidRDefault="001C0413" w:rsidP="001C0413">
      <w:r>
        <w:t>— </w:t>
      </w:r>
      <w:r w:rsidR="00530790" w:rsidRPr="005D5566">
        <w:t>Oh</w:t>
      </w:r>
      <w:r>
        <w:t xml:space="preserve"> ! </w:t>
      </w:r>
      <w:r w:rsidR="00530790" w:rsidRPr="005D5566">
        <w:t>non</w:t>
      </w:r>
      <w:r>
        <w:t xml:space="preserve"> ! </w:t>
      </w:r>
      <w:r w:rsidR="00530790" w:rsidRPr="005D5566">
        <w:t>Il y a des moments où j</w:t>
      </w:r>
      <w:r>
        <w:t>’</w:t>
      </w:r>
      <w:r w:rsidR="00530790" w:rsidRPr="005D5566">
        <w:t>éprouve une telle joie</w:t>
      </w:r>
      <w:r>
        <w:t xml:space="preserve">, </w:t>
      </w:r>
      <w:r w:rsidR="00530790" w:rsidRPr="005D5566">
        <w:t>un tel bonheur</w:t>
      </w:r>
      <w:r>
        <w:t> !…</w:t>
      </w:r>
    </w:p>
    <w:p w14:paraId="735ECB6B" w14:textId="77777777" w:rsidR="001C0413" w:rsidRDefault="00530790" w:rsidP="001C0413">
      <w:r w:rsidRPr="005D5566">
        <w:t>Son visage avait pâli et ses yeux bleus lançaient des étincelles</w:t>
      </w:r>
      <w:r w:rsidR="001C0413">
        <w:t xml:space="preserve">. </w:t>
      </w:r>
      <w:r w:rsidRPr="005D5566">
        <w:t>Et</w:t>
      </w:r>
      <w:r w:rsidR="001C0413">
        <w:t xml:space="preserve">, </w:t>
      </w:r>
      <w:r w:rsidRPr="005D5566">
        <w:t>posant la main sur l</w:t>
      </w:r>
      <w:r w:rsidR="001C0413">
        <w:t>’</w:t>
      </w:r>
      <w:r w:rsidRPr="005D5566">
        <w:t>épaule de Pélaguée</w:t>
      </w:r>
      <w:r w:rsidR="001C0413">
        <w:t xml:space="preserve">, </w:t>
      </w:r>
      <w:r w:rsidRPr="005D5566">
        <w:t>elle dit d</w:t>
      </w:r>
      <w:r w:rsidR="001C0413">
        <w:t>’</w:t>
      </w:r>
      <w:r w:rsidRPr="005D5566">
        <w:t>une voix profonde</w:t>
      </w:r>
      <w:r w:rsidR="001C0413">
        <w:t xml:space="preserve">, </w:t>
      </w:r>
      <w:r w:rsidRPr="005D5566">
        <w:t>avec un accent venu du cœur</w:t>
      </w:r>
      <w:r w:rsidR="001C0413">
        <w:t> :</w:t>
      </w:r>
    </w:p>
    <w:p w14:paraId="47169711" w14:textId="77777777" w:rsidR="001C0413" w:rsidRDefault="001C0413" w:rsidP="001C0413">
      <w:r>
        <w:t>— </w:t>
      </w:r>
      <w:r w:rsidR="00530790" w:rsidRPr="005D5566">
        <w:t>Si vous saviez</w:t>
      </w:r>
      <w:r>
        <w:t xml:space="preserve">… </w:t>
      </w:r>
      <w:r w:rsidR="00530790" w:rsidRPr="005D5566">
        <w:t>si vous pouviez comprendre quelle œuvre joyeuse et grande nous accomplissons</w:t>
      </w:r>
      <w:r>
        <w:t xml:space="preserve">… </w:t>
      </w:r>
      <w:r w:rsidR="00530790" w:rsidRPr="005D5566">
        <w:t>Vous le sentirez</w:t>
      </w:r>
      <w:r>
        <w:t xml:space="preserve"> ! </w:t>
      </w:r>
      <w:r w:rsidR="00530790" w:rsidRPr="005D5566">
        <w:t>s</w:t>
      </w:r>
      <w:r>
        <w:t>’</w:t>
      </w:r>
      <w:r w:rsidR="00530790" w:rsidRPr="005D5566">
        <w:t>écria-t-elle</w:t>
      </w:r>
      <w:r>
        <w:t>.</w:t>
      </w:r>
    </w:p>
    <w:p w14:paraId="5D57C6C6" w14:textId="77777777" w:rsidR="001C0413" w:rsidRDefault="00530790" w:rsidP="001C0413">
      <w:r w:rsidRPr="005D5566">
        <w:t>Une impression voisine de l</w:t>
      </w:r>
      <w:r w:rsidR="001C0413">
        <w:t>’</w:t>
      </w:r>
      <w:r w:rsidRPr="005D5566">
        <w:t>envie s</w:t>
      </w:r>
      <w:r w:rsidR="001C0413">
        <w:t>’</w:t>
      </w:r>
      <w:r w:rsidRPr="005D5566">
        <w:t>empara du cœur de la mère</w:t>
      </w:r>
      <w:r w:rsidR="001C0413">
        <w:t xml:space="preserve">. </w:t>
      </w:r>
      <w:r w:rsidRPr="005D5566">
        <w:t>Elle fit tristement en se levant</w:t>
      </w:r>
      <w:r w:rsidR="001C0413">
        <w:t> :</w:t>
      </w:r>
    </w:p>
    <w:p w14:paraId="1D0560A0" w14:textId="77777777" w:rsidR="001C0413" w:rsidRDefault="001C0413" w:rsidP="001C0413">
      <w:r>
        <w:t>— </w:t>
      </w:r>
      <w:r w:rsidR="00530790" w:rsidRPr="005D5566">
        <w:t>Je suis trop vieille pour cela</w:t>
      </w:r>
      <w:r>
        <w:t xml:space="preserve">… </w:t>
      </w:r>
      <w:r w:rsidR="00530790" w:rsidRPr="005D5566">
        <w:t>trop ignorante</w:t>
      </w:r>
      <w:r>
        <w:t xml:space="preserve">, </w:t>
      </w:r>
      <w:r w:rsidR="00530790" w:rsidRPr="005D5566">
        <w:t>trop vieille</w:t>
      </w:r>
      <w:r>
        <w:t> :</w:t>
      </w:r>
    </w:p>
    <w:p w14:paraId="1C3F2121" w14:textId="0B7184EE" w:rsidR="001C0413" w:rsidRDefault="001C0413" w:rsidP="001C0413"/>
    <w:p w14:paraId="4C7924E2" w14:textId="77777777" w:rsidR="001C0413" w:rsidRDefault="001C0413" w:rsidP="001C0413">
      <w:r>
        <w:t xml:space="preserve">… </w:t>
      </w:r>
      <w:r w:rsidR="00530790" w:rsidRPr="005D5566">
        <w:t>Pavel parlait beaucoup</w:t>
      </w:r>
      <w:r>
        <w:t xml:space="preserve">, </w:t>
      </w:r>
      <w:r w:rsidR="00530790" w:rsidRPr="005D5566">
        <w:t>il discutait avec une ardeur toujours croissante et</w:t>
      </w:r>
      <w:r>
        <w:t xml:space="preserve">… </w:t>
      </w:r>
      <w:r w:rsidR="00530790" w:rsidRPr="005D5566">
        <w:t>maigrissait</w:t>
      </w:r>
      <w:r>
        <w:t xml:space="preserve">. </w:t>
      </w:r>
      <w:r w:rsidR="00530790" w:rsidRPr="005D5566">
        <w:t>Pélaguée croyait remarquer que lorsqu</w:t>
      </w:r>
      <w:r>
        <w:t>’</w:t>
      </w:r>
      <w:r w:rsidR="00530790" w:rsidRPr="005D5566">
        <w:t>il causait avec Natacha ou la considérait</w:t>
      </w:r>
      <w:r>
        <w:t xml:space="preserve">, </w:t>
      </w:r>
      <w:r w:rsidR="00530790" w:rsidRPr="005D5566">
        <w:t xml:space="preserve">son </w:t>
      </w:r>
      <w:r w:rsidR="00530790" w:rsidRPr="005D5566">
        <w:lastRenderedPageBreak/>
        <w:t>regard sévère s</w:t>
      </w:r>
      <w:r>
        <w:t>’</w:t>
      </w:r>
      <w:r w:rsidR="00530790" w:rsidRPr="005D5566">
        <w:t>adoucissait</w:t>
      </w:r>
      <w:r>
        <w:t xml:space="preserve">, </w:t>
      </w:r>
      <w:r w:rsidR="00530790" w:rsidRPr="005D5566">
        <w:t>que sa voix se faisait plus caressante</w:t>
      </w:r>
      <w:r>
        <w:t xml:space="preserve">, </w:t>
      </w:r>
      <w:r w:rsidR="00530790" w:rsidRPr="005D5566">
        <w:t>qu</w:t>
      </w:r>
      <w:r>
        <w:t>’</w:t>
      </w:r>
      <w:r w:rsidR="00530790" w:rsidRPr="005D5566">
        <w:t>il</w:t>
      </w:r>
      <w:r>
        <w:t xml:space="preserve">, </w:t>
      </w:r>
      <w:r w:rsidR="00530790" w:rsidRPr="005D5566">
        <w:t>devenait plus simple</w:t>
      </w:r>
      <w:r>
        <w:t>.</w:t>
      </w:r>
    </w:p>
    <w:p w14:paraId="3ECB87D4" w14:textId="77777777" w:rsidR="001C0413" w:rsidRDefault="001C0413" w:rsidP="001C0413">
      <w:r>
        <w:t>— </w:t>
      </w:r>
      <w:r w:rsidR="00530790" w:rsidRPr="005D5566">
        <w:t>Que Dieu le veuille</w:t>
      </w:r>
      <w:r>
        <w:t xml:space="preserve"> ! </w:t>
      </w:r>
      <w:r w:rsidR="00530790" w:rsidRPr="005D5566">
        <w:t>pensait-elle</w:t>
      </w:r>
      <w:r>
        <w:t xml:space="preserve">. </w:t>
      </w:r>
      <w:r w:rsidR="00530790" w:rsidRPr="005D5566">
        <w:t>Et elle souriait à l</w:t>
      </w:r>
      <w:r>
        <w:t>’</w:t>
      </w:r>
      <w:r w:rsidR="00530790" w:rsidRPr="005D5566">
        <w:t>idée que Natacha pourrait devenir sa bru</w:t>
      </w:r>
      <w:r>
        <w:t>.</w:t>
      </w:r>
    </w:p>
    <w:p w14:paraId="64CA7728" w14:textId="77777777" w:rsidR="001C0413" w:rsidRDefault="00530790" w:rsidP="001C0413">
      <w:r w:rsidRPr="005D5566">
        <w:t>Lorsque</w:t>
      </w:r>
      <w:r w:rsidR="001C0413">
        <w:t xml:space="preserve">, </w:t>
      </w:r>
      <w:r w:rsidRPr="005D5566">
        <w:t>dans les réunions</w:t>
      </w:r>
      <w:r w:rsidR="001C0413">
        <w:t xml:space="preserve">, </w:t>
      </w:r>
      <w:r w:rsidRPr="005D5566">
        <w:t>les discussions prenaient un caractère trop ardent</w:t>
      </w:r>
      <w:r w:rsidR="001C0413">
        <w:t xml:space="preserve">, </w:t>
      </w:r>
      <w:r w:rsidRPr="005D5566">
        <w:t>le Petit-Russien se levait et</w:t>
      </w:r>
      <w:r w:rsidR="001C0413">
        <w:t xml:space="preserve">, </w:t>
      </w:r>
      <w:r w:rsidRPr="005D5566">
        <w:t>se dandinant comme le battant d</w:t>
      </w:r>
      <w:r w:rsidR="001C0413">
        <w:t>’</w:t>
      </w:r>
      <w:r w:rsidRPr="005D5566">
        <w:t>une cloche</w:t>
      </w:r>
      <w:r w:rsidR="001C0413">
        <w:t xml:space="preserve">, </w:t>
      </w:r>
      <w:r w:rsidRPr="005D5566">
        <w:t>il disait de sa voix sonore des paroles claires et simples qui faisaient renaître le calme</w:t>
      </w:r>
      <w:r w:rsidR="001C0413">
        <w:t xml:space="preserve">. </w:t>
      </w:r>
      <w:r w:rsidRPr="005D5566">
        <w:t>Le taciturne Vessoftchikov poussait constamment ses camarades à des actes mal définis</w:t>
      </w:r>
      <w:r w:rsidR="001C0413">
        <w:t xml:space="preserve"> ; </w:t>
      </w:r>
      <w:r w:rsidRPr="005D5566">
        <w:t>c</w:t>
      </w:r>
      <w:r w:rsidR="001C0413">
        <w:t>’</w:t>
      </w:r>
      <w:r w:rsidRPr="005D5566">
        <w:t>était toujours lui et Samoïlov</w:t>
      </w:r>
      <w:r w:rsidR="001C0413">
        <w:t xml:space="preserve">, </w:t>
      </w:r>
      <w:r w:rsidRPr="005D5566">
        <w:t>le jeune homme roux</w:t>
      </w:r>
      <w:r w:rsidR="001C0413">
        <w:t xml:space="preserve">, </w:t>
      </w:r>
      <w:r w:rsidRPr="005D5566">
        <w:t>qui animaient les discussions</w:t>
      </w:r>
      <w:r w:rsidR="001C0413">
        <w:t xml:space="preserve">. </w:t>
      </w:r>
      <w:r w:rsidRPr="005D5566">
        <w:t>Ils avaient pour partisan Ivan Boukine</w:t>
      </w:r>
      <w:r w:rsidR="001C0413">
        <w:t xml:space="preserve">, </w:t>
      </w:r>
      <w:r w:rsidRPr="005D5566">
        <w:t>le jeune homme à la tête ronde</w:t>
      </w:r>
      <w:r w:rsidR="001C0413">
        <w:t xml:space="preserve">, </w:t>
      </w:r>
      <w:r w:rsidRPr="005D5566">
        <w:t>aux sourcils blancs</w:t>
      </w:r>
      <w:r w:rsidR="001C0413">
        <w:t xml:space="preserve">, </w:t>
      </w:r>
      <w:r w:rsidRPr="005D5566">
        <w:t>et qui semblait délavé par le soleil</w:t>
      </w:r>
      <w:r w:rsidR="001C0413">
        <w:t xml:space="preserve">. </w:t>
      </w:r>
      <w:r w:rsidRPr="005D5566">
        <w:t>Jacob Somov</w:t>
      </w:r>
      <w:r w:rsidR="001C0413">
        <w:t xml:space="preserve">, </w:t>
      </w:r>
      <w:r w:rsidRPr="005D5566">
        <w:t>toujours modeste</w:t>
      </w:r>
      <w:r w:rsidR="001C0413">
        <w:t xml:space="preserve">, </w:t>
      </w:r>
      <w:r w:rsidRPr="005D5566">
        <w:t>propre et bien coiffé</w:t>
      </w:r>
      <w:r w:rsidR="001C0413">
        <w:t xml:space="preserve">, </w:t>
      </w:r>
      <w:r w:rsidRPr="005D5566">
        <w:t>parlait peu et brièvement</w:t>
      </w:r>
      <w:r w:rsidR="001C0413">
        <w:t xml:space="preserve">, </w:t>
      </w:r>
      <w:r w:rsidRPr="005D5566">
        <w:t>d</w:t>
      </w:r>
      <w:r w:rsidR="001C0413">
        <w:t>’</w:t>
      </w:r>
      <w:r w:rsidRPr="005D5566">
        <w:t>une voix basse et sérieuse</w:t>
      </w:r>
      <w:r w:rsidR="001C0413">
        <w:t xml:space="preserve">. </w:t>
      </w:r>
      <w:r w:rsidRPr="005D5566">
        <w:t>Avec Fédia Mazine</w:t>
      </w:r>
      <w:r w:rsidR="001C0413">
        <w:t xml:space="preserve">, </w:t>
      </w:r>
      <w:r w:rsidRPr="005D5566">
        <w:t>l</w:t>
      </w:r>
      <w:r w:rsidR="001C0413">
        <w:t>’</w:t>
      </w:r>
      <w:r w:rsidRPr="005D5566">
        <w:t>adolescent au grand front</w:t>
      </w:r>
      <w:r w:rsidR="001C0413">
        <w:t xml:space="preserve">, </w:t>
      </w:r>
      <w:r w:rsidRPr="005D5566">
        <w:t>il était toujours du même avis que Pavel et le Petit-Russien</w:t>
      </w:r>
      <w:r w:rsidR="001C0413">
        <w:t>.</w:t>
      </w:r>
    </w:p>
    <w:p w14:paraId="277BFFA5" w14:textId="77777777" w:rsidR="001C0413" w:rsidRDefault="00530790" w:rsidP="001C0413">
      <w:r w:rsidRPr="005D5566">
        <w:t>Parfois</w:t>
      </w:r>
      <w:r w:rsidR="001C0413">
        <w:t xml:space="preserve">, </w:t>
      </w:r>
      <w:r w:rsidRPr="005D5566">
        <w:t>au lieu de Natacha</w:t>
      </w:r>
      <w:r w:rsidR="001C0413">
        <w:t xml:space="preserve">, </w:t>
      </w:r>
      <w:r w:rsidRPr="005D5566">
        <w:t>c</w:t>
      </w:r>
      <w:r w:rsidR="001C0413">
        <w:t>’</w:t>
      </w:r>
      <w:r w:rsidRPr="005D5566">
        <w:t>était Nicolas Ivanovitch qui venait de la ville</w:t>
      </w:r>
      <w:r w:rsidR="001C0413">
        <w:t xml:space="preserve">. </w:t>
      </w:r>
      <w:r w:rsidRPr="005D5566">
        <w:t>Il portait des lunettes et avait une petite barbe blonde</w:t>
      </w:r>
      <w:r w:rsidR="001C0413">
        <w:t xml:space="preserve">. </w:t>
      </w:r>
      <w:r w:rsidRPr="005D5566">
        <w:t>Originaire d</w:t>
      </w:r>
      <w:r w:rsidR="001C0413">
        <w:t>’</w:t>
      </w:r>
      <w:r w:rsidRPr="005D5566">
        <w:t>une province éloignée</w:t>
      </w:r>
      <w:r w:rsidR="001C0413">
        <w:t xml:space="preserve">, </w:t>
      </w:r>
      <w:r w:rsidRPr="005D5566">
        <w:t>il discourait avec un accent particulier et chantant</w:t>
      </w:r>
      <w:r w:rsidR="001C0413">
        <w:t xml:space="preserve">, </w:t>
      </w:r>
      <w:r w:rsidRPr="005D5566">
        <w:t>sur des thèmes très simples</w:t>
      </w:r>
      <w:r w:rsidR="001C0413">
        <w:t xml:space="preserve">, </w:t>
      </w:r>
      <w:r w:rsidRPr="005D5566">
        <w:t>sur la vie de famille</w:t>
      </w:r>
      <w:r w:rsidR="001C0413">
        <w:t xml:space="preserve">, </w:t>
      </w:r>
      <w:r w:rsidRPr="005D5566">
        <w:t>les enfants</w:t>
      </w:r>
      <w:r w:rsidR="001C0413">
        <w:t xml:space="preserve">, </w:t>
      </w:r>
      <w:r w:rsidRPr="005D5566">
        <w:t>le commerce</w:t>
      </w:r>
      <w:r w:rsidR="001C0413">
        <w:t xml:space="preserve">, </w:t>
      </w:r>
      <w:r w:rsidRPr="005D5566">
        <w:t>la police</w:t>
      </w:r>
      <w:r w:rsidR="001C0413">
        <w:t xml:space="preserve">, </w:t>
      </w:r>
      <w:r w:rsidRPr="005D5566">
        <w:t>le prix de la viande et du pain</w:t>
      </w:r>
      <w:r w:rsidR="001C0413">
        <w:t xml:space="preserve">, </w:t>
      </w:r>
      <w:r w:rsidRPr="005D5566">
        <w:t>sur ce qui est la vie de tous les jours</w:t>
      </w:r>
      <w:r w:rsidR="001C0413">
        <w:t xml:space="preserve">. </w:t>
      </w:r>
      <w:r w:rsidRPr="005D5566">
        <w:t>Et en tout il découvrait des erreurs</w:t>
      </w:r>
      <w:r w:rsidR="001C0413">
        <w:t xml:space="preserve">, </w:t>
      </w:r>
      <w:r w:rsidRPr="005D5566">
        <w:t>de la confusion</w:t>
      </w:r>
      <w:r w:rsidR="001C0413">
        <w:t xml:space="preserve">, </w:t>
      </w:r>
      <w:r w:rsidRPr="005D5566">
        <w:t>des choses stupides</w:t>
      </w:r>
      <w:r w:rsidR="001C0413">
        <w:t xml:space="preserve">, </w:t>
      </w:r>
      <w:r w:rsidRPr="005D5566">
        <w:t>amusantes parfois</w:t>
      </w:r>
      <w:r w:rsidR="001C0413">
        <w:t xml:space="preserve">, </w:t>
      </w:r>
      <w:r w:rsidRPr="005D5566">
        <w:t>mais toujours désavantageuses pour les hommes</w:t>
      </w:r>
      <w:r w:rsidR="001C0413">
        <w:t xml:space="preserve">. </w:t>
      </w:r>
      <w:r w:rsidRPr="005D5566">
        <w:t>Il semblait à la mère que Nicolas Ivanovitch était venu de loin</w:t>
      </w:r>
      <w:r w:rsidR="001C0413">
        <w:t xml:space="preserve">, </w:t>
      </w:r>
      <w:r w:rsidRPr="005D5566">
        <w:t>d</w:t>
      </w:r>
      <w:r w:rsidR="001C0413">
        <w:t>’</w:t>
      </w:r>
      <w:r w:rsidRPr="005D5566">
        <w:t>un autre royaume</w:t>
      </w:r>
      <w:r w:rsidR="001C0413">
        <w:t xml:space="preserve">, </w:t>
      </w:r>
      <w:r w:rsidRPr="005D5566">
        <w:t>où l</w:t>
      </w:r>
      <w:r w:rsidR="001C0413">
        <w:t>’</w:t>
      </w:r>
      <w:r w:rsidRPr="005D5566">
        <w:t>existence était facile et honnête</w:t>
      </w:r>
      <w:r w:rsidR="001C0413">
        <w:t xml:space="preserve">, </w:t>
      </w:r>
      <w:r w:rsidRPr="005D5566">
        <w:t>et que</w:t>
      </w:r>
      <w:r w:rsidR="001C0413">
        <w:t xml:space="preserve">, </w:t>
      </w:r>
      <w:r w:rsidRPr="005D5566">
        <w:t>ici</w:t>
      </w:r>
      <w:r w:rsidR="001C0413">
        <w:t xml:space="preserve">, </w:t>
      </w:r>
      <w:r w:rsidRPr="005D5566">
        <w:t>tout lui était déplaisant</w:t>
      </w:r>
      <w:r w:rsidR="001C0413">
        <w:t xml:space="preserve">. </w:t>
      </w:r>
      <w:r w:rsidRPr="005D5566">
        <w:t>Il avait le teint jaunâtre</w:t>
      </w:r>
      <w:r w:rsidR="001C0413">
        <w:t xml:space="preserve"> ; </w:t>
      </w:r>
      <w:r w:rsidRPr="005D5566">
        <w:t>de petites rides rayonnaient autour de ses yeux</w:t>
      </w:r>
      <w:r w:rsidR="001C0413">
        <w:t xml:space="preserve">, </w:t>
      </w:r>
      <w:r w:rsidRPr="005D5566">
        <w:t>sa voix était basse et ses mains toujours chaudes</w:t>
      </w:r>
      <w:r w:rsidR="001C0413">
        <w:t xml:space="preserve">. </w:t>
      </w:r>
      <w:r w:rsidRPr="005D5566">
        <w:t>Quand il saluait la mère Vlassov</w:t>
      </w:r>
      <w:r w:rsidR="001C0413">
        <w:t xml:space="preserve">, </w:t>
      </w:r>
      <w:r w:rsidRPr="005D5566">
        <w:t xml:space="preserve">il lui entourait la </w:t>
      </w:r>
      <w:r w:rsidRPr="005D5566">
        <w:lastRenderedPageBreak/>
        <w:t>main de ses longs doigts vigoureux</w:t>
      </w:r>
      <w:r w:rsidR="001C0413">
        <w:t xml:space="preserve">, </w:t>
      </w:r>
      <w:r w:rsidRPr="005D5566">
        <w:t>et ce geste soulageait l</w:t>
      </w:r>
      <w:r w:rsidR="001C0413">
        <w:t>’</w:t>
      </w:r>
      <w:r w:rsidRPr="005D5566">
        <w:t>âme de Pélaguée</w:t>
      </w:r>
      <w:r w:rsidR="001C0413">
        <w:t>.</w:t>
      </w:r>
    </w:p>
    <w:p w14:paraId="55788866" w14:textId="77777777" w:rsidR="001C0413" w:rsidRDefault="00530790" w:rsidP="001C0413">
      <w:pPr>
        <w:rPr>
          <w:szCs w:val="32"/>
        </w:rPr>
      </w:pPr>
      <w:r w:rsidRPr="005D5566">
        <w:t>Il venait encore d</w:t>
      </w:r>
      <w:r w:rsidR="001C0413">
        <w:t>’</w:t>
      </w:r>
      <w:r w:rsidRPr="005D5566">
        <w:t>autres personnes de la ville</w:t>
      </w:r>
      <w:r w:rsidR="001C0413">
        <w:t xml:space="preserve">, </w:t>
      </w:r>
      <w:r w:rsidRPr="005D5566">
        <w:t>ainsi une demoiselle à la taille élancée</w:t>
      </w:r>
      <w:r w:rsidR="001C0413">
        <w:t xml:space="preserve">, </w:t>
      </w:r>
      <w:r w:rsidRPr="005D5566">
        <w:t>aux grands yeux</w:t>
      </w:r>
      <w:r w:rsidR="001C0413">
        <w:t xml:space="preserve">, </w:t>
      </w:r>
      <w:r w:rsidRPr="005D5566">
        <w:t xml:space="preserve">au </w:t>
      </w:r>
      <w:r w:rsidRPr="005D5566">
        <w:rPr>
          <w:szCs w:val="32"/>
        </w:rPr>
        <w:t>visage maigre et pâle</w:t>
      </w:r>
      <w:r w:rsidR="001C0413">
        <w:rPr>
          <w:szCs w:val="32"/>
        </w:rPr>
        <w:t xml:space="preserve">. </w:t>
      </w:r>
      <w:r w:rsidRPr="005D5566">
        <w:rPr>
          <w:szCs w:val="32"/>
        </w:rPr>
        <w:t>On l</w:t>
      </w:r>
      <w:r w:rsidR="001C0413">
        <w:rPr>
          <w:szCs w:val="32"/>
        </w:rPr>
        <w:t>’</w:t>
      </w:r>
      <w:r w:rsidRPr="005D5566">
        <w:rPr>
          <w:szCs w:val="32"/>
        </w:rPr>
        <w:t>appelait Sachenka</w:t>
      </w:r>
      <w:r w:rsidR="001C0413">
        <w:rPr>
          <w:szCs w:val="32"/>
        </w:rPr>
        <w:t xml:space="preserve">. </w:t>
      </w:r>
      <w:r w:rsidRPr="005D5566">
        <w:rPr>
          <w:szCs w:val="32"/>
        </w:rPr>
        <w:t>Il y avait quelque chose de masculin dans ses gestes et dans sa démarche</w:t>
      </w:r>
      <w:r w:rsidR="001C0413">
        <w:rPr>
          <w:szCs w:val="32"/>
        </w:rPr>
        <w:t xml:space="preserve"> ; </w:t>
      </w:r>
      <w:r w:rsidRPr="005D5566">
        <w:rPr>
          <w:szCs w:val="32"/>
        </w:rPr>
        <w:t>elle fronçait ses noirs sourcils d</w:t>
      </w:r>
      <w:r w:rsidR="001C0413">
        <w:rPr>
          <w:szCs w:val="32"/>
        </w:rPr>
        <w:t>’</w:t>
      </w:r>
      <w:r w:rsidRPr="005D5566">
        <w:rPr>
          <w:szCs w:val="32"/>
        </w:rPr>
        <w:t>un air irrité</w:t>
      </w:r>
      <w:r w:rsidR="001C0413">
        <w:rPr>
          <w:szCs w:val="32"/>
        </w:rPr>
        <w:t xml:space="preserve"> ; </w:t>
      </w:r>
      <w:r w:rsidRPr="005D5566">
        <w:rPr>
          <w:szCs w:val="32"/>
        </w:rPr>
        <w:t>quand elle parlait</w:t>
      </w:r>
      <w:r w:rsidR="001C0413">
        <w:rPr>
          <w:szCs w:val="32"/>
        </w:rPr>
        <w:t xml:space="preserve">, </w:t>
      </w:r>
      <w:r w:rsidRPr="005D5566">
        <w:rPr>
          <w:szCs w:val="32"/>
        </w:rPr>
        <w:t>les minces narines de son nez bien dessiné frémissaient</w:t>
      </w:r>
      <w:r w:rsidR="001C0413">
        <w:rPr>
          <w:szCs w:val="32"/>
        </w:rPr>
        <w:t>.</w:t>
      </w:r>
    </w:p>
    <w:p w14:paraId="351BDB39" w14:textId="77777777" w:rsidR="001C0413" w:rsidRDefault="00530790" w:rsidP="001C0413">
      <w:r w:rsidRPr="005D5566">
        <w:t>Ce fut elle qui dit un jour</w:t>
      </w:r>
      <w:r w:rsidR="001C0413">
        <w:t xml:space="preserve">, </w:t>
      </w:r>
      <w:r w:rsidRPr="005D5566">
        <w:t>la première</w:t>
      </w:r>
      <w:r w:rsidR="001C0413">
        <w:t> :</w:t>
      </w:r>
    </w:p>
    <w:p w14:paraId="43D7BB5D" w14:textId="77777777" w:rsidR="001C0413" w:rsidRDefault="001C0413" w:rsidP="001C0413">
      <w:r>
        <w:t>— </w:t>
      </w:r>
      <w:r w:rsidR="00530790" w:rsidRPr="005D5566">
        <w:t>Nous autres</w:t>
      </w:r>
      <w:r>
        <w:t xml:space="preserve">, </w:t>
      </w:r>
      <w:r w:rsidR="00530790" w:rsidRPr="005D5566">
        <w:t>socialistes</w:t>
      </w:r>
      <w:r>
        <w:t>…</w:t>
      </w:r>
    </w:p>
    <w:p w14:paraId="7C93DEE1" w14:textId="77777777" w:rsidR="001C0413" w:rsidRDefault="00530790" w:rsidP="001C0413">
      <w:r w:rsidRPr="005D5566">
        <w:t>Quand la mère entendit ce mot</w:t>
      </w:r>
      <w:r w:rsidR="001C0413">
        <w:t xml:space="preserve">, </w:t>
      </w:r>
      <w:r w:rsidRPr="005D5566">
        <w:t>elle regarda la jeune fille avec une terreur silencieuse</w:t>
      </w:r>
      <w:r w:rsidR="001C0413">
        <w:t>.</w:t>
      </w:r>
    </w:p>
    <w:p w14:paraId="06C8BE82" w14:textId="77777777" w:rsidR="001C0413" w:rsidRDefault="00530790" w:rsidP="001C0413">
      <w:r w:rsidRPr="005D5566">
        <w:t>Elle savait que les socialistes avaient tué un tsar</w:t>
      </w:r>
      <w:r w:rsidR="001C0413">
        <w:t xml:space="preserve">. </w:t>
      </w:r>
      <w:r w:rsidRPr="005D5566">
        <w:t>C</w:t>
      </w:r>
      <w:r w:rsidR="001C0413">
        <w:t>’</w:t>
      </w:r>
      <w:r w:rsidRPr="005D5566">
        <w:t>était pendant sa jeunesse</w:t>
      </w:r>
      <w:r w:rsidR="001C0413">
        <w:t xml:space="preserve"> ; </w:t>
      </w:r>
      <w:r w:rsidRPr="005D5566">
        <w:t>on avait dit alors que les propriétaires fonciers</w:t>
      </w:r>
      <w:r w:rsidR="001C0413">
        <w:t xml:space="preserve">, </w:t>
      </w:r>
      <w:r w:rsidRPr="005D5566">
        <w:t>irrités contre l</w:t>
      </w:r>
      <w:r w:rsidR="001C0413">
        <w:t>’</w:t>
      </w:r>
      <w:r w:rsidRPr="005D5566">
        <w:t>empereur qui avait affranchi les serfs</w:t>
      </w:r>
      <w:r w:rsidR="001C0413">
        <w:t xml:space="preserve">, </w:t>
      </w:r>
      <w:r w:rsidRPr="005D5566">
        <w:t>avaient juré de ne pas se couper les cheveux avant qu</w:t>
      </w:r>
      <w:r w:rsidR="001C0413">
        <w:t>’</w:t>
      </w:r>
      <w:r w:rsidRPr="005D5566">
        <w:t>il fût assassiné</w:t>
      </w:r>
      <w:r w:rsidR="001C0413">
        <w:t xml:space="preserve">. </w:t>
      </w:r>
      <w:r w:rsidRPr="005D5566">
        <w:t>Aussi</w:t>
      </w:r>
      <w:r w:rsidR="001C0413">
        <w:t xml:space="preserve">, </w:t>
      </w:r>
      <w:r w:rsidRPr="005D5566">
        <w:t>elle ne pouvait pas comprendre pourquoi son fils et ses camarades s</w:t>
      </w:r>
      <w:r w:rsidR="001C0413">
        <w:t>’</w:t>
      </w:r>
      <w:r w:rsidRPr="005D5566">
        <w:t>étaient faits socialistes</w:t>
      </w:r>
      <w:r w:rsidR="001C0413">
        <w:t>.</w:t>
      </w:r>
    </w:p>
    <w:p w14:paraId="086FB978" w14:textId="77777777" w:rsidR="001C0413" w:rsidRDefault="00530790" w:rsidP="001C0413">
      <w:r w:rsidRPr="005D5566">
        <w:t>Quand tout le monde fut parti</w:t>
      </w:r>
      <w:r w:rsidR="001C0413">
        <w:t xml:space="preserve">, </w:t>
      </w:r>
      <w:r w:rsidRPr="005D5566">
        <w:t>elle demanda à Pavel</w:t>
      </w:r>
      <w:r w:rsidR="001C0413">
        <w:t> :</w:t>
      </w:r>
    </w:p>
    <w:p w14:paraId="25C434FB" w14:textId="77777777" w:rsidR="001C0413" w:rsidRDefault="001C0413" w:rsidP="001C0413">
      <w:r>
        <w:t>— </w:t>
      </w:r>
      <w:r w:rsidR="00530790" w:rsidRPr="005D5566">
        <w:t>Pavloucha</w:t>
      </w:r>
      <w:r>
        <w:t xml:space="preserve">, </w:t>
      </w:r>
      <w:r w:rsidR="00530790" w:rsidRPr="005D5566">
        <w:t>est-ce vrai que tu es socialiste</w:t>
      </w:r>
      <w:r>
        <w:t> ?</w:t>
      </w:r>
    </w:p>
    <w:p w14:paraId="437B9505" w14:textId="77777777" w:rsidR="001C0413" w:rsidRDefault="001C0413" w:rsidP="001C0413">
      <w:r>
        <w:t>— </w:t>
      </w:r>
      <w:r w:rsidR="00530790" w:rsidRPr="005D5566">
        <w:t>Oui</w:t>
      </w:r>
      <w:r>
        <w:t xml:space="preserve">, </w:t>
      </w:r>
      <w:r w:rsidR="00530790" w:rsidRPr="005D5566">
        <w:t>répondit-il</w:t>
      </w:r>
      <w:r>
        <w:t xml:space="preserve">, </w:t>
      </w:r>
      <w:r w:rsidR="00530790" w:rsidRPr="005D5566">
        <w:t>ferme et franc comme toujours</w:t>
      </w:r>
      <w:r>
        <w:t>.</w:t>
      </w:r>
    </w:p>
    <w:p w14:paraId="59C9BA33" w14:textId="77777777" w:rsidR="001C0413" w:rsidRDefault="00530790" w:rsidP="001C0413">
      <w:r w:rsidRPr="005D5566">
        <w:t>La mère soupira profondément et reprit en baissant les yeux</w:t>
      </w:r>
      <w:r w:rsidR="001C0413">
        <w:t> :</w:t>
      </w:r>
    </w:p>
    <w:p w14:paraId="31AAA42A" w14:textId="77777777" w:rsidR="001C0413" w:rsidRDefault="001C0413" w:rsidP="001C0413">
      <w:r>
        <w:t>— </w:t>
      </w:r>
      <w:r w:rsidR="00530790" w:rsidRPr="005D5566">
        <w:t>Est-ce bien</w:t>
      </w:r>
      <w:r>
        <w:t xml:space="preserve">, </w:t>
      </w:r>
      <w:r w:rsidR="00530790" w:rsidRPr="005D5566">
        <w:t>mon fils</w:t>
      </w:r>
      <w:r>
        <w:t xml:space="preserve"> ?… </w:t>
      </w:r>
      <w:r w:rsidR="00530790" w:rsidRPr="005D5566">
        <w:t>Car ils sont contre le tsar</w:t>
      </w:r>
      <w:r>
        <w:t xml:space="preserve">… </w:t>
      </w:r>
      <w:r w:rsidR="00530790" w:rsidRPr="005D5566">
        <w:t>ils en ont déjà tué un</w:t>
      </w:r>
      <w:r>
        <w:t> !</w:t>
      </w:r>
    </w:p>
    <w:p w14:paraId="1C9D9C42" w14:textId="77777777" w:rsidR="001C0413" w:rsidRDefault="00530790" w:rsidP="001C0413">
      <w:r w:rsidRPr="005D5566">
        <w:t>Pavel se mit à aller et venir dans la chambre en se caressant la joue</w:t>
      </w:r>
      <w:r w:rsidR="001C0413">
        <w:t xml:space="preserve">, </w:t>
      </w:r>
      <w:r w:rsidRPr="005D5566">
        <w:t>puis il dit avec un sourire</w:t>
      </w:r>
      <w:r w:rsidR="001C0413">
        <w:t> :</w:t>
      </w:r>
    </w:p>
    <w:p w14:paraId="0890DDD0" w14:textId="77777777" w:rsidR="001C0413" w:rsidRDefault="001C0413" w:rsidP="001C0413">
      <w:r>
        <w:lastRenderedPageBreak/>
        <w:t>— </w:t>
      </w:r>
      <w:r w:rsidR="00530790" w:rsidRPr="005D5566">
        <w:t>Nous n</w:t>
      </w:r>
      <w:r>
        <w:t>’</w:t>
      </w:r>
      <w:r w:rsidR="00530790" w:rsidRPr="005D5566">
        <w:t>avons pas besoin de cela</w:t>
      </w:r>
      <w:r>
        <w:t> !</w:t>
      </w:r>
    </w:p>
    <w:p w14:paraId="0ABA336F" w14:textId="77777777" w:rsidR="001C0413" w:rsidRDefault="00530790" w:rsidP="001C0413">
      <w:r w:rsidRPr="005D5566">
        <w:t>Il lui parla longtemps d</w:t>
      </w:r>
      <w:r w:rsidR="001C0413">
        <w:t>’</w:t>
      </w:r>
      <w:r w:rsidRPr="005D5566">
        <w:t>un ton sérieux</w:t>
      </w:r>
      <w:r w:rsidR="001C0413">
        <w:t xml:space="preserve">. </w:t>
      </w:r>
      <w:r w:rsidRPr="005D5566">
        <w:t>Elle le considérait et réfléchissait</w:t>
      </w:r>
      <w:r w:rsidR="001C0413">
        <w:t xml:space="preserve">. </w:t>
      </w:r>
      <w:r w:rsidRPr="005D5566">
        <w:t>Puis le mot terrible se répéta de plus en plus souvent</w:t>
      </w:r>
      <w:r w:rsidR="001C0413">
        <w:t xml:space="preserve">, </w:t>
      </w:r>
      <w:r w:rsidRPr="005D5566">
        <w:t>il devint aussi familier aux oreilles de la mère qu</w:t>
      </w:r>
      <w:r w:rsidR="001C0413">
        <w:t>’</w:t>
      </w:r>
      <w:r w:rsidRPr="005D5566">
        <w:t>une foule d</w:t>
      </w:r>
      <w:r w:rsidR="001C0413">
        <w:t>’</w:t>
      </w:r>
      <w:r w:rsidRPr="005D5566">
        <w:t>autres termes incompréhensibles pour elle</w:t>
      </w:r>
      <w:r w:rsidR="001C0413">
        <w:t xml:space="preserve">. </w:t>
      </w:r>
      <w:r w:rsidRPr="005D5566">
        <w:t>Mais Sachenka ne lui plaisait pas</w:t>
      </w:r>
      <w:r w:rsidR="001C0413">
        <w:t xml:space="preserve"> ; </w:t>
      </w:r>
      <w:r w:rsidRPr="005D5566">
        <w:t>quand elle était là</w:t>
      </w:r>
      <w:r w:rsidR="001C0413">
        <w:t xml:space="preserve">, </w:t>
      </w:r>
      <w:r w:rsidRPr="005D5566">
        <w:t>la mère se sentait mal à l</w:t>
      </w:r>
      <w:r w:rsidR="001C0413">
        <w:t>’</w:t>
      </w:r>
      <w:r w:rsidRPr="005D5566">
        <w:t>aise</w:t>
      </w:r>
      <w:r w:rsidR="001C0413">
        <w:t xml:space="preserve">, </w:t>
      </w:r>
      <w:r w:rsidRPr="005D5566">
        <w:t>anxieuse</w:t>
      </w:r>
      <w:r w:rsidR="001C0413">
        <w:t>…</w:t>
      </w:r>
    </w:p>
    <w:p w14:paraId="3E7E8AD6" w14:textId="77777777" w:rsidR="001C0413" w:rsidRDefault="00530790" w:rsidP="001C0413">
      <w:r w:rsidRPr="005D5566">
        <w:t>Un soir</w:t>
      </w:r>
      <w:r w:rsidR="001C0413">
        <w:t xml:space="preserve">, </w:t>
      </w:r>
      <w:r w:rsidRPr="005D5566">
        <w:t>elle dit au Petit-Russien</w:t>
      </w:r>
      <w:r w:rsidR="001C0413">
        <w:t xml:space="preserve">, </w:t>
      </w:r>
      <w:r w:rsidRPr="005D5566">
        <w:t>avec une moue de mécontentement</w:t>
      </w:r>
      <w:r w:rsidR="001C0413">
        <w:t> :</w:t>
      </w:r>
    </w:p>
    <w:p w14:paraId="1995932A" w14:textId="77777777" w:rsidR="001C0413" w:rsidRDefault="001C0413" w:rsidP="001C0413">
      <w:r>
        <w:t>— </w:t>
      </w:r>
      <w:r w:rsidR="00530790" w:rsidRPr="005D5566">
        <w:t>Elle est bien sévère</w:t>
      </w:r>
      <w:r>
        <w:t xml:space="preserve">, </w:t>
      </w:r>
      <w:r w:rsidR="00530790" w:rsidRPr="005D5566">
        <w:t>Sachenka</w:t>
      </w:r>
      <w:r>
        <w:t xml:space="preserve"> ! </w:t>
      </w:r>
      <w:r w:rsidR="00530790" w:rsidRPr="005D5566">
        <w:t>Elle commande sans cesse</w:t>
      </w:r>
      <w:r>
        <w:t xml:space="preserve"> : </w:t>
      </w:r>
      <w:r w:rsidR="00530790" w:rsidRPr="005D5566">
        <w:t>faites ceci</w:t>
      </w:r>
      <w:r>
        <w:t xml:space="preserve">, </w:t>
      </w:r>
      <w:r w:rsidR="00530790" w:rsidRPr="005D5566">
        <w:t>faites cela</w:t>
      </w:r>
      <w:r>
        <w:t> !</w:t>
      </w:r>
    </w:p>
    <w:p w14:paraId="759219C2" w14:textId="77777777" w:rsidR="001C0413" w:rsidRDefault="00530790" w:rsidP="001C0413">
      <w:r w:rsidRPr="005D5566">
        <w:t>Le Petit-Russien rit bruyamment</w:t>
      </w:r>
      <w:r w:rsidR="001C0413">
        <w:t>.</w:t>
      </w:r>
    </w:p>
    <w:p w14:paraId="07A8799B" w14:textId="77777777" w:rsidR="001C0413" w:rsidRDefault="001C0413" w:rsidP="001C0413">
      <w:r>
        <w:t>— </w:t>
      </w:r>
      <w:r w:rsidR="00530790" w:rsidRPr="005D5566">
        <w:t>C</w:t>
      </w:r>
      <w:r>
        <w:t>’</w:t>
      </w:r>
      <w:r w:rsidR="00530790" w:rsidRPr="005D5566">
        <w:t>est bien vrai</w:t>
      </w:r>
      <w:r>
        <w:t xml:space="preserve"> ! </w:t>
      </w:r>
      <w:r w:rsidR="00530790" w:rsidRPr="005D5566">
        <w:t>Vous avez touché juste</w:t>
      </w:r>
      <w:r>
        <w:t xml:space="preserve"> ! </w:t>
      </w:r>
      <w:r w:rsidR="00530790" w:rsidRPr="005D5566">
        <w:t>N</w:t>
      </w:r>
      <w:r>
        <w:t>’</w:t>
      </w:r>
      <w:r w:rsidR="00530790" w:rsidRPr="005D5566">
        <w:t>est-ce pas</w:t>
      </w:r>
      <w:r>
        <w:t xml:space="preserve">, </w:t>
      </w:r>
      <w:r w:rsidR="00530790" w:rsidRPr="005D5566">
        <w:t>Pavel</w:t>
      </w:r>
      <w:r>
        <w:t> ?</w:t>
      </w:r>
    </w:p>
    <w:p w14:paraId="76A08619" w14:textId="77777777" w:rsidR="001C0413" w:rsidRDefault="001C0413" w:rsidP="001C0413">
      <w:r>
        <w:t>— </w:t>
      </w:r>
      <w:r w:rsidR="00530790" w:rsidRPr="005D5566">
        <w:t>Et</w:t>
      </w:r>
      <w:r>
        <w:t xml:space="preserve">, </w:t>
      </w:r>
      <w:r w:rsidR="00530790" w:rsidRPr="005D5566">
        <w:t>clignant de l</w:t>
      </w:r>
      <w:r>
        <w:t>’</w:t>
      </w:r>
      <w:r w:rsidR="00530790" w:rsidRPr="005D5566">
        <w:t>œil</w:t>
      </w:r>
      <w:r>
        <w:t xml:space="preserve">, </w:t>
      </w:r>
      <w:r w:rsidR="00530790" w:rsidRPr="005D5566">
        <w:t>il dit d</w:t>
      </w:r>
      <w:r>
        <w:t>’</w:t>
      </w:r>
      <w:r w:rsidR="00530790" w:rsidRPr="005D5566">
        <w:t>un ton railleur</w:t>
      </w:r>
      <w:r>
        <w:t> :</w:t>
      </w:r>
    </w:p>
    <w:p w14:paraId="0B1A16E4" w14:textId="77777777" w:rsidR="001C0413" w:rsidRDefault="001C0413" w:rsidP="001C0413">
      <w:r>
        <w:t>— </w:t>
      </w:r>
      <w:r w:rsidR="00530790" w:rsidRPr="005D5566">
        <w:t>La noblesse</w:t>
      </w:r>
      <w:r>
        <w:t> !</w:t>
      </w:r>
    </w:p>
    <w:p w14:paraId="55227E9E" w14:textId="77777777" w:rsidR="001C0413" w:rsidRDefault="00530790" w:rsidP="001C0413">
      <w:r w:rsidRPr="005D5566">
        <w:t>Pavel répliqua avec sécheresse</w:t>
      </w:r>
      <w:r w:rsidR="001C0413">
        <w:t> :</w:t>
      </w:r>
    </w:p>
    <w:p w14:paraId="35ADD842" w14:textId="77777777" w:rsidR="001C0413" w:rsidRDefault="001C0413" w:rsidP="001C0413">
      <w:r>
        <w:t>— </w:t>
      </w:r>
      <w:r w:rsidR="00530790" w:rsidRPr="005D5566">
        <w:t>C</w:t>
      </w:r>
      <w:r>
        <w:t>’</w:t>
      </w:r>
      <w:r w:rsidR="00530790" w:rsidRPr="005D5566">
        <w:t>est une vaillante fille</w:t>
      </w:r>
      <w:r>
        <w:t> !</w:t>
      </w:r>
    </w:p>
    <w:p w14:paraId="756B4783" w14:textId="77777777" w:rsidR="001C0413" w:rsidRDefault="00530790" w:rsidP="001C0413">
      <w:r w:rsidRPr="005D5566">
        <w:t>Et il prit un air maussade</w:t>
      </w:r>
      <w:r w:rsidR="001C0413">
        <w:t>.</w:t>
      </w:r>
    </w:p>
    <w:p w14:paraId="2B85FA03" w14:textId="77777777" w:rsidR="001C0413" w:rsidRDefault="001C0413" w:rsidP="001C0413">
      <w:r>
        <w:t>— </w:t>
      </w:r>
      <w:r w:rsidR="00530790" w:rsidRPr="005D5566">
        <w:t>C</w:t>
      </w:r>
      <w:r>
        <w:t>’</w:t>
      </w:r>
      <w:r w:rsidR="00530790" w:rsidRPr="005D5566">
        <w:t>est vrai aussi</w:t>
      </w:r>
      <w:r>
        <w:t xml:space="preserve"> ! </w:t>
      </w:r>
      <w:r w:rsidR="00530790" w:rsidRPr="005D5566">
        <w:t>confirma le Petit-Russien</w:t>
      </w:r>
      <w:r>
        <w:t xml:space="preserve">. </w:t>
      </w:r>
      <w:r w:rsidR="00530790" w:rsidRPr="005D5566">
        <w:t>Seulement</w:t>
      </w:r>
      <w:r>
        <w:t xml:space="preserve">, </w:t>
      </w:r>
      <w:r w:rsidR="00530790" w:rsidRPr="005D5566">
        <w:t>elle ne comprend pas que c</w:t>
      </w:r>
      <w:r>
        <w:t>’</w:t>
      </w:r>
      <w:r w:rsidR="00530790" w:rsidRPr="005D5566">
        <w:t>est elle qui doit et que c</w:t>
      </w:r>
      <w:r>
        <w:t>’</w:t>
      </w:r>
      <w:r w:rsidR="00530790" w:rsidRPr="005D5566">
        <w:t>est nous qui voulons et pouvons</w:t>
      </w:r>
      <w:r>
        <w:t>.</w:t>
      </w:r>
    </w:p>
    <w:p w14:paraId="01C31CA6" w14:textId="77777777" w:rsidR="001C0413" w:rsidRDefault="00530790" w:rsidP="001C0413">
      <w:r w:rsidRPr="005D5566">
        <w:t>La mère remarqua aussi que Sachenka était tout particulièrement sévère envers Pavel</w:t>
      </w:r>
      <w:r w:rsidR="001C0413">
        <w:t xml:space="preserve">, </w:t>
      </w:r>
      <w:r w:rsidRPr="005D5566">
        <w:t>qu</w:t>
      </w:r>
      <w:r w:rsidR="001C0413">
        <w:t>’</w:t>
      </w:r>
      <w:r w:rsidRPr="005D5566">
        <w:t>elle le réprimandait parfois</w:t>
      </w:r>
      <w:r w:rsidR="001C0413">
        <w:t xml:space="preserve">. </w:t>
      </w:r>
      <w:r w:rsidRPr="005D5566">
        <w:t>Pavel souriait</w:t>
      </w:r>
      <w:r w:rsidR="001C0413">
        <w:t xml:space="preserve">, </w:t>
      </w:r>
      <w:r w:rsidRPr="005D5566">
        <w:t>gardait le silence</w:t>
      </w:r>
      <w:r w:rsidR="001C0413">
        <w:t xml:space="preserve">, </w:t>
      </w:r>
      <w:r w:rsidRPr="005D5566">
        <w:t xml:space="preserve">et contemplait la jeune fille </w:t>
      </w:r>
      <w:r w:rsidRPr="005D5566">
        <w:lastRenderedPageBreak/>
        <w:t>avec le regard adouci qu</w:t>
      </w:r>
      <w:r w:rsidR="001C0413">
        <w:t>’</w:t>
      </w:r>
      <w:r w:rsidRPr="005D5566">
        <w:t>il avait auparavant pour Natacha</w:t>
      </w:r>
      <w:r w:rsidR="001C0413">
        <w:t xml:space="preserve">. </w:t>
      </w:r>
      <w:r w:rsidRPr="005D5566">
        <w:t>Et Pélaguée n</w:t>
      </w:r>
      <w:r w:rsidR="001C0413">
        <w:t>’</w:t>
      </w:r>
      <w:r w:rsidRPr="005D5566">
        <w:t>en était pas satisfaite</w:t>
      </w:r>
      <w:r w:rsidR="001C0413">
        <w:t>.</w:t>
      </w:r>
    </w:p>
    <w:p w14:paraId="5D8E8CAF" w14:textId="77777777" w:rsidR="001C0413" w:rsidRDefault="00530790" w:rsidP="001C0413">
      <w:r w:rsidRPr="005D5566">
        <w:t>On se réunissait deux fois par semaine</w:t>
      </w:r>
      <w:r w:rsidR="001C0413">
        <w:t xml:space="preserve"> ; </w:t>
      </w:r>
      <w:r w:rsidRPr="005D5566">
        <w:t>et quand la mère voyait avec quelle attention passionnée les jeunes gens écoutaient les discours de son fils et du Petit-Russien</w:t>
      </w:r>
      <w:r w:rsidR="001C0413">
        <w:t xml:space="preserve">, </w:t>
      </w:r>
      <w:r w:rsidRPr="005D5566">
        <w:t>les intéressants récits de Natacha</w:t>
      </w:r>
      <w:r w:rsidR="001C0413">
        <w:t xml:space="preserve">, </w:t>
      </w:r>
      <w:r w:rsidRPr="005D5566">
        <w:t>de Sachenka</w:t>
      </w:r>
      <w:r w:rsidR="001C0413">
        <w:t xml:space="preserve">, </w:t>
      </w:r>
      <w:r w:rsidRPr="005D5566">
        <w:t>de Nicolas Ivanovitch et des autres visiteurs de la ville</w:t>
      </w:r>
      <w:r w:rsidR="001C0413">
        <w:t xml:space="preserve">, </w:t>
      </w:r>
      <w:r w:rsidRPr="005D5566">
        <w:t>elle oubliait ses inquiétudes et</w:t>
      </w:r>
      <w:r w:rsidR="001C0413">
        <w:t xml:space="preserve">, </w:t>
      </w:r>
      <w:r w:rsidRPr="005D5566">
        <w:t>au souvenir des ennuyeux jours de sa jeunesse</w:t>
      </w:r>
      <w:r w:rsidR="001C0413">
        <w:t xml:space="preserve">, </w:t>
      </w:r>
      <w:r w:rsidRPr="005D5566">
        <w:t>hochait tristement la tête</w:t>
      </w:r>
      <w:r w:rsidR="001C0413">
        <w:t>.</w:t>
      </w:r>
    </w:p>
    <w:p w14:paraId="6BB343D1" w14:textId="77777777" w:rsidR="001C0413" w:rsidRDefault="00530790" w:rsidP="001C0413">
      <w:r w:rsidRPr="005D5566">
        <w:t>Souvent</w:t>
      </w:r>
      <w:r w:rsidR="001C0413">
        <w:t xml:space="preserve">, </w:t>
      </w:r>
      <w:r w:rsidRPr="005D5566">
        <w:t>la mère était surprise des accès d</w:t>
      </w:r>
      <w:r w:rsidR="001C0413">
        <w:t>’</w:t>
      </w:r>
      <w:r w:rsidRPr="005D5566">
        <w:t>une joie tumultueuse qui saisissait soudain les jeunes gens</w:t>
      </w:r>
      <w:r w:rsidR="001C0413">
        <w:t xml:space="preserve">. </w:t>
      </w:r>
      <w:r w:rsidRPr="005D5566">
        <w:t>Le fait se produisait généralement quand ils avaient lu dans les journaux des nouvelles de la classe ouvrière de l</w:t>
      </w:r>
      <w:r w:rsidR="001C0413">
        <w:t>’</w:t>
      </w:r>
      <w:r w:rsidRPr="005D5566">
        <w:t>étranger</w:t>
      </w:r>
      <w:r w:rsidR="001C0413">
        <w:t xml:space="preserve">. </w:t>
      </w:r>
      <w:r w:rsidRPr="005D5566">
        <w:t>C</w:t>
      </w:r>
      <w:r w:rsidR="001C0413">
        <w:t>’</w:t>
      </w:r>
      <w:r w:rsidRPr="005D5566">
        <w:t>était un bonheur bizarre</w:t>
      </w:r>
      <w:r w:rsidR="001C0413">
        <w:t xml:space="preserve">, </w:t>
      </w:r>
      <w:r w:rsidRPr="005D5566">
        <w:t>comme enfantin</w:t>
      </w:r>
      <w:r w:rsidR="001C0413">
        <w:t xml:space="preserve"> ; </w:t>
      </w:r>
      <w:r w:rsidRPr="005D5566">
        <w:t>chacun riait d</w:t>
      </w:r>
      <w:r w:rsidR="001C0413">
        <w:t>’</w:t>
      </w:r>
      <w:r w:rsidRPr="005D5566">
        <w:t>un rire clair et gai</w:t>
      </w:r>
      <w:r w:rsidR="001C0413">
        <w:t xml:space="preserve">, </w:t>
      </w:r>
      <w:r w:rsidRPr="005D5566">
        <w:t>et frappait amicalement sur l</w:t>
      </w:r>
      <w:r w:rsidR="001C0413">
        <w:t>’</w:t>
      </w:r>
      <w:r w:rsidRPr="005D5566">
        <w:t>épaule de son voisin</w:t>
      </w:r>
      <w:r w:rsidR="001C0413">
        <w:t>.</w:t>
      </w:r>
    </w:p>
    <w:p w14:paraId="6EEDDE04" w14:textId="77777777" w:rsidR="001C0413" w:rsidRDefault="001C0413" w:rsidP="001C0413">
      <w:r>
        <w:t>— </w:t>
      </w:r>
      <w:r w:rsidR="00530790" w:rsidRPr="005D5566">
        <w:t>Ils ont bien travaillé</w:t>
      </w:r>
      <w:r>
        <w:t xml:space="preserve">, </w:t>
      </w:r>
      <w:r w:rsidR="00530790" w:rsidRPr="005D5566">
        <w:t>nos camarades allemands proclamait n</w:t>
      </w:r>
      <w:r>
        <w:t>’</w:t>
      </w:r>
      <w:r w:rsidR="00530790" w:rsidRPr="005D5566">
        <w:t>importe qui</w:t>
      </w:r>
      <w:r>
        <w:t xml:space="preserve">, </w:t>
      </w:r>
      <w:r w:rsidR="00530790" w:rsidRPr="005D5566">
        <w:t>comme ivre d</w:t>
      </w:r>
      <w:r>
        <w:t>’</w:t>
      </w:r>
      <w:r w:rsidR="00530790" w:rsidRPr="005D5566">
        <w:t>extase</w:t>
      </w:r>
      <w:r>
        <w:t>.</w:t>
      </w:r>
    </w:p>
    <w:p w14:paraId="482BA7BF" w14:textId="77777777" w:rsidR="001C0413" w:rsidRDefault="001C0413" w:rsidP="001C0413">
      <w:r>
        <w:t>— </w:t>
      </w:r>
      <w:r w:rsidR="00530790" w:rsidRPr="005D5566">
        <w:t>Vivent nos compagnons d</w:t>
      </w:r>
      <w:r>
        <w:t>’</w:t>
      </w:r>
      <w:r w:rsidR="00530790" w:rsidRPr="005D5566">
        <w:t>Italie</w:t>
      </w:r>
      <w:r>
        <w:t xml:space="preserve"> ! </w:t>
      </w:r>
      <w:r w:rsidR="00530790" w:rsidRPr="005D5566">
        <w:t>s</w:t>
      </w:r>
      <w:r>
        <w:t>’</w:t>
      </w:r>
      <w:r w:rsidR="00530790" w:rsidRPr="005D5566">
        <w:t>écriait-on une autre fois</w:t>
      </w:r>
      <w:r>
        <w:t>.</w:t>
      </w:r>
    </w:p>
    <w:p w14:paraId="1DADC241" w14:textId="77777777" w:rsidR="001C0413" w:rsidRDefault="00530790" w:rsidP="001C0413">
      <w:r w:rsidRPr="005D5566">
        <w:t>Et quand ils envoyaient ces acclamations au loin aux amis inconnus</w:t>
      </w:r>
      <w:r w:rsidR="001C0413">
        <w:t xml:space="preserve">, </w:t>
      </w:r>
      <w:r w:rsidRPr="005D5566">
        <w:t>ils paraissaient certains que ceux-ci les entendaient et partageaient leur enthousiasme</w:t>
      </w:r>
      <w:r w:rsidR="001C0413">
        <w:t>.</w:t>
      </w:r>
    </w:p>
    <w:p w14:paraId="1DCC5EB0" w14:textId="77777777" w:rsidR="001C0413" w:rsidRDefault="00530790" w:rsidP="001C0413">
      <w:r w:rsidRPr="005D5566">
        <w:t>Le Petit-Russien</w:t>
      </w:r>
      <w:r w:rsidR="001C0413">
        <w:t xml:space="preserve">, </w:t>
      </w:r>
      <w:r w:rsidRPr="005D5566">
        <w:t>plein d</w:t>
      </w:r>
      <w:r w:rsidR="001C0413">
        <w:t>’</w:t>
      </w:r>
      <w:r w:rsidRPr="005D5566">
        <w:t>un amour qui embrassait tous les êtres</w:t>
      </w:r>
      <w:r w:rsidR="001C0413">
        <w:t xml:space="preserve">, </w:t>
      </w:r>
      <w:r w:rsidRPr="005D5566">
        <w:t>déclarait</w:t>
      </w:r>
      <w:r w:rsidR="001C0413">
        <w:t> :</w:t>
      </w:r>
    </w:p>
    <w:p w14:paraId="3299D407" w14:textId="77777777" w:rsidR="001C0413" w:rsidRDefault="001C0413" w:rsidP="001C0413">
      <w:r>
        <w:t>— </w:t>
      </w:r>
      <w:r w:rsidR="00530790" w:rsidRPr="005D5566">
        <w:t>Il faudrait leur écrire</w:t>
      </w:r>
      <w:r>
        <w:t xml:space="preserve">, </w:t>
      </w:r>
      <w:r w:rsidR="00530790" w:rsidRPr="005D5566">
        <w:t>n</w:t>
      </w:r>
      <w:r>
        <w:t>’</w:t>
      </w:r>
      <w:r w:rsidR="00530790" w:rsidRPr="005D5566">
        <w:t>est-ce pas</w:t>
      </w:r>
      <w:r>
        <w:t xml:space="preserve">, </w:t>
      </w:r>
      <w:r w:rsidR="00530790" w:rsidRPr="005D5566">
        <w:t>camarades</w:t>
      </w:r>
      <w:r>
        <w:t xml:space="preserve">, </w:t>
      </w:r>
      <w:r w:rsidR="00530790" w:rsidRPr="005D5566">
        <w:t>pour qu</w:t>
      </w:r>
      <w:r>
        <w:t>’</w:t>
      </w:r>
      <w:r w:rsidR="00530790" w:rsidRPr="005D5566">
        <w:t>ils sachent qu</w:t>
      </w:r>
      <w:r>
        <w:t>’</w:t>
      </w:r>
      <w:r w:rsidR="00530790" w:rsidRPr="005D5566">
        <w:t>ils ont</w:t>
      </w:r>
      <w:r>
        <w:t xml:space="preserve">, </w:t>
      </w:r>
      <w:r w:rsidR="00530790" w:rsidRPr="005D5566">
        <w:t>dans la Russie lointaine</w:t>
      </w:r>
      <w:r>
        <w:t xml:space="preserve">, </w:t>
      </w:r>
      <w:r w:rsidR="00530790" w:rsidRPr="005D5566">
        <w:t>des amis</w:t>
      </w:r>
      <w:r>
        <w:t xml:space="preserve">, </w:t>
      </w:r>
      <w:r w:rsidR="00530790" w:rsidRPr="005D5566">
        <w:t>des ouvriers qui professent la même religion qu</w:t>
      </w:r>
      <w:r>
        <w:t>’</w:t>
      </w:r>
      <w:r w:rsidR="00530790" w:rsidRPr="005D5566">
        <w:t>eux</w:t>
      </w:r>
      <w:r>
        <w:t xml:space="preserve">, </w:t>
      </w:r>
      <w:r w:rsidR="00530790" w:rsidRPr="005D5566">
        <w:t>des camarades qui ont le même but qu</w:t>
      </w:r>
      <w:r>
        <w:t>’</w:t>
      </w:r>
      <w:r w:rsidR="00530790" w:rsidRPr="005D5566">
        <w:t>eux et se réjouissent de leurs victoires</w:t>
      </w:r>
      <w:r>
        <w:t>…</w:t>
      </w:r>
    </w:p>
    <w:p w14:paraId="76A8EE01" w14:textId="77777777" w:rsidR="001C0413" w:rsidRDefault="00530790" w:rsidP="001C0413">
      <w:r w:rsidRPr="005D5566">
        <w:lastRenderedPageBreak/>
        <w:t>Et le sourire aux lèvres</w:t>
      </w:r>
      <w:r w:rsidR="001C0413">
        <w:t xml:space="preserve">, </w:t>
      </w:r>
      <w:r w:rsidRPr="005D5566">
        <w:t>on parlait longuement des Français</w:t>
      </w:r>
      <w:r w:rsidR="001C0413">
        <w:t xml:space="preserve">, </w:t>
      </w:r>
      <w:r w:rsidRPr="005D5566">
        <w:t>des Anglais</w:t>
      </w:r>
      <w:r w:rsidR="001C0413">
        <w:t xml:space="preserve">, </w:t>
      </w:r>
      <w:r w:rsidRPr="005D5566">
        <w:t>des Suédois</w:t>
      </w:r>
      <w:r w:rsidR="001C0413">
        <w:t xml:space="preserve">, </w:t>
      </w:r>
      <w:r w:rsidRPr="005D5566">
        <w:t>comme d</w:t>
      </w:r>
      <w:r w:rsidR="001C0413">
        <w:t>’</w:t>
      </w:r>
      <w:r w:rsidRPr="005D5566">
        <w:t>êtres chers dont on partageait les bonheurs et les souffrances</w:t>
      </w:r>
      <w:r w:rsidR="001C0413">
        <w:t>.</w:t>
      </w:r>
    </w:p>
    <w:p w14:paraId="56595ED5" w14:textId="77777777" w:rsidR="001C0413" w:rsidRDefault="00530790" w:rsidP="001C0413">
      <w:r w:rsidRPr="005D5566">
        <w:t>Et dans l</w:t>
      </w:r>
      <w:r w:rsidR="001C0413">
        <w:t>’</w:t>
      </w:r>
      <w:r w:rsidRPr="005D5566">
        <w:t>étroite pièce</w:t>
      </w:r>
      <w:r w:rsidR="001C0413">
        <w:t xml:space="preserve">, </w:t>
      </w:r>
      <w:r w:rsidRPr="005D5566">
        <w:t>naissait le sentiment de la parenté spirituelle</w:t>
      </w:r>
      <w:r w:rsidR="001C0413">
        <w:t xml:space="preserve">, </w:t>
      </w:r>
      <w:r w:rsidRPr="005D5566">
        <w:t>unissant les ouvriers de cette terre</w:t>
      </w:r>
      <w:r w:rsidR="001C0413">
        <w:t xml:space="preserve">, </w:t>
      </w:r>
      <w:r w:rsidRPr="005D5566">
        <w:t>dont ils étaient à la fois les maîtres et les esclaves</w:t>
      </w:r>
      <w:r w:rsidR="001C0413">
        <w:t xml:space="preserve">. </w:t>
      </w:r>
      <w:r w:rsidRPr="005D5566">
        <w:t>Cette confraternité qui leur faisait une seule âme impressionnait la mère et</w:t>
      </w:r>
      <w:r w:rsidR="001C0413">
        <w:t xml:space="preserve">, </w:t>
      </w:r>
      <w:r w:rsidRPr="005D5566">
        <w:t>quoiqu</w:t>
      </w:r>
      <w:r w:rsidR="001C0413">
        <w:t>’</w:t>
      </w:r>
      <w:r w:rsidRPr="005D5566">
        <w:t>elle lui fût inaccessible</w:t>
      </w:r>
      <w:r w:rsidR="001C0413">
        <w:t xml:space="preserve">, </w:t>
      </w:r>
      <w:r w:rsidRPr="005D5566">
        <w:t>elle se redressait sous cette force joyeuse</w:t>
      </w:r>
      <w:r w:rsidR="001C0413">
        <w:t xml:space="preserve">, </w:t>
      </w:r>
      <w:r w:rsidRPr="005D5566">
        <w:t>triomphante</w:t>
      </w:r>
      <w:r w:rsidR="001C0413">
        <w:t xml:space="preserve">, </w:t>
      </w:r>
      <w:r w:rsidRPr="005D5566">
        <w:t>enivrante et jeune</w:t>
      </w:r>
      <w:r w:rsidR="001C0413">
        <w:t xml:space="preserve">, </w:t>
      </w:r>
      <w:r w:rsidRPr="005D5566">
        <w:t>caressante et pleine d</w:t>
      </w:r>
      <w:r w:rsidR="001C0413">
        <w:t>’</w:t>
      </w:r>
      <w:r w:rsidRPr="005D5566">
        <w:t>espoirs</w:t>
      </w:r>
      <w:r w:rsidR="001C0413">
        <w:t>.</w:t>
      </w:r>
    </w:p>
    <w:p w14:paraId="0BB10C48" w14:textId="77777777" w:rsidR="001C0413" w:rsidRDefault="001C0413" w:rsidP="001C0413">
      <w:r>
        <w:t>— </w:t>
      </w:r>
      <w:r w:rsidR="00530790" w:rsidRPr="005D5566">
        <w:t>Comme vous êtes</w:t>
      </w:r>
      <w:r>
        <w:t xml:space="preserve">, </w:t>
      </w:r>
      <w:r w:rsidR="00530790" w:rsidRPr="005D5566">
        <w:t>tout de même</w:t>
      </w:r>
      <w:r>
        <w:t xml:space="preserve"> ! </w:t>
      </w:r>
      <w:r w:rsidR="00530790" w:rsidRPr="005D5566">
        <w:t>dit-elle un jour au Petit-Russien</w:t>
      </w:r>
      <w:r>
        <w:t xml:space="preserve">. </w:t>
      </w:r>
      <w:r w:rsidR="00530790" w:rsidRPr="005D5566">
        <w:t>Pour vous</w:t>
      </w:r>
      <w:r>
        <w:t xml:space="preserve">, </w:t>
      </w:r>
      <w:r w:rsidR="00530790" w:rsidRPr="005D5566">
        <w:t>tous sont des camarades</w:t>
      </w:r>
      <w:r>
        <w:t xml:space="preserve">… </w:t>
      </w:r>
      <w:r w:rsidR="00530790" w:rsidRPr="005D5566">
        <w:t>les Juifs</w:t>
      </w:r>
      <w:r>
        <w:t xml:space="preserve">, </w:t>
      </w:r>
      <w:r w:rsidR="00530790" w:rsidRPr="005D5566">
        <w:t>les Arméniens et les Autrichiens</w:t>
      </w:r>
      <w:r>
        <w:t xml:space="preserve">… </w:t>
      </w:r>
      <w:r w:rsidR="00530790" w:rsidRPr="005D5566">
        <w:t>vous parlez d</w:t>
      </w:r>
      <w:r>
        <w:t>’</w:t>
      </w:r>
      <w:r w:rsidR="00530790" w:rsidRPr="005D5566">
        <w:t>eux comme si c</w:t>
      </w:r>
      <w:r>
        <w:t>’</w:t>
      </w:r>
      <w:r w:rsidR="00530790" w:rsidRPr="005D5566">
        <w:t>étaient des amis</w:t>
      </w:r>
      <w:r>
        <w:t xml:space="preserve">, </w:t>
      </w:r>
      <w:r w:rsidR="00530790" w:rsidRPr="005D5566">
        <w:t>vous vous attristez et vous vous réjouissez avec tout le monde</w:t>
      </w:r>
      <w:r>
        <w:t>.</w:t>
      </w:r>
    </w:p>
    <w:p w14:paraId="47F74391" w14:textId="77777777" w:rsidR="001C0413" w:rsidRDefault="001C0413" w:rsidP="001C0413">
      <w:r>
        <w:t>— </w:t>
      </w:r>
      <w:r w:rsidR="00530790" w:rsidRPr="005D5566">
        <w:t>Avec tous</w:t>
      </w:r>
      <w:r>
        <w:t xml:space="preserve">, </w:t>
      </w:r>
      <w:r w:rsidR="00530790" w:rsidRPr="005D5566">
        <w:t>petite mère</w:t>
      </w:r>
      <w:r>
        <w:t xml:space="preserve">, </w:t>
      </w:r>
      <w:r w:rsidR="00530790" w:rsidRPr="005D5566">
        <w:t>avec tous</w:t>
      </w:r>
      <w:r>
        <w:t xml:space="preserve"> ! </w:t>
      </w:r>
      <w:r w:rsidR="00530790" w:rsidRPr="005D5566">
        <w:t>s</w:t>
      </w:r>
      <w:r>
        <w:t>’</w:t>
      </w:r>
      <w:r w:rsidR="00530790" w:rsidRPr="005D5566">
        <w:t>exclama-t-il</w:t>
      </w:r>
      <w:r>
        <w:t xml:space="preserve">. </w:t>
      </w:r>
      <w:r w:rsidR="00530790" w:rsidRPr="005D5566">
        <w:t>Le monde est à nous</w:t>
      </w:r>
      <w:r>
        <w:t xml:space="preserve"> ! </w:t>
      </w:r>
      <w:r w:rsidR="00530790" w:rsidRPr="005D5566">
        <w:t>Le monde est aux ouvriers</w:t>
      </w:r>
      <w:r>
        <w:t xml:space="preserve"> ! </w:t>
      </w:r>
      <w:r w:rsidR="00530790" w:rsidRPr="005D5566">
        <w:t>Pour nous</w:t>
      </w:r>
      <w:r>
        <w:t xml:space="preserve">, </w:t>
      </w:r>
      <w:r w:rsidR="00530790" w:rsidRPr="005D5566">
        <w:rPr>
          <w:bCs/>
        </w:rPr>
        <w:t xml:space="preserve">il </w:t>
      </w:r>
      <w:r w:rsidR="00530790" w:rsidRPr="005D5566">
        <w:t>n</w:t>
      </w:r>
      <w:r>
        <w:t>’</w:t>
      </w:r>
      <w:r w:rsidR="00530790" w:rsidRPr="005D5566">
        <w:t>y a ni nations</w:t>
      </w:r>
      <w:r>
        <w:t xml:space="preserve">, </w:t>
      </w:r>
      <w:r w:rsidR="00530790" w:rsidRPr="005D5566">
        <w:t xml:space="preserve">ni </w:t>
      </w:r>
      <w:r w:rsidR="00530790" w:rsidRPr="005D5566">
        <w:rPr>
          <w:bCs/>
        </w:rPr>
        <w:t>races</w:t>
      </w:r>
      <w:r>
        <w:rPr>
          <w:bCs/>
        </w:rPr>
        <w:t xml:space="preserve">, </w:t>
      </w:r>
      <w:r w:rsidR="00530790" w:rsidRPr="005D5566">
        <w:t xml:space="preserve">il </w:t>
      </w:r>
      <w:r w:rsidR="00530790" w:rsidRPr="005D5566">
        <w:rPr>
          <w:bCs/>
        </w:rPr>
        <w:t>n</w:t>
      </w:r>
      <w:r>
        <w:rPr>
          <w:bCs/>
        </w:rPr>
        <w:t>’</w:t>
      </w:r>
      <w:r w:rsidR="00530790" w:rsidRPr="005D5566">
        <w:rPr>
          <w:bCs/>
        </w:rPr>
        <w:t xml:space="preserve">y a que </w:t>
      </w:r>
      <w:r w:rsidR="00530790" w:rsidRPr="005D5566">
        <w:t>des camarades</w:t>
      </w:r>
      <w:r>
        <w:t xml:space="preserve">… </w:t>
      </w:r>
      <w:r w:rsidR="00530790" w:rsidRPr="005D5566">
        <w:t>et des ennemis</w:t>
      </w:r>
      <w:r>
        <w:t xml:space="preserve">. </w:t>
      </w:r>
      <w:r w:rsidR="00530790" w:rsidRPr="005D5566">
        <w:t>Tous les ouvriers sont nos amis</w:t>
      </w:r>
      <w:r>
        <w:t xml:space="preserve">, </w:t>
      </w:r>
      <w:r w:rsidR="00530790" w:rsidRPr="005D5566">
        <w:t>tous les riches</w:t>
      </w:r>
      <w:r>
        <w:t xml:space="preserve">, </w:t>
      </w:r>
      <w:r w:rsidR="00530790" w:rsidRPr="005D5566">
        <w:t>tous ceux qui détiennent l</w:t>
      </w:r>
      <w:r>
        <w:t>’</w:t>
      </w:r>
      <w:r w:rsidR="00530790" w:rsidRPr="005D5566">
        <w:t>autorité sont nos ennemis</w:t>
      </w:r>
      <w:r>
        <w:t xml:space="preserve">. </w:t>
      </w:r>
      <w:r w:rsidR="00530790" w:rsidRPr="005D5566">
        <w:t>Quand on regarde la terre avec de bons yeux</w:t>
      </w:r>
      <w:r>
        <w:t xml:space="preserve">, </w:t>
      </w:r>
      <w:r w:rsidR="00530790" w:rsidRPr="005D5566">
        <w:t>quand on voit combien nous</w:t>
      </w:r>
      <w:r>
        <w:t xml:space="preserve">, </w:t>
      </w:r>
      <w:r w:rsidR="00530790" w:rsidRPr="005D5566">
        <w:t>les ouvriers</w:t>
      </w:r>
      <w:r>
        <w:t xml:space="preserve">, </w:t>
      </w:r>
      <w:r w:rsidR="00530790" w:rsidRPr="005D5566">
        <w:t>nous sommes nombreux</w:t>
      </w:r>
      <w:r>
        <w:t xml:space="preserve">, </w:t>
      </w:r>
      <w:r w:rsidR="00530790" w:rsidRPr="005D5566">
        <w:t>quelle puissance spirituelle nous représentons</w:t>
      </w:r>
      <w:r>
        <w:t xml:space="preserve">, </w:t>
      </w:r>
      <w:r w:rsidR="00530790" w:rsidRPr="005D5566">
        <w:t>on a le cœur envahi de joie et de bonheur</w:t>
      </w:r>
      <w:r>
        <w:t xml:space="preserve">, </w:t>
      </w:r>
      <w:r w:rsidR="00530790" w:rsidRPr="005D5566">
        <w:t>comme si on célébrait une fête solennelle</w:t>
      </w:r>
      <w:r>
        <w:t xml:space="preserve">. </w:t>
      </w:r>
      <w:r w:rsidR="00530790" w:rsidRPr="005D5566">
        <w:t>Et le Français</w:t>
      </w:r>
      <w:r>
        <w:t xml:space="preserve">, </w:t>
      </w:r>
      <w:r w:rsidR="00530790" w:rsidRPr="005D5566">
        <w:t>et l</w:t>
      </w:r>
      <w:r>
        <w:t>’</w:t>
      </w:r>
      <w:r w:rsidR="00530790" w:rsidRPr="005D5566">
        <w:t>Allemand éprouvent le même sentiment</w:t>
      </w:r>
      <w:r>
        <w:t xml:space="preserve">, </w:t>
      </w:r>
      <w:r w:rsidR="00530790" w:rsidRPr="005D5566">
        <w:t>et les italiens aussi se réjouissent</w:t>
      </w:r>
      <w:r>
        <w:t xml:space="preserve">. </w:t>
      </w:r>
      <w:r w:rsidR="00530790" w:rsidRPr="005D5566">
        <w:t>Nous sommes tous des enfants de la même mère</w:t>
      </w:r>
      <w:r>
        <w:t xml:space="preserve">, </w:t>
      </w:r>
      <w:r w:rsidR="00530790" w:rsidRPr="005D5566">
        <w:t>de la grande</w:t>
      </w:r>
      <w:r>
        <w:t xml:space="preserve">, </w:t>
      </w:r>
      <w:r w:rsidR="00530790" w:rsidRPr="005D5566">
        <w:t>de l</w:t>
      </w:r>
      <w:r>
        <w:t>’</w:t>
      </w:r>
      <w:r w:rsidR="00530790" w:rsidRPr="005D5566">
        <w:t>invincible fée de la fraternité des ouvriers</w:t>
      </w:r>
      <w:r>
        <w:t xml:space="preserve">, </w:t>
      </w:r>
      <w:r w:rsidR="00530790" w:rsidRPr="005D5566">
        <w:t>de tous les pays de la terre</w:t>
      </w:r>
      <w:r>
        <w:t xml:space="preserve">. </w:t>
      </w:r>
      <w:r w:rsidR="00530790" w:rsidRPr="005D5566">
        <w:t>Elle se développe</w:t>
      </w:r>
      <w:r>
        <w:t xml:space="preserve">, </w:t>
      </w:r>
      <w:r w:rsidR="00530790" w:rsidRPr="005D5566">
        <w:t>elle nous réchauffe de sa chaleur</w:t>
      </w:r>
      <w:r>
        <w:t xml:space="preserve">, </w:t>
      </w:r>
      <w:r w:rsidR="00530790" w:rsidRPr="005D5566">
        <w:t>c</w:t>
      </w:r>
      <w:r>
        <w:t>’</w:t>
      </w:r>
      <w:r w:rsidR="00530790" w:rsidRPr="005D5566">
        <w:t>est le second soleil au ciel de la justice</w:t>
      </w:r>
      <w:r>
        <w:t xml:space="preserve"> ; </w:t>
      </w:r>
      <w:r w:rsidR="00530790" w:rsidRPr="005D5566">
        <w:t>et ce ciel est dans le cœur de l</w:t>
      </w:r>
      <w:r>
        <w:t>’</w:t>
      </w:r>
      <w:r w:rsidR="00530790" w:rsidRPr="005D5566">
        <w:t>ouvrier</w:t>
      </w:r>
      <w:r>
        <w:t xml:space="preserve">. </w:t>
      </w:r>
      <w:r w:rsidR="00530790" w:rsidRPr="005D5566">
        <w:t>Quel qu</w:t>
      </w:r>
      <w:r>
        <w:t>’</w:t>
      </w:r>
      <w:r w:rsidR="00530790" w:rsidRPr="005D5566">
        <w:t>il soit</w:t>
      </w:r>
      <w:r>
        <w:t xml:space="preserve">, </w:t>
      </w:r>
      <w:r w:rsidR="00530790" w:rsidRPr="005D5566">
        <w:rPr>
          <w:bCs/>
        </w:rPr>
        <w:t xml:space="preserve">quelque </w:t>
      </w:r>
      <w:r w:rsidR="00530790" w:rsidRPr="005D5566">
        <w:t>nom qu</w:t>
      </w:r>
      <w:r>
        <w:t>’</w:t>
      </w:r>
      <w:r w:rsidR="00530790" w:rsidRPr="005D5566">
        <w:t>il se donne</w:t>
      </w:r>
      <w:r>
        <w:t xml:space="preserve">, </w:t>
      </w:r>
      <w:r w:rsidR="00530790" w:rsidRPr="005D5566">
        <w:t xml:space="preserve">le socialiste est </w:t>
      </w:r>
      <w:r w:rsidR="00530790" w:rsidRPr="005D5566">
        <w:lastRenderedPageBreak/>
        <w:t>notre frère en esprit</w:t>
      </w:r>
      <w:r>
        <w:t xml:space="preserve">, </w:t>
      </w:r>
      <w:r w:rsidR="00530790" w:rsidRPr="005D5566">
        <w:t>toujours</w:t>
      </w:r>
      <w:r>
        <w:t xml:space="preserve">, </w:t>
      </w:r>
      <w:r w:rsidR="00530790" w:rsidRPr="005D5566">
        <w:t>maintenant et à jamais</w:t>
      </w:r>
      <w:r>
        <w:t xml:space="preserve">, </w:t>
      </w:r>
      <w:r w:rsidR="00530790" w:rsidRPr="005D5566">
        <w:t>aux siècles des siècles</w:t>
      </w:r>
      <w:r>
        <w:t>.</w:t>
      </w:r>
    </w:p>
    <w:p w14:paraId="21A22B61" w14:textId="77777777" w:rsidR="001C0413" w:rsidRDefault="00530790" w:rsidP="001C0413">
      <w:r w:rsidRPr="005D5566">
        <w:t>Cette exubérance enfantine</w:t>
      </w:r>
      <w:r w:rsidR="001C0413">
        <w:t xml:space="preserve">, </w:t>
      </w:r>
      <w:r w:rsidRPr="005D5566">
        <w:t>cette foi lumineuse et inébranlable se manifestaient de plus en plus souvent dans le petit groupe</w:t>
      </w:r>
      <w:r w:rsidR="001C0413">
        <w:t xml:space="preserve">, </w:t>
      </w:r>
      <w:r w:rsidRPr="005D5566">
        <w:t>avec une force croissante</w:t>
      </w:r>
      <w:r w:rsidR="001C0413">
        <w:t>…</w:t>
      </w:r>
    </w:p>
    <w:p w14:paraId="394967A6" w14:textId="77777777" w:rsidR="001C0413" w:rsidRDefault="00530790" w:rsidP="001C0413">
      <w:r w:rsidRPr="005D5566">
        <w:rPr>
          <w:bCs/>
        </w:rPr>
        <w:t xml:space="preserve">Et </w:t>
      </w:r>
      <w:r w:rsidRPr="005D5566">
        <w:t>quand Pélaguée voyait cette joie</w:t>
      </w:r>
      <w:r w:rsidR="001C0413">
        <w:t xml:space="preserve">, </w:t>
      </w:r>
      <w:r w:rsidRPr="005D5566">
        <w:t xml:space="preserve">elle </w:t>
      </w:r>
      <w:r w:rsidRPr="005D5566">
        <w:rPr>
          <w:bCs/>
        </w:rPr>
        <w:t xml:space="preserve">sentait </w:t>
      </w:r>
      <w:r w:rsidRPr="005D5566">
        <w:t>instinctivement que</w:t>
      </w:r>
      <w:r w:rsidR="001C0413">
        <w:t xml:space="preserve">, </w:t>
      </w:r>
      <w:r w:rsidRPr="005D5566">
        <w:t>en vérité</w:t>
      </w:r>
      <w:r w:rsidR="001C0413">
        <w:t xml:space="preserve">, </w:t>
      </w:r>
      <w:r w:rsidRPr="005D5566">
        <w:t>quelque chose de grand et de rayonnant était né au monde</w:t>
      </w:r>
      <w:r w:rsidR="001C0413">
        <w:t xml:space="preserve">, </w:t>
      </w:r>
      <w:r w:rsidRPr="005D5566">
        <w:t>comme un soleil pareil à celui qu</w:t>
      </w:r>
      <w:r w:rsidR="001C0413">
        <w:t>’</w:t>
      </w:r>
      <w:r w:rsidRPr="005D5566">
        <w:t>elle voyait au ciel</w:t>
      </w:r>
      <w:r w:rsidR="001C0413">
        <w:t>.</w:t>
      </w:r>
    </w:p>
    <w:p w14:paraId="151E58FB" w14:textId="77777777" w:rsidR="001C0413" w:rsidRDefault="00530790" w:rsidP="001C0413">
      <w:r w:rsidRPr="005D5566">
        <w:t>On chantait souvent</w:t>
      </w:r>
      <w:r w:rsidR="001C0413">
        <w:t xml:space="preserve"> ; </w:t>
      </w:r>
      <w:r w:rsidRPr="005D5566">
        <w:t>on chantait gaiement et à pleine voix des chansons familières</w:t>
      </w:r>
      <w:r w:rsidR="001C0413">
        <w:t xml:space="preserve"> ; </w:t>
      </w:r>
      <w:r w:rsidRPr="005D5566">
        <w:t>parfois</w:t>
      </w:r>
      <w:r w:rsidR="001C0413">
        <w:t xml:space="preserve">, </w:t>
      </w:r>
      <w:r w:rsidRPr="005D5566">
        <w:t>on en apprenait de nouvelles</w:t>
      </w:r>
      <w:r w:rsidR="001C0413">
        <w:t xml:space="preserve">, </w:t>
      </w:r>
      <w:r w:rsidRPr="005D5566">
        <w:t>mélodieuses aussi</w:t>
      </w:r>
      <w:r w:rsidR="001C0413">
        <w:t xml:space="preserve">, </w:t>
      </w:r>
      <w:r w:rsidRPr="005D5566">
        <w:t>mais sur des airs mélancoliques et étranges</w:t>
      </w:r>
      <w:r w:rsidR="001C0413">
        <w:t xml:space="preserve">. </w:t>
      </w:r>
      <w:r w:rsidRPr="005D5566">
        <w:t>Alors</w:t>
      </w:r>
      <w:r w:rsidR="001C0413">
        <w:t xml:space="preserve">, </w:t>
      </w:r>
      <w:r w:rsidRPr="005D5566">
        <w:t>on baissait la voix</w:t>
      </w:r>
      <w:r w:rsidR="001C0413">
        <w:t xml:space="preserve">, </w:t>
      </w:r>
      <w:r w:rsidRPr="005D5566">
        <w:t>les physionomies se faisaient graves</w:t>
      </w:r>
      <w:r w:rsidR="001C0413">
        <w:t xml:space="preserve">, </w:t>
      </w:r>
      <w:r w:rsidRPr="005D5566">
        <w:t>pensives</w:t>
      </w:r>
      <w:r w:rsidR="001C0413">
        <w:t xml:space="preserve">, </w:t>
      </w:r>
      <w:r w:rsidRPr="005D5566">
        <w:t>comme pour un hymne religieux</w:t>
      </w:r>
      <w:r w:rsidR="001C0413">
        <w:t xml:space="preserve">. </w:t>
      </w:r>
      <w:r w:rsidRPr="005D5566">
        <w:t>Les visages devenaient pâles</w:t>
      </w:r>
      <w:r w:rsidR="001C0413">
        <w:t xml:space="preserve">, </w:t>
      </w:r>
      <w:r w:rsidRPr="005D5566">
        <w:t>les chanteurs s</w:t>
      </w:r>
      <w:r w:rsidR="001C0413">
        <w:t>’</w:t>
      </w:r>
      <w:r w:rsidRPr="005D5566">
        <w:t>animaient et on sentait qu</w:t>
      </w:r>
      <w:r w:rsidR="001C0413">
        <w:t>’</w:t>
      </w:r>
      <w:r w:rsidRPr="005D5566">
        <w:t>une grande force se cachait dans les paroles sonores</w:t>
      </w:r>
      <w:r w:rsidR="001C0413">
        <w:t xml:space="preserve">. </w:t>
      </w:r>
      <w:r w:rsidRPr="005D5566">
        <w:t>L</w:t>
      </w:r>
      <w:r w:rsidR="001C0413">
        <w:t>’</w:t>
      </w:r>
      <w:r w:rsidRPr="005D5566">
        <w:t>une surtout de ces chansons nouvelles troublait et inquiétait la mère</w:t>
      </w:r>
      <w:r w:rsidR="001C0413">
        <w:t xml:space="preserve">. </w:t>
      </w:r>
      <w:r w:rsidRPr="005D5566">
        <w:t>Elle ne disait pas les gémissements</w:t>
      </w:r>
      <w:r w:rsidR="001C0413">
        <w:t xml:space="preserve">, </w:t>
      </w:r>
      <w:r w:rsidRPr="005D5566">
        <w:t>les perplexités de l</w:t>
      </w:r>
      <w:r w:rsidR="001C0413">
        <w:t>’</w:t>
      </w:r>
      <w:r w:rsidRPr="005D5566">
        <w:t>âme outragée qui erre solitaire dans les sentiers obscurs des incertitudes douloureuses</w:t>
      </w:r>
      <w:r w:rsidR="001C0413">
        <w:t xml:space="preserve">, </w:t>
      </w:r>
      <w:r w:rsidRPr="005D5566">
        <w:t>ni les cris de l</w:t>
      </w:r>
      <w:r w:rsidR="001C0413">
        <w:t>’</w:t>
      </w:r>
      <w:r w:rsidRPr="005D5566">
        <w:t>âme incolore et informe assaillie par la misère</w:t>
      </w:r>
      <w:r w:rsidR="001C0413">
        <w:t xml:space="preserve">, </w:t>
      </w:r>
      <w:r w:rsidRPr="005D5566">
        <w:t>abrutie par la peur</w:t>
      </w:r>
      <w:r w:rsidR="001C0413">
        <w:t xml:space="preserve">. </w:t>
      </w:r>
      <w:r w:rsidRPr="005D5566">
        <w:t>Elle ne répétait pas les soupirs languissants de l</w:t>
      </w:r>
      <w:r w:rsidR="001C0413">
        <w:t>’</w:t>
      </w:r>
      <w:r w:rsidRPr="005D5566">
        <w:t>être avide d</w:t>
      </w:r>
      <w:r w:rsidR="001C0413">
        <w:t>’</w:t>
      </w:r>
      <w:r w:rsidRPr="005D5566">
        <w:t>espace</w:t>
      </w:r>
      <w:r w:rsidR="001C0413">
        <w:t xml:space="preserve">, </w:t>
      </w:r>
      <w:r w:rsidRPr="005D5566">
        <w:t>ni les cris de défi de l</w:t>
      </w:r>
      <w:r w:rsidR="001C0413">
        <w:t>’</w:t>
      </w:r>
      <w:r w:rsidRPr="005D5566">
        <w:t>audace fougueuse prête à détruire le mal et le bien</w:t>
      </w:r>
      <w:r w:rsidR="001C0413">
        <w:t xml:space="preserve">, </w:t>
      </w:r>
      <w:r w:rsidRPr="005D5566">
        <w:t>indifféremment</w:t>
      </w:r>
      <w:r w:rsidR="001C0413">
        <w:t xml:space="preserve">. </w:t>
      </w:r>
      <w:r w:rsidRPr="005D5566">
        <w:t>L</w:t>
      </w:r>
      <w:r w:rsidR="001C0413">
        <w:t>’</w:t>
      </w:r>
      <w:r w:rsidRPr="005D5566">
        <w:t>aveugle sentiment de la vengeance et de la haine</w:t>
      </w:r>
      <w:r w:rsidR="001C0413">
        <w:t xml:space="preserve">, </w:t>
      </w:r>
      <w:r w:rsidRPr="005D5566">
        <w:t>capable de tout anéantir</w:t>
      </w:r>
      <w:r w:rsidR="001C0413">
        <w:t xml:space="preserve">, </w:t>
      </w:r>
      <w:r w:rsidRPr="005D5566">
        <w:t>impuissante à rien créer</w:t>
      </w:r>
      <w:r w:rsidR="001C0413">
        <w:t xml:space="preserve">, </w:t>
      </w:r>
      <w:r w:rsidRPr="005D5566">
        <w:t>y faisait défaut</w:t>
      </w:r>
      <w:r w:rsidR="001C0413">
        <w:t xml:space="preserve"> ; </w:t>
      </w:r>
      <w:r w:rsidRPr="005D5566">
        <w:t>il n</w:t>
      </w:r>
      <w:r w:rsidR="001C0413">
        <w:t>’</w:t>
      </w:r>
      <w:r w:rsidRPr="005D5566">
        <w:t>y avait dans cette chanson aucune trace de l</w:t>
      </w:r>
      <w:r w:rsidR="001C0413">
        <w:t>’</w:t>
      </w:r>
      <w:r w:rsidRPr="005D5566">
        <w:t>ancien monde</w:t>
      </w:r>
      <w:r w:rsidR="001C0413">
        <w:t xml:space="preserve">, </w:t>
      </w:r>
      <w:r w:rsidRPr="005D5566">
        <w:t>du monde des esclaves</w:t>
      </w:r>
      <w:r w:rsidR="001C0413">
        <w:t>.</w:t>
      </w:r>
    </w:p>
    <w:p w14:paraId="18298C4B" w14:textId="77777777" w:rsidR="001C0413" w:rsidRDefault="00530790" w:rsidP="001C0413">
      <w:r w:rsidRPr="005D5566">
        <w:t>Les paroles dures</w:t>
      </w:r>
      <w:r w:rsidR="001C0413">
        <w:t xml:space="preserve">, </w:t>
      </w:r>
      <w:r w:rsidRPr="005D5566">
        <w:t>la mélodie austère ne plaisaient pas à Pélaguée</w:t>
      </w:r>
      <w:r w:rsidR="001C0413">
        <w:t xml:space="preserve">, </w:t>
      </w:r>
      <w:r w:rsidRPr="005D5566">
        <w:t>mais il y avait dans cette chanson comme une force immense qui étouffait le son et les mots</w:t>
      </w:r>
      <w:r w:rsidR="001C0413">
        <w:t xml:space="preserve">, </w:t>
      </w:r>
      <w:r w:rsidRPr="005D5566">
        <w:t xml:space="preserve">éveillant dans le cœur le pressentiment de quelque chose de trop grand pour </w:t>
      </w:r>
      <w:r w:rsidRPr="005D5566">
        <w:lastRenderedPageBreak/>
        <w:t>la pensée</w:t>
      </w:r>
      <w:r w:rsidR="001C0413">
        <w:t xml:space="preserve">. </w:t>
      </w:r>
      <w:r w:rsidRPr="005D5566">
        <w:t>La mère voyait ce quelque chose sur les visages</w:t>
      </w:r>
      <w:r w:rsidR="001C0413">
        <w:t xml:space="preserve">, </w:t>
      </w:r>
      <w:r w:rsidRPr="005D5566">
        <w:t>dans les yeux des jeunes gens</w:t>
      </w:r>
      <w:r w:rsidR="001C0413">
        <w:t xml:space="preserve">, </w:t>
      </w:r>
      <w:r w:rsidRPr="005D5566">
        <w:t>et</w:t>
      </w:r>
      <w:r w:rsidR="001C0413">
        <w:t xml:space="preserve">, </w:t>
      </w:r>
      <w:r w:rsidRPr="005D5566">
        <w:t>cédant à cette puissance mystérieuse</w:t>
      </w:r>
      <w:r w:rsidR="001C0413">
        <w:t xml:space="preserve">, </w:t>
      </w:r>
      <w:r w:rsidRPr="005D5566">
        <w:t>elle écoutait toujours la chanson avec une attention redoublée</w:t>
      </w:r>
      <w:r w:rsidR="001C0413">
        <w:t xml:space="preserve">, </w:t>
      </w:r>
      <w:r w:rsidRPr="005D5566">
        <w:t>avec une profonde inquiétude</w:t>
      </w:r>
      <w:r w:rsidR="001C0413">
        <w:t>.</w:t>
      </w:r>
    </w:p>
    <w:p w14:paraId="1B6F901F" w14:textId="77777777" w:rsidR="001C0413" w:rsidRDefault="001C0413" w:rsidP="001C0413">
      <w:r>
        <w:t>— </w:t>
      </w:r>
      <w:r w:rsidR="00530790" w:rsidRPr="005D5566">
        <w:t>Il serait temps de l</w:t>
      </w:r>
      <w:r>
        <w:t>’</w:t>
      </w:r>
      <w:r w:rsidR="00530790" w:rsidRPr="005D5566">
        <w:t>entonner dans la rue</w:t>
      </w:r>
      <w:r>
        <w:t xml:space="preserve"> ! </w:t>
      </w:r>
      <w:r w:rsidR="00530790" w:rsidRPr="005D5566">
        <w:t>disait le sombre Vessoftchikov</w:t>
      </w:r>
      <w:r>
        <w:t xml:space="preserve">, </w:t>
      </w:r>
      <w:r w:rsidR="00530790" w:rsidRPr="005D5566">
        <w:t>aux premiers jours du printemps naissant</w:t>
      </w:r>
      <w:r>
        <w:t>.</w:t>
      </w:r>
    </w:p>
    <w:p w14:paraId="5BE6E6E6" w14:textId="6F59D911" w:rsidR="001C0413" w:rsidRDefault="00530790" w:rsidP="001C0413">
      <w:r w:rsidRPr="005D5566">
        <w:t>Lorsque son père</w:t>
      </w:r>
      <w:r w:rsidR="001C0413">
        <w:t xml:space="preserve">, </w:t>
      </w:r>
      <w:r w:rsidRPr="005D5566">
        <w:t>une fois de plus</w:t>
      </w:r>
      <w:r w:rsidR="001C0413">
        <w:t xml:space="preserve">, </w:t>
      </w:r>
      <w:r w:rsidRPr="005D5566">
        <w:t xml:space="preserve">fut mis en prison </w:t>
      </w:r>
      <w:r w:rsidR="00525D12">
        <w:t>pour</w:t>
      </w:r>
      <w:r w:rsidR="00525D12" w:rsidRPr="005D5566">
        <w:t xml:space="preserve"> </w:t>
      </w:r>
      <w:r w:rsidRPr="005D5566">
        <w:t>vol</w:t>
      </w:r>
      <w:r w:rsidR="001C0413">
        <w:t xml:space="preserve">, </w:t>
      </w:r>
      <w:r w:rsidRPr="005D5566">
        <w:t>il déclara tranquillement</w:t>
      </w:r>
      <w:r w:rsidR="001C0413">
        <w:t> :</w:t>
      </w:r>
    </w:p>
    <w:p w14:paraId="3E2857CF" w14:textId="77777777" w:rsidR="001C0413" w:rsidRDefault="001C0413" w:rsidP="001C0413">
      <w:r>
        <w:t>— </w:t>
      </w:r>
      <w:r w:rsidR="00530790" w:rsidRPr="005D5566">
        <w:t>Maintenant</w:t>
      </w:r>
      <w:r>
        <w:t xml:space="preserve">, </w:t>
      </w:r>
      <w:r w:rsidR="00530790" w:rsidRPr="005D5566">
        <w:t>nous pourrons nous réunir chez moi</w:t>
      </w:r>
      <w:r>
        <w:t>…</w:t>
      </w:r>
    </w:p>
    <w:p w14:paraId="7AB7F20B" w14:textId="77777777" w:rsidR="001C0413" w:rsidRDefault="00530790" w:rsidP="001C0413">
      <w:r w:rsidRPr="005D5566">
        <w:t>Presque tous les soirs après le travail</w:t>
      </w:r>
      <w:r w:rsidR="001C0413">
        <w:t xml:space="preserve">, </w:t>
      </w:r>
      <w:r w:rsidRPr="005D5566">
        <w:t>l</w:t>
      </w:r>
      <w:r w:rsidR="001C0413">
        <w:t>’</w:t>
      </w:r>
      <w:r w:rsidRPr="005D5566">
        <w:t>un ou l</w:t>
      </w:r>
      <w:r w:rsidR="001C0413">
        <w:t>’</w:t>
      </w:r>
      <w:r w:rsidRPr="005D5566">
        <w:t>autre des camarades venait chez Pavel</w:t>
      </w:r>
      <w:r w:rsidR="001C0413">
        <w:t xml:space="preserve"> ; </w:t>
      </w:r>
      <w:r w:rsidRPr="005D5566">
        <w:t>ils lisaient ensemble</w:t>
      </w:r>
      <w:r w:rsidR="001C0413">
        <w:t xml:space="preserve">, </w:t>
      </w:r>
      <w:r w:rsidRPr="005D5566">
        <w:t>copiaient des passages dans des brochures</w:t>
      </w:r>
      <w:r w:rsidR="001C0413">
        <w:t xml:space="preserve">. </w:t>
      </w:r>
      <w:r w:rsidRPr="005D5566">
        <w:t>Ils étaient soucieux et n</w:t>
      </w:r>
      <w:r w:rsidR="001C0413">
        <w:t>’</w:t>
      </w:r>
      <w:r w:rsidRPr="005D5566">
        <w:t>avaient plus le temps de se débarbouiller</w:t>
      </w:r>
      <w:r w:rsidR="001C0413">
        <w:t xml:space="preserve">. </w:t>
      </w:r>
      <w:r w:rsidRPr="005D5566">
        <w:t>Ils soupaient et prenaient le thé sans poser les livres</w:t>
      </w:r>
      <w:r w:rsidR="001C0413">
        <w:t xml:space="preserve"> ; </w:t>
      </w:r>
      <w:r w:rsidRPr="005D5566">
        <w:t>et leurs propos devenaient de plus en plus incompréhensibles à la mère</w:t>
      </w:r>
      <w:r w:rsidR="001C0413">
        <w:t>…</w:t>
      </w:r>
    </w:p>
    <w:p w14:paraId="537AB6C1" w14:textId="77777777" w:rsidR="001C0413" w:rsidRDefault="001C0413" w:rsidP="001C0413">
      <w:r>
        <w:t>— </w:t>
      </w:r>
      <w:r w:rsidR="00530790" w:rsidRPr="005D5566">
        <w:t>Il nous faut un journal</w:t>
      </w:r>
      <w:r>
        <w:t xml:space="preserve">, </w:t>
      </w:r>
      <w:r w:rsidR="00530790" w:rsidRPr="005D5566">
        <w:t>répétait Pavel très souvent</w:t>
      </w:r>
      <w:r>
        <w:t>.</w:t>
      </w:r>
    </w:p>
    <w:p w14:paraId="1BF0C6B1" w14:textId="77777777" w:rsidR="001C0413" w:rsidRDefault="00530790" w:rsidP="001C0413">
      <w:r w:rsidRPr="005D5566">
        <w:t>La vie devenait fiévreuse et agitée</w:t>
      </w:r>
      <w:r w:rsidR="001C0413">
        <w:t xml:space="preserve"> ; </w:t>
      </w:r>
      <w:r w:rsidRPr="005D5566">
        <w:t>les gens couraient toujours plus rapidement de l</w:t>
      </w:r>
      <w:r w:rsidR="001C0413">
        <w:t>’</w:t>
      </w:r>
      <w:r w:rsidRPr="005D5566">
        <w:t>un à l</w:t>
      </w:r>
      <w:r w:rsidR="001C0413">
        <w:t>’</w:t>
      </w:r>
      <w:r w:rsidRPr="005D5566">
        <w:t>autre</w:t>
      </w:r>
      <w:r w:rsidR="001C0413">
        <w:t xml:space="preserve">, </w:t>
      </w:r>
      <w:r w:rsidRPr="005D5566">
        <w:t>d</w:t>
      </w:r>
      <w:r w:rsidR="001C0413">
        <w:t>’</w:t>
      </w:r>
      <w:r w:rsidRPr="005D5566">
        <w:t>un livre à l</w:t>
      </w:r>
      <w:r w:rsidR="001C0413">
        <w:t>’</w:t>
      </w:r>
      <w:r w:rsidRPr="005D5566">
        <w:t>autre</w:t>
      </w:r>
      <w:r w:rsidR="001C0413">
        <w:t xml:space="preserve">, </w:t>
      </w:r>
      <w:r w:rsidRPr="005D5566">
        <w:t>comme des abeilles qui volent de fleur en fleur</w:t>
      </w:r>
      <w:r w:rsidR="001C0413">
        <w:t>.</w:t>
      </w:r>
    </w:p>
    <w:p w14:paraId="3A166C91" w14:textId="77777777" w:rsidR="001C0413" w:rsidRDefault="001C0413" w:rsidP="001C0413">
      <w:r>
        <w:t>— </w:t>
      </w:r>
      <w:r w:rsidR="00530790" w:rsidRPr="005D5566">
        <w:t>On commence à parler de nous</w:t>
      </w:r>
      <w:r>
        <w:t xml:space="preserve">, </w:t>
      </w:r>
      <w:r w:rsidR="00530790" w:rsidRPr="005D5566">
        <w:t>dit un soir Vessoftchikov</w:t>
      </w:r>
      <w:r>
        <w:t xml:space="preserve">. </w:t>
      </w:r>
      <w:r w:rsidR="00530790" w:rsidRPr="005D5566">
        <w:t>Probablement que nous serons bientôt pris</w:t>
      </w:r>
      <w:r>
        <w:t>…</w:t>
      </w:r>
    </w:p>
    <w:p w14:paraId="52A0D06C" w14:textId="77777777" w:rsidR="001C0413" w:rsidRDefault="001C0413" w:rsidP="001C0413">
      <w:r>
        <w:t>— </w:t>
      </w:r>
      <w:r w:rsidR="00530790" w:rsidRPr="005D5566">
        <w:t>Les cailles sont faites pour être prises au filet</w:t>
      </w:r>
      <w:r>
        <w:t xml:space="preserve"> ! </w:t>
      </w:r>
      <w:r w:rsidR="00530790" w:rsidRPr="005D5566">
        <w:t>fit le Petit-Russien</w:t>
      </w:r>
      <w:r>
        <w:t>.</w:t>
      </w:r>
    </w:p>
    <w:p w14:paraId="0F01715A" w14:textId="77777777" w:rsidR="001C0413" w:rsidRDefault="00530790" w:rsidP="001C0413">
      <w:r w:rsidRPr="005D5566">
        <w:t>Il plaisait toujours davantage à Pélaguée</w:t>
      </w:r>
      <w:r w:rsidR="001C0413">
        <w:t xml:space="preserve">. </w:t>
      </w:r>
      <w:r w:rsidRPr="005D5566">
        <w:t>Quand il l</w:t>
      </w:r>
      <w:r w:rsidR="001C0413">
        <w:t>’</w:t>
      </w:r>
      <w:r w:rsidRPr="005D5566">
        <w:t xml:space="preserve">appelait </w:t>
      </w:r>
      <w:r w:rsidR="001C0413">
        <w:t>« </w:t>
      </w:r>
      <w:r w:rsidRPr="005D5566">
        <w:t>petite mère</w:t>
      </w:r>
      <w:r w:rsidR="001C0413">
        <w:t xml:space="preserve"> », </w:t>
      </w:r>
      <w:r w:rsidRPr="005D5566">
        <w:t>il lui semblait qu</w:t>
      </w:r>
      <w:r w:rsidR="001C0413">
        <w:t>’</w:t>
      </w:r>
      <w:r w:rsidRPr="005D5566">
        <w:t>une douce main d</w:t>
      </w:r>
      <w:r w:rsidR="001C0413">
        <w:t>’</w:t>
      </w:r>
      <w:r w:rsidRPr="005D5566">
        <w:t>enfant lui caressait la joue</w:t>
      </w:r>
      <w:r w:rsidR="001C0413">
        <w:t xml:space="preserve">. </w:t>
      </w:r>
      <w:r w:rsidRPr="005D5566">
        <w:t>Le dimanche</w:t>
      </w:r>
      <w:r w:rsidR="001C0413">
        <w:t xml:space="preserve">, </w:t>
      </w:r>
      <w:r w:rsidRPr="005D5566">
        <w:t>si Pavel était occupé</w:t>
      </w:r>
      <w:r w:rsidR="001C0413">
        <w:t xml:space="preserve">, </w:t>
      </w:r>
      <w:r w:rsidRPr="005D5566">
        <w:t>c</w:t>
      </w:r>
      <w:r w:rsidR="001C0413">
        <w:t>’</w:t>
      </w:r>
      <w:r w:rsidRPr="005D5566">
        <w:t>était lui qui fendait du bois</w:t>
      </w:r>
      <w:r w:rsidR="001C0413">
        <w:t xml:space="preserve"> ; </w:t>
      </w:r>
      <w:r w:rsidRPr="005D5566">
        <w:t>un jour</w:t>
      </w:r>
      <w:r w:rsidR="001C0413">
        <w:t xml:space="preserve">, </w:t>
      </w:r>
      <w:r w:rsidRPr="005D5566">
        <w:t xml:space="preserve">il arriva portant une </w:t>
      </w:r>
      <w:r w:rsidRPr="005D5566">
        <w:lastRenderedPageBreak/>
        <w:t>planche</w:t>
      </w:r>
      <w:r w:rsidR="001C0413">
        <w:t xml:space="preserve"> ; </w:t>
      </w:r>
      <w:r w:rsidRPr="005D5566">
        <w:t>il prit la hache et remplaça adroitement une marche pourrie du perron</w:t>
      </w:r>
      <w:r w:rsidR="001C0413">
        <w:t xml:space="preserve"> ; </w:t>
      </w:r>
      <w:r w:rsidRPr="005D5566">
        <w:t>une autre fois</w:t>
      </w:r>
      <w:r w:rsidR="001C0413">
        <w:t xml:space="preserve">, </w:t>
      </w:r>
      <w:r w:rsidRPr="005D5566">
        <w:t>il répara la palissade qui menaçait ruine</w:t>
      </w:r>
      <w:r w:rsidR="001C0413">
        <w:t xml:space="preserve">. </w:t>
      </w:r>
      <w:r w:rsidRPr="005D5566">
        <w:t>Tout en travaillant</w:t>
      </w:r>
      <w:r w:rsidR="001C0413">
        <w:t xml:space="preserve">, </w:t>
      </w:r>
      <w:r w:rsidRPr="005D5566">
        <w:t>il sifflait de beaux airs mélancoliques</w:t>
      </w:r>
      <w:r w:rsidR="001C0413">
        <w:t>…</w:t>
      </w:r>
    </w:p>
    <w:p w14:paraId="7F428746" w14:textId="77777777" w:rsidR="001C0413" w:rsidRDefault="00530790" w:rsidP="001C0413">
      <w:r w:rsidRPr="005D5566">
        <w:t>La mère dit un jour à Pavel</w:t>
      </w:r>
      <w:r w:rsidR="001C0413">
        <w:t> :</w:t>
      </w:r>
    </w:p>
    <w:p w14:paraId="2E765F61" w14:textId="77777777" w:rsidR="001C0413" w:rsidRDefault="001C0413" w:rsidP="001C0413">
      <w:r>
        <w:t>— </w:t>
      </w:r>
      <w:r w:rsidR="00530790" w:rsidRPr="005D5566">
        <w:t>Si nous prenions le Petit-Russien en pension</w:t>
      </w:r>
      <w:r>
        <w:t xml:space="preserve">’ ? </w:t>
      </w:r>
      <w:r w:rsidR="00530790" w:rsidRPr="005D5566">
        <w:t>Ce sera plus commode pour vous</w:t>
      </w:r>
      <w:r>
        <w:t xml:space="preserve">, </w:t>
      </w:r>
      <w:r w:rsidR="00530790" w:rsidRPr="005D5566">
        <w:t>au lieu de courir sans cesse l</w:t>
      </w:r>
      <w:r>
        <w:t>’</w:t>
      </w:r>
      <w:r w:rsidR="00530790" w:rsidRPr="005D5566">
        <w:t>un chez l</w:t>
      </w:r>
      <w:r>
        <w:t>’</w:t>
      </w:r>
      <w:r w:rsidR="00530790" w:rsidRPr="005D5566">
        <w:t>autre</w:t>
      </w:r>
      <w:r>
        <w:t>.</w:t>
      </w:r>
    </w:p>
    <w:p w14:paraId="43445066" w14:textId="77777777" w:rsidR="001C0413" w:rsidRDefault="001C0413" w:rsidP="001C0413">
      <w:r>
        <w:t>— </w:t>
      </w:r>
      <w:r w:rsidR="00530790" w:rsidRPr="005D5566">
        <w:t>Pourquoi vous donner ce tracas</w:t>
      </w:r>
      <w:r>
        <w:t xml:space="preserve"> ? </w:t>
      </w:r>
      <w:r w:rsidR="00530790" w:rsidRPr="005D5566">
        <w:t>demanda Pavel en haussant les épaules</w:t>
      </w:r>
      <w:r>
        <w:t>.</w:t>
      </w:r>
    </w:p>
    <w:p w14:paraId="0E380E9F" w14:textId="77777777" w:rsidR="001C0413" w:rsidRDefault="001C0413" w:rsidP="001C0413">
      <w:r>
        <w:t>— </w:t>
      </w:r>
      <w:r w:rsidR="00530790" w:rsidRPr="005D5566">
        <w:t>Quelle idée</w:t>
      </w:r>
      <w:r>
        <w:t xml:space="preserve"> ? </w:t>
      </w:r>
      <w:r w:rsidR="00530790" w:rsidRPr="005D5566">
        <w:t>Pendant toute ma vie</w:t>
      </w:r>
      <w:r>
        <w:t xml:space="preserve">, </w:t>
      </w:r>
      <w:r w:rsidR="00530790" w:rsidRPr="005D5566">
        <w:t>je me suis tourmentée sans savoir pourquoi</w:t>
      </w:r>
      <w:r>
        <w:t xml:space="preserve">, </w:t>
      </w:r>
      <w:r w:rsidR="00530790" w:rsidRPr="005D5566">
        <w:t>je puis bien faire ça pour un brave homme</w:t>
      </w:r>
      <w:r>
        <w:t>.</w:t>
      </w:r>
    </w:p>
    <w:p w14:paraId="61E35D26" w14:textId="77777777" w:rsidR="001C0413" w:rsidRDefault="001C0413" w:rsidP="001C0413">
      <w:r>
        <w:t>— </w:t>
      </w:r>
      <w:r w:rsidR="00530790" w:rsidRPr="005D5566">
        <w:t>Faites comme vous voulez</w:t>
      </w:r>
      <w:r>
        <w:t xml:space="preserve"> ! </w:t>
      </w:r>
      <w:r w:rsidR="00530790" w:rsidRPr="005D5566">
        <w:t>répliqua Pavel</w:t>
      </w:r>
      <w:r>
        <w:t xml:space="preserve">. </w:t>
      </w:r>
      <w:r w:rsidR="00530790" w:rsidRPr="005D5566">
        <w:t>S</w:t>
      </w:r>
      <w:r>
        <w:t>’</w:t>
      </w:r>
      <w:r w:rsidR="00530790" w:rsidRPr="005D5566">
        <w:t>il accepte</w:t>
      </w:r>
      <w:r>
        <w:t xml:space="preserve">, </w:t>
      </w:r>
      <w:r w:rsidR="00530790" w:rsidRPr="005D5566">
        <w:t>je serai content</w:t>
      </w:r>
      <w:r>
        <w:t>.</w:t>
      </w:r>
    </w:p>
    <w:p w14:paraId="4F18086D" w14:textId="77777777" w:rsidR="001C0413" w:rsidRDefault="00530790" w:rsidP="001C0413">
      <w:r w:rsidRPr="005D5566">
        <w:t>Et le Petit-Russien vint habiter chez eux</w:t>
      </w:r>
      <w:r w:rsidR="001C0413">
        <w:t>…</w:t>
      </w:r>
    </w:p>
    <w:p w14:paraId="23620643" w14:textId="6A796B58" w:rsidR="00530790" w:rsidRPr="003B37B8" w:rsidRDefault="00530790" w:rsidP="001C0413">
      <w:pPr>
        <w:pStyle w:val="Titre2"/>
        <w:rPr>
          <w:szCs w:val="44"/>
        </w:rPr>
      </w:pPr>
      <w:bookmarkStart w:id="9" w:name="_Toc202279530"/>
      <w:r w:rsidRPr="003B37B8">
        <w:rPr>
          <w:szCs w:val="44"/>
        </w:rPr>
        <w:lastRenderedPageBreak/>
        <w:t>VIII</w:t>
      </w:r>
      <w:bookmarkEnd w:id="9"/>
      <w:r w:rsidRPr="003B37B8">
        <w:rPr>
          <w:szCs w:val="44"/>
        </w:rPr>
        <w:br/>
      </w:r>
    </w:p>
    <w:p w14:paraId="1E7928C6" w14:textId="77777777" w:rsidR="001C0413" w:rsidRDefault="00530790" w:rsidP="001C0413">
      <w:r w:rsidRPr="005D5566">
        <w:t>La petite maison de l</w:t>
      </w:r>
      <w:r w:rsidR="001C0413">
        <w:t>’</w:t>
      </w:r>
      <w:r w:rsidRPr="005D5566">
        <w:t>extrémité du faubourg excitait l</w:t>
      </w:r>
      <w:r w:rsidR="001C0413">
        <w:t>’</w:t>
      </w:r>
      <w:r w:rsidRPr="005D5566">
        <w:t>attention</w:t>
      </w:r>
      <w:r w:rsidR="001C0413">
        <w:t xml:space="preserve"> ; </w:t>
      </w:r>
      <w:r w:rsidRPr="005D5566">
        <w:t>déjà</w:t>
      </w:r>
      <w:r w:rsidR="001C0413">
        <w:t xml:space="preserve">, </w:t>
      </w:r>
      <w:r w:rsidRPr="005D5566">
        <w:t>bien des regards méfiants en avaient franchi les murs</w:t>
      </w:r>
      <w:r w:rsidR="001C0413">
        <w:t xml:space="preserve">. </w:t>
      </w:r>
      <w:r w:rsidRPr="005D5566">
        <w:t>Les ailes de la rumeur publique s</w:t>
      </w:r>
      <w:r w:rsidR="001C0413">
        <w:t>’</w:t>
      </w:r>
      <w:r w:rsidRPr="005D5566">
        <w:t>agitaient au-dessus d</w:t>
      </w:r>
      <w:r w:rsidR="001C0413">
        <w:t>’</w:t>
      </w:r>
      <w:r w:rsidRPr="005D5566">
        <w:t>elle</w:t>
      </w:r>
      <w:r w:rsidR="001C0413">
        <w:t xml:space="preserve"> ; </w:t>
      </w:r>
      <w:r w:rsidRPr="005D5566">
        <w:t>on essayait de découvrir le mystère qui s</w:t>
      </w:r>
      <w:r w:rsidR="001C0413">
        <w:t>’</w:t>
      </w:r>
      <w:r w:rsidRPr="005D5566">
        <w:t>y cachait</w:t>
      </w:r>
      <w:r w:rsidR="001C0413">
        <w:t xml:space="preserve">. </w:t>
      </w:r>
      <w:r w:rsidRPr="005D5566">
        <w:t>La nuit</w:t>
      </w:r>
      <w:r w:rsidR="001C0413">
        <w:t xml:space="preserve">, </w:t>
      </w:r>
      <w:r w:rsidRPr="005D5566">
        <w:t>on venait regarder à la fenêtre</w:t>
      </w:r>
      <w:r w:rsidR="001C0413">
        <w:t xml:space="preserve"> ; </w:t>
      </w:r>
      <w:r w:rsidRPr="005D5566">
        <w:t>parfois quelqu</w:t>
      </w:r>
      <w:r w:rsidR="001C0413">
        <w:t>’</w:t>
      </w:r>
      <w:r w:rsidRPr="005D5566">
        <w:t>un frappait à la vitre</w:t>
      </w:r>
      <w:r w:rsidR="001C0413">
        <w:t xml:space="preserve">, </w:t>
      </w:r>
      <w:r w:rsidRPr="005D5566">
        <w:t>puis s</w:t>
      </w:r>
      <w:r w:rsidR="001C0413">
        <w:t>’</w:t>
      </w:r>
      <w:r w:rsidRPr="005D5566">
        <w:t>enfuyait</w:t>
      </w:r>
      <w:r w:rsidR="001C0413">
        <w:t xml:space="preserve">, </w:t>
      </w:r>
      <w:r w:rsidRPr="005D5566">
        <w:t>bien vite</w:t>
      </w:r>
      <w:r w:rsidR="001C0413">
        <w:t>.</w:t>
      </w:r>
    </w:p>
    <w:p w14:paraId="7D543AA7" w14:textId="77777777" w:rsidR="001C0413" w:rsidRDefault="00530790" w:rsidP="001C0413">
      <w:r w:rsidRPr="005D5566">
        <w:t>Un jour</w:t>
      </w:r>
      <w:r w:rsidR="001C0413">
        <w:t xml:space="preserve">, </w:t>
      </w:r>
      <w:r w:rsidRPr="005D5566">
        <w:t>dans la rue</w:t>
      </w:r>
      <w:r w:rsidR="001C0413">
        <w:t xml:space="preserve">, </w:t>
      </w:r>
      <w:r w:rsidRPr="005D5566">
        <w:t>le cabaretier Bégountzev arrêta la mère de Pavel</w:t>
      </w:r>
      <w:r w:rsidR="001C0413">
        <w:t xml:space="preserve">. </w:t>
      </w:r>
      <w:r w:rsidRPr="005D5566">
        <w:t>C</w:t>
      </w:r>
      <w:r w:rsidR="001C0413">
        <w:t>’</w:t>
      </w:r>
      <w:r w:rsidRPr="005D5566">
        <w:t>était un joli petit vieillard</w:t>
      </w:r>
      <w:r w:rsidR="001C0413">
        <w:t xml:space="preserve">, </w:t>
      </w:r>
      <w:r w:rsidRPr="005D5566">
        <w:t>qui portait toujours un foulard de soie noire autour de son cou rouge et ridé</w:t>
      </w:r>
      <w:r w:rsidR="001C0413">
        <w:t xml:space="preserve">. </w:t>
      </w:r>
      <w:r w:rsidRPr="005D5566">
        <w:t>Des lunettes d</w:t>
      </w:r>
      <w:r w:rsidR="001C0413">
        <w:t>’</w:t>
      </w:r>
      <w:r w:rsidRPr="005D5566">
        <w:t>écaille surmontaient son nez brillant et pointu</w:t>
      </w:r>
      <w:r w:rsidR="001C0413">
        <w:t xml:space="preserve">, </w:t>
      </w:r>
      <w:r w:rsidRPr="005D5566">
        <w:t xml:space="preserve">ce qui lui avait valu </w:t>
      </w:r>
      <w:r>
        <w:t>l</w:t>
      </w:r>
      <w:r w:rsidRPr="005D5566">
        <w:t xml:space="preserve">e surnom de </w:t>
      </w:r>
      <w:r w:rsidR="001C0413">
        <w:t>« </w:t>
      </w:r>
      <w:r w:rsidRPr="005D5566">
        <w:t>Yeux d</w:t>
      </w:r>
      <w:r w:rsidR="001C0413">
        <w:t>’</w:t>
      </w:r>
      <w:r w:rsidRPr="005D5566">
        <w:t>os</w:t>
      </w:r>
      <w:r w:rsidR="001C0413">
        <w:t> ».</w:t>
      </w:r>
    </w:p>
    <w:p w14:paraId="7A1DA603" w14:textId="77777777" w:rsidR="001C0413" w:rsidRDefault="00530790" w:rsidP="001C0413">
      <w:r w:rsidRPr="005D5566">
        <w:t>Sans reprendre haleine</w:t>
      </w:r>
      <w:r w:rsidR="001C0413">
        <w:t xml:space="preserve">, </w:t>
      </w:r>
      <w:r w:rsidRPr="005D5566">
        <w:t>ni attendre les réponses</w:t>
      </w:r>
      <w:r w:rsidR="001C0413">
        <w:t xml:space="preserve">, </w:t>
      </w:r>
      <w:r w:rsidRPr="005D5566">
        <w:t>il avait surpris Pélaguée par une avalanche de paroles sèches et pétillantes</w:t>
      </w:r>
      <w:r w:rsidR="001C0413">
        <w:t> :</w:t>
      </w:r>
    </w:p>
    <w:p w14:paraId="0C7210F7" w14:textId="77777777" w:rsidR="001C0413" w:rsidRDefault="001C0413" w:rsidP="001C0413">
      <w:r>
        <w:t>— </w:t>
      </w:r>
      <w:r w:rsidR="00530790" w:rsidRPr="005D5566">
        <w:t>Comment allez-vous</w:t>
      </w:r>
      <w:r>
        <w:t xml:space="preserve">, </w:t>
      </w:r>
      <w:r w:rsidR="00530790" w:rsidRPr="005D5566">
        <w:t>Pélaguée Nilovna</w:t>
      </w:r>
      <w:r>
        <w:t xml:space="preserve"> ? </w:t>
      </w:r>
      <w:r w:rsidR="00530790" w:rsidRPr="005D5566">
        <w:t>Et votre fils</w:t>
      </w:r>
      <w:r>
        <w:t xml:space="preserve"> ? </w:t>
      </w:r>
      <w:r w:rsidR="00530790" w:rsidRPr="005D5566">
        <w:t>Vous ne le mariez pas encore</w:t>
      </w:r>
      <w:r>
        <w:t xml:space="preserve"> ? </w:t>
      </w:r>
      <w:r w:rsidR="00530790" w:rsidRPr="005D5566">
        <w:t>Ce jeune homme a vraiment l</w:t>
      </w:r>
      <w:r>
        <w:t>’</w:t>
      </w:r>
      <w:r w:rsidR="00530790" w:rsidRPr="005D5566">
        <w:t>âge qu</w:t>
      </w:r>
      <w:r>
        <w:t>’</w:t>
      </w:r>
      <w:r w:rsidR="00530790" w:rsidRPr="005D5566">
        <w:t>il faut pour prendre femme</w:t>
      </w:r>
      <w:r>
        <w:t xml:space="preserve">. </w:t>
      </w:r>
      <w:r w:rsidR="00530790" w:rsidRPr="005D5566">
        <w:t>Quand ils marient leurs fils de bonne heure</w:t>
      </w:r>
      <w:r>
        <w:t xml:space="preserve">, </w:t>
      </w:r>
      <w:r w:rsidR="00530790" w:rsidRPr="005D5566">
        <w:t>les parents sont plus tranquilles</w:t>
      </w:r>
      <w:r>
        <w:t xml:space="preserve">. </w:t>
      </w:r>
      <w:r w:rsidR="00530790" w:rsidRPr="005D5566">
        <w:t>L</w:t>
      </w:r>
      <w:r>
        <w:t>’</w:t>
      </w:r>
      <w:r w:rsidR="00530790" w:rsidRPr="005D5566">
        <w:t>homme qui vit en famille se porte mieux</w:t>
      </w:r>
      <w:r>
        <w:t xml:space="preserve">, </w:t>
      </w:r>
      <w:r w:rsidR="00530790" w:rsidRPr="005D5566">
        <w:t>tant de corps que d</w:t>
      </w:r>
      <w:r>
        <w:t>’</w:t>
      </w:r>
      <w:r w:rsidR="00530790" w:rsidRPr="005D5566">
        <w:t>esprit</w:t>
      </w:r>
      <w:r>
        <w:t xml:space="preserve">, </w:t>
      </w:r>
      <w:r w:rsidR="00530790" w:rsidRPr="005D5566">
        <w:t>il se conserve comme un champignon au vinaigre</w:t>
      </w:r>
      <w:r>
        <w:t xml:space="preserve">. </w:t>
      </w:r>
      <w:r w:rsidR="00530790" w:rsidRPr="005D5566">
        <w:t>Moi</w:t>
      </w:r>
      <w:r>
        <w:t xml:space="preserve">, </w:t>
      </w:r>
      <w:r w:rsidR="00530790" w:rsidRPr="005D5566">
        <w:t>à votre place</w:t>
      </w:r>
      <w:r>
        <w:t xml:space="preserve">, </w:t>
      </w:r>
      <w:r w:rsidR="00530790" w:rsidRPr="005D5566">
        <w:t>je le marierais</w:t>
      </w:r>
      <w:r>
        <w:t xml:space="preserve">. </w:t>
      </w:r>
      <w:r w:rsidR="00530790" w:rsidRPr="005D5566">
        <w:t>Les temps actuels exigent qu</w:t>
      </w:r>
      <w:r>
        <w:t>’</w:t>
      </w:r>
      <w:r w:rsidR="00530790" w:rsidRPr="005D5566">
        <w:t>on ouvre l</w:t>
      </w:r>
      <w:r>
        <w:t>’</w:t>
      </w:r>
      <w:r w:rsidR="00530790" w:rsidRPr="005D5566">
        <w:t>œil sur l</w:t>
      </w:r>
      <w:r>
        <w:t>’</w:t>
      </w:r>
      <w:r w:rsidR="00530790" w:rsidRPr="005D5566">
        <w:t>être humain</w:t>
      </w:r>
      <w:r>
        <w:t xml:space="preserve"> ; </w:t>
      </w:r>
      <w:r w:rsidR="00530790" w:rsidRPr="005D5566">
        <w:t>les gens se mettent à vivre à leur idée et se laissent aller à toute sorte d</w:t>
      </w:r>
      <w:r>
        <w:t>’</w:t>
      </w:r>
      <w:r w:rsidR="00530790" w:rsidRPr="005D5566">
        <w:t>actes blâmables</w:t>
      </w:r>
      <w:r>
        <w:t xml:space="preserve">. </w:t>
      </w:r>
      <w:r w:rsidR="00530790" w:rsidRPr="005D5566">
        <w:t>On ne voit plus les jeunes gens au temple de Dieu</w:t>
      </w:r>
      <w:r>
        <w:t xml:space="preserve"> ; </w:t>
      </w:r>
      <w:r w:rsidR="00530790" w:rsidRPr="005D5566">
        <w:t>ils s</w:t>
      </w:r>
      <w:r>
        <w:t>’</w:t>
      </w:r>
      <w:r w:rsidR="00530790" w:rsidRPr="005D5566">
        <w:t>éloignent des lieux publics</w:t>
      </w:r>
      <w:r>
        <w:t xml:space="preserve">, </w:t>
      </w:r>
      <w:r w:rsidR="00530790" w:rsidRPr="005D5566">
        <w:t>mais ils se réunissent en cachette</w:t>
      </w:r>
      <w:r>
        <w:t xml:space="preserve">, </w:t>
      </w:r>
      <w:r w:rsidR="00530790" w:rsidRPr="005D5566">
        <w:t xml:space="preserve">dans les </w:t>
      </w:r>
      <w:r w:rsidR="00530790" w:rsidRPr="005D5566">
        <w:rPr>
          <w:bCs/>
        </w:rPr>
        <w:t>coins</w:t>
      </w:r>
      <w:r>
        <w:rPr>
          <w:bCs/>
        </w:rPr>
        <w:t xml:space="preserve">, </w:t>
      </w:r>
      <w:r w:rsidR="00530790" w:rsidRPr="005D5566">
        <w:t>et chuchotent</w:t>
      </w:r>
      <w:r>
        <w:t xml:space="preserve">. </w:t>
      </w:r>
      <w:r w:rsidR="00530790" w:rsidRPr="005D5566">
        <w:t>Pourquoi chuchotent-ils</w:t>
      </w:r>
      <w:r>
        <w:t xml:space="preserve">, </w:t>
      </w:r>
      <w:r w:rsidR="00530790" w:rsidRPr="005D5566">
        <w:t>permettez-moi de vous le demander</w:t>
      </w:r>
      <w:r>
        <w:t xml:space="preserve"> ? </w:t>
      </w:r>
      <w:r w:rsidR="00530790" w:rsidRPr="005D5566">
        <w:t xml:space="preserve">Pourquoi se </w:t>
      </w:r>
      <w:r w:rsidR="00530790" w:rsidRPr="005D5566">
        <w:lastRenderedPageBreak/>
        <w:t>cachent-ils</w:t>
      </w:r>
      <w:r>
        <w:t xml:space="preserve"> ? </w:t>
      </w:r>
      <w:r w:rsidR="00530790" w:rsidRPr="005D5566">
        <w:t>Qu</w:t>
      </w:r>
      <w:r>
        <w:t>’</w:t>
      </w:r>
      <w:r w:rsidR="00530790" w:rsidRPr="005D5566">
        <w:t>est-ce que l</w:t>
      </w:r>
      <w:r>
        <w:t>’</w:t>
      </w:r>
      <w:r w:rsidR="00530790" w:rsidRPr="005D5566">
        <w:t>homme n</w:t>
      </w:r>
      <w:r>
        <w:t>’</w:t>
      </w:r>
      <w:r w:rsidR="00530790" w:rsidRPr="005D5566">
        <w:t>ose pas dire en public</w:t>
      </w:r>
      <w:r>
        <w:t xml:space="preserve">, </w:t>
      </w:r>
      <w:r w:rsidR="00530790" w:rsidRPr="005D5566">
        <w:t>au cabaret</w:t>
      </w:r>
      <w:r>
        <w:t xml:space="preserve">, </w:t>
      </w:r>
      <w:r w:rsidR="00530790" w:rsidRPr="005D5566">
        <w:t>par exemple</w:t>
      </w:r>
      <w:r>
        <w:t xml:space="preserve"> ? </w:t>
      </w:r>
      <w:r w:rsidR="00530790" w:rsidRPr="005D5566">
        <w:t>Ce sont des mystères</w:t>
      </w:r>
      <w:r>
        <w:t xml:space="preserve">. </w:t>
      </w:r>
      <w:r w:rsidR="00530790" w:rsidRPr="005D5566">
        <w:t>Mais la place des mystères</w:t>
      </w:r>
      <w:r>
        <w:t xml:space="preserve">, </w:t>
      </w:r>
      <w:r w:rsidR="00530790" w:rsidRPr="005D5566">
        <w:t>c</w:t>
      </w:r>
      <w:r>
        <w:t>’</w:t>
      </w:r>
      <w:r w:rsidR="00530790" w:rsidRPr="005D5566">
        <w:t>est notre sainte Église apostolique</w:t>
      </w:r>
      <w:r>
        <w:t xml:space="preserve"> ! </w:t>
      </w:r>
      <w:r w:rsidR="00530790" w:rsidRPr="005D5566">
        <w:t>Tous les autres mystères</w:t>
      </w:r>
      <w:r>
        <w:t xml:space="preserve">, </w:t>
      </w:r>
      <w:r w:rsidR="00530790" w:rsidRPr="005D5566">
        <w:t>accomplis en cachette</w:t>
      </w:r>
      <w:r>
        <w:t xml:space="preserve">, </w:t>
      </w:r>
      <w:r w:rsidR="00530790" w:rsidRPr="005D5566">
        <w:t>proviennent de l</w:t>
      </w:r>
      <w:r>
        <w:t>’</w:t>
      </w:r>
      <w:r w:rsidR="00530790" w:rsidRPr="005D5566">
        <w:t>égarement de l</w:t>
      </w:r>
      <w:r>
        <w:t>’</w:t>
      </w:r>
      <w:r w:rsidR="00530790" w:rsidRPr="005D5566">
        <w:t>esprit</w:t>
      </w:r>
      <w:r>
        <w:t xml:space="preserve">. </w:t>
      </w:r>
      <w:r w:rsidR="00530790" w:rsidRPr="005D5566">
        <w:t>Je vous souhaite le bonjour</w:t>
      </w:r>
      <w:r>
        <w:t>.</w:t>
      </w:r>
    </w:p>
    <w:p w14:paraId="49B26228" w14:textId="77777777" w:rsidR="001C0413" w:rsidRDefault="00530790" w:rsidP="001C0413">
      <w:r w:rsidRPr="005D5566">
        <w:t>Et il souleva sa casquette avec un geste prétentieux</w:t>
      </w:r>
      <w:r w:rsidR="001C0413">
        <w:t xml:space="preserve">. </w:t>
      </w:r>
      <w:r w:rsidRPr="005D5566">
        <w:t>L</w:t>
      </w:r>
      <w:r w:rsidR="001C0413">
        <w:t>’</w:t>
      </w:r>
      <w:r w:rsidRPr="005D5566">
        <w:t>agita en l</w:t>
      </w:r>
      <w:r w:rsidR="001C0413">
        <w:t>’</w:t>
      </w:r>
      <w:r w:rsidRPr="005D5566">
        <w:t>air et s</w:t>
      </w:r>
      <w:r w:rsidR="001C0413">
        <w:t>’</w:t>
      </w:r>
      <w:r w:rsidRPr="005D5566">
        <w:t>en alla</w:t>
      </w:r>
      <w:r w:rsidR="001C0413">
        <w:t xml:space="preserve">, </w:t>
      </w:r>
      <w:r w:rsidRPr="005D5566">
        <w:t>laissant la mère toute perplexe</w:t>
      </w:r>
      <w:r w:rsidR="001C0413">
        <w:t>.</w:t>
      </w:r>
    </w:p>
    <w:p w14:paraId="6BA5CA16" w14:textId="77777777" w:rsidR="001C0413" w:rsidRDefault="00530790" w:rsidP="001C0413">
      <w:r w:rsidRPr="005D5566">
        <w:t>Une autre fois</w:t>
      </w:r>
      <w:r w:rsidR="001C0413">
        <w:t xml:space="preserve">, </w:t>
      </w:r>
      <w:r w:rsidRPr="005D5566">
        <w:t>Maria Korsounova</w:t>
      </w:r>
      <w:r w:rsidR="001C0413">
        <w:t xml:space="preserve">, </w:t>
      </w:r>
      <w:r w:rsidRPr="005D5566">
        <w:t>la voisine des Vlassov</w:t>
      </w:r>
      <w:r w:rsidR="001C0413">
        <w:t xml:space="preserve">, </w:t>
      </w:r>
      <w:r w:rsidRPr="005D5566">
        <w:t>veuve d</w:t>
      </w:r>
      <w:r w:rsidR="001C0413">
        <w:t>’</w:t>
      </w:r>
      <w:r w:rsidRPr="005D5566">
        <w:t>un forgeron</w:t>
      </w:r>
      <w:r w:rsidR="001C0413">
        <w:t xml:space="preserve">, </w:t>
      </w:r>
      <w:r w:rsidRPr="005D5566">
        <w:t>qui vendait des comestibles à la fabrique</w:t>
      </w:r>
      <w:r w:rsidR="001C0413">
        <w:t xml:space="preserve">, </w:t>
      </w:r>
      <w:r w:rsidRPr="005D5566">
        <w:t>dit à Pélaguée qu</w:t>
      </w:r>
      <w:r w:rsidR="001C0413">
        <w:t>’</w:t>
      </w:r>
      <w:r w:rsidRPr="005D5566">
        <w:t>elle rencontra au marché</w:t>
      </w:r>
      <w:r w:rsidR="001C0413">
        <w:t> :</w:t>
      </w:r>
    </w:p>
    <w:p w14:paraId="7870D5B4" w14:textId="77777777" w:rsidR="001C0413" w:rsidRDefault="001C0413" w:rsidP="001C0413">
      <w:r>
        <w:t>— </w:t>
      </w:r>
      <w:r w:rsidR="00530790" w:rsidRPr="005D5566">
        <w:t>Surveille ton fils</w:t>
      </w:r>
      <w:r>
        <w:t xml:space="preserve">, </w:t>
      </w:r>
      <w:r w:rsidR="00530790" w:rsidRPr="005D5566">
        <w:t>Pélaguée</w:t>
      </w:r>
      <w:r>
        <w:t> !</w:t>
      </w:r>
    </w:p>
    <w:p w14:paraId="3068EBB0" w14:textId="77777777" w:rsidR="001C0413" w:rsidRDefault="001C0413" w:rsidP="001C0413">
      <w:r>
        <w:t>— </w:t>
      </w:r>
      <w:r w:rsidR="00530790" w:rsidRPr="005D5566">
        <w:t>Pourquoi</w:t>
      </w:r>
      <w:r>
        <w:t> ?</w:t>
      </w:r>
    </w:p>
    <w:p w14:paraId="171C0357" w14:textId="77777777" w:rsidR="001C0413" w:rsidRDefault="001C0413" w:rsidP="001C0413">
      <w:r>
        <w:t>— </w:t>
      </w:r>
      <w:r w:rsidR="00530790" w:rsidRPr="005D5566">
        <w:t>Il court des bruits sur lui</w:t>
      </w:r>
      <w:r>
        <w:t xml:space="preserve">, </w:t>
      </w:r>
      <w:r w:rsidR="00530790" w:rsidRPr="005D5566">
        <w:t>chuchota Marie d</w:t>
      </w:r>
      <w:r>
        <w:t>’</w:t>
      </w:r>
      <w:r w:rsidR="00530790" w:rsidRPr="005D5566">
        <w:t>un air mystérieux</w:t>
      </w:r>
      <w:r>
        <w:t xml:space="preserve">. </w:t>
      </w:r>
      <w:r w:rsidR="00530790" w:rsidRPr="005D5566">
        <w:t>De vilaines choses</w:t>
      </w:r>
      <w:r>
        <w:t xml:space="preserve"> ! </w:t>
      </w:r>
      <w:r w:rsidR="00530790" w:rsidRPr="005D5566">
        <w:t>On dit qu</w:t>
      </w:r>
      <w:r>
        <w:t>’</w:t>
      </w:r>
      <w:r w:rsidR="00530790" w:rsidRPr="005D5566">
        <w:t>il organise une espèce de corporation</w:t>
      </w:r>
      <w:r>
        <w:t xml:space="preserve">, </w:t>
      </w:r>
      <w:r w:rsidR="00530790" w:rsidRPr="005D5566">
        <w:t>dans le genre des flagellants</w:t>
      </w:r>
      <w:r>
        <w:t xml:space="preserve">. </w:t>
      </w:r>
      <w:r w:rsidR="00530790" w:rsidRPr="005D5566">
        <w:t>Ça s</w:t>
      </w:r>
      <w:r>
        <w:t>’</w:t>
      </w:r>
      <w:r w:rsidR="00530790" w:rsidRPr="005D5566">
        <w:t>appelle des sectes</w:t>
      </w:r>
      <w:r>
        <w:t xml:space="preserve">. </w:t>
      </w:r>
      <w:r w:rsidR="00530790" w:rsidRPr="005D5566">
        <w:t>Ils se fustigeront mutuellement</w:t>
      </w:r>
      <w:r>
        <w:t xml:space="preserve">, </w:t>
      </w:r>
      <w:r w:rsidR="00530790" w:rsidRPr="005D5566">
        <w:t>comme les flagellants</w:t>
      </w:r>
      <w:r>
        <w:t>.</w:t>
      </w:r>
    </w:p>
    <w:p w14:paraId="5650D3EE" w14:textId="77777777" w:rsidR="001C0413" w:rsidRDefault="001C0413" w:rsidP="001C0413">
      <w:r>
        <w:t>— </w:t>
      </w:r>
      <w:r w:rsidR="00530790" w:rsidRPr="005D5566">
        <w:t>Assez de bêtises</w:t>
      </w:r>
      <w:r>
        <w:t xml:space="preserve">, </w:t>
      </w:r>
      <w:r w:rsidR="00530790" w:rsidRPr="005D5566">
        <w:t>Maria</w:t>
      </w:r>
      <w:r>
        <w:t> !</w:t>
      </w:r>
    </w:p>
    <w:p w14:paraId="0CC6A392" w14:textId="64E95A1C" w:rsidR="001C0413" w:rsidRDefault="001C0413" w:rsidP="001C0413">
      <w:r>
        <w:t>— </w:t>
      </w:r>
      <w:r w:rsidR="00530790" w:rsidRPr="005D5566">
        <w:t>C</w:t>
      </w:r>
      <w:r>
        <w:t>’</w:t>
      </w:r>
      <w:r w:rsidR="00530790" w:rsidRPr="005D5566">
        <w:t>est celui qui fait des bêtises qu</w:t>
      </w:r>
      <w:r>
        <w:t>’</w:t>
      </w:r>
      <w:r w:rsidR="00530790" w:rsidRPr="005D5566">
        <w:t>il faut gronder</w:t>
      </w:r>
      <w:r>
        <w:t xml:space="preserve">, </w:t>
      </w:r>
      <w:r w:rsidR="00530790" w:rsidRPr="005D5566">
        <w:t xml:space="preserve">mais non celle qui </w:t>
      </w:r>
      <w:r w:rsidR="00525D12">
        <w:t>te</w:t>
      </w:r>
      <w:r w:rsidR="00525D12" w:rsidRPr="005D5566">
        <w:t xml:space="preserve"> </w:t>
      </w:r>
      <w:r w:rsidR="00530790" w:rsidRPr="005D5566">
        <w:t>les narre</w:t>
      </w:r>
      <w:r>
        <w:t xml:space="preserve">, </w:t>
      </w:r>
      <w:r w:rsidR="00530790" w:rsidRPr="005D5566">
        <w:t>répliqua la marchande</w:t>
      </w:r>
      <w:r>
        <w:t>.</w:t>
      </w:r>
    </w:p>
    <w:p w14:paraId="66457DFB" w14:textId="77777777" w:rsidR="001C0413" w:rsidRDefault="00530790" w:rsidP="001C0413">
      <w:r w:rsidRPr="005D5566">
        <w:t>La mère rapporta ces propos à son fils</w:t>
      </w:r>
      <w:r w:rsidR="001C0413">
        <w:t xml:space="preserve"> ; </w:t>
      </w:r>
      <w:r w:rsidRPr="005D5566">
        <w:t>il haussa les épaules sans répondre</w:t>
      </w:r>
      <w:r w:rsidR="001C0413">
        <w:t xml:space="preserve">. </w:t>
      </w:r>
      <w:r w:rsidRPr="005D5566">
        <w:t>Quant au Petit-Russien</w:t>
      </w:r>
      <w:r w:rsidR="001C0413">
        <w:t xml:space="preserve">, </w:t>
      </w:r>
      <w:r w:rsidRPr="005D5566">
        <w:t>il se mit à rire de son gros rire bienveillant</w:t>
      </w:r>
      <w:r w:rsidR="001C0413">
        <w:t>.</w:t>
      </w:r>
    </w:p>
    <w:p w14:paraId="5BD5DEF2" w14:textId="77777777" w:rsidR="001C0413" w:rsidRDefault="001C0413" w:rsidP="001C0413">
      <w:r>
        <w:t>— </w:t>
      </w:r>
      <w:r w:rsidR="00530790" w:rsidRPr="005D5566">
        <w:t>Les jeunes filles aussi sont irritées contre vous</w:t>
      </w:r>
      <w:r>
        <w:t xml:space="preserve"> ! </w:t>
      </w:r>
      <w:r w:rsidR="00530790" w:rsidRPr="005D5566">
        <w:t>dit-elle</w:t>
      </w:r>
      <w:r>
        <w:t xml:space="preserve">. </w:t>
      </w:r>
      <w:r w:rsidR="00530790" w:rsidRPr="005D5566">
        <w:t>Vous êtes de bons partis</w:t>
      </w:r>
      <w:r>
        <w:t xml:space="preserve">, </w:t>
      </w:r>
      <w:r w:rsidR="00530790" w:rsidRPr="005D5566">
        <w:t>vous travaillez bien et vous ne buvez pas</w:t>
      </w:r>
      <w:r>
        <w:t xml:space="preserve">… </w:t>
      </w:r>
      <w:r w:rsidR="00530790" w:rsidRPr="005D5566">
        <w:t>Cependant</w:t>
      </w:r>
      <w:r>
        <w:t xml:space="preserve">, </w:t>
      </w:r>
      <w:r w:rsidR="00530790" w:rsidRPr="005D5566">
        <w:t>vous ne regardez même pas les demoiselles</w:t>
      </w:r>
      <w:r>
        <w:t xml:space="preserve"> ! </w:t>
      </w:r>
      <w:r w:rsidR="00530790" w:rsidRPr="005D5566">
        <w:t>On dit que des personnes de mauvaise réputation viennent de la ville pour vous rendre visite</w:t>
      </w:r>
      <w:r>
        <w:t>.</w:t>
      </w:r>
    </w:p>
    <w:p w14:paraId="6C4824EF" w14:textId="77777777" w:rsidR="001C0413" w:rsidRDefault="001C0413" w:rsidP="001C0413">
      <w:r>
        <w:lastRenderedPageBreak/>
        <w:t>— </w:t>
      </w:r>
      <w:r w:rsidR="00530790" w:rsidRPr="005D5566">
        <w:t>Bien entendu</w:t>
      </w:r>
      <w:r>
        <w:t xml:space="preserve"> ! </w:t>
      </w:r>
      <w:r w:rsidR="00530790" w:rsidRPr="005D5566">
        <w:t>s</w:t>
      </w:r>
      <w:r>
        <w:t>’</w:t>
      </w:r>
      <w:r w:rsidR="00530790" w:rsidRPr="005D5566">
        <w:t>écria Pavel avec une grimace de dégoût</w:t>
      </w:r>
      <w:r>
        <w:t>.</w:t>
      </w:r>
    </w:p>
    <w:p w14:paraId="59ACC178" w14:textId="77777777" w:rsidR="001C0413" w:rsidRDefault="001C0413" w:rsidP="001C0413">
      <w:r>
        <w:t>— </w:t>
      </w:r>
      <w:r w:rsidR="00530790" w:rsidRPr="005D5566">
        <w:t>Dans un marais</w:t>
      </w:r>
      <w:r>
        <w:t xml:space="preserve">, </w:t>
      </w:r>
      <w:r w:rsidR="00530790" w:rsidRPr="005D5566">
        <w:t>tout sent la pourriture</w:t>
      </w:r>
      <w:r>
        <w:t xml:space="preserve"> ! </w:t>
      </w:r>
      <w:r w:rsidR="00530790" w:rsidRPr="005D5566">
        <w:t>dit le Petit-Russien en soupirant</w:t>
      </w:r>
      <w:r>
        <w:t xml:space="preserve">. </w:t>
      </w:r>
      <w:r w:rsidR="00530790" w:rsidRPr="005D5566">
        <w:t>Vous feriez mieux d</w:t>
      </w:r>
      <w:r>
        <w:t>’</w:t>
      </w:r>
      <w:r w:rsidR="00530790" w:rsidRPr="005D5566">
        <w:t>expliquer à ces jeunes sottes ce que c</w:t>
      </w:r>
      <w:r>
        <w:t>’</w:t>
      </w:r>
      <w:r w:rsidR="00530790" w:rsidRPr="005D5566">
        <w:t>est que le mariage</w:t>
      </w:r>
      <w:r>
        <w:t xml:space="preserve">, </w:t>
      </w:r>
      <w:r w:rsidR="00530790" w:rsidRPr="005D5566">
        <w:t>petite mère</w:t>
      </w:r>
      <w:r>
        <w:t xml:space="preserve">, </w:t>
      </w:r>
      <w:r w:rsidR="00530790" w:rsidRPr="005D5566">
        <w:t>elles ne seraient plus si pressées de se faire rompre les côtes</w:t>
      </w:r>
      <w:r>
        <w:t> !</w:t>
      </w:r>
    </w:p>
    <w:p w14:paraId="7A3207F3" w14:textId="77777777" w:rsidR="001C0413" w:rsidRDefault="001C0413" w:rsidP="001C0413">
      <w:r>
        <w:t>— </w:t>
      </w:r>
      <w:r w:rsidR="00530790" w:rsidRPr="005D5566">
        <w:t>Ah</w:t>
      </w:r>
      <w:r>
        <w:t xml:space="preserve"> ! </w:t>
      </w:r>
      <w:r w:rsidR="00530790" w:rsidRPr="005D5566">
        <w:t>s</w:t>
      </w:r>
      <w:r>
        <w:t>’</w:t>
      </w:r>
      <w:r w:rsidR="00530790" w:rsidRPr="005D5566">
        <w:t>exclama Pélaguée</w:t>
      </w:r>
      <w:r>
        <w:t xml:space="preserve">, </w:t>
      </w:r>
      <w:r w:rsidR="00530790" w:rsidRPr="005D5566">
        <w:t>elles le savent bien</w:t>
      </w:r>
      <w:r>
        <w:t xml:space="preserve">, </w:t>
      </w:r>
      <w:r w:rsidR="00530790" w:rsidRPr="005D5566">
        <w:t>mais comment s</w:t>
      </w:r>
      <w:r>
        <w:t>’</w:t>
      </w:r>
      <w:r w:rsidR="00530790" w:rsidRPr="005D5566">
        <w:t>en passeraient-elles</w:t>
      </w:r>
      <w:r>
        <w:t> ?</w:t>
      </w:r>
    </w:p>
    <w:p w14:paraId="6CBF9027" w14:textId="77777777" w:rsidR="001C0413" w:rsidRDefault="001C0413" w:rsidP="001C0413">
      <w:r>
        <w:t>— </w:t>
      </w:r>
      <w:r w:rsidR="00530790" w:rsidRPr="005D5566">
        <w:t>Elles ne comprennent pas</w:t>
      </w:r>
      <w:r>
        <w:t xml:space="preserve">, </w:t>
      </w:r>
      <w:r w:rsidR="00530790" w:rsidRPr="005D5566">
        <w:t>sinon elles trouveraient autre chose</w:t>
      </w:r>
      <w:r>
        <w:t xml:space="preserve"> ! </w:t>
      </w:r>
      <w:r w:rsidR="00530790" w:rsidRPr="005D5566">
        <w:t>fit Pavel</w:t>
      </w:r>
      <w:r>
        <w:t>.</w:t>
      </w:r>
    </w:p>
    <w:p w14:paraId="7B06A9EA" w14:textId="77777777" w:rsidR="001C0413" w:rsidRDefault="00530790" w:rsidP="001C0413">
      <w:r w:rsidRPr="005D5566">
        <w:t>La mère jeta un regard sur le visage irrité de son fils</w:t>
      </w:r>
      <w:r w:rsidR="001C0413">
        <w:t> !</w:t>
      </w:r>
    </w:p>
    <w:p w14:paraId="352E08AD" w14:textId="77777777" w:rsidR="001C0413" w:rsidRDefault="001C0413" w:rsidP="001C0413">
      <w:r>
        <w:t>— </w:t>
      </w:r>
      <w:r w:rsidR="00530790" w:rsidRPr="005D5566">
        <w:t>C</w:t>
      </w:r>
      <w:r>
        <w:t>’</w:t>
      </w:r>
      <w:r w:rsidR="00530790" w:rsidRPr="005D5566">
        <w:t>est à vous de le leur enseigner</w:t>
      </w:r>
      <w:r>
        <w:t xml:space="preserve"> ! </w:t>
      </w:r>
      <w:r w:rsidR="00530790" w:rsidRPr="005D5566">
        <w:t>Invitez les plus intelligentes</w:t>
      </w:r>
      <w:r>
        <w:t>…</w:t>
      </w:r>
    </w:p>
    <w:p w14:paraId="6E710A53" w14:textId="77777777" w:rsidR="001C0413" w:rsidRDefault="001C0413" w:rsidP="001C0413">
      <w:r>
        <w:t>— </w:t>
      </w:r>
      <w:r w:rsidR="00530790" w:rsidRPr="005D5566">
        <w:t>Ce n</w:t>
      </w:r>
      <w:r>
        <w:t>’</w:t>
      </w:r>
      <w:r w:rsidR="00530790" w:rsidRPr="005D5566">
        <w:t>est pas possible</w:t>
      </w:r>
      <w:r>
        <w:t xml:space="preserve"> ! </w:t>
      </w:r>
      <w:r w:rsidR="00530790" w:rsidRPr="005D5566">
        <w:t>répondit Pavel avec sécheresse</w:t>
      </w:r>
      <w:r>
        <w:t>.</w:t>
      </w:r>
    </w:p>
    <w:p w14:paraId="56C290C7" w14:textId="77777777" w:rsidR="001C0413" w:rsidRDefault="001C0413" w:rsidP="001C0413">
      <w:r>
        <w:t>— </w:t>
      </w:r>
      <w:r w:rsidR="00530790" w:rsidRPr="005D5566">
        <w:t>Si tu essayais</w:t>
      </w:r>
      <w:r>
        <w:t xml:space="preserve"> ! </w:t>
      </w:r>
      <w:r w:rsidR="00530790" w:rsidRPr="005D5566">
        <w:t>demanda le Petit-Russien</w:t>
      </w:r>
      <w:r>
        <w:t>.</w:t>
      </w:r>
    </w:p>
    <w:p w14:paraId="05667C60" w14:textId="77777777" w:rsidR="001C0413" w:rsidRDefault="00530790" w:rsidP="001C0413">
      <w:r w:rsidRPr="005D5566">
        <w:t>Après un instant de silence</w:t>
      </w:r>
      <w:r w:rsidR="001C0413">
        <w:t xml:space="preserve">, </w:t>
      </w:r>
      <w:r w:rsidRPr="005D5566">
        <w:t>Pavel répondît</w:t>
      </w:r>
      <w:r w:rsidR="001C0413">
        <w:t> :</w:t>
      </w:r>
    </w:p>
    <w:p w14:paraId="63EDF739" w14:textId="77777777" w:rsidR="001C0413" w:rsidRDefault="001C0413" w:rsidP="001C0413">
      <w:r>
        <w:t>— </w:t>
      </w:r>
      <w:r w:rsidR="00530790" w:rsidRPr="005D5566">
        <w:t>On se mettra à se promener par couples</w:t>
      </w:r>
      <w:r>
        <w:t xml:space="preserve">, </w:t>
      </w:r>
      <w:r w:rsidR="00530790" w:rsidRPr="005D5566">
        <w:t>puis quelques-uns se marieront</w:t>
      </w:r>
      <w:r>
        <w:t xml:space="preserve">, </w:t>
      </w:r>
      <w:r w:rsidR="00530790" w:rsidRPr="005D5566">
        <w:t>et ce sera tout</w:t>
      </w:r>
      <w:r>
        <w:t>.</w:t>
      </w:r>
    </w:p>
    <w:p w14:paraId="127D0FA6" w14:textId="77777777" w:rsidR="001C0413" w:rsidRDefault="00530790" w:rsidP="001C0413">
      <w:r w:rsidRPr="005D5566">
        <w:t>La mère se plongea dans des réflexions</w:t>
      </w:r>
      <w:r w:rsidR="001C0413">
        <w:t xml:space="preserve">. </w:t>
      </w:r>
      <w:r w:rsidRPr="005D5566">
        <w:t>L</w:t>
      </w:r>
      <w:r w:rsidR="001C0413">
        <w:t>’</w:t>
      </w:r>
      <w:r w:rsidRPr="005D5566">
        <w:t>austérité monacale de son fils la déconcertait</w:t>
      </w:r>
      <w:r w:rsidR="001C0413">
        <w:t xml:space="preserve">. </w:t>
      </w:r>
      <w:r w:rsidRPr="005D5566">
        <w:t xml:space="preserve">Elle voyait </w:t>
      </w:r>
      <w:r w:rsidRPr="005D5566">
        <w:rPr>
          <w:bCs/>
        </w:rPr>
        <w:t>qu</w:t>
      </w:r>
      <w:r w:rsidR="001C0413">
        <w:t>’</w:t>
      </w:r>
      <w:r w:rsidRPr="005D5566">
        <w:t>il était obéi par ses camarades</w:t>
      </w:r>
      <w:r w:rsidR="001C0413">
        <w:t xml:space="preserve">, </w:t>
      </w:r>
      <w:r w:rsidRPr="005D5566">
        <w:t>même plus âgés que lui</w:t>
      </w:r>
      <w:r w:rsidR="001C0413">
        <w:t xml:space="preserve">, </w:t>
      </w:r>
      <w:r w:rsidRPr="005D5566">
        <w:t>comme le Petit-Russien par exemple</w:t>
      </w:r>
      <w:r w:rsidR="001C0413">
        <w:t xml:space="preserve">, </w:t>
      </w:r>
      <w:r w:rsidRPr="005D5566">
        <w:t xml:space="preserve">mais il lui semblait </w:t>
      </w:r>
      <w:r w:rsidRPr="005D5566">
        <w:rPr>
          <w:bCs/>
        </w:rPr>
        <w:t xml:space="preserve">que tout le monde le craignait </w:t>
      </w:r>
      <w:r w:rsidRPr="005D5566">
        <w:t>et qu</w:t>
      </w:r>
      <w:r w:rsidR="001C0413">
        <w:t>’</w:t>
      </w:r>
      <w:r w:rsidRPr="005D5566">
        <w:t>on n</w:t>
      </w:r>
      <w:r w:rsidR="001C0413">
        <w:t>’</w:t>
      </w:r>
      <w:r w:rsidRPr="005D5566">
        <w:t>aimait pas ses manières froides</w:t>
      </w:r>
      <w:r w:rsidR="001C0413">
        <w:t>.</w:t>
      </w:r>
    </w:p>
    <w:p w14:paraId="1473FD81" w14:textId="77777777" w:rsidR="001C0413" w:rsidRDefault="00530790" w:rsidP="001C0413">
      <w:r w:rsidRPr="005D5566">
        <w:t>Une fois qu</w:t>
      </w:r>
      <w:r w:rsidR="001C0413">
        <w:t>’</w:t>
      </w:r>
      <w:r w:rsidRPr="005D5566">
        <w:t>elle était couchée</w:t>
      </w:r>
      <w:r w:rsidR="001C0413">
        <w:t xml:space="preserve">, </w:t>
      </w:r>
      <w:r w:rsidRPr="005D5566">
        <w:t>alors que Pavel et le Petit-Russien lisaient encore</w:t>
      </w:r>
      <w:r w:rsidR="001C0413">
        <w:t xml:space="preserve">, </w:t>
      </w:r>
      <w:r w:rsidRPr="005D5566">
        <w:t>elle prêta l</w:t>
      </w:r>
      <w:r w:rsidR="001C0413">
        <w:t>’</w:t>
      </w:r>
      <w:r w:rsidRPr="005D5566">
        <w:t>oreille à leurs propos</w:t>
      </w:r>
      <w:r w:rsidR="001C0413">
        <w:t xml:space="preserve">, </w:t>
      </w:r>
      <w:r w:rsidRPr="005D5566">
        <w:t>à travers la mince cloison</w:t>
      </w:r>
      <w:r w:rsidR="001C0413">
        <w:t>.</w:t>
      </w:r>
    </w:p>
    <w:p w14:paraId="2C6B1566" w14:textId="77777777" w:rsidR="001C0413" w:rsidRDefault="001C0413" w:rsidP="001C0413">
      <w:r>
        <w:lastRenderedPageBreak/>
        <w:t>— </w:t>
      </w:r>
      <w:r w:rsidR="00530790" w:rsidRPr="005D5566">
        <w:t>Natacha me plaît</w:t>
      </w:r>
      <w:r>
        <w:t xml:space="preserve">, </w:t>
      </w:r>
      <w:r w:rsidR="00530790" w:rsidRPr="005D5566">
        <w:t>sais-tu</w:t>
      </w:r>
      <w:r>
        <w:t xml:space="preserve"> ? </w:t>
      </w:r>
      <w:r w:rsidR="00530790" w:rsidRPr="005D5566">
        <w:t>fit soudain le Petit-Russien à mi-voix</w:t>
      </w:r>
      <w:r>
        <w:t>.</w:t>
      </w:r>
    </w:p>
    <w:p w14:paraId="3708A7E7" w14:textId="77777777" w:rsidR="001C0413" w:rsidRDefault="001C0413" w:rsidP="001C0413">
      <w:pPr>
        <w:rPr>
          <w:bCs/>
        </w:rPr>
      </w:pPr>
      <w:r>
        <w:t>— </w:t>
      </w:r>
      <w:r w:rsidR="00530790" w:rsidRPr="005D5566">
        <w:t>Oui</w:t>
      </w:r>
      <w:r>
        <w:t xml:space="preserve">, </w:t>
      </w:r>
      <w:r w:rsidR="00530790" w:rsidRPr="005D5566">
        <w:t xml:space="preserve">je le </w:t>
      </w:r>
      <w:r w:rsidR="00530790" w:rsidRPr="005D5566">
        <w:rPr>
          <w:bCs/>
        </w:rPr>
        <w:t>sais</w:t>
      </w:r>
      <w:r>
        <w:rPr>
          <w:bCs/>
        </w:rPr>
        <w:t>…</w:t>
      </w:r>
    </w:p>
    <w:p w14:paraId="3A7B6EE3" w14:textId="77777777" w:rsidR="001C0413" w:rsidRDefault="00530790" w:rsidP="001C0413">
      <w:r w:rsidRPr="005D5566">
        <w:t>Pavel n</w:t>
      </w:r>
      <w:r w:rsidR="001C0413">
        <w:t>’</w:t>
      </w:r>
      <w:r w:rsidRPr="005D5566">
        <w:t>avait pas répondu tant de suite</w:t>
      </w:r>
      <w:r w:rsidR="001C0413">
        <w:t>.</w:t>
      </w:r>
    </w:p>
    <w:p w14:paraId="0EFE7152" w14:textId="77777777" w:rsidR="001C0413" w:rsidRDefault="00530790" w:rsidP="001C0413">
      <w:r w:rsidRPr="005D5566">
        <w:t>La mère entendit le Petit-Russien se lever lentement et se mettre à arpenter la pièce</w:t>
      </w:r>
      <w:r w:rsidR="001C0413">
        <w:t xml:space="preserve">. </w:t>
      </w:r>
      <w:r w:rsidRPr="005D5566">
        <w:t>Ses pieds nus traînaient sur le sol</w:t>
      </w:r>
      <w:r w:rsidR="001C0413">
        <w:t xml:space="preserve">. </w:t>
      </w:r>
      <w:r w:rsidRPr="005D5566">
        <w:t>Il sifflota un air triste</w:t>
      </w:r>
      <w:r w:rsidR="001C0413">
        <w:t xml:space="preserve">, </w:t>
      </w:r>
      <w:r w:rsidRPr="005D5566">
        <w:t>puis sa voix retentit de nouveau</w:t>
      </w:r>
      <w:r w:rsidR="001C0413">
        <w:t> :</w:t>
      </w:r>
    </w:p>
    <w:p w14:paraId="15C77192" w14:textId="77777777" w:rsidR="001C0413" w:rsidRDefault="001C0413" w:rsidP="001C0413">
      <w:r>
        <w:t>— </w:t>
      </w:r>
      <w:r w:rsidR="00530790" w:rsidRPr="005D5566">
        <w:t>L</w:t>
      </w:r>
      <w:r>
        <w:t>’</w:t>
      </w:r>
      <w:r w:rsidR="00530790" w:rsidRPr="005D5566">
        <w:t>a-t-elle remarqué</w:t>
      </w:r>
      <w:r>
        <w:t> ?</w:t>
      </w:r>
    </w:p>
    <w:p w14:paraId="3F5C9A3F" w14:textId="77777777" w:rsidR="001C0413" w:rsidRDefault="00530790" w:rsidP="001C0413">
      <w:r w:rsidRPr="005D5566">
        <w:t>Pavel garda le silence</w:t>
      </w:r>
      <w:r w:rsidR="001C0413">
        <w:t>.</w:t>
      </w:r>
    </w:p>
    <w:p w14:paraId="449EBD80" w14:textId="77777777" w:rsidR="001C0413" w:rsidRDefault="001C0413" w:rsidP="001C0413">
      <w:r>
        <w:t>— </w:t>
      </w:r>
      <w:r w:rsidR="00530790" w:rsidRPr="005D5566">
        <w:t>Qu</w:t>
      </w:r>
      <w:r>
        <w:t>’</w:t>
      </w:r>
      <w:r w:rsidR="00530790" w:rsidRPr="005D5566">
        <w:t>en penses-tu</w:t>
      </w:r>
      <w:r>
        <w:t xml:space="preserve"> ? </w:t>
      </w:r>
      <w:r w:rsidR="00530790" w:rsidRPr="005D5566">
        <w:t>demanda son camarade en haussant la voix</w:t>
      </w:r>
      <w:r>
        <w:t>.</w:t>
      </w:r>
    </w:p>
    <w:p w14:paraId="4D431AD4" w14:textId="77777777" w:rsidR="001C0413" w:rsidRDefault="001C0413" w:rsidP="001C0413">
      <w:r>
        <w:t>— </w:t>
      </w:r>
      <w:r w:rsidR="00530790" w:rsidRPr="005D5566">
        <w:t>Elle l</w:t>
      </w:r>
      <w:r>
        <w:t>’</w:t>
      </w:r>
      <w:r w:rsidR="00530790" w:rsidRPr="005D5566">
        <w:t>a remarqué</w:t>
      </w:r>
      <w:r>
        <w:t xml:space="preserve"> ! </w:t>
      </w:r>
      <w:r w:rsidR="00530790" w:rsidRPr="005D5566">
        <w:t>répondit Pavel</w:t>
      </w:r>
      <w:r>
        <w:t xml:space="preserve">. </w:t>
      </w:r>
      <w:r w:rsidR="00530790" w:rsidRPr="005D5566">
        <w:t>Et c</w:t>
      </w:r>
      <w:r>
        <w:t>’</w:t>
      </w:r>
      <w:r w:rsidR="00530790" w:rsidRPr="005D5566">
        <w:t>est pourquoi elle ne vient plus</w:t>
      </w:r>
      <w:r>
        <w:t>…</w:t>
      </w:r>
    </w:p>
    <w:p w14:paraId="32AA3F63" w14:textId="77777777" w:rsidR="001C0413" w:rsidRDefault="00530790" w:rsidP="001C0413">
      <w:r w:rsidRPr="005D5566">
        <w:t>Le Petit-Russien continua à marcher lourdement</w:t>
      </w:r>
      <w:r w:rsidR="001C0413">
        <w:t xml:space="preserve">, </w:t>
      </w:r>
      <w:r w:rsidRPr="005D5566">
        <w:t>en se remettant à siffler</w:t>
      </w:r>
      <w:r w:rsidR="001C0413">
        <w:t xml:space="preserve">. </w:t>
      </w:r>
      <w:r w:rsidRPr="005D5566">
        <w:t>Il reprit</w:t>
      </w:r>
      <w:r w:rsidR="001C0413">
        <w:t> :</w:t>
      </w:r>
    </w:p>
    <w:p w14:paraId="09E134D2" w14:textId="77777777" w:rsidR="001C0413" w:rsidRDefault="001C0413" w:rsidP="001C0413">
      <w:r>
        <w:t>— </w:t>
      </w:r>
      <w:r w:rsidR="00530790" w:rsidRPr="005D5566">
        <w:t>Et si je lui disais</w:t>
      </w:r>
      <w:r>
        <w:t>…</w:t>
      </w:r>
    </w:p>
    <w:p w14:paraId="5B4ED28B" w14:textId="77777777" w:rsidR="001C0413" w:rsidRDefault="001C0413" w:rsidP="001C0413">
      <w:r>
        <w:t>— </w:t>
      </w:r>
      <w:r w:rsidR="00530790" w:rsidRPr="005D5566">
        <w:t>Quoi</w:t>
      </w:r>
      <w:r>
        <w:t> ?</w:t>
      </w:r>
    </w:p>
    <w:p w14:paraId="0980A59A" w14:textId="77777777" w:rsidR="001C0413" w:rsidRDefault="001C0413" w:rsidP="001C0413">
      <w:r>
        <w:t>— </w:t>
      </w:r>
      <w:r w:rsidR="00530790" w:rsidRPr="005D5566">
        <w:t>Que je</w:t>
      </w:r>
      <w:r>
        <w:t xml:space="preserve">… </w:t>
      </w:r>
      <w:r w:rsidR="00530790" w:rsidRPr="005D5566">
        <w:t>reprit le Petit-Russien</w:t>
      </w:r>
      <w:r>
        <w:t xml:space="preserve">, </w:t>
      </w:r>
      <w:r w:rsidR="00530790" w:rsidRPr="005D5566">
        <w:t>à voix basse</w:t>
      </w:r>
      <w:r>
        <w:t>.</w:t>
      </w:r>
    </w:p>
    <w:p w14:paraId="536742A9" w14:textId="77777777" w:rsidR="001C0413" w:rsidRDefault="001C0413" w:rsidP="001C0413">
      <w:r>
        <w:t>— </w:t>
      </w:r>
      <w:r w:rsidR="00530790" w:rsidRPr="005D5566">
        <w:t>Pourquoi le dire</w:t>
      </w:r>
      <w:r>
        <w:t xml:space="preserve"> ? </w:t>
      </w:r>
      <w:r w:rsidR="00530790" w:rsidRPr="005D5566">
        <w:t>interrompit Pavel</w:t>
      </w:r>
      <w:r>
        <w:t>.</w:t>
      </w:r>
    </w:p>
    <w:p w14:paraId="1B601897" w14:textId="77777777" w:rsidR="001C0413" w:rsidRDefault="00530790" w:rsidP="001C0413">
      <w:r w:rsidRPr="005D5566">
        <w:t>La mère entendit rire le Petit-Russien</w:t>
      </w:r>
      <w:r w:rsidR="001C0413">
        <w:t> :</w:t>
      </w:r>
    </w:p>
    <w:p w14:paraId="0CABF4E6" w14:textId="77777777" w:rsidR="001C0413" w:rsidRDefault="001C0413" w:rsidP="001C0413">
      <w:pPr>
        <w:rPr>
          <w:rFonts w:eastAsia="Georgia" w:cs="Georgia"/>
        </w:rPr>
      </w:pPr>
      <w:r>
        <w:t>— </w:t>
      </w:r>
      <w:r w:rsidR="00530790" w:rsidRPr="005D5566">
        <w:t>Moi</w:t>
      </w:r>
      <w:r>
        <w:t xml:space="preserve">, </w:t>
      </w:r>
      <w:r w:rsidR="00530790" w:rsidRPr="005D5566">
        <w:t>vois-tu</w:t>
      </w:r>
      <w:r>
        <w:t xml:space="preserve">, </w:t>
      </w:r>
      <w:r w:rsidR="00530790" w:rsidRPr="005D5566">
        <w:t>je crois que quand on aime une jeune fille</w:t>
      </w:r>
      <w:r>
        <w:t xml:space="preserve">, </w:t>
      </w:r>
      <w:r w:rsidR="00530790" w:rsidRPr="005D5566">
        <w:t>il faut le lui dire</w:t>
      </w:r>
      <w:r>
        <w:t xml:space="preserve">, </w:t>
      </w:r>
      <w:r w:rsidR="00530790" w:rsidRPr="005D5566">
        <w:t>sinon il n</w:t>
      </w:r>
      <w:r>
        <w:t>’</w:t>
      </w:r>
      <w:r w:rsidR="00530790" w:rsidRPr="005D5566">
        <w:t>en résulte rien</w:t>
      </w:r>
      <w:r>
        <w:rPr>
          <w:rFonts w:eastAsia="Georgia" w:cs="Georgia"/>
        </w:rPr>
        <w:t>…</w:t>
      </w:r>
    </w:p>
    <w:p w14:paraId="7111D109" w14:textId="77777777" w:rsidR="001C0413" w:rsidRDefault="00530790" w:rsidP="001C0413">
      <w:r w:rsidRPr="005D5566">
        <w:t>Pavel ferma son livre à grand fracas</w:t>
      </w:r>
      <w:r w:rsidR="001C0413">
        <w:t xml:space="preserve">, </w:t>
      </w:r>
      <w:r w:rsidRPr="005D5566">
        <w:t>et demanda</w:t>
      </w:r>
      <w:r w:rsidR="001C0413">
        <w:t> :</w:t>
      </w:r>
    </w:p>
    <w:p w14:paraId="6DB2E341" w14:textId="77777777" w:rsidR="001C0413" w:rsidRDefault="001C0413" w:rsidP="001C0413">
      <w:r>
        <w:t>— </w:t>
      </w:r>
      <w:r w:rsidR="00530790" w:rsidRPr="005D5566">
        <w:t>Quel résultat espères-tu</w:t>
      </w:r>
      <w:r>
        <w:t> ?</w:t>
      </w:r>
    </w:p>
    <w:p w14:paraId="5F6BCB92" w14:textId="77777777" w:rsidR="001C0413" w:rsidRDefault="00530790" w:rsidP="001C0413">
      <w:r w:rsidRPr="005D5566">
        <w:lastRenderedPageBreak/>
        <w:t>Tous deux se turent pendant quelques minutes</w:t>
      </w:r>
      <w:r w:rsidR="001C0413">
        <w:t>.</w:t>
      </w:r>
    </w:p>
    <w:p w14:paraId="1487AE4E" w14:textId="77777777" w:rsidR="001C0413" w:rsidRDefault="001C0413" w:rsidP="001C0413">
      <w:r>
        <w:t>— </w:t>
      </w:r>
      <w:r w:rsidR="00530790" w:rsidRPr="005D5566">
        <w:t>Hé bien</w:t>
      </w:r>
      <w:r>
        <w:t xml:space="preserve"> ? </w:t>
      </w:r>
      <w:r w:rsidR="00530790" w:rsidRPr="005D5566">
        <w:t>demanda le Petit-Russien</w:t>
      </w:r>
      <w:r>
        <w:t>.</w:t>
      </w:r>
    </w:p>
    <w:p w14:paraId="2CD19C95" w14:textId="77777777" w:rsidR="001C0413" w:rsidRDefault="001C0413" w:rsidP="001C0413">
      <w:r>
        <w:t>— </w:t>
      </w:r>
      <w:r w:rsidR="00530790" w:rsidRPr="005D5566">
        <w:t>Il faut se représenter clairement ce qu</w:t>
      </w:r>
      <w:r>
        <w:t>’</w:t>
      </w:r>
      <w:r w:rsidR="00530790" w:rsidRPr="005D5566">
        <w:t>on veut</w:t>
      </w:r>
      <w:r>
        <w:t xml:space="preserve">, </w:t>
      </w:r>
      <w:r w:rsidR="00530790" w:rsidRPr="005D5566">
        <w:t>André</w:t>
      </w:r>
      <w:r>
        <w:t xml:space="preserve">, </w:t>
      </w:r>
      <w:r w:rsidR="00530790" w:rsidRPr="005D5566">
        <w:t>reprit Pavel avec lenteur</w:t>
      </w:r>
      <w:r>
        <w:t xml:space="preserve">. </w:t>
      </w:r>
      <w:r w:rsidR="00530790" w:rsidRPr="005D5566">
        <w:t>Supposons qu</w:t>
      </w:r>
      <w:r>
        <w:t>’</w:t>
      </w:r>
      <w:r w:rsidR="00530790" w:rsidRPr="005D5566">
        <w:t>elle aussi t</w:t>
      </w:r>
      <w:r>
        <w:t>’</w:t>
      </w:r>
      <w:r w:rsidR="00530790" w:rsidRPr="005D5566">
        <w:t>aime</w:t>
      </w:r>
      <w:r>
        <w:t xml:space="preserve">… </w:t>
      </w:r>
      <w:r w:rsidR="00530790" w:rsidRPr="005D5566">
        <w:t>je ne le crois pas</w:t>
      </w:r>
      <w:r>
        <w:t xml:space="preserve">, </w:t>
      </w:r>
      <w:r w:rsidR="00530790" w:rsidRPr="005D5566">
        <w:t>mais supposons-le</w:t>
      </w:r>
      <w:r>
        <w:t xml:space="preserve">. </w:t>
      </w:r>
      <w:r w:rsidR="00530790" w:rsidRPr="005D5566">
        <w:t>Vous vous mariez</w:t>
      </w:r>
      <w:r>
        <w:t xml:space="preserve">. </w:t>
      </w:r>
      <w:r w:rsidR="00530790" w:rsidRPr="005D5566">
        <w:t>C</w:t>
      </w:r>
      <w:r>
        <w:t>’</w:t>
      </w:r>
      <w:r w:rsidR="00530790" w:rsidRPr="005D5566">
        <w:t>est une union intéressante que celle d</w:t>
      </w:r>
      <w:r>
        <w:t>’</w:t>
      </w:r>
      <w:r w:rsidR="00530790" w:rsidRPr="005D5566">
        <w:t>une jeune fille instruite et d</w:t>
      </w:r>
      <w:r>
        <w:t>’</w:t>
      </w:r>
      <w:r w:rsidR="00530790" w:rsidRPr="005D5566">
        <w:t>un ouvrier</w:t>
      </w:r>
      <w:r>
        <w:t xml:space="preserve">… </w:t>
      </w:r>
      <w:r w:rsidR="00530790" w:rsidRPr="005D5566">
        <w:t>Des enfants naîtront</w:t>
      </w:r>
      <w:r>
        <w:t xml:space="preserve">… </w:t>
      </w:r>
      <w:r w:rsidR="00530790" w:rsidRPr="005D5566">
        <w:t>tu seras obligé de travailler seul</w:t>
      </w:r>
      <w:r>
        <w:t xml:space="preserve">… </w:t>
      </w:r>
      <w:r w:rsidR="00530790" w:rsidRPr="005D5566">
        <w:t>et beaucoup</w:t>
      </w:r>
      <w:r>
        <w:t xml:space="preserve">. </w:t>
      </w:r>
      <w:r w:rsidR="00530790" w:rsidRPr="005D5566">
        <w:t>Votre vie sera celle de tout le monde</w:t>
      </w:r>
      <w:r>
        <w:t xml:space="preserve">, </w:t>
      </w:r>
      <w:r w:rsidR="00530790" w:rsidRPr="005D5566">
        <w:t>vous lutterez pour avoir de quoi vous nourrir</w:t>
      </w:r>
      <w:r>
        <w:t xml:space="preserve">, </w:t>
      </w:r>
      <w:r w:rsidR="00530790" w:rsidRPr="005D5566">
        <w:t>vous loger</w:t>
      </w:r>
      <w:r>
        <w:t xml:space="preserve">, </w:t>
      </w:r>
      <w:r w:rsidR="00530790" w:rsidRPr="005D5566">
        <w:t>vous et vos enfants</w:t>
      </w:r>
      <w:r>
        <w:t xml:space="preserve">… </w:t>
      </w:r>
      <w:r w:rsidR="00530790" w:rsidRPr="005D5566">
        <w:t>Et vous serez perdus pour l</w:t>
      </w:r>
      <w:r>
        <w:t>’</w:t>
      </w:r>
      <w:r w:rsidR="00530790" w:rsidRPr="005D5566">
        <w:t>œuvre</w:t>
      </w:r>
      <w:r>
        <w:t xml:space="preserve">, </w:t>
      </w:r>
      <w:r w:rsidR="00530790" w:rsidRPr="005D5566">
        <w:t>tous les deux</w:t>
      </w:r>
      <w:r>
        <w:t>.</w:t>
      </w:r>
    </w:p>
    <w:p w14:paraId="01FFAC72" w14:textId="77777777" w:rsidR="001C0413" w:rsidRDefault="00530790" w:rsidP="001C0413">
      <w:r w:rsidRPr="005D5566">
        <w:t>Un silence se fit</w:t>
      </w:r>
      <w:r w:rsidR="001C0413">
        <w:t xml:space="preserve">, </w:t>
      </w:r>
      <w:r w:rsidRPr="005D5566">
        <w:t>puis Pavel continua d</w:t>
      </w:r>
      <w:r w:rsidR="001C0413">
        <w:t>’</w:t>
      </w:r>
      <w:r w:rsidRPr="005D5566">
        <w:t>une voix adoucie</w:t>
      </w:r>
      <w:r w:rsidR="001C0413">
        <w:t> :</w:t>
      </w:r>
    </w:p>
    <w:p w14:paraId="08483D8E" w14:textId="77777777" w:rsidR="001C0413" w:rsidRDefault="001C0413" w:rsidP="001C0413">
      <w:r>
        <w:t>— </w:t>
      </w:r>
      <w:r w:rsidR="00530790" w:rsidRPr="005D5566">
        <w:t>Laisse tout cela</w:t>
      </w:r>
      <w:r>
        <w:t xml:space="preserve">, </w:t>
      </w:r>
      <w:r w:rsidR="00530790" w:rsidRPr="005D5566">
        <w:t>André</w:t>
      </w:r>
      <w:r>
        <w:t xml:space="preserve"> ! </w:t>
      </w:r>
      <w:r w:rsidR="00530790" w:rsidRPr="005D5566">
        <w:t>Tais-toi</w:t>
      </w:r>
      <w:r>
        <w:t xml:space="preserve">, </w:t>
      </w:r>
      <w:r w:rsidR="00530790" w:rsidRPr="005D5566">
        <w:t>ne la trouble pas</w:t>
      </w:r>
      <w:r>
        <w:t>…</w:t>
      </w:r>
    </w:p>
    <w:p w14:paraId="5AC36779" w14:textId="77777777" w:rsidR="001C0413" w:rsidRDefault="001C0413" w:rsidP="001C0413">
      <w:r>
        <w:t>— </w:t>
      </w:r>
      <w:r w:rsidR="00530790" w:rsidRPr="005D5566">
        <w:t>Et pourtant</w:t>
      </w:r>
      <w:r>
        <w:t xml:space="preserve">, </w:t>
      </w:r>
      <w:r w:rsidR="00530790" w:rsidRPr="005D5566">
        <w:t>Nicolas Ivanovitch prêchait la nécessité de vivre la vie intégrale</w:t>
      </w:r>
      <w:r>
        <w:t xml:space="preserve">, </w:t>
      </w:r>
      <w:r w:rsidR="00530790" w:rsidRPr="005D5566">
        <w:t>avec toutes les forces de l</w:t>
      </w:r>
      <w:r>
        <w:t>’</w:t>
      </w:r>
      <w:r w:rsidR="00530790" w:rsidRPr="005D5566">
        <w:t>âme et du corps</w:t>
      </w:r>
      <w:r>
        <w:t xml:space="preserve">… </w:t>
      </w:r>
      <w:r w:rsidR="00530790" w:rsidRPr="005D5566">
        <w:t>tu t</w:t>
      </w:r>
      <w:r>
        <w:t>’</w:t>
      </w:r>
      <w:r w:rsidR="00530790" w:rsidRPr="005D5566">
        <w:t>en souviens</w:t>
      </w:r>
      <w:r>
        <w:t> ?</w:t>
      </w:r>
    </w:p>
    <w:p w14:paraId="71EE2632" w14:textId="77777777" w:rsidR="001C0413" w:rsidRDefault="001C0413" w:rsidP="001C0413">
      <w:r>
        <w:t>— </w:t>
      </w:r>
      <w:r w:rsidR="00530790" w:rsidRPr="005D5566">
        <w:t>Oui</w:t>
      </w:r>
      <w:r>
        <w:t xml:space="preserve">, </w:t>
      </w:r>
      <w:r w:rsidR="00530790" w:rsidRPr="005D5566">
        <w:t>mais pas pour nous</w:t>
      </w:r>
      <w:r>
        <w:t xml:space="preserve"> ! </w:t>
      </w:r>
      <w:r w:rsidR="00530790" w:rsidRPr="005D5566">
        <w:t>répondit Pavel</w:t>
      </w:r>
      <w:r>
        <w:t xml:space="preserve">. </w:t>
      </w:r>
      <w:r w:rsidR="00530790" w:rsidRPr="005D5566">
        <w:t>Comment atteindrais-tu à l</w:t>
      </w:r>
      <w:r>
        <w:t>’</w:t>
      </w:r>
      <w:r w:rsidR="00530790" w:rsidRPr="005D5566">
        <w:t>intégralité</w:t>
      </w:r>
      <w:r>
        <w:t xml:space="preserve"> ? </w:t>
      </w:r>
      <w:r w:rsidR="00530790" w:rsidRPr="005D5566">
        <w:t>Elle n</w:t>
      </w:r>
      <w:r>
        <w:t>’</w:t>
      </w:r>
      <w:r w:rsidR="00530790" w:rsidRPr="005D5566">
        <w:t>existe pas pour toi</w:t>
      </w:r>
      <w:r>
        <w:t xml:space="preserve">. </w:t>
      </w:r>
      <w:r w:rsidR="00530790" w:rsidRPr="005D5566">
        <w:t>Quand on aime l</w:t>
      </w:r>
      <w:r>
        <w:t>’</w:t>
      </w:r>
      <w:r w:rsidR="00530790" w:rsidRPr="005D5566">
        <w:t>avenir</w:t>
      </w:r>
      <w:r>
        <w:t xml:space="preserve">, </w:t>
      </w:r>
      <w:r w:rsidR="00530790" w:rsidRPr="005D5566">
        <w:t>il faut renoncer à tout dans le présent</w:t>
      </w:r>
      <w:r>
        <w:t xml:space="preserve">… </w:t>
      </w:r>
      <w:r w:rsidR="00530790" w:rsidRPr="005D5566">
        <w:t>à tout</w:t>
      </w:r>
      <w:r>
        <w:t xml:space="preserve">, </w:t>
      </w:r>
      <w:r w:rsidR="00530790" w:rsidRPr="005D5566">
        <w:t>frère</w:t>
      </w:r>
      <w:r>
        <w:t> !</w:t>
      </w:r>
    </w:p>
    <w:p w14:paraId="1B113212" w14:textId="77777777" w:rsidR="001C0413" w:rsidRDefault="001C0413" w:rsidP="001C0413">
      <w:r>
        <w:t>— </w:t>
      </w:r>
      <w:r w:rsidR="00530790" w:rsidRPr="005D5566">
        <w:t>C</w:t>
      </w:r>
      <w:r>
        <w:t>’</w:t>
      </w:r>
      <w:r w:rsidR="00530790" w:rsidRPr="005D5566">
        <w:t>est pénible</w:t>
      </w:r>
      <w:r>
        <w:t xml:space="preserve"> ! </w:t>
      </w:r>
      <w:r w:rsidR="00530790" w:rsidRPr="005D5566">
        <w:t>répliqua le Petit-Russien d</w:t>
      </w:r>
      <w:r>
        <w:t>’</w:t>
      </w:r>
      <w:r w:rsidR="00530790" w:rsidRPr="005D5566">
        <w:t>une voix étouffée</w:t>
      </w:r>
      <w:r>
        <w:t>.</w:t>
      </w:r>
    </w:p>
    <w:p w14:paraId="798CD71D" w14:textId="77777777" w:rsidR="001C0413" w:rsidRDefault="001C0413" w:rsidP="001C0413">
      <w:pPr>
        <w:rPr>
          <w:bCs/>
        </w:rPr>
      </w:pPr>
      <w:r>
        <w:t>— </w:t>
      </w:r>
      <w:r w:rsidR="00530790" w:rsidRPr="005D5566">
        <w:t>Comment pourrait-il en être autrement</w:t>
      </w:r>
      <w:r>
        <w:t xml:space="preserve">, </w:t>
      </w:r>
      <w:r w:rsidR="00530790" w:rsidRPr="005D5566">
        <w:rPr>
          <w:bCs/>
        </w:rPr>
        <w:t>réfléchis</w:t>
      </w:r>
      <w:r>
        <w:rPr>
          <w:bCs/>
        </w:rPr>
        <w:t> !</w:t>
      </w:r>
    </w:p>
    <w:p w14:paraId="54E1C1E9" w14:textId="77777777" w:rsidR="001C0413" w:rsidRDefault="00530790" w:rsidP="001C0413">
      <w:r w:rsidRPr="005D5566">
        <w:t>De nouveau le silence se fit</w:t>
      </w:r>
      <w:r w:rsidR="001C0413">
        <w:t xml:space="preserve">. </w:t>
      </w:r>
      <w:r w:rsidRPr="005D5566">
        <w:t>On n</w:t>
      </w:r>
      <w:r w:rsidR="001C0413">
        <w:t>’</w:t>
      </w:r>
      <w:r w:rsidRPr="005D5566">
        <w:t>entendait que la pendule de l</w:t>
      </w:r>
      <w:r w:rsidR="001C0413">
        <w:t>’</w:t>
      </w:r>
      <w:r w:rsidRPr="005D5566">
        <w:t>horloge qui battait en mesure</w:t>
      </w:r>
      <w:r w:rsidR="001C0413">
        <w:t xml:space="preserve">, </w:t>
      </w:r>
      <w:r w:rsidRPr="005D5566">
        <w:t>découpant les secondes du temps</w:t>
      </w:r>
      <w:r w:rsidR="001C0413">
        <w:t>.</w:t>
      </w:r>
    </w:p>
    <w:p w14:paraId="61830CE6" w14:textId="77777777" w:rsidR="001C0413" w:rsidRDefault="00530790" w:rsidP="001C0413">
      <w:r w:rsidRPr="005D5566">
        <w:t>Le Petit-Russien dit</w:t>
      </w:r>
      <w:r w:rsidR="001C0413">
        <w:t> :</w:t>
      </w:r>
    </w:p>
    <w:p w14:paraId="489F247F" w14:textId="77777777" w:rsidR="001C0413" w:rsidRDefault="001C0413" w:rsidP="001C0413">
      <w:r>
        <w:lastRenderedPageBreak/>
        <w:t>— </w:t>
      </w:r>
      <w:r w:rsidR="00530790" w:rsidRPr="005D5566">
        <w:t>La moitié du cœur aime</w:t>
      </w:r>
      <w:r>
        <w:t xml:space="preserve">, </w:t>
      </w:r>
      <w:r w:rsidR="00530790" w:rsidRPr="005D5566">
        <w:t>l</w:t>
      </w:r>
      <w:r>
        <w:t>’</w:t>
      </w:r>
      <w:r w:rsidR="00530790" w:rsidRPr="005D5566">
        <w:t>autre hait</w:t>
      </w:r>
      <w:r>
        <w:t xml:space="preserve">… </w:t>
      </w:r>
      <w:r w:rsidR="00530790" w:rsidRPr="005D5566">
        <w:t>Et c</w:t>
      </w:r>
      <w:r>
        <w:t>’</w:t>
      </w:r>
      <w:r w:rsidR="00530790" w:rsidRPr="005D5566">
        <w:t>est un cœur</w:t>
      </w:r>
      <w:r>
        <w:t xml:space="preserve">, </w:t>
      </w:r>
      <w:r w:rsidR="00530790" w:rsidRPr="005D5566">
        <w:t>cela</w:t>
      </w:r>
      <w:r>
        <w:t xml:space="preserve">, </w:t>
      </w:r>
      <w:r w:rsidR="00530790" w:rsidRPr="005D5566">
        <w:t>hein</w:t>
      </w:r>
      <w:r>
        <w:t> ?</w:t>
      </w:r>
    </w:p>
    <w:p w14:paraId="0FF94664" w14:textId="77777777" w:rsidR="001C0413" w:rsidRDefault="001C0413" w:rsidP="001C0413">
      <w:r>
        <w:t>— </w:t>
      </w:r>
      <w:r w:rsidR="00530790" w:rsidRPr="005D5566">
        <w:t>Je te le demande</w:t>
      </w:r>
      <w:r>
        <w:t xml:space="preserve"> : </w:t>
      </w:r>
      <w:r w:rsidR="00530790" w:rsidRPr="005D5566">
        <w:t>comment pourrait-il en être autrement</w:t>
      </w:r>
      <w:r>
        <w:t> ?</w:t>
      </w:r>
    </w:p>
    <w:p w14:paraId="5FF5DE59" w14:textId="77777777" w:rsidR="001C0413" w:rsidRDefault="00530790" w:rsidP="001C0413">
      <w:r w:rsidRPr="005D5566">
        <w:t>Un bruit de livre qu</w:t>
      </w:r>
      <w:r w:rsidR="001C0413">
        <w:t>’</w:t>
      </w:r>
      <w:r w:rsidRPr="005D5566">
        <w:t>on feuillette</w:t>
      </w:r>
      <w:r w:rsidR="001C0413">
        <w:t xml:space="preserve"> : </w:t>
      </w:r>
      <w:r w:rsidRPr="005D5566">
        <w:t>sans doute Pavel s</w:t>
      </w:r>
      <w:r w:rsidR="001C0413">
        <w:t>’</w:t>
      </w:r>
      <w:r w:rsidRPr="005D5566">
        <w:t>était remis à lire</w:t>
      </w:r>
      <w:r w:rsidR="001C0413">
        <w:t xml:space="preserve">. </w:t>
      </w:r>
      <w:r w:rsidRPr="005D5566">
        <w:t>La mère restait étendue</w:t>
      </w:r>
      <w:r w:rsidR="001C0413">
        <w:t xml:space="preserve">, </w:t>
      </w:r>
      <w:r w:rsidRPr="005D5566">
        <w:t>les yeux fermés</w:t>
      </w:r>
      <w:r w:rsidR="001C0413">
        <w:t xml:space="preserve">, </w:t>
      </w:r>
      <w:r w:rsidRPr="005D5566">
        <w:t>sans oser faire un mouvement</w:t>
      </w:r>
      <w:r w:rsidR="001C0413">
        <w:t xml:space="preserve">. </w:t>
      </w:r>
      <w:r w:rsidRPr="005D5566">
        <w:t>Elle avait profondément pitié du Petit-Russien</w:t>
      </w:r>
      <w:r w:rsidR="001C0413">
        <w:t xml:space="preserve">, </w:t>
      </w:r>
      <w:r w:rsidRPr="005D5566">
        <w:t>mais encore plus de son fils</w:t>
      </w:r>
      <w:r w:rsidR="001C0413">
        <w:t xml:space="preserve">. </w:t>
      </w:r>
      <w:r w:rsidRPr="005D5566">
        <w:t>Elle disait</w:t>
      </w:r>
      <w:r w:rsidR="001C0413">
        <w:t xml:space="preserve"> : </w:t>
      </w:r>
      <w:r w:rsidRPr="005D5566">
        <w:t>Mon chéri</w:t>
      </w:r>
      <w:r w:rsidR="001C0413">
        <w:t xml:space="preserve">… </w:t>
      </w:r>
      <w:r w:rsidRPr="005D5566">
        <w:t>mon martyr</w:t>
      </w:r>
      <w:r w:rsidR="001C0413">
        <w:t xml:space="preserve"> !… </w:t>
      </w:r>
      <w:r w:rsidRPr="005D5566">
        <w:t>mon sacrifié</w:t>
      </w:r>
      <w:r w:rsidR="001C0413">
        <w:t>…</w:t>
      </w:r>
    </w:p>
    <w:p w14:paraId="58208B34" w14:textId="77777777" w:rsidR="001C0413" w:rsidRDefault="00530790" w:rsidP="001C0413">
      <w:r w:rsidRPr="005D5566">
        <w:t>Soudain le Petit-Russien reprit</w:t>
      </w:r>
      <w:r w:rsidR="001C0413">
        <w:t> :</w:t>
      </w:r>
    </w:p>
    <w:p w14:paraId="713D76CF" w14:textId="77777777" w:rsidR="001C0413" w:rsidRDefault="001C0413" w:rsidP="001C0413">
      <w:r>
        <w:t>— </w:t>
      </w:r>
      <w:r w:rsidR="00530790" w:rsidRPr="005D5566">
        <w:t>Ainsi</w:t>
      </w:r>
      <w:r>
        <w:t xml:space="preserve">, </w:t>
      </w:r>
      <w:r w:rsidR="00530790" w:rsidRPr="005D5566">
        <w:t>je dois me taire</w:t>
      </w:r>
      <w:r>
        <w:t> ?</w:t>
      </w:r>
    </w:p>
    <w:p w14:paraId="51C56B61" w14:textId="77777777" w:rsidR="001C0413" w:rsidRDefault="001C0413" w:rsidP="001C0413">
      <w:r>
        <w:t>— </w:t>
      </w:r>
      <w:r w:rsidR="00530790" w:rsidRPr="005D5566">
        <w:t>C</w:t>
      </w:r>
      <w:r>
        <w:t>’</w:t>
      </w:r>
      <w:r w:rsidR="00530790" w:rsidRPr="005D5566">
        <w:t>est plus honnête</w:t>
      </w:r>
      <w:r>
        <w:t xml:space="preserve">, </w:t>
      </w:r>
      <w:r w:rsidR="00530790" w:rsidRPr="005D5566">
        <w:t>André</w:t>
      </w:r>
      <w:r>
        <w:t xml:space="preserve">…, </w:t>
      </w:r>
      <w:r w:rsidR="00530790" w:rsidRPr="005D5566">
        <w:t xml:space="preserve">dit Pavel </w:t>
      </w:r>
      <w:r w:rsidR="00530790" w:rsidRPr="005D5566">
        <w:rPr>
          <w:bCs/>
        </w:rPr>
        <w:t xml:space="preserve">à </w:t>
      </w:r>
      <w:r w:rsidR="00530790" w:rsidRPr="005D5566">
        <w:t>voix basse</w:t>
      </w:r>
      <w:r>
        <w:t>.</w:t>
      </w:r>
    </w:p>
    <w:p w14:paraId="4C087E35" w14:textId="77777777" w:rsidR="001C0413" w:rsidRDefault="001C0413" w:rsidP="001C0413">
      <w:r>
        <w:t>— </w:t>
      </w:r>
      <w:r w:rsidR="00530790" w:rsidRPr="005D5566">
        <w:t>Eh bien</w:t>
      </w:r>
      <w:r>
        <w:t xml:space="preserve">, </w:t>
      </w:r>
      <w:r w:rsidR="00530790" w:rsidRPr="005D5566">
        <w:t>c</w:t>
      </w:r>
      <w:r>
        <w:t>’</w:t>
      </w:r>
      <w:r w:rsidR="00530790" w:rsidRPr="005D5566">
        <w:t>est cette voie-là que nous prendrons</w:t>
      </w:r>
      <w:r>
        <w:t xml:space="preserve"> ! </w:t>
      </w:r>
      <w:r w:rsidR="00530790" w:rsidRPr="005D5566">
        <w:t>décida le Petit-Russien</w:t>
      </w:r>
      <w:r>
        <w:t>.</w:t>
      </w:r>
    </w:p>
    <w:p w14:paraId="016877C8" w14:textId="77777777" w:rsidR="001C0413" w:rsidRDefault="00530790" w:rsidP="001C0413">
      <w:r w:rsidRPr="005D5566">
        <w:t>Un instant après</w:t>
      </w:r>
      <w:r w:rsidR="001C0413">
        <w:t xml:space="preserve">, </w:t>
      </w:r>
      <w:r w:rsidRPr="005D5566">
        <w:t>il ajouta tristement</w:t>
      </w:r>
      <w:r w:rsidR="001C0413">
        <w:t> :</w:t>
      </w:r>
    </w:p>
    <w:p w14:paraId="54C6C055" w14:textId="77777777" w:rsidR="001C0413" w:rsidRDefault="001C0413" w:rsidP="001C0413">
      <w:r>
        <w:t>— </w:t>
      </w:r>
      <w:r w:rsidR="00530790" w:rsidRPr="005D5566">
        <w:t>Tu souffriras Pavel</w:t>
      </w:r>
      <w:r>
        <w:t xml:space="preserve">, </w:t>
      </w:r>
      <w:r w:rsidR="00530790" w:rsidRPr="005D5566">
        <w:t>quand ton tour viendra</w:t>
      </w:r>
      <w:r>
        <w:t>…</w:t>
      </w:r>
    </w:p>
    <w:p w14:paraId="4C18ABE4" w14:textId="77777777" w:rsidR="001C0413" w:rsidRDefault="001C0413" w:rsidP="001C0413">
      <w:r>
        <w:t>— </w:t>
      </w:r>
      <w:r w:rsidR="00530790" w:rsidRPr="005D5566">
        <w:t>Il est venu</w:t>
      </w:r>
      <w:r>
        <w:t xml:space="preserve">, </w:t>
      </w:r>
      <w:r w:rsidR="00530790" w:rsidRPr="005D5566">
        <w:t>je souffre déjà</w:t>
      </w:r>
      <w:r>
        <w:t xml:space="preserve">… </w:t>
      </w:r>
      <w:r w:rsidR="00530790" w:rsidRPr="005D5566">
        <w:t>cruellement</w:t>
      </w:r>
      <w:r>
        <w:t>…</w:t>
      </w:r>
    </w:p>
    <w:p w14:paraId="03950496" w14:textId="77777777" w:rsidR="001C0413" w:rsidRDefault="001C0413" w:rsidP="001C0413">
      <w:r>
        <w:t>— </w:t>
      </w:r>
      <w:r w:rsidR="00530790" w:rsidRPr="005D5566">
        <w:t>Toi aussi</w:t>
      </w:r>
      <w:r>
        <w:t> ?</w:t>
      </w:r>
    </w:p>
    <w:p w14:paraId="7F173EB6" w14:textId="77777777" w:rsidR="001C0413" w:rsidRDefault="00530790" w:rsidP="001C0413">
      <w:r w:rsidRPr="005D5566">
        <w:t>Le vent soufflait autour de la maison</w:t>
      </w:r>
      <w:r w:rsidR="001C0413">
        <w:t>.</w:t>
      </w:r>
    </w:p>
    <w:p w14:paraId="26BCBC32" w14:textId="77777777" w:rsidR="001C0413" w:rsidRDefault="001C0413" w:rsidP="001C0413">
      <w:r>
        <w:t>— </w:t>
      </w:r>
      <w:r w:rsidR="00530790" w:rsidRPr="005D5566">
        <w:t>Ce n</w:t>
      </w:r>
      <w:r>
        <w:t>’</w:t>
      </w:r>
      <w:r w:rsidR="00530790" w:rsidRPr="005D5566">
        <w:t>est pas drôle</w:t>
      </w:r>
      <w:r>
        <w:t xml:space="preserve"> ! </w:t>
      </w:r>
      <w:r w:rsidR="00530790" w:rsidRPr="005D5566">
        <w:t>prononça le Petit-Russien avec lenteur</w:t>
      </w:r>
      <w:r>
        <w:t>.</w:t>
      </w:r>
    </w:p>
    <w:p w14:paraId="75F36BCA" w14:textId="77777777" w:rsidR="001C0413" w:rsidRDefault="00530790" w:rsidP="001C0413">
      <w:r w:rsidRPr="005D5566">
        <w:t>Pélaguée enfouit son visage dans les oreillers et pleura</w:t>
      </w:r>
      <w:r w:rsidR="001C0413">
        <w:t>.</w:t>
      </w:r>
    </w:p>
    <w:p w14:paraId="0CE9C3A9" w14:textId="77777777" w:rsidR="001C0413" w:rsidRDefault="00530790" w:rsidP="001C0413">
      <w:r w:rsidRPr="005D5566">
        <w:t>Le lendemain matin</w:t>
      </w:r>
      <w:r w:rsidR="001C0413">
        <w:t xml:space="preserve">, </w:t>
      </w:r>
      <w:r w:rsidRPr="005D5566">
        <w:t>André lui parut comme rapetissé physiquement</w:t>
      </w:r>
      <w:r w:rsidR="001C0413">
        <w:t xml:space="preserve">, </w:t>
      </w:r>
      <w:r w:rsidRPr="005D5566">
        <w:t>et elle le sentit plus près de son cœur</w:t>
      </w:r>
      <w:r w:rsidR="001C0413">
        <w:t xml:space="preserve">. </w:t>
      </w:r>
      <w:r w:rsidRPr="005D5566">
        <w:t>Comme toujours</w:t>
      </w:r>
      <w:r w:rsidR="001C0413">
        <w:t xml:space="preserve">, </w:t>
      </w:r>
      <w:r w:rsidRPr="005D5566">
        <w:t>son fils se redressait maigre</w:t>
      </w:r>
      <w:r w:rsidR="001C0413">
        <w:t xml:space="preserve">, </w:t>
      </w:r>
      <w:r w:rsidRPr="005D5566">
        <w:t>silencieux et raide</w:t>
      </w:r>
      <w:r w:rsidR="001C0413">
        <w:t xml:space="preserve">. </w:t>
      </w:r>
      <w:r w:rsidRPr="005D5566">
        <w:lastRenderedPageBreak/>
        <w:t>Jusqu</w:t>
      </w:r>
      <w:r w:rsidR="001C0413">
        <w:t>’</w:t>
      </w:r>
      <w:r w:rsidRPr="005D5566">
        <w:t>alors</w:t>
      </w:r>
      <w:r w:rsidR="001C0413">
        <w:t xml:space="preserve">, </w:t>
      </w:r>
      <w:r w:rsidRPr="005D5566">
        <w:t>elle avait appelé le Petit-Russien André Onissimovitch</w:t>
      </w:r>
      <w:r w:rsidR="001C0413">
        <w:t xml:space="preserve"> ; </w:t>
      </w:r>
      <w:r w:rsidRPr="005D5566">
        <w:t>ce jour-là</w:t>
      </w:r>
      <w:r w:rsidR="001C0413">
        <w:t xml:space="preserve">, </w:t>
      </w:r>
      <w:r w:rsidRPr="005D5566">
        <w:t>sans le vouloir</w:t>
      </w:r>
      <w:r w:rsidR="001C0413">
        <w:t xml:space="preserve">, </w:t>
      </w:r>
      <w:r w:rsidRPr="005D5566">
        <w:t>sans s</w:t>
      </w:r>
      <w:r w:rsidR="001C0413">
        <w:t>’</w:t>
      </w:r>
      <w:r w:rsidRPr="005D5566">
        <w:t>en apercevoir</w:t>
      </w:r>
      <w:r w:rsidR="001C0413">
        <w:t xml:space="preserve">, </w:t>
      </w:r>
      <w:r w:rsidRPr="005D5566">
        <w:t>elle lui dit</w:t>
      </w:r>
      <w:r w:rsidR="001C0413">
        <w:t> :</w:t>
      </w:r>
    </w:p>
    <w:p w14:paraId="51BFAD0E" w14:textId="77777777" w:rsidR="001C0413" w:rsidRDefault="001C0413" w:rsidP="001C0413">
      <w:r>
        <w:t>— </w:t>
      </w:r>
      <w:r w:rsidR="00530790" w:rsidRPr="005D5566">
        <w:t xml:space="preserve">Vous devriez raccommoder vos </w:t>
      </w:r>
      <w:r w:rsidR="00530790" w:rsidRPr="00D210FA">
        <w:t>bottes</w:t>
      </w:r>
      <w:r>
        <w:t xml:space="preserve">, </w:t>
      </w:r>
      <w:r w:rsidR="00530790" w:rsidRPr="005D5566">
        <w:t>mon André</w:t>
      </w:r>
      <w:r>
        <w:t xml:space="preserve">… </w:t>
      </w:r>
      <w:r w:rsidR="00530790" w:rsidRPr="005D5566">
        <w:t>sinon vous aurez froid aux pieds</w:t>
      </w:r>
      <w:r>
        <w:t> ?</w:t>
      </w:r>
    </w:p>
    <w:p w14:paraId="6D68CD44" w14:textId="77777777" w:rsidR="001C0413" w:rsidRDefault="001C0413" w:rsidP="001C0413">
      <w:r>
        <w:t>— </w:t>
      </w:r>
      <w:r w:rsidR="00530790" w:rsidRPr="005D5566">
        <w:t>J</w:t>
      </w:r>
      <w:r>
        <w:t>’</w:t>
      </w:r>
      <w:r w:rsidR="00530790" w:rsidRPr="005D5566">
        <w:t>en achèterai d</w:t>
      </w:r>
      <w:r>
        <w:t>’</w:t>
      </w:r>
      <w:r w:rsidR="00530790" w:rsidRPr="005D5566">
        <w:t>autres</w:t>
      </w:r>
      <w:r>
        <w:t xml:space="preserve">, </w:t>
      </w:r>
      <w:r w:rsidR="00530790" w:rsidRPr="005D5566">
        <w:t>quand je toucherai mon salaire</w:t>
      </w:r>
      <w:r>
        <w:t xml:space="preserve"> ! </w:t>
      </w:r>
      <w:r w:rsidR="00530790" w:rsidRPr="005D5566">
        <w:t>répondit-il</w:t>
      </w:r>
      <w:r>
        <w:t xml:space="preserve"> ; </w:t>
      </w:r>
      <w:r w:rsidR="00530790" w:rsidRPr="005D5566">
        <w:t>puis il se mit à rire et lui demanda brusquement</w:t>
      </w:r>
      <w:r>
        <w:t xml:space="preserve">, </w:t>
      </w:r>
      <w:r w:rsidR="00530790" w:rsidRPr="005D5566">
        <w:t>en posant sa longue main sur son épaule</w:t>
      </w:r>
      <w:r>
        <w:t> :</w:t>
      </w:r>
    </w:p>
    <w:p w14:paraId="1BF98B11" w14:textId="77777777" w:rsidR="001C0413" w:rsidRDefault="001C0413" w:rsidP="001C0413">
      <w:r>
        <w:t>— </w:t>
      </w:r>
      <w:r w:rsidR="00530790" w:rsidRPr="005D5566">
        <w:t>Peut-être est-ce vous qui êtes ma vraie mère</w:t>
      </w:r>
      <w:r>
        <w:t xml:space="preserve"> ? </w:t>
      </w:r>
      <w:r w:rsidR="00530790" w:rsidRPr="005D5566">
        <w:t>seulement vous ne voulez pas l</w:t>
      </w:r>
      <w:r>
        <w:t>’</w:t>
      </w:r>
      <w:r w:rsidR="00530790" w:rsidRPr="005D5566">
        <w:t>avouer</w:t>
      </w:r>
      <w:r>
        <w:t xml:space="preserve">, </w:t>
      </w:r>
      <w:r w:rsidR="00530790" w:rsidRPr="005D5566">
        <w:t>parce que vous me trouvez trop laid</w:t>
      </w:r>
      <w:r>
        <w:t xml:space="preserve"> ? </w:t>
      </w:r>
      <w:r w:rsidR="00530790" w:rsidRPr="005D5566">
        <w:t>n</w:t>
      </w:r>
      <w:r>
        <w:t>’</w:t>
      </w:r>
      <w:r w:rsidR="00530790" w:rsidRPr="005D5566">
        <w:t>est-ce pas</w:t>
      </w:r>
      <w:r>
        <w:t> ?</w:t>
      </w:r>
    </w:p>
    <w:p w14:paraId="1D685DE2" w14:textId="77777777" w:rsidR="001C0413" w:rsidRDefault="00530790" w:rsidP="001C0413">
      <w:r w:rsidRPr="005D5566">
        <w:t>Sans mot dire</w:t>
      </w:r>
      <w:r w:rsidR="001C0413">
        <w:t xml:space="preserve">, </w:t>
      </w:r>
      <w:r w:rsidRPr="005D5566">
        <w:t>elle lui frappa sur la main</w:t>
      </w:r>
      <w:r w:rsidR="001C0413">
        <w:t xml:space="preserve">. </w:t>
      </w:r>
      <w:r w:rsidRPr="005D5566">
        <w:t>Elle aurait voulu lui dire des mots caressants</w:t>
      </w:r>
      <w:r w:rsidR="001C0413">
        <w:t xml:space="preserve">, </w:t>
      </w:r>
      <w:r w:rsidRPr="005D5566">
        <w:t>mais son cœur se serrait de pitié et sa langue refusait de lui obéir</w:t>
      </w:r>
      <w:r w:rsidR="001C0413">
        <w:t>…</w:t>
      </w:r>
    </w:p>
    <w:p w14:paraId="20116779" w14:textId="4F58D175" w:rsidR="00530790" w:rsidRPr="003B37B8" w:rsidRDefault="00530790" w:rsidP="001C0413">
      <w:pPr>
        <w:pStyle w:val="Titre2"/>
        <w:rPr>
          <w:szCs w:val="44"/>
        </w:rPr>
      </w:pPr>
      <w:bookmarkStart w:id="10" w:name="_Toc202279531"/>
      <w:r w:rsidRPr="003B37B8">
        <w:rPr>
          <w:szCs w:val="44"/>
        </w:rPr>
        <w:lastRenderedPageBreak/>
        <w:t>IX</w:t>
      </w:r>
      <w:bookmarkEnd w:id="10"/>
      <w:r w:rsidRPr="003B37B8">
        <w:rPr>
          <w:szCs w:val="44"/>
        </w:rPr>
        <w:br/>
      </w:r>
    </w:p>
    <w:p w14:paraId="4F0FFC43" w14:textId="77777777" w:rsidR="001C0413" w:rsidRDefault="00530790" w:rsidP="001C0413">
      <w:r w:rsidRPr="005D5566">
        <w:t>Dans le faubourg</w:t>
      </w:r>
      <w:r w:rsidR="001C0413">
        <w:t xml:space="preserve">, </w:t>
      </w:r>
      <w:r w:rsidRPr="005D5566">
        <w:t>on commençait à s</w:t>
      </w:r>
      <w:r w:rsidR="001C0413">
        <w:t>’</w:t>
      </w:r>
      <w:r w:rsidRPr="005D5566">
        <w:t>occuper des socialistes qui répandaient partout des feuilles écrites à l</w:t>
      </w:r>
      <w:r w:rsidR="001C0413">
        <w:t>’</w:t>
      </w:r>
      <w:r w:rsidRPr="005D5566">
        <w:t>encre bleue</w:t>
      </w:r>
      <w:r w:rsidR="001C0413">
        <w:t xml:space="preserve">. </w:t>
      </w:r>
      <w:r w:rsidRPr="005D5566">
        <w:t>Ces pages parlaient</w:t>
      </w:r>
      <w:r w:rsidR="001C0413">
        <w:t xml:space="preserve">, </w:t>
      </w:r>
      <w:r w:rsidRPr="005D5566">
        <w:t>avec méchanceté des règlements imposés aux ouvriers</w:t>
      </w:r>
      <w:r w:rsidR="001C0413">
        <w:t xml:space="preserve">, </w:t>
      </w:r>
      <w:r w:rsidRPr="005D5566">
        <w:t>des grèves de Pétersbourg et de la Russie méridionale</w:t>
      </w:r>
      <w:r w:rsidR="001C0413">
        <w:t xml:space="preserve"> ; </w:t>
      </w:r>
      <w:r w:rsidRPr="005D5566">
        <w:t>elles exhortaient les travailleurs à se liguer et à lutter pour défendre leurs intérêts</w:t>
      </w:r>
      <w:r w:rsidR="001C0413">
        <w:t>.</w:t>
      </w:r>
    </w:p>
    <w:p w14:paraId="3F61E907" w14:textId="77777777" w:rsidR="001C0413" w:rsidRDefault="00530790" w:rsidP="001C0413">
      <w:r w:rsidRPr="005D5566">
        <w:t>Les gens d</w:t>
      </w:r>
      <w:r w:rsidR="001C0413">
        <w:t>’</w:t>
      </w:r>
      <w:r w:rsidRPr="005D5566">
        <w:t>un certain âge</w:t>
      </w:r>
      <w:r w:rsidR="001C0413">
        <w:t xml:space="preserve">, </w:t>
      </w:r>
      <w:r w:rsidRPr="005D5566">
        <w:t>qui occupaient de bonnes places à la fabrique</w:t>
      </w:r>
      <w:r w:rsidR="001C0413">
        <w:t xml:space="preserve">, </w:t>
      </w:r>
      <w:r w:rsidRPr="005D5566">
        <w:t>s</w:t>
      </w:r>
      <w:r w:rsidR="001C0413">
        <w:t>’</w:t>
      </w:r>
      <w:r w:rsidRPr="005D5566">
        <w:t>irritaient de ces proclamations et disaient</w:t>
      </w:r>
      <w:r w:rsidR="001C0413">
        <w:t> :</w:t>
      </w:r>
    </w:p>
    <w:p w14:paraId="60E97A86" w14:textId="77777777" w:rsidR="001C0413" w:rsidRDefault="001C0413" w:rsidP="001C0413">
      <w:r>
        <w:t>— </w:t>
      </w:r>
      <w:r w:rsidR="00530790" w:rsidRPr="005D5566">
        <w:t>Ces agitateurs</w:t>
      </w:r>
      <w:r>
        <w:t xml:space="preserve">, </w:t>
      </w:r>
      <w:r w:rsidR="00530790" w:rsidRPr="005D5566">
        <w:t>il faudrait les rosser d</w:t>
      </w:r>
      <w:r>
        <w:t>’</w:t>
      </w:r>
      <w:r w:rsidR="00530790" w:rsidRPr="005D5566">
        <w:t>importance</w:t>
      </w:r>
      <w:r>
        <w:t> !</w:t>
      </w:r>
    </w:p>
    <w:p w14:paraId="5A5FEB5A" w14:textId="77777777" w:rsidR="001C0413" w:rsidRDefault="00530790" w:rsidP="001C0413">
      <w:r w:rsidRPr="005D5566">
        <w:t>Et ils apportaient les feuillets à leurs chefs</w:t>
      </w:r>
      <w:r w:rsidR="001C0413">
        <w:t>.</w:t>
      </w:r>
    </w:p>
    <w:p w14:paraId="78D1C897" w14:textId="77777777" w:rsidR="001C0413" w:rsidRDefault="00530790" w:rsidP="001C0413">
      <w:r w:rsidRPr="005D5566">
        <w:t>Les jeunes gens</w:t>
      </w:r>
      <w:r w:rsidR="001C0413">
        <w:t xml:space="preserve">, </w:t>
      </w:r>
      <w:r w:rsidRPr="005D5566">
        <w:t>enthousiasmés par ces écrits</w:t>
      </w:r>
      <w:r w:rsidR="001C0413">
        <w:t xml:space="preserve">, </w:t>
      </w:r>
      <w:r w:rsidRPr="005D5566">
        <w:t>s</w:t>
      </w:r>
      <w:r w:rsidR="001C0413">
        <w:t>’</w:t>
      </w:r>
      <w:r w:rsidRPr="005D5566">
        <w:t>écriaient avec feu</w:t>
      </w:r>
      <w:r w:rsidR="001C0413">
        <w:t> :</w:t>
      </w:r>
    </w:p>
    <w:p w14:paraId="37360B55" w14:textId="77777777" w:rsidR="001C0413" w:rsidRDefault="001C0413" w:rsidP="001C0413">
      <w:r>
        <w:t>— </w:t>
      </w:r>
      <w:r w:rsidR="00530790" w:rsidRPr="005D5566">
        <w:t>Ils disent la vérité</w:t>
      </w:r>
      <w:r>
        <w:t> !</w:t>
      </w:r>
    </w:p>
    <w:p w14:paraId="351D1BD1" w14:textId="77777777" w:rsidR="001C0413" w:rsidRDefault="00530790" w:rsidP="001C0413">
      <w:r w:rsidRPr="005D5566">
        <w:t>La plupart des ouvriers</w:t>
      </w:r>
      <w:r w:rsidR="001C0413">
        <w:t xml:space="preserve">, </w:t>
      </w:r>
      <w:r w:rsidRPr="005D5566">
        <w:t>éreintés par le travail</w:t>
      </w:r>
      <w:r w:rsidR="001C0413">
        <w:t xml:space="preserve">, </w:t>
      </w:r>
      <w:r w:rsidRPr="005D5566">
        <w:t>indifférents à tout</w:t>
      </w:r>
      <w:r w:rsidR="001C0413">
        <w:t xml:space="preserve">, </w:t>
      </w:r>
      <w:r w:rsidRPr="005D5566">
        <w:t>songeaient paresseusement</w:t>
      </w:r>
      <w:r w:rsidR="001C0413">
        <w:t> :</w:t>
      </w:r>
    </w:p>
    <w:p w14:paraId="5DFC6766" w14:textId="77777777" w:rsidR="001C0413" w:rsidRDefault="001C0413" w:rsidP="001C0413">
      <w:r>
        <w:t>— </w:t>
      </w:r>
      <w:r w:rsidR="00530790" w:rsidRPr="005D5566">
        <w:t>Il n</w:t>
      </w:r>
      <w:r>
        <w:t>’</w:t>
      </w:r>
      <w:r w:rsidR="00530790" w:rsidRPr="005D5566">
        <w:t>en résultera rien</w:t>
      </w:r>
      <w:r>
        <w:t>…</w:t>
      </w:r>
    </w:p>
    <w:p w14:paraId="21F84A55" w14:textId="77777777" w:rsidR="001C0413" w:rsidRDefault="00530790" w:rsidP="001C0413">
      <w:r w:rsidRPr="005D5566">
        <w:t>Cependant</w:t>
      </w:r>
      <w:r w:rsidR="001C0413">
        <w:t xml:space="preserve">, </w:t>
      </w:r>
      <w:r w:rsidRPr="005D5566">
        <w:t>les feuilles volantes intéressaient tout le monde</w:t>
      </w:r>
      <w:r w:rsidR="001C0413">
        <w:t xml:space="preserve">, </w:t>
      </w:r>
      <w:r w:rsidRPr="005D5566">
        <w:t>et</w:t>
      </w:r>
      <w:r w:rsidR="001C0413">
        <w:t xml:space="preserve">, </w:t>
      </w:r>
      <w:r w:rsidRPr="005D5566">
        <w:t>quand elles faisaient défaut</w:t>
      </w:r>
      <w:r w:rsidR="001C0413">
        <w:t xml:space="preserve">, </w:t>
      </w:r>
      <w:r w:rsidRPr="005D5566">
        <w:t>on se disait mutuellement</w:t>
      </w:r>
      <w:r w:rsidR="001C0413">
        <w:t> :</w:t>
      </w:r>
    </w:p>
    <w:p w14:paraId="6F68E6BB" w14:textId="77777777" w:rsidR="001C0413" w:rsidRDefault="001C0413" w:rsidP="001C0413">
      <w:r>
        <w:t>— </w:t>
      </w:r>
      <w:r w:rsidR="00530790" w:rsidRPr="005D5566">
        <w:t>Il n</w:t>
      </w:r>
      <w:r>
        <w:t>’</w:t>
      </w:r>
      <w:r w:rsidR="00530790" w:rsidRPr="005D5566">
        <w:t>y en a point aujourd</w:t>
      </w:r>
      <w:r>
        <w:t>’</w:t>
      </w:r>
      <w:r w:rsidR="00530790" w:rsidRPr="005D5566">
        <w:t>hui</w:t>
      </w:r>
      <w:r>
        <w:t xml:space="preserve">, </w:t>
      </w:r>
      <w:r w:rsidR="00530790" w:rsidRPr="005D5566">
        <w:t>on a cessé de les publier</w:t>
      </w:r>
      <w:r>
        <w:t>.</w:t>
      </w:r>
    </w:p>
    <w:p w14:paraId="12029754" w14:textId="77777777" w:rsidR="001C0413" w:rsidRDefault="00530790" w:rsidP="001C0413">
      <w:r w:rsidRPr="005D5566">
        <w:t>Mais lorsque</w:t>
      </w:r>
      <w:r w:rsidR="001C0413">
        <w:t xml:space="preserve">, </w:t>
      </w:r>
      <w:r w:rsidRPr="005D5566">
        <w:t>le lundi</w:t>
      </w:r>
      <w:r w:rsidR="001C0413">
        <w:t xml:space="preserve">, </w:t>
      </w:r>
      <w:r w:rsidRPr="005D5566">
        <w:t xml:space="preserve">elles </w:t>
      </w:r>
      <w:r w:rsidRPr="005D5566">
        <w:rPr>
          <w:bCs/>
        </w:rPr>
        <w:t>réapparaissaient</w:t>
      </w:r>
      <w:r w:rsidR="001C0413">
        <w:rPr>
          <w:bCs/>
        </w:rPr>
        <w:t xml:space="preserve">, </w:t>
      </w:r>
      <w:r w:rsidRPr="005D5566">
        <w:t>les ouvriers s</w:t>
      </w:r>
      <w:r w:rsidR="001C0413">
        <w:t>’</w:t>
      </w:r>
      <w:r w:rsidRPr="005D5566">
        <w:t>agitaient de nouveau sourdement</w:t>
      </w:r>
      <w:r w:rsidR="001C0413">
        <w:t>.</w:t>
      </w:r>
    </w:p>
    <w:p w14:paraId="6C290585" w14:textId="77777777" w:rsidR="001C0413" w:rsidRDefault="00530790" w:rsidP="001C0413">
      <w:r w:rsidRPr="005D5566">
        <w:lastRenderedPageBreak/>
        <w:t>À la fabrique et dans les cabarets</w:t>
      </w:r>
      <w:r w:rsidR="001C0413">
        <w:t xml:space="preserve">, </w:t>
      </w:r>
      <w:r w:rsidRPr="005D5566">
        <w:t>on apercevait des gens que personne ne connaissait</w:t>
      </w:r>
      <w:r w:rsidR="001C0413">
        <w:t xml:space="preserve">. </w:t>
      </w:r>
      <w:r w:rsidRPr="005D5566">
        <w:t>Ils questionnaient</w:t>
      </w:r>
      <w:r w:rsidR="001C0413">
        <w:t xml:space="preserve">, </w:t>
      </w:r>
      <w:r w:rsidRPr="005D5566">
        <w:t>examinaient</w:t>
      </w:r>
      <w:r w:rsidR="001C0413">
        <w:t xml:space="preserve">, </w:t>
      </w:r>
      <w:r w:rsidRPr="005D5566">
        <w:t>flairaient et frappaient chacun par leur prudence suspecte</w:t>
      </w:r>
      <w:r w:rsidR="001C0413">
        <w:t>.</w:t>
      </w:r>
    </w:p>
    <w:p w14:paraId="458E2E50" w14:textId="77777777" w:rsidR="001C0413" w:rsidRDefault="00530790" w:rsidP="001C0413">
      <w:r w:rsidRPr="005D5566">
        <w:t>La mère savait que toute cette agitation était l</w:t>
      </w:r>
      <w:r w:rsidR="001C0413">
        <w:t>’</w:t>
      </w:r>
      <w:r w:rsidRPr="005D5566">
        <w:t>œuvre de son fils</w:t>
      </w:r>
      <w:r w:rsidR="001C0413">
        <w:t xml:space="preserve">. </w:t>
      </w:r>
      <w:r w:rsidRPr="005D5566">
        <w:t>Elle voyait les gens se presser autour de lui</w:t>
      </w:r>
      <w:r w:rsidR="001C0413">
        <w:t xml:space="preserve"> ; </w:t>
      </w:r>
      <w:r w:rsidRPr="005D5566">
        <w:t>il n</w:t>
      </w:r>
      <w:r w:rsidR="001C0413">
        <w:t>’</w:t>
      </w:r>
      <w:r w:rsidRPr="005D5566">
        <w:t>était plus seul</w:t>
      </w:r>
      <w:r w:rsidR="001C0413">
        <w:t xml:space="preserve">, </w:t>
      </w:r>
      <w:r w:rsidRPr="005D5566">
        <w:t>et c</w:t>
      </w:r>
      <w:r w:rsidR="001C0413">
        <w:t>’</w:t>
      </w:r>
      <w:r w:rsidRPr="005D5566">
        <w:t>était moins dangereux</w:t>
      </w:r>
      <w:r w:rsidR="001C0413">
        <w:t xml:space="preserve">. </w:t>
      </w:r>
      <w:r w:rsidRPr="005D5566">
        <w:t xml:space="preserve">Et la </w:t>
      </w:r>
      <w:r w:rsidRPr="005D5566">
        <w:rPr>
          <w:bCs/>
        </w:rPr>
        <w:t xml:space="preserve">fierté </w:t>
      </w:r>
      <w:r w:rsidRPr="005D5566">
        <w:t>d</w:t>
      </w:r>
      <w:r w:rsidR="001C0413">
        <w:t>’</w:t>
      </w:r>
      <w:r w:rsidRPr="005D5566">
        <w:t>avoir un tel fils se joignait en elle</w:t>
      </w:r>
      <w:r w:rsidRPr="005D5566">
        <w:rPr>
          <w:bCs/>
        </w:rPr>
        <w:t xml:space="preserve"> à </w:t>
      </w:r>
      <w:r w:rsidRPr="005D5566">
        <w:t>l</w:t>
      </w:r>
      <w:r w:rsidR="001C0413">
        <w:t>’</w:t>
      </w:r>
      <w:r w:rsidRPr="005D5566">
        <w:t>anxiété que lui inspirait l</w:t>
      </w:r>
      <w:r w:rsidR="001C0413">
        <w:t>’</w:t>
      </w:r>
      <w:r w:rsidRPr="005D5566">
        <w:t>avenir</w:t>
      </w:r>
      <w:r w:rsidR="001C0413">
        <w:t xml:space="preserve"> : </w:t>
      </w:r>
      <w:r w:rsidRPr="005D5566">
        <w:t>c</w:t>
      </w:r>
      <w:r w:rsidR="001C0413">
        <w:t>’</w:t>
      </w:r>
      <w:r w:rsidRPr="005D5566">
        <w:t>étaient les travaux mystérieux du jeune homme qui se mêlaient comme un clair ruisseau au torrent boueux de la vie</w:t>
      </w:r>
      <w:r w:rsidR="001C0413">
        <w:t>.</w:t>
      </w:r>
    </w:p>
    <w:p w14:paraId="096ECD25" w14:textId="77777777" w:rsidR="001C0413" w:rsidRDefault="00530790" w:rsidP="001C0413">
      <w:r w:rsidRPr="005D5566">
        <w:t>Un soir</w:t>
      </w:r>
      <w:r w:rsidR="001C0413">
        <w:t xml:space="preserve">, </w:t>
      </w:r>
      <w:r w:rsidRPr="005D5566">
        <w:t>Maria Korsounova frappa à la vitre</w:t>
      </w:r>
      <w:r w:rsidR="001C0413">
        <w:t xml:space="preserve">, </w:t>
      </w:r>
      <w:r w:rsidRPr="005D5566">
        <w:t>et lorsque la mère eut entr</w:t>
      </w:r>
      <w:r w:rsidR="001C0413">
        <w:t>’</w:t>
      </w:r>
      <w:r w:rsidRPr="005D5566">
        <w:t>ouvert le vasistas</w:t>
      </w:r>
      <w:r w:rsidR="001C0413">
        <w:t xml:space="preserve">, </w:t>
      </w:r>
      <w:r w:rsidRPr="005D5566">
        <w:t>la voisine chuchota</w:t>
      </w:r>
      <w:r w:rsidR="001C0413">
        <w:t> :</w:t>
      </w:r>
    </w:p>
    <w:p w14:paraId="4FFA716B" w14:textId="77777777" w:rsidR="001C0413" w:rsidRDefault="001C0413" w:rsidP="001C0413">
      <w:r>
        <w:t>— </w:t>
      </w:r>
      <w:r w:rsidR="00530790" w:rsidRPr="005D5566">
        <w:t xml:space="preserve">Eh </w:t>
      </w:r>
      <w:r w:rsidR="00530790" w:rsidRPr="005D5566">
        <w:rPr>
          <w:bCs/>
        </w:rPr>
        <w:t>bien</w:t>
      </w:r>
      <w:r>
        <w:rPr>
          <w:bCs/>
        </w:rPr>
        <w:t xml:space="preserve">, </w:t>
      </w:r>
      <w:r w:rsidR="00530790" w:rsidRPr="005D5566">
        <w:t>Pélaguée</w:t>
      </w:r>
      <w:r>
        <w:t xml:space="preserve">, </w:t>
      </w:r>
      <w:r w:rsidR="00530790" w:rsidRPr="005D5566">
        <w:t>prépare-toi</w:t>
      </w:r>
      <w:r>
        <w:t xml:space="preserve"> ! </w:t>
      </w:r>
      <w:r w:rsidR="00530790" w:rsidRPr="005D5566">
        <w:t>ils ont fini de rire</w:t>
      </w:r>
      <w:r>
        <w:t xml:space="preserve">, </w:t>
      </w:r>
      <w:r w:rsidR="00530790" w:rsidRPr="005D5566">
        <w:t>tes petits pigeons</w:t>
      </w:r>
      <w:r>
        <w:t xml:space="preserve"> ! </w:t>
      </w:r>
      <w:r w:rsidR="00530790" w:rsidRPr="005D5566">
        <w:t>Cette nuit</w:t>
      </w:r>
      <w:r>
        <w:t xml:space="preserve">, </w:t>
      </w:r>
      <w:r w:rsidR="00530790" w:rsidRPr="005D5566">
        <w:t>on viendra perquisitionner chez toi</w:t>
      </w:r>
      <w:r>
        <w:t xml:space="preserve">, </w:t>
      </w:r>
      <w:r w:rsidR="00530790" w:rsidRPr="005D5566">
        <w:t>chez Mazine</w:t>
      </w:r>
      <w:r>
        <w:t xml:space="preserve">, </w:t>
      </w:r>
      <w:r w:rsidR="00530790" w:rsidRPr="005D5566">
        <w:t>et chez Vessoftchikov</w:t>
      </w:r>
      <w:r>
        <w:t>…</w:t>
      </w:r>
    </w:p>
    <w:p w14:paraId="41444821" w14:textId="77777777" w:rsidR="001C0413" w:rsidRDefault="00530790" w:rsidP="001C0413">
      <w:r w:rsidRPr="005D5566">
        <w:t>La mère n</w:t>
      </w:r>
      <w:r w:rsidR="001C0413">
        <w:t>’</w:t>
      </w:r>
      <w:r w:rsidRPr="005D5566">
        <w:t>entendit que les premières paroles</w:t>
      </w:r>
      <w:r w:rsidR="001C0413">
        <w:t xml:space="preserve">, </w:t>
      </w:r>
      <w:r w:rsidRPr="005D5566">
        <w:t>les dernières se fondirent en une rumeur sourde et menaçante</w:t>
      </w:r>
      <w:r w:rsidR="001C0413">
        <w:t>.</w:t>
      </w:r>
    </w:p>
    <w:p w14:paraId="75AF107E" w14:textId="77777777" w:rsidR="001C0413" w:rsidRDefault="00530790" w:rsidP="001C0413">
      <w:r w:rsidRPr="005D5566">
        <w:t>Les lèvres épaisses de Maria claquaient avec rapidité</w:t>
      </w:r>
      <w:r w:rsidR="001C0413">
        <w:t xml:space="preserve">, </w:t>
      </w:r>
      <w:r w:rsidRPr="005D5566">
        <w:t>son nez charnu reniflait</w:t>
      </w:r>
      <w:r w:rsidR="001C0413">
        <w:t xml:space="preserve">, </w:t>
      </w:r>
      <w:r w:rsidRPr="005D5566">
        <w:t>ses yeux clignaient et louchaient de côté et d</w:t>
      </w:r>
      <w:r w:rsidR="001C0413">
        <w:t>’</w:t>
      </w:r>
      <w:r w:rsidRPr="005D5566">
        <w:t>autre</w:t>
      </w:r>
      <w:r w:rsidR="001C0413">
        <w:t xml:space="preserve">, </w:t>
      </w:r>
      <w:r w:rsidRPr="005D5566">
        <w:t>comme si elle cherchait quelqu</w:t>
      </w:r>
      <w:r w:rsidR="001C0413">
        <w:t>’</w:t>
      </w:r>
      <w:r w:rsidRPr="005D5566">
        <w:t>un dans la rue</w:t>
      </w:r>
      <w:r w:rsidR="001C0413">
        <w:t>.</w:t>
      </w:r>
    </w:p>
    <w:p w14:paraId="469E937F" w14:textId="77777777" w:rsidR="001C0413" w:rsidRDefault="001C0413" w:rsidP="001C0413">
      <w:r>
        <w:t>— </w:t>
      </w:r>
      <w:r w:rsidR="00530790" w:rsidRPr="005D5566">
        <w:t>Et moi je ne sais rien</w:t>
      </w:r>
      <w:r>
        <w:t xml:space="preserve">, </w:t>
      </w:r>
      <w:r w:rsidR="00530790" w:rsidRPr="005D5566">
        <w:t>et je ne t</w:t>
      </w:r>
      <w:r>
        <w:t>’</w:t>
      </w:r>
      <w:r w:rsidR="00530790" w:rsidRPr="005D5566">
        <w:t>ai rien dit</w:t>
      </w:r>
      <w:r>
        <w:t xml:space="preserve">, </w:t>
      </w:r>
      <w:r w:rsidR="00530790" w:rsidRPr="005D5566">
        <w:t>ma bonne</w:t>
      </w:r>
      <w:r>
        <w:t xml:space="preserve">, </w:t>
      </w:r>
      <w:r w:rsidR="00530790" w:rsidRPr="005D5566">
        <w:t>je ne t</w:t>
      </w:r>
      <w:r>
        <w:t>’</w:t>
      </w:r>
      <w:r w:rsidR="00530790" w:rsidRPr="005D5566">
        <w:t>ai même pas vue aujourd</w:t>
      </w:r>
      <w:r>
        <w:t>’</w:t>
      </w:r>
      <w:r w:rsidR="00530790" w:rsidRPr="005D5566">
        <w:t>hui</w:t>
      </w:r>
      <w:r>
        <w:t xml:space="preserve">, </w:t>
      </w:r>
      <w:r w:rsidR="00530790" w:rsidRPr="005D5566">
        <w:t>tu comprends</w:t>
      </w:r>
      <w:r>
        <w:t> ?</w:t>
      </w:r>
    </w:p>
    <w:p w14:paraId="65CD729E" w14:textId="77777777" w:rsidR="001C0413" w:rsidRDefault="00530790" w:rsidP="001C0413">
      <w:r w:rsidRPr="005D5566">
        <w:t>Elle disparut</w:t>
      </w:r>
      <w:r w:rsidR="001C0413">
        <w:t>.</w:t>
      </w:r>
    </w:p>
    <w:p w14:paraId="0DDD5753" w14:textId="77777777" w:rsidR="001C0413" w:rsidRDefault="00530790" w:rsidP="001C0413">
      <w:r w:rsidRPr="005D5566">
        <w:t>Pélaguée ferma la fenêtre et se laissa tomber sur une chaise</w:t>
      </w:r>
      <w:r w:rsidR="001C0413">
        <w:t xml:space="preserve">, </w:t>
      </w:r>
      <w:r w:rsidRPr="005D5566">
        <w:t>la tête vide</w:t>
      </w:r>
      <w:r w:rsidR="001C0413">
        <w:t xml:space="preserve">, </w:t>
      </w:r>
      <w:r w:rsidRPr="005D5566">
        <w:t>sans forces</w:t>
      </w:r>
      <w:r w:rsidR="001C0413">
        <w:t xml:space="preserve">. </w:t>
      </w:r>
      <w:r w:rsidRPr="005D5566">
        <w:t>Mais la conscience du danger qui menaçait son fils</w:t>
      </w:r>
      <w:r w:rsidR="001C0413">
        <w:t xml:space="preserve">, </w:t>
      </w:r>
      <w:r w:rsidRPr="005D5566">
        <w:t>la fit se lever soudain</w:t>
      </w:r>
      <w:r w:rsidR="001C0413">
        <w:t xml:space="preserve"> ; </w:t>
      </w:r>
      <w:r w:rsidRPr="005D5566">
        <w:t>elle s</w:t>
      </w:r>
      <w:r w:rsidR="001C0413">
        <w:t>’</w:t>
      </w:r>
      <w:r w:rsidRPr="005D5566">
        <w:t>habilla à la hâte</w:t>
      </w:r>
      <w:r w:rsidR="001C0413">
        <w:t xml:space="preserve"> ; </w:t>
      </w:r>
      <w:r w:rsidRPr="005D5566">
        <w:t>s</w:t>
      </w:r>
      <w:r w:rsidR="001C0413">
        <w:t>’</w:t>
      </w:r>
      <w:r w:rsidRPr="005D5566">
        <w:t>enveloppa la tête d</w:t>
      </w:r>
      <w:r w:rsidR="001C0413">
        <w:t>’</w:t>
      </w:r>
      <w:r w:rsidRPr="005D5566">
        <w:t>un châle et courut chez Fédia Mazine</w:t>
      </w:r>
      <w:r w:rsidR="001C0413">
        <w:t xml:space="preserve">, </w:t>
      </w:r>
      <w:r w:rsidRPr="005D5566">
        <w:t>qui était malade et gardait la chambre</w:t>
      </w:r>
      <w:r w:rsidR="001C0413">
        <w:t xml:space="preserve">. </w:t>
      </w:r>
      <w:r w:rsidRPr="005D5566">
        <w:t>Quand elle entra</w:t>
      </w:r>
      <w:r w:rsidR="001C0413">
        <w:t xml:space="preserve">, </w:t>
      </w:r>
      <w:r w:rsidRPr="005D5566">
        <w:t xml:space="preserve">il était assis près de la fenêtre et lisait en berçant de sa main gauche la main droite dont le pouce se tenait écarté des autres </w:t>
      </w:r>
      <w:r w:rsidRPr="005D5566">
        <w:lastRenderedPageBreak/>
        <w:t>doigts</w:t>
      </w:r>
      <w:r w:rsidR="001C0413">
        <w:t xml:space="preserve">. </w:t>
      </w:r>
      <w:r w:rsidRPr="005D5566">
        <w:t>À l</w:t>
      </w:r>
      <w:r w:rsidR="001C0413">
        <w:t>’</w:t>
      </w:r>
      <w:r w:rsidRPr="005D5566">
        <w:t>ouïe de la mauvaise nouvelle</w:t>
      </w:r>
      <w:r w:rsidR="001C0413">
        <w:t xml:space="preserve">, </w:t>
      </w:r>
      <w:r w:rsidRPr="005D5566">
        <w:t>il se leva vivement</w:t>
      </w:r>
      <w:r w:rsidR="001C0413">
        <w:t xml:space="preserve">, </w:t>
      </w:r>
      <w:r w:rsidRPr="005D5566">
        <w:t>son visage devint blême</w:t>
      </w:r>
      <w:r w:rsidR="001C0413">
        <w:t>.</w:t>
      </w:r>
    </w:p>
    <w:p w14:paraId="65F27BD6" w14:textId="77777777" w:rsidR="001C0413" w:rsidRDefault="001C0413" w:rsidP="001C0413">
      <w:r>
        <w:t>— </w:t>
      </w:r>
      <w:r w:rsidR="00530790" w:rsidRPr="005D5566">
        <w:t>Quelle histoire</w:t>
      </w:r>
      <w:r>
        <w:t xml:space="preserve"> !… </w:t>
      </w:r>
      <w:r w:rsidR="00530790" w:rsidRPr="005D5566">
        <w:t>et moi qui ai un abcès au doigt</w:t>
      </w:r>
      <w:r>
        <w:t xml:space="preserve"> ! </w:t>
      </w:r>
      <w:r w:rsidR="00530790" w:rsidRPr="005D5566">
        <w:t>grogna-t-il</w:t>
      </w:r>
      <w:r>
        <w:t>.</w:t>
      </w:r>
    </w:p>
    <w:p w14:paraId="7D343905" w14:textId="77777777" w:rsidR="001C0413" w:rsidRDefault="001C0413" w:rsidP="001C0413">
      <w:r>
        <w:t>— </w:t>
      </w:r>
      <w:r w:rsidR="00530790" w:rsidRPr="005D5566">
        <w:t>Que faut-il faire</w:t>
      </w:r>
      <w:r>
        <w:t xml:space="preserve"> ? </w:t>
      </w:r>
      <w:r w:rsidR="00530790" w:rsidRPr="005D5566">
        <w:t>demanda la mère en essuyant d</w:t>
      </w:r>
      <w:r>
        <w:t>’</w:t>
      </w:r>
      <w:r w:rsidR="00530790" w:rsidRPr="005D5566">
        <w:t>une main tremblante la sueur de son visage</w:t>
      </w:r>
      <w:r>
        <w:t>.</w:t>
      </w:r>
    </w:p>
    <w:p w14:paraId="594F38D8" w14:textId="77777777" w:rsidR="001C0413" w:rsidRDefault="001C0413" w:rsidP="001C0413">
      <w:r>
        <w:t>— </w:t>
      </w:r>
      <w:r w:rsidR="00530790" w:rsidRPr="005D5566">
        <w:t>Attendez</w:t>
      </w:r>
      <w:r>
        <w:t xml:space="preserve">… </w:t>
      </w:r>
      <w:r w:rsidR="00530790" w:rsidRPr="005D5566">
        <w:t>n</w:t>
      </w:r>
      <w:r>
        <w:t>’</w:t>
      </w:r>
      <w:r w:rsidR="00530790" w:rsidRPr="005D5566">
        <w:t>ayez pas peur</w:t>
      </w:r>
      <w:r>
        <w:t xml:space="preserve"> ! </w:t>
      </w:r>
      <w:r w:rsidR="00530790" w:rsidRPr="005D5566">
        <w:t>répliqua Fédia</w:t>
      </w:r>
      <w:r>
        <w:t xml:space="preserve">, </w:t>
      </w:r>
      <w:r w:rsidR="00530790" w:rsidRPr="005D5566">
        <w:t>en caressant ses cheveux bouclés de sa main valide</w:t>
      </w:r>
      <w:r>
        <w:t>.</w:t>
      </w:r>
    </w:p>
    <w:p w14:paraId="14301A93" w14:textId="77777777" w:rsidR="001C0413" w:rsidRDefault="001C0413" w:rsidP="001C0413">
      <w:r>
        <w:t>— </w:t>
      </w:r>
      <w:r w:rsidR="00530790" w:rsidRPr="005D5566">
        <w:t>Mais vous avez peur vous-même</w:t>
      </w:r>
      <w:r>
        <w:t xml:space="preserve"> ! </w:t>
      </w:r>
      <w:r w:rsidR="00530790" w:rsidRPr="005D5566">
        <w:t>s</w:t>
      </w:r>
      <w:r>
        <w:t>’</w:t>
      </w:r>
      <w:r w:rsidR="00530790" w:rsidRPr="005D5566">
        <w:t>écria-t-elle</w:t>
      </w:r>
      <w:r>
        <w:t>.</w:t>
      </w:r>
    </w:p>
    <w:p w14:paraId="604D71B2" w14:textId="77777777" w:rsidR="001C0413" w:rsidRDefault="001C0413" w:rsidP="001C0413">
      <w:pPr>
        <w:rPr>
          <w:bCs/>
        </w:rPr>
      </w:pPr>
      <w:r>
        <w:t>— </w:t>
      </w:r>
      <w:r w:rsidR="00530790" w:rsidRPr="005D5566">
        <w:rPr>
          <w:bCs/>
        </w:rPr>
        <w:t>Moi</w:t>
      </w:r>
      <w:r>
        <w:rPr>
          <w:bCs/>
        </w:rPr>
        <w:t> ?</w:t>
      </w:r>
    </w:p>
    <w:p w14:paraId="6FB720BB" w14:textId="77777777" w:rsidR="001C0413" w:rsidRDefault="00530790" w:rsidP="001C0413">
      <w:r w:rsidRPr="005D5566">
        <w:t>Les joues du jeune homme rougirent brusquement</w:t>
      </w:r>
      <w:r w:rsidR="001C0413">
        <w:t xml:space="preserve">, </w:t>
      </w:r>
      <w:r w:rsidRPr="005D5566">
        <w:t>et il dit en souriant avec embarras</w:t>
      </w:r>
      <w:r w:rsidR="001C0413">
        <w:t> :</w:t>
      </w:r>
    </w:p>
    <w:p w14:paraId="558DE931" w14:textId="77777777" w:rsidR="001C0413" w:rsidRDefault="001C0413" w:rsidP="001C0413">
      <w:r>
        <w:t>— </w:t>
      </w:r>
      <w:r w:rsidR="00530790" w:rsidRPr="005D5566">
        <w:t>Oui</w:t>
      </w:r>
      <w:r>
        <w:t xml:space="preserve">, </w:t>
      </w:r>
      <w:r w:rsidR="00530790" w:rsidRPr="005D5566">
        <w:t>c</w:t>
      </w:r>
      <w:r>
        <w:t>’</w:t>
      </w:r>
      <w:r w:rsidR="00530790" w:rsidRPr="005D5566">
        <w:t>est vrai</w:t>
      </w:r>
      <w:r>
        <w:t xml:space="preserve">, </w:t>
      </w:r>
      <w:r w:rsidR="00530790" w:rsidRPr="005D5566">
        <w:t>de par le diable</w:t>
      </w:r>
      <w:r>
        <w:t xml:space="preserve"> !… </w:t>
      </w:r>
      <w:r w:rsidR="00530790" w:rsidRPr="005D5566">
        <w:t>Il faut prévenir Pavel</w:t>
      </w:r>
      <w:r>
        <w:t xml:space="preserve">… </w:t>
      </w:r>
      <w:r w:rsidR="00530790" w:rsidRPr="005D5566">
        <w:t>Je vais lui envoyer quelqu</w:t>
      </w:r>
      <w:r>
        <w:t>’</w:t>
      </w:r>
      <w:r w:rsidR="00530790" w:rsidRPr="005D5566">
        <w:t>un</w:t>
      </w:r>
      <w:r>
        <w:t xml:space="preserve">… </w:t>
      </w:r>
      <w:r w:rsidR="00530790" w:rsidRPr="005D5566">
        <w:t>Rentrez chez vous</w:t>
      </w:r>
      <w:r>
        <w:t xml:space="preserve">… </w:t>
      </w:r>
      <w:r w:rsidR="00530790" w:rsidRPr="005D5566">
        <w:t>ce ne sera rien</w:t>
      </w:r>
      <w:r>
        <w:t xml:space="preserve">… </w:t>
      </w:r>
      <w:r w:rsidR="00530790" w:rsidRPr="005D5566">
        <w:t>On ne nous battra pas</w:t>
      </w:r>
      <w:r>
        <w:t xml:space="preserve">, </w:t>
      </w:r>
      <w:r w:rsidR="00530790" w:rsidRPr="005D5566">
        <w:t>voyons</w:t>
      </w:r>
      <w:r>
        <w:t> !</w:t>
      </w:r>
    </w:p>
    <w:p w14:paraId="3C541F2B" w14:textId="77777777" w:rsidR="001C0413" w:rsidRDefault="00530790" w:rsidP="001C0413">
      <w:r w:rsidRPr="005D5566">
        <w:t>Sitôt chez elle</w:t>
      </w:r>
      <w:r w:rsidR="001C0413">
        <w:t xml:space="preserve">, </w:t>
      </w:r>
      <w:r w:rsidRPr="005D5566">
        <w:t>Pélaguée fit un tas de tous les livres</w:t>
      </w:r>
      <w:r w:rsidR="001C0413">
        <w:t xml:space="preserve">, </w:t>
      </w:r>
      <w:r w:rsidRPr="005D5566">
        <w:t>les prit sur ses bras et les transporta dans toute la maison</w:t>
      </w:r>
      <w:r w:rsidR="001C0413">
        <w:t xml:space="preserve">, </w:t>
      </w:r>
      <w:r w:rsidRPr="005D5566">
        <w:t>cherchant un coin pour les cacher</w:t>
      </w:r>
      <w:r w:rsidR="001C0413">
        <w:t xml:space="preserve"> ; </w:t>
      </w:r>
      <w:r w:rsidRPr="005D5566">
        <w:t>elle regarda sous le poêle</w:t>
      </w:r>
      <w:r w:rsidR="001C0413">
        <w:t xml:space="preserve">, </w:t>
      </w:r>
      <w:r w:rsidRPr="005D5566">
        <w:t>dans le fourneau</w:t>
      </w:r>
      <w:r w:rsidR="001C0413">
        <w:t xml:space="preserve">, </w:t>
      </w:r>
      <w:r w:rsidRPr="005D5566">
        <w:t>dans le tuyau du samovar et même dans le tonneau plein d</w:t>
      </w:r>
      <w:r w:rsidR="001C0413">
        <w:t>’</w:t>
      </w:r>
      <w:r w:rsidRPr="005D5566">
        <w:t>eau</w:t>
      </w:r>
      <w:r w:rsidR="001C0413">
        <w:t xml:space="preserve">. </w:t>
      </w:r>
      <w:r w:rsidRPr="005D5566">
        <w:t>Elle pensait que Pavel abandonnerait son travail et rentrerait immédiatement</w:t>
      </w:r>
      <w:r w:rsidR="001C0413">
        <w:t xml:space="preserve"> ; </w:t>
      </w:r>
      <w:r w:rsidRPr="005D5566">
        <w:t>pourtant</w:t>
      </w:r>
      <w:r w:rsidR="001C0413">
        <w:t xml:space="preserve">, </w:t>
      </w:r>
      <w:r w:rsidRPr="005D5566">
        <w:t>il ne venait pas</w:t>
      </w:r>
      <w:r w:rsidR="001C0413">
        <w:t xml:space="preserve">. </w:t>
      </w:r>
      <w:r w:rsidRPr="005D5566">
        <w:t>À la fin</w:t>
      </w:r>
      <w:r w:rsidR="001C0413">
        <w:t xml:space="preserve">, </w:t>
      </w:r>
      <w:r w:rsidRPr="005D5566">
        <w:t>vaincue par la fatigue</w:t>
      </w:r>
      <w:r w:rsidR="001C0413">
        <w:t xml:space="preserve">, </w:t>
      </w:r>
      <w:r w:rsidRPr="005D5566">
        <w:t>elle s</w:t>
      </w:r>
      <w:r w:rsidR="001C0413">
        <w:t>’</w:t>
      </w:r>
      <w:r w:rsidRPr="005D5566">
        <w:t>assit sur un banc à la cuisine</w:t>
      </w:r>
      <w:r w:rsidR="001C0413">
        <w:t xml:space="preserve">, </w:t>
      </w:r>
      <w:r w:rsidRPr="005D5566">
        <w:t>arrangea les livres sous ses jupes et resta là</w:t>
      </w:r>
      <w:r w:rsidR="001C0413">
        <w:t xml:space="preserve">, </w:t>
      </w:r>
      <w:r w:rsidRPr="005D5566">
        <w:t>sans bouger</w:t>
      </w:r>
      <w:r w:rsidR="001C0413">
        <w:t xml:space="preserve">, </w:t>
      </w:r>
      <w:r w:rsidRPr="005D5566">
        <w:t>jusqu</w:t>
      </w:r>
      <w:r w:rsidR="001C0413">
        <w:t>’</w:t>
      </w:r>
      <w:r w:rsidRPr="005D5566">
        <w:t>au retour de son fils et du Petit-Russien</w:t>
      </w:r>
      <w:r w:rsidR="001C0413">
        <w:t>.</w:t>
      </w:r>
    </w:p>
    <w:p w14:paraId="684BF55F" w14:textId="77777777" w:rsidR="001C0413" w:rsidRDefault="001C0413" w:rsidP="001C0413">
      <w:r>
        <w:t>— </w:t>
      </w:r>
      <w:r w:rsidR="00530790" w:rsidRPr="005D5566">
        <w:t>Vous savez</w:t>
      </w:r>
      <w:r>
        <w:t xml:space="preserve"> ? </w:t>
      </w:r>
      <w:r w:rsidR="00530790" w:rsidRPr="005D5566">
        <w:t>s</w:t>
      </w:r>
      <w:r>
        <w:t>’</w:t>
      </w:r>
      <w:r w:rsidR="00530790" w:rsidRPr="005D5566">
        <w:t>écria-t-elle sans se lever</w:t>
      </w:r>
      <w:r>
        <w:t>.</w:t>
      </w:r>
    </w:p>
    <w:p w14:paraId="41991CBC" w14:textId="77777777" w:rsidR="001C0413" w:rsidRDefault="001C0413" w:rsidP="001C0413">
      <w:r>
        <w:t>— </w:t>
      </w:r>
      <w:r w:rsidR="00530790" w:rsidRPr="005D5566">
        <w:t>Nous savons</w:t>
      </w:r>
      <w:r>
        <w:t xml:space="preserve"> ! </w:t>
      </w:r>
      <w:r w:rsidR="00530790" w:rsidRPr="005D5566">
        <w:t>répondit Pavel avec un tranquille sourire</w:t>
      </w:r>
      <w:r>
        <w:t xml:space="preserve">. </w:t>
      </w:r>
      <w:r w:rsidR="00530790" w:rsidRPr="005D5566">
        <w:t>Tu as peur</w:t>
      </w:r>
      <w:r>
        <w:t> ?</w:t>
      </w:r>
    </w:p>
    <w:p w14:paraId="7C47D6D6" w14:textId="77777777" w:rsidR="001C0413" w:rsidRDefault="001C0413" w:rsidP="001C0413">
      <w:r>
        <w:lastRenderedPageBreak/>
        <w:t>— </w:t>
      </w:r>
      <w:r w:rsidR="00530790" w:rsidRPr="005D5566">
        <w:t>Il ne faut pas avoir peur</w:t>
      </w:r>
      <w:r>
        <w:t xml:space="preserve"> ! </w:t>
      </w:r>
      <w:r w:rsidR="00530790" w:rsidRPr="005D5566">
        <w:t>dit André</w:t>
      </w:r>
      <w:r>
        <w:t xml:space="preserve">. </w:t>
      </w:r>
      <w:r w:rsidR="00530790" w:rsidRPr="005D5566">
        <w:t>Cela ne sert à rien</w:t>
      </w:r>
      <w:r>
        <w:t>.</w:t>
      </w:r>
    </w:p>
    <w:p w14:paraId="704DA1BF" w14:textId="77777777" w:rsidR="001C0413" w:rsidRDefault="001C0413" w:rsidP="001C0413">
      <w:r>
        <w:t>— </w:t>
      </w:r>
      <w:r w:rsidR="00530790" w:rsidRPr="005D5566">
        <w:t>Tu n</w:t>
      </w:r>
      <w:r>
        <w:t>’</w:t>
      </w:r>
      <w:r w:rsidR="00530790" w:rsidRPr="005D5566">
        <w:t>as même pas préparé le samovar</w:t>
      </w:r>
      <w:r>
        <w:t xml:space="preserve"> : </w:t>
      </w:r>
      <w:r w:rsidR="00530790" w:rsidRPr="005D5566">
        <w:t>s</w:t>
      </w:r>
      <w:r>
        <w:t>’</w:t>
      </w:r>
      <w:r w:rsidR="00530790" w:rsidRPr="005D5566">
        <w:t>écria Pavel</w:t>
      </w:r>
      <w:r>
        <w:t>.</w:t>
      </w:r>
    </w:p>
    <w:p w14:paraId="42BDDDD4" w14:textId="77777777" w:rsidR="001C0413" w:rsidRDefault="00530790" w:rsidP="001C0413">
      <w:r w:rsidRPr="005D5566">
        <w:t>La mère se leva et</w:t>
      </w:r>
      <w:r w:rsidR="001C0413">
        <w:t xml:space="preserve">, </w:t>
      </w:r>
      <w:r w:rsidRPr="005D5566">
        <w:t>montrant les livres</w:t>
      </w:r>
      <w:r w:rsidR="001C0413">
        <w:t xml:space="preserve">, </w:t>
      </w:r>
      <w:r w:rsidRPr="005D5566">
        <w:t>elle expliqua avec embarras</w:t>
      </w:r>
      <w:r w:rsidR="001C0413">
        <w:t> :</w:t>
      </w:r>
    </w:p>
    <w:p w14:paraId="0D5AED88" w14:textId="77777777" w:rsidR="001C0413" w:rsidRDefault="001C0413" w:rsidP="001C0413">
      <w:r>
        <w:t>— </w:t>
      </w:r>
      <w:r w:rsidR="00530790" w:rsidRPr="005D5566">
        <w:t>C</w:t>
      </w:r>
      <w:r>
        <w:t>’</w:t>
      </w:r>
      <w:r w:rsidR="00530790" w:rsidRPr="005D5566">
        <w:t>est à cause d</w:t>
      </w:r>
      <w:r>
        <w:t>’</w:t>
      </w:r>
      <w:r w:rsidR="00530790" w:rsidRPr="005D5566">
        <w:t>eux</w:t>
      </w:r>
      <w:r>
        <w:t>…</w:t>
      </w:r>
    </w:p>
    <w:p w14:paraId="4F7109CF" w14:textId="77777777" w:rsidR="001C0413" w:rsidRDefault="00530790" w:rsidP="001C0413">
      <w:r w:rsidRPr="005D5566">
        <w:t>Le Petit-Russien et Pavel éclatèrent de rire</w:t>
      </w:r>
      <w:r w:rsidR="001C0413">
        <w:t xml:space="preserve">, </w:t>
      </w:r>
      <w:r w:rsidRPr="005D5566">
        <w:t>ce qui soulagea Pélaguée</w:t>
      </w:r>
      <w:r w:rsidR="001C0413">
        <w:t xml:space="preserve">. </w:t>
      </w:r>
      <w:r w:rsidRPr="005D5566">
        <w:t>Puis son fils prit quelques-uns des volumes et sortit pour les cacher dans la cour</w:t>
      </w:r>
      <w:r w:rsidR="001C0413">
        <w:t xml:space="preserve"> ; </w:t>
      </w:r>
      <w:r w:rsidRPr="005D5566">
        <w:t>André se mit en devoir d</w:t>
      </w:r>
      <w:r w:rsidR="001C0413">
        <w:t>’</w:t>
      </w:r>
      <w:r w:rsidRPr="005D5566">
        <w:t>allumer le samovar et dit</w:t>
      </w:r>
      <w:r w:rsidR="001C0413">
        <w:t> :</w:t>
      </w:r>
    </w:p>
    <w:p w14:paraId="06A2EF23" w14:textId="77777777" w:rsidR="001C0413" w:rsidRDefault="001C0413" w:rsidP="001C0413">
      <w:r>
        <w:t>— </w:t>
      </w:r>
      <w:r w:rsidR="00530790" w:rsidRPr="005D5566">
        <w:t>Il n</w:t>
      </w:r>
      <w:r>
        <w:t>’</w:t>
      </w:r>
      <w:r w:rsidR="00530790" w:rsidRPr="005D5566">
        <w:t>y a rien de terrible à cela</w:t>
      </w:r>
      <w:r>
        <w:t xml:space="preserve"> ; </w:t>
      </w:r>
      <w:r w:rsidR="00530790" w:rsidRPr="005D5566">
        <w:t>seulement</w:t>
      </w:r>
      <w:r>
        <w:t xml:space="preserve">, </w:t>
      </w:r>
      <w:r w:rsidR="00530790" w:rsidRPr="005D5566">
        <w:t>on est honteux de penser que les gens s</w:t>
      </w:r>
      <w:r>
        <w:t>’</w:t>
      </w:r>
      <w:r w:rsidR="00530790" w:rsidRPr="005D5566">
        <w:t>occupent de bêtises pareilles</w:t>
      </w:r>
      <w:r>
        <w:t xml:space="preserve">. </w:t>
      </w:r>
      <w:r w:rsidR="00530790" w:rsidRPr="005D5566">
        <w:t>Il viendra des hommes gris</w:t>
      </w:r>
      <w:r>
        <w:rPr>
          <w:i/>
          <w:iCs/>
        </w:rPr>
        <w:t xml:space="preserve">, </w:t>
      </w:r>
      <w:r w:rsidR="00530790" w:rsidRPr="005D5566">
        <w:t>avec un sabre au côté</w:t>
      </w:r>
      <w:r>
        <w:t xml:space="preserve">, </w:t>
      </w:r>
      <w:r w:rsidR="00530790" w:rsidRPr="005D5566">
        <w:t>des éperons aux talons</w:t>
      </w:r>
      <w:r>
        <w:t xml:space="preserve">, </w:t>
      </w:r>
      <w:r w:rsidR="00530790" w:rsidRPr="005D5566">
        <w:t>et ils fouilleront partout</w:t>
      </w:r>
      <w:r>
        <w:t xml:space="preserve">. </w:t>
      </w:r>
      <w:r w:rsidR="00530790" w:rsidRPr="005D5566">
        <w:t>Ils regardent sous les lits et sous le poêle</w:t>
      </w:r>
      <w:r>
        <w:t xml:space="preserve"> ; </w:t>
      </w:r>
      <w:r w:rsidR="00530790" w:rsidRPr="005D5566">
        <w:t>s</w:t>
      </w:r>
      <w:r>
        <w:t>’</w:t>
      </w:r>
      <w:r w:rsidR="00530790" w:rsidRPr="005D5566">
        <w:t>il y a une cave</w:t>
      </w:r>
      <w:r>
        <w:t xml:space="preserve">, </w:t>
      </w:r>
      <w:r w:rsidR="00530790" w:rsidRPr="005D5566">
        <w:t>ils y descendent</w:t>
      </w:r>
      <w:r>
        <w:t xml:space="preserve"> ; </w:t>
      </w:r>
      <w:r w:rsidR="00530790" w:rsidRPr="005D5566">
        <w:t>s</w:t>
      </w:r>
      <w:r>
        <w:t>’</w:t>
      </w:r>
      <w:r w:rsidR="00530790" w:rsidRPr="005D5566">
        <w:t>il y a un grenier</w:t>
      </w:r>
      <w:r>
        <w:t xml:space="preserve">, </w:t>
      </w:r>
      <w:r w:rsidR="00530790" w:rsidRPr="005D5566">
        <w:t>ils y montent</w:t>
      </w:r>
      <w:r>
        <w:t xml:space="preserve">. </w:t>
      </w:r>
      <w:r w:rsidR="00530790" w:rsidRPr="005D5566">
        <w:t>Les toiles d</w:t>
      </w:r>
      <w:r>
        <w:t>’</w:t>
      </w:r>
      <w:r w:rsidR="00530790" w:rsidRPr="005D5566">
        <w:t>araignée leur tombent sur le museau et ils ruent</w:t>
      </w:r>
      <w:r>
        <w:t xml:space="preserve">. </w:t>
      </w:r>
      <w:r w:rsidR="00530790" w:rsidRPr="005D5566">
        <w:t>Ils s</w:t>
      </w:r>
      <w:r>
        <w:t>’</w:t>
      </w:r>
      <w:r w:rsidR="00530790" w:rsidRPr="005D5566">
        <w:t>ennuient</w:t>
      </w:r>
      <w:r>
        <w:t xml:space="preserve">, </w:t>
      </w:r>
      <w:r w:rsidR="00530790" w:rsidRPr="005D5566">
        <w:t>ils ont honte</w:t>
      </w:r>
      <w:r>
        <w:t xml:space="preserve">, </w:t>
      </w:r>
      <w:r w:rsidR="00530790" w:rsidRPr="005D5566">
        <w:t>c</w:t>
      </w:r>
      <w:r>
        <w:t>’</w:t>
      </w:r>
      <w:r w:rsidR="00530790" w:rsidRPr="005D5566">
        <w:t>est pourquoi ils font semblant d</w:t>
      </w:r>
      <w:r>
        <w:t>’</w:t>
      </w:r>
      <w:r w:rsidR="00530790" w:rsidRPr="005D5566">
        <w:t xml:space="preserve">être </w:t>
      </w:r>
      <w:r w:rsidR="00530790" w:rsidRPr="005D5566">
        <w:rPr>
          <w:bCs/>
        </w:rPr>
        <w:t xml:space="preserve">très </w:t>
      </w:r>
      <w:r w:rsidR="00530790" w:rsidRPr="005D5566">
        <w:t>méchants et se montrent très irrités contre les gens</w:t>
      </w:r>
      <w:r>
        <w:t xml:space="preserve">. </w:t>
      </w:r>
      <w:r w:rsidR="00530790" w:rsidRPr="005D5566">
        <w:t>Leur besogne est malpropre et ils le savent</w:t>
      </w:r>
      <w:r>
        <w:t xml:space="preserve">. </w:t>
      </w:r>
      <w:r w:rsidR="00530790" w:rsidRPr="005D5566">
        <w:t>Une fois</w:t>
      </w:r>
      <w:r>
        <w:t xml:space="preserve">, </w:t>
      </w:r>
      <w:r w:rsidR="00530790" w:rsidRPr="005D5566">
        <w:t>ils sont venus perquisitionner chez moi</w:t>
      </w:r>
      <w:r>
        <w:t xml:space="preserve">, </w:t>
      </w:r>
      <w:r w:rsidR="00530790" w:rsidRPr="005D5566">
        <w:t>n</w:t>
      </w:r>
      <w:r>
        <w:t>’</w:t>
      </w:r>
      <w:r w:rsidR="00530790" w:rsidRPr="005D5566">
        <w:t xml:space="preserve">ont </w:t>
      </w:r>
      <w:r w:rsidR="00530790" w:rsidRPr="005D5566">
        <w:rPr>
          <w:bCs/>
        </w:rPr>
        <w:t xml:space="preserve">rien </w:t>
      </w:r>
      <w:r w:rsidR="00530790" w:rsidRPr="005D5566">
        <w:t>trouvé et sont repartis</w:t>
      </w:r>
      <w:r>
        <w:t xml:space="preserve">… </w:t>
      </w:r>
      <w:r w:rsidR="00530790" w:rsidRPr="005D5566">
        <w:t>une autre fois</w:t>
      </w:r>
      <w:r>
        <w:t xml:space="preserve">, </w:t>
      </w:r>
      <w:r w:rsidR="00530790" w:rsidRPr="005D5566">
        <w:t>ils m</w:t>
      </w:r>
      <w:r>
        <w:t>’</w:t>
      </w:r>
      <w:r w:rsidR="00530790" w:rsidRPr="005D5566">
        <w:t>ont pris avec eux</w:t>
      </w:r>
      <w:r>
        <w:t xml:space="preserve">. </w:t>
      </w:r>
      <w:r w:rsidR="00530790" w:rsidRPr="005D5566">
        <w:t>Puis</w:t>
      </w:r>
      <w:r>
        <w:t xml:space="preserve">, </w:t>
      </w:r>
      <w:r w:rsidR="00530790" w:rsidRPr="005D5566">
        <w:t>on m</w:t>
      </w:r>
      <w:r>
        <w:t>’</w:t>
      </w:r>
      <w:r w:rsidR="00530790" w:rsidRPr="005D5566">
        <w:t>a mis en prison et j</w:t>
      </w:r>
      <w:r>
        <w:t>’</w:t>
      </w:r>
      <w:r w:rsidR="00530790" w:rsidRPr="005D5566">
        <w:t>y suis resté quatre mois</w:t>
      </w:r>
      <w:r>
        <w:t xml:space="preserve">. </w:t>
      </w:r>
      <w:r w:rsidR="00530790" w:rsidRPr="005D5566">
        <w:t>De temps à autre</w:t>
      </w:r>
      <w:r>
        <w:t xml:space="preserve">, </w:t>
      </w:r>
      <w:r w:rsidR="00530790" w:rsidRPr="005D5566">
        <w:t>on venait me prendre et l</w:t>
      </w:r>
      <w:r>
        <w:t>’</w:t>
      </w:r>
      <w:r w:rsidR="00530790" w:rsidRPr="005D5566">
        <w:t>on me faisait traverser les rues avec une escorte de soldats</w:t>
      </w:r>
      <w:r>
        <w:t xml:space="preserve"> ; </w:t>
      </w:r>
      <w:r w:rsidR="00530790" w:rsidRPr="005D5566">
        <w:t>on me demandait toute sorte de choses</w:t>
      </w:r>
      <w:r>
        <w:t xml:space="preserve">. </w:t>
      </w:r>
      <w:r w:rsidR="00530790" w:rsidRPr="005D5566">
        <w:t>Ce ne sont pas des êtres intelligents</w:t>
      </w:r>
      <w:r>
        <w:t xml:space="preserve">, </w:t>
      </w:r>
      <w:r w:rsidR="00530790" w:rsidRPr="005D5566">
        <w:t>ils ne savent pas parler d</w:t>
      </w:r>
      <w:r>
        <w:t>’</w:t>
      </w:r>
      <w:r w:rsidR="00530790" w:rsidRPr="005D5566">
        <w:t>une manière raisonnable</w:t>
      </w:r>
      <w:r>
        <w:t xml:space="preserve"> ; </w:t>
      </w:r>
      <w:r w:rsidR="00530790" w:rsidRPr="005D5566">
        <w:t xml:space="preserve">ensuite ils ordonnaient aux soldats de </w:t>
      </w:r>
      <w:r w:rsidR="00530790" w:rsidRPr="005D5566">
        <w:rPr>
          <w:bCs/>
        </w:rPr>
        <w:t xml:space="preserve">me </w:t>
      </w:r>
      <w:r w:rsidR="00530790" w:rsidRPr="005D5566">
        <w:t>reconduire en prison</w:t>
      </w:r>
      <w:r>
        <w:t xml:space="preserve">. </w:t>
      </w:r>
      <w:r w:rsidR="00530790" w:rsidRPr="005D5566">
        <w:t>Et c</w:t>
      </w:r>
      <w:r>
        <w:t>’</w:t>
      </w:r>
      <w:r w:rsidR="00530790" w:rsidRPr="005D5566">
        <w:t>est ainsi qu</w:t>
      </w:r>
      <w:r>
        <w:t>’</w:t>
      </w:r>
      <w:r w:rsidR="00530790" w:rsidRPr="005D5566">
        <w:t>ils vous font aller et venir</w:t>
      </w:r>
      <w:r>
        <w:t xml:space="preserve"> : </w:t>
      </w:r>
      <w:r w:rsidR="00530790" w:rsidRPr="005D5566">
        <w:t>il faut bien qu</w:t>
      </w:r>
      <w:r>
        <w:t>’</w:t>
      </w:r>
      <w:r w:rsidR="00530790" w:rsidRPr="005D5566">
        <w:t>ils gagnent leurs appointements Enfin</w:t>
      </w:r>
      <w:r>
        <w:t xml:space="preserve">, </w:t>
      </w:r>
      <w:r w:rsidR="00530790" w:rsidRPr="005D5566">
        <w:t>on m</w:t>
      </w:r>
      <w:r>
        <w:t>’</w:t>
      </w:r>
      <w:r w:rsidR="00530790" w:rsidRPr="005D5566">
        <w:t>a remis en liberté</w:t>
      </w:r>
      <w:r>
        <w:t xml:space="preserve">, </w:t>
      </w:r>
      <w:r w:rsidR="00530790" w:rsidRPr="005D5566">
        <w:t>et voilà tout</w:t>
      </w:r>
      <w:r>
        <w:t> !</w:t>
      </w:r>
    </w:p>
    <w:p w14:paraId="6CC5F062" w14:textId="77777777" w:rsidR="001C0413" w:rsidRDefault="001C0413" w:rsidP="001C0413">
      <w:r>
        <w:lastRenderedPageBreak/>
        <w:t>— </w:t>
      </w:r>
      <w:r w:rsidR="00530790" w:rsidRPr="005D5566">
        <w:t>Quelle manière de parler</w:t>
      </w:r>
      <w:r>
        <w:t xml:space="preserve">, </w:t>
      </w:r>
      <w:r w:rsidR="00530790" w:rsidRPr="005D5566">
        <w:t>mon André</w:t>
      </w:r>
      <w:r>
        <w:t xml:space="preserve"> ! </w:t>
      </w:r>
      <w:r w:rsidR="00530790" w:rsidRPr="005D5566">
        <w:t>s</w:t>
      </w:r>
      <w:r>
        <w:t>’</w:t>
      </w:r>
      <w:r w:rsidR="00530790" w:rsidRPr="005D5566">
        <w:t>écria la mère avec mécontentement</w:t>
      </w:r>
      <w:r>
        <w:t>.</w:t>
      </w:r>
    </w:p>
    <w:p w14:paraId="278ECD73" w14:textId="77777777" w:rsidR="001C0413" w:rsidRDefault="00530790" w:rsidP="001C0413">
      <w:r w:rsidRPr="005D5566">
        <w:t>Agenouillé devant le samovar</w:t>
      </w:r>
      <w:r w:rsidR="001C0413">
        <w:t xml:space="preserve">, </w:t>
      </w:r>
      <w:r w:rsidRPr="005D5566">
        <w:t>le Petit-Russien soufflait de toute sa force dans le tuyau</w:t>
      </w:r>
      <w:r w:rsidR="001C0413">
        <w:t xml:space="preserve"> ; </w:t>
      </w:r>
      <w:r w:rsidRPr="005D5566">
        <w:t>il leva sa figure</w:t>
      </w:r>
      <w:r w:rsidR="001C0413">
        <w:t xml:space="preserve">, </w:t>
      </w:r>
      <w:r w:rsidRPr="005D5566">
        <w:t>rougie par l</w:t>
      </w:r>
      <w:r w:rsidR="001C0413">
        <w:t>’</w:t>
      </w:r>
      <w:r w:rsidRPr="005D5566">
        <w:t>effort</w:t>
      </w:r>
      <w:r w:rsidR="001C0413">
        <w:t xml:space="preserve">, </w:t>
      </w:r>
      <w:r w:rsidRPr="005D5566">
        <w:t>et demanda en effilant sa moustache de ses deux mains</w:t>
      </w:r>
      <w:r w:rsidR="001C0413">
        <w:t> :</w:t>
      </w:r>
    </w:p>
    <w:p w14:paraId="59AB5776" w14:textId="77777777" w:rsidR="001C0413" w:rsidRDefault="001C0413" w:rsidP="001C0413">
      <w:r>
        <w:t>— </w:t>
      </w:r>
      <w:r w:rsidR="00530790" w:rsidRPr="005D5566">
        <w:t>Et comment est-ce que je parle</w:t>
      </w:r>
      <w:r>
        <w:t> ?</w:t>
      </w:r>
    </w:p>
    <w:p w14:paraId="4F667EFA" w14:textId="5FA3693C" w:rsidR="001C0413" w:rsidRDefault="001C0413" w:rsidP="001C0413">
      <w:r>
        <w:t>— </w:t>
      </w:r>
      <w:r w:rsidR="00530790" w:rsidRPr="005D5566">
        <w:t xml:space="preserve">Mais comme si jamais personne ne vous avait </w:t>
      </w:r>
      <w:r w:rsidR="00DF07A2">
        <w:t>offensé</w:t>
      </w:r>
      <w:r>
        <w:t> !</w:t>
      </w:r>
    </w:p>
    <w:p w14:paraId="7795B108" w14:textId="77777777" w:rsidR="001C0413" w:rsidRDefault="00530790" w:rsidP="001C0413">
      <w:r w:rsidRPr="005D5566">
        <w:t>Il se leva</w:t>
      </w:r>
      <w:r w:rsidR="001C0413">
        <w:t xml:space="preserve">, </w:t>
      </w:r>
      <w:r w:rsidRPr="005D5566">
        <w:t>s</w:t>
      </w:r>
      <w:r w:rsidR="001C0413">
        <w:t>’</w:t>
      </w:r>
      <w:r w:rsidRPr="005D5566">
        <w:t>approcha de la mère et</w:t>
      </w:r>
      <w:r w:rsidR="001C0413">
        <w:t xml:space="preserve">, </w:t>
      </w:r>
      <w:r w:rsidRPr="005D5566">
        <w:t xml:space="preserve">ayant secoué </w:t>
      </w:r>
      <w:r w:rsidRPr="005D5566">
        <w:rPr>
          <w:bCs/>
        </w:rPr>
        <w:t xml:space="preserve">la </w:t>
      </w:r>
      <w:r w:rsidRPr="005D5566">
        <w:t>tête</w:t>
      </w:r>
      <w:r w:rsidR="001C0413">
        <w:t xml:space="preserve">, </w:t>
      </w:r>
      <w:r w:rsidRPr="005D5566">
        <w:t>il repartit en souriant</w:t>
      </w:r>
      <w:r w:rsidR="001C0413">
        <w:t> :</w:t>
      </w:r>
    </w:p>
    <w:p w14:paraId="7FA4DF13" w14:textId="77777777" w:rsidR="001C0413" w:rsidRDefault="001C0413" w:rsidP="001C0413">
      <w:r>
        <w:t>— </w:t>
      </w:r>
      <w:r w:rsidR="00530790" w:rsidRPr="005D5566">
        <w:t>Y a-t-il au monde une âme qui ne soit pas offensée</w:t>
      </w:r>
      <w:r>
        <w:t xml:space="preserve"> ? </w:t>
      </w:r>
      <w:r w:rsidR="00530790" w:rsidRPr="005D5566">
        <w:t>Mais on m</w:t>
      </w:r>
      <w:r>
        <w:t>’</w:t>
      </w:r>
      <w:r w:rsidR="00530790" w:rsidRPr="005D5566">
        <w:t>a déjà tellement outragé que je suis las de me mettre en colère</w:t>
      </w:r>
      <w:r>
        <w:t xml:space="preserve">. </w:t>
      </w:r>
      <w:r w:rsidR="00530790" w:rsidRPr="005D5566">
        <w:t>Que faire</w:t>
      </w:r>
      <w:r>
        <w:t xml:space="preserve">, </w:t>
      </w:r>
      <w:r w:rsidR="00530790" w:rsidRPr="005D5566">
        <w:t>puisque les gens ne peuvent agir autrement</w:t>
      </w:r>
      <w:r>
        <w:t xml:space="preserve"> ? </w:t>
      </w:r>
      <w:r w:rsidR="00530790" w:rsidRPr="005D5566">
        <w:t>Les outrages me gênent beaucoup</w:t>
      </w:r>
      <w:r>
        <w:t xml:space="preserve">, </w:t>
      </w:r>
      <w:r w:rsidR="00530790" w:rsidRPr="005D5566">
        <w:t>ils m</w:t>
      </w:r>
      <w:r>
        <w:t>’</w:t>
      </w:r>
      <w:r w:rsidR="00530790" w:rsidRPr="005D5566">
        <w:t>empêchent de faire mon ouvrage</w:t>
      </w:r>
      <w:r>
        <w:t xml:space="preserve">… </w:t>
      </w:r>
      <w:r w:rsidR="00530790" w:rsidRPr="005D5566">
        <w:t>mais on ne peut pas les éviter et</w:t>
      </w:r>
      <w:r>
        <w:t xml:space="preserve">, </w:t>
      </w:r>
      <w:r w:rsidR="00530790" w:rsidRPr="005D5566">
        <w:t>quand on s</w:t>
      </w:r>
      <w:r>
        <w:t>’</w:t>
      </w:r>
      <w:r w:rsidR="00530790" w:rsidRPr="005D5566">
        <w:t>y arrête</w:t>
      </w:r>
      <w:r>
        <w:t xml:space="preserve">, </w:t>
      </w:r>
      <w:r w:rsidR="00530790" w:rsidRPr="005D5566">
        <w:t>on perd son temps</w:t>
      </w:r>
      <w:r>
        <w:t xml:space="preserve">. </w:t>
      </w:r>
      <w:r w:rsidR="00530790" w:rsidRPr="005D5566">
        <w:t>Telle est la vie</w:t>
      </w:r>
      <w:r>
        <w:t xml:space="preserve"> ! </w:t>
      </w:r>
      <w:r w:rsidR="00530790" w:rsidRPr="005D5566">
        <w:t>Autrefois</w:t>
      </w:r>
      <w:r>
        <w:t xml:space="preserve">, </w:t>
      </w:r>
      <w:r w:rsidR="00530790" w:rsidRPr="005D5566">
        <w:t>je me fâchais contre les gens</w:t>
      </w:r>
      <w:r>
        <w:t xml:space="preserve">… </w:t>
      </w:r>
      <w:r w:rsidR="00530790" w:rsidRPr="005D5566">
        <w:t>puis quand la réflexion est venue</w:t>
      </w:r>
      <w:r>
        <w:t xml:space="preserve">, </w:t>
      </w:r>
      <w:r w:rsidR="00530790" w:rsidRPr="005D5566">
        <w:t>j</w:t>
      </w:r>
      <w:r>
        <w:t>’</w:t>
      </w:r>
      <w:r w:rsidR="00530790" w:rsidRPr="005D5566">
        <w:t>ai vu qu</w:t>
      </w:r>
      <w:r>
        <w:t>’</w:t>
      </w:r>
      <w:r w:rsidR="00530790" w:rsidRPr="005D5566">
        <w:t>ils avaient tous le cœur brisé</w:t>
      </w:r>
      <w:r>
        <w:t xml:space="preserve">. </w:t>
      </w:r>
      <w:r w:rsidR="00530790" w:rsidRPr="005D5566">
        <w:t>Chacun a peur d</w:t>
      </w:r>
      <w:r>
        <w:t>’</w:t>
      </w:r>
      <w:r w:rsidR="00530790" w:rsidRPr="005D5566">
        <w:t>être frappé par son voisin</w:t>
      </w:r>
      <w:r>
        <w:t xml:space="preserve">, </w:t>
      </w:r>
      <w:r w:rsidR="00530790" w:rsidRPr="005D5566">
        <w:t>aussi tâche-t-il de le frapper le premier</w:t>
      </w:r>
      <w:r>
        <w:t xml:space="preserve">. </w:t>
      </w:r>
      <w:r w:rsidR="00530790" w:rsidRPr="005D5566">
        <w:t>La vie est ainsi</w:t>
      </w:r>
      <w:r>
        <w:t xml:space="preserve">, </w:t>
      </w:r>
      <w:r w:rsidR="00530790" w:rsidRPr="005D5566">
        <w:t>petite mère</w:t>
      </w:r>
      <w:r>
        <w:t> !</w:t>
      </w:r>
    </w:p>
    <w:p w14:paraId="1A8F3B76" w14:textId="77777777" w:rsidR="001C0413" w:rsidRDefault="00530790" w:rsidP="001C0413">
      <w:r w:rsidRPr="005D5566">
        <w:t>Ses phrases se déroulaient tranquillement et faisaient s</w:t>
      </w:r>
      <w:r w:rsidR="001C0413">
        <w:t>’</w:t>
      </w:r>
      <w:r w:rsidRPr="005D5566">
        <w:t>évanouir l</w:t>
      </w:r>
      <w:r w:rsidR="001C0413">
        <w:t>’</w:t>
      </w:r>
      <w:r w:rsidRPr="005D5566">
        <w:t>anxiété de la mère</w:t>
      </w:r>
      <w:r w:rsidR="001C0413">
        <w:t xml:space="preserve">. </w:t>
      </w:r>
      <w:r w:rsidRPr="005D5566">
        <w:t>Les yeux bombés de l</w:t>
      </w:r>
      <w:r w:rsidR="001C0413">
        <w:t>’</w:t>
      </w:r>
      <w:r w:rsidRPr="005D5566">
        <w:t>homme souriaient</w:t>
      </w:r>
      <w:r w:rsidR="001C0413">
        <w:t xml:space="preserve">, </w:t>
      </w:r>
      <w:r w:rsidRPr="005D5566">
        <w:t>lumineux et tristes</w:t>
      </w:r>
      <w:r w:rsidR="001C0413">
        <w:t xml:space="preserve"> ; </w:t>
      </w:r>
      <w:r w:rsidRPr="005D5566">
        <w:t>toute sa personne était souple et élastique</w:t>
      </w:r>
      <w:r w:rsidR="001C0413">
        <w:t xml:space="preserve">, </w:t>
      </w:r>
      <w:r w:rsidRPr="005D5566">
        <w:t>quoique dégingandée</w:t>
      </w:r>
      <w:r w:rsidR="001C0413">
        <w:t>.</w:t>
      </w:r>
    </w:p>
    <w:p w14:paraId="1540F3D1" w14:textId="77777777" w:rsidR="001C0413" w:rsidRDefault="00530790" w:rsidP="001C0413">
      <w:r w:rsidRPr="005D5566">
        <w:t>La mère soupira et dit avec ardeur</w:t>
      </w:r>
      <w:r w:rsidR="001C0413">
        <w:t> :</w:t>
      </w:r>
    </w:p>
    <w:p w14:paraId="74E18A35" w14:textId="77777777" w:rsidR="001C0413" w:rsidRDefault="001C0413" w:rsidP="001C0413">
      <w:r>
        <w:t>— </w:t>
      </w:r>
      <w:r w:rsidR="00530790" w:rsidRPr="005D5566">
        <w:t>Que Dieu vous donne le bonheur</w:t>
      </w:r>
      <w:r>
        <w:t xml:space="preserve">, </w:t>
      </w:r>
      <w:r w:rsidR="00530790" w:rsidRPr="005D5566">
        <w:t>mon André</w:t>
      </w:r>
      <w:r>
        <w:t> !</w:t>
      </w:r>
    </w:p>
    <w:p w14:paraId="4777EF4A" w14:textId="77777777" w:rsidR="001C0413" w:rsidRDefault="00530790" w:rsidP="001C0413">
      <w:r w:rsidRPr="005D5566">
        <w:t>Le Petit-Russien retourna au samovar</w:t>
      </w:r>
      <w:r w:rsidR="001C0413">
        <w:t xml:space="preserve">, </w:t>
      </w:r>
      <w:r w:rsidRPr="005D5566">
        <w:t>s</w:t>
      </w:r>
      <w:r w:rsidR="001C0413">
        <w:t>’</w:t>
      </w:r>
      <w:r w:rsidRPr="005D5566">
        <w:t>accroupit de nouveau et marmotta</w:t>
      </w:r>
      <w:r w:rsidR="001C0413">
        <w:t> :</w:t>
      </w:r>
    </w:p>
    <w:p w14:paraId="7C76E696" w14:textId="77777777" w:rsidR="001C0413" w:rsidRDefault="001C0413" w:rsidP="001C0413">
      <w:r>
        <w:lastRenderedPageBreak/>
        <w:t>— </w:t>
      </w:r>
      <w:r w:rsidR="00530790" w:rsidRPr="005D5566">
        <w:t>Si on me donne le bonheur</w:t>
      </w:r>
      <w:r>
        <w:t xml:space="preserve">, </w:t>
      </w:r>
      <w:r w:rsidR="00530790" w:rsidRPr="005D5566">
        <w:t>je ne le refuserai pas</w:t>
      </w:r>
      <w:r>
        <w:t xml:space="preserve">, </w:t>
      </w:r>
      <w:r w:rsidR="00530790" w:rsidRPr="005D5566">
        <w:t>mais je ne</w:t>
      </w:r>
      <w:r w:rsidR="00530790" w:rsidRPr="005D5566">
        <w:rPr>
          <w:i/>
          <w:iCs/>
        </w:rPr>
        <w:t xml:space="preserve"> </w:t>
      </w:r>
      <w:r w:rsidR="00530790" w:rsidRPr="005D5566">
        <w:t>le demanderai pas et je ne le prendrai jamais</w:t>
      </w:r>
      <w:r>
        <w:t> !</w:t>
      </w:r>
    </w:p>
    <w:p w14:paraId="5829B0FF" w14:textId="77777777" w:rsidR="001C0413" w:rsidRDefault="00530790" w:rsidP="001C0413">
      <w:r w:rsidRPr="005D5566">
        <w:t>Et il se mit à siffler</w:t>
      </w:r>
      <w:r w:rsidR="001C0413">
        <w:t>.</w:t>
      </w:r>
    </w:p>
    <w:p w14:paraId="623E0867" w14:textId="77777777" w:rsidR="001C0413" w:rsidRDefault="00530790" w:rsidP="001C0413">
      <w:r w:rsidRPr="005D5566">
        <w:t>Pavel revint de la cour</w:t>
      </w:r>
      <w:r w:rsidR="001C0413">
        <w:t>.</w:t>
      </w:r>
    </w:p>
    <w:p w14:paraId="0FFD2990" w14:textId="77777777" w:rsidR="001C0413" w:rsidRDefault="001C0413" w:rsidP="001C0413">
      <w:r>
        <w:t>— </w:t>
      </w:r>
      <w:r w:rsidR="00530790" w:rsidRPr="005D5566">
        <w:t>On ne trouvera rien</w:t>
      </w:r>
      <w:r>
        <w:t xml:space="preserve"> ! </w:t>
      </w:r>
      <w:r w:rsidR="00530790" w:rsidRPr="005D5566">
        <w:t>dit-il d</w:t>
      </w:r>
      <w:r>
        <w:t>’</w:t>
      </w:r>
      <w:r w:rsidR="00530790" w:rsidRPr="005D5566">
        <w:t>un ton assuré</w:t>
      </w:r>
      <w:r>
        <w:t>.</w:t>
      </w:r>
    </w:p>
    <w:p w14:paraId="1A0D94BB" w14:textId="77777777" w:rsidR="001C0413" w:rsidRDefault="00530790" w:rsidP="001C0413">
      <w:r w:rsidRPr="005D5566">
        <w:t>Il commença sa toilette</w:t>
      </w:r>
      <w:r w:rsidR="001C0413">
        <w:t xml:space="preserve">. </w:t>
      </w:r>
      <w:r w:rsidRPr="005D5566">
        <w:t>Puis</w:t>
      </w:r>
      <w:r w:rsidR="001C0413">
        <w:t xml:space="preserve">, </w:t>
      </w:r>
      <w:r w:rsidRPr="005D5566">
        <w:t>il ajouta en s</w:t>
      </w:r>
      <w:r w:rsidR="001C0413">
        <w:t>’</w:t>
      </w:r>
      <w:r w:rsidRPr="005D5566">
        <w:t>essuyant soigneusement les mains</w:t>
      </w:r>
      <w:r w:rsidR="001C0413">
        <w:t> :</w:t>
      </w:r>
    </w:p>
    <w:p w14:paraId="6C7BA91B" w14:textId="77777777" w:rsidR="001C0413" w:rsidRDefault="001C0413" w:rsidP="001C0413">
      <w:r>
        <w:t>— </w:t>
      </w:r>
      <w:r w:rsidR="00530790" w:rsidRPr="005D5566">
        <w:t>Si vous leur montrez que vous avez peur</w:t>
      </w:r>
      <w:r>
        <w:t xml:space="preserve">, </w:t>
      </w:r>
      <w:r w:rsidR="00530790" w:rsidRPr="005D5566">
        <w:t>maman</w:t>
      </w:r>
      <w:r>
        <w:t xml:space="preserve">, </w:t>
      </w:r>
      <w:r w:rsidR="00530790" w:rsidRPr="005D5566">
        <w:t>ils se diront qu</w:t>
      </w:r>
      <w:r>
        <w:t>’</w:t>
      </w:r>
      <w:r w:rsidR="00530790" w:rsidRPr="005D5566">
        <w:t>il y a quelque chose</w:t>
      </w:r>
      <w:r>
        <w:t xml:space="preserve">. </w:t>
      </w:r>
      <w:r w:rsidR="00530790" w:rsidRPr="005D5566">
        <w:t>Et nous n</w:t>
      </w:r>
      <w:r>
        <w:t>’</w:t>
      </w:r>
      <w:r w:rsidR="00530790" w:rsidRPr="005D5566">
        <w:t>avons encore rien fait</w:t>
      </w:r>
      <w:r>
        <w:t xml:space="preserve">… </w:t>
      </w:r>
      <w:r w:rsidR="00530790" w:rsidRPr="005D5566">
        <w:t>rien</w:t>
      </w:r>
      <w:r>
        <w:t xml:space="preserve"> ! </w:t>
      </w:r>
      <w:r w:rsidR="00530790" w:rsidRPr="005D5566">
        <w:t>Vous le savez vous-même</w:t>
      </w:r>
      <w:r>
        <w:t xml:space="preserve">, </w:t>
      </w:r>
      <w:r w:rsidR="00530790" w:rsidRPr="005D5566">
        <w:t>nous ne voulons rien de mal</w:t>
      </w:r>
      <w:r>
        <w:t xml:space="preserve"> ; </w:t>
      </w:r>
      <w:r w:rsidR="00530790" w:rsidRPr="005D5566">
        <w:t>la vérité et la justice sont de notre côté</w:t>
      </w:r>
      <w:r>
        <w:t xml:space="preserve">, </w:t>
      </w:r>
      <w:r w:rsidR="00530790" w:rsidRPr="005D5566">
        <w:t>nous travaillerons pour elles toute notre vie</w:t>
      </w:r>
      <w:r>
        <w:t xml:space="preserve"> : </w:t>
      </w:r>
      <w:r w:rsidR="00530790" w:rsidRPr="005D5566">
        <w:t>voilà notre crime</w:t>
      </w:r>
      <w:r>
        <w:t xml:space="preserve"> ! </w:t>
      </w:r>
      <w:r w:rsidR="00530790" w:rsidRPr="005D5566">
        <w:t>Pourquoi donc trembler</w:t>
      </w:r>
      <w:r>
        <w:t> ?</w:t>
      </w:r>
    </w:p>
    <w:p w14:paraId="0598EC39" w14:textId="77777777" w:rsidR="001C0413" w:rsidRDefault="001C0413" w:rsidP="001C0413">
      <w:r>
        <w:t>— </w:t>
      </w:r>
      <w:r w:rsidR="00530790" w:rsidRPr="005D5566">
        <w:t>Je prendrai courage</w:t>
      </w:r>
      <w:r>
        <w:t xml:space="preserve">, </w:t>
      </w:r>
      <w:r w:rsidR="00530790" w:rsidRPr="005D5566">
        <w:t>Pavel</w:t>
      </w:r>
      <w:r>
        <w:t xml:space="preserve">, </w:t>
      </w:r>
      <w:r w:rsidR="00530790" w:rsidRPr="005D5566">
        <w:t>promit-elle</w:t>
      </w:r>
      <w:r>
        <w:t>.</w:t>
      </w:r>
    </w:p>
    <w:p w14:paraId="78C8492F" w14:textId="77777777" w:rsidR="001C0413" w:rsidRDefault="00530790" w:rsidP="001C0413">
      <w:r w:rsidRPr="005D5566">
        <w:t>Puis</w:t>
      </w:r>
      <w:r w:rsidR="001C0413">
        <w:t xml:space="preserve">, </w:t>
      </w:r>
      <w:r w:rsidRPr="005D5566">
        <w:t>tout aussitôt</w:t>
      </w:r>
      <w:r w:rsidR="001C0413">
        <w:t xml:space="preserve">, </w:t>
      </w:r>
      <w:r w:rsidRPr="005D5566">
        <w:t>elle s</w:t>
      </w:r>
      <w:r w:rsidR="001C0413">
        <w:t>’</w:t>
      </w:r>
      <w:r w:rsidRPr="005D5566">
        <w:t>écria avec angoisse</w:t>
      </w:r>
      <w:r w:rsidR="001C0413">
        <w:t> :</w:t>
      </w:r>
    </w:p>
    <w:p w14:paraId="11874F3D" w14:textId="77777777" w:rsidR="001C0413" w:rsidRDefault="001C0413" w:rsidP="001C0413">
      <w:r>
        <w:t>— </w:t>
      </w:r>
      <w:r w:rsidR="00530790" w:rsidRPr="005D5566">
        <w:t>S</w:t>
      </w:r>
      <w:r>
        <w:t>’« </w:t>
      </w:r>
      <w:r w:rsidR="00530790" w:rsidRPr="005D5566">
        <w:t>ils</w:t>
      </w:r>
      <w:r>
        <w:t> »</w:t>
      </w:r>
      <w:r w:rsidR="00530790" w:rsidRPr="005D5566">
        <w:t xml:space="preserve"> venaient seulement tout de suite</w:t>
      </w:r>
      <w:r>
        <w:t> !</w:t>
      </w:r>
    </w:p>
    <w:p w14:paraId="4D7F537E" w14:textId="77777777" w:rsidR="001C0413" w:rsidRDefault="00530790" w:rsidP="001C0413">
      <w:r w:rsidRPr="005D5566">
        <w:t xml:space="preserve">Mais </w:t>
      </w:r>
      <w:r w:rsidR="001C0413">
        <w:t>« </w:t>
      </w:r>
      <w:r w:rsidRPr="005D5566">
        <w:t>ils</w:t>
      </w:r>
      <w:r w:rsidR="001C0413">
        <w:t> »</w:t>
      </w:r>
      <w:r w:rsidRPr="005D5566">
        <w:t xml:space="preserve"> ne vinrent pas cette nuit-là</w:t>
      </w:r>
      <w:r w:rsidR="001C0413">
        <w:t xml:space="preserve">. </w:t>
      </w:r>
      <w:r w:rsidRPr="005D5566">
        <w:t>Le lendemain matin</w:t>
      </w:r>
      <w:r w:rsidR="001C0413">
        <w:t xml:space="preserve">, </w:t>
      </w:r>
      <w:r w:rsidRPr="005D5566">
        <w:t>prévoyant qu</w:t>
      </w:r>
      <w:r w:rsidR="001C0413">
        <w:t>’</w:t>
      </w:r>
      <w:r w:rsidRPr="005D5566">
        <w:t>on allait la plaisanter de ses terreurs</w:t>
      </w:r>
      <w:r w:rsidR="001C0413">
        <w:t xml:space="preserve">, </w:t>
      </w:r>
      <w:r w:rsidRPr="005D5566">
        <w:t>la mère fut la première à rire d</w:t>
      </w:r>
      <w:r w:rsidR="001C0413">
        <w:t>’</w:t>
      </w:r>
      <w:r w:rsidRPr="005D5566">
        <w:t>elle-même</w:t>
      </w:r>
      <w:r w:rsidR="001C0413">
        <w:t>.</w:t>
      </w:r>
    </w:p>
    <w:p w14:paraId="417D28AF" w14:textId="0EF7A4F0" w:rsidR="00530790" w:rsidRPr="003B37B8" w:rsidRDefault="00530790" w:rsidP="001C0413">
      <w:pPr>
        <w:pStyle w:val="Titre2"/>
        <w:rPr>
          <w:szCs w:val="44"/>
        </w:rPr>
      </w:pPr>
      <w:bookmarkStart w:id="11" w:name="_Toc202279532"/>
      <w:r w:rsidRPr="003B37B8">
        <w:rPr>
          <w:szCs w:val="44"/>
        </w:rPr>
        <w:lastRenderedPageBreak/>
        <w:t>X</w:t>
      </w:r>
      <w:bookmarkEnd w:id="11"/>
      <w:r w:rsidRPr="003B37B8">
        <w:rPr>
          <w:szCs w:val="44"/>
        </w:rPr>
        <w:br/>
      </w:r>
    </w:p>
    <w:p w14:paraId="4D220090" w14:textId="77777777" w:rsidR="001C0413" w:rsidRDefault="001C0413" w:rsidP="001C0413">
      <w:r>
        <w:t>« </w:t>
      </w:r>
      <w:r w:rsidR="00530790" w:rsidRPr="005D5566">
        <w:t>Ils</w:t>
      </w:r>
      <w:r>
        <w:t> »</w:t>
      </w:r>
      <w:r w:rsidR="00530790" w:rsidRPr="005D5566">
        <w:t xml:space="preserve"> arrivèrent au moment où on ne les attendait pas</w:t>
      </w:r>
      <w:r>
        <w:t xml:space="preserve">, </w:t>
      </w:r>
      <w:r w:rsidR="00530790" w:rsidRPr="005D5566">
        <w:t>presque un mois plus tard</w:t>
      </w:r>
      <w:r>
        <w:t xml:space="preserve">. </w:t>
      </w:r>
      <w:r w:rsidR="00530790" w:rsidRPr="005D5566">
        <w:t>Vessoftchikov</w:t>
      </w:r>
      <w:r>
        <w:t xml:space="preserve">, </w:t>
      </w:r>
      <w:r w:rsidR="00530790" w:rsidRPr="005D5566">
        <w:t>André et Pavel étaient réunis et parlaient de leur journal</w:t>
      </w:r>
      <w:r>
        <w:t xml:space="preserve">. </w:t>
      </w:r>
      <w:r w:rsidR="00530790" w:rsidRPr="005D5566">
        <w:t>Il était tard</w:t>
      </w:r>
      <w:r>
        <w:t xml:space="preserve">, </w:t>
      </w:r>
      <w:r w:rsidR="00530790" w:rsidRPr="005D5566">
        <w:t>près de minuit</w:t>
      </w:r>
      <w:r>
        <w:t xml:space="preserve">. </w:t>
      </w:r>
      <w:r w:rsidR="00530790" w:rsidRPr="005D5566">
        <w:t>La mère était déjà couchée</w:t>
      </w:r>
      <w:r>
        <w:t xml:space="preserve">, </w:t>
      </w:r>
      <w:r w:rsidR="00530790" w:rsidRPr="005D5566">
        <w:t>elle s</w:t>
      </w:r>
      <w:r>
        <w:t>’</w:t>
      </w:r>
      <w:r w:rsidR="00530790" w:rsidRPr="005D5566">
        <w:t>endormait et entendait vaguement les voix soucieuses et basses des jeunes gens</w:t>
      </w:r>
      <w:r>
        <w:t xml:space="preserve">. </w:t>
      </w:r>
      <w:r w:rsidR="00530790" w:rsidRPr="005D5566">
        <w:t>André se leva soudain</w:t>
      </w:r>
      <w:r>
        <w:t xml:space="preserve">, </w:t>
      </w:r>
      <w:r w:rsidR="00530790" w:rsidRPr="005D5566">
        <w:t>traversa la cuisine sur la pointe des pieds et ferma doucement la porte derrière lui</w:t>
      </w:r>
      <w:r>
        <w:t xml:space="preserve">. </w:t>
      </w:r>
      <w:r w:rsidR="00530790" w:rsidRPr="005D5566">
        <w:t>Dans le corridor résonna le bruit d</w:t>
      </w:r>
      <w:r>
        <w:t>’</w:t>
      </w:r>
      <w:r w:rsidR="00530790" w:rsidRPr="005D5566">
        <w:t>un seau renversé</w:t>
      </w:r>
      <w:r>
        <w:t xml:space="preserve">. </w:t>
      </w:r>
      <w:r w:rsidR="00530790" w:rsidRPr="005D5566">
        <w:t>La porte s</w:t>
      </w:r>
      <w:r>
        <w:t>’</w:t>
      </w:r>
      <w:r w:rsidR="00530790" w:rsidRPr="005D5566">
        <w:t>ouvrit toute grande</w:t>
      </w:r>
      <w:r>
        <w:t xml:space="preserve">, </w:t>
      </w:r>
      <w:r w:rsidR="00530790" w:rsidRPr="005D5566">
        <w:t>le Petit-Russien dit à haute voix</w:t>
      </w:r>
      <w:r>
        <w:t> :</w:t>
      </w:r>
    </w:p>
    <w:p w14:paraId="3E7D8A1D" w14:textId="77777777" w:rsidR="001C0413" w:rsidRDefault="001C0413" w:rsidP="001C0413">
      <w:r>
        <w:t>— </w:t>
      </w:r>
      <w:r w:rsidR="00530790" w:rsidRPr="005D5566">
        <w:t>Écoutez ce bruit d</w:t>
      </w:r>
      <w:r>
        <w:t>’</w:t>
      </w:r>
      <w:r w:rsidR="00530790" w:rsidRPr="005D5566">
        <w:t>éperons dans la rue</w:t>
      </w:r>
      <w:r>
        <w:t> !</w:t>
      </w:r>
    </w:p>
    <w:p w14:paraId="32E37C6E" w14:textId="77777777" w:rsidR="001C0413" w:rsidRDefault="00530790" w:rsidP="001C0413">
      <w:r w:rsidRPr="005D5566">
        <w:t>La mère se leva brusquement</w:t>
      </w:r>
      <w:r w:rsidR="001C0413">
        <w:t xml:space="preserve">, </w:t>
      </w:r>
      <w:r w:rsidRPr="005D5566">
        <w:t>prit sa robe d</w:t>
      </w:r>
      <w:r w:rsidR="001C0413">
        <w:t>’</w:t>
      </w:r>
      <w:r w:rsidRPr="005D5566">
        <w:t>une main tremblante</w:t>
      </w:r>
      <w:r w:rsidR="001C0413">
        <w:t xml:space="preserve"> ; </w:t>
      </w:r>
      <w:r w:rsidRPr="005D5566">
        <w:t>mais Pavel apparut sur le seuil et lui dit avec tranquillité</w:t>
      </w:r>
      <w:r w:rsidR="001C0413">
        <w:t> :</w:t>
      </w:r>
    </w:p>
    <w:p w14:paraId="36107B65" w14:textId="77777777" w:rsidR="001C0413" w:rsidRDefault="001C0413" w:rsidP="001C0413">
      <w:r>
        <w:t>— </w:t>
      </w:r>
      <w:r w:rsidR="00530790" w:rsidRPr="005D5566">
        <w:t>Restez couchée</w:t>
      </w:r>
      <w:r>
        <w:t xml:space="preserve">… </w:t>
      </w:r>
      <w:r w:rsidR="00530790" w:rsidRPr="005D5566">
        <w:t>vous n</w:t>
      </w:r>
      <w:r>
        <w:t>’</w:t>
      </w:r>
      <w:r w:rsidR="00530790" w:rsidRPr="005D5566">
        <w:t>êtes pas bien</w:t>
      </w:r>
      <w:r>
        <w:t>…</w:t>
      </w:r>
    </w:p>
    <w:p w14:paraId="7AECBAAF" w14:textId="77777777" w:rsidR="001C0413" w:rsidRDefault="00530790" w:rsidP="001C0413">
      <w:r w:rsidRPr="005D5566">
        <w:t>On entendit des frôlements furtifs sous l</w:t>
      </w:r>
      <w:r w:rsidR="001C0413">
        <w:t>’</w:t>
      </w:r>
      <w:r w:rsidRPr="005D5566">
        <w:t>auvent</w:t>
      </w:r>
      <w:r w:rsidR="001C0413">
        <w:t xml:space="preserve">. </w:t>
      </w:r>
      <w:r w:rsidRPr="005D5566">
        <w:t>Pavel s</w:t>
      </w:r>
      <w:r w:rsidR="001C0413">
        <w:t>’</w:t>
      </w:r>
      <w:r w:rsidRPr="005D5566">
        <w:t>approcha de la porte et</w:t>
      </w:r>
      <w:r w:rsidR="001C0413">
        <w:t xml:space="preserve">, </w:t>
      </w:r>
      <w:r w:rsidRPr="005D5566">
        <w:t>la heurtant de la main</w:t>
      </w:r>
      <w:r w:rsidR="001C0413">
        <w:t xml:space="preserve">, </w:t>
      </w:r>
      <w:r w:rsidRPr="005D5566">
        <w:t>il demanda</w:t>
      </w:r>
      <w:r w:rsidR="001C0413">
        <w:t> :</w:t>
      </w:r>
    </w:p>
    <w:p w14:paraId="587275A9" w14:textId="77777777" w:rsidR="001C0413" w:rsidRDefault="001C0413" w:rsidP="001C0413">
      <w:r>
        <w:t>— </w:t>
      </w:r>
      <w:r w:rsidR="00530790" w:rsidRPr="005D5566">
        <w:t>Qui est là</w:t>
      </w:r>
      <w:r>
        <w:t> ?</w:t>
      </w:r>
    </w:p>
    <w:p w14:paraId="638CFB2D" w14:textId="77777777" w:rsidR="001C0413" w:rsidRDefault="00530790" w:rsidP="001C0413">
      <w:r w:rsidRPr="005D5566">
        <w:t>Rapide comme l</w:t>
      </w:r>
      <w:r w:rsidR="001C0413">
        <w:t>’</w:t>
      </w:r>
      <w:r w:rsidRPr="005D5566">
        <w:t>éclair</w:t>
      </w:r>
      <w:r w:rsidR="001C0413">
        <w:t xml:space="preserve">, </w:t>
      </w:r>
      <w:r w:rsidRPr="005D5566">
        <w:t>une haute silhouette s</w:t>
      </w:r>
      <w:r w:rsidR="001C0413">
        <w:t>’</w:t>
      </w:r>
      <w:r w:rsidRPr="005D5566">
        <w:t>encadra sur le seuil</w:t>
      </w:r>
      <w:r w:rsidR="001C0413">
        <w:t xml:space="preserve"> ; </w:t>
      </w:r>
      <w:r w:rsidRPr="005D5566">
        <w:t>il y en avait encore une autre</w:t>
      </w:r>
      <w:r w:rsidR="001C0413">
        <w:t xml:space="preserve"> ; </w:t>
      </w:r>
      <w:r w:rsidRPr="005D5566">
        <w:t>les deux gendarmes repoussèrent le jeune homme qu</w:t>
      </w:r>
      <w:r w:rsidR="001C0413">
        <w:t>’</w:t>
      </w:r>
      <w:r w:rsidRPr="005D5566">
        <w:t>ils placèrent entre eux</w:t>
      </w:r>
      <w:r w:rsidR="001C0413">
        <w:t xml:space="preserve"> ; </w:t>
      </w:r>
      <w:r w:rsidRPr="005D5566">
        <w:t>une voix aiguë et irritée résonna</w:t>
      </w:r>
      <w:r w:rsidR="001C0413">
        <w:t> :</w:t>
      </w:r>
    </w:p>
    <w:p w14:paraId="62B5F513" w14:textId="77777777" w:rsidR="001C0413" w:rsidRDefault="001C0413" w:rsidP="001C0413">
      <w:r>
        <w:t>— </w:t>
      </w:r>
      <w:r w:rsidR="00530790" w:rsidRPr="005D5566">
        <w:t>Pas ceux que vous attendiez</w:t>
      </w:r>
      <w:r>
        <w:t xml:space="preserve">, </w:t>
      </w:r>
      <w:r w:rsidR="00530790" w:rsidRPr="005D5566">
        <w:t>n</w:t>
      </w:r>
      <w:r>
        <w:t>’</w:t>
      </w:r>
      <w:r w:rsidR="00530790" w:rsidRPr="005D5566">
        <w:t>est-ce pas</w:t>
      </w:r>
      <w:r>
        <w:t> ?</w:t>
      </w:r>
    </w:p>
    <w:p w14:paraId="6990C8F5" w14:textId="77777777" w:rsidR="001C0413" w:rsidRDefault="00530790" w:rsidP="001C0413">
      <w:r w:rsidRPr="005D5566">
        <w:t>Celui qui parlait était un jeune officier</w:t>
      </w:r>
      <w:r w:rsidR="001C0413">
        <w:t xml:space="preserve">, </w:t>
      </w:r>
      <w:r w:rsidRPr="005D5566">
        <w:t>grand et mince</w:t>
      </w:r>
      <w:r w:rsidR="001C0413">
        <w:t xml:space="preserve">, </w:t>
      </w:r>
      <w:r w:rsidRPr="005D5566">
        <w:t>à la moustache noire</w:t>
      </w:r>
      <w:r w:rsidR="001C0413">
        <w:t xml:space="preserve">. </w:t>
      </w:r>
      <w:r w:rsidRPr="005D5566">
        <w:t>Fédiakine</w:t>
      </w:r>
      <w:r w:rsidR="001C0413">
        <w:t xml:space="preserve">, </w:t>
      </w:r>
      <w:r w:rsidRPr="005D5566">
        <w:t>l</w:t>
      </w:r>
      <w:r w:rsidR="001C0413">
        <w:t>’</w:t>
      </w:r>
      <w:r w:rsidRPr="005D5566">
        <w:t>agent de police du faubourg</w:t>
      </w:r>
      <w:r w:rsidR="001C0413">
        <w:t xml:space="preserve">, </w:t>
      </w:r>
      <w:r w:rsidRPr="005D5566">
        <w:lastRenderedPageBreak/>
        <w:t>se dirigea vers le lit de la mère portant une main à la visière de sa casquette</w:t>
      </w:r>
      <w:r w:rsidR="001C0413">
        <w:t xml:space="preserve">, </w:t>
      </w:r>
      <w:r w:rsidRPr="005D5566">
        <w:t>il désigna de l</w:t>
      </w:r>
      <w:r w:rsidR="001C0413">
        <w:t>’</w:t>
      </w:r>
      <w:r w:rsidRPr="005D5566">
        <w:t>autre la femme couchée en disant avec un regard terrible</w:t>
      </w:r>
      <w:r w:rsidR="001C0413">
        <w:t> :</w:t>
      </w:r>
    </w:p>
    <w:p w14:paraId="56C3BE0D" w14:textId="77777777" w:rsidR="001C0413" w:rsidRDefault="001C0413" w:rsidP="001C0413">
      <w:r>
        <w:t>— </w:t>
      </w:r>
      <w:r w:rsidR="00530790" w:rsidRPr="005D5566">
        <w:t>Voici sa mère</w:t>
      </w:r>
      <w:r>
        <w:t xml:space="preserve">, </w:t>
      </w:r>
      <w:r w:rsidR="00530790" w:rsidRPr="005D5566">
        <w:t>Votre Honneur</w:t>
      </w:r>
      <w:r>
        <w:t> !</w:t>
      </w:r>
    </w:p>
    <w:p w14:paraId="0A4187A3" w14:textId="77777777" w:rsidR="001C0413" w:rsidRDefault="00530790" w:rsidP="001C0413">
      <w:r w:rsidRPr="005D5566">
        <w:t>Puis</w:t>
      </w:r>
      <w:r w:rsidR="001C0413">
        <w:t xml:space="preserve">, </w:t>
      </w:r>
      <w:r w:rsidRPr="005D5566">
        <w:t>agitant le bras dans la direction de Pavel</w:t>
      </w:r>
      <w:r w:rsidR="001C0413">
        <w:t xml:space="preserve">, </w:t>
      </w:r>
      <w:r w:rsidRPr="005D5566">
        <w:t>il ajouta</w:t>
      </w:r>
      <w:r w:rsidR="001C0413">
        <w:t> :</w:t>
      </w:r>
    </w:p>
    <w:p w14:paraId="243997AE" w14:textId="77777777" w:rsidR="001C0413" w:rsidRDefault="001C0413" w:rsidP="001C0413">
      <w:r>
        <w:t>— </w:t>
      </w:r>
      <w:r w:rsidR="00530790" w:rsidRPr="005D5566">
        <w:t>Et le voilà lui-même</w:t>
      </w:r>
      <w:r>
        <w:t> !</w:t>
      </w:r>
    </w:p>
    <w:p w14:paraId="58482F20" w14:textId="77777777" w:rsidR="001C0413" w:rsidRDefault="001C0413" w:rsidP="001C0413">
      <w:r>
        <w:t>— </w:t>
      </w:r>
      <w:r w:rsidR="00530790" w:rsidRPr="005D5566">
        <w:t>Pavel Vlassov</w:t>
      </w:r>
      <w:r>
        <w:t xml:space="preserve"> ? </w:t>
      </w:r>
      <w:r w:rsidR="00530790" w:rsidRPr="005D5566">
        <w:t>demanda l</w:t>
      </w:r>
      <w:r>
        <w:t>’</w:t>
      </w:r>
      <w:r w:rsidR="00530790" w:rsidRPr="005D5566">
        <w:t>officier en clignant des yeux</w:t>
      </w:r>
      <w:r>
        <w:t>.</w:t>
      </w:r>
    </w:p>
    <w:p w14:paraId="3DCCA33A" w14:textId="77777777" w:rsidR="001C0413" w:rsidRDefault="00530790" w:rsidP="001C0413">
      <w:r w:rsidRPr="005D5566">
        <w:t>Le jeune homme</w:t>
      </w:r>
      <w:r w:rsidR="001C0413">
        <w:t xml:space="preserve">, </w:t>
      </w:r>
      <w:r w:rsidRPr="005D5566">
        <w:t>ayant hoché affirmativement la tête</w:t>
      </w:r>
      <w:r w:rsidR="001C0413">
        <w:t xml:space="preserve">, </w:t>
      </w:r>
      <w:r w:rsidRPr="005D5566">
        <w:t>il continua en effilant sa moustache</w:t>
      </w:r>
      <w:r w:rsidR="001C0413">
        <w:t> :</w:t>
      </w:r>
    </w:p>
    <w:p w14:paraId="5B81D951" w14:textId="77777777" w:rsidR="001C0413" w:rsidRDefault="001C0413" w:rsidP="001C0413">
      <w:r>
        <w:t>— </w:t>
      </w:r>
      <w:r w:rsidR="00530790" w:rsidRPr="005D5566">
        <w:t>Je dois perquisitionner chez toi</w:t>
      </w:r>
      <w:r>
        <w:t xml:space="preserve">…, </w:t>
      </w:r>
      <w:r w:rsidR="00530790" w:rsidRPr="005D5566">
        <w:t>Lève-toi</w:t>
      </w:r>
      <w:r>
        <w:t xml:space="preserve">, </w:t>
      </w:r>
      <w:r w:rsidR="00530790" w:rsidRPr="005D5566">
        <w:t>la vieille</w:t>
      </w:r>
      <w:r>
        <w:t xml:space="preserve"> ! </w:t>
      </w:r>
      <w:r w:rsidR="00530790" w:rsidRPr="005D5566">
        <w:t>Qui est là-bas</w:t>
      </w:r>
      <w:r>
        <w:t>.</w:t>
      </w:r>
    </w:p>
    <w:p w14:paraId="45D5CCE4" w14:textId="77777777" w:rsidR="001C0413" w:rsidRDefault="00530790" w:rsidP="001C0413">
      <w:r w:rsidRPr="005D5566">
        <w:t>Et jetant un coup d</w:t>
      </w:r>
      <w:r w:rsidR="001C0413">
        <w:t>’</w:t>
      </w:r>
      <w:r w:rsidRPr="005D5566">
        <w:t>œil vers la chambre</w:t>
      </w:r>
      <w:r w:rsidR="001C0413">
        <w:t xml:space="preserve">, </w:t>
      </w:r>
      <w:r w:rsidRPr="005D5566">
        <w:t>il s</w:t>
      </w:r>
      <w:r w:rsidR="001C0413">
        <w:t>’</w:t>
      </w:r>
      <w:r w:rsidRPr="005D5566">
        <w:t>y rendit à grands pas</w:t>
      </w:r>
      <w:r w:rsidR="001C0413">
        <w:t>.</w:t>
      </w:r>
    </w:p>
    <w:p w14:paraId="58B3361E" w14:textId="77777777" w:rsidR="001C0413" w:rsidRDefault="001C0413" w:rsidP="001C0413">
      <w:r>
        <w:t>— </w:t>
      </w:r>
      <w:r w:rsidR="00530790" w:rsidRPr="005D5566">
        <w:t>Votre nom</w:t>
      </w:r>
      <w:r>
        <w:t xml:space="preserve"> ? </w:t>
      </w:r>
      <w:r w:rsidR="00530790" w:rsidRPr="005D5566">
        <w:t>l</w:t>
      </w:r>
      <w:r>
        <w:t>’</w:t>
      </w:r>
      <w:r w:rsidR="00530790" w:rsidRPr="005D5566">
        <w:t>entendit-on questionner</w:t>
      </w:r>
      <w:r>
        <w:t>.</w:t>
      </w:r>
    </w:p>
    <w:p w14:paraId="41198255" w14:textId="77777777" w:rsidR="001C0413" w:rsidRDefault="00530790" w:rsidP="001C0413">
      <w:r w:rsidRPr="005D5566">
        <w:t>Deux autres personnages apparurent encore</w:t>
      </w:r>
      <w:r w:rsidR="001C0413">
        <w:t xml:space="preserve"> : </w:t>
      </w:r>
      <w:r w:rsidRPr="005D5566">
        <w:t>c</w:t>
      </w:r>
      <w:r w:rsidR="001C0413">
        <w:t>’</w:t>
      </w:r>
      <w:r w:rsidRPr="005D5566">
        <w:t>étaient le vieux fondeur Tvériakov et son locataire</w:t>
      </w:r>
      <w:r w:rsidR="001C0413">
        <w:t xml:space="preserve">, </w:t>
      </w:r>
      <w:r w:rsidRPr="005D5566">
        <w:t>le chauffeur Rybine</w:t>
      </w:r>
      <w:r w:rsidR="001C0413">
        <w:t xml:space="preserve">, </w:t>
      </w:r>
      <w:r w:rsidRPr="005D5566">
        <w:t>un homme à chevelure noire et de bonne conduite</w:t>
      </w:r>
      <w:r w:rsidR="001C0413">
        <w:t xml:space="preserve"> ; </w:t>
      </w:r>
      <w:r w:rsidRPr="005D5566">
        <w:t>ils étaient requis comme témoins par la police</w:t>
      </w:r>
      <w:r w:rsidR="001C0413">
        <w:t>.</w:t>
      </w:r>
    </w:p>
    <w:p w14:paraId="2FAD7509" w14:textId="77777777" w:rsidR="001C0413" w:rsidRDefault="00530790" w:rsidP="001C0413">
      <w:r w:rsidRPr="005D5566">
        <w:t>Rybine s</w:t>
      </w:r>
      <w:r w:rsidR="001C0413">
        <w:t>’</w:t>
      </w:r>
      <w:r w:rsidRPr="005D5566">
        <w:t>écria d</w:t>
      </w:r>
      <w:r w:rsidR="001C0413">
        <w:t>’</w:t>
      </w:r>
      <w:r w:rsidRPr="005D5566">
        <w:t>une voix</w:t>
      </w:r>
      <w:r w:rsidR="001C0413">
        <w:t xml:space="preserve">, </w:t>
      </w:r>
      <w:r w:rsidRPr="005D5566">
        <w:t>épaisse et forte</w:t>
      </w:r>
      <w:r w:rsidR="001C0413">
        <w:t> :</w:t>
      </w:r>
    </w:p>
    <w:p w14:paraId="5104CE62" w14:textId="77777777" w:rsidR="001C0413" w:rsidRDefault="001C0413" w:rsidP="001C0413">
      <w:r>
        <w:t>— </w:t>
      </w:r>
      <w:r w:rsidR="00530790" w:rsidRPr="005D5566">
        <w:t>Bonsoir</w:t>
      </w:r>
      <w:r>
        <w:t xml:space="preserve">, </w:t>
      </w:r>
      <w:r w:rsidR="00530790" w:rsidRPr="005D5566">
        <w:t>Pélaguée</w:t>
      </w:r>
      <w:r>
        <w:t> !</w:t>
      </w:r>
    </w:p>
    <w:p w14:paraId="655043B8" w14:textId="77777777" w:rsidR="001C0413" w:rsidRDefault="00530790" w:rsidP="001C0413">
      <w:r w:rsidRPr="005D5566">
        <w:t>La mère s</w:t>
      </w:r>
      <w:r w:rsidR="001C0413">
        <w:t>’</w:t>
      </w:r>
      <w:r w:rsidRPr="005D5566">
        <w:t>habillait et</w:t>
      </w:r>
      <w:r w:rsidR="001C0413">
        <w:t xml:space="preserve">, </w:t>
      </w:r>
      <w:r w:rsidRPr="005D5566">
        <w:t>pour se donner du courage</w:t>
      </w:r>
      <w:r w:rsidR="001C0413">
        <w:t xml:space="preserve">, </w:t>
      </w:r>
      <w:r w:rsidRPr="005D5566">
        <w:t>se disait</w:t>
      </w:r>
      <w:r w:rsidR="001C0413">
        <w:t> :</w:t>
      </w:r>
    </w:p>
    <w:p w14:paraId="490860CF" w14:textId="77777777" w:rsidR="001C0413" w:rsidRDefault="001C0413" w:rsidP="001C0413">
      <w:r>
        <w:t>— </w:t>
      </w:r>
      <w:r w:rsidR="00530790" w:rsidRPr="005D5566">
        <w:t>Voilà encore</w:t>
      </w:r>
      <w:r>
        <w:t xml:space="preserve"> !… </w:t>
      </w:r>
      <w:r w:rsidR="00530790" w:rsidRPr="005D5566">
        <w:t>venir la nuit</w:t>
      </w:r>
      <w:r>
        <w:t xml:space="preserve"> !… </w:t>
      </w:r>
      <w:r w:rsidR="00530790" w:rsidRPr="005D5566">
        <w:t>les gens sont couchés</w:t>
      </w:r>
      <w:r>
        <w:t xml:space="preserve">… </w:t>
      </w:r>
      <w:r w:rsidR="00530790" w:rsidRPr="005D5566">
        <w:t>et ils arrivent</w:t>
      </w:r>
      <w:r>
        <w:t> !</w:t>
      </w:r>
    </w:p>
    <w:p w14:paraId="216F4C9F" w14:textId="77777777" w:rsidR="001C0413" w:rsidRDefault="00530790" w:rsidP="001C0413">
      <w:r w:rsidRPr="005D5566">
        <w:lastRenderedPageBreak/>
        <w:t>La chambre semblait petite et une forte odeur de cirage s</w:t>
      </w:r>
      <w:r w:rsidR="001C0413">
        <w:t>’</w:t>
      </w:r>
      <w:r w:rsidRPr="005D5566">
        <w:t>était répandue</w:t>
      </w:r>
      <w:r w:rsidR="001C0413">
        <w:t xml:space="preserve">. </w:t>
      </w:r>
      <w:r w:rsidRPr="005D5566">
        <w:t>Les deux gendarmes et le commissaire de police du quartier</w:t>
      </w:r>
      <w:r w:rsidR="001C0413">
        <w:t xml:space="preserve">, </w:t>
      </w:r>
      <w:r w:rsidRPr="005D5566">
        <w:t>Riskine</w:t>
      </w:r>
      <w:r w:rsidR="001C0413">
        <w:t xml:space="preserve">, </w:t>
      </w:r>
      <w:r w:rsidRPr="005D5566">
        <w:t xml:space="preserve">enlevaient </w:t>
      </w:r>
      <w:r w:rsidRPr="005D5566">
        <w:rPr>
          <w:bCs/>
        </w:rPr>
        <w:t xml:space="preserve">à </w:t>
      </w:r>
      <w:r w:rsidRPr="005D5566">
        <w:t>grand fracas les livres des rayons et les empilaient sur la table</w:t>
      </w:r>
      <w:r w:rsidR="001C0413">
        <w:t xml:space="preserve">, </w:t>
      </w:r>
      <w:r w:rsidRPr="005D5566">
        <w:t>devant l</w:t>
      </w:r>
      <w:r w:rsidR="001C0413">
        <w:t>’</w:t>
      </w:r>
      <w:r w:rsidRPr="005D5566">
        <w:t>officier</w:t>
      </w:r>
      <w:r w:rsidR="001C0413">
        <w:t xml:space="preserve">. </w:t>
      </w:r>
      <w:r w:rsidRPr="005D5566">
        <w:t>Les deux autres donnaient des coups de poing contre les murs</w:t>
      </w:r>
      <w:r w:rsidR="001C0413">
        <w:t xml:space="preserve">, </w:t>
      </w:r>
      <w:r w:rsidRPr="005D5566">
        <w:t>regardaient sous les chaises</w:t>
      </w:r>
      <w:r w:rsidR="001C0413">
        <w:t xml:space="preserve"> ; </w:t>
      </w:r>
      <w:r w:rsidRPr="005D5566">
        <w:t>l</w:t>
      </w:r>
      <w:r w:rsidR="001C0413">
        <w:t>’</w:t>
      </w:r>
      <w:r w:rsidRPr="005D5566">
        <w:t>un se hissa péniblement sur le poêle</w:t>
      </w:r>
      <w:r w:rsidR="001C0413">
        <w:t xml:space="preserve">. </w:t>
      </w:r>
      <w:r w:rsidRPr="005D5566">
        <w:t>Le Petit-Russien et Vessoftchikov</w:t>
      </w:r>
      <w:r w:rsidR="001C0413">
        <w:t xml:space="preserve">, </w:t>
      </w:r>
      <w:r w:rsidRPr="005D5566">
        <w:t>serrés l</w:t>
      </w:r>
      <w:r w:rsidR="001C0413">
        <w:t>’</w:t>
      </w:r>
      <w:r w:rsidRPr="005D5566">
        <w:t>un contre l</w:t>
      </w:r>
      <w:r w:rsidR="001C0413">
        <w:t>’</w:t>
      </w:r>
      <w:r w:rsidRPr="005D5566">
        <w:t>autre</w:t>
      </w:r>
      <w:r w:rsidR="001C0413">
        <w:t xml:space="preserve">, </w:t>
      </w:r>
      <w:r w:rsidRPr="005D5566">
        <w:t>se tenaient dans un coin</w:t>
      </w:r>
      <w:r w:rsidR="001C0413">
        <w:t xml:space="preserve"> ; </w:t>
      </w:r>
      <w:r w:rsidRPr="005D5566">
        <w:t>le visage grêlé du second était couvert de plaques rouges</w:t>
      </w:r>
      <w:r w:rsidR="001C0413">
        <w:t xml:space="preserve">, </w:t>
      </w:r>
      <w:r w:rsidRPr="005D5566">
        <w:t>et ses petits yeux gris ne pouvaient se détacher de l</w:t>
      </w:r>
      <w:r w:rsidR="001C0413">
        <w:t>’</w:t>
      </w:r>
      <w:r w:rsidRPr="005D5566">
        <w:t>officier</w:t>
      </w:r>
      <w:r w:rsidR="001C0413">
        <w:t xml:space="preserve">. </w:t>
      </w:r>
      <w:r w:rsidRPr="005D5566">
        <w:t>Le Petit-Russien tortillait sa moustache</w:t>
      </w:r>
      <w:r w:rsidR="001C0413">
        <w:t xml:space="preserve">, </w:t>
      </w:r>
      <w:r w:rsidRPr="005D5566">
        <w:t>et quand la mère entra dans la chambre</w:t>
      </w:r>
      <w:r w:rsidR="001C0413">
        <w:t xml:space="preserve">, </w:t>
      </w:r>
      <w:r w:rsidRPr="005D5566">
        <w:t>il lui fit un signe de tête amical</w:t>
      </w:r>
      <w:r w:rsidR="001C0413">
        <w:t>.</w:t>
      </w:r>
    </w:p>
    <w:p w14:paraId="03F1E0AE" w14:textId="77777777" w:rsidR="001C0413" w:rsidRDefault="00530790" w:rsidP="001C0413">
      <w:r w:rsidRPr="005D5566">
        <w:t>Pour cacher sa terreur</w:t>
      </w:r>
      <w:r w:rsidR="001C0413">
        <w:t xml:space="preserve">, </w:t>
      </w:r>
      <w:r w:rsidRPr="005D5566">
        <w:t>elle se mouvait</w:t>
      </w:r>
      <w:r w:rsidR="001C0413">
        <w:t xml:space="preserve">, </w:t>
      </w:r>
      <w:r w:rsidRPr="005D5566">
        <w:t>non pas de côté comme d</w:t>
      </w:r>
      <w:r w:rsidR="001C0413">
        <w:t>’</w:t>
      </w:r>
      <w:r w:rsidRPr="005D5566">
        <w:t>habitude</w:t>
      </w:r>
      <w:r w:rsidR="001C0413">
        <w:t xml:space="preserve">, </w:t>
      </w:r>
      <w:r w:rsidRPr="005D5566">
        <w:t>mais la poitrine</w:t>
      </w:r>
      <w:r w:rsidRPr="00D210FA">
        <w:t xml:space="preserve"> en</w:t>
      </w:r>
      <w:r w:rsidRPr="005D5566">
        <w:t xml:space="preserve"> avant</w:t>
      </w:r>
      <w:r w:rsidR="001C0413">
        <w:t xml:space="preserve">, </w:t>
      </w:r>
      <w:r w:rsidRPr="005D5566">
        <w:t>ce qui lui donnait un air d</w:t>
      </w:r>
      <w:r w:rsidR="001C0413">
        <w:t>’</w:t>
      </w:r>
      <w:r w:rsidRPr="005D5566">
        <w:t>importance affectée et risible</w:t>
      </w:r>
      <w:r w:rsidR="001C0413">
        <w:t xml:space="preserve">. </w:t>
      </w:r>
      <w:r w:rsidRPr="005D5566">
        <w:t>Elle marchait avec bruit et ses sourcils tremblaient</w:t>
      </w:r>
      <w:r w:rsidR="001C0413">
        <w:t>.</w:t>
      </w:r>
    </w:p>
    <w:p w14:paraId="044906DB" w14:textId="77777777" w:rsidR="001C0413" w:rsidRDefault="00530790" w:rsidP="001C0413">
      <w:r w:rsidRPr="005D5566">
        <w:t>L</w:t>
      </w:r>
      <w:r w:rsidR="001C0413">
        <w:t>’</w:t>
      </w:r>
      <w:r w:rsidRPr="005D5566">
        <w:t>officier prenait prestement les livres du bout de ses doigts blancs et effilés</w:t>
      </w:r>
      <w:r w:rsidR="001C0413">
        <w:t xml:space="preserve">, </w:t>
      </w:r>
      <w:r w:rsidRPr="005D5566">
        <w:t>il les feuilletait</w:t>
      </w:r>
      <w:r w:rsidR="001C0413">
        <w:t xml:space="preserve">, </w:t>
      </w:r>
      <w:r w:rsidRPr="005D5566">
        <w:t>les secouait</w:t>
      </w:r>
      <w:r w:rsidR="001C0413">
        <w:t xml:space="preserve">, </w:t>
      </w:r>
      <w:r w:rsidRPr="005D5566">
        <w:t>et</w:t>
      </w:r>
      <w:r w:rsidR="001C0413">
        <w:t xml:space="preserve">, </w:t>
      </w:r>
      <w:r w:rsidRPr="005D5566">
        <w:t>d</w:t>
      </w:r>
      <w:r w:rsidR="001C0413">
        <w:t>’</w:t>
      </w:r>
      <w:r w:rsidRPr="005D5566">
        <w:t>un geste adroit</w:t>
      </w:r>
      <w:r w:rsidR="001C0413">
        <w:t xml:space="preserve">, </w:t>
      </w:r>
      <w:r w:rsidRPr="005D5566">
        <w:t>les jetait de côté</w:t>
      </w:r>
      <w:r w:rsidR="001C0413">
        <w:t xml:space="preserve">. </w:t>
      </w:r>
      <w:r w:rsidRPr="005D5566">
        <w:t>Parfois</w:t>
      </w:r>
      <w:r w:rsidR="001C0413">
        <w:t xml:space="preserve">, </w:t>
      </w:r>
      <w:r w:rsidRPr="005D5566">
        <w:t>un volume tombait à terre avec un petit bruissement</w:t>
      </w:r>
      <w:r w:rsidR="001C0413">
        <w:t xml:space="preserve">. </w:t>
      </w:r>
      <w:r w:rsidRPr="005D5566">
        <w:t>Tout le monde se taisait</w:t>
      </w:r>
      <w:r w:rsidR="001C0413">
        <w:t xml:space="preserve">, </w:t>
      </w:r>
      <w:r w:rsidRPr="005D5566">
        <w:t>on n</w:t>
      </w:r>
      <w:r w:rsidR="001C0413">
        <w:t>’</w:t>
      </w:r>
      <w:r w:rsidRPr="005D5566">
        <w:t>entendait que les reniflements des gendarmes échauffés</w:t>
      </w:r>
      <w:r w:rsidR="001C0413">
        <w:t xml:space="preserve">, </w:t>
      </w:r>
      <w:r w:rsidRPr="005D5566">
        <w:t>le cliquetis des éperons</w:t>
      </w:r>
      <w:r w:rsidR="001C0413">
        <w:t xml:space="preserve"> ; </w:t>
      </w:r>
      <w:r w:rsidRPr="005D5566">
        <w:t xml:space="preserve">de temps </w:t>
      </w:r>
      <w:r w:rsidRPr="005D5566">
        <w:rPr>
          <w:bCs/>
        </w:rPr>
        <w:t xml:space="preserve">à </w:t>
      </w:r>
      <w:r w:rsidRPr="005D5566">
        <w:t>autre</w:t>
      </w:r>
      <w:r w:rsidR="001C0413">
        <w:t xml:space="preserve">, </w:t>
      </w:r>
      <w:r w:rsidRPr="005D5566">
        <w:t>une voix demandait</w:t>
      </w:r>
      <w:r w:rsidR="001C0413">
        <w:t> :</w:t>
      </w:r>
    </w:p>
    <w:p w14:paraId="7D24B16C" w14:textId="77777777" w:rsidR="001C0413" w:rsidRDefault="001C0413" w:rsidP="001C0413">
      <w:r>
        <w:t>— </w:t>
      </w:r>
      <w:r w:rsidR="00530790" w:rsidRPr="005D5566">
        <w:t>Tu as regardé ici</w:t>
      </w:r>
      <w:r>
        <w:t> ?</w:t>
      </w:r>
    </w:p>
    <w:p w14:paraId="2EA40F34" w14:textId="77777777" w:rsidR="001C0413" w:rsidRDefault="00530790" w:rsidP="001C0413">
      <w:r w:rsidRPr="005D5566">
        <w:t>La mère se plaça à côté de Pavel</w:t>
      </w:r>
      <w:r w:rsidR="001C0413">
        <w:t xml:space="preserve">, </w:t>
      </w:r>
      <w:r w:rsidRPr="005D5566">
        <w:t>contre le mur</w:t>
      </w:r>
      <w:r w:rsidR="001C0413">
        <w:t xml:space="preserve"> ; </w:t>
      </w:r>
      <w:r w:rsidRPr="005D5566">
        <w:t>comme lui</w:t>
      </w:r>
      <w:r w:rsidR="001C0413">
        <w:t xml:space="preserve">, </w:t>
      </w:r>
      <w:r w:rsidRPr="005D5566">
        <w:t>elle croisa les bras sur sa poitrine et voulut examiner l</w:t>
      </w:r>
      <w:r w:rsidR="001C0413">
        <w:t>’</w:t>
      </w:r>
      <w:r w:rsidRPr="005D5566">
        <w:t>officier</w:t>
      </w:r>
      <w:r w:rsidR="001C0413">
        <w:t xml:space="preserve">. </w:t>
      </w:r>
      <w:r w:rsidRPr="005D5566">
        <w:t>Ses genoux chancelaient</w:t>
      </w:r>
      <w:r w:rsidR="001C0413">
        <w:t xml:space="preserve">, </w:t>
      </w:r>
      <w:r w:rsidRPr="005D5566">
        <w:t>un brouillard voilait ses yeux</w:t>
      </w:r>
      <w:r w:rsidR="001C0413">
        <w:t>.</w:t>
      </w:r>
    </w:p>
    <w:p w14:paraId="6D8D7903" w14:textId="77777777" w:rsidR="001C0413" w:rsidRDefault="00530790" w:rsidP="001C0413">
      <w:r w:rsidRPr="005D5566">
        <w:t>Soudain la voix de Vessoftchikov résonna</w:t>
      </w:r>
      <w:r w:rsidR="001C0413">
        <w:t xml:space="preserve">, </w:t>
      </w:r>
      <w:r w:rsidRPr="005D5566">
        <w:t>tranchante</w:t>
      </w:r>
      <w:r w:rsidR="001C0413">
        <w:t> :</w:t>
      </w:r>
    </w:p>
    <w:p w14:paraId="2AD7BE08" w14:textId="77777777" w:rsidR="001C0413" w:rsidRDefault="001C0413" w:rsidP="001C0413">
      <w:r>
        <w:t>— </w:t>
      </w:r>
      <w:r w:rsidR="00530790" w:rsidRPr="005D5566">
        <w:t>À quoi bon lancer les livres par terre</w:t>
      </w:r>
      <w:r>
        <w:t> ?</w:t>
      </w:r>
    </w:p>
    <w:p w14:paraId="311DA1EA" w14:textId="77777777" w:rsidR="001C0413" w:rsidRDefault="00530790" w:rsidP="001C0413">
      <w:r w:rsidRPr="005D5566">
        <w:lastRenderedPageBreak/>
        <w:t>La mère frémit</w:t>
      </w:r>
      <w:r w:rsidR="001C0413">
        <w:t xml:space="preserve">, </w:t>
      </w:r>
      <w:r w:rsidRPr="005D5566">
        <w:t>Tvériakov hocha la tête</w:t>
      </w:r>
      <w:r w:rsidR="001C0413">
        <w:t xml:space="preserve">, </w:t>
      </w:r>
      <w:r w:rsidRPr="005D5566">
        <w:t xml:space="preserve">comme si on </w:t>
      </w:r>
      <w:r w:rsidRPr="005D5566">
        <w:rPr>
          <w:bCs/>
        </w:rPr>
        <w:t>l</w:t>
      </w:r>
      <w:r w:rsidR="001C0413">
        <w:t>’</w:t>
      </w:r>
      <w:r w:rsidRPr="005D5566">
        <w:t>avait frappé à la nuque</w:t>
      </w:r>
      <w:r w:rsidR="001C0413">
        <w:t xml:space="preserve"> ; </w:t>
      </w:r>
      <w:r w:rsidRPr="005D5566">
        <w:t>Rybine grogna et considéra attentivement le coupable</w:t>
      </w:r>
      <w:r w:rsidR="001C0413">
        <w:t>.</w:t>
      </w:r>
    </w:p>
    <w:p w14:paraId="259D3696" w14:textId="77777777" w:rsidR="001C0413" w:rsidRDefault="00530790" w:rsidP="001C0413">
      <w:r w:rsidRPr="005D5566">
        <w:t>L</w:t>
      </w:r>
      <w:r w:rsidR="001C0413">
        <w:t>’</w:t>
      </w:r>
      <w:r w:rsidRPr="005D5566">
        <w:t>officier cligna des yeux et plongea son regard dans le visage grêlé et immobile du jeune homme</w:t>
      </w:r>
      <w:r w:rsidR="001C0413">
        <w:t xml:space="preserve">… </w:t>
      </w:r>
      <w:r w:rsidRPr="005D5566">
        <w:t>Puis ses doigts feuilletèrent encore plus rapidement les pages des livres</w:t>
      </w:r>
      <w:r w:rsidR="001C0413">
        <w:t xml:space="preserve">. </w:t>
      </w:r>
      <w:r w:rsidRPr="005D5566">
        <w:t>Par moment</w:t>
      </w:r>
      <w:r w:rsidR="001C0413">
        <w:t xml:space="preserve">, </w:t>
      </w:r>
      <w:r w:rsidRPr="005D5566">
        <w:t>il ouvrait si grand ses yeux gris</w:t>
      </w:r>
      <w:r w:rsidR="001C0413">
        <w:t xml:space="preserve">, </w:t>
      </w:r>
      <w:r w:rsidRPr="005D5566">
        <w:t>qu</w:t>
      </w:r>
      <w:r w:rsidR="001C0413">
        <w:t>’</w:t>
      </w:r>
      <w:r w:rsidRPr="005D5566">
        <w:t>on pouvait croire qu</w:t>
      </w:r>
      <w:r w:rsidR="001C0413">
        <w:t>’</w:t>
      </w:r>
      <w:r w:rsidRPr="005D5566">
        <w:t>il souffrait atrocement</w:t>
      </w:r>
      <w:r w:rsidR="001C0413">
        <w:t xml:space="preserve">, </w:t>
      </w:r>
      <w:r w:rsidRPr="005D5566">
        <w:t>qu</w:t>
      </w:r>
      <w:r w:rsidR="001C0413">
        <w:t>’</w:t>
      </w:r>
      <w:r w:rsidRPr="005D5566">
        <w:t>il allait crier</w:t>
      </w:r>
      <w:r w:rsidR="001C0413">
        <w:t xml:space="preserve">, </w:t>
      </w:r>
      <w:r w:rsidRPr="005D5566">
        <w:t>furieux et impuissant contre la douleur</w:t>
      </w:r>
      <w:r w:rsidR="001C0413">
        <w:t>.</w:t>
      </w:r>
    </w:p>
    <w:p w14:paraId="15D1B9CA" w14:textId="77777777" w:rsidR="001C0413" w:rsidRDefault="001C0413" w:rsidP="001C0413">
      <w:r>
        <w:t>— </w:t>
      </w:r>
      <w:r w:rsidR="00530790" w:rsidRPr="005D5566">
        <w:t>Soldat</w:t>
      </w:r>
      <w:r>
        <w:t xml:space="preserve"> ! </w:t>
      </w:r>
      <w:r w:rsidR="00530790" w:rsidRPr="005D5566">
        <w:t>dit de nouveau Vessoftchikov</w:t>
      </w:r>
      <w:r>
        <w:t xml:space="preserve">, </w:t>
      </w:r>
      <w:r w:rsidR="00530790" w:rsidRPr="005D5566">
        <w:t>ramasse les livres</w:t>
      </w:r>
      <w:r>
        <w:t>…</w:t>
      </w:r>
    </w:p>
    <w:p w14:paraId="5C45DB26" w14:textId="77777777" w:rsidR="001C0413" w:rsidRDefault="00530790" w:rsidP="001C0413">
      <w:r w:rsidRPr="005D5566">
        <w:t>Les gendarmes se tournèrent tous vers lui</w:t>
      </w:r>
      <w:r w:rsidR="001C0413">
        <w:t xml:space="preserve">, </w:t>
      </w:r>
      <w:r w:rsidRPr="005D5566">
        <w:t xml:space="preserve">puis regardèrent </w:t>
      </w:r>
      <w:r w:rsidRPr="005D5566">
        <w:rPr>
          <w:bCs/>
        </w:rPr>
        <w:t>l</w:t>
      </w:r>
      <w:r w:rsidR="001C0413">
        <w:t>’</w:t>
      </w:r>
      <w:r w:rsidRPr="005D5566">
        <w:t>officier</w:t>
      </w:r>
      <w:r w:rsidR="001C0413">
        <w:t xml:space="preserve">. </w:t>
      </w:r>
      <w:r w:rsidRPr="005D5566">
        <w:t>Celui-ci leva encore la tête et</w:t>
      </w:r>
      <w:r w:rsidR="001C0413">
        <w:t xml:space="preserve">, </w:t>
      </w:r>
      <w:r w:rsidRPr="005D5566">
        <w:t>lançant un coup d</w:t>
      </w:r>
      <w:r w:rsidR="001C0413">
        <w:t>’</w:t>
      </w:r>
      <w:r w:rsidRPr="005D5566">
        <w:t>œil scrutateur sur le grêlé</w:t>
      </w:r>
      <w:r w:rsidR="001C0413">
        <w:t xml:space="preserve">, </w:t>
      </w:r>
      <w:r w:rsidRPr="005D5566">
        <w:t>il ordonna en nasillant</w:t>
      </w:r>
      <w:r w:rsidR="001C0413">
        <w:t> :</w:t>
      </w:r>
    </w:p>
    <w:p w14:paraId="1D568EBE" w14:textId="77777777" w:rsidR="001C0413" w:rsidRDefault="001C0413" w:rsidP="001C0413">
      <w:r>
        <w:t>— </w:t>
      </w:r>
      <w:r w:rsidR="00530790" w:rsidRPr="005D5566">
        <w:t>Hé bien</w:t>
      </w:r>
      <w:r>
        <w:t xml:space="preserve">, </w:t>
      </w:r>
      <w:r w:rsidR="00530790" w:rsidRPr="005D5566">
        <w:t>ramassez les livres</w:t>
      </w:r>
      <w:r>
        <w:t> !</w:t>
      </w:r>
    </w:p>
    <w:p w14:paraId="7B119002" w14:textId="77777777" w:rsidR="001C0413" w:rsidRDefault="00530790" w:rsidP="001C0413">
      <w:r w:rsidRPr="005D5566">
        <w:t>L</w:t>
      </w:r>
      <w:r w:rsidR="001C0413">
        <w:t>’</w:t>
      </w:r>
      <w:r w:rsidRPr="005D5566">
        <w:t>un des gendarmes se baissa et</w:t>
      </w:r>
      <w:r w:rsidR="001C0413">
        <w:t xml:space="preserve">, </w:t>
      </w:r>
      <w:r w:rsidRPr="005D5566">
        <w:t>tout en examinant Vessoftchikov du coin de l</w:t>
      </w:r>
      <w:r w:rsidR="001C0413">
        <w:t>’</w:t>
      </w:r>
      <w:r w:rsidRPr="005D5566">
        <w:t>œil</w:t>
      </w:r>
      <w:r w:rsidR="001C0413">
        <w:t xml:space="preserve">, </w:t>
      </w:r>
      <w:r w:rsidRPr="005D5566">
        <w:t>se mit à relever les livres en lambeaux</w:t>
      </w:r>
      <w:r w:rsidR="001C0413">
        <w:t>.</w:t>
      </w:r>
    </w:p>
    <w:p w14:paraId="70392A46" w14:textId="77777777" w:rsidR="001C0413" w:rsidRDefault="001C0413" w:rsidP="001C0413">
      <w:r>
        <w:t>— </w:t>
      </w:r>
      <w:r w:rsidR="00530790" w:rsidRPr="005D5566">
        <w:t>Il ferait mieux de se taire</w:t>
      </w:r>
      <w:r>
        <w:t xml:space="preserve">, </w:t>
      </w:r>
      <w:r w:rsidR="00530790" w:rsidRPr="005D5566">
        <w:t>chuchota la mère en s</w:t>
      </w:r>
      <w:r>
        <w:t>’</w:t>
      </w:r>
      <w:r w:rsidR="00530790" w:rsidRPr="005D5566">
        <w:t xml:space="preserve">adressant </w:t>
      </w:r>
      <w:r w:rsidR="00530790" w:rsidRPr="005D5566">
        <w:rPr>
          <w:bCs/>
        </w:rPr>
        <w:t xml:space="preserve">à </w:t>
      </w:r>
      <w:r w:rsidR="00530790" w:rsidRPr="005D5566">
        <w:t>son fils</w:t>
      </w:r>
      <w:r>
        <w:t>.</w:t>
      </w:r>
    </w:p>
    <w:p w14:paraId="157E82D8" w14:textId="77777777" w:rsidR="001C0413" w:rsidRDefault="00530790" w:rsidP="001C0413">
      <w:r w:rsidRPr="005D5566">
        <w:rPr>
          <w:bCs/>
        </w:rPr>
        <w:t xml:space="preserve">Il </w:t>
      </w:r>
      <w:r w:rsidRPr="005D5566">
        <w:t>haussa les épaules</w:t>
      </w:r>
      <w:r w:rsidR="001C0413">
        <w:t xml:space="preserve">. </w:t>
      </w:r>
      <w:r w:rsidRPr="005D5566">
        <w:t>Le Petit-Russien tendit le cou</w:t>
      </w:r>
      <w:r w:rsidR="001C0413">
        <w:t>.</w:t>
      </w:r>
    </w:p>
    <w:p w14:paraId="7075684C" w14:textId="77777777" w:rsidR="001C0413" w:rsidRDefault="001C0413" w:rsidP="001C0413">
      <w:r>
        <w:t>— </w:t>
      </w:r>
      <w:r w:rsidR="00530790" w:rsidRPr="005D5566">
        <w:t>Qu</w:t>
      </w:r>
      <w:r>
        <w:t>’</w:t>
      </w:r>
      <w:r w:rsidR="00530790" w:rsidRPr="005D5566">
        <w:t>est-ce que ces chuchotements</w:t>
      </w:r>
      <w:r>
        <w:t xml:space="preserve"> ? </w:t>
      </w:r>
      <w:r w:rsidR="00530790" w:rsidRPr="005D5566">
        <w:t>Je vous prie de vous taire</w:t>
      </w:r>
      <w:r>
        <w:t xml:space="preserve"> ! </w:t>
      </w:r>
      <w:r w:rsidR="00530790" w:rsidRPr="005D5566">
        <w:t>Qui est-ce qui lit la Bible</w:t>
      </w:r>
      <w:r>
        <w:t xml:space="preserve">, </w:t>
      </w:r>
      <w:r w:rsidR="00530790" w:rsidRPr="005D5566">
        <w:t>ici</w:t>
      </w:r>
      <w:r>
        <w:t> ?</w:t>
      </w:r>
    </w:p>
    <w:p w14:paraId="22718A97" w14:textId="77777777" w:rsidR="001C0413" w:rsidRDefault="001C0413" w:rsidP="001C0413">
      <w:r>
        <w:t>— </w:t>
      </w:r>
      <w:r w:rsidR="00530790" w:rsidRPr="005D5566">
        <w:t>Moi</w:t>
      </w:r>
      <w:r>
        <w:t xml:space="preserve">, </w:t>
      </w:r>
      <w:r w:rsidR="00530790" w:rsidRPr="005D5566">
        <w:t>répondit Pavel</w:t>
      </w:r>
      <w:r>
        <w:t>.</w:t>
      </w:r>
    </w:p>
    <w:p w14:paraId="0EACD029" w14:textId="77777777" w:rsidR="001C0413" w:rsidRDefault="001C0413" w:rsidP="001C0413">
      <w:r>
        <w:t>— </w:t>
      </w:r>
      <w:r w:rsidR="00530790" w:rsidRPr="005D5566">
        <w:t>Ah</w:t>
      </w:r>
      <w:r>
        <w:t xml:space="preserve"> !… </w:t>
      </w:r>
      <w:r w:rsidR="00530790" w:rsidRPr="005D5566">
        <w:t>Et à qui sont tous ces livres</w:t>
      </w:r>
      <w:r>
        <w:t> ?</w:t>
      </w:r>
    </w:p>
    <w:p w14:paraId="074021D4" w14:textId="77777777" w:rsidR="001C0413" w:rsidRDefault="001C0413" w:rsidP="001C0413">
      <w:r>
        <w:t>— </w:t>
      </w:r>
      <w:r w:rsidR="00530790" w:rsidRPr="005D5566">
        <w:t>À moi</w:t>
      </w:r>
      <w:r>
        <w:t xml:space="preserve"> ! </w:t>
      </w:r>
      <w:r w:rsidR="00530790" w:rsidRPr="005D5566">
        <w:t>dit-il encore</w:t>
      </w:r>
      <w:r>
        <w:t>.</w:t>
      </w:r>
    </w:p>
    <w:p w14:paraId="3AD44B35" w14:textId="77777777" w:rsidR="001C0413" w:rsidRDefault="001C0413" w:rsidP="001C0413">
      <w:r>
        <w:lastRenderedPageBreak/>
        <w:t>— </w:t>
      </w:r>
      <w:r w:rsidR="00530790" w:rsidRPr="005D5566">
        <w:t>Bien</w:t>
      </w:r>
      <w:r>
        <w:t xml:space="preserve"> ! </w:t>
      </w:r>
      <w:r w:rsidR="00530790" w:rsidRPr="005D5566">
        <w:t>fit l</w:t>
      </w:r>
      <w:r>
        <w:t>’</w:t>
      </w:r>
      <w:r w:rsidR="00530790" w:rsidRPr="005D5566">
        <w:t>officier en s</w:t>
      </w:r>
      <w:r>
        <w:t>’</w:t>
      </w:r>
      <w:r w:rsidR="00530790" w:rsidRPr="005D5566">
        <w:t>appuyant au dossier de la chaise</w:t>
      </w:r>
      <w:r>
        <w:t>.</w:t>
      </w:r>
    </w:p>
    <w:p w14:paraId="6832D35F" w14:textId="77777777" w:rsidR="001C0413" w:rsidRDefault="00530790" w:rsidP="001C0413">
      <w:r w:rsidRPr="005D5566">
        <w:t>Il fit craquer les doigts de sa main blanche</w:t>
      </w:r>
      <w:r w:rsidR="001C0413">
        <w:t xml:space="preserve">, </w:t>
      </w:r>
      <w:r w:rsidRPr="005D5566">
        <w:t>allongea les jambes sous la table</w:t>
      </w:r>
      <w:r w:rsidR="001C0413">
        <w:t xml:space="preserve">, </w:t>
      </w:r>
      <w:r w:rsidRPr="005D5566">
        <w:t>lissa sa moustache et interpella Vessoftchikov</w:t>
      </w:r>
      <w:r w:rsidR="001C0413">
        <w:t> :</w:t>
      </w:r>
    </w:p>
    <w:p w14:paraId="406D431F" w14:textId="77777777" w:rsidR="001C0413" w:rsidRDefault="001C0413" w:rsidP="001C0413">
      <w:r>
        <w:t>— </w:t>
      </w:r>
      <w:r w:rsidR="00530790" w:rsidRPr="005D5566">
        <w:t>C</w:t>
      </w:r>
      <w:r>
        <w:t>’</w:t>
      </w:r>
      <w:r w:rsidR="00530790" w:rsidRPr="005D5566">
        <w:t>est toi qui es André Nakhodka</w:t>
      </w:r>
      <w:r>
        <w:t> ?</w:t>
      </w:r>
    </w:p>
    <w:p w14:paraId="442ADBBD" w14:textId="77777777" w:rsidR="001C0413" w:rsidRDefault="001C0413" w:rsidP="001C0413">
      <w:r>
        <w:t>— </w:t>
      </w:r>
      <w:r w:rsidR="00530790" w:rsidRPr="005D5566">
        <w:t>C</w:t>
      </w:r>
      <w:r>
        <w:t>’</w:t>
      </w:r>
      <w:r w:rsidR="00530790" w:rsidRPr="005D5566">
        <w:t>est moi</w:t>
      </w:r>
      <w:r>
        <w:t xml:space="preserve"> ! </w:t>
      </w:r>
      <w:r w:rsidR="00530790" w:rsidRPr="005D5566">
        <w:t>répondit le grêlé en s</w:t>
      </w:r>
      <w:r>
        <w:t>’</w:t>
      </w:r>
      <w:r w:rsidR="00530790" w:rsidRPr="005D5566">
        <w:t>avançant</w:t>
      </w:r>
      <w:r>
        <w:t>.</w:t>
      </w:r>
    </w:p>
    <w:p w14:paraId="25E338CD" w14:textId="77777777" w:rsidR="001C0413" w:rsidRDefault="00530790" w:rsidP="001C0413">
      <w:r w:rsidRPr="005D5566">
        <w:t xml:space="preserve">Le Petit-Russien tendit </w:t>
      </w:r>
      <w:r w:rsidRPr="005D5566">
        <w:rPr>
          <w:bCs/>
        </w:rPr>
        <w:t xml:space="preserve">le </w:t>
      </w:r>
      <w:r w:rsidRPr="005D5566">
        <w:t>bras</w:t>
      </w:r>
      <w:r w:rsidR="001C0413">
        <w:t xml:space="preserve">, </w:t>
      </w:r>
      <w:r w:rsidRPr="005D5566">
        <w:rPr>
          <w:bCs/>
        </w:rPr>
        <w:t>l</w:t>
      </w:r>
      <w:r w:rsidR="001C0413">
        <w:t>’</w:t>
      </w:r>
      <w:r w:rsidRPr="005D5566">
        <w:t xml:space="preserve">arrêta par </w:t>
      </w:r>
      <w:r w:rsidRPr="005D5566">
        <w:rPr>
          <w:bCs/>
        </w:rPr>
        <w:t>l</w:t>
      </w:r>
      <w:r w:rsidR="001C0413">
        <w:t>’</w:t>
      </w:r>
      <w:r w:rsidRPr="005D5566">
        <w:t xml:space="preserve">épaule </w:t>
      </w:r>
      <w:r w:rsidRPr="005D5566">
        <w:rPr>
          <w:bCs/>
        </w:rPr>
        <w:t xml:space="preserve">et le fit </w:t>
      </w:r>
      <w:r w:rsidRPr="005D5566">
        <w:t>reculer</w:t>
      </w:r>
      <w:r w:rsidR="001C0413">
        <w:t>.</w:t>
      </w:r>
    </w:p>
    <w:p w14:paraId="35EB182E" w14:textId="77777777" w:rsidR="001C0413" w:rsidRDefault="001C0413" w:rsidP="001C0413">
      <w:r>
        <w:t>— </w:t>
      </w:r>
      <w:r w:rsidR="00530790" w:rsidRPr="005D5566">
        <w:rPr>
          <w:bCs/>
        </w:rPr>
        <w:t>Il s</w:t>
      </w:r>
      <w:r>
        <w:t>’</w:t>
      </w:r>
      <w:r w:rsidR="00530790" w:rsidRPr="005D5566">
        <w:t>est trompé</w:t>
      </w:r>
      <w:r>
        <w:t xml:space="preserve"> ! </w:t>
      </w:r>
      <w:r w:rsidR="00530790" w:rsidRPr="005D5566">
        <w:t>c</w:t>
      </w:r>
      <w:r>
        <w:t>’</w:t>
      </w:r>
      <w:r w:rsidR="00530790" w:rsidRPr="005D5566">
        <w:t xml:space="preserve">est moi </w:t>
      </w:r>
      <w:r w:rsidR="00530790" w:rsidRPr="005D5566">
        <w:rPr>
          <w:bCs/>
        </w:rPr>
        <w:t xml:space="preserve">qui suis </w:t>
      </w:r>
      <w:r w:rsidR="00530790" w:rsidRPr="005D5566">
        <w:t>André</w:t>
      </w:r>
      <w:r>
        <w:t>…</w:t>
      </w:r>
    </w:p>
    <w:p w14:paraId="2C62C152" w14:textId="77777777" w:rsidR="001C0413" w:rsidRDefault="00530790" w:rsidP="001C0413">
      <w:r w:rsidRPr="005D5566">
        <w:t>L</w:t>
      </w:r>
      <w:r w:rsidR="001C0413">
        <w:t>’</w:t>
      </w:r>
      <w:r w:rsidRPr="005D5566">
        <w:t>officier leva la main et</w:t>
      </w:r>
      <w:r w:rsidR="001C0413">
        <w:t xml:space="preserve">, </w:t>
      </w:r>
      <w:r w:rsidRPr="005D5566">
        <w:t>menaçant Vessoftchikov du petit doigt</w:t>
      </w:r>
      <w:r w:rsidR="001C0413">
        <w:t xml:space="preserve">, </w:t>
      </w:r>
      <w:r w:rsidRPr="005D5566">
        <w:t>lui dit</w:t>
      </w:r>
      <w:r w:rsidR="001C0413">
        <w:t> :</w:t>
      </w:r>
    </w:p>
    <w:p w14:paraId="6D5FEA9A" w14:textId="77777777" w:rsidR="001C0413" w:rsidRDefault="001C0413" w:rsidP="001C0413">
      <w:r>
        <w:t>— </w:t>
      </w:r>
      <w:r w:rsidR="00530790" w:rsidRPr="005D5566">
        <w:t>Prends garde</w:t>
      </w:r>
      <w:r>
        <w:t> !</w:t>
      </w:r>
    </w:p>
    <w:p w14:paraId="1423106D" w14:textId="77777777" w:rsidR="001C0413" w:rsidRDefault="00530790" w:rsidP="001C0413">
      <w:r w:rsidRPr="005D5566">
        <w:t>Il se mit à fouiller dans ses papiers</w:t>
      </w:r>
      <w:r w:rsidR="001C0413">
        <w:t>.</w:t>
      </w:r>
    </w:p>
    <w:p w14:paraId="662FA0BC" w14:textId="77777777" w:rsidR="001C0413" w:rsidRDefault="00530790" w:rsidP="001C0413">
      <w:r w:rsidRPr="005D5566">
        <w:t>De ses yeux indifférents</w:t>
      </w:r>
      <w:r w:rsidR="001C0413">
        <w:t xml:space="preserve">, </w:t>
      </w:r>
      <w:r w:rsidRPr="005D5566">
        <w:t>la nuit lumineuse et claire regardait à travers la fenêtre</w:t>
      </w:r>
      <w:r w:rsidR="001C0413">
        <w:t xml:space="preserve">. </w:t>
      </w:r>
      <w:r w:rsidRPr="005D5566">
        <w:t>Quelqu</w:t>
      </w:r>
      <w:r w:rsidR="001C0413">
        <w:t>’</w:t>
      </w:r>
      <w:r w:rsidRPr="005D5566">
        <w:t>un allait et venait devant la maison</w:t>
      </w:r>
      <w:r w:rsidR="001C0413">
        <w:t xml:space="preserve">, </w:t>
      </w:r>
      <w:r w:rsidRPr="005D5566">
        <w:t>et la neige criait sous les pas</w:t>
      </w:r>
      <w:r w:rsidR="001C0413">
        <w:t>.</w:t>
      </w:r>
    </w:p>
    <w:p w14:paraId="59DF7F25" w14:textId="77777777" w:rsidR="001C0413" w:rsidRDefault="001C0413" w:rsidP="001C0413">
      <w:r>
        <w:t>— </w:t>
      </w:r>
      <w:r w:rsidR="00530790" w:rsidRPr="005D5566">
        <w:t>Tu as déjà été poursuivi pour délits politiques</w:t>
      </w:r>
      <w:r>
        <w:t xml:space="preserve">, </w:t>
      </w:r>
      <w:r w:rsidR="00530790" w:rsidRPr="005D5566">
        <w:t>Nakhodka</w:t>
      </w:r>
      <w:r>
        <w:t xml:space="preserve"> ? </w:t>
      </w:r>
      <w:r w:rsidR="00530790" w:rsidRPr="005D5566">
        <w:t>demanda l</w:t>
      </w:r>
      <w:r>
        <w:t>’</w:t>
      </w:r>
      <w:r w:rsidR="00530790" w:rsidRPr="005D5566">
        <w:t>officier</w:t>
      </w:r>
      <w:r>
        <w:t>.</w:t>
      </w:r>
    </w:p>
    <w:p w14:paraId="00A58571" w14:textId="77777777" w:rsidR="001C0413" w:rsidRDefault="001C0413" w:rsidP="001C0413">
      <w:r>
        <w:t>— </w:t>
      </w:r>
      <w:r w:rsidR="00530790" w:rsidRPr="005D5566">
        <w:t>Oui</w:t>
      </w:r>
      <w:r>
        <w:t xml:space="preserve">, </w:t>
      </w:r>
      <w:r w:rsidR="00530790" w:rsidRPr="005D5566">
        <w:t>à Rostov et à Saratov</w:t>
      </w:r>
      <w:r>
        <w:t xml:space="preserve">… </w:t>
      </w:r>
      <w:r w:rsidR="00530790" w:rsidRPr="005D5566">
        <w:t>Seulement là</w:t>
      </w:r>
      <w:r>
        <w:t xml:space="preserve">, </w:t>
      </w:r>
      <w:r w:rsidR="00530790" w:rsidRPr="005D5566">
        <w:t xml:space="preserve">les gendarmes me disaient </w:t>
      </w:r>
      <w:r>
        <w:t>« </w:t>
      </w:r>
      <w:r w:rsidR="00530790" w:rsidRPr="005D5566">
        <w:t>vous</w:t>
      </w:r>
      <w:r>
        <w:t> ».</w:t>
      </w:r>
    </w:p>
    <w:p w14:paraId="49A1A487" w14:textId="77777777" w:rsidR="001C0413" w:rsidRDefault="00530790" w:rsidP="001C0413">
      <w:r w:rsidRPr="005D5566">
        <w:t>L</w:t>
      </w:r>
      <w:r w:rsidR="001C0413">
        <w:t>’</w:t>
      </w:r>
      <w:r w:rsidRPr="005D5566">
        <w:t>officier cligna de l</w:t>
      </w:r>
      <w:r w:rsidR="001C0413">
        <w:t>’</w:t>
      </w:r>
      <w:r w:rsidRPr="005D5566">
        <w:t>œil droit</w:t>
      </w:r>
      <w:r w:rsidR="001C0413">
        <w:t xml:space="preserve">, </w:t>
      </w:r>
      <w:r w:rsidRPr="005D5566">
        <w:t>le frotta</w:t>
      </w:r>
      <w:r w:rsidR="001C0413">
        <w:t xml:space="preserve">, </w:t>
      </w:r>
      <w:r w:rsidRPr="005D5566">
        <w:t>puis reprit</w:t>
      </w:r>
      <w:r w:rsidR="001C0413">
        <w:t xml:space="preserve">, </w:t>
      </w:r>
      <w:r w:rsidRPr="005D5566">
        <w:t>en découvrant ses petites dents</w:t>
      </w:r>
      <w:r w:rsidR="001C0413">
        <w:t> :</w:t>
      </w:r>
    </w:p>
    <w:p w14:paraId="629B8717" w14:textId="77777777" w:rsidR="001C0413" w:rsidRDefault="001C0413" w:rsidP="001C0413">
      <w:r>
        <w:t>— </w:t>
      </w:r>
      <w:r w:rsidR="00530790" w:rsidRPr="005D5566">
        <w:t>Eh bien</w:t>
      </w:r>
      <w:r>
        <w:t xml:space="preserve">, </w:t>
      </w:r>
      <w:r w:rsidR="00530790" w:rsidRPr="005D5566">
        <w:t>Nakhodka</w:t>
      </w:r>
      <w:r>
        <w:t xml:space="preserve">, </w:t>
      </w:r>
      <w:r w:rsidR="00530790" w:rsidRPr="005D5566">
        <w:t>connaissez-vous peut-être</w:t>
      </w:r>
      <w:r>
        <w:t xml:space="preserve">, </w:t>
      </w:r>
      <w:r w:rsidR="00530790" w:rsidRPr="005D5566">
        <w:t>oui</w:t>
      </w:r>
      <w:r>
        <w:t xml:space="preserve">, </w:t>
      </w:r>
      <w:r w:rsidR="00530790" w:rsidRPr="005D5566">
        <w:t>connaissez-vous les scélérats qui répandent dans la fabrique des brochures et des proclamations interdites</w:t>
      </w:r>
      <w:r>
        <w:t> ?</w:t>
      </w:r>
    </w:p>
    <w:p w14:paraId="53D0822C" w14:textId="77777777" w:rsidR="001C0413" w:rsidRDefault="00530790" w:rsidP="001C0413">
      <w:r w:rsidRPr="005D5566">
        <w:lastRenderedPageBreak/>
        <w:t>Le Petit-Russien s</w:t>
      </w:r>
      <w:r w:rsidR="001C0413">
        <w:t>’</w:t>
      </w:r>
      <w:r w:rsidRPr="005D5566">
        <w:t>agita</w:t>
      </w:r>
      <w:r w:rsidR="001C0413">
        <w:t xml:space="preserve">, </w:t>
      </w:r>
      <w:r w:rsidRPr="005D5566">
        <w:t>il allait dire quelque chose avec un large sourire</w:t>
      </w:r>
      <w:r w:rsidR="001C0413">
        <w:t xml:space="preserve">, </w:t>
      </w:r>
      <w:r w:rsidRPr="005D5566">
        <w:t>lorsque la voix énervante de Vessoftchikov résonna de nouveau</w:t>
      </w:r>
      <w:r w:rsidR="001C0413">
        <w:t> :</w:t>
      </w:r>
    </w:p>
    <w:p w14:paraId="0F7EFD2A" w14:textId="77777777" w:rsidR="001C0413" w:rsidRDefault="001C0413" w:rsidP="001C0413">
      <w:r>
        <w:t>— </w:t>
      </w:r>
      <w:r w:rsidR="00530790" w:rsidRPr="005D5566">
        <w:t>C</w:t>
      </w:r>
      <w:r>
        <w:t>’</w:t>
      </w:r>
      <w:r w:rsidR="00530790" w:rsidRPr="005D5566">
        <w:t>est la première fois que nous voyons des scélérats</w:t>
      </w:r>
      <w:r>
        <w:t> !</w:t>
      </w:r>
    </w:p>
    <w:p w14:paraId="7406F486" w14:textId="77777777" w:rsidR="001C0413" w:rsidRDefault="00530790" w:rsidP="001C0413">
      <w:r w:rsidRPr="005D5566">
        <w:t>Le silence se fit pendant un instant</w:t>
      </w:r>
      <w:r w:rsidR="001C0413">
        <w:t>.</w:t>
      </w:r>
    </w:p>
    <w:p w14:paraId="25D4829D" w14:textId="77777777" w:rsidR="001C0413" w:rsidRDefault="00530790" w:rsidP="001C0413">
      <w:r w:rsidRPr="005D5566">
        <w:t>La balafre de la mère pâlit</w:t>
      </w:r>
      <w:r w:rsidR="001C0413">
        <w:t xml:space="preserve">, </w:t>
      </w:r>
      <w:r w:rsidRPr="005D5566">
        <w:t>tandis que son sourcil droit remontait</w:t>
      </w:r>
      <w:r w:rsidR="001C0413">
        <w:t xml:space="preserve">. </w:t>
      </w:r>
      <w:r w:rsidRPr="005D5566">
        <w:t>La barbe noire de Rybine se mit à trembler d</w:t>
      </w:r>
      <w:r w:rsidR="001C0413">
        <w:t>’</w:t>
      </w:r>
      <w:r w:rsidRPr="005D5566">
        <w:t>une manière bizarre</w:t>
      </w:r>
      <w:r w:rsidR="001C0413">
        <w:t xml:space="preserve"> ; </w:t>
      </w:r>
      <w:r w:rsidRPr="005D5566">
        <w:t>il baissa la tête et étira lentement sa moustache</w:t>
      </w:r>
      <w:r w:rsidR="001C0413">
        <w:t> :</w:t>
      </w:r>
    </w:p>
    <w:p w14:paraId="6E017407" w14:textId="77777777" w:rsidR="001C0413" w:rsidRDefault="001C0413" w:rsidP="001C0413">
      <w:r>
        <w:t>— </w:t>
      </w:r>
      <w:r w:rsidR="00530790" w:rsidRPr="005D5566">
        <w:t>Faites sortir cet animal</w:t>
      </w:r>
      <w:r>
        <w:t xml:space="preserve"> ! </w:t>
      </w:r>
      <w:r w:rsidR="00530790" w:rsidRPr="005D5566">
        <w:t>ordonna l</w:t>
      </w:r>
      <w:r>
        <w:t>’</w:t>
      </w:r>
      <w:r w:rsidR="00530790" w:rsidRPr="005D5566">
        <w:t>officier</w:t>
      </w:r>
      <w:r>
        <w:t>.</w:t>
      </w:r>
    </w:p>
    <w:p w14:paraId="7ED1AF60" w14:textId="77777777" w:rsidR="001C0413" w:rsidRDefault="00530790" w:rsidP="001C0413">
      <w:r w:rsidRPr="005D5566">
        <w:t>Deux gendarmes saisirent le jeune homme sous le bras et l</w:t>
      </w:r>
      <w:r w:rsidR="001C0413">
        <w:t>’</w:t>
      </w:r>
      <w:r w:rsidRPr="005D5566">
        <w:t>entraînèrent dans la cuisine</w:t>
      </w:r>
      <w:r w:rsidR="001C0413">
        <w:t xml:space="preserve">. </w:t>
      </w:r>
      <w:r w:rsidRPr="005D5566">
        <w:t>Là</w:t>
      </w:r>
      <w:r w:rsidR="001C0413">
        <w:t xml:space="preserve">, </w:t>
      </w:r>
      <w:r w:rsidRPr="005D5566">
        <w:t>il parvint à s</w:t>
      </w:r>
      <w:r w:rsidR="001C0413">
        <w:t>’</w:t>
      </w:r>
      <w:r w:rsidRPr="005D5566">
        <w:t>arrêter</w:t>
      </w:r>
      <w:r w:rsidR="001C0413">
        <w:t xml:space="preserve">, </w:t>
      </w:r>
      <w:r w:rsidRPr="005D5566">
        <w:t>et</w:t>
      </w:r>
      <w:r w:rsidR="001C0413">
        <w:t xml:space="preserve">, </w:t>
      </w:r>
      <w:r w:rsidRPr="005D5566">
        <w:t>se retenant au plancher de toute la force de ses pieds</w:t>
      </w:r>
      <w:r w:rsidR="001C0413">
        <w:t xml:space="preserve">, </w:t>
      </w:r>
      <w:r w:rsidRPr="005D5566">
        <w:t>il s</w:t>
      </w:r>
      <w:r w:rsidR="001C0413">
        <w:t>’</w:t>
      </w:r>
      <w:r w:rsidRPr="005D5566">
        <w:t>écria</w:t>
      </w:r>
      <w:r w:rsidR="001C0413">
        <w:t> :</w:t>
      </w:r>
    </w:p>
    <w:p w14:paraId="74D262DF" w14:textId="77777777" w:rsidR="001C0413" w:rsidRDefault="001C0413" w:rsidP="001C0413">
      <w:r>
        <w:t>— </w:t>
      </w:r>
      <w:r w:rsidR="00530790" w:rsidRPr="005D5566">
        <w:t>Attendez</w:t>
      </w:r>
      <w:r>
        <w:t xml:space="preserve">, </w:t>
      </w:r>
      <w:r w:rsidR="00530790" w:rsidRPr="005D5566">
        <w:t>je veux mettre mon manteau</w:t>
      </w:r>
      <w:r>
        <w:t> !</w:t>
      </w:r>
    </w:p>
    <w:p w14:paraId="07238EE7" w14:textId="77777777" w:rsidR="001C0413" w:rsidRDefault="00530790" w:rsidP="001C0413">
      <w:r w:rsidRPr="005D5566">
        <w:t>Le commissaire de police</w:t>
      </w:r>
      <w:r w:rsidR="001C0413">
        <w:t xml:space="preserve">, </w:t>
      </w:r>
      <w:r w:rsidRPr="005D5566">
        <w:t>qui avait été fouiller dans la cour</w:t>
      </w:r>
      <w:r w:rsidR="001C0413">
        <w:t xml:space="preserve">, </w:t>
      </w:r>
      <w:r w:rsidRPr="005D5566">
        <w:t>revint en disant</w:t>
      </w:r>
      <w:r w:rsidR="001C0413">
        <w:t> :</w:t>
      </w:r>
    </w:p>
    <w:p w14:paraId="4E6BFB5B" w14:textId="77777777" w:rsidR="001C0413" w:rsidRDefault="001C0413" w:rsidP="001C0413">
      <w:r>
        <w:t>— </w:t>
      </w:r>
      <w:r w:rsidR="00530790" w:rsidRPr="005D5566">
        <w:t>Il n</w:t>
      </w:r>
      <w:r>
        <w:t>’</w:t>
      </w:r>
      <w:r w:rsidR="00530790" w:rsidRPr="005D5566">
        <w:t>y a rien</w:t>
      </w:r>
      <w:r>
        <w:t xml:space="preserve">, </w:t>
      </w:r>
      <w:r w:rsidR="00530790" w:rsidRPr="005D5566">
        <w:t>nous avons regardé partout</w:t>
      </w:r>
      <w:r>
        <w:t>.</w:t>
      </w:r>
    </w:p>
    <w:p w14:paraId="70593EBA" w14:textId="77777777" w:rsidR="001C0413" w:rsidRDefault="001C0413" w:rsidP="001C0413">
      <w:r>
        <w:t>— </w:t>
      </w:r>
      <w:r w:rsidR="00530790" w:rsidRPr="005D5566">
        <w:t>Bien entendu</w:t>
      </w:r>
      <w:r>
        <w:t xml:space="preserve"> ! </w:t>
      </w:r>
      <w:r w:rsidR="00530790" w:rsidRPr="005D5566">
        <w:t>s</w:t>
      </w:r>
      <w:r>
        <w:t>’</w:t>
      </w:r>
      <w:r w:rsidR="00530790" w:rsidRPr="005D5566">
        <w:t>exclama l</w:t>
      </w:r>
      <w:r>
        <w:t>’</w:t>
      </w:r>
      <w:r w:rsidR="00530790" w:rsidRPr="005D5566">
        <w:t>officier avec ironie</w:t>
      </w:r>
      <w:r>
        <w:t xml:space="preserve">. </w:t>
      </w:r>
      <w:r w:rsidR="00530790" w:rsidRPr="005D5566">
        <w:t>Je le savais bien</w:t>
      </w:r>
      <w:r>
        <w:t xml:space="preserve"> ! </w:t>
      </w:r>
      <w:r w:rsidR="00530790" w:rsidRPr="005D5566">
        <w:t>Nous avons affaire à un homme expérimenté</w:t>
      </w:r>
      <w:r>
        <w:t> !</w:t>
      </w:r>
    </w:p>
    <w:p w14:paraId="631DC3E2" w14:textId="77777777" w:rsidR="001C0413" w:rsidRDefault="00530790" w:rsidP="001C0413">
      <w:r w:rsidRPr="005D5566">
        <w:t>La mère écoutait cette voix faible</w:t>
      </w:r>
      <w:r w:rsidR="001C0413">
        <w:t xml:space="preserve">, </w:t>
      </w:r>
      <w:r w:rsidRPr="005D5566">
        <w:t>frémissante et cassante</w:t>
      </w:r>
      <w:r w:rsidR="001C0413">
        <w:t xml:space="preserve"> ; </w:t>
      </w:r>
      <w:r w:rsidRPr="005D5566">
        <w:t>et quand elle considérait le visage jaunâtre de l</w:t>
      </w:r>
      <w:r w:rsidR="001C0413">
        <w:t>’</w:t>
      </w:r>
      <w:r w:rsidRPr="005D5566">
        <w:t>homme</w:t>
      </w:r>
      <w:r w:rsidR="001C0413">
        <w:t xml:space="preserve">, </w:t>
      </w:r>
      <w:r w:rsidRPr="005D5566">
        <w:t>elle sentait que c</w:t>
      </w:r>
      <w:r w:rsidR="001C0413">
        <w:t>’</w:t>
      </w:r>
      <w:r w:rsidRPr="005D5566">
        <w:t>était un ennemi</w:t>
      </w:r>
      <w:r w:rsidR="001C0413">
        <w:t xml:space="preserve">, </w:t>
      </w:r>
      <w:r w:rsidRPr="005D5566">
        <w:t>un ennemi impitoyable</w:t>
      </w:r>
      <w:r w:rsidR="001C0413">
        <w:t xml:space="preserve">, </w:t>
      </w:r>
      <w:r w:rsidRPr="005D5566">
        <w:t>au cœur plein de mépris pour le peuple</w:t>
      </w:r>
      <w:r w:rsidR="001C0413">
        <w:t xml:space="preserve">. </w:t>
      </w:r>
      <w:r w:rsidRPr="005D5566">
        <w:t>Jadis</w:t>
      </w:r>
      <w:r w:rsidR="001C0413">
        <w:t xml:space="preserve">, </w:t>
      </w:r>
      <w:r w:rsidRPr="005D5566">
        <w:t>elle n</w:t>
      </w:r>
      <w:r w:rsidR="001C0413">
        <w:t>’</w:t>
      </w:r>
      <w:r w:rsidRPr="005D5566">
        <w:t>avait vu que peu de personnes de ce genre et</w:t>
      </w:r>
      <w:r w:rsidR="001C0413">
        <w:t xml:space="preserve">, </w:t>
      </w:r>
      <w:r w:rsidRPr="005D5566">
        <w:t>les dernières années</w:t>
      </w:r>
      <w:r w:rsidR="001C0413">
        <w:t xml:space="preserve">, </w:t>
      </w:r>
      <w:r w:rsidRPr="005D5566">
        <w:t>elle avait même oublié qu</w:t>
      </w:r>
      <w:r w:rsidR="001C0413">
        <w:t>’</w:t>
      </w:r>
      <w:r w:rsidRPr="005D5566">
        <w:t>il en existait</w:t>
      </w:r>
      <w:r w:rsidR="001C0413">
        <w:t>.</w:t>
      </w:r>
    </w:p>
    <w:p w14:paraId="372EF11B" w14:textId="77777777" w:rsidR="001C0413" w:rsidRDefault="001C0413" w:rsidP="001C0413">
      <w:r>
        <w:t>— </w:t>
      </w:r>
      <w:r w:rsidR="00530790" w:rsidRPr="005D5566">
        <w:t>C</w:t>
      </w:r>
      <w:r>
        <w:t>’</w:t>
      </w:r>
      <w:r w:rsidR="00530790" w:rsidRPr="005D5566">
        <w:t>est ceux-là que nous inquiétons</w:t>
      </w:r>
      <w:r>
        <w:t xml:space="preserve"> ! </w:t>
      </w:r>
      <w:r w:rsidR="00530790" w:rsidRPr="005D5566">
        <w:t>pensa-t-elle</w:t>
      </w:r>
      <w:r>
        <w:t>.</w:t>
      </w:r>
    </w:p>
    <w:p w14:paraId="3B519006" w14:textId="77777777" w:rsidR="001C0413" w:rsidRDefault="001C0413" w:rsidP="001C0413">
      <w:r>
        <w:lastRenderedPageBreak/>
        <w:t>— </w:t>
      </w:r>
      <w:r w:rsidR="00530790" w:rsidRPr="005D5566">
        <w:t>Monsieur André Onissimov Nakhodka</w:t>
      </w:r>
      <w:r>
        <w:t xml:space="preserve">, </w:t>
      </w:r>
      <w:r w:rsidR="00530790" w:rsidRPr="005D5566">
        <w:t>fils de père inconnu</w:t>
      </w:r>
      <w:r>
        <w:t xml:space="preserve">, </w:t>
      </w:r>
      <w:r w:rsidR="00530790" w:rsidRPr="005D5566">
        <w:t>je vous arrête</w:t>
      </w:r>
      <w:r>
        <w:t> !</w:t>
      </w:r>
    </w:p>
    <w:p w14:paraId="31D2996A" w14:textId="77777777" w:rsidR="001C0413" w:rsidRDefault="001C0413" w:rsidP="001C0413">
      <w:r>
        <w:t>— </w:t>
      </w:r>
      <w:r w:rsidR="00530790" w:rsidRPr="005D5566">
        <w:t>Pourquoi</w:t>
      </w:r>
      <w:r>
        <w:t xml:space="preserve"> ! </w:t>
      </w:r>
      <w:r w:rsidR="00530790" w:rsidRPr="005D5566">
        <w:t>demanda celui-ci avec calme</w:t>
      </w:r>
      <w:r>
        <w:t>.</w:t>
      </w:r>
    </w:p>
    <w:p w14:paraId="77F57E2F" w14:textId="77777777" w:rsidR="001C0413" w:rsidRDefault="001C0413" w:rsidP="001C0413">
      <w:r>
        <w:t>— </w:t>
      </w:r>
      <w:r w:rsidR="00530790" w:rsidRPr="005D5566">
        <w:t>Je vous le dirai plus tard</w:t>
      </w:r>
      <w:r>
        <w:t xml:space="preserve"> ! </w:t>
      </w:r>
      <w:r w:rsidR="00530790" w:rsidRPr="005D5566">
        <w:t>répondit l</w:t>
      </w:r>
      <w:r>
        <w:t>’</w:t>
      </w:r>
      <w:r w:rsidR="00530790" w:rsidRPr="005D5566">
        <w:t>officier avec une politesse malveillante</w:t>
      </w:r>
      <w:r>
        <w:t>.</w:t>
      </w:r>
    </w:p>
    <w:p w14:paraId="5893FBE3" w14:textId="77777777" w:rsidR="001C0413" w:rsidRDefault="00530790" w:rsidP="001C0413">
      <w:r w:rsidRPr="005D5566">
        <w:t>Et se tournant vers Pélaguée</w:t>
      </w:r>
      <w:r w:rsidR="001C0413">
        <w:t xml:space="preserve">, </w:t>
      </w:r>
      <w:r w:rsidRPr="005D5566">
        <w:t>il lui cria</w:t>
      </w:r>
      <w:r w:rsidR="001C0413">
        <w:t> :</w:t>
      </w:r>
    </w:p>
    <w:p w14:paraId="02DCCC24" w14:textId="77777777" w:rsidR="001C0413" w:rsidRDefault="001C0413" w:rsidP="001C0413">
      <w:r>
        <w:t>— </w:t>
      </w:r>
      <w:r w:rsidR="00530790" w:rsidRPr="005D5566">
        <w:t>Sais-tu lire et écrire</w:t>
      </w:r>
      <w:r>
        <w:t> ?</w:t>
      </w:r>
    </w:p>
    <w:p w14:paraId="14237572" w14:textId="77777777" w:rsidR="001C0413" w:rsidRDefault="001C0413" w:rsidP="001C0413">
      <w:r>
        <w:t>— </w:t>
      </w:r>
      <w:r w:rsidR="00530790" w:rsidRPr="005D5566">
        <w:t>Non</w:t>
      </w:r>
      <w:r>
        <w:t xml:space="preserve"> ! </w:t>
      </w:r>
      <w:r w:rsidR="00530790" w:rsidRPr="005D5566">
        <w:t>intervint Pavel</w:t>
      </w:r>
      <w:r>
        <w:t>.</w:t>
      </w:r>
    </w:p>
    <w:p w14:paraId="2CCB14C1" w14:textId="77777777" w:rsidR="001C0413" w:rsidRDefault="001C0413" w:rsidP="001C0413">
      <w:r>
        <w:t>— </w:t>
      </w:r>
      <w:r w:rsidR="00530790" w:rsidRPr="005D5566">
        <w:t>Ce n</w:t>
      </w:r>
      <w:r>
        <w:t>’</w:t>
      </w:r>
      <w:r w:rsidR="00530790" w:rsidRPr="005D5566">
        <w:t>est pas toi que j</w:t>
      </w:r>
      <w:r>
        <w:t>’</w:t>
      </w:r>
      <w:r w:rsidR="00530790" w:rsidRPr="005D5566">
        <w:t>interroge</w:t>
      </w:r>
      <w:r>
        <w:t xml:space="preserve"> ! </w:t>
      </w:r>
      <w:r w:rsidR="00530790" w:rsidRPr="005D5566">
        <w:t>fit sévèrement l</w:t>
      </w:r>
      <w:r>
        <w:t>’</w:t>
      </w:r>
      <w:r w:rsidR="00530790" w:rsidRPr="005D5566">
        <w:t>officier</w:t>
      </w:r>
      <w:r>
        <w:t xml:space="preserve"> ; </w:t>
      </w:r>
      <w:r w:rsidR="00530790" w:rsidRPr="005D5566">
        <w:t>il reprit</w:t>
      </w:r>
      <w:r>
        <w:t> :</w:t>
      </w:r>
    </w:p>
    <w:p w14:paraId="30CA3336" w14:textId="77777777" w:rsidR="001C0413" w:rsidRDefault="001C0413" w:rsidP="001C0413">
      <w:r>
        <w:t>— </w:t>
      </w:r>
      <w:r w:rsidR="00530790" w:rsidRPr="005D5566">
        <w:t>Réponds</w:t>
      </w:r>
      <w:r>
        <w:t xml:space="preserve">, </w:t>
      </w:r>
      <w:r w:rsidR="00530790" w:rsidRPr="005D5566">
        <w:t>la vieille</w:t>
      </w:r>
      <w:r>
        <w:t xml:space="preserve">, </w:t>
      </w:r>
      <w:r w:rsidR="00530790" w:rsidRPr="005D5566">
        <w:t>sais-tu lire et écrire</w:t>
      </w:r>
      <w:r>
        <w:t> ?</w:t>
      </w:r>
    </w:p>
    <w:p w14:paraId="302B3AB6" w14:textId="77777777" w:rsidR="001C0413" w:rsidRDefault="00530790" w:rsidP="001C0413">
      <w:r w:rsidRPr="005D5566">
        <w:t>Envahie par un sentiment de haine instinctive envers cet homme</w:t>
      </w:r>
      <w:r w:rsidR="001C0413">
        <w:t xml:space="preserve">, </w:t>
      </w:r>
      <w:r w:rsidRPr="005D5566">
        <w:t>la mère se redressa soudain</w:t>
      </w:r>
      <w:r w:rsidR="001C0413">
        <w:t xml:space="preserve">, </w:t>
      </w:r>
      <w:r w:rsidRPr="005D5566">
        <w:t>toute tremblante</w:t>
      </w:r>
      <w:r w:rsidR="001C0413">
        <w:t xml:space="preserve">, </w:t>
      </w:r>
      <w:r w:rsidRPr="005D5566">
        <w:t>comme si elle eût plongé dans un fleuve glacé</w:t>
      </w:r>
      <w:r w:rsidR="001C0413">
        <w:t xml:space="preserve"> ; </w:t>
      </w:r>
      <w:r w:rsidRPr="005D5566">
        <w:t>sa balafre devint écarlate et son sourcil s</w:t>
      </w:r>
      <w:r w:rsidR="001C0413">
        <w:t>’</w:t>
      </w:r>
      <w:r w:rsidRPr="005D5566">
        <w:t>abaissa</w:t>
      </w:r>
      <w:r w:rsidR="001C0413">
        <w:t>.</w:t>
      </w:r>
    </w:p>
    <w:p w14:paraId="6F945080" w14:textId="77777777" w:rsidR="001C0413" w:rsidRDefault="001C0413" w:rsidP="001C0413">
      <w:r>
        <w:t>— </w:t>
      </w:r>
      <w:r w:rsidR="00530790" w:rsidRPr="005D5566">
        <w:t>Ne criez pas</w:t>
      </w:r>
      <w:r>
        <w:t xml:space="preserve"> ! </w:t>
      </w:r>
      <w:r w:rsidR="00530790" w:rsidRPr="005D5566">
        <w:t>dit-elle en tendant le bras vers l</w:t>
      </w:r>
      <w:r>
        <w:t>’</w:t>
      </w:r>
      <w:r w:rsidR="00530790" w:rsidRPr="005D5566">
        <w:t>officier</w:t>
      </w:r>
      <w:r>
        <w:t xml:space="preserve">. </w:t>
      </w:r>
      <w:r w:rsidR="00530790" w:rsidRPr="005D5566">
        <w:t>Vous êtes encore jeune</w:t>
      </w:r>
      <w:r>
        <w:t xml:space="preserve">, </w:t>
      </w:r>
      <w:r w:rsidR="00530790" w:rsidRPr="005D5566">
        <w:t>vous ne savez pas ce que c</w:t>
      </w:r>
      <w:r>
        <w:t>’</w:t>
      </w:r>
      <w:r w:rsidR="00530790" w:rsidRPr="005D5566">
        <w:t>est que la souffrance</w:t>
      </w:r>
      <w:r>
        <w:t>…</w:t>
      </w:r>
    </w:p>
    <w:p w14:paraId="05692593" w14:textId="77777777" w:rsidR="001C0413" w:rsidRDefault="001C0413" w:rsidP="001C0413">
      <w:r>
        <w:t>— </w:t>
      </w:r>
      <w:r w:rsidR="00530790" w:rsidRPr="005D5566">
        <w:t>Calmez-vous</w:t>
      </w:r>
      <w:r>
        <w:t xml:space="preserve">, </w:t>
      </w:r>
      <w:r w:rsidR="00530790" w:rsidRPr="005D5566">
        <w:t>maman</w:t>
      </w:r>
      <w:r>
        <w:t xml:space="preserve"> ! </w:t>
      </w:r>
      <w:r w:rsidR="00530790" w:rsidRPr="005D5566">
        <w:t>interrompit son fils</w:t>
      </w:r>
      <w:r>
        <w:t>.</w:t>
      </w:r>
    </w:p>
    <w:p w14:paraId="1A18FEF9" w14:textId="77777777" w:rsidR="001C0413" w:rsidRDefault="001C0413" w:rsidP="001C0413">
      <w:r>
        <w:t>— </w:t>
      </w:r>
      <w:r w:rsidR="00530790" w:rsidRPr="005D5566">
        <w:t>Il vaut mieux retenir son cœur et se taire</w:t>
      </w:r>
      <w:r>
        <w:t xml:space="preserve"> ! </w:t>
      </w:r>
      <w:r w:rsidR="00530790" w:rsidRPr="005D5566">
        <w:t>conseilla le Petit-Russien</w:t>
      </w:r>
      <w:r>
        <w:t>.</w:t>
      </w:r>
    </w:p>
    <w:p w14:paraId="5CCABDCC" w14:textId="77777777" w:rsidR="001C0413" w:rsidRDefault="001C0413" w:rsidP="001C0413">
      <w:r>
        <w:t>— </w:t>
      </w:r>
      <w:r w:rsidR="00530790" w:rsidRPr="005D5566">
        <w:t>Attends</w:t>
      </w:r>
      <w:r>
        <w:t xml:space="preserve">, </w:t>
      </w:r>
      <w:r w:rsidR="00530790" w:rsidRPr="005D5566">
        <w:t>Pavel</w:t>
      </w:r>
      <w:r>
        <w:t xml:space="preserve"> ! </w:t>
      </w:r>
      <w:r w:rsidR="00530790" w:rsidRPr="005D5566">
        <w:t>s</w:t>
      </w:r>
      <w:r>
        <w:t>’</w:t>
      </w:r>
      <w:r w:rsidR="00530790" w:rsidRPr="005D5566">
        <w:t>écria la mère avec un élan vers la table</w:t>
      </w:r>
      <w:r>
        <w:t xml:space="preserve">… </w:t>
      </w:r>
      <w:r w:rsidR="00530790" w:rsidRPr="005D5566">
        <w:t>Pourquoi arrêtez-vous les gens</w:t>
      </w:r>
      <w:r>
        <w:t> !</w:t>
      </w:r>
    </w:p>
    <w:p w14:paraId="772BE479" w14:textId="77777777" w:rsidR="001C0413" w:rsidRDefault="001C0413" w:rsidP="001C0413">
      <w:r>
        <w:t>— </w:t>
      </w:r>
      <w:r w:rsidR="00530790" w:rsidRPr="005D5566">
        <w:t>Ça ne vous regarde pas</w:t>
      </w:r>
      <w:r>
        <w:t xml:space="preserve">… </w:t>
      </w:r>
      <w:r w:rsidR="00530790" w:rsidRPr="005D5566">
        <w:t>taisez-vous</w:t>
      </w:r>
      <w:r>
        <w:t xml:space="preserve"> ! </w:t>
      </w:r>
      <w:r w:rsidR="00530790" w:rsidRPr="005D5566">
        <w:t>cria l</w:t>
      </w:r>
      <w:r>
        <w:t>’</w:t>
      </w:r>
      <w:r w:rsidR="00530790" w:rsidRPr="005D5566">
        <w:t>officier en se levant</w:t>
      </w:r>
      <w:r>
        <w:t xml:space="preserve">. </w:t>
      </w:r>
      <w:r w:rsidR="00530790" w:rsidRPr="005D5566">
        <w:t>Ramenez Vessoftchikov</w:t>
      </w:r>
      <w:r>
        <w:t> !</w:t>
      </w:r>
    </w:p>
    <w:p w14:paraId="27C58567" w14:textId="77777777" w:rsidR="001C0413" w:rsidRDefault="00530790" w:rsidP="001C0413">
      <w:r w:rsidRPr="005D5566">
        <w:lastRenderedPageBreak/>
        <w:t>Et il se mit à lire un papier</w:t>
      </w:r>
      <w:r w:rsidR="001C0413">
        <w:t xml:space="preserve">, </w:t>
      </w:r>
      <w:r w:rsidRPr="005D5566">
        <w:t>en l</w:t>
      </w:r>
      <w:r w:rsidR="001C0413">
        <w:t>’</w:t>
      </w:r>
      <w:r w:rsidRPr="005D5566">
        <w:t>élevant à la hauteur de son visage</w:t>
      </w:r>
      <w:r w:rsidR="001C0413">
        <w:t>.</w:t>
      </w:r>
    </w:p>
    <w:p w14:paraId="6AED7C06" w14:textId="77777777" w:rsidR="001C0413" w:rsidRDefault="00530790" w:rsidP="001C0413">
      <w:r w:rsidRPr="005D5566">
        <w:t>On introduisit le jeune homme</w:t>
      </w:r>
      <w:r w:rsidR="001C0413">
        <w:t>.</w:t>
      </w:r>
    </w:p>
    <w:p w14:paraId="4965ECC5" w14:textId="77777777" w:rsidR="001C0413" w:rsidRDefault="001C0413" w:rsidP="001C0413">
      <w:r>
        <w:t>— </w:t>
      </w:r>
      <w:r w:rsidR="00530790" w:rsidRPr="005D5566">
        <w:t>Enlève ta casquette</w:t>
      </w:r>
      <w:r>
        <w:t xml:space="preserve"> ! </w:t>
      </w:r>
      <w:r w:rsidR="00530790" w:rsidRPr="005D5566">
        <w:t>cria l</w:t>
      </w:r>
      <w:r>
        <w:t>’</w:t>
      </w:r>
      <w:r w:rsidR="00530790" w:rsidRPr="005D5566">
        <w:t>officier</w:t>
      </w:r>
      <w:r>
        <w:t xml:space="preserve">, </w:t>
      </w:r>
      <w:r w:rsidR="00530790" w:rsidRPr="005D5566">
        <w:t>interrompant sa lecture</w:t>
      </w:r>
      <w:r>
        <w:t>.</w:t>
      </w:r>
    </w:p>
    <w:p w14:paraId="36C66300" w14:textId="77777777" w:rsidR="001C0413" w:rsidRDefault="00530790" w:rsidP="001C0413">
      <w:r w:rsidRPr="005D5566">
        <w:t>Rybine s</w:t>
      </w:r>
      <w:r w:rsidR="001C0413">
        <w:t>’</w:t>
      </w:r>
      <w:r w:rsidRPr="005D5566">
        <w:t>approcha de Pélaguée et</w:t>
      </w:r>
      <w:r w:rsidR="001C0413">
        <w:t xml:space="preserve">, </w:t>
      </w:r>
      <w:r w:rsidRPr="005D5566">
        <w:t>la poussant de l</w:t>
      </w:r>
      <w:r w:rsidR="001C0413">
        <w:t>’</w:t>
      </w:r>
      <w:r w:rsidRPr="005D5566">
        <w:t>épaule</w:t>
      </w:r>
      <w:r w:rsidR="001C0413">
        <w:t xml:space="preserve">, </w:t>
      </w:r>
      <w:r w:rsidRPr="005D5566">
        <w:t>lui dit à voix basse</w:t>
      </w:r>
      <w:r w:rsidR="001C0413">
        <w:t> :</w:t>
      </w:r>
    </w:p>
    <w:p w14:paraId="2981A0F7" w14:textId="77777777" w:rsidR="001C0413" w:rsidRDefault="001C0413" w:rsidP="001C0413">
      <w:r>
        <w:t>— </w:t>
      </w:r>
      <w:r w:rsidR="00530790" w:rsidRPr="005D5566">
        <w:t>Ne vous échauffez pas</w:t>
      </w:r>
      <w:r>
        <w:t xml:space="preserve">, </w:t>
      </w:r>
      <w:r w:rsidR="00530790" w:rsidRPr="005D5566">
        <w:t>la mère</w:t>
      </w:r>
      <w:r>
        <w:t> !</w:t>
      </w:r>
    </w:p>
    <w:p w14:paraId="0A4E3A3C" w14:textId="77777777" w:rsidR="001C0413" w:rsidRDefault="001C0413" w:rsidP="001C0413">
      <w:r>
        <w:t>— </w:t>
      </w:r>
      <w:r w:rsidR="00530790" w:rsidRPr="005D5566">
        <w:t>Comment pourrais-je enlever ma casquette quand on me tient les mains</w:t>
      </w:r>
      <w:r>
        <w:t xml:space="preserve"> ? </w:t>
      </w:r>
      <w:r w:rsidR="00530790" w:rsidRPr="005D5566">
        <w:t>demanda Vessoftchikov</w:t>
      </w:r>
      <w:r>
        <w:t>.</w:t>
      </w:r>
    </w:p>
    <w:p w14:paraId="4A760F57" w14:textId="77777777" w:rsidR="001C0413" w:rsidRDefault="00530790" w:rsidP="001C0413">
      <w:r w:rsidRPr="005D5566">
        <w:t>L</w:t>
      </w:r>
      <w:r w:rsidR="001C0413">
        <w:t>’</w:t>
      </w:r>
      <w:r w:rsidRPr="005D5566">
        <w:t>officier lança le procès-verbal sur la table</w:t>
      </w:r>
      <w:r w:rsidR="001C0413">
        <w:t>.</w:t>
      </w:r>
    </w:p>
    <w:p w14:paraId="1C7A9F66" w14:textId="77777777" w:rsidR="001C0413" w:rsidRDefault="001C0413" w:rsidP="001C0413">
      <w:r>
        <w:t>— </w:t>
      </w:r>
      <w:r w:rsidR="00530790" w:rsidRPr="005D5566">
        <w:t>Signez</w:t>
      </w:r>
      <w:r>
        <w:t xml:space="preserve"> ! </w:t>
      </w:r>
      <w:r w:rsidR="00530790" w:rsidRPr="005D5566">
        <w:t>fit il brièvement</w:t>
      </w:r>
      <w:r>
        <w:t>.</w:t>
      </w:r>
    </w:p>
    <w:p w14:paraId="21DEC4C0" w14:textId="77777777" w:rsidR="001C0413" w:rsidRDefault="00530790" w:rsidP="001C0413">
      <w:r w:rsidRPr="005D5566">
        <w:t>La mère regarda les assistants signer le document</w:t>
      </w:r>
      <w:r w:rsidR="001C0413">
        <w:t xml:space="preserve">, </w:t>
      </w:r>
      <w:r w:rsidRPr="005D5566">
        <w:t>son excitation était tombée</w:t>
      </w:r>
      <w:r w:rsidR="001C0413">
        <w:t xml:space="preserve">, </w:t>
      </w:r>
      <w:r w:rsidRPr="005D5566">
        <w:t>le courage lui manquait</w:t>
      </w:r>
      <w:r w:rsidR="001C0413">
        <w:t xml:space="preserve"> ; </w:t>
      </w:r>
      <w:r w:rsidRPr="005D5566">
        <w:t>d</w:t>
      </w:r>
      <w:r w:rsidR="001C0413">
        <w:t>’</w:t>
      </w:r>
      <w:r w:rsidRPr="005D5566">
        <w:t>amères larmes d</w:t>
      </w:r>
      <w:r w:rsidR="001C0413">
        <w:t>’</w:t>
      </w:r>
      <w:r w:rsidRPr="005D5566">
        <w:t>impuissance et d</w:t>
      </w:r>
      <w:r w:rsidR="001C0413">
        <w:t>’</w:t>
      </w:r>
      <w:r w:rsidRPr="005D5566">
        <w:t>humiliation montaient à ses yeux</w:t>
      </w:r>
      <w:r w:rsidR="001C0413">
        <w:t xml:space="preserve">. </w:t>
      </w:r>
      <w:r w:rsidRPr="005D5566">
        <w:t>Pendant les vingt années de sa vie conjugale elle avait pleuré des larmes de ce genre</w:t>
      </w:r>
      <w:r w:rsidR="001C0413">
        <w:t xml:space="preserve"> ; </w:t>
      </w:r>
      <w:r w:rsidRPr="005D5566">
        <w:t>mais elle avait presque oublié leur brûlure cuisante depuis son veuvage</w:t>
      </w:r>
      <w:r w:rsidR="001C0413">
        <w:t xml:space="preserve">. </w:t>
      </w:r>
      <w:r w:rsidRPr="005D5566">
        <w:t>L</w:t>
      </w:r>
      <w:r w:rsidR="001C0413">
        <w:t>’</w:t>
      </w:r>
      <w:r w:rsidRPr="005D5566">
        <w:t>officier la regarda et fit avec une grimace dédaigneuse</w:t>
      </w:r>
      <w:r w:rsidR="001C0413">
        <w:t> :</w:t>
      </w:r>
    </w:p>
    <w:p w14:paraId="6F22346D" w14:textId="77777777" w:rsidR="001C0413" w:rsidRDefault="001C0413" w:rsidP="001C0413">
      <w:r>
        <w:t>— </w:t>
      </w:r>
      <w:r w:rsidR="00530790" w:rsidRPr="005D5566">
        <w:t>Vous hurlez trop tôt</w:t>
      </w:r>
      <w:r>
        <w:t xml:space="preserve">, </w:t>
      </w:r>
      <w:r w:rsidR="00530790" w:rsidRPr="005D5566">
        <w:t>ma bonne</w:t>
      </w:r>
      <w:r>
        <w:t xml:space="preserve"> ! </w:t>
      </w:r>
      <w:r w:rsidR="00530790" w:rsidRPr="005D5566">
        <w:t>Vous verrez</w:t>
      </w:r>
      <w:r>
        <w:t xml:space="preserve">, </w:t>
      </w:r>
      <w:r w:rsidR="00530790" w:rsidRPr="005D5566">
        <w:t>il ne vous restera plus assez de larmes pour l</w:t>
      </w:r>
      <w:r>
        <w:t>’</w:t>
      </w:r>
      <w:r w:rsidR="00530790" w:rsidRPr="005D5566">
        <w:t>avenir</w:t>
      </w:r>
      <w:r>
        <w:t>.</w:t>
      </w:r>
    </w:p>
    <w:p w14:paraId="19DEEB31" w14:textId="77777777" w:rsidR="001C0413" w:rsidRDefault="00530790" w:rsidP="001C0413">
      <w:r w:rsidRPr="005D5566">
        <w:t>Elle lui répondit</w:t>
      </w:r>
      <w:r w:rsidR="001C0413">
        <w:t xml:space="preserve">, </w:t>
      </w:r>
      <w:r w:rsidRPr="005D5566">
        <w:t>de nouveau irritée</w:t>
      </w:r>
      <w:r w:rsidR="001C0413">
        <w:t> :</w:t>
      </w:r>
    </w:p>
    <w:p w14:paraId="2783698E" w14:textId="77777777" w:rsidR="001C0413" w:rsidRDefault="001C0413" w:rsidP="001C0413">
      <w:r>
        <w:t>— </w:t>
      </w:r>
      <w:r w:rsidR="00530790" w:rsidRPr="005D5566">
        <w:t>Les mères ont assez de larmes pour tout</w:t>
      </w:r>
      <w:r>
        <w:t xml:space="preserve">… </w:t>
      </w:r>
      <w:r w:rsidR="00530790" w:rsidRPr="005D5566">
        <w:t>pour tout</w:t>
      </w:r>
      <w:r>
        <w:t xml:space="preserve"> ! </w:t>
      </w:r>
      <w:r w:rsidR="00530790" w:rsidRPr="005D5566">
        <w:t xml:space="preserve">Si vous en avez </w:t>
      </w:r>
      <w:r w:rsidR="00530790" w:rsidRPr="00D210FA">
        <w:t>une</w:t>
      </w:r>
      <w:r>
        <w:t xml:space="preserve">, </w:t>
      </w:r>
      <w:r w:rsidR="00530790" w:rsidRPr="005D5566">
        <w:t>elle doit certainement le savoir</w:t>
      </w:r>
      <w:r>
        <w:t> !</w:t>
      </w:r>
    </w:p>
    <w:p w14:paraId="6843FEF8" w14:textId="77777777" w:rsidR="001C0413" w:rsidRDefault="00530790" w:rsidP="001C0413">
      <w:r w:rsidRPr="005D5566">
        <w:lastRenderedPageBreak/>
        <w:t>L</w:t>
      </w:r>
      <w:r w:rsidR="001C0413">
        <w:t>’</w:t>
      </w:r>
      <w:r w:rsidRPr="005D5566">
        <w:t>officier plaça vivement ses papiers dans un portefeuille tout neuf</w:t>
      </w:r>
      <w:r w:rsidR="001C0413">
        <w:t xml:space="preserve">, </w:t>
      </w:r>
      <w:r w:rsidRPr="005D5566">
        <w:t>à la serrure étincelante</w:t>
      </w:r>
      <w:r w:rsidR="001C0413">
        <w:t xml:space="preserve">. </w:t>
      </w:r>
      <w:r w:rsidRPr="005D5566">
        <w:t>Il dit en s</w:t>
      </w:r>
      <w:r w:rsidR="001C0413">
        <w:t>’</w:t>
      </w:r>
      <w:r w:rsidRPr="005D5566">
        <w:t>adressant au commissaire de police</w:t>
      </w:r>
      <w:r w:rsidR="001C0413">
        <w:t> :</w:t>
      </w:r>
    </w:p>
    <w:p w14:paraId="7AFB2464" w14:textId="77777777" w:rsidR="001C0413" w:rsidRDefault="001C0413" w:rsidP="001C0413">
      <w:r>
        <w:t>— </w:t>
      </w:r>
      <w:r w:rsidR="00530790" w:rsidRPr="005D5566">
        <w:t>Ils sont tous d</w:t>
      </w:r>
      <w:r>
        <w:t>’</w:t>
      </w:r>
      <w:r w:rsidR="00530790" w:rsidRPr="005D5566">
        <w:t>une indépendance révoltante</w:t>
      </w:r>
      <w:r>
        <w:t xml:space="preserve">, </w:t>
      </w:r>
      <w:r w:rsidR="00530790" w:rsidRPr="005D5566">
        <w:t>les uns comme les autres</w:t>
      </w:r>
      <w:r>
        <w:t> !…</w:t>
      </w:r>
    </w:p>
    <w:p w14:paraId="6D12EA35" w14:textId="77777777" w:rsidR="001C0413" w:rsidRDefault="001C0413" w:rsidP="001C0413">
      <w:r>
        <w:t>— </w:t>
      </w:r>
      <w:r w:rsidR="00530790" w:rsidRPr="005D5566">
        <w:rPr>
          <w:bCs/>
        </w:rPr>
        <w:t xml:space="preserve">Quelle </w:t>
      </w:r>
      <w:r w:rsidR="00530790" w:rsidRPr="005D5566">
        <w:t>insolence</w:t>
      </w:r>
      <w:r>
        <w:t xml:space="preserve"> ! </w:t>
      </w:r>
      <w:r w:rsidR="00530790" w:rsidRPr="005D5566">
        <w:t>marmotta le commissaire</w:t>
      </w:r>
      <w:r>
        <w:t>.</w:t>
      </w:r>
    </w:p>
    <w:p w14:paraId="3BDF9AEA" w14:textId="77777777" w:rsidR="001C0413" w:rsidRDefault="001C0413" w:rsidP="001C0413">
      <w:r>
        <w:t>— </w:t>
      </w:r>
      <w:r w:rsidR="00530790" w:rsidRPr="005D5566">
        <w:t>Marche</w:t>
      </w:r>
      <w:r>
        <w:t xml:space="preserve"> ! </w:t>
      </w:r>
      <w:r w:rsidR="00530790" w:rsidRPr="005D5566">
        <w:t>commanda l</w:t>
      </w:r>
      <w:r>
        <w:t>’</w:t>
      </w:r>
      <w:r w:rsidR="00530790" w:rsidRPr="005D5566">
        <w:t>officier</w:t>
      </w:r>
      <w:r>
        <w:t>.</w:t>
      </w:r>
    </w:p>
    <w:p w14:paraId="11ED0C8A" w14:textId="77777777" w:rsidR="001C0413" w:rsidRDefault="001C0413" w:rsidP="001C0413">
      <w:r>
        <w:t>— </w:t>
      </w:r>
      <w:r w:rsidR="00530790" w:rsidRPr="005D5566">
        <w:t>Au revoir</w:t>
      </w:r>
      <w:r>
        <w:t xml:space="preserve">, </w:t>
      </w:r>
      <w:r w:rsidR="00530790" w:rsidRPr="005D5566">
        <w:t>André</w:t>
      </w:r>
      <w:r>
        <w:t xml:space="preserve">, </w:t>
      </w:r>
      <w:r w:rsidR="00530790" w:rsidRPr="005D5566">
        <w:t>au revoir</w:t>
      </w:r>
      <w:r>
        <w:t xml:space="preserve">, </w:t>
      </w:r>
      <w:r w:rsidR="00530790" w:rsidRPr="005D5566">
        <w:t>Nicolas</w:t>
      </w:r>
      <w:r>
        <w:t xml:space="preserve"> ! </w:t>
      </w:r>
      <w:r w:rsidR="00530790" w:rsidRPr="005D5566">
        <w:t xml:space="preserve">dit Pavel avec chaleur en serrant </w:t>
      </w:r>
      <w:r w:rsidR="00530790" w:rsidRPr="005D5566">
        <w:rPr>
          <w:bCs/>
        </w:rPr>
        <w:t xml:space="preserve">la </w:t>
      </w:r>
      <w:r w:rsidR="00530790" w:rsidRPr="005D5566">
        <w:t>main de ses camarades</w:t>
      </w:r>
      <w:r>
        <w:t>.</w:t>
      </w:r>
    </w:p>
    <w:p w14:paraId="731241F0" w14:textId="77777777" w:rsidR="001C0413" w:rsidRDefault="001C0413" w:rsidP="001C0413">
      <w:r>
        <w:t>— </w:t>
      </w:r>
      <w:r w:rsidR="00530790" w:rsidRPr="005D5566">
        <w:t>Oui</w:t>
      </w:r>
      <w:r>
        <w:t xml:space="preserve">, </w:t>
      </w:r>
      <w:r w:rsidR="00530790" w:rsidRPr="005D5566">
        <w:t>parfaitement</w:t>
      </w:r>
      <w:r>
        <w:t xml:space="preserve">, </w:t>
      </w:r>
      <w:r w:rsidR="00530790" w:rsidRPr="005D5566">
        <w:t>au revoir</w:t>
      </w:r>
      <w:r>
        <w:t xml:space="preserve"> ! </w:t>
      </w:r>
      <w:r w:rsidR="00530790" w:rsidRPr="005D5566">
        <w:t>déclara l</w:t>
      </w:r>
      <w:r>
        <w:t>’</w:t>
      </w:r>
      <w:r w:rsidR="00530790" w:rsidRPr="005D5566">
        <w:t>officier avec ironie</w:t>
      </w:r>
      <w:r>
        <w:t>.</w:t>
      </w:r>
    </w:p>
    <w:p w14:paraId="0FD0D576" w14:textId="77777777" w:rsidR="001C0413" w:rsidRDefault="00530790" w:rsidP="001C0413">
      <w:r w:rsidRPr="005D5566">
        <w:t>Sans parler</w:t>
      </w:r>
      <w:r w:rsidR="001C0413">
        <w:t xml:space="preserve">, </w:t>
      </w:r>
      <w:r w:rsidRPr="005D5566">
        <w:t>Vessoftchikov serrait la main de la mère de ses doigts courts</w:t>
      </w:r>
      <w:r w:rsidR="001C0413">
        <w:t xml:space="preserve">. </w:t>
      </w:r>
      <w:r w:rsidRPr="005D5566">
        <w:t>Il respirait à grand</w:t>
      </w:r>
      <w:r w:rsidR="001C0413">
        <w:t>’</w:t>
      </w:r>
      <w:r w:rsidRPr="005D5566">
        <w:t>peine</w:t>
      </w:r>
      <w:r w:rsidR="001C0413">
        <w:t xml:space="preserve"> ; </w:t>
      </w:r>
      <w:r w:rsidRPr="005D5566">
        <w:t>son gros cou était congestionné</w:t>
      </w:r>
      <w:r w:rsidR="001C0413">
        <w:t xml:space="preserve">, </w:t>
      </w:r>
      <w:r w:rsidRPr="005D5566">
        <w:t>ses yeux brillaient de rage</w:t>
      </w:r>
      <w:r w:rsidR="001C0413">
        <w:t xml:space="preserve">. </w:t>
      </w:r>
      <w:r w:rsidRPr="005D5566">
        <w:t>Le Petit-Russien souriait et secouait la tête</w:t>
      </w:r>
      <w:r w:rsidR="001C0413">
        <w:t xml:space="preserve"> ; </w:t>
      </w:r>
      <w:r w:rsidRPr="005D5566">
        <w:t>il dit quelques mots à Pélaguée</w:t>
      </w:r>
      <w:r w:rsidR="001C0413">
        <w:t xml:space="preserve"> ; </w:t>
      </w:r>
      <w:r w:rsidRPr="005D5566">
        <w:t>elle fit le signe de la croix sur lui</w:t>
      </w:r>
      <w:r w:rsidR="001C0413">
        <w:t xml:space="preserve">, </w:t>
      </w:r>
      <w:r w:rsidRPr="005D5566">
        <w:t>en lui répondant</w:t>
      </w:r>
      <w:r w:rsidR="001C0413">
        <w:t> :</w:t>
      </w:r>
    </w:p>
    <w:p w14:paraId="790D8DFA" w14:textId="77777777" w:rsidR="001C0413" w:rsidRDefault="001C0413" w:rsidP="001C0413">
      <w:r>
        <w:t>— </w:t>
      </w:r>
      <w:r w:rsidR="00530790" w:rsidRPr="005D5566">
        <w:t>Dieu reconnaît les justes</w:t>
      </w:r>
      <w:r>
        <w:t> !</w:t>
      </w:r>
    </w:p>
    <w:p w14:paraId="38231ADD" w14:textId="77777777" w:rsidR="001C0413" w:rsidRDefault="00530790" w:rsidP="001C0413">
      <w:r w:rsidRPr="005D5566">
        <w:t>Enfin la troupe des hommes aux capotes grises disparut au coin de la maison</w:t>
      </w:r>
      <w:r w:rsidR="001C0413">
        <w:t xml:space="preserve">, </w:t>
      </w:r>
      <w:r w:rsidRPr="005D5566">
        <w:t>avec un cliquetis d</w:t>
      </w:r>
      <w:r w:rsidR="001C0413">
        <w:t>’</w:t>
      </w:r>
      <w:r w:rsidRPr="005D5566">
        <w:t>éperons</w:t>
      </w:r>
      <w:r w:rsidR="001C0413">
        <w:t xml:space="preserve">. </w:t>
      </w:r>
      <w:r w:rsidRPr="005D5566">
        <w:t>Rybine fut le dernier à sortir</w:t>
      </w:r>
      <w:r w:rsidR="001C0413">
        <w:t xml:space="preserve"> ; </w:t>
      </w:r>
      <w:r w:rsidRPr="005D5566">
        <w:t>ses yeux noirs scrutèrent Pavel</w:t>
      </w:r>
      <w:r w:rsidR="001C0413">
        <w:t xml:space="preserve"> ; </w:t>
      </w:r>
      <w:r w:rsidRPr="005D5566">
        <w:t>il dit d</w:t>
      </w:r>
      <w:r w:rsidR="001C0413">
        <w:t>’</w:t>
      </w:r>
      <w:r w:rsidRPr="005D5566">
        <w:t>un air pensif</w:t>
      </w:r>
      <w:r w:rsidR="001C0413">
        <w:t> :</w:t>
      </w:r>
    </w:p>
    <w:p w14:paraId="30114DE9" w14:textId="77777777" w:rsidR="001C0413" w:rsidRDefault="001C0413" w:rsidP="001C0413">
      <w:pPr>
        <w:rPr>
          <w:i/>
          <w:iCs/>
        </w:rPr>
      </w:pPr>
      <w:r>
        <w:t>— </w:t>
      </w:r>
      <w:r w:rsidR="00530790" w:rsidRPr="005D5566">
        <w:t>Eh bien</w:t>
      </w:r>
      <w:r>
        <w:t xml:space="preserve">, </w:t>
      </w:r>
      <w:r w:rsidR="00530790" w:rsidRPr="005D5566">
        <w:t>adieu</w:t>
      </w:r>
      <w:r>
        <w:rPr>
          <w:i/>
          <w:iCs/>
        </w:rPr>
        <w:t> !</w:t>
      </w:r>
    </w:p>
    <w:p w14:paraId="09BAE751" w14:textId="77777777" w:rsidR="001C0413" w:rsidRDefault="00530790" w:rsidP="001C0413">
      <w:r w:rsidRPr="005D5566">
        <w:t>Et il s</w:t>
      </w:r>
      <w:r w:rsidR="001C0413">
        <w:t>’</w:t>
      </w:r>
      <w:r w:rsidRPr="005D5566">
        <w:t>en alla sans se presser</w:t>
      </w:r>
      <w:r w:rsidR="001C0413">
        <w:t xml:space="preserve">, </w:t>
      </w:r>
      <w:r w:rsidRPr="005D5566">
        <w:t>en toussant dans sa barbe</w:t>
      </w:r>
      <w:r w:rsidR="001C0413">
        <w:t>.</w:t>
      </w:r>
    </w:p>
    <w:p w14:paraId="1C4C2C34" w14:textId="77777777" w:rsidR="001C0413" w:rsidRDefault="00530790" w:rsidP="001C0413">
      <w:r w:rsidRPr="005D5566">
        <w:t>Les mains croisées derrière le dos</w:t>
      </w:r>
      <w:r w:rsidR="001C0413">
        <w:t xml:space="preserve">, </w:t>
      </w:r>
      <w:r w:rsidRPr="005D5566">
        <w:t>Pavel se mit à</w:t>
      </w:r>
      <w:r w:rsidRPr="005D5566">
        <w:rPr>
          <w:bCs/>
          <w:i/>
          <w:iCs/>
        </w:rPr>
        <w:t xml:space="preserve"> </w:t>
      </w:r>
      <w:r w:rsidRPr="005D5566">
        <w:t>aller et venir à pas lents</w:t>
      </w:r>
      <w:r w:rsidR="001C0413">
        <w:t xml:space="preserve">, </w:t>
      </w:r>
      <w:r w:rsidRPr="005D5566">
        <w:t>entre les paquets de linge et de livres qui gisaient sur le sol</w:t>
      </w:r>
      <w:r w:rsidR="001C0413">
        <w:t xml:space="preserve"> ; </w:t>
      </w:r>
      <w:r w:rsidRPr="005D5566">
        <w:t>il s</w:t>
      </w:r>
      <w:r w:rsidR="001C0413">
        <w:t>’</w:t>
      </w:r>
      <w:r w:rsidRPr="005D5566">
        <w:t>écria d</w:t>
      </w:r>
      <w:r w:rsidR="001C0413">
        <w:t>’</w:t>
      </w:r>
      <w:r w:rsidRPr="005D5566">
        <w:t>une voix sombre</w:t>
      </w:r>
      <w:r w:rsidR="001C0413">
        <w:t> :</w:t>
      </w:r>
    </w:p>
    <w:p w14:paraId="485F6DB8" w14:textId="77777777" w:rsidR="001C0413" w:rsidRDefault="001C0413" w:rsidP="001C0413">
      <w:r>
        <w:lastRenderedPageBreak/>
        <w:t>— </w:t>
      </w:r>
      <w:r w:rsidR="00530790" w:rsidRPr="005D5566">
        <w:t>Tu as vu comment cela se passe</w:t>
      </w:r>
      <w:r>
        <w:t> ?</w:t>
      </w:r>
    </w:p>
    <w:p w14:paraId="1451E495" w14:textId="77777777" w:rsidR="001C0413" w:rsidRDefault="00530790" w:rsidP="001C0413">
      <w:r w:rsidRPr="005D5566">
        <w:t>Tout en considérant la chambre en</w:t>
      </w:r>
      <w:r w:rsidRPr="005D5566">
        <w:rPr>
          <w:i/>
          <w:iCs/>
        </w:rPr>
        <w:t xml:space="preserve"> </w:t>
      </w:r>
      <w:r w:rsidRPr="005D5566">
        <w:t>désordre d</w:t>
      </w:r>
      <w:r w:rsidR="001C0413">
        <w:t>’</w:t>
      </w:r>
      <w:r w:rsidRPr="005D5566">
        <w:t>un air déconcerté</w:t>
      </w:r>
      <w:r w:rsidR="001C0413">
        <w:t xml:space="preserve">, </w:t>
      </w:r>
      <w:r w:rsidRPr="005D5566">
        <w:t>la mère chuchota</w:t>
      </w:r>
      <w:r w:rsidR="001C0413">
        <w:t xml:space="preserve">, </w:t>
      </w:r>
      <w:r w:rsidRPr="005D5566">
        <w:t>angoissée</w:t>
      </w:r>
      <w:r w:rsidR="001C0413">
        <w:t> :</w:t>
      </w:r>
    </w:p>
    <w:p w14:paraId="316D6520" w14:textId="77777777" w:rsidR="001C0413" w:rsidRDefault="001C0413" w:rsidP="001C0413">
      <w:r>
        <w:t>— </w:t>
      </w:r>
      <w:r w:rsidR="00530790" w:rsidRPr="005D5566">
        <w:t>On te prendra aussi</w:t>
      </w:r>
      <w:r>
        <w:t xml:space="preserve">… </w:t>
      </w:r>
      <w:r w:rsidR="00530790" w:rsidRPr="005D5566">
        <w:t>on te prendra aussi</w:t>
      </w:r>
      <w:r>
        <w:t xml:space="preserve"> ! </w:t>
      </w:r>
      <w:r w:rsidR="00530790" w:rsidRPr="005D5566">
        <w:t>Pourquoi Vessoftchikov a-t-il</w:t>
      </w:r>
      <w:r w:rsidR="00530790" w:rsidRPr="005D5566">
        <w:rPr>
          <w:i/>
          <w:iCs/>
        </w:rPr>
        <w:t xml:space="preserve"> </w:t>
      </w:r>
      <w:r w:rsidR="00530790" w:rsidRPr="005D5566">
        <w:t>été grossier</w:t>
      </w:r>
      <w:r>
        <w:t> ?…</w:t>
      </w:r>
    </w:p>
    <w:p w14:paraId="7B868FE4" w14:textId="77777777" w:rsidR="001C0413" w:rsidRDefault="001C0413" w:rsidP="001C0413">
      <w:r>
        <w:t>— </w:t>
      </w:r>
      <w:r w:rsidR="00530790" w:rsidRPr="005D5566">
        <w:t>Il a eu peur probablement dit Pavel à voix basse</w:t>
      </w:r>
      <w:r>
        <w:t xml:space="preserve">. </w:t>
      </w:r>
      <w:r w:rsidR="00530790" w:rsidRPr="005D5566">
        <w:t>Il ne faut pas leur parler</w:t>
      </w:r>
      <w:r>
        <w:t xml:space="preserve">… </w:t>
      </w:r>
      <w:r w:rsidR="00530790" w:rsidRPr="005D5566">
        <w:t>on ne peut rien faire avec eux</w:t>
      </w:r>
      <w:r>
        <w:t xml:space="preserve"> ! </w:t>
      </w:r>
      <w:r w:rsidR="00530790" w:rsidRPr="005D5566">
        <w:t>Ils sont incapables de comprendre</w:t>
      </w:r>
      <w:r>
        <w:t>…</w:t>
      </w:r>
    </w:p>
    <w:p w14:paraId="017B42B2" w14:textId="77777777" w:rsidR="001C0413" w:rsidRDefault="001C0413" w:rsidP="001C0413">
      <w:r>
        <w:t>— </w:t>
      </w:r>
      <w:r w:rsidR="00530790" w:rsidRPr="005D5566">
        <w:t>Ils sont venus</w:t>
      </w:r>
      <w:r>
        <w:t xml:space="preserve">, </w:t>
      </w:r>
      <w:r w:rsidR="00530790" w:rsidRPr="005D5566">
        <w:t>ils l</w:t>
      </w:r>
      <w:r>
        <w:t>’</w:t>
      </w:r>
      <w:r w:rsidR="00530790" w:rsidRPr="005D5566">
        <w:t>ont pris</w:t>
      </w:r>
      <w:r>
        <w:t xml:space="preserve">, </w:t>
      </w:r>
      <w:r w:rsidR="00530790" w:rsidRPr="005D5566">
        <w:t>ils l</w:t>
      </w:r>
      <w:r>
        <w:t>’</w:t>
      </w:r>
      <w:r w:rsidR="00530790" w:rsidRPr="005D5566">
        <w:t>ont emmené</w:t>
      </w:r>
      <w:r>
        <w:t xml:space="preserve"> ! </w:t>
      </w:r>
      <w:r w:rsidR="00530790" w:rsidRPr="005D5566">
        <w:t>chuchota la mère</w:t>
      </w:r>
      <w:r>
        <w:t xml:space="preserve">, </w:t>
      </w:r>
      <w:r w:rsidR="00530790" w:rsidRPr="005D5566">
        <w:t>en agitant les bras</w:t>
      </w:r>
      <w:r>
        <w:t>.</w:t>
      </w:r>
    </w:p>
    <w:p w14:paraId="34E50DFF" w14:textId="77777777" w:rsidR="001C0413" w:rsidRDefault="00530790" w:rsidP="001C0413">
      <w:r w:rsidRPr="005D5566">
        <w:t>Son fils lui restait</w:t>
      </w:r>
      <w:r w:rsidR="001C0413">
        <w:t xml:space="preserve">. </w:t>
      </w:r>
      <w:r w:rsidRPr="005D5566">
        <w:t>Le cœur de Pélaguée se mit à battre plus tranquillement</w:t>
      </w:r>
      <w:r w:rsidR="001C0413">
        <w:t xml:space="preserve"> ; </w:t>
      </w:r>
      <w:r w:rsidRPr="005D5566">
        <w:t>sa pensée s</w:t>
      </w:r>
      <w:r w:rsidR="001C0413">
        <w:t>’</w:t>
      </w:r>
      <w:r w:rsidRPr="005D5566">
        <w:t>immobilisait devant un fait qu</w:t>
      </w:r>
      <w:r w:rsidR="001C0413">
        <w:t>’</w:t>
      </w:r>
      <w:r w:rsidRPr="005D5566">
        <w:t>elle ne pouvait concevoir</w:t>
      </w:r>
      <w:r w:rsidR="001C0413">
        <w:t>.</w:t>
      </w:r>
    </w:p>
    <w:p w14:paraId="67C98FFD" w14:textId="77777777" w:rsidR="001C0413" w:rsidRDefault="001C0413" w:rsidP="001C0413">
      <w:r>
        <w:t>— </w:t>
      </w:r>
      <w:r w:rsidR="00530790" w:rsidRPr="005D5566">
        <w:t>Il se moque de nous</w:t>
      </w:r>
      <w:r>
        <w:t xml:space="preserve">, </w:t>
      </w:r>
      <w:r w:rsidR="00530790" w:rsidRPr="005D5566">
        <w:t>cet homme jaune</w:t>
      </w:r>
      <w:r>
        <w:t xml:space="preserve">, </w:t>
      </w:r>
      <w:r w:rsidR="00530790" w:rsidRPr="005D5566">
        <w:t>il nous menace</w:t>
      </w:r>
      <w:r>
        <w:t>…</w:t>
      </w:r>
    </w:p>
    <w:p w14:paraId="0568D282" w14:textId="77777777" w:rsidR="001C0413" w:rsidRDefault="001C0413" w:rsidP="001C0413">
      <w:r>
        <w:t>— </w:t>
      </w:r>
      <w:r w:rsidR="00530790" w:rsidRPr="005D5566">
        <w:t>Assez</w:t>
      </w:r>
      <w:r>
        <w:t xml:space="preserve">, </w:t>
      </w:r>
      <w:r w:rsidR="00530790" w:rsidRPr="005D5566">
        <w:t>mère</w:t>
      </w:r>
      <w:r>
        <w:t xml:space="preserve"> ! </w:t>
      </w:r>
      <w:r w:rsidR="00530790" w:rsidRPr="005D5566">
        <w:t>dit soudain Pavel avec décision</w:t>
      </w:r>
      <w:r>
        <w:t xml:space="preserve">. </w:t>
      </w:r>
      <w:r w:rsidR="00530790" w:rsidRPr="005D5566">
        <w:t>Viens</w:t>
      </w:r>
      <w:r>
        <w:t xml:space="preserve">, </w:t>
      </w:r>
      <w:r w:rsidR="00530790" w:rsidRPr="005D5566">
        <w:t>rangeons tout cela</w:t>
      </w:r>
      <w:r>
        <w:t>…</w:t>
      </w:r>
    </w:p>
    <w:p w14:paraId="0CEC641A" w14:textId="77777777" w:rsidR="001C0413" w:rsidRDefault="00530790" w:rsidP="001C0413">
      <w:r w:rsidRPr="005D5566">
        <w:t xml:space="preserve">Il lui avait dit </w:t>
      </w:r>
      <w:r w:rsidR="001C0413">
        <w:t>« </w:t>
      </w:r>
      <w:r w:rsidRPr="005D5566">
        <w:t>mère</w:t>
      </w:r>
      <w:r w:rsidR="001C0413">
        <w:t> »</w:t>
      </w:r>
      <w:r w:rsidRPr="005D5566">
        <w:t xml:space="preserve"> et </w:t>
      </w:r>
      <w:r w:rsidR="001C0413">
        <w:rPr>
          <w:bCs/>
        </w:rPr>
        <w:t>« </w:t>
      </w:r>
      <w:r w:rsidRPr="005D5566">
        <w:rPr>
          <w:bCs/>
        </w:rPr>
        <w:t>tu</w:t>
      </w:r>
      <w:r w:rsidR="001C0413">
        <w:rPr>
          <w:bCs/>
        </w:rPr>
        <w:t xml:space="preserve"> », </w:t>
      </w:r>
      <w:r w:rsidRPr="005D5566">
        <w:t>comme il le faisait quand il devenait plus démonstratif</w:t>
      </w:r>
      <w:r w:rsidR="001C0413">
        <w:t xml:space="preserve">. </w:t>
      </w:r>
      <w:r w:rsidRPr="005D5566">
        <w:t>Elle s</w:t>
      </w:r>
      <w:r w:rsidR="001C0413">
        <w:t>’</w:t>
      </w:r>
      <w:r w:rsidRPr="005D5566">
        <w:t>approcha de lui</w:t>
      </w:r>
      <w:r w:rsidR="001C0413">
        <w:t xml:space="preserve">, </w:t>
      </w:r>
      <w:r w:rsidRPr="005D5566">
        <w:t>le regarda en face et demanda à voix basse</w:t>
      </w:r>
      <w:r w:rsidR="001C0413">
        <w:t> :</w:t>
      </w:r>
    </w:p>
    <w:p w14:paraId="2D55B57F" w14:textId="77777777" w:rsidR="001C0413" w:rsidRDefault="001C0413" w:rsidP="001C0413">
      <w:r>
        <w:t>— </w:t>
      </w:r>
      <w:r w:rsidR="00530790" w:rsidRPr="005D5566">
        <w:t>Ils t</w:t>
      </w:r>
      <w:r>
        <w:t>’</w:t>
      </w:r>
      <w:r w:rsidR="00530790" w:rsidRPr="005D5566">
        <w:t>ont humilié</w:t>
      </w:r>
      <w:r>
        <w:t> ?</w:t>
      </w:r>
    </w:p>
    <w:p w14:paraId="1775CC66" w14:textId="1B09119E" w:rsidR="001C0413" w:rsidRDefault="001C0413" w:rsidP="001C0413">
      <w:r>
        <w:t>— </w:t>
      </w:r>
      <w:r w:rsidR="00530790" w:rsidRPr="005D5566">
        <w:t>Oui</w:t>
      </w:r>
      <w:r>
        <w:t xml:space="preserve"> ! </w:t>
      </w:r>
      <w:r w:rsidR="00530790" w:rsidRPr="005D5566">
        <w:t>répliqua-t-il</w:t>
      </w:r>
      <w:r>
        <w:t xml:space="preserve">. </w:t>
      </w:r>
      <w:r w:rsidR="00530790" w:rsidRPr="005D5566">
        <w:t>C</w:t>
      </w:r>
      <w:r>
        <w:t>’</w:t>
      </w:r>
      <w:r w:rsidR="00530790" w:rsidRPr="005D5566">
        <w:t>est pénible</w:t>
      </w:r>
      <w:r>
        <w:t xml:space="preserve">… </w:t>
      </w:r>
      <w:r w:rsidR="00530790" w:rsidRPr="005D5566">
        <w:t>j</w:t>
      </w:r>
      <w:r>
        <w:t>’</w:t>
      </w:r>
      <w:r w:rsidR="00530790" w:rsidRPr="005D5566">
        <w:t xml:space="preserve">aurais </w:t>
      </w:r>
      <w:r w:rsidR="0053625C">
        <w:t>préféré</w:t>
      </w:r>
      <w:r w:rsidR="0053625C" w:rsidRPr="005D5566">
        <w:t xml:space="preserve"> </w:t>
      </w:r>
      <w:r w:rsidR="00530790" w:rsidRPr="005D5566">
        <w:t>aller avec eux</w:t>
      </w:r>
      <w:r>
        <w:t>…</w:t>
      </w:r>
    </w:p>
    <w:p w14:paraId="319C38CA" w14:textId="77777777" w:rsidR="001C0413" w:rsidRDefault="00530790" w:rsidP="001C0413">
      <w:r w:rsidRPr="005D5566">
        <w:t>Il sembla à la mère qu</w:t>
      </w:r>
      <w:r w:rsidR="001C0413">
        <w:t>’</w:t>
      </w:r>
      <w:r w:rsidRPr="005D5566">
        <w:t>il avait les larmes aux yeux</w:t>
      </w:r>
      <w:r w:rsidR="001C0413">
        <w:t xml:space="preserve"> ; </w:t>
      </w:r>
      <w:r w:rsidRPr="005D5566">
        <w:t>et pour le consoler de son chagrin</w:t>
      </w:r>
      <w:r w:rsidR="001C0413">
        <w:t xml:space="preserve">, </w:t>
      </w:r>
      <w:r w:rsidRPr="005D5566">
        <w:t>qu</w:t>
      </w:r>
      <w:r w:rsidR="001C0413">
        <w:t>’</w:t>
      </w:r>
      <w:r w:rsidRPr="005D5566">
        <w:t>elle devinait vaguement</w:t>
      </w:r>
      <w:r w:rsidR="001C0413">
        <w:t xml:space="preserve">, </w:t>
      </w:r>
      <w:r w:rsidRPr="005D5566">
        <w:t>elle dit en soupirant</w:t>
      </w:r>
      <w:r w:rsidR="001C0413">
        <w:t> :</w:t>
      </w:r>
    </w:p>
    <w:p w14:paraId="6DC1C0C3" w14:textId="77777777" w:rsidR="001C0413" w:rsidRDefault="001C0413" w:rsidP="001C0413">
      <w:r>
        <w:lastRenderedPageBreak/>
        <w:t>— </w:t>
      </w:r>
      <w:r w:rsidR="00530790" w:rsidRPr="005D5566">
        <w:t>Patience</w:t>
      </w:r>
      <w:r>
        <w:t xml:space="preserve">… </w:t>
      </w:r>
      <w:r w:rsidR="00530790" w:rsidRPr="005D5566">
        <w:rPr>
          <w:bCs/>
        </w:rPr>
        <w:t>tu</w:t>
      </w:r>
      <w:r w:rsidR="00530790" w:rsidRPr="005D5566">
        <w:t xml:space="preserve"> seras pris aussi</w:t>
      </w:r>
      <w:r>
        <w:t> !</w:t>
      </w:r>
    </w:p>
    <w:p w14:paraId="3211D6E7" w14:textId="77777777" w:rsidR="001C0413" w:rsidRDefault="001C0413" w:rsidP="001C0413">
      <w:r>
        <w:t>— </w:t>
      </w:r>
      <w:r w:rsidR="00530790" w:rsidRPr="005D5566">
        <w:t>Je le sais</w:t>
      </w:r>
      <w:r>
        <w:t xml:space="preserve">, </w:t>
      </w:r>
      <w:r w:rsidR="00530790" w:rsidRPr="005D5566">
        <w:t>répondit-il</w:t>
      </w:r>
      <w:r>
        <w:t>.</w:t>
      </w:r>
    </w:p>
    <w:p w14:paraId="2D27F89B" w14:textId="77777777" w:rsidR="001C0413" w:rsidRDefault="00530790" w:rsidP="001C0413">
      <w:r w:rsidRPr="005D5566">
        <w:t>Après un instant de silence</w:t>
      </w:r>
      <w:r w:rsidR="001C0413">
        <w:t xml:space="preserve">, </w:t>
      </w:r>
      <w:r w:rsidRPr="005D5566">
        <w:t>la mère ajouta avec un accent de tristesse</w:t>
      </w:r>
      <w:r w:rsidR="001C0413">
        <w:t> :</w:t>
      </w:r>
    </w:p>
    <w:p w14:paraId="4E271BED" w14:textId="77777777" w:rsidR="001C0413" w:rsidRDefault="001C0413" w:rsidP="001C0413">
      <w:r>
        <w:t>— </w:t>
      </w:r>
      <w:r w:rsidR="00530790" w:rsidRPr="005D5566">
        <w:t>Comme tu es cruel</w:t>
      </w:r>
      <w:r>
        <w:t xml:space="preserve">, </w:t>
      </w:r>
      <w:r w:rsidR="00530790" w:rsidRPr="005D5566">
        <w:t>mon fils</w:t>
      </w:r>
      <w:r>
        <w:t xml:space="preserve"> ! </w:t>
      </w:r>
      <w:r w:rsidR="00530790" w:rsidRPr="005D5566">
        <w:t>Si seulement tu me calmais</w:t>
      </w:r>
      <w:r>
        <w:t xml:space="preserve">… </w:t>
      </w:r>
      <w:r w:rsidR="00530790" w:rsidRPr="005D5566">
        <w:t>Mais non</w:t>
      </w:r>
      <w:r>
        <w:t xml:space="preserve">, </w:t>
      </w:r>
      <w:r w:rsidR="00530790" w:rsidRPr="005D5566">
        <w:t xml:space="preserve">je dis des choses </w:t>
      </w:r>
      <w:r w:rsidR="00530790" w:rsidRPr="005D5566">
        <w:rPr>
          <w:bCs/>
        </w:rPr>
        <w:t>terribles</w:t>
      </w:r>
      <w:r>
        <w:rPr>
          <w:bCs/>
        </w:rPr>
        <w:t xml:space="preserve">, </w:t>
      </w:r>
      <w:r w:rsidR="00530790" w:rsidRPr="005D5566">
        <w:t>et tu m</w:t>
      </w:r>
      <w:r>
        <w:t>’</w:t>
      </w:r>
      <w:r w:rsidR="00530790" w:rsidRPr="005D5566">
        <w:t>en réponds de plus terribles encore</w:t>
      </w:r>
      <w:r>
        <w:t> !</w:t>
      </w:r>
    </w:p>
    <w:p w14:paraId="0DCB9B7A" w14:textId="77777777" w:rsidR="001C0413" w:rsidRDefault="00530790" w:rsidP="001C0413">
      <w:r w:rsidRPr="005D5566">
        <w:t>Il lui jeta un coup d</w:t>
      </w:r>
      <w:r w:rsidR="001C0413">
        <w:t>’</w:t>
      </w:r>
      <w:r w:rsidRPr="005D5566">
        <w:t>œil</w:t>
      </w:r>
      <w:r w:rsidR="001C0413">
        <w:t xml:space="preserve">, </w:t>
      </w:r>
      <w:r w:rsidRPr="005D5566">
        <w:t>s</w:t>
      </w:r>
      <w:r w:rsidR="001C0413">
        <w:t>’</w:t>
      </w:r>
      <w:r w:rsidRPr="005D5566">
        <w:t>approcha d</w:t>
      </w:r>
      <w:r w:rsidR="001C0413">
        <w:t>’</w:t>
      </w:r>
      <w:r w:rsidRPr="005D5566">
        <w:t>elle</w:t>
      </w:r>
      <w:r w:rsidR="001C0413">
        <w:t xml:space="preserve">, </w:t>
      </w:r>
      <w:r w:rsidRPr="005D5566">
        <w:t>et lui dit à voix basse</w:t>
      </w:r>
      <w:r w:rsidR="001C0413">
        <w:t> :</w:t>
      </w:r>
    </w:p>
    <w:p w14:paraId="5D80DD2C" w14:textId="77777777" w:rsidR="001C0413" w:rsidRDefault="001C0413" w:rsidP="001C0413">
      <w:r>
        <w:t>— </w:t>
      </w:r>
      <w:r w:rsidR="00530790" w:rsidRPr="005D5566">
        <w:t>Je ne sais pas vous répondre</w:t>
      </w:r>
      <w:r>
        <w:t xml:space="preserve">, </w:t>
      </w:r>
      <w:r w:rsidR="00530790" w:rsidRPr="005D5566">
        <w:t>maman</w:t>
      </w:r>
      <w:r>
        <w:t xml:space="preserve"> ! </w:t>
      </w:r>
      <w:r w:rsidR="00530790" w:rsidRPr="005D5566">
        <w:t xml:space="preserve">Je ne </w:t>
      </w:r>
      <w:r w:rsidR="00530790" w:rsidRPr="005D5566">
        <w:rPr>
          <w:bCs/>
        </w:rPr>
        <w:t xml:space="preserve">peux </w:t>
      </w:r>
      <w:r w:rsidR="00530790" w:rsidRPr="005D5566">
        <w:t>pas mentir</w:t>
      </w:r>
      <w:r>
        <w:t xml:space="preserve"> ! </w:t>
      </w:r>
      <w:r w:rsidR="00530790" w:rsidRPr="005D5566">
        <w:t>Il faut vous y habituer</w:t>
      </w:r>
      <w:r>
        <w:t>…</w:t>
      </w:r>
    </w:p>
    <w:p w14:paraId="45D47141" w14:textId="77777777" w:rsidR="001C0413" w:rsidRDefault="00530790" w:rsidP="001C0413">
      <w:r w:rsidRPr="005D5566">
        <w:t>Elle soupira et se tut</w:t>
      </w:r>
      <w:r w:rsidR="001C0413">
        <w:t xml:space="preserve"> ; </w:t>
      </w:r>
      <w:r w:rsidRPr="005D5566">
        <w:t>puis</w:t>
      </w:r>
      <w:r w:rsidR="001C0413">
        <w:t xml:space="preserve">, </w:t>
      </w:r>
      <w:r w:rsidRPr="005D5566">
        <w:t>elle reprit</w:t>
      </w:r>
      <w:r w:rsidR="001C0413">
        <w:t xml:space="preserve">, </w:t>
      </w:r>
      <w:r w:rsidRPr="005D5566">
        <w:t>frissonnante</w:t>
      </w:r>
      <w:r w:rsidR="001C0413">
        <w:t> :</w:t>
      </w:r>
    </w:p>
    <w:p w14:paraId="45DD147D" w14:textId="77777777" w:rsidR="001C0413" w:rsidRDefault="001C0413" w:rsidP="001C0413">
      <w:r>
        <w:t>— </w:t>
      </w:r>
      <w:r w:rsidR="00530790" w:rsidRPr="005D5566">
        <w:t>Et qui sait</w:t>
      </w:r>
      <w:r>
        <w:t xml:space="preserve"> ? </w:t>
      </w:r>
      <w:r w:rsidR="00530790" w:rsidRPr="005D5566">
        <w:t>on dit qu</w:t>
      </w:r>
      <w:r>
        <w:t>’</w:t>
      </w:r>
      <w:r w:rsidR="00530790" w:rsidRPr="005D5566">
        <w:t>ils torturent les gens</w:t>
      </w:r>
      <w:r>
        <w:t xml:space="preserve">, </w:t>
      </w:r>
      <w:r w:rsidR="00530790" w:rsidRPr="005D5566">
        <w:t>qu</w:t>
      </w:r>
      <w:r>
        <w:t>’</w:t>
      </w:r>
      <w:r w:rsidR="00530790" w:rsidRPr="005D5566">
        <w:t>ils leur déchirent le corps en lambeaux et leur brisent les os</w:t>
      </w:r>
      <w:r>
        <w:t xml:space="preserve">. </w:t>
      </w:r>
      <w:r w:rsidR="00530790" w:rsidRPr="005D5566">
        <w:t>Quand j</w:t>
      </w:r>
      <w:r>
        <w:t>’</w:t>
      </w:r>
      <w:r w:rsidR="00530790" w:rsidRPr="005D5566">
        <w:t>y pense j</w:t>
      </w:r>
      <w:r>
        <w:t>’</w:t>
      </w:r>
      <w:r w:rsidR="00530790" w:rsidRPr="005D5566">
        <w:t>ai peur</w:t>
      </w:r>
      <w:r>
        <w:t xml:space="preserve">, </w:t>
      </w:r>
      <w:r w:rsidR="00530790" w:rsidRPr="005D5566">
        <w:t>Pavel</w:t>
      </w:r>
      <w:r>
        <w:t xml:space="preserve">, </w:t>
      </w:r>
      <w:r w:rsidR="00530790" w:rsidRPr="005D5566">
        <w:t>mon</w:t>
      </w:r>
      <w:r>
        <w:t xml:space="preserve">, </w:t>
      </w:r>
      <w:r w:rsidR="00530790" w:rsidRPr="005D5566">
        <w:t>chéri</w:t>
      </w:r>
      <w:r>
        <w:t>…</w:t>
      </w:r>
    </w:p>
    <w:p w14:paraId="213D7500" w14:textId="77777777" w:rsidR="001C0413" w:rsidRDefault="001C0413" w:rsidP="001C0413">
      <w:r>
        <w:t>— </w:t>
      </w:r>
      <w:r w:rsidR="00530790" w:rsidRPr="005D5566">
        <w:t xml:space="preserve">Ils broient </w:t>
      </w:r>
      <w:r w:rsidR="00530790" w:rsidRPr="005D5566">
        <w:rPr>
          <w:bCs/>
        </w:rPr>
        <w:t>l</w:t>
      </w:r>
      <w:r>
        <w:t>’</w:t>
      </w:r>
      <w:r w:rsidR="00530790" w:rsidRPr="005D5566">
        <w:t>âme et non le corps</w:t>
      </w:r>
      <w:r>
        <w:t xml:space="preserve">… </w:t>
      </w:r>
      <w:r w:rsidR="00530790" w:rsidRPr="005D5566">
        <w:t>C</w:t>
      </w:r>
      <w:r>
        <w:t>’</w:t>
      </w:r>
      <w:r w:rsidR="00530790" w:rsidRPr="005D5566">
        <w:t>est encore plus douloureux que la torture</w:t>
      </w:r>
      <w:r>
        <w:t xml:space="preserve">, </w:t>
      </w:r>
      <w:r w:rsidR="00530790" w:rsidRPr="005D5566">
        <w:t>quand on touche à votre âme av</w:t>
      </w:r>
      <w:r w:rsidR="00530790" w:rsidRPr="005D5566">
        <w:rPr>
          <w:bCs/>
        </w:rPr>
        <w:t xml:space="preserve">ec </w:t>
      </w:r>
      <w:r w:rsidR="00530790" w:rsidRPr="005D5566">
        <w:t>des mains sales</w:t>
      </w:r>
      <w:r>
        <w:t>.</w:t>
      </w:r>
    </w:p>
    <w:p w14:paraId="3A400152" w14:textId="4D67C6AB" w:rsidR="00530790" w:rsidRPr="003B37B8" w:rsidRDefault="00530790" w:rsidP="001C0413">
      <w:pPr>
        <w:pStyle w:val="Titre2"/>
        <w:rPr>
          <w:szCs w:val="44"/>
        </w:rPr>
      </w:pPr>
      <w:bookmarkStart w:id="12" w:name="_Toc202279533"/>
      <w:r w:rsidRPr="003B37B8">
        <w:rPr>
          <w:szCs w:val="44"/>
        </w:rPr>
        <w:lastRenderedPageBreak/>
        <w:t>XI</w:t>
      </w:r>
      <w:bookmarkEnd w:id="12"/>
      <w:r w:rsidRPr="003B37B8">
        <w:rPr>
          <w:szCs w:val="44"/>
        </w:rPr>
        <w:br/>
      </w:r>
    </w:p>
    <w:p w14:paraId="1DEC7C75" w14:textId="77777777" w:rsidR="001C0413" w:rsidRDefault="00530790" w:rsidP="001C0413">
      <w:r w:rsidRPr="005D5566">
        <w:t>Le lendemain matin</w:t>
      </w:r>
      <w:r w:rsidR="001C0413">
        <w:t xml:space="preserve">, </w:t>
      </w:r>
      <w:r w:rsidRPr="005D5566">
        <w:t>on apprit que Boukine</w:t>
      </w:r>
      <w:r w:rsidR="001C0413">
        <w:t xml:space="preserve">, </w:t>
      </w:r>
      <w:r w:rsidRPr="005D5566">
        <w:t>Samoïlov</w:t>
      </w:r>
      <w:r w:rsidR="001C0413">
        <w:t xml:space="preserve">, </w:t>
      </w:r>
      <w:r w:rsidRPr="005D5566">
        <w:t>Somov et cinq autres personnes encore avaient été arrêtées</w:t>
      </w:r>
      <w:r w:rsidR="001C0413">
        <w:t xml:space="preserve">. </w:t>
      </w:r>
      <w:r w:rsidRPr="005D5566">
        <w:t>Le soir</w:t>
      </w:r>
      <w:r w:rsidR="001C0413">
        <w:t xml:space="preserve">, </w:t>
      </w:r>
      <w:r w:rsidRPr="005D5566">
        <w:t>Fédia Mazine accourut</w:t>
      </w:r>
      <w:r w:rsidR="001C0413">
        <w:t xml:space="preserve"> : </w:t>
      </w:r>
      <w:r w:rsidRPr="005D5566">
        <w:t>on avait perquisitionné chez lui aussi</w:t>
      </w:r>
      <w:r w:rsidR="001C0413">
        <w:t xml:space="preserve"> ; </w:t>
      </w:r>
      <w:r w:rsidRPr="005D5566">
        <w:t>il était satisfait de la chose et se considérait comme un héros</w:t>
      </w:r>
      <w:r w:rsidR="001C0413">
        <w:t>.</w:t>
      </w:r>
    </w:p>
    <w:p w14:paraId="0D17E621" w14:textId="77777777" w:rsidR="001C0413" w:rsidRDefault="001C0413" w:rsidP="001C0413">
      <w:r>
        <w:t>— </w:t>
      </w:r>
      <w:r w:rsidR="00530790" w:rsidRPr="005D5566">
        <w:t>Tu as eu peur</w:t>
      </w:r>
      <w:r>
        <w:t xml:space="preserve">, </w:t>
      </w:r>
      <w:r w:rsidR="00530790" w:rsidRPr="005D5566">
        <w:t>Fédia</w:t>
      </w:r>
      <w:r>
        <w:t xml:space="preserve"> ? </w:t>
      </w:r>
      <w:r w:rsidR="00530790" w:rsidRPr="005D5566">
        <w:t>demanda la mère</w:t>
      </w:r>
      <w:r>
        <w:t>.</w:t>
      </w:r>
    </w:p>
    <w:p w14:paraId="14A5B8C5" w14:textId="77777777" w:rsidR="001C0413" w:rsidRDefault="00530790" w:rsidP="001C0413">
      <w:r w:rsidRPr="005D5566">
        <w:t>Il pâlit</w:t>
      </w:r>
      <w:r w:rsidR="001C0413">
        <w:t xml:space="preserve">, </w:t>
      </w:r>
      <w:r w:rsidRPr="005D5566">
        <w:t>son visage se creusa</w:t>
      </w:r>
      <w:r w:rsidR="001C0413">
        <w:t xml:space="preserve">, </w:t>
      </w:r>
      <w:r w:rsidRPr="005D5566">
        <w:t>ses narines frémirent</w:t>
      </w:r>
      <w:r w:rsidR="001C0413">
        <w:t>.</w:t>
      </w:r>
    </w:p>
    <w:p w14:paraId="14E1E3E5" w14:textId="77777777" w:rsidR="001C0413" w:rsidRDefault="001C0413" w:rsidP="001C0413">
      <w:r>
        <w:t>— </w:t>
      </w:r>
      <w:r w:rsidR="00530790" w:rsidRPr="005D5566">
        <w:t>J</w:t>
      </w:r>
      <w:r>
        <w:t>’</w:t>
      </w:r>
      <w:r w:rsidR="00530790" w:rsidRPr="005D5566">
        <w:t>ai eu peur d</w:t>
      </w:r>
      <w:r>
        <w:t>’</w:t>
      </w:r>
      <w:r w:rsidR="00530790" w:rsidRPr="005D5566">
        <w:t>être frappé par l</w:t>
      </w:r>
      <w:r>
        <w:t>’</w:t>
      </w:r>
      <w:r w:rsidR="00530790" w:rsidRPr="005D5566">
        <w:t>officier</w:t>
      </w:r>
      <w:r>
        <w:t xml:space="preserve"> ! </w:t>
      </w:r>
      <w:r w:rsidR="00530790" w:rsidRPr="005D5566">
        <w:t>Il avait une barbe foncée</w:t>
      </w:r>
      <w:r>
        <w:t xml:space="preserve">, </w:t>
      </w:r>
      <w:r w:rsidR="00530790" w:rsidRPr="005D5566">
        <w:t>il était gros</w:t>
      </w:r>
      <w:r>
        <w:t xml:space="preserve"> ; </w:t>
      </w:r>
      <w:r w:rsidR="00530790" w:rsidRPr="005D5566">
        <w:t>ses doigts étaient velus</w:t>
      </w:r>
      <w:r>
        <w:t xml:space="preserve">, </w:t>
      </w:r>
      <w:r w:rsidR="00530790" w:rsidRPr="005D5566">
        <w:t>il portait des lunettes noires</w:t>
      </w:r>
      <w:r>
        <w:t xml:space="preserve">, </w:t>
      </w:r>
      <w:r w:rsidR="00530790" w:rsidRPr="005D5566">
        <w:t>ou aurait dit qu</w:t>
      </w:r>
      <w:r>
        <w:t>’</w:t>
      </w:r>
      <w:r w:rsidR="00530790" w:rsidRPr="005D5566">
        <w:t>il lui manquait des yeux</w:t>
      </w:r>
      <w:r>
        <w:t xml:space="preserve">. </w:t>
      </w:r>
      <w:r w:rsidR="00530790" w:rsidRPr="005D5566">
        <w:t>Il a crié</w:t>
      </w:r>
      <w:r>
        <w:t xml:space="preserve">, </w:t>
      </w:r>
      <w:r w:rsidR="00530790" w:rsidRPr="005D5566">
        <w:t>frappé du pied</w:t>
      </w:r>
      <w:r>
        <w:t xml:space="preserve"> : </w:t>
      </w:r>
      <w:r w:rsidR="00530790" w:rsidRPr="005D5566">
        <w:t>Je te ferai pourrir en prison</w:t>
      </w:r>
      <w:r>
        <w:t xml:space="preserve"> ! </w:t>
      </w:r>
      <w:r w:rsidR="00530790" w:rsidRPr="005D5566">
        <w:t>m</w:t>
      </w:r>
      <w:r>
        <w:t>’</w:t>
      </w:r>
      <w:r w:rsidR="00530790" w:rsidRPr="005D5566">
        <w:t>a-t-il dit</w:t>
      </w:r>
      <w:r>
        <w:t xml:space="preserve">… </w:t>
      </w:r>
      <w:r w:rsidR="00530790" w:rsidRPr="005D5566">
        <w:t>Et moi</w:t>
      </w:r>
      <w:r>
        <w:t xml:space="preserve">, </w:t>
      </w:r>
      <w:r w:rsidR="00530790" w:rsidRPr="005D5566">
        <w:t>on ne m</w:t>
      </w:r>
      <w:r>
        <w:t>’</w:t>
      </w:r>
      <w:r w:rsidR="00530790" w:rsidRPr="005D5566">
        <w:t>a jamais battu</w:t>
      </w:r>
      <w:r>
        <w:t xml:space="preserve">, </w:t>
      </w:r>
      <w:r w:rsidR="00530790" w:rsidRPr="005D5566">
        <w:t>ni mon père</w:t>
      </w:r>
      <w:r>
        <w:t xml:space="preserve">, </w:t>
      </w:r>
      <w:r w:rsidR="00530790" w:rsidRPr="005D5566">
        <w:t>ni ma mère</w:t>
      </w:r>
      <w:r>
        <w:t xml:space="preserve">, </w:t>
      </w:r>
      <w:r w:rsidR="00530790" w:rsidRPr="005D5566">
        <w:t>parce que j</w:t>
      </w:r>
      <w:r>
        <w:t>’</w:t>
      </w:r>
      <w:r w:rsidR="00530790" w:rsidRPr="005D5566">
        <w:t>étais fils unique et qu</w:t>
      </w:r>
      <w:r>
        <w:t>’</w:t>
      </w:r>
      <w:r w:rsidR="00530790" w:rsidRPr="005D5566">
        <w:t>ils m</w:t>
      </w:r>
      <w:r>
        <w:t>’</w:t>
      </w:r>
      <w:r w:rsidR="00530790" w:rsidRPr="005D5566">
        <w:t>aimaient</w:t>
      </w:r>
      <w:r>
        <w:t xml:space="preserve">. </w:t>
      </w:r>
      <w:r w:rsidR="00530790" w:rsidRPr="005D5566">
        <w:t>On bat tout le monde</w:t>
      </w:r>
      <w:r>
        <w:t xml:space="preserve">, </w:t>
      </w:r>
      <w:r w:rsidR="00530790" w:rsidRPr="005D5566">
        <w:t>mais moi</w:t>
      </w:r>
      <w:r>
        <w:t xml:space="preserve">, </w:t>
      </w:r>
      <w:r w:rsidR="00530790" w:rsidRPr="005D5566">
        <w:t>jamais on ne m</w:t>
      </w:r>
      <w:r>
        <w:t>’</w:t>
      </w:r>
      <w:r w:rsidR="00530790" w:rsidRPr="005D5566">
        <w:t>a touché</w:t>
      </w:r>
      <w:r>
        <w:t>…</w:t>
      </w:r>
    </w:p>
    <w:p w14:paraId="7EBF0A07" w14:textId="77777777" w:rsidR="001C0413" w:rsidRDefault="00530790" w:rsidP="001C0413">
      <w:r w:rsidRPr="005D5566">
        <w:t>Il ferma pendant un instant ses yeux rougis et serra les lèvres</w:t>
      </w:r>
      <w:r w:rsidR="001C0413">
        <w:t xml:space="preserve"> ; </w:t>
      </w:r>
      <w:r w:rsidRPr="005D5566">
        <w:t>d</w:t>
      </w:r>
      <w:r w:rsidR="001C0413">
        <w:t>’</w:t>
      </w:r>
      <w:r w:rsidRPr="005D5566">
        <w:t>un geste rapide</w:t>
      </w:r>
      <w:r w:rsidR="001C0413">
        <w:t xml:space="preserve">, </w:t>
      </w:r>
      <w:r w:rsidRPr="005D5566">
        <w:t xml:space="preserve">il rejeta ses cheveux </w:t>
      </w:r>
      <w:r w:rsidRPr="005D5566">
        <w:rPr>
          <w:bCs/>
        </w:rPr>
        <w:t xml:space="preserve">en </w:t>
      </w:r>
      <w:r w:rsidRPr="005D5566">
        <w:t>arrière et dit en regardant Pavel</w:t>
      </w:r>
      <w:r w:rsidR="001C0413">
        <w:t> :</w:t>
      </w:r>
    </w:p>
    <w:p w14:paraId="09E561B5" w14:textId="77777777" w:rsidR="001C0413" w:rsidRDefault="001C0413" w:rsidP="001C0413">
      <w:r>
        <w:t>— </w:t>
      </w:r>
      <w:r w:rsidR="00530790" w:rsidRPr="005D5566">
        <w:t>Si quelqu</w:t>
      </w:r>
      <w:r>
        <w:t>’</w:t>
      </w:r>
      <w:r w:rsidR="00530790" w:rsidRPr="005D5566">
        <w:t>un me frappe</w:t>
      </w:r>
      <w:r>
        <w:t xml:space="preserve">, </w:t>
      </w:r>
      <w:r w:rsidR="00530790" w:rsidRPr="005D5566">
        <w:t>je me plongerai en lui comme un couteau</w:t>
      </w:r>
      <w:r>
        <w:t xml:space="preserve">, </w:t>
      </w:r>
      <w:r w:rsidR="00530790" w:rsidRPr="005D5566">
        <w:t>je le déchiquetterai avec mes dents</w:t>
      </w:r>
      <w:r>
        <w:t xml:space="preserve">… </w:t>
      </w:r>
      <w:r w:rsidR="00530790" w:rsidRPr="005D5566">
        <w:t>Il vaudrait mieux m</w:t>
      </w:r>
      <w:r>
        <w:t>’</w:t>
      </w:r>
      <w:r w:rsidR="00530790" w:rsidRPr="005D5566">
        <w:t>assommer du coup</w:t>
      </w:r>
      <w:r>
        <w:t> !…</w:t>
      </w:r>
    </w:p>
    <w:p w14:paraId="5C9E86BB" w14:textId="77777777" w:rsidR="001C0413" w:rsidRDefault="001C0413" w:rsidP="001C0413">
      <w:r>
        <w:t>— </w:t>
      </w:r>
      <w:r w:rsidR="00530790" w:rsidRPr="005D5566">
        <w:t>Tu es bien maigrelet et chétif</w:t>
      </w:r>
      <w:r>
        <w:t xml:space="preserve"> ! </w:t>
      </w:r>
      <w:r w:rsidR="00530790" w:rsidRPr="005D5566">
        <w:t>s</w:t>
      </w:r>
      <w:r>
        <w:t>’</w:t>
      </w:r>
      <w:r w:rsidR="00530790" w:rsidRPr="005D5566">
        <w:t>écria là mère</w:t>
      </w:r>
      <w:r>
        <w:t xml:space="preserve">. </w:t>
      </w:r>
      <w:r w:rsidR="00530790" w:rsidRPr="005D5566">
        <w:t>Comment pourrais-tu te battre</w:t>
      </w:r>
      <w:r>
        <w:t> ?</w:t>
      </w:r>
    </w:p>
    <w:p w14:paraId="4662EC84" w14:textId="77777777" w:rsidR="001C0413" w:rsidRDefault="001C0413" w:rsidP="001C0413">
      <w:r>
        <w:t>— </w:t>
      </w:r>
      <w:r w:rsidR="00530790" w:rsidRPr="005D5566">
        <w:t>Et pourtant je me battrai</w:t>
      </w:r>
      <w:r>
        <w:t xml:space="preserve"> ! </w:t>
      </w:r>
      <w:r w:rsidR="00530790" w:rsidRPr="005D5566">
        <w:t>répondit Fédia à voix basse</w:t>
      </w:r>
      <w:r>
        <w:t>.</w:t>
      </w:r>
    </w:p>
    <w:p w14:paraId="2B942049" w14:textId="45F5A6AD" w:rsidR="001C0413" w:rsidRDefault="00530790" w:rsidP="001C0413">
      <w:r w:rsidRPr="005D5566">
        <w:t>Lorsqu</w:t>
      </w:r>
      <w:r w:rsidR="001C0413">
        <w:t>’</w:t>
      </w:r>
      <w:r w:rsidRPr="005D5566">
        <w:t>il fut parti</w:t>
      </w:r>
      <w:r w:rsidR="001C0413">
        <w:t xml:space="preserve">, </w:t>
      </w:r>
      <w:r w:rsidRPr="005D5566">
        <w:t xml:space="preserve">la mère dit à </w:t>
      </w:r>
      <w:r w:rsidR="0053625C">
        <w:rPr>
          <w:bCs/>
        </w:rPr>
        <w:t>son</w:t>
      </w:r>
      <w:r w:rsidR="0053625C" w:rsidRPr="005D5566">
        <w:rPr>
          <w:bCs/>
        </w:rPr>
        <w:t xml:space="preserve"> </w:t>
      </w:r>
      <w:r w:rsidRPr="005D5566">
        <w:t>fils</w:t>
      </w:r>
      <w:r w:rsidR="001C0413">
        <w:t> :</w:t>
      </w:r>
    </w:p>
    <w:p w14:paraId="6AA00002" w14:textId="77777777" w:rsidR="001C0413" w:rsidRDefault="001C0413" w:rsidP="001C0413">
      <w:r>
        <w:lastRenderedPageBreak/>
        <w:t>— </w:t>
      </w:r>
      <w:r w:rsidR="00530790" w:rsidRPr="005D5566">
        <w:t>Il sera brisé avant tous les autres</w:t>
      </w:r>
      <w:r>
        <w:t>…</w:t>
      </w:r>
    </w:p>
    <w:p w14:paraId="3FE198A7" w14:textId="77777777" w:rsidR="001C0413" w:rsidRDefault="00530790" w:rsidP="001C0413">
      <w:r w:rsidRPr="005D5566">
        <w:t>Pavel garda le silence</w:t>
      </w:r>
      <w:r w:rsidR="001C0413">
        <w:t>.</w:t>
      </w:r>
    </w:p>
    <w:p w14:paraId="31226B70" w14:textId="77777777" w:rsidR="001C0413" w:rsidRDefault="00530790" w:rsidP="001C0413">
      <w:r w:rsidRPr="005D5566">
        <w:t>Quelques minutes plus tard</w:t>
      </w:r>
      <w:r w:rsidR="001C0413">
        <w:t xml:space="preserve">, </w:t>
      </w:r>
      <w:r w:rsidRPr="005D5566">
        <w:t>la porte de la cuisine s</w:t>
      </w:r>
      <w:r w:rsidR="001C0413">
        <w:t>’</w:t>
      </w:r>
      <w:r w:rsidRPr="005D5566">
        <w:t>ouvrit lentement et Rybine entra</w:t>
      </w:r>
      <w:r w:rsidR="001C0413">
        <w:t>.</w:t>
      </w:r>
    </w:p>
    <w:p w14:paraId="2CF5E9B7" w14:textId="77777777" w:rsidR="001C0413" w:rsidRDefault="001C0413" w:rsidP="001C0413">
      <w:r>
        <w:t>— </w:t>
      </w:r>
      <w:r w:rsidR="00530790" w:rsidRPr="005D5566">
        <w:t>Bonsoir</w:t>
      </w:r>
      <w:r>
        <w:t xml:space="preserve"> ! </w:t>
      </w:r>
      <w:r w:rsidR="00530790" w:rsidRPr="005D5566">
        <w:t>fit-il en souriant</w:t>
      </w:r>
      <w:r>
        <w:t xml:space="preserve">, </w:t>
      </w:r>
      <w:r w:rsidR="00530790" w:rsidRPr="005D5566">
        <w:rPr>
          <w:bCs/>
        </w:rPr>
        <w:t>c</w:t>
      </w:r>
      <w:r>
        <w:t>’</w:t>
      </w:r>
      <w:r w:rsidR="00530790" w:rsidRPr="005D5566">
        <w:t>est encore moi</w:t>
      </w:r>
      <w:r>
        <w:t xml:space="preserve">. </w:t>
      </w:r>
      <w:r w:rsidR="00530790" w:rsidRPr="005D5566">
        <w:t>Hier soir</w:t>
      </w:r>
      <w:r>
        <w:t xml:space="preserve">, </w:t>
      </w:r>
      <w:r w:rsidR="00530790" w:rsidRPr="005D5566">
        <w:t>on m</w:t>
      </w:r>
      <w:r>
        <w:t>’</w:t>
      </w:r>
      <w:r w:rsidR="00530790" w:rsidRPr="005D5566">
        <w:t>a obligé de venir</w:t>
      </w:r>
      <w:r>
        <w:t xml:space="preserve"> ; </w:t>
      </w:r>
      <w:r w:rsidR="00530790" w:rsidRPr="005D5566">
        <w:t>ce soir</w:t>
      </w:r>
      <w:r>
        <w:t xml:space="preserve">, </w:t>
      </w:r>
      <w:r w:rsidR="00530790" w:rsidRPr="005D5566">
        <w:t>je viens de moi-même</w:t>
      </w:r>
      <w:r>
        <w:t xml:space="preserve">, </w:t>
      </w:r>
      <w:r w:rsidR="00530790" w:rsidRPr="005D5566">
        <w:t>oui</w:t>
      </w:r>
      <w:r>
        <w:t> !</w:t>
      </w:r>
    </w:p>
    <w:p w14:paraId="24263B3D" w14:textId="77777777" w:rsidR="001C0413" w:rsidRDefault="00530790" w:rsidP="001C0413">
      <w:r w:rsidRPr="005D5566">
        <w:t>Il secoua la main de Pavel avec force</w:t>
      </w:r>
      <w:r w:rsidR="001C0413">
        <w:t xml:space="preserve">, </w:t>
      </w:r>
      <w:r w:rsidRPr="005D5566">
        <w:t>prit la mère par l</w:t>
      </w:r>
      <w:r w:rsidR="001C0413">
        <w:t>’</w:t>
      </w:r>
      <w:r w:rsidRPr="005D5566">
        <w:t>épaule en demandant</w:t>
      </w:r>
      <w:r w:rsidR="001C0413">
        <w:t> :</w:t>
      </w:r>
    </w:p>
    <w:p w14:paraId="543502FC" w14:textId="77777777" w:rsidR="001C0413" w:rsidRDefault="001C0413" w:rsidP="001C0413">
      <w:r>
        <w:t>— </w:t>
      </w:r>
      <w:r w:rsidR="00530790" w:rsidRPr="005D5566">
        <w:t>M</w:t>
      </w:r>
      <w:r>
        <w:t>’</w:t>
      </w:r>
      <w:r w:rsidR="00530790" w:rsidRPr="005D5566">
        <w:t>offres-tu du thé</w:t>
      </w:r>
      <w:r>
        <w:t> ?</w:t>
      </w:r>
    </w:p>
    <w:p w14:paraId="3EF3767B" w14:textId="77777777" w:rsidR="001C0413" w:rsidRDefault="00530790" w:rsidP="001C0413">
      <w:r w:rsidRPr="005D5566">
        <w:t xml:space="preserve">Pavel examina en silence le large visage </w:t>
      </w:r>
      <w:r w:rsidRPr="005D5566">
        <w:rPr>
          <w:bCs/>
        </w:rPr>
        <w:t xml:space="preserve">basané </w:t>
      </w:r>
      <w:r w:rsidRPr="005D5566">
        <w:t>de son hôte</w:t>
      </w:r>
      <w:r w:rsidR="001C0413">
        <w:t xml:space="preserve">, </w:t>
      </w:r>
      <w:r w:rsidRPr="005D5566">
        <w:t xml:space="preserve">son épaisse barbe noire et ses yeux </w:t>
      </w:r>
      <w:r w:rsidRPr="005D5566">
        <w:rPr>
          <w:bCs/>
        </w:rPr>
        <w:t>intelligents</w:t>
      </w:r>
      <w:r w:rsidR="001C0413">
        <w:rPr>
          <w:bCs/>
        </w:rPr>
        <w:t xml:space="preserve">. </w:t>
      </w:r>
      <w:r w:rsidRPr="005D5566">
        <w:t>Il y avait quelque chose de grave dans leur regard calme</w:t>
      </w:r>
      <w:r w:rsidR="001C0413">
        <w:t xml:space="preserve"> ; </w:t>
      </w:r>
      <w:r w:rsidRPr="005D5566">
        <w:t xml:space="preserve">toute la personne du </w:t>
      </w:r>
      <w:r w:rsidRPr="005D5566">
        <w:rPr>
          <w:bCs/>
        </w:rPr>
        <w:t xml:space="preserve">nouveau </w:t>
      </w:r>
      <w:r w:rsidRPr="005D5566">
        <w:t>venu</w:t>
      </w:r>
      <w:r w:rsidR="001C0413">
        <w:t xml:space="preserve">, </w:t>
      </w:r>
      <w:r w:rsidRPr="005D5566">
        <w:t xml:space="preserve">à la </w:t>
      </w:r>
      <w:r w:rsidRPr="005D5566">
        <w:rPr>
          <w:bCs/>
        </w:rPr>
        <w:t>carrure d</w:t>
      </w:r>
      <w:r w:rsidR="001C0413">
        <w:t>’</w:t>
      </w:r>
      <w:r w:rsidRPr="005D5566">
        <w:t>athlète</w:t>
      </w:r>
      <w:r w:rsidR="001C0413">
        <w:t xml:space="preserve">, </w:t>
      </w:r>
      <w:r w:rsidRPr="005D5566">
        <w:t xml:space="preserve">inspirait </w:t>
      </w:r>
      <w:r w:rsidRPr="005D5566">
        <w:rPr>
          <w:bCs/>
        </w:rPr>
        <w:t xml:space="preserve">la </w:t>
      </w:r>
      <w:r w:rsidRPr="005D5566">
        <w:t xml:space="preserve">sympathie par </w:t>
      </w:r>
      <w:r w:rsidRPr="005D5566">
        <w:rPr>
          <w:bCs/>
        </w:rPr>
        <w:t xml:space="preserve">sa </w:t>
      </w:r>
      <w:r w:rsidRPr="005D5566">
        <w:t>fermeté assurée</w:t>
      </w:r>
      <w:r w:rsidR="001C0413">
        <w:t>.</w:t>
      </w:r>
    </w:p>
    <w:p w14:paraId="4ED2BB98" w14:textId="77777777" w:rsidR="001C0413" w:rsidRDefault="00530790" w:rsidP="001C0413">
      <w:r w:rsidRPr="005D5566">
        <w:t>La mère s</w:t>
      </w:r>
      <w:r w:rsidR="001C0413">
        <w:t>’</w:t>
      </w:r>
      <w:r w:rsidRPr="005D5566">
        <w:t xml:space="preserve">en alla dans la cuisine préparer </w:t>
      </w:r>
      <w:r w:rsidRPr="005D5566">
        <w:rPr>
          <w:bCs/>
        </w:rPr>
        <w:t xml:space="preserve">le </w:t>
      </w:r>
      <w:r w:rsidRPr="005D5566">
        <w:t>samovar</w:t>
      </w:r>
      <w:r w:rsidR="001C0413">
        <w:t xml:space="preserve">. </w:t>
      </w:r>
      <w:r w:rsidRPr="005D5566">
        <w:t>Rybine s</w:t>
      </w:r>
      <w:r w:rsidR="001C0413">
        <w:t>’</w:t>
      </w:r>
      <w:r w:rsidRPr="005D5566">
        <w:t>assit</w:t>
      </w:r>
      <w:r w:rsidR="001C0413">
        <w:t xml:space="preserve">, </w:t>
      </w:r>
      <w:r w:rsidRPr="005D5566">
        <w:t>caressa sa moustache</w:t>
      </w:r>
      <w:r w:rsidR="001C0413">
        <w:t xml:space="preserve">, </w:t>
      </w:r>
      <w:r w:rsidRPr="005D5566">
        <w:t>et</w:t>
      </w:r>
      <w:r w:rsidR="001C0413">
        <w:t xml:space="preserve">, </w:t>
      </w:r>
      <w:r w:rsidRPr="005D5566">
        <w:t>s</w:t>
      </w:r>
      <w:r w:rsidR="001C0413">
        <w:t>’</w:t>
      </w:r>
      <w:r w:rsidRPr="005D5566">
        <w:t>accoudant sur la table</w:t>
      </w:r>
      <w:r w:rsidR="001C0413">
        <w:t xml:space="preserve">, </w:t>
      </w:r>
      <w:r w:rsidRPr="005D5566">
        <w:t>enveloppa Pavel du regard</w:t>
      </w:r>
      <w:r w:rsidR="001C0413">
        <w:t>.</w:t>
      </w:r>
    </w:p>
    <w:p w14:paraId="3D7020DD" w14:textId="77777777" w:rsidR="001C0413" w:rsidRDefault="001C0413" w:rsidP="001C0413">
      <w:r>
        <w:t>— </w:t>
      </w:r>
      <w:r w:rsidR="00530790" w:rsidRPr="005D5566">
        <w:t>Ainsi donc</w:t>
      </w:r>
      <w:r>
        <w:t xml:space="preserve">… </w:t>
      </w:r>
      <w:r w:rsidR="00530790" w:rsidRPr="005D5566">
        <w:t>commença-t-il</w:t>
      </w:r>
      <w:r>
        <w:t xml:space="preserve">, </w:t>
      </w:r>
      <w:r w:rsidR="00530790" w:rsidRPr="005D5566">
        <w:t>comme s</w:t>
      </w:r>
      <w:r>
        <w:t>’</w:t>
      </w:r>
      <w:r w:rsidR="00530790" w:rsidRPr="005D5566">
        <w:t>il reprenait une conversation interrompue</w:t>
      </w:r>
      <w:r>
        <w:t xml:space="preserve">. </w:t>
      </w:r>
      <w:r w:rsidR="00530790" w:rsidRPr="005D5566">
        <w:rPr>
          <w:bCs/>
        </w:rPr>
        <w:t xml:space="preserve">Il faut </w:t>
      </w:r>
      <w:r w:rsidR="00530790" w:rsidRPr="005D5566">
        <w:t xml:space="preserve">que </w:t>
      </w:r>
      <w:r w:rsidR="00530790" w:rsidRPr="005D5566">
        <w:rPr>
          <w:bCs/>
        </w:rPr>
        <w:t xml:space="preserve">je te </w:t>
      </w:r>
      <w:r w:rsidR="00530790" w:rsidRPr="005D5566">
        <w:t>parle ouvertement</w:t>
      </w:r>
      <w:r>
        <w:t xml:space="preserve">. </w:t>
      </w:r>
      <w:r w:rsidR="00530790" w:rsidRPr="005D5566">
        <w:t>Je t</w:t>
      </w:r>
      <w:r>
        <w:t>’</w:t>
      </w:r>
      <w:r w:rsidR="00530790" w:rsidRPr="005D5566">
        <w:t xml:space="preserve">ai longuement examiné avant </w:t>
      </w:r>
      <w:r w:rsidR="00530790" w:rsidRPr="005D5566">
        <w:rPr>
          <w:bCs/>
        </w:rPr>
        <w:t xml:space="preserve">de </w:t>
      </w:r>
      <w:r w:rsidR="00530790" w:rsidRPr="005D5566">
        <w:t>venir chez toi</w:t>
      </w:r>
      <w:r>
        <w:t xml:space="preserve">. </w:t>
      </w:r>
      <w:r w:rsidR="00530790" w:rsidRPr="005D5566">
        <w:t>Nous sommes presque voisins</w:t>
      </w:r>
      <w:r>
        <w:t xml:space="preserve">, </w:t>
      </w:r>
      <w:r w:rsidR="00530790" w:rsidRPr="005D5566">
        <w:rPr>
          <w:bCs/>
        </w:rPr>
        <w:t>j</w:t>
      </w:r>
      <w:r>
        <w:rPr>
          <w:bCs/>
        </w:rPr>
        <w:t>’</w:t>
      </w:r>
      <w:r w:rsidR="00530790" w:rsidRPr="005D5566">
        <w:rPr>
          <w:bCs/>
        </w:rPr>
        <w:t xml:space="preserve">ai </w:t>
      </w:r>
      <w:r w:rsidR="00530790" w:rsidRPr="005D5566">
        <w:t xml:space="preserve">vu que tu recevais beaucoup de monde et que personne ne </w:t>
      </w:r>
      <w:r w:rsidR="00530790" w:rsidRPr="005D5566">
        <w:rPr>
          <w:bCs/>
        </w:rPr>
        <w:t>s</w:t>
      </w:r>
      <w:r>
        <w:rPr>
          <w:bCs/>
        </w:rPr>
        <w:t>’</w:t>
      </w:r>
      <w:r w:rsidR="00530790" w:rsidRPr="005D5566">
        <w:rPr>
          <w:bCs/>
        </w:rPr>
        <w:t>eni</w:t>
      </w:r>
      <w:r w:rsidR="00530790" w:rsidRPr="005D5566">
        <w:t>vrait</w:t>
      </w:r>
      <w:r>
        <w:t xml:space="preserve">, </w:t>
      </w:r>
      <w:r w:rsidR="00530790" w:rsidRPr="005D5566">
        <w:t>ni ne faisait de scandale</w:t>
      </w:r>
      <w:r>
        <w:t xml:space="preserve">. </w:t>
      </w:r>
      <w:r w:rsidR="00530790" w:rsidRPr="005D5566">
        <w:t>Ça</w:t>
      </w:r>
      <w:r>
        <w:t xml:space="preserve">, </w:t>
      </w:r>
      <w:r w:rsidR="00530790" w:rsidRPr="005D5566">
        <w:rPr>
          <w:bCs/>
        </w:rPr>
        <w:t>c</w:t>
      </w:r>
      <w:r>
        <w:t>’</w:t>
      </w:r>
      <w:r w:rsidR="00530790" w:rsidRPr="005D5566">
        <w:t xml:space="preserve">est </w:t>
      </w:r>
      <w:r w:rsidR="00530790" w:rsidRPr="005D5566">
        <w:rPr>
          <w:bCs/>
        </w:rPr>
        <w:t xml:space="preserve">la </w:t>
      </w:r>
      <w:r w:rsidR="00530790" w:rsidRPr="005D5566">
        <w:t>première chose</w:t>
      </w:r>
      <w:r>
        <w:t xml:space="preserve">. </w:t>
      </w:r>
      <w:r w:rsidR="00530790" w:rsidRPr="005D5566">
        <w:t>Quand les gens se conduisent bien</w:t>
      </w:r>
      <w:r>
        <w:t xml:space="preserve">, </w:t>
      </w:r>
      <w:r w:rsidR="00530790" w:rsidRPr="005D5566">
        <w:t xml:space="preserve">on </w:t>
      </w:r>
      <w:r w:rsidR="00530790" w:rsidRPr="005D5566">
        <w:rPr>
          <w:bCs/>
        </w:rPr>
        <w:t>les re</w:t>
      </w:r>
      <w:r w:rsidR="00530790" w:rsidRPr="005D5566">
        <w:t xml:space="preserve">marque </w:t>
      </w:r>
      <w:r w:rsidR="00530790" w:rsidRPr="005D5566">
        <w:rPr>
          <w:bCs/>
        </w:rPr>
        <w:t xml:space="preserve">du </w:t>
      </w:r>
      <w:r w:rsidR="00530790" w:rsidRPr="005D5566">
        <w:t>coup</w:t>
      </w:r>
      <w:r>
        <w:t xml:space="preserve">, </w:t>
      </w:r>
      <w:r w:rsidR="00530790" w:rsidRPr="005D5566">
        <w:t xml:space="preserve">on voit tout </w:t>
      </w:r>
      <w:r w:rsidR="00530790" w:rsidRPr="005D5566">
        <w:rPr>
          <w:bCs/>
        </w:rPr>
        <w:t xml:space="preserve">de </w:t>
      </w:r>
      <w:r w:rsidR="00530790" w:rsidRPr="005D5566">
        <w:t xml:space="preserve">suite </w:t>
      </w:r>
      <w:r w:rsidR="00530790" w:rsidRPr="005D5566">
        <w:rPr>
          <w:bCs/>
        </w:rPr>
        <w:t xml:space="preserve">ce </w:t>
      </w:r>
      <w:r w:rsidR="00530790" w:rsidRPr="005D5566">
        <w:t>qu</w:t>
      </w:r>
      <w:r>
        <w:rPr>
          <w:bCs/>
        </w:rPr>
        <w:t>’</w:t>
      </w:r>
      <w:r w:rsidR="00530790" w:rsidRPr="005D5566">
        <w:rPr>
          <w:bCs/>
        </w:rPr>
        <w:t>ils sont</w:t>
      </w:r>
      <w:r>
        <w:rPr>
          <w:bCs/>
        </w:rPr>
        <w:t xml:space="preserve">. </w:t>
      </w:r>
      <w:r w:rsidR="00530790" w:rsidRPr="005D5566">
        <w:rPr>
          <w:bCs/>
        </w:rPr>
        <w:t xml:space="preserve">Moi </w:t>
      </w:r>
      <w:r w:rsidR="00530790" w:rsidRPr="005D5566">
        <w:t>aussi</w:t>
      </w:r>
      <w:r>
        <w:t xml:space="preserve">, </w:t>
      </w:r>
      <w:r w:rsidR="00530790" w:rsidRPr="005D5566">
        <w:t>j</w:t>
      </w:r>
      <w:r>
        <w:t>’</w:t>
      </w:r>
      <w:r w:rsidR="00530790" w:rsidRPr="005D5566">
        <w:t>attire l</w:t>
      </w:r>
      <w:r>
        <w:t>’</w:t>
      </w:r>
      <w:r w:rsidR="00530790" w:rsidRPr="005D5566">
        <w:t xml:space="preserve">attention parce </w:t>
      </w:r>
      <w:r w:rsidR="00530790" w:rsidRPr="005D5566">
        <w:rPr>
          <w:bCs/>
        </w:rPr>
        <w:t xml:space="preserve">que je </w:t>
      </w:r>
      <w:r w:rsidR="00530790" w:rsidRPr="005D5566">
        <w:t xml:space="preserve">vis à </w:t>
      </w:r>
      <w:r w:rsidR="00530790" w:rsidRPr="005D5566">
        <w:rPr>
          <w:bCs/>
        </w:rPr>
        <w:t>l</w:t>
      </w:r>
      <w:r>
        <w:t>’</w:t>
      </w:r>
      <w:r w:rsidR="00530790" w:rsidRPr="005D5566">
        <w:t>écart</w:t>
      </w:r>
      <w:r>
        <w:t xml:space="preserve">, </w:t>
      </w:r>
      <w:r w:rsidR="00530790" w:rsidRPr="005D5566">
        <w:t>sans commettre de vilenies</w:t>
      </w:r>
      <w:r>
        <w:t>…</w:t>
      </w:r>
    </w:p>
    <w:p w14:paraId="30F0644D" w14:textId="77777777" w:rsidR="001C0413" w:rsidRDefault="00530790" w:rsidP="001C0413">
      <w:pPr>
        <w:rPr>
          <w:bCs/>
        </w:rPr>
      </w:pPr>
      <w:r w:rsidRPr="005D5566">
        <w:t>Il parlait lentement</w:t>
      </w:r>
      <w:r w:rsidR="001C0413">
        <w:t xml:space="preserve">, </w:t>
      </w:r>
      <w:r w:rsidRPr="005D5566">
        <w:t>avec aisance</w:t>
      </w:r>
      <w:r w:rsidR="001C0413">
        <w:t xml:space="preserve"> ; </w:t>
      </w:r>
      <w:r w:rsidRPr="005D5566">
        <w:t xml:space="preserve">il avait </w:t>
      </w:r>
      <w:r w:rsidRPr="005D5566">
        <w:rPr>
          <w:bCs/>
        </w:rPr>
        <w:t xml:space="preserve">des </w:t>
      </w:r>
      <w:r w:rsidRPr="005D5566">
        <w:t xml:space="preserve">accents </w:t>
      </w:r>
      <w:r w:rsidRPr="005D5566">
        <w:rPr>
          <w:bCs/>
        </w:rPr>
        <w:t xml:space="preserve">qui </w:t>
      </w:r>
      <w:r w:rsidRPr="005D5566">
        <w:t xml:space="preserve">donnaient confiance en </w:t>
      </w:r>
      <w:r w:rsidRPr="005D5566">
        <w:rPr>
          <w:bCs/>
        </w:rPr>
        <w:t>lui</w:t>
      </w:r>
      <w:r w:rsidR="001C0413">
        <w:rPr>
          <w:bCs/>
        </w:rPr>
        <w:t>.</w:t>
      </w:r>
    </w:p>
    <w:p w14:paraId="1121DCB5" w14:textId="77777777" w:rsidR="001C0413" w:rsidRDefault="001C0413" w:rsidP="001C0413">
      <w:r>
        <w:lastRenderedPageBreak/>
        <w:t>— </w:t>
      </w:r>
      <w:r w:rsidR="00530790" w:rsidRPr="005D5566">
        <w:t>Ainsi donc</w:t>
      </w:r>
      <w:r>
        <w:t xml:space="preserve">, </w:t>
      </w:r>
      <w:r w:rsidR="00530790" w:rsidRPr="005D5566">
        <w:t xml:space="preserve">tout le monde parle </w:t>
      </w:r>
      <w:r w:rsidR="00530790" w:rsidRPr="005D5566">
        <w:rPr>
          <w:bCs/>
        </w:rPr>
        <w:t>de toi</w:t>
      </w:r>
      <w:r>
        <w:rPr>
          <w:bCs/>
        </w:rPr>
        <w:t xml:space="preserve">. </w:t>
      </w:r>
      <w:r w:rsidR="00530790" w:rsidRPr="005D5566">
        <w:rPr>
          <w:bCs/>
        </w:rPr>
        <w:t xml:space="preserve">Mon </w:t>
      </w:r>
      <w:r w:rsidR="00530790" w:rsidRPr="005D5566">
        <w:t>propriétaire t</w:t>
      </w:r>
      <w:r>
        <w:t>’</w:t>
      </w:r>
      <w:r w:rsidR="00530790" w:rsidRPr="005D5566">
        <w:t xml:space="preserve">appelle </w:t>
      </w:r>
      <w:r>
        <w:t>« </w:t>
      </w:r>
      <w:r w:rsidR="00530790" w:rsidRPr="005D5566">
        <w:t>hérétique</w:t>
      </w:r>
      <w:r>
        <w:t xml:space="preserve"> », </w:t>
      </w:r>
      <w:r w:rsidR="00530790" w:rsidRPr="005D5566">
        <w:t xml:space="preserve">parce </w:t>
      </w:r>
      <w:r w:rsidR="00530790" w:rsidRPr="005D5566">
        <w:rPr>
          <w:bCs/>
        </w:rPr>
        <w:t xml:space="preserve">que </w:t>
      </w:r>
      <w:r w:rsidR="00530790" w:rsidRPr="005D5566">
        <w:t xml:space="preserve">tu </w:t>
      </w:r>
      <w:r w:rsidR="00530790" w:rsidRPr="005D5566">
        <w:rPr>
          <w:bCs/>
        </w:rPr>
        <w:t>ne vas pas à l</w:t>
      </w:r>
      <w:r>
        <w:t>’</w:t>
      </w:r>
      <w:r w:rsidR="00530790" w:rsidRPr="005D5566">
        <w:t>église</w:t>
      </w:r>
      <w:r>
        <w:t xml:space="preserve">. </w:t>
      </w:r>
      <w:r w:rsidR="00530790" w:rsidRPr="005D5566">
        <w:rPr>
          <w:bCs/>
        </w:rPr>
        <w:t xml:space="preserve">Je </w:t>
      </w:r>
      <w:r w:rsidR="00530790" w:rsidRPr="005D5566">
        <w:t>n</w:t>
      </w:r>
      <w:r>
        <w:t>’</w:t>
      </w:r>
      <w:r w:rsidR="00530790" w:rsidRPr="005D5566">
        <w:t>y vais pas non plus</w:t>
      </w:r>
      <w:r>
        <w:t xml:space="preserve">. </w:t>
      </w:r>
      <w:r w:rsidR="00530790" w:rsidRPr="005D5566">
        <w:t xml:space="preserve">Ensuite </w:t>
      </w:r>
      <w:r w:rsidR="00530790" w:rsidRPr="005D5566">
        <w:rPr>
          <w:bCs/>
        </w:rPr>
        <w:t xml:space="preserve">ces </w:t>
      </w:r>
      <w:r w:rsidR="00530790" w:rsidRPr="005D5566">
        <w:t>feuilles</w:t>
      </w:r>
      <w:r>
        <w:t xml:space="preserve">, </w:t>
      </w:r>
      <w:r w:rsidR="00530790" w:rsidRPr="005D5566">
        <w:t xml:space="preserve">ces papiers </w:t>
      </w:r>
      <w:r w:rsidR="00530790" w:rsidRPr="005D5566">
        <w:rPr>
          <w:bCs/>
        </w:rPr>
        <w:t xml:space="preserve">sont </w:t>
      </w:r>
      <w:r w:rsidR="00530790" w:rsidRPr="005D5566">
        <w:t>survenus</w:t>
      </w:r>
      <w:r>
        <w:t xml:space="preserve">… </w:t>
      </w:r>
      <w:r w:rsidR="00530790" w:rsidRPr="005D5566">
        <w:t>C</w:t>
      </w:r>
      <w:r>
        <w:rPr>
          <w:bCs/>
        </w:rPr>
        <w:t>’</w:t>
      </w:r>
      <w:r w:rsidR="00530790" w:rsidRPr="005D5566">
        <w:rPr>
          <w:bCs/>
        </w:rPr>
        <w:t xml:space="preserve">est toi qui as eu </w:t>
      </w:r>
      <w:r w:rsidR="00530790" w:rsidRPr="005D5566">
        <w:t>cette idée</w:t>
      </w:r>
      <w:r>
        <w:t> ?</w:t>
      </w:r>
    </w:p>
    <w:p w14:paraId="7A7EF97B" w14:textId="77777777" w:rsidR="001C0413" w:rsidRDefault="001C0413" w:rsidP="001C0413">
      <w:r>
        <w:t>— </w:t>
      </w:r>
      <w:r w:rsidR="00530790" w:rsidRPr="005D5566">
        <w:t>Oui</w:t>
      </w:r>
      <w:r>
        <w:t xml:space="preserve"> ! </w:t>
      </w:r>
      <w:r w:rsidR="00530790" w:rsidRPr="005D5566">
        <w:t xml:space="preserve">répondit Pavel sans détacher son regard du visage </w:t>
      </w:r>
      <w:r w:rsidR="00530790" w:rsidRPr="005D5566">
        <w:rPr>
          <w:bCs/>
        </w:rPr>
        <w:t xml:space="preserve">de </w:t>
      </w:r>
      <w:r w:rsidR="00530790" w:rsidRPr="005D5566">
        <w:t>Rybine</w:t>
      </w:r>
      <w:r>
        <w:t>.</w:t>
      </w:r>
    </w:p>
    <w:p w14:paraId="4FB12D06" w14:textId="77777777" w:rsidR="001C0413" w:rsidRDefault="00530790" w:rsidP="001C0413">
      <w:r w:rsidRPr="005D5566">
        <w:t>Celui-ci le fixait aussi</w:t>
      </w:r>
      <w:r w:rsidR="001C0413">
        <w:t>.</w:t>
      </w:r>
    </w:p>
    <w:p w14:paraId="70513EE9" w14:textId="77777777" w:rsidR="001C0413" w:rsidRDefault="001C0413" w:rsidP="001C0413">
      <w:r>
        <w:t>— </w:t>
      </w:r>
      <w:r w:rsidR="00530790" w:rsidRPr="005D5566">
        <w:t>Allons donc</w:t>
      </w:r>
      <w:r>
        <w:t xml:space="preserve"> ! </w:t>
      </w:r>
      <w:r w:rsidR="00530790" w:rsidRPr="005D5566">
        <w:t>s</w:t>
      </w:r>
      <w:r>
        <w:t>’</w:t>
      </w:r>
      <w:r w:rsidR="00530790" w:rsidRPr="005D5566">
        <w:t xml:space="preserve">écria la mère inquiète en sortant </w:t>
      </w:r>
      <w:r w:rsidR="00530790" w:rsidRPr="005D5566">
        <w:rPr>
          <w:bCs/>
        </w:rPr>
        <w:t xml:space="preserve">de </w:t>
      </w:r>
      <w:r w:rsidR="00530790" w:rsidRPr="005D5566">
        <w:t>la cuisine</w:t>
      </w:r>
      <w:r>
        <w:t xml:space="preserve">, </w:t>
      </w:r>
      <w:r w:rsidR="00530790" w:rsidRPr="005D5566">
        <w:t>tu n</w:t>
      </w:r>
      <w:r>
        <w:t>’</w:t>
      </w:r>
      <w:r w:rsidR="00530790" w:rsidRPr="005D5566">
        <w:t>étais pas seul</w:t>
      </w:r>
      <w:r>
        <w:t>…</w:t>
      </w:r>
    </w:p>
    <w:p w14:paraId="058D7ED3" w14:textId="77777777" w:rsidR="001C0413" w:rsidRDefault="00530790" w:rsidP="001C0413">
      <w:r w:rsidRPr="005D5566">
        <w:t>Pavel sourit</w:t>
      </w:r>
      <w:r w:rsidR="001C0413">
        <w:t xml:space="preserve">, </w:t>
      </w:r>
      <w:r w:rsidRPr="005D5566">
        <w:t>Rybine également</w:t>
      </w:r>
      <w:r w:rsidR="001C0413">
        <w:t>.</w:t>
      </w:r>
    </w:p>
    <w:p w14:paraId="60E30DC4" w14:textId="77777777" w:rsidR="001C0413" w:rsidRDefault="001C0413" w:rsidP="001C0413">
      <w:r>
        <w:t>— </w:t>
      </w:r>
      <w:r w:rsidR="00530790" w:rsidRPr="005D5566">
        <w:t>Ah</w:t>
      </w:r>
      <w:r>
        <w:t xml:space="preserve"> ! </w:t>
      </w:r>
      <w:r w:rsidR="00530790" w:rsidRPr="005D5566">
        <w:t>fit celui-ci</w:t>
      </w:r>
      <w:r>
        <w:t>.</w:t>
      </w:r>
    </w:p>
    <w:p w14:paraId="23E19FDC" w14:textId="77777777" w:rsidR="001C0413" w:rsidRDefault="00530790" w:rsidP="001C0413">
      <w:r w:rsidRPr="005D5566">
        <w:t>La mère renifla avec bruit et sortit</w:t>
      </w:r>
      <w:r w:rsidR="001C0413">
        <w:t xml:space="preserve">, </w:t>
      </w:r>
      <w:r w:rsidRPr="005D5566">
        <w:t>un peu irritée qu</w:t>
      </w:r>
      <w:r w:rsidR="001C0413">
        <w:t>’</w:t>
      </w:r>
      <w:r w:rsidRPr="005D5566">
        <w:t>ils n</w:t>
      </w:r>
      <w:r w:rsidR="001C0413">
        <w:t>’</w:t>
      </w:r>
      <w:r w:rsidRPr="005D5566">
        <w:t xml:space="preserve">eussent pas fait attention </w:t>
      </w:r>
      <w:r w:rsidRPr="005D5566">
        <w:rPr>
          <w:bCs/>
        </w:rPr>
        <w:t xml:space="preserve">à ses </w:t>
      </w:r>
      <w:r w:rsidRPr="005D5566">
        <w:t>paroles</w:t>
      </w:r>
      <w:r w:rsidR="001C0413">
        <w:t>.</w:t>
      </w:r>
    </w:p>
    <w:p w14:paraId="2466FC28" w14:textId="77777777" w:rsidR="001C0413" w:rsidRDefault="001C0413" w:rsidP="001C0413">
      <w:r>
        <w:t>— </w:t>
      </w:r>
      <w:r w:rsidR="00530790" w:rsidRPr="005D5566">
        <w:t>C</w:t>
      </w:r>
      <w:r>
        <w:t>’</w:t>
      </w:r>
      <w:r w:rsidR="00530790" w:rsidRPr="005D5566">
        <w:t>était une bonne idée</w:t>
      </w:r>
      <w:r>
        <w:t xml:space="preserve">, </w:t>
      </w:r>
      <w:r w:rsidR="00530790" w:rsidRPr="005D5566">
        <w:t>ces feuilles</w:t>
      </w:r>
      <w:r>
        <w:t xml:space="preserve">… </w:t>
      </w:r>
      <w:r w:rsidR="00530790" w:rsidRPr="005D5566">
        <w:t>Elles troublent le peuple</w:t>
      </w:r>
      <w:r>
        <w:t xml:space="preserve">… </w:t>
      </w:r>
      <w:r w:rsidR="00530790" w:rsidRPr="005D5566">
        <w:rPr>
          <w:bCs/>
        </w:rPr>
        <w:t xml:space="preserve">Il y en a </w:t>
      </w:r>
      <w:r w:rsidR="00530790" w:rsidRPr="005D5566">
        <w:t>eu dix-neuf</w:t>
      </w:r>
      <w:r>
        <w:t> !</w:t>
      </w:r>
    </w:p>
    <w:p w14:paraId="5C5D4418" w14:textId="77777777" w:rsidR="001C0413" w:rsidRDefault="001C0413" w:rsidP="001C0413">
      <w:r>
        <w:t>— </w:t>
      </w:r>
      <w:r w:rsidR="00530790" w:rsidRPr="005D5566">
        <w:rPr>
          <w:bCs/>
        </w:rPr>
        <w:t>Oui</w:t>
      </w:r>
      <w:r>
        <w:rPr>
          <w:bCs/>
        </w:rPr>
        <w:t xml:space="preserve"> ! </w:t>
      </w:r>
      <w:r w:rsidR="00530790" w:rsidRPr="005D5566">
        <w:t>répondit Pavel</w:t>
      </w:r>
      <w:r>
        <w:t>.</w:t>
      </w:r>
    </w:p>
    <w:p w14:paraId="7F910568" w14:textId="77777777" w:rsidR="001C0413" w:rsidRDefault="001C0413" w:rsidP="001C0413">
      <w:r>
        <w:t>— </w:t>
      </w:r>
      <w:r w:rsidR="00530790" w:rsidRPr="005D5566">
        <w:t>Je les ai donc toutes lues</w:t>
      </w:r>
      <w:r>
        <w:t xml:space="preserve"> ! </w:t>
      </w:r>
      <w:r w:rsidR="00530790" w:rsidRPr="005D5566">
        <w:t>Bon</w:t>
      </w:r>
      <w:r>
        <w:t xml:space="preserve">… </w:t>
      </w:r>
      <w:r w:rsidR="00530790" w:rsidRPr="005D5566">
        <w:t xml:space="preserve">Il </w:t>
      </w:r>
      <w:r w:rsidR="00530790" w:rsidRPr="005D5566">
        <w:rPr>
          <w:bCs/>
        </w:rPr>
        <w:t>s</w:t>
      </w:r>
      <w:r>
        <w:t>’</w:t>
      </w:r>
      <w:r w:rsidR="00530790" w:rsidRPr="005D5566">
        <w:t>y trouve des choses incompréhensibles</w:t>
      </w:r>
      <w:r>
        <w:t xml:space="preserve">, </w:t>
      </w:r>
      <w:r w:rsidR="00530790" w:rsidRPr="005D5566">
        <w:t>superflues</w:t>
      </w:r>
      <w:r>
        <w:t xml:space="preserve"> ; </w:t>
      </w:r>
      <w:r w:rsidR="00530790" w:rsidRPr="005D5566">
        <w:t>quand l</w:t>
      </w:r>
      <w:r>
        <w:t>’</w:t>
      </w:r>
      <w:r w:rsidR="00530790" w:rsidRPr="005D5566">
        <w:t>homme parle beaucoup</w:t>
      </w:r>
      <w:r>
        <w:t xml:space="preserve">, </w:t>
      </w:r>
      <w:r w:rsidR="00530790" w:rsidRPr="005D5566">
        <w:t xml:space="preserve">il lui arrive </w:t>
      </w:r>
      <w:r w:rsidR="00530790" w:rsidRPr="005D5566">
        <w:rPr>
          <w:bCs/>
        </w:rPr>
        <w:t xml:space="preserve">de </w:t>
      </w:r>
      <w:r w:rsidR="00530790" w:rsidRPr="005D5566">
        <w:t>parler pour rien</w:t>
      </w:r>
      <w:r>
        <w:t>…</w:t>
      </w:r>
    </w:p>
    <w:p w14:paraId="26E4B2F9" w14:textId="77777777" w:rsidR="001C0413" w:rsidRDefault="00530790" w:rsidP="001C0413">
      <w:r w:rsidRPr="005D5566">
        <w:t>Rybine sourit</w:t>
      </w:r>
      <w:r w:rsidR="001C0413">
        <w:t xml:space="preserve">, </w:t>
      </w:r>
      <w:r w:rsidRPr="005D5566">
        <w:t>il avait les dents blanches et saines</w:t>
      </w:r>
      <w:r w:rsidR="001C0413">
        <w:t>.</w:t>
      </w:r>
    </w:p>
    <w:p w14:paraId="1B2014F6" w14:textId="77777777" w:rsidR="001C0413" w:rsidRDefault="001C0413" w:rsidP="001C0413">
      <w:r>
        <w:t>— </w:t>
      </w:r>
      <w:r w:rsidR="00530790" w:rsidRPr="005D5566">
        <w:t>Ensuite</w:t>
      </w:r>
      <w:r>
        <w:t xml:space="preserve">, </w:t>
      </w:r>
      <w:r w:rsidR="00530790" w:rsidRPr="005D5566">
        <w:t>cette perquisition</w:t>
      </w:r>
      <w:r>
        <w:t xml:space="preserve">, </w:t>
      </w:r>
      <w:r w:rsidR="00530790" w:rsidRPr="005D5566">
        <w:t>c</w:t>
      </w:r>
      <w:r>
        <w:t>’</w:t>
      </w:r>
      <w:r w:rsidR="00530790" w:rsidRPr="005D5566">
        <w:t>est elle surtout qui m</w:t>
      </w:r>
      <w:r>
        <w:t>’</w:t>
      </w:r>
      <w:r w:rsidR="00530790" w:rsidRPr="005D5566">
        <w:t>a prévenu en ta faveur</w:t>
      </w:r>
      <w:r>
        <w:t xml:space="preserve">. </w:t>
      </w:r>
      <w:r w:rsidR="00530790" w:rsidRPr="005D5566">
        <w:t>Et toi</w:t>
      </w:r>
      <w:r>
        <w:t xml:space="preserve">, </w:t>
      </w:r>
      <w:r w:rsidR="00530790" w:rsidRPr="005D5566">
        <w:t xml:space="preserve">comme </w:t>
      </w:r>
      <w:r w:rsidR="00530790" w:rsidRPr="005D5566">
        <w:rPr>
          <w:bCs/>
        </w:rPr>
        <w:t xml:space="preserve">le </w:t>
      </w:r>
      <w:r w:rsidR="00530790" w:rsidRPr="005D5566">
        <w:t>Petit-Russien et Vessoftchikov</w:t>
      </w:r>
      <w:r>
        <w:t xml:space="preserve">, </w:t>
      </w:r>
      <w:r w:rsidR="00530790" w:rsidRPr="005D5566">
        <w:t>vous vous êtes tous montrés</w:t>
      </w:r>
      <w:r>
        <w:t>…</w:t>
      </w:r>
    </w:p>
    <w:p w14:paraId="3E5FB5B1" w14:textId="7C08113D" w:rsidR="001C0413" w:rsidRDefault="00530790" w:rsidP="001C0413">
      <w:r w:rsidRPr="005D5566">
        <w:t>Comme il ne trouvait pas l</w:t>
      </w:r>
      <w:r w:rsidR="001C0413">
        <w:t>’</w:t>
      </w:r>
      <w:r w:rsidRPr="005D5566">
        <w:t xml:space="preserve">expression </w:t>
      </w:r>
      <w:r w:rsidR="000A32FD">
        <w:t>voulue</w:t>
      </w:r>
      <w:r w:rsidR="001C0413">
        <w:t xml:space="preserve">, </w:t>
      </w:r>
      <w:r w:rsidRPr="005D5566">
        <w:rPr>
          <w:bCs/>
        </w:rPr>
        <w:t xml:space="preserve">il </w:t>
      </w:r>
      <w:r w:rsidRPr="005D5566">
        <w:t xml:space="preserve">se </w:t>
      </w:r>
      <w:r w:rsidRPr="005D5566">
        <w:rPr>
          <w:bCs/>
        </w:rPr>
        <w:t>tut</w:t>
      </w:r>
      <w:r w:rsidR="001C0413">
        <w:rPr>
          <w:bCs/>
        </w:rPr>
        <w:t xml:space="preserve">, </w:t>
      </w:r>
      <w:r w:rsidRPr="005D5566">
        <w:t xml:space="preserve">jeta </w:t>
      </w:r>
      <w:r w:rsidRPr="005D5566">
        <w:rPr>
          <w:bCs/>
        </w:rPr>
        <w:t xml:space="preserve">un </w:t>
      </w:r>
      <w:r w:rsidRPr="005D5566">
        <w:t xml:space="preserve">coup </w:t>
      </w:r>
      <w:r w:rsidRPr="005D5566">
        <w:rPr>
          <w:bCs/>
        </w:rPr>
        <w:t>d</w:t>
      </w:r>
      <w:r w:rsidR="001C0413">
        <w:rPr>
          <w:bCs/>
        </w:rPr>
        <w:t>’</w:t>
      </w:r>
      <w:r w:rsidRPr="005D5566">
        <w:rPr>
          <w:bCs/>
        </w:rPr>
        <w:t xml:space="preserve">œil </w:t>
      </w:r>
      <w:r w:rsidRPr="005D5566">
        <w:t xml:space="preserve">vers la fenêtre </w:t>
      </w:r>
      <w:r w:rsidRPr="005D5566">
        <w:rPr>
          <w:bCs/>
        </w:rPr>
        <w:t xml:space="preserve">et </w:t>
      </w:r>
      <w:r w:rsidRPr="005D5566">
        <w:t>frappa du d</w:t>
      </w:r>
      <w:r w:rsidRPr="005D5566">
        <w:rPr>
          <w:bCs/>
        </w:rPr>
        <w:t xml:space="preserve">oigt </w:t>
      </w:r>
      <w:r w:rsidRPr="005D5566">
        <w:t>sur la table</w:t>
      </w:r>
      <w:r w:rsidR="001C0413">
        <w:t>.</w:t>
      </w:r>
    </w:p>
    <w:p w14:paraId="7EFE6162" w14:textId="77777777" w:rsidR="001C0413" w:rsidRDefault="001C0413" w:rsidP="001C0413">
      <w:r>
        <w:lastRenderedPageBreak/>
        <w:t>— </w:t>
      </w:r>
      <w:r w:rsidR="00530790" w:rsidRPr="005D5566">
        <w:t>Vous avez montré</w:t>
      </w:r>
      <w:r>
        <w:t xml:space="preserve">, </w:t>
      </w:r>
      <w:r w:rsidR="00530790" w:rsidRPr="005D5566">
        <w:t>votre décision</w:t>
      </w:r>
      <w:r>
        <w:t xml:space="preserve">. </w:t>
      </w:r>
      <w:r w:rsidR="00530790" w:rsidRPr="005D5566">
        <w:t>C</w:t>
      </w:r>
      <w:r>
        <w:t>’</w:t>
      </w:r>
      <w:r w:rsidR="00530790" w:rsidRPr="005D5566">
        <w:t>est comme si vous aviez dit</w:t>
      </w:r>
      <w:r>
        <w:t xml:space="preserve"> : </w:t>
      </w:r>
      <w:r w:rsidR="00530790" w:rsidRPr="005D5566">
        <w:t>Faites votre ouvrage</w:t>
      </w:r>
      <w:r>
        <w:t xml:space="preserve">, </w:t>
      </w:r>
      <w:r w:rsidR="00530790" w:rsidRPr="005D5566">
        <w:t>Votre Honneur</w:t>
      </w:r>
      <w:r>
        <w:t xml:space="preserve">, </w:t>
      </w:r>
      <w:r w:rsidR="00530790" w:rsidRPr="005D5566">
        <w:t>nous</w:t>
      </w:r>
      <w:r>
        <w:t xml:space="preserve">, </w:t>
      </w:r>
      <w:r w:rsidR="00530790" w:rsidRPr="005D5566">
        <w:t>nous ferons le nôtre</w:t>
      </w:r>
      <w:r>
        <w:t xml:space="preserve"> !… </w:t>
      </w:r>
      <w:r w:rsidR="00530790" w:rsidRPr="005D5566">
        <w:t>Le Petit-Russien aussi est un brave garçon</w:t>
      </w:r>
      <w:r>
        <w:t xml:space="preserve">. </w:t>
      </w:r>
      <w:r w:rsidR="00530790" w:rsidRPr="005D5566">
        <w:t>Quelquefois</w:t>
      </w:r>
      <w:r>
        <w:t xml:space="preserve">, </w:t>
      </w:r>
      <w:r w:rsidR="00530790" w:rsidRPr="005D5566">
        <w:t>à la fabrique</w:t>
      </w:r>
      <w:r>
        <w:t xml:space="preserve">, </w:t>
      </w:r>
      <w:r w:rsidR="00530790" w:rsidRPr="005D5566">
        <w:t>je l</w:t>
      </w:r>
      <w:r>
        <w:t>’</w:t>
      </w:r>
      <w:r w:rsidR="00530790" w:rsidRPr="005D5566">
        <w:t>écoutais parler et je pensais</w:t>
      </w:r>
      <w:r>
        <w:t> : « </w:t>
      </w:r>
      <w:r w:rsidR="00530790" w:rsidRPr="005D5566">
        <w:t>Celui-là on ne pourra pas l</w:t>
      </w:r>
      <w:r>
        <w:t>’</w:t>
      </w:r>
      <w:r w:rsidR="00530790" w:rsidRPr="005D5566">
        <w:t>écraser</w:t>
      </w:r>
      <w:r>
        <w:t xml:space="preserve"> ; </w:t>
      </w:r>
      <w:r w:rsidR="00530790" w:rsidRPr="005D5566">
        <w:t>la mort seule le vaincra</w:t>
      </w:r>
      <w:r>
        <w:t xml:space="preserve">. </w:t>
      </w:r>
      <w:r w:rsidR="00530790" w:rsidRPr="005D5566">
        <w:t>Il en a des muscles</w:t>
      </w:r>
      <w:r>
        <w:t xml:space="preserve">, </w:t>
      </w:r>
      <w:r w:rsidR="00530790" w:rsidRPr="005D5566">
        <w:t>ce type</w:t>
      </w:r>
      <w:r>
        <w:t> ! »</w:t>
      </w:r>
      <w:r w:rsidR="00530790" w:rsidRPr="005D5566">
        <w:t xml:space="preserve"> Tu me crois</w:t>
      </w:r>
      <w:r>
        <w:t xml:space="preserve">, </w:t>
      </w:r>
      <w:r w:rsidR="00530790" w:rsidRPr="005D5566">
        <w:t>Pavel</w:t>
      </w:r>
      <w:r>
        <w:t> ?</w:t>
      </w:r>
    </w:p>
    <w:p w14:paraId="71047E2B" w14:textId="77777777" w:rsidR="001C0413" w:rsidRDefault="001C0413" w:rsidP="001C0413">
      <w:r>
        <w:t>— </w:t>
      </w:r>
      <w:r w:rsidR="00530790" w:rsidRPr="005D5566">
        <w:t>Oui</w:t>
      </w:r>
      <w:r>
        <w:t xml:space="preserve"> ! </w:t>
      </w:r>
      <w:r w:rsidR="00530790" w:rsidRPr="005D5566">
        <w:t>répondit le jeune homme en hochant la tête</w:t>
      </w:r>
      <w:r>
        <w:t>.</w:t>
      </w:r>
    </w:p>
    <w:p w14:paraId="624D79E2" w14:textId="77777777" w:rsidR="001C0413" w:rsidRDefault="001C0413" w:rsidP="001C0413">
      <w:r>
        <w:t>— </w:t>
      </w:r>
      <w:r w:rsidR="00530790" w:rsidRPr="005D5566">
        <w:t>Bon</w:t>
      </w:r>
      <w:r>
        <w:t xml:space="preserve">… </w:t>
      </w:r>
      <w:r w:rsidR="00530790" w:rsidRPr="005D5566">
        <w:t>J</w:t>
      </w:r>
      <w:r>
        <w:t>’</w:t>
      </w:r>
      <w:r w:rsidR="00530790" w:rsidRPr="005D5566">
        <w:t>ai quarante ans</w:t>
      </w:r>
      <w:r>
        <w:t xml:space="preserve">, </w:t>
      </w:r>
      <w:r w:rsidR="00530790" w:rsidRPr="005D5566">
        <w:t>j</w:t>
      </w:r>
      <w:r>
        <w:t>’</w:t>
      </w:r>
      <w:r w:rsidR="00530790" w:rsidRPr="005D5566">
        <w:t>ai le double de ton âge</w:t>
      </w:r>
      <w:r>
        <w:t xml:space="preserve">, </w:t>
      </w:r>
      <w:r w:rsidR="00530790" w:rsidRPr="005D5566">
        <w:t>j</w:t>
      </w:r>
      <w:r>
        <w:t>’</w:t>
      </w:r>
      <w:r w:rsidR="00530790" w:rsidRPr="005D5566">
        <w:t>ai lu vingt fois plus de choses que toi</w:t>
      </w:r>
      <w:r>
        <w:t xml:space="preserve">. </w:t>
      </w:r>
      <w:r w:rsidR="00530790" w:rsidRPr="005D5566">
        <w:t>J</w:t>
      </w:r>
      <w:r>
        <w:t>’</w:t>
      </w:r>
      <w:r w:rsidR="00530790" w:rsidRPr="005D5566">
        <w:t>ai été soldat pendant plus de trois ans</w:t>
      </w:r>
      <w:r>
        <w:t xml:space="preserve"> ; </w:t>
      </w:r>
      <w:r w:rsidR="00530790" w:rsidRPr="005D5566">
        <w:t>j</w:t>
      </w:r>
      <w:r>
        <w:t>’</w:t>
      </w:r>
      <w:r w:rsidR="00530790" w:rsidRPr="005D5566">
        <w:t>ai été marié deux fois</w:t>
      </w:r>
      <w:r>
        <w:t xml:space="preserve">, </w:t>
      </w:r>
      <w:r w:rsidR="00530790" w:rsidRPr="005D5566">
        <w:t>ma première femme est morte</w:t>
      </w:r>
      <w:r>
        <w:t xml:space="preserve"> ; </w:t>
      </w:r>
      <w:r w:rsidR="00530790" w:rsidRPr="005D5566">
        <w:t>l</w:t>
      </w:r>
      <w:r>
        <w:t>’</w:t>
      </w:r>
      <w:r w:rsidR="00530790" w:rsidRPr="005D5566">
        <w:t>autre</w:t>
      </w:r>
      <w:r>
        <w:t xml:space="preserve">, </w:t>
      </w:r>
      <w:r w:rsidR="00530790" w:rsidRPr="005D5566">
        <w:t>je l</w:t>
      </w:r>
      <w:r>
        <w:t>’</w:t>
      </w:r>
      <w:r w:rsidR="00530790" w:rsidRPr="005D5566">
        <w:t>ai quittée</w:t>
      </w:r>
      <w:r>
        <w:t xml:space="preserve">. </w:t>
      </w:r>
      <w:r w:rsidR="00530790" w:rsidRPr="005D5566">
        <w:t>J</w:t>
      </w:r>
      <w:r>
        <w:t>’</w:t>
      </w:r>
      <w:r w:rsidR="00530790" w:rsidRPr="005D5566">
        <w:t>ai été au Caucase</w:t>
      </w:r>
      <w:r>
        <w:t xml:space="preserve">, </w:t>
      </w:r>
      <w:r w:rsidR="00530790" w:rsidRPr="005D5566">
        <w:t>j</w:t>
      </w:r>
      <w:r>
        <w:t>’</w:t>
      </w:r>
      <w:r w:rsidR="00530790" w:rsidRPr="005D5566">
        <w:t>ai vu les doukhobors</w:t>
      </w:r>
      <w:r>
        <w:t xml:space="preserve">… </w:t>
      </w:r>
      <w:r w:rsidR="00530790" w:rsidRPr="005D5566">
        <w:t>Ils n</w:t>
      </w:r>
      <w:r>
        <w:t>’</w:t>
      </w:r>
      <w:r w:rsidR="00530790" w:rsidRPr="005D5566">
        <w:t>ont pas su vaincre la vie</w:t>
      </w:r>
      <w:r>
        <w:t xml:space="preserve">, </w:t>
      </w:r>
      <w:r w:rsidR="00530790" w:rsidRPr="005D5566">
        <w:t>frère</w:t>
      </w:r>
      <w:r>
        <w:t xml:space="preserve">, </w:t>
      </w:r>
      <w:r w:rsidR="00530790" w:rsidRPr="005D5566">
        <w:t>oh</w:t>
      </w:r>
      <w:r>
        <w:t xml:space="preserve"> ! </w:t>
      </w:r>
      <w:r w:rsidR="00530790" w:rsidRPr="005D5566">
        <w:t>non</w:t>
      </w:r>
      <w:r>
        <w:t> !</w:t>
      </w:r>
    </w:p>
    <w:p w14:paraId="13A47DE8" w14:textId="77777777" w:rsidR="001C0413" w:rsidRDefault="00530790" w:rsidP="001C0413">
      <w:r w:rsidRPr="005D5566">
        <w:t>La mère écoutait avec avidité ces paroles</w:t>
      </w:r>
      <w:r w:rsidR="001C0413">
        <w:t xml:space="preserve"> ; </w:t>
      </w:r>
      <w:r w:rsidRPr="005D5566">
        <w:t>il lui était agréable de voir un homme d</w:t>
      </w:r>
      <w:r w:rsidR="001C0413">
        <w:t>’</w:t>
      </w:r>
      <w:r w:rsidRPr="005D5566">
        <w:t xml:space="preserve">âge respectable venir </w:t>
      </w:r>
      <w:r w:rsidRPr="005D5566">
        <w:rPr>
          <w:bCs/>
        </w:rPr>
        <w:t xml:space="preserve">à </w:t>
      </w:r>
      <w:r w:rsidRPr="005D5566">
        <w:t>son fils comme pour se confesser</w:t>
      </w:r>
      <w:r w:rsidR="001C0413">
        <w:t xml:space="preserve">. </w:t>
      </w:r>
      <w:r w:rsidRPr="005D5566">
        <w:t>Mais elle trouvait que Pavel traitait son hôte avec trop de sécheresse et pour effacer cette impression</w:t>
      </w:r>
      <w:r w:rsidR="001C0413">
        <w:t xml:space="preserve">, </w:t>
      </w:r>
      <w:r w:rsidRPr="005D5566">
        <w:t xml:space="preserve">elle demanda </w:t>
      </w:r>
      <w:r w:rsidRPr="005D5566">
        <w:rPr>
          <w:bCs/>
        </w:rPr>
        <w:t xml:space="preserve">à </w:t>
      </w:r>
      <w:r w:rsidRPr="005D5566">
        <w:t>Rybine</w:t>
      </w:r>
      <w:r w:rsidR="001C0413">
        <w:t> :</w:t>
      </w:r>
    </w:p>
    <w:p w14:paraId="26112932" w14:textId="77777777" w:rsidR="001C0413" w:rsidRDefault="001C0413" w:rsidP="001C0413">
      <w:r>
        <w:t>— </w:t>
      </w:r>
      <w:r w:rsidR="00530790" w:rsidRPr="005D5566">
        <w:t>Tu mangerais peut-être quelque chose</w:t>
      </w:r>
      <w:r>
        <w:t xml:space="preserve">, </w:t>
      </w:r>
      <w:r w:rsidR="00530790" w:rsidRPr="005D5566">
        <w:t>Mikhaïl Ivanovitch</w:t>
      </w:r>
      <w:r>
        <w:t> ?</w:t>
      </w:r>
    </w:p>
    <w:p w14:paraId="1784F77C" w14:textId="77777777" w:rsidR="001C0413" w:rsidRDefault="001C0413" w:rsidP="001C0413">
      <w:r>
        <w:t>— </w:t>
      </w:r>
      <w:r w:rsidR="00530790" w:rsidRPr="005D5566">
        <w:t>Non</w:t>
      </w:r>
      <w:r>
        <w:t xml:space="preserve">, </w:t>
      </w:r>
      <w:r w:rsidR="00530790" w:rsidRPr="005D5566">
        <w:t>merci</w:t>
      </w:r>
      <w:r>
        <w:t xml:space="preserve">, </w:t>
      </w:r>
      <w:r w:rsidR="00530790" w:rsidRPr="005D5566">
        <w:t>mère</w:t>
      </w:r>
      <w:r>
        <w:t xml:space="preserve"> ! </w:t>
      </w:r>
      <w:r w:rsidR="00530790" w:rsidRPr="005D5566">
        <w:t>J</w:t>
      </w:r>
      <w:r>
        <w:t>’</w:t>
      </w:r>
      <w:r w:rsidR="00530790" w:rsidRPr="005D5566">
        <w:t>ai déjà soupé</w:t>
      </w:r>
      <w:r>
        <w:t xml:space="preserve">. </w:t>
      </w:r>
      <w:r w:rsidR="00530790" w:rsidRPr="005D5566">
        <w:t>Ainsi donc</w:t>
      </w:r>
      <w:r>
        <w:t xml:space="preserve">, </w:t>
      </w:r>
      <w:r w:rsidR="00530790" w:rsidRPr="005D5566">
        <w:t>Pavel</w:t>
      </w:r>
      <w:r>
        <w:t xml:space="preserve">, </w:t>
      </w:r>
      <w:r w:rsidR="00530790" w:rsidRPr="005D5566">
        <w:t>tu penses que la vie ne va pas comme il faudrait</w:t>
      </w:r>
      <w:r>
        <w:t> ?</w:t>
      </w:r>
    </w:p>
    <w:p w14:paraId="062B2F21" w14:textId="77777777" w:rsidR="001C0413" w:rsidRDefault="00530790" w:rsidP="001C0413">
      <w:r w:rsidRPr="005D5566">
        <w:t>Le jeune homme se leva et arpenta la pièce</w:t>
      </w:r>
      <w:r w:rsidR="001C0413">
        <w:t xml:space="preserve">, </w:t>
      </w:r>
      <w:r w:rsidRPr="005D5566">
        <w:t>les bras croisés derrière le dos</w:t>
      </w:r>
      <w:r w:rsidR="001C0413">
        <w:t>.</w:t>
      </w:r>
    </w:p>
    <w:p w14:paraId="5A9D7385" w14:textId="77777777" w:rsidR="001C0413" w:rsidRDefault="001C0413" w:rsidP="001C0413">
      <w:r>
        <w:t>— </w:t>
      </w:r>
      <w:r w:rsidR="00530790" w:rsidRPr="005D5566">
        <w:t>Non</w:t>
      </w:r>
      <w:r>
        <w:t xml:space="preserve">, </w:t>
      </w:r>
      <w:r w:rsidR="00530790" w:rsidRPr="005D5566">
        <w:t>elle va bien</w:t>
      </w:r>
      <w:r>
        <w:t xml:space="preserve"> ! </w:t>
      </w:r>
      <w:r w:rsidR="00530790" w:rsidRPr="005D5566">
        <w:t>répondit-il</w:t>
      </w:r>
      <w:r>
        <w:t xml:space="preserve">. </w:t>
      </w:r>
      <w:r w:rsidR="00530790" w:rsidRPr="005D5566">
        <w:t>Ainsi</w:t>
      </w:r>
      <w:r>
        <w:t xml:space="preserve">, </w:t>
      </w:r>
      <w:r w:rsidR="00530790" w:rsidRPr="005D5566">
        <w:t>elle vous a conduit à moi</w:t>
      </w:r>
      <w:r>
        <w:t xml:space="preserve">, </w:t>
      </w:r>
      <w:r w:rsidR="00530790" w:rsidRPr="005D5566">
        <w:t>maintenant que vous avez l</w:t>
      </w:r>
      <w:r>
        <w:t>’</w:t>
      </w:r>
      <w:r w:rsidR="00530790" w:rsidRPr="005D5566">
        <w:t>âme ouverte</w:t>
      </w:r>
      <w:r>
        <w:t xml:space="preserve">. </w:t>
      </w:r>
      <w:r w:rsidR="00530790" w:rsidRPr="005D5566">
        <w:t>Elle nous unit peu à peu</w:t>
      </w:r>
      <w:r>
        <w:t xml:space="preserve">, </w:t>
      </w:r>
      <w:r w:rsidR="00530790" w:rsidRPr="005D5566">
        <w:t>nous tous qui travaillons sans cesse</w:t>
      </w:r>
      <w:r>
        <w:t xml:space="preserve"> ; </w:t>
      </w:r>
      <w:r w:rsidR="00530790" w:rsidRPr="005D5566">
        <w:t>le temps viendra où elle nous unira tous</w:t>
      </w:r>
      <w:r>
        <w:t xml:space="preserve"> ! </w:t>
      </w:r>
      <w:r w:rsidR="00530790" w:rsidRPr="005D5566">
        <w:t>Les choses sont arrangées d</w:t>
      </w:r>
      <w:r>
        <w:t>’</w:t>
      </w:r>
      <w:r w:rsidR="00530790" w:rsidRPr="005D5566">
        <w:t>une manière injuste et pénible pour nous</w:t>
      </w:r>
      <w:r>
        <w:t xml:space="preserve"> ; </w:t>
      </w:r>
      <w:r w:rsidR="00530790" w:rsidRPr="005D5566">
        <w:t>mais la vie elle-</w:t>
      </w:r>
      <w:r w:rsidR="00530790" w:rsidRPr="005D5566">
        <w:lastRenderedPageBreak/>
        <w:t>même nous ouvre les yeux</w:t>
      </w:r>
      <w:r>
        <w:t xml:space="preserve">, </w:t>
      </w:r>
      <w:r w:rsidR="00530790" w:rsidRPr="005D5566">
        <w:t>nous découvre son sens amer</w:t>
      </w:r>
      <w:r>
        <w:t xml:space="preserve"> ; </w:t>
      </w:r>
      <w:r w:rsidR="00530790" w:rsidRPr="005D5566">
        <w:t>c</w:t>
      </w:r>
      <w:r>
        <w:t>’</w:t>
      </w:r>
      <w:r w:rsidR="00530790" w:rsidRPr="005D5566">
        <w:t>est elle-même qui montre à l</w:t>
      </w:r>
      <w:r>
        <w:t>’</w:t>
      </w:r>
      <w:r w:rsidR="00530790" w:rsidRPr="005D5566">
        <w:t>homme comment il doit en diriger le cours</w:t>
      </w:r>
      <w:r>
        <w:t>.</w:t>
      </w:r>
    </w:p>
    <w:p w14:paraId="07455FC6" w14:textId="77777777" w:rsidR="001C0413" w:rsidRDefault="001C0413" w:rsidP="001C0413">
      <w:r>
        <w:t>— </w:t>
      </w:r>
      <w:r w:rsidR="00530790" w:rsidRPr="005D5566">
        <w:t>C</w:t>
      </w:r>
      <w:r>
        <w:t>’</w:t>
      </w:r>
      <w:r w:rsidR="00530790" w:rsidRPr="005D5566">
        <w:t>est vrai</w:t>
      </w:r>
      <w:r>
        <w:t xml:space="preserve"> ! </w:t>
      </w:r>
      <w:r w:rsidR="00530790" w:rsidRPr="005D5566">
        <w:t>Mais attends</w:t>
      </w:r>
      <w:r>
        <w:t xml:space="preserve"> ! </w:t>
      </w:r>
      <w:r w:rsidR="00530790" w:rsidRPr="005D5566">
        <w:t>interrompit Rybine</w:t>
      </w:r>
      <w:r>
        <w:t xml:space="preserve">. </w:t>
      </w:r>
      <w:r w:rsidR="00530790" w:rsidRPr="005D5566">
        <w:t>Il faut renouveler l</w:t>
      </w:r>
      <w:r>
        <w:t>’</w:t>
      </w:r>
      <w:r w:rsidR="00530790" w:rsidRPr="005D5566">
        <w:t>homme</w:t>
      </w:r>
      <w:r>
        <w:t xml:space="preserve">, </w:t>
      </w:r>
      <w:r w:rsidR="00530790" w:rsidRPr="005D5566">
        <w:t>voilà ce que je crois</w:t>
      </w:r>
      <w:r>
        <w:t xml:space="preserve"> ! </w:t>
      </w:r>
      <w:r w:rsidR="00530790" w:rsidRPr="005D5566">
        <w:t>Quand on attrape la gale</w:t>
      </w:r>
      <w:r>
        <w:t xml:space="preserve">, </w:t>
      </w:r>
      <w:r w:rsidR="00530790" w:rsidRPr="005D5566">
        <w:t>on se baigne</w:t>
      </w:r>
      <w:r>
        <w:t xml:space="preserve">, </w:t>
      </w:r>
      <w:r w:rsidR="00530790" w:rsidRPr="005D5566">
        <w:t>on se lave</w:t>
      </w:r>
      <w:r>
        <w:t xml:space="preserve">, </w:t>
      </w:r>
      <w:r w:rsidR="00530790" w:rsidRPr="005D5566">
        <w:t>on met des vêtements propres et on guérit</w:t>
      </w:r>
      <w:r>
        <w:t xml:space="preserve">, </w:t>
      </w:r>
      <w:r w:rsidR="00530790" w:rsidRPr="005D5566">
        <w:t>n</w:t>
      </w:r>
      <w:r>
        <w:t>’</w:t>
      </w:r>
      <w:r w:rsidR="00530790" w:rsidRPr="005D5566">
        <w:t>est-ce pas</w:t>
      </w:r>
      <w:r>
        <w:t xml:space="preserve"> ? </w:t>
      </w:r>
      <w:r w:rsidR="00530790" w:rsidRPr="005D5566">
        <w:t>Et quand c</w:t>
      </w:r>
      <w:r>
        <w:t>’</w:t>
      </w:r>
      <w:r w:rsidR="00530790" w:rsidRPr="005D5566">
        <w:t>est le cœur qui est attaqué</w:t>
      </w:r>
      <w:r>
        <w:t xml:space="preserve">, </w:t>
      </w:r>
      <w:r w:rsidR="00530790" w:rsidRPr="005D5566">
        <w:t>il faut en arracher la peau</w:t>
      </w:r>
      <w:r>
        <w:t xml:space="preserve">, </w:t>
      </w:r>
      <w:r w:rsidR="00530790" w:rsidRPr="005D5566">
        <w:t>quand même on saignerait</w:t>
      </w:r>
      <w:r>
        <w:t xml:space="preserve">, </w:t>
      </w:r>
      <w:r w:rsidR="00530790" w:rsidRPr="005D5566">
        <w:t>il faut le laver</w:t>
      </w:r>
      <w:r>
        <w:t xml:space="preserve">, </w:t>
      </w:r>
      <w:r w:rsidR="00530790" w:rsidRPr="005D5566">
        <w:t>le vêtir à neuf</w:t>
      </w:r>
      <w:r>
        <w:t xml:space="preserve">, </w:t>
      </w:r>
      <w:r w:rsidR="00530790" w:rsidRPr="005D5566">
        <w:t>n</w:t>
      </w:r>
      <w:r>
        <w:t>’</w:t>
      </w:r>
      <w:r w:rsidR="00530790" w:rsidRPr="005D5566">
        <w:t>est-ce pas</w:t>
      </w:r>
      <w:r>
        <w:t xml:space="preserve"> ? </w:t>
      </w:r>
      <w:r w:rsidR="00530790" w:rsidRPr="005D5566">
        <w:t>Mais comment purifier l</w:t>
      </w:r>
      <w:r>
        <w:t>’</w:t>
      </w:r>
      <w:r w:rsidR="00530790" w:rsidRPr="005D5566">
        <w:t>homme en dedans</w:t>
      </w:r>
      <w:r>
        <w:t xml:space="preserve"> ? </w:t>
      </w:r>
      <w:r w:rsidR="00530790" w:rsidRPr="005D5566">
        <w:t>Hein</w:t>
      </w:r>
      <w:r>
        <w:t> ?</w:t>
      </w:r>
    </w:p>
    <w:p w14:paraId="0EA61EF1" w14:textId="77777777" w:rsidR="001C0413" w:rsidRDefault="00530790" w:rsidP="001C0413">
      <w:r w:rsidRPr="005D5566">
        <w:t>Pavel parla avec ardeur de Dieu</w:t>
      </w:r>
      <w:r w:rsidR="001C0413">
        <w:t xml:space="preserve">, </w:t>
      </w:r>
      <w:r w:rsidRPr="005D5566">
        <w:t>de l</w:t>
      </w:r>
      <w:r w:rsidR="001C0413">
        <w:t>’</w:t>
      </w:r>
      <w:r w:rsidRPr="005D5566">
        <w:t>empereur</w:t>
      </w:r>
      <w:r w:rsidR="001C0413">
        <w:t xml:space="preserve">, </w:t>
      </w:r>
      <w:r w:rsidRPr="005D5566">
        <w:t>des autorités</w:t>
      </w:r>
      <w:r w:rsidR="001C0413">
        <w:t xml:space="preserve">, </w:t>
      </w:r>
      <w:r w:rsidRPr="005D5566">
        <w:t>de la fabrique</w:t>
      </w:r>
      <w:r w:rsidR="001C0413">
        <w:t xml:space="preserve">, </w:t>
      </w:r>
      <w:r w:rsidRPr="005D5566">
        <w:t>de la résistance que les travailleurs de l</w:t>
      </w:r>
      <w:r w:rsidR="001C0413">
        <w:t>’</w:t>
      </w:r>
      <w:r w:rsidRPr="005D5566">
        <w:t>étranger opposaient à ceux qui voulaient limiter leurs droits</w:t>
      </w:r>
      <w:r w:rsidR="001C0413">
        <w:t xml:space="preserve">, </w:t>
      </w:r>
      <w:r w:rsidRPr="005D5566">
        <w:t>Rybine souriait parfois</w:t>
      </w:r>
      <w:r w:rsidR="001C0413">
        <w:t xml:space="preserve"> ; </w:t>
      </w:r>
      <w:r w:rsidRPr="005D5566">
        <w:t>puis il frappait du doigt sur la table</w:t>
      </w:r>
      <w:r w:rsidR="001C0413">
        <w:t xml:space="preserve">, </w:t>
      </w:r>
      <w:r w:rsidRPr="005D5566">
        <w:t>comme pour ponctuer le discours de Pavel</w:t>
      </w:r>
      <w:r w:rsidR="001C0413">
        <w:t xml:space="preserve">. </w:t>
      </w:r>
      <w:r w:rsidRPr="005D5566">
        <w:t>Mais il ne s</w:t>
      </w:r>
      <w:r w:rsidR="001C0413">
        <w:t>’</w:t>
      </w:r>
      <w:r w:rsidRPr="005D5566">
        <w:t>écria pas une seule fois</w:t>
      </w:r>
      <w:r w:rsidR="001C0413">
        <w:t> :</w:t>
      </w:r>
    </w:p>
    <w:p w14:paraId="44267967" w14:textId="77777777" w:rsidR="001C0413" w:rsidRDefault="001C0413" w:rsidP="001C0413">
      <w:r>
        <w:t>— </w:t>
      </w:r>
      <w:r w:rsidR="00530790" w:rsidRPr="005D5566">
        <w:t>C</w:t>
      </w:r>
      <w:r>
        <w:t>’</w:t>
      </w:r>
      <w:r w:rsidR="00530790" w:rsidRPr="005D5566">
        <w:t>est comme ça</w:t>
      </w:r>
      <w:r>
        <w:t> !</w:t>
      </w:r>
    </w:p>
    <w:p w14:paraId="5539589E" w14:textId="77777777" w:rsidR="001C0413" w:rsidRDefault="00530790" w:rsidP="001C0413">
      <w:r w:rsidRPr="005D5566">
        <w:t>Pourtant il dit à mi-voix après un petit rire</w:t>
      </w:r>
      <w:r w:rsidR="001C0413">
        <w:t> :</w:t>
      </w:r>
    </w:p>
    <w:p w14:paraId="4BADD578" w14:textId="77777777" w:rsidR="001C0413" w:rsidRDefault="001C0413" w:rsidP="001C0413">
      <w:r>
        <w:t>— </w:t>
      </w:r>
      <w:r w:rsidR="00530790" w:rsidRPr="005D5566">
        <w:t>Hé</w:t>
      </w:r>
      <w:r>
        <w:t xml:space="preserve"> ! </w:t>
      </w:r>
      <w:r w:rsidR="00530790" w:rsidRPr="005D5566">
        <w:t>tu es encore jeune</w:t>
      </w:r>
      <w:r>
        <w:t xml:space="preserve"> !… </w:t>
      </w:r>
      <w:r w:rsidR="00530790" w:rsidRPr="005D5566">
        <w:t>Tu ne connais pas les gens</w:t>
      </w:r>
      <w:r>
        <w:t> !</w:t>
      </w:r>
    </w:p>
    <w:p w14:paraId="36CB8510" w14:textId="77777777" w:rsidR="001C0413" w:rsidRDefault="00530790" w:rsidP="001C0413">
      <w:r w:rsidRPr="005D5566">
        <w:t>Pavel</w:t>
      </w:r>
      <w:r w:rsidR="001C0413">
        <w:t xml:space="preserve">, </w:t>
      </w:r>
      <w:r w:rsidRPr="005D5566">
        <w:t>debout devant lui</w:t>
      </w:r>
      <w:r w:rsidR="001C0413">
        <w:t xml:space="preserve">, </w:t>
      </w:r>
      <w:r w:rsidRPr="005D5566">
        <w:t>répliqua gravement</w:t>
      </w:r>
      <w:r w:rsidR="001C0413">
        <w:t> :</w:t>
      </w:r>
    </w:p>
    <w:p w14:paraId="3670580C" w14:textId="77777777" w:rsidR="001C0413" w:rsidRDefault="001C0413" w:rsidP="001C0413">
      <w:r>
        <w:t>— </w:t>
      </w:r>
      <w:r w:rsidR="00530790" w:rsidRPr="005D5566">
        <w:t>Ne parlons pas de la jeunesse</w:t>
      </w:r>
      <w:r>
        <w:t xml:space="preserve">, </w:t>
      </w:r>
      <w:r w:rsidR="00530790" w:rsidRPr="005D5566">
        <w:rPr>
          <w:bCs/>
        </w:rPr>
        <w:t xml:space="preserve">ni </w:t>
      </w:r>
      <w:r w:rsidR="00530790" w:rsidRPr="005D5566">
        <w:t>de la vieillesse</w:t>
      </w:r>
      <w:r>
        <w:t xml:space="preserve">. </w:t>
      </w:r>
      <w:r w:rsidR="00530790" w:rsidRPr="005D5566">
        <w:t>Voyons plutôt quelle opinion est la meilleure</w:t>
      </w:r>
      <w:r>
        <w:t> ?</w:t>
      </w:r>
    </w:p>
    <w:p w14:paraId="70130068" w14:textId="77777777" w:rsidR="001C0413" w:rsidRDefault="001C0413" w:rsidP="001C0413">
      <w:r>
        <w:t>— </w:t>
      </w:r>
      <w:r w:rsidR="00530790" w:rsidRPr="005D5566">
        <w:t>Ainsi donc</w:t>
      </w:r>
      <w:r>
        <w:t xml:space="preserve">, </w:t>
      </w:r>
      <w:r w:rsidR="00530790" w:rsidRPr="005D5566">
        <w:t>d</w:t>
      </w:r>
      <w:r>
        <w:t>’</w:t>
      </w:r>
      <w:r w:rsidR="00530790" w:rsidRPr="005D5566">
        <w:t>après toi</w:t>
      </w:r>
      <w:r>
        <w:t xml:space="preserve">, </w:t>
      </w:r>
      <w:r w:rsidR="00530790" w:rsidRPr="005D5566">
        <w:t>on se serait servi de Dieu lui-même pour nous tromper</w:t>
      </w:r>
      <w:r>
        <w:t xml:space="preserve"> ? </w:t>
      </w:r>
      <w:r w:rsidR="00530790" w:rsidRPr="005D5566">
        <w:t>C</w:t>
      </w:r>
      <w:r>
        <w:t>’</w:t>
      </w:r>
      <w:r w:rsidR="00530790" w:rsidRPr="005D5566">
        <w:t>est comme cela</w:t>
      </w:r>
      <w:r>
        <w:t xml:space="preserve">. </w:t>
      </w:r>
      <w:r w:rsidR="00530790" w:rsidRPr="005D5566">
        <w:t>Je crois aussi que notre religion est nuisible et erronée</w:t>
      </w:r>
      <w:r>
        <w:t>.</w:t>
      </w:r>
    </w:p>
    <w:p w14:paraId="38FF71E6" w14:textId="77777777" w:rsidR="001C0413" w:rsidRDefault="00530790" w:rsidP="001C0413">
      <w:r w:rsidRPr="005D5566">
        <w:t>La mère s</w:t>
      </w:r>
      <w:r w:rsidR="001C0413">
        <w:t>’</w:t>
      </w:r>
      <w:r w:rsidRPr="005D5566">
        <w:t>interposa</w:t>
      </w:r>
      <w:r w:rsidR="001C0413">
        <w:t xml:space="preserve">. </w:t>
      </w:r>
      <w:r w:rsidRPr="005D5566">
        <w:t>Quand son fils parlait de Dieu</w:t>
      </w:r>
      <w:r w:rsidR="001C0413">
        <w:t xml:space="preserve">, </w:t>
      </w:r>
      <w:r w:rsidRPr="005D5566">
        <w:t>des choses sacrées et chères qui se reliaient à la foi qu</w:t>
      </w:r>
      <w:r w:rsidR="001C0413">
        <w:t>’</w:t>
      </w:r>
      <w:r w:rsidRPr="005D5566">
        <w:t>elle avait en son créateur</w:t>
      </w:r>
      <w:r w:rsidR="001C0413">
        <w:t xml:space="preserve">, </w:t>
      </w:r>
      <w:r w:rsidRPr="005D5566">
        <w:t xml:space="preserve">elle essayait toujours de rencontrer le regard </w:t>
      </w:r>
      <w:r w:rsidRPr="005D5566">
        <w:lastRenderedPageBreak/>
        <w:t>de Pavel pour lui demander tacitement de ne pas déchirer son cœur avec des paroles d</w:t>
      </w:r>
      <w:r w:rsidR="001C0413">
        <w:t>’</w:t>
      </w:r>
      <w:r w:rsidRPr="005D5566">
        <w:t>incrédulité</w:t>
      </w:r>
      <w:r w:rsidR="001C0413">
        <w:t xml:space="preserve">, </w:t>
      </w:r>
      <w:r w:rsidRPr="005D5566">
        <w:t>tranchantes et aiguës</w:t>
      </w:r>
      <w:r w:rsidR="001C0413">
        <w:t xml:space="preserve">. </w:t>
      </w:r>
      <w:r w:rsidRPr="005D5566">
        <w:t>Mais</w:t>
      </w:r>
      <w:r w:rsidR="001C0413">
        <w:t xml:space="preserve">, </w:t>
      </w:r>
      <w:r w:rsidRPr="005D5566">
        <w:t>elle sentait que</w:t>
      </w:r>
      <w:r w:rsidR="001C0413">
        <w:t xml:space="preserve">, </w:t>
      </w:r>
      <w:r w:rsidRPr="005D5566">
        <w:t>malgré son scepticisme</w:t>
      </w:r>
      <w:r w:rsidR="001C0413">
        <w:t xml:space="preserve">, </w:t>
      </w:r>
      <w:r w:rsidRPr="005D5566">
        <w:t>son fils était croyant et cela la tranquillisait</w:t>
      </w:r>
      <w:r w:rsidR="001C0413">
        <w:t>.</w:t>
      </w:r>
    </w:p>
    <w:p w14:paraId="24891A4F" w14:textId="77777777" w:rsidR="001C0413" w:rsidRDefault="001C0413" w:rsidP="001C0413">
      <w:r>
        <w:t>— </w:t>
      </w:r>
      <w:r w:rsidR="00530790" w:rsidRPr="005D5566">
        <w:t>Comment pourrais-je comprendre ses pensées</w:t>
      </w:r>
      <w:r>
        <w:t xml:space="preserve"> ? </w:t>
      </w:r>
      <w:r w:rsidR="00530790" w:rsidRPr="005D5566">
        <w:t>se disait-elle</w:t>
      </w:r>
      <w:r>
        <w:t>.</w:t>
      </w:r>
    </w:p>
    <w:p w14:paraId="6850997D" w14:textId="77777777" w:rsidR="001C0413" w:rsidRDefault="00530790" w:rsidP="001C0413">
      <w:r w:rsidRPr="005D5566">
        <w:t>Elle se figurait qu</w:t>
      </w:r>
      <w:r w:rsidR="001C0413">
        <w:t>’</w:t>
      </w:r>
      <w:r w:rsidRPr="005D5566">
        <w:t>il devait être désagréable et outrageant pour Rybine</w:t>
      </w:r>
      <w:r w:rsidR="001C0413">
        <w:t xml:space="preserve">, </w:t>
      </w:r>
      <w:r w:rsidRPr="005D5566">
        <w:t>un homme d</w:t>
      </w:r>
      <w:r w:rsidR="001C0413">
        <w:t>’</w:t>
      </w:r>
      <w:r w:rsidRPr="005D5566">
        <w:t>âge mûr</w:t>
      </w:r>
      <w:r w:rsidR="001C0413">
        <w:t xml:space="preserve">, </w:t>
      </w:r>
      <w:r w:rsidRPr="005D5566">
        <w:t>d</w:t>
      </w:r>
      <w:r w:rsidR="001C0413">
        <w:t>’</w:t>
      </w:r>
      <w:r w:rsidRPr="005D5566">
        <w:t>entendre les paroles de Pavel</w:t>
      </w:r>
      <w:r w:rsidR="001C0413">
        <w:t xml:space="preserve">. </w:t>
      </w:r>
      <w:r w:rsidRPr="005D5566">
        <w:t>Mais quand l</w:t>
      </w:r>
      <w:r w:rsidR="001C0413">
        <w:t>’</w:t>
      </w:r>
      <w:r w:rsidRPr="005D5566">
        <w:t>hôte eut tranquillement posé cette question à Pavel</w:t>
      </w:r>
      <w:r w:rsidR="001C0413">
        <w:t xml:space="preserve">, </w:t>
      </w:r>
      <w:r w:rsidRPr="005D5566">
        <w:t>elle perdit patience</w:t>
      </w:r>
      <w:r w:rsidR="001C0413">
        <w:t> :</w:t>
      </w:r>
    </w:p>
    <w:p w14:paraId="36ADF69E" w14:textId="77777777" w:rsidR="001C0413" w:rsidRDefault="001C0413" w:rsidP="001C0413">
      <w:r>
        <w:t>— </w:t>
      </w:r>
      <w:r w:rsidR="00530790" w:rsidRPr="005D5566">
        <w:t xml:space="preserve">Soyez donc plus prudents </w:t>
      </w:r>
      <w:r w:rsidR="00530790" w:rsidRPr="005D5566">
        <w:rPr>
          <w:bCs/>
        </w:rPr>
        <w:t>en</w:t>
      </w:r>
      <w:r w:rsidR="00530790" w:rsidRPr="005D5566">
        <w:t xml:space="preserve"> parlant de Dieu</w:t>
      </w:r>
      <w:r>
        <w:t xml:space="preserve"> ! </w:t>
      </w:r>
      <w:r w:rsidR="00530790" w:rsidRPr="005D5566">
        <w:t>dit-elle brièvement</w:t>
      </w:r>
      <w:r>
        <w:t xml:space="preserve">, </w:t>
      </w:r>
      <w:r w:rsidR="00530790" w:rsidRPr="005D5566">
        <w:t>mais avec obstination</w:t>
      </w:r>
      <w:r>
        <w:t xml:space="preserve">. </w:t>
      </w:r>
      <w:r w:rsidR="00530790" w:rsidRPr="005D5566">
        <w:t>Faites comme vous voudrez</w:t>
      </w:r>
      <w:r>
        <w:t>…</w:t>
      </w:r>
    </w:p>
    <w:p w14:paraId="4B511E8E" w14:textId="77777777" w:rsidR="001C0413" w:rsidRDefault="00530790" w:rsidP="001C0413">
      <w:r w:rsidRPr="005D5566">
        <w:t>Puis</w:t>
      </w:r>
      <w:r w:rsidR="001C0413">
        <w:t xml:space="preserve">, </w:t>
      </w:r>
      <w:r w:rsidRPr="005D5566">
        <w:t>après avoir repris haleine</w:t>
      </w:r>
      <w:r w:rsidR="001C0413">
        <w:t xml:space="preserve">, </w:t>
      </w:r>
      <w:r w:rsidRPr="005D5566">
        <w:t>elle continua avec plus de force encore</w:t>
      </w:r>
      <w:r w:rsidR="001C0413">
        <w:t> :</w:t>
      </w:r>
    </w:p>
    <w:p w14:paraId="6FE66AC4" w14:textId="77777777" w:rsidR="001C0413" w:rsidRDefault="001C0413" w:rsidP="001C0413">
      <w:r>
        <w:t>— </w:t>
      </w:r>
      <w:r w:rsidR="00530790" w:rsidRPr="005D5566">
        <w:t>Sur qui m</w:t>
      </w:r>
      <w:r>
        <w:t>’</w:t>
      </w:r>
      <w:r w:rsidR="00530790" w:rsidRPr="005D5566">
        <w:t>appuierai-je dans mon chagrin</w:t>
      </w:r>
      <w:r>
        <w:t xml:space="preserve">, </w:t>
      </w:r>
      <w:r w:rsidR="00530790" w:rsidRPr="005D5566">
        <w:t>moi qui suis vieille</w:t>
      </w:r>
      <w:r>
        <w:t xml:space="preserve">, </w:t>
      </w:r>
      <w:r w:rsidR="00530790" w:rsidRPr="005D5566">
        <w:t>si vous m</w:t>
      </w:r>
      <w:r>
        <w:t>’</w:t>
      </w:r>
      <w:r w:rsidR="00530790" w:rsidRPr="005D5566">
        <w:t>enlevez mon Dieu</w:t>
      </w:r>
      <w:r>
        <w:t> ?</w:t>
      </w:r>
    </w:p>
    <w:p w14:paraId="5061CB7E" w14:textId="77777777" w:rsidR="001C0413" w:rsidRDefault="00530790" w:rsidP="001C0413">
      <w:r w:rsidRPr="005D5566">
        <w:t xml:space="preserve">Ses </w:t>
      </w:r>
      <w:r w:rsidRPr="005D5566">
        <w:rPr>
          <w:bCs/>
        </w:rPr>
        <w:t xml:space="preserve">yeux </w:t>
      </w:r>
      <w:r w:rsidRPr="005D5566">
        <w:t>se remplirent de larmes</w:t>
      </w:r>
      <w:r w:rsidR="001C0413">
        <w:t xml:space="preserve">. </w:t>
      </w:r>
      <w:r w:rsidRPr="005D5566">
        <w:t>Elle lavait la vaisselle avec des doigts tremblants</w:t>
      </w:r>
      <w:r w:rsidR="001C0413">
        <w:t>.</w:t>
      </w:r>
    </w:p>
    <w:p w14:paraId="7081E5CA" w14:textId="77777777" w:rsidR="001C0413" w:rsidRDefault="001C0413" w:rsidP="001C0413">
      <w:r>
        <w:t>— </w:t>
      </w:r>
      <w:r w:rsidR="00530790" w:rsidRPr="005D5566">
        <w:t xml:space="preserve">Vous </w:t>
      </w:r>
      <w:r w:rsidR="00530790" w:rsidRPr="005D5566">
        <w:rPr>
          <w:bCs/>
        </w:rPr>
        <w:t xml:space="preserve">ne </w:t>
      </w:r>
      <w:r w:rsidR="00530790" w:rsidRPr="005D5566">
        <w:t>m</w:t>
      </w:r>
      <w:r>
        <w:t>’</w:t>
      </w:r>
      <w:r w:rsidR="00530790" w:rsidRPr="005D5566">
        <w:t>avez pas compris</w:t>
      </w:r>
      <w:r>
        <w:t xml:space="preserve">, </w:t>
      </w:r>
      <w:r w:rsidR="00530790" w:rsidRPr="005D5566">
        <w:t>maman</w:t>
      </w:r>
      <w:r>
        <w:t xml:space="preserve"> ! </w:t>
      </w:r>
      <w:r w:rsidR="00530790" w:rsidRPr="005D5566">
        <w:t>dit doucement</w:t>
      </w:r>
      <w:r>
        <w:t xml:space="preserve">. </w:t>
      </w:r>
      <w:r w:rsidR="00530790" w:rsidRPr="005D5566">
        <w:t>Pavel</w:t>
      </w:r>
      <w:r>
        <w:t>.</w:t>
      </w:r>
    </w:p>
    <w:p w14:paraId="7C9D3071" w14:textId="77777777" w:rsidR="001C0413" w:rsidRDefault="001C0413" w:rsidP="001C0413">
      <w:r>
        <w:t>— </w:t>
      </w:r>
      <w:r w:rsidR="00530790" w:rsidRPr="005D5566">
        <w:t>Excuse-nous</w:t>
      </w:r>
      <w:r>
        <w:t xml:space="preserve">, </w:t>
      </w:r>
      <w:r w:rsidR="00530790" w:rsidRPr="005D5566">
        <w:t>mère</w:t>
      </w:r>
      <w:r>
        <w:t xml:space="preserve"> ! </w:t>
      </w:r>
      <w:r w:rsidR="00530790" w:rsidRPr="005D5566">
        <w:t>ajouta Rybine d</w:t>
      </w:r>
      <w:r>
        <w:t>’</w:t>
      </w:r>
      <w:r w:rsidR="00530790" w:rsidRPr="005D5566">
        <w:t xml:space="preserve">une voix </w:t>
      </w:r>
      <w:r w:rsidR="00530790" w:rsidRPr="005D5566">
        <w:rPr>
          <w:bCs/>
        </w:rPr>
        <w:t xml:space="preserve">lente et </w:t>
      </w:r>
      <w:r w:rsidR="00530790" w:rsidRPr="005D5566">
        <w:t>épaisse</w:t>
      </w:r>
      <w:r>
        <w:t xml:space="preserve">, </w:t>
      </w:r>
      <w:r w:rsidR="00530790" w:rsidRPr="005D5566">
        <w:t>et il jeta un coup d</w:t>
      </w:r>
      <w:r>
        <w:t>’</w:t>
      </w:r>
      <w:r w:rsidR="00530790" w:rsidRPr="005D5566">
        <w:t>œil à Pavel en souriant</w:t>
      </w:r>
      <w:r>
        <w:t xml:space="preserve">. </w:t>
      </w:r>
      <w:r w:rsidR="00530790" w:rsidRPr="005D5566">
        <w:t>J</w:t>
      </w:r>
      <w:r>
        <w:t>’</w:t>
      </w:r>
      <w:r w:rsidR="00530790" w:rsidRPr="005D5566">
        <w:t>ai oublié que tu étais trop vieille pour qu</w:t>
      </w:r>
      <w:r>
        <w:t>’</w:t>
      </w:r>
      <w:r w:rsidR="00530790" w:rsidRPr="005D5566">
        <w:t>on te coupe tes verrues</w:t>
      </w:r>
      <w:r>
        <w:t> !</w:t>
      </w:r>
    </w:p>
    <w:p w14:paraId="1C2B1CD7" w14:textId="77777777" w:rsidR="001C0413" w:rsidRDefault="001C0413" w:rsidP="001C0413">
      <w:r>
        <w:t>— </w:t>
      </w:r>
      <w:r w:rsidR="00530790" w:rsidRPr="005D5566">
        <w:t>Je ne parlais pas du Dieu bon et miséricordieux auquel vous croyez</w:t>
      </w:r>
      <w:r>
        <w:t xml:space="preserve">, </w:t>
      </w:r>
      <w:r w:rsidR="00530790" w:rsidRPr="005D5566">
        <w:t>continua Pavel</w:t>
      </w:r>
      <w:r>
        <w:t xml:space="preserve">, </w:t>
      </w:r>
      <w:r w:rsidR="00530790" w:rsidRPr="005D5566">
        <w:t>mais de celui dont les prêtres nous menacent comme d</w:t>
      </w:r>
      <w:r>
        <w:t>’</w:t>
      </w:r>
      <w:r w:rsidR="00530790" w:rsidRPr="005D5566">
        <w:t>un bâton</w:t>
      </w:r>
      <w:r>
        <w:t xml:space="preserve">… </w:t>
      </w:r>
      <w:r w:rsidR="00530790" w:rsidRPr="005D5566">
        <w:t xml:space="preserve">au nom duquel on veut </w:t>
      </w:r>
      <w:r w:rsidR="00530790" w:rsidRPr="005D5566">
        <w:lastRenderedPageBreak/>
        <w:t xml:space="preserve">forcer la totalité des hommes </w:t>
      </w:r>
      <w:r w:rsidR="00530790" w:rsidRPr="005D5566">
        <w:rPr>
          <w:bCs/>
        </w:rPr>
        <w:t xml:space="preserve">à </w:t>
      </w:r>
      <w:r w:rsidR="00530790" w:rsidRPr="005D5566">
        <w:t>se soumettre à la volonté mauvaise de quelques-uns</w:t>
      </w:r>
      <w:r>
        <w:t>…</w:t>
      </w:r>
    </w:p>
    <w:p w14:paraId="7D3A0582" w14:textId="77777777" w:rsidR="001C0413" w:rsidRDefault="001C0413" w:rsidP="001C0413">
      <w:r>
        <w:t>— </w:t>
      </w:r>
      <w:r w:rsidR="00530790" w:rsidRPr="005D5566">
        <w:t>C</w:t>
      </w:r>
      <w:r>
        <w:t>’</w:t>
      </w:r>
      <w:r w:rsidR="00530790" w:rsidRPr="005D5566">
        <w:t>est comme ça</w:t>
      </w:r>
      <w:r>
        <w:t xml:space="preserve">, </w:t>
      </w:r>
      <w:r w:rsidR="00530790" w:rsidRPr="005D5566">
        <w:t>oui</w:t>
      </w:r>
      <w:r>
        <w:t xml:space="preserve"> ! </w:t>
      </w:r>
      <w:r w:rsidR="00530790" w:rsidRPr="005D5566">
        <w:t>s</w:t>
      </w:r>
      <w:r>
        <w:t>’</w:t>
      </w:r>
      <w:r w:rsidR="00530790" w:rsidRPr="005D5566">
        <w:t>exclama Rybine</w:t>
      </w:r>
      <w:r>
        <w:t xml:space="preserve">, </w:t>
      </w:r>
      <w:r w:rsidR="00530790" w:rsidRPr="005D5566">
        <w:t>en frappant du doigt sur la table</w:t>
      </w:r>
      <w:r>
        <w:t xml:space="preserve">. </w:t>
      </w:r>
      <w:r w:rsidR="00530790" w:rsidRPr="005D5566">
        <w:t>On nous a changé Dieu lui-même</w:t>
      </w:r>
      <w:r>
        <w:t xml:space="preserve"> ; </w:t>
      </w:r>
      <w:r w:rsidR="00530790" w:rsidRPr="005D5566">
        <w:t>tout ce qu</w:t>
      </w:r>
      <w:r>
        <w:t>’</w:t>
      </w:r>
      <w:r w:rsidR="00530790" w:rsidRPr="005D5566">
        <w:t>ils ont entre les mains</w:t>
      </w:r>
      <w:r>
        <w:t xml:space="preserve">, </w:t>
      </w:r>
      <w:r w:rsidR="00530790" w:rsidRPr="005D5566">
        <w:t>nos ennemis le dirigent contre nous</w:t>
      </w:r>
      <w:r>
        <w:t xml:space="preserve">. </w:t>
      </w:r>
      <w:r w:rsidR="00530790" w:rsidRPr="005D5566">
        <w:t>Rappelle-toi</w:t>
      </w:r>
      <w:r>
        <w:t xml:space="preserve">, </w:t>
      </w:r>
      <w:r w:rsidR="00530790" w:rsidRPr="005D5566">
        <w:t>mère</w:t>
      </w:r>
      <w:r>
        <w:t xml:space="preserve">, </w:t>
      </w:r>
      <w:r w:rsidR="00530790" w:rsidRPr="005D5566">
        <w:t>Dieu a créé l</w:t>
      </w:r>
      <w:r>
        <w:t>’</w:t>
      </w:r>
      <w:r w:rsidR="00530790" w:rsidRPr="005D5566">
        <w:t>homme à son image</w:t>
      </w:r>
      <w:r>
        <w:t xml:space="preserve">, </w:t>
      </w:r>
      <w:r w:rsidR="00530790" w:rsidRPr="005D5566">
        <w:t>donc il ressemble à l</w:t>
      </w:r>
      <w:r>
        <w:t>’</w:t>
      </w:r>
      <w:r w:rsidR="00530790" w:rsidRPr="005D5566">
        <w:t>homme</w:t>
      </w:r>
      <w:r>
        <w:t xml:space="preserve">, </w:t>
      </w:r>
      <w:r w:rsidR="00530790" w:rsidRPr="005D5566">
        <w:t>si l</w:t>
      </w:r>
      <w:r>
        <w:t>’</w:t>
      </w:r>
      <w:r w:rsidR="00530790" w:rsidRPr="005D5566">
        <w:t>homme lui ressemble</w:t>
      </w:r>
      <w:r>
        <w:t xml:space="preserve"> ! </w:t>
      </w:r>
      <w:r w:rsidR="00530790" w:rsidRPr="005D5566">
        <w:t>Mais nous</w:t>
      </w:r>
      <w:r>
        <w:t xml:space="preserve">, </w:t>
      </w:r>
      <w:r w:rsidR="00530790" w:rsidRPr="005D5566">
        <w:t>ce n</w:t>
      </w:r>
      <w:r>
        <w:t>’</w:t>
      </w:r>
      <w:r w:rsidR="00530790" w:rsidRPr="005D5566">
        <w:t>est plus à Dieu que nous ressemblons</w:t>
      </w:r>
      <w:r>
        <w:t xml:space="preserve">, </w:t>
      </w:r>
      <w:r w:rsidR="00530790" w:rsidRPr="005D5566">
        <w:t>mais à des bêtes sauvages</w:t>
      </w:r>
      <w:r>
        <w:t xml:space="preserve">… </w:t>
      </w:r>
      <w:r w:rsidR="00530790" w:rsidRPr="005D5566">
        <w:t>À l</w:t>
      </w:r>
      <w:r>
        <w:t>’</w:t>
      </w:r>
      <w:r w:rsidR="00530790" w:rsidRPr="005D5566">
        <w:t>église</w:t>
      </w:r>
      <w:r>
        <w:t xml:space="preserve">, </w:t>
      </w:r>
      <w:r w:rsidR="00530790" w:rsidRPr="005D5566">
        <w:t>c</w:t>
      </w:r>
      <w:r>
        <w:t>’</w:t>
      </w:r>
      <w:r w:rsidR="00530790" w:rsidRPr="005D5566">
        <w:t>est un épouvantail qu</w:t>
      </w:r>
      <w:r>
        <w:t>’</w:t>
      </w:r>
      <w:r w:rsidR="00530790" w:rsidRPr="005D5566">
        <w:t>on nous montre à sa place</w:t>
      </w:r>
      <w:r>
        <w:t xml:space="preserve">… </w:t>
      </w:r>
      <w:r w:rsidR="00530790" w:rsidRPr="005D5566">
        <w:t>Il faut transformer Dieu</w:t>
      </w:r>
      <w:r>
        <w:t xml:space="preserve">, </w:t>
      </w:r>
      <w:r w:rsidR="00530790" w:rsidRPr="005D5566">
        <w:t>mère</w:t>
      </w:r>
      <w:r>
        <w:t xml:space="preserve">, </w:t>
      </w:r>
      <w:r w:rsidR="00530790" w:rsidRPr="005D5566">
        <w:t>il faut le purifier</w:t>
      </w:r>
      <w:r>
        <w:t xml:space="preserve"> ! </w:t>
      </w:r>
      <w:r w:rsidR="00530790" w:rsidRPr="005D5566">
        <w:t>On l</w:t>
      </w:r>
      <w:r>
        <w:t>’</w:t>
      </w:r>
      <w:r w:rsidR="00530790" w:rsidRPr="005D5566">
        <w:t>a revêtu de mensonge et de calomnie</w:t>
      </w:r>
      <w:r>
        <w:t xml:space="preserve">, </w:t>
      </w:r>
      <w:r w:rsidR="00530790" w:rsidRPr="005D5566">
        <w:t>on a mutilé son visage pour tuer notre âme</w:t>
      </w:r>
      <w:r>
        <w:t>…</w:t>
      </w:r>
    </w:p>
    <w:p w14:paraId="2D45344C" w14:textId="77777777" w:rsidR="001C0413" w:rsidRDefault="00530790" w:rsidP="001C0413">
      <w:r w:rsidRPr="005D5566">
        <w:t>Il parlait à voix basse</w:t>
      </w:r>
      <w:r w:rsidR="001C0413">
        <w:t xml:space="preserve">, </w:t>
      </w:r>
      <w:r w:rsidRPr="005D5566">
        <w:t>mais avec une netteté étonnante</w:t>
      </w:r>
      <w:r w:rsidR="001C0413">
        <w:t xml:space="preserve"> ; </w:t>
      </w:r>
      <w:r w:rsidRPr="005D5566">
        <w:t>chacune de ses paroles portait à la mère un coup douloureux</w:t>
      </w:r>
      <w:r w:rsidR="001C0413">
        <w:t xml:space="preserve">. </w:t>
      </w:r>
      <w:r w:rsidRPr="005D5566">
        <w:t>Elle était effrayée par ce grand visage taciturne encadré d</w:t>
      </w:r>
      <w:r w:rsidR="001C0413">
        <w:t>’</w:t>
      </w:r>
      <w:r w:rsidRPr="005D5566">
        <w:t>une barbe noire</w:t>
      </w:r>
      <w:r w:rsidR="001C0413">
        <w:t xml:space="preserve">, </w:t>
      </w:r>
      <w:r w:rsidRPr="005D5566">
        <w:t>et le sombre reflet de ses yeux lui devenait insupportable</w:t>
      </w:r>
      <w:r w:rsidR="001C0413">
        <w:t>.</w:t>
      </w:r>
    </w:p>
    <w:p w14:paraId="76785B34" w14:textId="77777777" w:rsidR="001C0413" w:rsidRDefault="001C0413" w:rsidP="001C0413">
      <w:r>
        <w:t>— </w:t>
      </w:r>
      <w:r w:rsidR="00530790" w:rsidRPr="005D5566">
        <w:t>Non</w:t>
      </w:r>
      <w:r>
        <w:t xml:space="preserve">, </w:t>
      </w:r>
      <w:r w:rsidR="00530790" w:rsidRPr="005D5566">
        <w:t>j</w:t>
      </w:r>
      <w:r>
        <w:t>’</w:t>
      </w:r>
      <w:r w:rsidR="00530790" w:rsidRPr="005D5566">
        <w:t>aime mieux m</w:t>
      </w:r>
      <w:r>
        <w:t>’</w:t>
      </w:r>
      <w:r w:rsidR="00530790" w:rsidRPr="005D5566">
        <w:t>en aller</w:t>
      </w:r>
      <w:r>
        <w:t xml:space="preserve"> ! </w:t>
      </w:r>
      <w:r w:rsidR="00530790" w:rsidRPr="005D5566">
        <w:t>dit-elle en secouant la tête</w:t>
      </w:r>
      <w:r>
        <w:t xml:space="preserve">. </w:t>
      </w:r>
      <w:r w:rsidR="00530790" w:rsidRPr="005D5566">
        <w:t>Je n</w:t>
      </w:r>
      <w:r>
        <w:t>’</w:t>
      </w:r>
      <w:r w:rsidR="00530790" w:rsidRPr="005D5566">
        <w:t>ai pas la force d</w:t>
      </w:r>
      <w:r>
        <w:t>’</w:t>
      </w:r>
      <w:r w:rsidR="00530790" w:rsidRPr="005D5566">
        <w:t>écouter des choses pareilles</w:t>
      </w:r>
      <w:r>
        <w:t xml:space="preserve">… </w:t>
      </w:r>
      <w:r w:rsidR="00530790" w:rsidRPr="005D5566">
        <w:t>je ne peux pas</w:t>
      </w:r>
      <w:r>
        <w:t>…</w:t>
      </w:r>
    </w:p>
    <w:p w14:paraId="497A9E67" w14:textId="77777777" w:rsidR="001C0413" w:rsidRDefault="00530790" w:rsidP="001C0413">
      <w:r w:rsidRPr="005D5566">
        <w:t>Et elle s</w:t>
      </w:r>
      <w:r w:rsidR="001C0413">
        <w:t>’</w:t>
      </w:r>
      <w:r w:rsidRPr="005D5566">
        <w:t>enfuit dans la cuisine</w:t>
      </w:r>
      <w:r w:rsidR="001C0413">
        <w:t xml:space="preserve">, </w:t>
      </w:r>
      <w:r w:rsidRPr="005D5566">
        <w:t>tandis que Rybine s</w:t>
      </w:r>
      <w:r w:rsidR="001C0413">
        <w:t>’</w:t>
      </w:r>
      <w:r w:rsidRPr="005D5566">
        <w:t>écriait</w:t>
      </w:r>
      <w:r w:rsidR="001C0413">
        <w:t> :</w:t>
      </w:r>
    </w:p>
    <w:p w14:paraId="4280EFBF" w14:textId="77777777" w:rsidR="001C0413" w:rsidRDefault="001C0413" w:rsidP="001C0413">
      <w:r>
        <w:t>— </w:t>
      </w:r>
      <w:r w:rsidR="00530790" w:rsidRPr="005D5566">
        <w:t>Tu vois</w:t>
      </w:r>
      <w:r>
        <w:t xml:space="preserve">, </w:t>
      </w:r>
      <w:r w:rsidR="00530790" w:rsidRPr="005D5566">
        <w:t>Pavel</w:t>
      </w:r>
      <w:r>
        <w:t xml:space="preserve"> ! </w:t>
      </w:r>
      <w:r w:rsidR="00530790" w:rsidRPr="005D5566">
        <w:t>Ce n</w:t>
      </w:r>
      <w:r>
        <w:t>’</w:t>
      </w:r>
      <w:r w:rsidR="00530790" w:rsidRPr="005D5566">
        <w:t>est pas par la tête</w:t>
      </w:r>
      <w:r>
        <w:t xml:space="preserve">, </w:t>
      </w:r>
      <w:r w:rsidR="00530790" w:rsidRPr="005D5566">
        <w:t>c</w:t>
      </w:r>
      <w:r>
        <w:t>’</w:t>
      </w:r>
      <w:r w:rsidR="00530790" w:rsidRPr="005D5566">
        <w:t>est par le cœur qu</w:t>
      </w:r>
      <w:r>
        <w:t>’</w:t>
      </w:r>
      <w:r w:rsidR="00530790" w:rsidRPr="005D5566">
        <w:t>il faut commencer</w:t>
      </w:r>
      <w:r>
        <w:t xml:space="preserve">… </w:t>
      </w:r>
      <w:r w:rsidR="00530790" w:rsidRPr="005D5566">
        <w:t>Le cœur</w:t>
      </w:r>
      <w:r>
        <w:t xml:space="preserve">, </w:t>
      </w:r>
      <w:r w:rsidR="00530790" w:rsidRPr="005D5566">
        <w:t>c</w:t>
      </w:r>
      <w:r>
        <w:t>’</w:t>
      </w:r>
      <w:r w:rsidR="00530790" w:rsidRPr="005D5566">
        <w:t>est un endroit de l</w:t>
      </w:r>
      <w:r>
        <w:t>’</w:t>
      </w:r>
      <w:r w:rsidR="00530790" w:rsidRPr="005D5566">
        <w:t>âme humaine sur lequel il ne pousse rien que</w:t>
      </w:r>
      <w:r>
        <w:t>…</w:t>
      </w:r>
    </w:p>
    <w:p w14:paraId="5724CBA6" w14:textId="77777777" w:rsidR="001C0413" w:rsidRDefault="001C0413" w:rsidP="001C0413">
      <w:r>
        <w:t>— </w:t>
      </w:r>
      <w:r w:rsidR="00530790" w:rsidRPr="005D5566">
        <w:t>Que la raison</w:t>
      </w:r>
      <w:r>
        <w:t xml:space="preserve"> ! </w:t>
      </w:r>
      <w:r w:rsidR="00530790" w:rsidRPr="005D5566">
        <w:t>acheva Pavel avec fermeté</w:t>
      </w:r>
      <w:r>
        <w:t xml:space="preserve">. </w:t>
      </w:r>
      <w:r w:rsidR="00530790" w:rsidRPr="005D5566">
        <w:t>C</w:t>
      </w:r>
      <w:r>
        <w:t>’</w:t>
      </w:r>
      <w:r w:rsidR="00530790" w:rsidRPr="005D5566">
        <w:t>est la raison seule qui affranchira l</w:t>
      </w:r>
      <w:r>
        <w:t>’</w:t>
      </w:r>
      <w:r w:rsidR="00530790" w:rsidRPr="005D5566">
        <w:t>homme</w:t>
      </w:r>
      <w:r>
        <w:t>.</w:t>
      </w:r>
    </w:p>
    <w:p w14:paraId="1D6183E4" w14:textId="77777777" w:rsidR="001C0413" w:rsidRDefault="001C0413" w:rsidP="001C0413">
      <w:r>
        <w:lastRenderedPageBreak/>
        <w:t>— </w:t>
      </w:r>
      <w:r w:rsidR="00530790" w:rsidRPr="005D5566">
        <w:t>La raison ne donne pas la puissance</w:t>
      </w:r>
      <w:r>
        <w:t xml:space="preserve">, </w:t>
      </w:r>
      <w:r w:rsidR="00530790" w:rsidRPr="005D5566">
        <w:t>répliqua Rybine d</w:t>
      </w:r>
      <w:r>
        <w:t>’</w:t>
      </w:r>
      <w:r w:rsidR="00530790" w:rsidRPr="005D5566">
        <w:t>une voix vibrante et obstinée</w:t>
      </w:r>
      <w:r>
        <w:t xml:space="preserve">. </w:t>
      </w:r>
      <w:r w:rsidR="00530790" w:rsidRPr="005D5566">
        <w:t>C</w:t>
      </w:r>
      <w:r>
        <w:t>’</w:t>
      </w:r>
      <w:r w:rsidR="00530790" w:rsidRPr="005D5566">
        <w:t>est le cœur qui donne la force</w:t>
      </w:r>
      <w:r>
        <w:t xml:space="preserve">, </w:t>
      </w:r>
      <w:r w:rsidR="00530790" w:rsidRPr="005D5566">
        <w:t>et non pas le cerveau</w:t>
      </w:r>
      <w:r>
        <w:t> !</w:t>
      </w:r>
    </w:p>
    <w:p w14:paraId="3D56F7A1" w14:textId="77777777" w:rsidR="001C0413" w:rsidRDefault="00530790" w:rsidP="001C0413">
      <w:r w:rsidRPr="005D5566">
        <w:t>La mère s</w:t>
      </w:r>
      <w:r w:rsidR="001C0413">
        <w:t>’</w:t>
      </w:r>
      <w:r w:rsidRPr="005D5566">
        <w:t>était déshabillée et couchée sans avoir fait ses prières</w:t>
      </w:r>
      <w:r w:rsidR="001C0413">
        <w:t xml:space="preserve">. </w:t>
      </w:r>
      <w:r w:rsidRPr="005D5566">
        <w:t>Elle avait froid et se sentait mal à l</w:t>
      </w:r>
      <w:r w:rsidR="001C0413">
        <w:t>’</w:t>
      </w:r>
      <w:r w:rsidRPr="005D5566">
        <w:t>aise</w:t>
      </w:r>
      <w:r w:rsidR="001C0413">
        <w:t xml:space="preserve">. </w:t>
      </w:r>
      <w:r w:rsidRPr="005D5566">
        <w:t>Rybine</w:t>
      </w:r>
      <w:r w:rsidR="001C0413">
        <w:t xml:space="preserve">, </w:t>
      </w:r>
      <w:r w:rsidRPr="005D5566">
        <w:t>qui lui avait semblé si sensé</w:t>
      </w:r>
      <w:r w:rsidR="001C0413">
        <w:t xml:space="preserve">, </w:t>
      </w:r>
      <w:r w:rsidRPr="005D5566">
        <w:t>si posé au début</w:t>
      </w:r>
      <w:r w:rsidR="001C0413">
        <w:t xml:space="preserve">, </w:t>
      </w:r>
      <w:r w:rsidRPr="005D5566">
        <w:t>excitait en elle une sourde hostilité</w:t>
      </w:r>
      <w:r w:rsidR="001C0413">
        <w:t>.</w:t>
      </w:r>
    </w:p>
    <w:p w14:paraId="189B07F8" w14:textId="77777777" w:rsidR="001C0413" w:rsidRDefault="001C0413" w:rsidP="001C0413">
      <w:r>
        <w:t>— </w:t>
      </w:r>
      <w:r w:rsidR="00530790" w:rsidRPr="005D5566">
        <w:t>Hérétique</w:t>
      </w:r>
      <w:r>
        <w:t xml:space="preserve"> ! </w:t>
      </w:r>
      <w:r w:rsidR="00530790" w:rsidRPr="005D5566">
        <w:t>agitateur</w:t>
      </w:r>
      <w:r>
        <w:t xml:space="preserve"> ! </w:t>
      </w:r>
      <w:r w:rsidR="00530790" w:rsidRPr="005D5566">
        <w:t>pensa-t-elle en prêtant l</w:t>
      </w:r>
      <w:r>
        <w:t>’</w:t>
      </w:r>
      <w:r w:rsidR="00530790" w:rsidRPr="005D5566">
        <w:t>oreille à la voix sonore qui sortait avec aisance d</w:t>
      </w:r>
      <w:r>
        <w:t>’</w:t>
      </w:r>
      <w:r w:rsidR="00530790" w:rsidRPr="005D5566">
        <w:t>une poitrine large et bombée</w:t>
      </w:r>
      <w:r>
        <w:t xml:space="preserve">. </w:t>
      </w:r>
      <w:r w:rsidR="00530790" w:rsidRPr="005D5566">
        <w:t>Il avait bien besoin de venir</w:t>
      </w:r>
      <w:r>
        <w:t> !</w:t>
      </w:r>
    </w:p>
    <w:p w14:paraId="6521D5FB" w14:textId="77777777" w:rsidR="001C0413" w:rsidRDefault="00530790" w:rsidP="001C0413">
      <w:r w:rsidRPr="005D5566">
        <w:t>Et Rybine disait</w:t>
      </w:r>
      <w:r w:rsidR="001C0413">
        <w:t xml:space="preserve">, </w:t>
      </w:r>
      <w:r w:rsidRPr="005D5566">
        <w:t>tranquille et sûr</w:t>
      </w:r>
      <w:r w:rsidR="001C0413">
        <w:t> :</w:t>
      </w:r>
    </w:p>
    <w:p w14:paraId="49A15009" w14:textId="77777777" w:rsidR="001C0413" w:rsidRDefault="001C0413" w:rsidP="001C0413">
      <w:r>
        <w:t>— </w:t>
      </w:r>
      <w:r w:rsidR="00530790" w:rsidRPr="005D5566">
        <w:t>Un lieu saint ne peut rester vide</w:t>
      </w:r>
      <w:r>
        <w:t xml:space="preserve">. </w:t>
      </w:r>
      <w:r w:rsidR="00530790" w:rsidRPr="005D5566">
        <w:t xml:space="preserve">La place </w:t>
      </w:r>
      <w:r w:rsidR="00530790" w:rsidRPr="005D5566">
        <w:rPr>
          <w:bCs/>
        </w:rPr>
        <w:t xml:space="preserve">où </w:t>
      </w:r>
      <w:r w:rsidR="00530790" w:rsidRPr="005D5566">
        <w:t>Dieu vit en nous est attaquée</w:t>
      </w:r>
      <w:r>
        <w:t xml:space="preserve">, </w:t>
      </w:r>
      <w:r w:rsidR="00530790" w:rsidRPr="005D5566">
        <w:t>s</w:t>
      </w:r>
      <w:r>
        <w:t>’</w:t>
      </w:r>
      <w:r w:rsidR="00530790" w:rsidRPr="005D5566">
        <w:t>il tombe de l</w:t>
      </w:r>
      <w:r>
        <w:t>’</w:t>
      </w:r>
      <w:r w:rsidR="00530790" w:rsidRPr="005D5566">
        <w:t>âme</w:t>
      </w:r>
      <w:r>
        <w:t xml:space="preserve">, </w:t>
      </w:r>
      <w:r w:rsidR="00530790" w:rsidRPr="005D5566">
        <w:t>une plaie se formera</w:t>
      </w:r>
      <w:r>
        <w:t xml:space="preserve">, </w:t>
      </w:r>
      <w:r w:rsidR="00530790" w:rsidRPr="005D5566">
        <w:t>voilà</w:t>
      </w:r>
      <w:r>
        <w:t xml:space="preserve"> ! </w:t>
      </w:r>
      <w:r w:rsidR="00530790" w:rsidRPr="005D5566">
        <w:t>il faut inventer une foi nouvelle</w:t>
      </w:r>
      <w:r>
        <w:t xml:space="preserve">, </w:t>
      </w:r>
      <w:r w:rsidR="00530790" w:rsidRPr="005D5566">
        <w:t>Pavel</w:t>
      </w:r>
      <w:r>
        <w:t xml:space="preserve">… </w:t>
      </w:r>
      <w:r w:rsidR="00530790" w:rsidRPr="005D5566">
        <w:t>Il faut créer un Dieu juste pour tous</w:t>
      </w:r>
      <w:r>
        <w:t xml:space="preserve">, </w:t>
      </w:r>
      <w:r w:rsidR="00530790" w:rsidRPr="005D5566">
        <w:t>un Dieu qui ne soit ni un juge</w:t>
      </w:r>
      <w:r>
        <w:t xml:space="preserve">, </w:t>
      </w:r>
      <w:r w:rsidR="00530790" w:rsidRPr="005D5566">
        <w:t>ni un guerrier</w:t>
      </w:r>
      <w:r>
        <w:t xml:space="preserve">, </w:t>
      </w:r>
      <w:r w:rsidR="00530790" w:rsidRPr="005D5566">
        <w:t>mais l</w:t>
      </w:r>
      <w:r>
        <w:t>’</w:t>
      </w:r>
      <w:r w:rsidR="00530790" w:rsidRPr="005D5566">
        <w:t>ami des hommes</w:t>
      </w:r>
      <w:r>
        <w:t> !</w:t>
      </w:r>
    </w:p>
    <w:p w14:paraId="25BF359A" w14:textId="77777777" w:rsidR="001C0413" w:rsidRDefault="001C0413" w:rsidP="001C0413">
      <w:r>
        <w:t>— </w:t>
      </w:r>
      <w:r w:rsidR="00530790" w:rsidRPr="005D5566">
        <w:t>Mais c</w:t>
      </w:r>
      <w:r>
        <w:t>’</w:t>
      </w:r>
      <w:r w:rsidR="00530790" w:rsidRPr="005D5566">
        <w:t>est ce que fut Jésus</w:t>
      </w:r>
      <w:r>
        <w:t xml:space="preserve"> ! </w:t>
      </w:r>
      <w:r w:rsidR="00530790" w:rsidRPr="005D5566">
        <w:t>s</w:t>
      </w:r>
      <w:r>
        <w:t>’</w:t>
      </w:r>
      <w:r w:rsidR="00530790" w:rsidRPr="005D5566">
        <w:t>écria Pavel</w:t>
      </w:r>
      <w:r>
        <w:t>.</w:t>
      </w:r>
    </w:p>
    <w:p w14:paraId="1F32A58C" w14:textId="77777777" w:rsidR="001C0413" w:rsidRDefault="001C0413" w:rsidP="001C0413">
      <w:pPr>
        <w:rPr>
          <w:rFonts w:eastAsia="Georgia" w:cs="Georgia"/>
        </w:rPr>
      </w:pPr>
      <w:r>
        <w:t>— </w:t>
      </w:r>
      <w:r w:rsidR="00530790" w:rsidRPr="005D5566">
        <w:t>Attends</w:t>
      </w:r>
      <w:r>
        <w:t xml:space="preserve"> ! </w:t>
      </w:r>
      <w:r w:rsidR="00530790" w:rsidRPr="005D5566">
        <w:t>Jésus n</w:t>
      </w:r>
      <w:r>
        <w:t>’</w:t>
      </w:r>
      <w:r w:rsidR="00530790" w:rsidRPr="005D5566">
        <w:t>était pas ferme d</w:t>
      </w:r>
      <w:r>
        <w:t>’</w:t>
      </w:r>
      <w:r w:rsidR="00530790" w:rsidRPr="005D5566">
        <w:t>esprit</w:t>
      </w:r>
      <w:r>
        <w:t>… « </w:t>
      </w:r>
      <w:r w:rsidR="00530790" w:rsidRPr="005D5566">
        <w:t>Éloigne de moi cette coupe</w:t>
      </w:r>
      <w:r>
        <w:t xml:space="preserve"> », </w:t>
      </w:r>
      <w:r w:rsidR="00530790" w:rsidRPr="005D5566">
        <w:t>a-t-il dit</w:t>
      </w:r>
      <w:r>
        <w:t xml:space="preserve">. </w:t>
      </w:r>
      <w:r w:rsidR="00530790" w:rsidRPr="005D5566">
        <w:t>Et il reconnaissait César</w:t>
      </w:r>
      <w:r>
        <w:t xml:space="preserve">… </w:t>
      </w:r>
      <w:r w:rsidR="00530790" w:rsidRPr="005D5566">
        <w:t>Dieu ne peut reconnaître une autorité humaine régnant sur les hommes</w:t>
      </w:r>
      <w:r>
        <w:t xml:space="preserve">, </w:t>
      </w:r>
      <w:r w:rsidR="00530790" w:rsidRPr="005D5566">
        <w:t>car c</w:t>
      </w:r>
      <w:r>
        <w:t>’</w:t>
      </w:r>
      <w:r w:rsidR="00530790" w:rsidRPr="005D5566">
        <w:t>est Lui qui est la Toute-Puissance</w:t>
      </w:r>
      <w:r>
        <w:t xml:space="preserve"> ! </w:t>
      </w:r>
      <w:r w:rsidR="00530790" w:rsidRPr="005D5566">
        <w:t>Il n</w:t>
      </w:r>
      <w:r>
        <w:t>’</w:t>
      </w:r>
      <w:r w:rsidR="00530790" w:rsidRPr="005D5566">
        <w:t>a pas divisé son âme en partie divine et en partie humaine</w:t>
      </w:r>
      <w:r>
        <w:t xml:space="preserve">, </w:t>
      </w:r>
      <w:r w:rsidR="00530790" w:rsidRPr="005D5566">
        <w:t>et puisqu</w:t>
      </w:r>
      <w:r>
        <w:t>’</w:t>
      </w:r>
      <w:r w:rsidR="00530790" w:rsidRPr="005D5566">
        <w:t>il a confirmé sa divinité</w:t>
      </w:r>
      <w:r>
        <w:t xml:space="preserve">, </w:t>
      </w:r>
      <w:r w:rsidR="00530790" w:rsidRPr="005D5566">
        <w:t>il n</w:t>
      </w:r>
      <w:r>
        <w:t>’</w:t>
      </w:r>
      <w:r w:rsidR="00530790" w:rsidRPr="005D5566">
        <w:t>a besoin de rien d</w:t>
      </w:r>
      <w:r>
        <w:t>’</w:t>
      </w:r>
      <w:r w:rsidR="00530790" w:rsidRPr="005D5566">
        <w:t>humain</w:t>
      </w:r>
      <w:r>
        <w:t xml:space="preserve">. </w:t>
      </w:r>
      <w:r w:rsidR="00530790" w:rsidRPr="005D5566">
        <w:t>Jésus a aussi reconnu comme légitimes le commerce</w:t>
      </w:r>
      <w:r>
        <w:t xml:space="preserve">… </w:t>
      </w:r>
      <w:r w:rsidR="00530790" w:rsidRPr="005D5566">
        <w:t>et le mariage</w:t>
      </w:r>
      <w:r>
        <w:t xml:space="preserve">… </w:t>
      </w:r>
      <w:r w:rsidR="00530790" w:rsidRPr="005D5566">
        <w:t>Et c</w:t>
      </w:r>
      <w:r>
        <w:t>’</w:t>
      </w:r>
      <w:r w:rsidR="00530790" w:rsidRPr="005D5566">
        <w:t>est injustement qu</w:t>
      </w:r>
      <w:r>
        <w:t>’</w:t>
      </w:r>
      <w:r w:rsidR="00530790" w:rsidRPr="005D5566">
        <w:t>il a condamné le figuier</w:t>
      </w:r>
      <w:r>
        <w:t xml:space="preserve"> ; </w:t>
      </w:r>
      <w:r w:rsidR="00530790" w:rsidRPr="005D5566">
        <w:t>celui-ci était-il coupable de sa stérilité</w:t>
      </w:r>
      <w:r>
        <w:t xml:space="preserve"> ? </w:t>
      </w:r>
      <w:r w:rsidR="00530790" w:rsidRPr="005D5566">
        <w:t>Ce n</w:t>
      </w:r>
      <w:r>
        <w:t>’</w:t>
      </w:r>
      <w:r w:rsidR="00530790" w:rsidRPr="005D5566">
        <w:t>est pas non plus par sa propre faute que l</w:t>
      </w:r>
      <w:r>
        <w:t>’</w:t>
      </w:r>
      <w:r w:rsidR="00530790" w:rsidRPr="005D5566">
        <w:t>âme ne porte pas de bons fruits</w:t>
      </w:r>
      <w:r>
        <w:t xml:space="preserve">… </w:t>
      </w:r>
      <w:r w:rsidR="00530790" w:rsidRPr="005D5566">
        <w:t>Est-ce moi qui ai semé le mal en elle</w:t>
      </w:r>
      <w:r>
        <w:t xml:space="preserve"> ? </w:t>
      </w:r>
      <w:r w:rsidR="00530790" w:rsidRPr="005D5566">
        <w:t>Ainsi</w:t>
      </w:r>
      <w:r>
        <w:rPr>
          <w:rFonts w:eastAsia="Georgia" w:cs="Georgia"/>
        </w:rPr>
        <w:t>…</w:t>
      </w:r>
    </w:p>
    <w:p w14:paraId="74DDEAFB" w14:textId="77777777" w:rsidR="001C0413" w:rsidRDefault="00530790" w:rsidP="001C0413">
      <w:r w:rsidRPr="005D5566">
        <w:lastRenderedPageBreak/>
        <w:t>Les deux voix résonnaient sans Interruption dans la pièce</w:t>
      </w:r>
      <w:r w:rsidR="001C0413">
        <w:t xml:space="preserve">, </w:t>
      </w:r>
      <w:r w:rsidRPr="005D5566">
        <w:t>comme si elles s</w:t>
      </w:r>
      <w:r w:rsidR="001C0413">
        <w:t>’</w:t>
      </w:r>
      <w:r w:rsidRPr="005D5566">
        <w:t>enlaçaient et se combattaient en un jeu animé et passionnant</w:t>
      </w:r>
      <w:r w:rsidR="001C0413">
        <w:t xml:space="preserve">. </w:t>
      </w:r>
      <w:r w:rsidRPr="005D5566">
        <w:t>Pavel allait et venait à grands pas</w:t>
      </w:r>
      <w:r w:rsidR="001C0413">
        <w:t xml:space="preserve">, </w:t>
      </w:r>
      <w:r w:rsidRPr="005D5566">
        <w:t>et le plancher grinçait sous ses pieds</w:t>
      </w:r>
      <w:r w:rsidR="001C0413">
        <w:t xml:space="preserve">. </w:t>
      </w:r>
      <w:r w:rsidRPr="005D5566">
        <w:t>Quand il parlait</w:t>
      </w:r>
      <w:r w:rsidR="001C0413">
        <w:t xml:space="preserve">, </w:t>
      </w:r>
      <w:r w:rsidRPr="005D5566">
        <w:t>tous les sons se fondaient dans le bruit de sa voix</w:t>
      </w:r>
      <w:r w:rsidR="001C0413">
        <w:t xml:space="preserve"> ; </w:t>
      </w:r>
      <w:r w:rsidRPr="005D5566">
        <w:t>quand Rybine répliquait avec calme et tranquillité</w:t>
      </w:r>
      <w:r w:rsidR="001C0413">
        <w:t xml:space="preserve">, </w:t>
      </w:r>
      <w:r w:rsidRPr="005D5566">
        <w:t>on entendait le tic-tac du balancier et le sec craquement du gel qui frôlait de ses griffes aiguës les murs de la maison</w:t>
      </w:r>
      <w:r w:rsidR="001C0413">
        <w:t>.</w:t>
      </w:r>
    </w:p>
    <w:p w14:paraId="297B9C60" w14:textId="77777777" w:rsidR="001C0413" w:rsidRDefault="001C0413" w:rsidP="001C0413">
      <w:r>
        <w:t>— </w:t>
      </w:r>
      <w:r w:rsidR="00530790" w:rsidRPr="005D5566">
        <w:t>Je vais te parler comme un vrai chauffeur que je suis</w:t>
      </w:r>
      <w:r>
        <w:t xml:space="preserve"> : </w:t>
      </w:r>
      <w:r w:rsidR="00530790" w:rsidRPr="005D5566">
        <w:t>Dieu ressemble au feu</w:t>
      </w:r>
      <w:r>
        <w:t xml:space="preserve">. </w:t>
      </w:r>
      <w:r w:rsidR="00530790" w:rsidRPr="005D5566">
        <w:t>Oui</w:t>
      </w:r>
      <w:r>
        <w:t xml:space="preserve">, </w:t>
      </w:r>
      <w:r w:rsidR="00530790" w:rsidRPr="005D5566">
        <w:t>c</w:t>
      </w:r>
      <w:r>
        <w:t>’</w:t>
      </w:r>
      <w:r w:rsidR="00530790" w:rsidRPr="005D5566">
        <w:t>est comme ça</w:t>
      </w:r>
      <w:r>
        <w:t xml:space="preserve">. </w:t>
      </w:r>
      <w:r w:rsidR="00530790" w:rsidRPr="005D5566">
        <w:t>Il n</w:t>
      </w:r>
      <w:r>
        <w:t>’</w:t>
      </w:r>
      <w:r w:rsidR="00530790" w:rsidRPr="005D5566">
        <w:t>affermit rien</w:t>
      </w:r>
      <w:r>
        <w:t xml:space="preserve">, </w:t>
      </w:r>
      <w:r w:rsidR="00530790" w:rsidRPr="005D5566">
        <w:t>il ne le peut pas</w:t>
      </w:r>
      <w:r>
        <w:t xml:space="preserve">… </w:t>
      </w:r>
      <w:r w:rsidR="00530790" w:rsidRPr="005D5566">
        <w:t>Il brûle et fond en éclairant</w:t>
      </w:r>
      <w:r>
        <w:t xml:space="preserve">… </w:t>
      </w:r>
      <w:r w:rsidR="00530790" w:rsidRPr="005D5566">
        <w:t>Il allume les églises</w:t>
      </w:r>
      <w:r>
        <w:t xml:space="preserve">, </w:t>
      </w:r>
      <w:r w:rsidR="00530790" w:rsidRPr="005D5566">
        <w:t>mais ne les construit pas</w:t>
      </w:r>
      <w:r>
        <w:t xml:space="preserve">. </w:t>
      </w:r>
      <w:r w:rsidR="00530790" w:rsidRPr="005D5566">
        <w:t>Il vit dans le cœur</w:t>
      </w:r>
      <w:r>
        <w:t xml:space="preserve">. </w:t>
      </w:r>
      <w:r w:rsidR="00530790" w:rsidRPr="005D5566">
        <w:t>Il est dit</w:t>
      </w:r>
      <w:r>
        <w:t> : « </w:t>
      </w:r>
      <w:r w:rsidR="00530790" w:rsidRPr="005D5566">
        <w:t>Dieu est le Verbe</w:t>
      </w:r>
      <w:r>
        <w:t> »</w:t>
      </w:r>
      <w:r w:rsidR="00530790" w:rsidRPr="005D5566">
        <w:t xml:space="preserve"> et le Verbe c</w:t>
      </w:r>
      <w:r>
        <w:t>’</w:t>
      </w:r>
      <w:r w:rsidR="00530790" w:rsidRPr="005D5566">
        <w:t>est l</w:t>
      </w:r>
      <w:r>
        <w:t>’</w:t>
      </w:r>
      <w:r w:rsidR="00530790" w:rsidRPr="005D5566">
        <w:t>esprit</w:t>
      </w:r>
      <w:r>
        <w:t>.</w:t>
      </w:r>
    </w:p>
    <w:p w14:paraId="33D8D811" w14:textId="77777777" w:rsidR="001C0413" w:rsidRDefault="001C0413" w:rsidP="001C0413">
      <w:r>
        <w:t>— </w:t>
      </w:r>
      <w:r w:rsidR="00530790" w:rsidRPr="005D5566">
        <w:t>La raison</w:t>
      </w:r>
      <w:r>
        <w:t xml:space="preserve"> ! </w:t>
      </w:r>
      <w:r w:rsidR="00530790" w:rsidRPr="005D5566">
        <w:t>corrigea Pavel avec obstination</w:t>
      </w:r>
      <w:r>
        <w:t>.</w:t>
      </w:r>
    </w:p>
    <w:p w14:paraId="2957312C" w14:textId="77777777" w:rsidR="001C0413" w:rsidRDefault="001C0413" w:rsidP="001C0413">
      <w:r>
        <w:t>— </w:t>
      </w:r>
      <w:r w:rsidR="00530790" w:rsidRPr="005D5566">
        <w:t>C</w:t>
      </w:r>
      <w:r>
        <w:t>’</w:t>
      </w:r>
      <w:r w:rsidR="00530790" w:rsidRPr="005D5566">
        <w:t>est comme ça</w:t>
      </w:r>
      <w:r>
        <w:t xml:space="preserve"> ! </w:t>
      </w:r>
      <w:r w:rsidR="00530790" w:rsidRPr="005D5566">
        <w:t>Donc</w:t>
      </w:r>
      <w:r>
        <w:t xml:space="preserve">, </w:t>
      </w:r>
      <w:r w:rsidR="00530790" w:rsidRPr="005D5566">
        <w:t>Dieu est dans le cœur</w:t>
      </w:r>
      <w:r>
        <w:t xml:space="preserve">, </w:t>
      </w:r>
      <w:r w:rsidR="00530790" w:rsidRPr="005D5566">
        <w:t>et dans la raison</w:t>
      </w:r>
      <w:r>
        <w:t xml:space="preserve">, </w:t>
      </w:r>
      <w:r w:rsidR="00530790" w:rsidRPr="005D5566">
        <w:t>et non pas dans l</w:t>
      </w:r>
      <w:r>
        <w:t>’</w:t>
      </w:r>
      <w:r w:rsidR="00530790" w:rsidRPr="005D5566">
        <w:t>église</w:t>
      </w:r>
      <w:r>
        <w:t xml:space="preserve">. </w:t>
      </w:r>
      <w:r w:rsidR="00530790" w:rsidRPr="005D5566">
        <w:t>Et voilà la misère</w:t>
      </w:r>
      <w:r>
        <w:t xml:space="preserve">, </w:t>
      </w:r>
      <w:r w:rsidR="00530790" w:rsidRPr="005D5566">
        <w:t>la douleur et tout le malheur de l</w:t>
      </w:r>
      <w:r>
        <w:t>’</w:t>
      </w:r>
      <w:r w:rsidR="00530790" w:rsidRPr="005D5566">
        <w:t>homme</w:t>
      </w:r>
      <w:r>
        <w:t xml:space="preserve"> : </w:t>
      </w:r>
      <w:r w:rsidR="00530790" w:rsidRPr="005D5566">
        <w:t>c</w:t>
      </w:r>
      <w:r>
        <w:t>’</w:t>
      </w:r>
      <w:r w:rsidR="00530790" w:rsidRPr="005D5566">
        <w:t>est que nous sommes tous arrachés de nous-mêmes</w:t>
      </w:r>
      <w:r>
        <w:t xml:space="preserve"> ! </w:t>
      </w:r>
      <w:r w:rsidR="00530790" w:rsidRPr="005D5566">
        <w:t xml:space="preserve">Le cœur est repoussé par </w:t>
      </w:r>
      <w:r w:rsidR="00530790" w:rsidRPr="005D5566">
        <w:rPr>
          <w:bCs/>
        </w:rPr>
        <w:t xml:space="preserve">la </w:t>
      </w:r>
      <w:r w:rsidR="00530790" w:rsidRPr="005D5566">
        <w:t>raison</w:t>
      </w:r>
      <w:r>
        <w:t xml:space="preserve">, </w:t>
      </w:r>
      <w:r w:rsidR="00530790" w:rsidRPr="005D5566">
        <w:t>et la raison est partie</w:t>
      </w:r>
      <w:r>
        <w:t xml:space="preserve">… </w:t>
      </w:r>
      <w:r w:rsidR="00530790" w:rsidRPr="005D5566">
        <w:t>L</w:t>
      </w:r>
      <w:r>
        <w:t>’</w:t>
      </w:r>
      <w:r w:rsidR="00530790" w:rsidRPr="005D5566">
        <w:t>homme n</w:t>
      </w:r>
      <w:r>
        <w:t>’</w:t>
      </w:r>
      <w:r w:rsidR="00530790" w:rsidRPr="005D5566">
        <w:t>est plus un</w:t>
      </w:r>
      <w:r>
        <w:rPr>
          <w:rFonts w:eastAsia="Georgia" w:cs="Georgia"/>
        </w:rPr>
        <w:t xml:space="preserve">… </w:t>
      </w:r>
      <w:r w:rsidR="00530790" w:rsidRPr="005D5566">
        <w:t xml:space="preserve">Dieu unit </w:t>
      </w:r>
      <w:r w:rsidR="00530790" w:rsidRPr="005D5566">
        <w:rPr>
          <w:bCs/>
        </w:rPr>
        <w:t>l</w:t>
      </w:r>
      <w:r>
        <w:t>’</w:t>
      </w:r>
      <w:r w:rsidR="00530790" w:rsidRPr="005D5566">
        <w:t>homme en un tout</w:t>
      </w:r>
      <w:r>
        <w:t xml:space="preserve">… </w:t>
      </w:r>
      <w:r w:rsidR="00530790" w:rsidRPr="005D5566">
        <w:t>en un globe</w:t>
      </w:r>
      <w:r>
        <w:t xml:space="preserve">… </w:t>
      </w:r>
      <w:r w:rsidR="00530790" w:rsidRPr="005D5566">
        <w:t>Dieu crée toujours des choses rondes</w:t>
      </w:r>
      <w:r>
        <w:t xml:space="preserve"> : </w:t>
      </w:r>
      <w:r w:rsidR="00530790" w:rsidRPr="005D5566">
        <w:t>ainsi la terre</w:t>
      </w:r>
      <w:r>
        <w:t xml:space="preserve">, </w:t>
      </w:r>
      <w:r w:rsidR="00530790" w:rsidRPr="005D5566">
        <w:t>les étoiles</w:t>
      </w:r>
      <w:r>
        <w:t xml:space="preserve"> ; </w:t>
      </w:r>
      <w:r w:rsidR="00530790" w:rsidRPr="005D5566">
        <w:t>tout ce qui est visible</w:t>
      </w:r>
      <w:r>
        <w:rPr>
          <w:rFonts w:eastAsia="Georgia" w:cs="Georgia"/>
        </w:rPr>
        <w:t xml:space="preserve">… </w:t>
      </w:r>
      <w:r w:rsidR="00530790" w:rsidRPr="005D5566">
        <w:t>ce qui est aigu</w:t>
      </w:r>
      <w:r>
        <w:t xml:space="preserve">, </w:t>
      </w:r>
      <w:r w:rsidR="00530790" w:rsidRPr="005D5566">
        <w:t>c</w:t>
      </w:r>
      <w:r>
        <w:t>’</w:t>
      </w:r>
      <w:r w:rsidR="00530790" w:rsidRPr="005D5566">
        <w:t>est l</w:t>
      </w:r>
      <w:r>
        <w:t>’</w:t>
      </w:r>
      <w:r w:rsidR="00530790" w:rsidRPr="005D5566">
        <w:t>homme qui l</w:t>
      </w:r>
      <w:r>
        <w:t>’</w:t>
      </w:r>
      <w:r w:rsidR="00530790" w:rsidRPr="005D5566">
        <w:t>a fait</w:t>
      </w:r>
      <w:r>
        <w:t xml:space="preserve">… </w:t>
      </w:r>
      <w:r w:rsidR="00530790" w:rsidRPr="005D5566">
        <w:t>Quant à l</w:t>
      </w:r>
      <w:r>
        <w:t>’</w:t>
      </w:r>
      <w:r w:rsidR="00530790" w:rsidRPr="005D5566">
        <w:t>église</w:t>
      </w:r>
      <w:r>
        <w:t xml:space="preserve">, </w:t>
      </w:r>
      <w:r w:rsidR="00530790" w:rsidRPr="005D5566">
        <w:t>c</w:t>
      </w:r>
      <w:r>
        <w:t>’</w:t>
      </w:r>
      <w:r w:rsidR="00530790" w:rsidRPr="005D5566">
        <w:t>est le tombeau de Dieu et de l</w:t>
      </w:r>
      <w:r>
        <w:t>’</w:t>
      </w:r>
      <w:r w:rsidR="00530790" w:rsidRPr="005D5566">
        <w:t>homme</w:t>
      </w:r>
      <w:r>
        <w:t>…</w:t>
      </w:r>
    </w:p>
    <w:p w14:paraId="342B4E5A" w14:textId="77777777" w:rsidR="001C0413" w:rsidRDefault="00530790" w:rsidP="001C0413">
      <w:r w:rsidRPr="005D5566">
        <w:t>La mère s</w:t>
      </w:r>
      <w:r w:rsidR="001C0413">
        <w:t>’</w:t>
      </w:r>
      <w:r w:rsidRPr="005D5566">
        <w:t>endormît</w:t>
      </w:r>
      <w:r w:rsidR="001C0413">
        <w:t xml:space="preserve">, </w:t>
      </w:r>
      <w:r w:rsidRPr="005D5566">
        <w:t>elle n</w:t>
      </w:r>
      <w:r w:rsidR="001C0413">
        <w:t>’</w:t>
      </w:r>
      <w:r w:rsidRPr="005D5566">
        <w:t>entendit pas sortir Rybine</w:t>
      </w:r>
      <w:r w:rsidR="001C0413">
        <w:t>…</w:t>
      </w:r>
    </w:p>
    <w:p w14:paraId="7B8756F6" w14:textId="77777777" w:rsidR="001C0413" w:rsidRDefault="00530790" w:rsidP="001C0413">
      <w:r w:rsidRPr="005D5566">
        <w:t>Celui-ci revint souvent</w:t>
      </w:r>
      <w:r w:rsidR="001C0413">
        <w:t xml:space="preserve">. </w:t>
      </w:r>
      <w:r w:rsidRPr="005D5566">
        <w:t>Quand l</w:t>
      </w:r>
      <w:r w:rsidR="001C0413">
        <w:t>’</w:t>
      </w:r>
      <w:r w:rsidRPr="005D5566">
        <w:t>un ou l</w:t>
      </w:r>
      <w:r w:rsidR="001C0413">
        <w:t>’</w:t>
      </w:r>
      <w:r w:rsidRPr="005D5566">
        <w:t>autre des camarades de Pavel se trouvait là</w:t>
      </w:r>
      <w:r w:rsidR="001C0413">
        <w:t xml:space="preserve">, </w:t>
      </w:r>
      <w:r w:rsidRPr="005D5566">
        <w:t>le chauffeur s</w:t>
      </w:r>
      <w:r w:rsidR="001C0413">
        <w:t>’</w:t>
      </w:r>
      <w:r w:rsidRPr="005D5566">
        <w:t>asseyait dans un coin et gardait le silence</w:t>
      </w:r>
      <w:r w:rsidR="001C0413">
        <w:t xml:space="preserve"> ; </w:t>
      </w:r>
      <w:r w:rsidRPr="005D5566">
        <w:t>de temps à autre</w:t>
      </w:r>
      <w:r w:rsidR="001C0413">
        <w:t xml:space="preserve">, </w:t>
      </w:r>
      <w:r w:rsidRPr="005D5566">
        <w:t>il disait</w:t>
      </w:r>
      <w:r w:rsidR="001C0413">
        <w:t> :</w:t>
      </w:r>
    </w:p>
    <w:p w14:paraId="75137EAE" w14:textId="77777777" w:rsidR="001C0413" w:rsidRDefault="001C0413" w:rsidP="001C0413">
      <w:pPr>
        <w:rPr>
          <w:bCs/>
        </w:rPr>
      </w:pPr>
      <w:r>
        <w:t>— </w:t>
      </w:r>
      <w:r w:rsidR="00530790" w:rsidRPr="005D5566">
        <w:t>Voilà</w:t>
      </w:r>
      <w:r>
        <w:t xml:space="preserve">… </w:t>
      </w:r>
      <w:r w:rsidR="00530790" w:rsidRPr="005D5566">
        <w:t>C</w:t>
      </w:r>
      <w:r>
        <w:t>’</w:t>
      </w:r>
      <w:r w:rsidR="00530790" w:rsidRPr="005D5566">
        <w:t>est comme ça</w:t>
      </w:r>
      <w:r>
        <w:rPr>
          <w:bCs/>
        </w:rPr>
        <w:t> !</w:t>
      </w:r>
    </w:p>
    <w:p w14:paraId="151BC45D" w14:textId="77777777" w:rsidR="001C0413" w:rsidRDefault="00530790" w:rsidP="001C0413">
      <w:r w:rsidRPr="005D5566">
        <w:lastRenderedPageBreak/>
        <w:t>Une fois</w:t>
      </w:r>
      <w:r w:rsidR="001C0413">
        <w:t xml:space="preserve">, </w:t>
      </w:r>
      <w:r w:rsidRPr="005D5566">
        <w:t>il promena son regard noir sur les assistants</w:t>
      </w:r>
      <w:r w:rsidR="001C0413">
        <w:t xml:space="preserve">, </w:t>
      </w:r>
      <w:r w:rsidRPr="005D5566">
        <w:t>et s</w:t>
      </w:r>
      <w:r w:rsidR="001C0413">
        <w:t>’</w:t>
      </w:r>
      <w:r w:rsidRPr="005D5566">
        <w:t>écria d</w:t>
      </w:r>
      <w:r w:rsidR="001C0413">
        <w:t>’</w:t>
      </w:r>
      <w:r w:rsidRPr="005D5566">
        <w:t>un ton mécontent</w:t>
      </w:r>
      <w:r w:rsidR="001C0413">
        <w:t> :</w:t>
      </w:r>
    </w:p>
    <w:p w14:paraId="3554A413" w14:textId="77777777" w:rsidR="001C0413" w:rsidRDefault="001C0413" w:rsidP="001C0413">
      <w:r>
        <w:t>— </w:t>
      </w:r>
      <w:r w:rsidR="00530790" w:rsidRPr="005D5566">
        <w:t>Il faut parler de ce qui est</w:t>
      </w:r>
      <w:r>
        <w:t xml:space="preserve"> ; </w:t>
      </w:r>
      <w:r w:rsidR="00530790" w:rsidRPr="005D5566">
        <w:t>ce qui sera</w:t>
      </w:r>
      <w:r>
        <w:t xml:space="preserve">, </w:t>
      </w:r>
      <w:r w:rsidR="00530790" w:rsidRPr="005D5566">
        <w:t>nous ne le savons pas</w:t>
      </w:r>
      <w:r>
        <w:t xml:space="preserve"> ! </w:t>
      </w:r>
      <w:r w:rsidR="00530790" w:rsidRPr="005D5566">
        <w:t>Quand le peuple sera libre</w:t>
      </w:r>
      <w:r>
        <w:t xml:space="preserve">, </w:t>
      </w:r>
      <w:r w:rsidR="00530790" w:rsidRPr="005D5566">
        <w:t>il verra lui-même ce qu</w:t>
      </w:r>
      <w:r>
        <w:t>’</w:t>
      </w:r>
      <w:r w:rsidR="00530790" w:rsidRPr="005D5566">
        <w:t>il aura de mieux à faire</w:t>
      </w:r>
      <w:r>
        <w:t xml:space="preserve">… </w:t>
      </w:r>
      <w:r w:rsidR="00530790" w:rsidRPr="005D5566">
        <w:t>On lui a fourré dans la tête déjà assez de choses qu</w:t>
      </w:r>
      <w:r>
        <w:t>’</w:t>
      </w:r>
      <w:r w:rsidR="00530790" w:rsidRPr="005D5566">
        <w:t>il ne voulait pas</w:t>
      </w:r>
      <w:r>
        <w:t xml:space="preserve"> ! </w:t>
      </w:r>
      <w:r w:rsidR="00530790" w:rsidRPr="005D5566">
        <w:t>Cela suffit</w:t>
      </w:r>
      <w:r>
        <w:t xml:space="preserve"> ! </w:t>
      </w:r>
      <w:r w:rsidR="00530790" w:rsidRPr="005D5566">
        <w:t>Qu</w:t>
      </w:r>
      <w:r>
        <w:t>’</w:t>
      </w:r>
      <w:r w:rsidR="00530790" w:rsidRPr="005D5566">
        <w:t>il examine lui-même</w:t>
      </w:r>
      <w:r>
        <w:t xml:space="preserve"> ! </w:t>
      </w:r>
      <w:r w:rsidR="00530790" w:rsidRPr="005D5566">
        <w:t>Peut-être repoussera-t-il tout</w:t>
      </w:r>
      <w:r>
        <w:t xml:space="preserve">, </w:t>
      </w:r>
      <w:r w:rsidR="00530790" w:rsidRPr="005D5566">
        <w:t>toute la vie et toutes les sciences</w:t>
      </w:r>
      <w:r>
        <w:t xml:space="preserve"> ; </w:t>
      </w:r>
      <w:r w:rsidR="00530790" w:rsidRPr="005D5566">
        <w:t>peut-être verra-t-il que tout est dirigé contre lui</w:t>
      </w:r>
      <w:r>
        <w:t xml:space="preserve">… </w:t>
      </w:r>
      <w:r w:rsidR="00530790" w:rsidRPr="005D5566">
        <w:t>comme par exemple le Dieu de l</w:t>
      </w:r>
      <w:r>
        <w:t>’</w:t>
      </w:r>
      <w:r w:rsidR="00530790" w:rsidRPr="005D5566">
        <w:t>église</w:t>
      </w:r>
      <w:r>
        <w:t xml:space="preserve">. </w:t>
      </w:r>
      <w:r w:rsidR="00530790" w:rsidRPr="005D5566">
        <w:t>Donnez-lui seulement tous les livres en main</w:t>
      </w:r>
      <w:r>
        <w:t xml:space="preserve">, </w:t>
      </w:r>
      <w:r w:rsidR="00530790" w:rsidRPr="005D5566">
        <w:t>et il répondra lui-même</w:t>
      </w:r>
      <w:r>
        <w:t xml:space="preserve">, </w:t>
      </w:r>
      <w:r w:rsidR="00530790" w:rsidRPr="005D5566">
        <w:t>voilà</w:t>
      </w:r>
      <w:r>
        <w:t xml:space="preserve"> ! </w:t>
      </w:r>
      <w:r w:rsidR="00530790" w:rsidRPr="005D5566">
        <w:t>Mais il faudrait qu</w:t>
      </w:r>
      <w:r>
        <w:t>’</w:t>
      </w:r>
      <w:r w:rsidR="00530790" w:rsidRPr="005D5566">
        <w:t>il comprît que plus le collier est étroit</w:t>
      </w:r>
      <w:r>
        <w:t xml:space="preserve">, </w:t>
      </w:r>
      <w:r w:rsidR="00530790" w:rsidRPr="005D5566">
        <w:t>plus le travail est pénible</w:t>
      </w:r>
      <w:r>
        <w:t>.</w:t>
      </w:r>
    </w:p>
    <w:p w14:paraId="7BE3236D" w14:textId="77777777" w:rsidR="001C0413" w:rsidRDefault="00530790" w:rsidP="001C0413">
      <w:r w:rsidRPr="005D5566">
        <w:t>Quand Pavel était seul</w:t>
      </w:r>
      <w:r w:rsidR="001C0413">
        <w:t xml:space="preserve">, </w:t>
      </w:r>
      <w:r w:rsidRPr="005D5566">
        <w:t>Rybine et lui se mettaient aussitôt à discuter</w:t>
      </w:r>
      <w:r w:rsidR="001C0413">
        <w:t xml:space="preserve">, </w:t>
      </w:r>
      <w:r w:rsidRPr="005D5566">
        <w:t>tranquillement</w:t>
      </w:r>
      <w:r w:rsidR="001C0413">
        <w:t xml:space="preserve">, </w:t>
      </w:r>
      <w:r w:rsidRPr="005D5566">
        <w:t>longuement</w:t>
      </w:r>
      <w:r w:rsidR="001C0413">
        <w:t xml:space="preserve">. </w:t>
      </w:r>
      <w:r w:rsidRPr="005D5566">
        <w:t>La mère inquiète les écoutait</w:t>
      </w:r>
      <w:r w:rsidR="001C0413">
        <w:t xml:space="preserve">, </w:t>
      </w:r>
      <w:r w:rsidRPr="005D5566">
        <w:t>les suivait du regard en silence</w:t>
      </w:r>
      <w:r w:rsidR="001C0413">
        <w:t xml:space="preserve">, </w:t>
      </w:r>
      <w:r w:rsidRPr="005D5566">
        <w:t>essayant de comprendre</w:t>
      </w:r>
      <w:r w:rsidR="001C0413">
        <w:t xml:space="preserve">. </w:t>
      </w:r>
      <w:r w:rsidRPr="005D5566">
        <w:t>Parfois</w:t>
      </w:r>
      <w:r w:rsidR="001C0413">
        <w:t xml:space="preserve">, </w:t>
      </w:r>
      <w:r w:rsidRPr="005D5566">
        <w:t>il lui semblait que tous deux étaient devenus aveugles</w:t>
      </w:r>
      <w:r w:rsidR="001C0413">
        <w:t xml:space="preserve">. </w:t>
      </w:r>
      <w:r w:rsidRPr="005D5566">
        <w:t>Dans les ténèbres</w:t>
      </w:r>
      <w:r w:rsidR="001C0413">
        <w:t xml:space="preserve">, </w:t>
      </w:r>
      <w:r w:rsidRPr="005D5566">
        <w:t>entre les parois de la petite chambre</w:t>
      </w:r>
      <w:r w:rsidR="001C0413">
        <w:t xml:space="preserve">, </w:t>
      </w:r>
      <w:r w:rsidRPr="005D5566">
        <w:t>ils erraient de côté et d</w:t>
      </w:r>
      <w:r w:rsidR="001C0413">
        <w:t>’</w:t>
      </w:r>
      <w:r w:rsidRPr="005D5566">
        <w:t>autre</w:t>
      </w:r>
      <w:r w:rsidR="001C0413">
        <w:t xml:space="preserve">, </w:t>
      </w:r>
      <w:r w:rsidRPr="005D5566">
        <w:t>à la recherche de la lumière ou d</w:t>
      </w:r>
      <w:r w:rsidR="001C0413">
        <w:t>’</w:t>
      </w:r>
      <w:r w:rsidRPr="005D5566">
        <w:t>une issue</w:t>
      </w:r>
      <w:r w:rsidR="001C0413">
        <w:t xml:space="preserve"> ; </w:t>
      </w:r>
      <w:r w:rsidRPr="005D5566">
        <w:t>ils se raccrochaient à tout de leurs mains vigoureuses mais inhabiles</w:t>
      </w:r>
      <w:r w:rsidR="001C0413">
        <w:t xml:space="preserve">, </w:t>
      </w:r>
      <w:r w:rsidRPr="005D5566">
        <w:t>ils agitaient tout</w:t>
      </w:r>
      <w:r w:rsidR="001C0413">
        <w:t xml:space="preserve">, </w:t>
      </w:r>
      <w:r w:rsidRPr="005D5566">
        <w:t>remuaient tout</w:t>
      </w:r>
      <w:r w:rsidR="001C0413">
        <w:t xml:space="preserve">, </w:t>
      </w:r>
      <w:r w:rsidRPr="005D5566">
        <w:t>laissant tomber à terre des choses qu</w:t>
      </w:r>
      <w:r w:rsidR="001C0413">
        <w:t>’</w:t>
      </w:r>
      <w:r w:rsidRPr="005D5566">
        <w:t>ils piétinaient ensuite</w:t>
      </w:r>
      <w:r w:rsidR="001C0413">
        <w:t xml:space="preserve">. </w:t>
      </w:r>
      <w:r w:rsidRPr="005D5566">
        <w:t>Ils se heurtaient partout</w:t>
      </w:r>
      <w:r w:rsidR="001C0413">
        <w:t xml:space="preserve">, </w:t>
      </w:r>
      <w:r w:rsidRPr="005D5566">
        <w:t>tâtaient et repoussaient tout</w:t>
      </w:r>
      <w:r w:rsidR="001C0413">
        <w:t xml:space="preserve">, </w:t>
      </w:r>
      <w:r w:rsidRPr="005D5566">
        <w:t>sans hâte</w:t>
      </w:r>
      <w:r w:rsidR="001C0413">
        <w:t xml:space="preserve">, </w:t>
      </w:r>
      <w:r w:rsidRPr="005D5566">
        <w:t>sans perdre l</w:t>
      </w:r>
      <w:r w:rsidR="001C0413">
        <w:t>’</w:t>
      </w:r>
      <w:r w:rsidRPr="005D5566">
        <w:t>espoir</w:t>
      </w:r>
      <w:r w:rsidR="001C0413">
        <w:t xml:space="preserve">, </w:t>
      </w:r>
      <w:r w:rsidRPr="005D5566">
        <w:t>ni la foi</w:t>
      </w:r>
      <w:r w:rsidR="001C0413">
        <w:t>…</w:t>
      </w:r>
    </w:p>
    <w:p w14:paraId="62120CA1" w14:textId="77777777" w:rsidR="001C0413" w:rsidRDefault="00530790" w:rsidP="001C0413">
      <w:r w:rsidRPr="005D5566">
        <w:t>Ils l</w:t>
      </w:r>
      <w:r w:rsidR="001C0413">
        <w:t>’</w:t>
      </w:r>
      <w:r w:rsidRPr="005D5566">
        <w:t>avaient accoutumée à entendre une foule de paroles terribles par leur simplicité et leur audace</w:t>
      </w:r>
      <w:r w:rsidR="001C0413">
        <w:t xml:space="preserve"> ; </w:t>
      </w:r>
      <w:r w:rsidRPr="005D5566">
        <w:t>ces mots-là ne l</w:t>
      </w:r>
      <w:r w:rsidR="001C0413">
        <w:t>’</w:t>
      </w:r>
      <w:r w:rsidRPr="005D5566">
        <w:t>oppressaient plus avec la même violence qu</w:t>
      </w:r>
      <w:r w:rsidR="001C0413">
        <w:t>’</w:t>
      </w:r>
      <w:r w:rsidRPr="005D5566">
        <w:t>au début</w:t>
      </w:r>
      <w:r w:rsidR="001C0413">
        <w:t xml:space="preserve">. </w:t>
      </w:r>
      <w:r w:rsidRPr="005D5566">
        <w:t>Rybine ne plaisait pas à la mère</w:t>
      </w:r>
      <w:r w:rsidR="001C0413">
        <w:t xml:space="preserve"> ; </w:t>
      </w:r>
      <w:r w:rsidRPr="005D5566">
        <w:t>cependant</w:t>
      </w:r>
      <w:r w:rsidR="001C0413">
        <w:t xml:space="preserve">, </w:t>
      </w:r>
      <w:r w:rsidRPr="005D5566">
        <w:t>la répulsion qu</w:t>
      </w:r>
      <w:r w:rsidR="001C0413">
        <w:t>’</w:t>
      </w:r>
      <w:r w:rsidRPr="005D5566">
        <w:t>il lui inspirait au commencement avait disparu</w:t>
      </w:r>
      <w:r w:rsidR="001C0413">
        <w:t>.</w:t>
      </w:r>
    </w:p>
    <w:p w14:paraId="3F351D73" w14:textId="77777777" w:rsidR="001C0413" w:rsidRDefault="00530790" w:rsidP="001C0413">
      <w:r w:rsidRPr="005D5566">
        <w:t>Une fois par semaine</w:t>
      </w:r>
      <w:r w:rsidR="001C0413">
        <w:t xml:space="preserve">, </w:t>
      </w:r>
      <w:r w:rsidRPr="005D5566">
        <w:t>Pélaguée se rendait à la prison pour y porter du linge et des livres au Petit-Russien</w:t>
      </w:r>
      <w:r w:rsidR="001C0413">
        <w:t xml:space="preserve"> ; </w:t>
      </w:r>
      <w:r w:rsidRPr="005D5566">
        <w:t xml:space="preserve">elle obtint un </w:t>
      </w:r>
      <w:r w:rsidRPr="005D5566">
        <w:lastRenderedPageBreak/>
        <w:t>jour l</w:t>
      </w:r>
      <w:r w:rsidR="001C0413">
        <w:t>’</w:t>
      </w:r>
      <w:r w:rsidRPr="005D5566">
        <w:t>autorisation de le voir</w:t>
      </w:r>
      <w:r w:rsidR="001C0413">
        <w:t xml:space="preserve"> ; </w:t>
      </w:r>
      <w:r w:rsidRPr="005D5566">
        <w:t>en rentrant elle raconta avec attendrissement</w:t>
      </w:r>
      <w:r w:rsidR="001C0413">
        <w:t> :</w:t>
      </w:r>
    </w:p>
    <w:p w14:paraId="672A3B1C" w14:textId="77777777" w:rsidR="001C0413" w:rsidRDefault="001C0413" w:rsidP="001C0413">
      <w:r>
        <w:t>— </w:t>
      </w:r>
      <w:r w:rsidR="00530790" w:rsidRPr="005D5566">
        <w:t>Il est resté le même qu</w:t>
      </w:r>
      <w:r>
        <w:t>’</w:t>
      </w:r>
      <w:r w:rsidR="00530790" w:rsidRPr="005D5566">
        <w:t>à la maison</w:t>
      </w:r>
      <w:r>
        <w:t xml:space="preserve">. </w:t>
      </w:r>
      <w:r w:rsidR="00530790" w:rsidRPr="005D5566">
        <w:t>Il est gentil avec tout le monde</w:t>
      </w:r>
      <w:r>
        <w:t xml:space="preserve">, </w:t>
      </w:r>
      <w:r w:rsidR="00530790" w:rsidRPr="005D5566">
        <w:t>chacun plaisante avec lui</w:t>
      </w:r>
      <w:r>
        <w:t xml:space="preserve">. </w:t>
      </w:r>
      <w:r w:rsidR="00530790" w:rsidRPr="005D5566">
        <w:t>On dirait qu</w:t>
      </w:r>
      <w:r>
        <w:t>’</w:t>
      </w:r>
      <w:r w:rsidR="00530790" w:rsidRPr="005D5566">
        <w:t>il a toujours le cœur en fête</w:t>
      </w:r>
      <w:r>
        <w:t xml:space="preserve">… </w:t>
      </w:r>
      <w:r w:rsidR="00530790" w:rsidRPr="005D5566">
        <w:t>La vie lui est pénible</w:t>
      </w:r>
      <w:r>
        <w:t xml:space="preserve">, </w:t>
      </w:r>
      <w:r w:rsidR="00530790" w:rsidRPr="005D5566">
        <w:t>il souffre</w:t>
      </w:r>
      <w:r>
        <w:t xml:space="preserve">, </w:t>
      </w:r>
      <w:r w:rsidR="00530790" w:rsidRPr="005D5566">
        <w:t>mais il ne veut pas le montrer</w:t>
      </w:r>
      <w:r>
        <w:t>.</w:t>
      </w:r>
    </w:p>
    <w:p w14:paraId="2EDFC42C" w14:textId="77777777" w:rsidR="001C0413" w:rsidRDefault="001C0413" w:rsidP="001C0413">
      <w:r>
        <w:t>— </w:t>
      </w:r>
      <w:r w:rsidR="00530790" w:rsidRPr="005D5566">
        <w:t>C</w:t>
      </w:r>
      <w:r>
        <w:t>’</w:t>
      </w:r>
      <w:r w:rsidR="00530790" w:rsidRPr="005D5566">
        <w:t>est comme ça qu</w:t>
      </w:r>
      <w:r>
        <w:t>’</w:t>
      </w:r>
      <w:r w:rsidR="00530790" w:rsidRPr="005D5566">
        <w:t>il faut faire</w:t>
      </w:r>
      <w:r>
        <w:t xml:space="preserve"> ! </w:t>
      </w:r>
      <w:r w:rsidR="00530790" w:rsidRPr="005D5566">
        <w:t>répliqua Rybine</w:t>
      </w:r>
      <w:r>
        <w:t xml:space="preserve">. </w:t>
      </w:r>
      <w:r w:rsidR="00530790" w:rsidRPr="005D5566">
        <w:t>Nous sommes tous enveloppés dans le chagrin comme dans une seconde peau</w:t>
      </w:r>
      <w:r>
        <w:t xml:space="preserve">… </w:t>
      </w:r>
      <w:r w:rsidR="00530790" w:rsidRPr="005D5566">
        <w:t>nous respirons le chagrin</w:t>
      </w:r>
      <w:r>
        <w:t xml:space="preserve">, </w:t>
      </w:r>
      <w:r w:rsidR="00530790" w:rsidRPr="005D5566">
        <w:t>nous nous revêtons de chagrin</w:t>
      </w:r>
      <w:r>
        <w:t xml:space="preserve">… </w:t>
      </w:r>
      <w:r w:rsidR="00530790" w:rsidRPr="005D5566">
        <w:t>Mais il n</w:t>
      </w:r>
      <w:r>
        <w:t>’</w:t>
      </w:r>
      <w:r w:rsidR="00530790" w:rsidRPr="005D5566">
        <w:t>y a pas de quoi se vanter</w:t>
      </w:r>
      <w:r>
        <w:t xml:space="preserve">… </w:t>
      </w:r>
      <w:r w:rsidR="00530790" w:rsidRPr="005D5566">
        <w:t>Tout le monde n</w:t>
      </w:r>
      <w:r>
        <w:t>’</w:t>
      </w:r>
      <w:r w:rsidR="00530790" w:rsidRPr="005D5566">
        <w:t>a pas les yeux crevés</w:t>
      </w:r>
      <w:r>
        <w:t xml:space="preserve">, </w:t>
      </w:r>
      <w:r w:rsidR="00530790" w:rsidRPr="005D5566">
        <w:t>il y en a qui se les ferment eux-mêmes</w:t>
      </w:r>
      <w:r>
        <w:t xml:space="preserve">… </w:t>
      </w:r>
      <w:r w:rsidR="00530790" w:rsidRPr="005D5566">
        <w:t>voilà</w:t>
      </w:r>
      <w:r>
        <w:t xml:space="preserve"> ! </w:t>
      </w:r>
      <w:r w:rsidR="00530790" w:rsidRPr="005D5566">
        <w:t>Mais quand on est bête</w:t>
      </w:r>
      <w:r>
        <w:t xml:space="preserve">… </w:t>
      </w:r>
      <w:r w:rsidR="00530790" w:rsidRPr="005D5566">
        <w:t>il faut s</w:t>
      </w:r>
      <w:r>
        <w:t>’</w:t>
      </w:r>
      <w:r w:rsidR="00530790" w:rsidRPr="005D5566">
        <w:t>attendre à souffrir</w:t>
      </w:r>
      <w:r>
        <w:t>…</w:t>
      </w:r>
    </w:p>
    <w:p w14:paraId="1DA8D6B1" w14:textId="5A2A9695" w:rsidR="00530790" w:rsidRPr="003B37B8" w:rsidRDefault="00530790" w:rsidP="001C0413">
      <w:pPr>
        <w:pStyle w:val="Titre2"/>
        <w:rPr>
          <w:szCs w:val="44"/>
        </w:rPr>
      </w:pPr>
      <w:bookmarkStart w:id="13" w:name="_Toc202279534"/>
      <w:r w:rsidRPr="003B37B8">
        <w:rPr>
          <w:szCs w:val="44"/>
        </w:rPr>
        <w:lastRenderedPageBreak/>
        <w:t>XII</w:t>
      </w:r>
      <w:bookmarkEnd w:id="13"/>
      <w:r w:rsidRPr="003B37B8">
        <w:rPr>
          <w:szCs w:val="44"/>
        </w:rPr>
        <w:br/>
      </w:r>
    </w:p>
    <w:p w14:paraId="634DE28D" w14:textId="77777777" w:rsidR="001C0413" w:rsidRDefault="00530790" w:rsidP="001C0413">
      <w:r w:rsidRPr="005D5566">
        <w:t>La vieille petite maison grise des Vlassov attirait de plus en plus l</w:t>
      </w:r>
      <w:r w:rsidR="001C0413">
        <w:t>’</w:t>
      </w:r>
      <w:r w:rsidRPr="005D5566">
        <w:t>attention du faubourg</w:t>
      </w:r>
      <w:r w:rsidR="001C0413">
        <w:t xml:space="preserve">. </w:t>
      </w:r>
      <w:r w:rsidRPr="005D5566">
        <w:t>Parfois</w:t>
      </w:r>
      <w:r w:rsidR="001C0413">
        <w:t xml:space="preserve">, </w:t>
      </w:r>
      <w:r w:rsidRPr="005D5566">
        <w:t>un ouvrier y venait et</w:t>
      </w:r>
      <w:r w:rsidR="001C0413">
        <w:t xml:space="preserve">, </w:t>
      </w:r>
      <w:r w:rsidRPr="005D5566">
        <w:t>après avoir regardé de tous côtés</w:t>
      </w:r>
      <w:r w:rsidR="001C0413">
        <w:t xml:space="preserve">, </w:t>
      </w:r>
      <w:r w:rsidRPr="005D5566">
        <w:t>il disait à Pavel</w:t>
      </w:r>
      <w:r w:rsidR="001C0413">
        <w:t> :</w:t>
      </w:r>
    </w:p>
    <w:p w14:paraId="1995625F" w14:textId="77777777" w:rsidR="001C0413" w:rsidRDefault="001C0413" w:rsidP="001C0413">
      <w:r>
        <w:t>— </w:t>
      </w:r>
      <w:r w:rsidR="00530790" w:rsidRPr="005D5566">
        <w:t>Eh bien</w:t>
      </w:r>
      <w:r>
        <w:t xml:space="preserve">, </w:t>
      </w:r>
      <w:r w:rsidR="00530790" w:rsidRPr="005D5566">
        <w:t>frère</w:t>
      </w:r>
      <w:r>
        <w:t xml:space="preserve">, </w:t>
      </w:r>
      <w:r w:rsidR="00530790" w:rsidRPr="005D5566">
        <w:t>toi qui lis les livres</w:t>
      </w:r>
      <w:r>
        <w:t xml:space="preserve">, </w:t>
      </w:r>
      <w:r w:rsidR="00530790" w:rsidRPr="005D5566">
        <w:t>tu dois connaître les lois</w:t>
      </w:r>
      <w:r>
        <w:t xml:space="preserve">. </w:t>
      </w:r>
      <w:r w:rsidR="00530790" w:rsidRPr="005D5566">
        <w:t>Ainsi</w:t>
      </w:r>
      <w:r>
        <w:t xml:space="preserve">, </w:t>
      </w:r>
      <w:r w:rsidR="00530790" w:rsidRPr="005D5566">
        <w:t>explique-moi</w:t>
      </w:r>
      <w:r>
        <w:t>…</w:t>
      </w:r>
    </w:p>
    <w:p w14:paraId="74A8B795" w14:textId="77777777" w:rsidR="001C0413" w:rsidRDefault="00530790" w:rsidP="001C0413">
      <w:r w:rsidRPr="005D5566">
        <w:t>Et il racontait quelque injustice de la police ou de l</w:t>
      </w:r>
      <w:r w:rsidR="001C0413">
        <w:t>’</w:t>
      </w:r>
      <w:r w:rsidRPr="005D5566">
        <w:t>administration de la fabrique</w:t>
      </w:r>
      <w:r w:rsidR="001C0413">
        <w:t xml:space="preserve">. </w:t>
      </w:r>
      <w:r w:rsidRPr="005D5566">
        <w:t>Dans les cas compliqués</w:t>
      </w:r>
      <w:r w:rsidR="001C0413">
        <w:t xml:space="preserve">, </w:t>
      </w:r>
      <w:r w:rsidRPr="005D5566">
        <w:t>Pavel envoyait le visiteur avec un mot de recommandation à un avocat de ses amis</w:t>
      </w:r>
      <w:r w:rsidR="001C0413">
        <w:t xml:space="preserve">, </w:t>
      </w:r>
      <w:r w:rsidRPr="005D5566">
        <w:t>et quand il le pouvait</w:t>
      </w:r>
      <w:r w:rsidR="001C0413">
        <w:t xml:space="preserve">, </w:t>
      </w:r>
      <w:r w:rsidRPr="005D5566">
        <w:t>il donnait des conseils lui-même</w:t>
      </w:r>
      <w:r w:rsidR="001C0413">
        <w:t>.</w:t>
      </w:r>
    </w:p>
    <w:p w14:paraId="659AE5F7" w14:textId="77777777" w:rsidR="001C0413" w:rsidRDefault="00530790" w:rsidP="001C0413">
      <w:r w:rsidRPr="005D5566">
        <w:t>Peu à peu</w:t>
      </w:r>
      <w:r w:rsidR="001C0413">
        <w:t xml:space="preserve">, </w:t>
      </w:r>
      <w:r w:rsidRPr="005D5566">
        <w:t>les habitués du faubourg éprouvèrent un sentiment de respect pour ce jeune homme rangé</w:t>
      </w:r>
      <w:r w:rsidR="001C0413">
        <w:t xml:space="preserve">, </w:t>
      </w:r>
      <w:r w:rsidRPr="005D5566">
        <w:t>qui parlait de tout avec simplicité et hardiesse</w:t>
      </w:r>
      <w:r w:rsidR="001C0413">
        <w:t xml:space="preserve">, </w:t>
      </w:r>
      <w:r w:rsidRPr="005D5566">
        <w:t>qui ne riait presque jamais</w:t>
      </w:r>
      <w:r w:rsidR="001C0413">
        <w:t xml:space="preserve">, </w:t>
      </w:r>
      <w:r w:rsidRPr="005D5566">
        <w:t>qui regardait et écoutait toutes choses avec attention</w:t>
      </w:r>
      <w:r w:rsidR="001C0413">
        <w:t xml:space="preserve">, </w:t>
      </w:r>
      <w:r w:rsidRPr="005D5566">
        <w:t>se plongeant dans l</w:t>
      </w:r>
      <w:r w:rsidR="001C0413">
        <w:t>’</w:t>
      </w:r>
      <w:r w:rsidRPr="005D5566">
        <w:t>imbroglio de chaque affaire particulière et découvrant toujours le fil qui reliait les gens entre eux par des milliers de nœuds tenaces</w:t>
      </w:r>
      <w:r w:rsidR="001C0413">
        <w:t>…</w:t>
      </w:r>
    </w:p>
    <w:p w14:paraId="64E42D59" w14:textId="77777777" w:rsidR="001C0413" w:rsidRDefault="00530790" w:rsidP="001C0413">
      <w:r w:rsidRPr="005D5566">
        <w:t>La mère voyait s</w:t>
      </w:r>
      <w:r w:rsidR="001C0413">
        <w:t>’</w:t>
      </w:r>
      <w:r w:rsidRPr="005D5566">
        <w:t>étendre l</w:t>
      </w:r>
      <w:r w:rsidR="001C0413">
        <w:t>’</w:t>
      </w:r>
      <w:r w:rsidRPr="005D5566">
        <w:t>influence de son fils</w:t>
      </w:r>
      <w:r w:rsidR="001C0413">
        <w:t xml:space="preserve">, </w:t>
      </w:r>
      <w:r w:rsidRPr="005D5566">
        <w:t>elle commençait à saisir le sens des travaux de Pavel</w:t>
      </w:r>
      <w:r w:rsidR="001C0413">
        <w:t xml:space="preserve">, </w:t>
      </w:r>
      <w:r w:rsidRPr="005D5566">
        <w:t>et</w:t>
      </w:r>
      <w:r w:rsidR="001C0413">
        <w:t xml:space="preserve">, </w:t>
      </w:r>
      <w:r w:rsidRPr="005D5566">
        <w:t>quand elle avait compris</w:t>
      </w:r>
      <w:r w:rsidR="001C0413">
        <w:t xml:space="preserve">, </w:t>
      </w:r>
      <w:r w:rsidRPr="005D5566">
        <w:t>elle éprouvait une joie enfantine</w:t>
      </w:r>
      <w:r w:rsidR="001C0413">
        <w:t>.</w:t>
      </w:r>
    </w:p>
    <w:p w14:paraId="1A027887" w14:textId="77777777" w:rsidR="001C0413" w:rsidRDefault="00530790" w:rsidP="001C0413">
      <w:r w:rsidRPr="005D5566">
        <w:t>Pavel grandit encore dans l</w:t>
      </w:r>
      <w:r w:rsidR="001C0413">
        <w:t>’</w:t>
      </w:r>
      <w:r w:rsidRPr="005D5566">
        <w:t>opinion publique</w:t>
      </w:r>
      <w:r w:rsidR="001C0413">
        <w:t xml:space="preserve">, </w:t>
      </w:r>
      <w:r w:rsidRPr="005D5566">
        <w:t>lors de l</w:t>
      </w:r>
      <w:r w:rsidR="001C0413">
        <w:t>’</w:t>
      </w:r>
      <w:r w:rsidRPr="005D5566">
        <w:t xml:space="preserve">histoire du </w:t>
      </w:r>
      <w:r w:rsidR="001C0413">
        <w:t>« </w:t>
      </w:r>
      <w:r w:rsidRPr="005D5566">
        <w:t>kopek du marais</w:t>
      </w:r>
      <w:r w:rsidR="001C0413">
        <w:t> ».</w:t>
      </w:r>
    </w:p>
    <w:p w14:paraId="21749CA9" w14:textId="77777777" w:rsidR="001C0413" w:rsidRDefault="00530790" w:rsidP="001C0413">
      <w:pPr>
        <w:rPr>
          <w:bCs/>
        </w:rPr>
      </w:pPr>
      <w:r w:rsidRPr="005D5566">
        <w:t>Un large marais planté de sapins et de bouleaux entourait la fabrique comme d</w:t>
      </w:r>
      <w:r w:rsidR="001C0413">
        <w:t>’</w:t>
      </w:r>
      <w:r w:rsidRPr="005D5566">
        <w:t>un fossé infect</w:t>
      </w:r>
      <w:r w:rsidR="001C0413">
        <w:t xml:space="preserve">. </w:t>
      </w:r>
      <w:r w:rsidRPr="005D5566">
        <w:t>En été</w:t>
      </w:r>
      <w:r w:rsidR="001C0413">
        <w:t xml:space="preserve">, </w:t>
      </w:r>
      <w:r w:rsidRPr="005D5566">
        <w:t>une buée jaunâtre et opaque s</w:t>
      </w:r>
      <w:r w:rsidR="001C0413">
        <w:t>’</w:t>
      </w:r>
      <w:r w:rsidRPr="005D5566">
        <w:t xml:space="preserve">en dégageait avec </w:t>
      </w:r>
      <w:r w:rsidRPr="005D5566">
        <w:rPr>
          <w:bCs/>
        </w:rPr>
        <w:t xml:space="preserve">des </w:t>
      </w:r>
      <w:r w:rsidRPr="005D5566">
        <w:t xml:space="preserve">nuées </w:t>
      </w:r>
      <w:r w:rsidRPr="005D5566">
        <w:rPr>
          <w:bCs/>
        </w:rPr>
        <w:t xml:space="preserve">de </w:t>
      </w:r>
      <w:r w:rsidRPr="005D5566">
        <w:t>moustiques qui se répandaient dans le faubourg</w:t>
      </w:r>
      <w:r w:rsidR="001C0413">
        <w:t xml:space="preserve">, </w:t>
      </w:r>
      <w:r w:rsidRPr="005D5566">
        <w:t>en y semant les fièvres</w:t>
      </w:r>
      <w:r w:rsidR="001C0413">
        <w:t xml:space="preserve">. </w:t>
      </w:r>
      <w:r w:rsidRPr="005D5566">
        <w:t xml:space="preserve">Le </w:t>
      </w:r>
      <w:r w:rsidRPr="005D5566">
        <w:lastRenderedPageBreak/>
        <w:t xml:space="preserve">marais appartenait à </w:t>
      </w:r>
      <w:r w:rsidRPr="005D5566">
        <w:rPr>
          <w:bCs/>
        </w:rPr>
        <w:t xml:space="preserve">la </w:t>
      </w:r>
      <w:r w:rsidRPr="005D5566">
        <w:t>fabrique</w:t>
      </w:r>
      <w:r w:rsidR="001C0413">
        <w:t xml:space="preserve"> ; </w:t>
      </w:r>
      <w:r w:rsidRPr="005D5566">
        <w:t>le nouveau directeur</w:t>
      </w:r>
      <w:r w:rsidR="001C0413">
        <w:t xml:space="preserve">, </w:t>
      </w:r>
      <w:r w:rsidRPr="005D5566">
        <w:t xml:space="preserve">voulant en tirer </w:t>
      </w:r>
      <w:r w:rsidRPr="005D5566">
        <w:rPr>
          <w:bCs/>
        </w:rPr>
        <w:t>parti</w:t>
      </w:r>
      <w:r w:rsidR="001C0413">
        <w:rPr>
          <w:bCs/>
        </w:rPr>
        <w:t xml:space="preserve">, </w:t>
      </w:r>
      <w:r w:rsidRPr="005D5566">
        <w:t>conçut le projet de l</w:t>
      </w:r>
      <w:r w:rsidR="001C0413">
        <w:t>’</w:t>
      </w:r>
      <w:r w:rsidRPr="005D5566">
        <w:t>assécher et d</w:t>
      </w:r>
      <w:r w:rsidR="001C0413">
        <w:t>’</w:t>
      </w:r>
      <w:r w:rsidRPr="005D5566">
        <w:t>en extraire la tourbe en même temps</w:t>
      </w:r>
      <w:r w:rsidR="001C0413">
        <w:t xml:space="preserve">. </w:t>
      </w:r>
      <w:r w:rsidRPr="005D5566">
        <w:t>Cette opération</w:t>
      </w:r>
      <w:r w:rsidR="001C0413">
        <w:t xml:space="preserve">, </w:t>
      </w:r>
      <w:r w:rsidRPr="005D5566">
        <w:rPr>
          <w:bCs/>
        </w:rPr>
        <w:t xml:space="preserve">dit-il </w:t>
      </w:r>
      <w:r w:rsidRPr="005D5566">
        <w:t>aux ouvriers</w:t>
      </w:r>
      <w:r w:rsidR="001C0413">
        <w:t xml:space="preserve">, </w:t>
      </w:r>
      <w:r w:rsidRPr="005D5566">
        <w:t xml:space="preserve">assainirait les environs et améliorerait les conditions </w:t>
      </w:r>
      <w:r w:rsidRPr="005D5566">
        <w:rPr>
          <w:bCs/>
        </w:rPr>
        <w:t xml:space="preserve">de </w:t>
      </w:r>
      <w:r w:rsidRPr="005D5566">
        <w:t>leur existence à tous</w:t>
      </w:r>
      <w:r w:rsidR="001C0413">
        <w:t xml:space="preserve">, </w:t>
      </w:r>
      <w:r w:rsidRPr="005D5566">
        <w:rPr>
          <w:bCs/>
        </w:rPr>
        <w:t xml:space="preserve">de </w:t>
      </w:r>
      <w:r w:rsidRPr="005D5566">
        <w:t>sorte qu</w:t>
      </w:r>
      <w:r w:rsidR="001C0413">
        <w:t>’</w:t>
      </w:r>
      <w:r w:rsidRPr="005D5566">
        <w:t>il donna l</w:t>
      </w:r>
      <w:r w:rsidR="001C0413">
        <w:t>’</w:t>
      </w:r>
      <w:r w:rsidRPr="005D5566">
        <w:t xml:space="preserve">ordre </w:t>
      </w:r>
      <w:r w:rsidRPr="005D5566">
        <w:rPr>
          <w:bCs/>
        </w:rPr>
        <w:t xml:space="preserve">de retenir un </w:t>
      </w:r>
      <w:r w:rsidRPr="005D5566">
        <w:t>kopek par rouble sur les salaires</w:t>
      </w:r>
      <w:r w:rsidR="001C0413">
        <w:t xml:space="preserve">, </w:t>
      </w:r>
      <w:r w:rsidRPr="005D5566">
        <w:t>pour l</w:t>
      </w:r>
      <w:r w:rsidR="001C0413">
        <w:t>’</w:t>
      </w:r>
      <w:r w:rsidRPr="005D5566">
        <w:t>assè</w:t>
      </w:r>
      <w:r w:rsidRPr="005D5566">
        <w:rPr>
          <w:bCs/>
        </w:rPr>
        <w:t>chement du marais</w:t>
      </w:r>
      <w:r w:rsidR="001C0413">
        <w:rPr>
          <w:bCs/>
        </w:rPr>
        <w:t>.</w:t>
      </w:r>
    </w:p>
    <w:p w14:paraId="6006BF5E" w14:textId="77777777" w:rsidR="001C0413" w:rsidRDefault="00530790" w:rsidP="001C0413">
      <w:r w:rsidRPr="005D5566">
        <w:t>Les ouvriers s</w:t>
      </w:r>
      <w:r w:rsidR="001C0413">
        <w:t>’</w:t>
      </w:r>
      <w:r w:rsidRPr="005D5566">
        <w:t>agitèrent</w:t>
      </w:r>
      <w:r w:rsidR="001C0413">
        <w:t xml:space="preserve"> : </w:t>
      </w:r>
      <w:r w:rsidRPr="005D5566">
        <w:t xml:space="preserve">ils </w:t>
      </w:r>
      <w:r w:rsidRPr="005D5566">
        <w:rPr>
          <w:bCs/>
        </w:rPr>
        <w:t xml:space="preserve">étaient surtout </w:t>
      </w:r>
      <w:r w:rsidRPr="005D5566">
        <w:t>irrités du fait que le nouvel impôt n</w:t>
      </w:r>
      <w:r w:rsidR="001C0413">
        <w:t>’</w:t>
      </w:r>
      <w:r w:rsidRPr="005D5566">
        <w:t>était pas applicable aux employés</w:t>
      </w:r>
      <w:r w:rsidR="001C0413">
        <w:t>…</w:t>
      </w:r>
    </w:p>
    <w:p w14:paraId="56AD2F98" w14:textId="77777777" w:rsidR="001C0413" w:rsidRDefault="00530790" w:rsidP="001C0413">
      <w:r w:rsidRPr="005D5566">
        <w:t xml:space="preserve">Le samedi où la décision du </w:t>
      </w:r>
      <w:r w:rsidRPr="005D5566">
        <w:rPr>
          <w:bCs/>
        </w:rPr>
        <w:t xml:space="preserve">directeur </w:t>
      </w:r>
      <w:r w:rsidRPr="005D5566">
        <w:t>fut affichée</w:t>
      </w:r>
      <w:r w:rsidR="001C0413">
        <w:t xml:space="preserve">, </w:t>
      </w:r>
      <w:r w:rsidRPr="005D5566">
        <w:t>Pavel était malade et n</w:t>
      </w:r>
      <w:r w:rsidR="001C0413">
        <w:t>’</w:t>
      </w:r>
      <w:r w:rsidRPr="005D5566">
        <w:t>avait pas été travailler</w:t>
      </w:r>
      <w:r w:rsidR="001C0413">
        <w:t xml:space="preserve"> ; </w:t>
      </w:r>
      <w:r w:rsidRPr="005D5566">
        <w:rPr>
          <w:bCs/>
        </w:rPr>
        <w:t xml:space="preserve">il ne </w:t>
      </w:r>
      <w:r w:rsidRPr="005D5566">
        <w:t>savait rien de l</w:t>
      </w:r>
      <w:r w:rsidR="001C0413">
        <w:rPr>
          <w:bCs/>
        </w:rPr>
        <w:t>’</w:t>
      </w:r>
      <w:r w:rsidRPr="005D5566">
        <w:rPr>
          <w:bCs/>
        </w:rPr>
        <w:t>histoire</w:t>
      </w:r>
      <w:r w:rsidR="001C0413">
        <w:rPr>
          <w:bCs/>
        </w:rPr>
        <w:t xml:space="preserve">. </w:t>
      </w:r>
      <w:r w:rsidRPr="005D5566">
        <w:t>Le lendemain matin</w:t>
      </w:r>
      <w:r w:rsidR="001C0413">
        <w:t xml:space="preserve">, </w:t>
      </w:r>
      <w:r w:rsidRPr="005D5566">
        <w:t>après la messe</w:t>
      </w:r>
      <w:r w:rsidR="001C0413">
        <w:t xml:space="preserve">, </w:t>
      </w:r>
      <w:r w:rsidRPr="005D5566">
        <w:t>le fondeur Sizov</w:t>
      </w:r>
      <w:r w:rsidR="001C0413">
        <w:t xml:space="preserve">, </w:t>
      </w:r>
      <w:r w:rsidRPr="005D5566">
        <w:t>beau vieillard</w:t>
      </w:r>
      <w:r w:rsidR="001C0413">
        <w:t xml:space="preserve">, </w:t>
      </w:r>
      <w:r w:rsidRPr="005D5566">
        <w:t xml:space="preserve">le serrurier </w:t>
      </w:r>
      <w:r w:rsidRPr="005D5566">
        <w:rPr>
          <w:bCs/>
        </w:rPr>
        <w:t>Makhotine</w:t>
      </w:r>
      <w:r w:rsidR="001C0413">
        <w:rPr>
          <w:bCs/>
        </w:rPr>
        <w:t xml:space="preserve">, </w:t>
      </w:r>
      <w:r w:rsidRPr="005D5566">
        <w:t>homme de haute taille</w:t>
      </w:r>
      <w:r w:rsidR="001C0413">
        <w:t xml:space="preserve">, </w:t>
      </w:r>
      <w:r w:rsidRPr="005D5566">
        <w:rPr>
          <w:bCs/>
        </w:rPr>
        <w:t xml:space="preserve">très </w:t>
      </w:r>
      <w:r w:rsidRPr="005D5566">
        <w:t>irascible</w:t>
      </w:r>
      <w:r w:rsidR="001C0413">
        <w:t xml:space="preserve">, </w:t>
      </w:r>
      <w:r w:rsidRPr="005D5566">
        <w:t xml:space="preserve">vinrent chez </w:t>
      </w:r>
      <w:r w:rsidRPr="005D5566">
        <w:rPr>
          <w:bCs/>
        </w:rPr>
        <w:t xml:space="preserve">lui </w:t>
      </w:r>
      <w:r w:rsidRPr="005D5566">
        <w:t xml:space="preserve">pour lui raconter </w:t>
      </w:r>
      <w:r w:rsidRPr="005D5566">
        <w:rPr>
          <w:bCs/>
        </w:rPr>
        <w:t xml:space="preserve">ce </w:t>
      </w:r>
      <w:r w:rsidRPr="005D5566">
        <w:t>qui était arrivé</w:t>
      </w:r>
      <w:r w:rsidR="001C0413">
        <w:t>.</w:t>
      </w:r>
    </w:p>
    <w:p w14:paraId="3FC0C503" w14:textId="77777777" w:rsidR="001C0413" w:rsidRDefault="001C0413" w:rsidP="001C0413">
      <w:r>
        <w:t>— </w:t>
      </w:r>
      <w:r w:rsidR="00530790" w:rsidRPr="005D5566">
        <w:t>Les plus âgés d</w:t>
      </w:r>
      <w:r>
        <w:t>’</w:t>
      </w:r>
      <w:r w:rsidR="00530790" w:rsidRPr="005D5566">
        <w:t>entre nous se sont réunis</w:t>
      </w:r>
      <w:r>
        <w:t xml:space="preserve">, </w:t>
      </w:r>
      <w:r w:rsidR="00530790" w:rsidRPr="005D5566">
        <w:t xml:space="preserve">dit </w:t>
      </w:r>
      <w:r w:rsidR="00530790" w:rsidRPr="005D5566">
        <w:rPr>
          <w:bCs/>
        </w:rPr>
        <w:t xml:space="preserve">posément </w:t>
      </w:r>
      <w:r w:rsidR="00530790" w:rsidRPr="005D5566">
        <w:t>Sizov</w:t>
      </w:r>
      <w:r>
        <w:t xml:space="preserve">, </w:t>
      </w:r>
      <w:r w:rsidR="00530790" w:rsidRPr="005D5566">
        <w:t xml:space="preserve">nous avons </w:t>
      </w:r>
      <w:r w:rsidR="00530790" w:rsidRPr="005D5566">
        <w:rPr>
          <w:bCs/>
        </w:rPr>
        <w:t>discuté</w:t>
      </w:r>
      <w:r>
        <w:rPr>
          <w:bCs/>
        </w:rPr>
        <w:t xml:space="preserve"> ; </w:t>
      </w:r>
      <w:r w:rsidR="00530790" w:rsidRPr="005D5566">
        <w:rPr>
          <w:bCs/>
        </w:rPr>
        <w:t xml:space="preserve">et </w:t>
      </w:r>
      <w:r w:rsidR="00530790" w:rsidRPr="005D5566">
        <w:t>voilà</w:t>
      </w:r>
      <w:r>
        <w:t xml:space="preserve">, </w:t>
      </w:r>
      <w:r w:rsidR="00530790" w:rsidRPr="005D5566">
        <w:t>nos camarades nous ont envoyés pour te demander</w:t>
      </w:r>
      <w:r>
        <w:t xml:space="preserve"> – </w:t>
      </w:r>
      <w:r w:rsidR="00530790" w:rsidRPr="005D5566">
        <w:t>puisque tu es un homme éclairé</w:t>
      </w:r>
      <w:r>
        <w:t xml:space="preserve"> – </w:t>
      </w:r>
      <w:r w:rsidR="00530790" w:rsidRPr="005D5566">
        <w:t>s</w:t>
      </w:r>
      <w:r>
        <w:t>’</w:t>
      </w:r>
      <w:r w:rsidR="00530790" w:rsidRPr="005D5566">
        <w:t xml:space="preserve">il y a une loi qui permette </w:t>
      </w:r>
      <w:r w:rsidR="00530790" w:rsidRPr="005D5566">
        <w:rPr>
          <w:bCs/>
        </w:rPr>
        <w:t xml:space="preserve">au </w:t>
      </w:r>
      <w:r w:rsidR="00530790" w:rsidRPr="005D5566">
        <w:t xml:space="preserve">directeur de combattre les moustiques </w:t>
      </w:r>
      <w:r w:rsidR="00530790" w:rsidRPr="005D5566">
        <w:rPr>
          <w:bCs/>
        </w:rPr>
        <w:t xml:space="preserve">avec </w:t>
      </w:r>
      <w:r w:rsidR="00530790" w:rsidRPr="005D5566">
        <w:t>notre argent</w:t>
      </w:r>
      <w:r>
        <w:t> ?</w:t>
      </w:r>
    </w:p>
    <w:p w14:paraId="43410353" w14:textId="77777777" w:rsidR="001C0413" w:rsidRDefault="001C0413" w:rsidP="001C0413">
      <w:r>
        <w:t>— </w:t>
      </w:r>
      <w:r w:rsidR="00530790" w:rsidRPr="005D5566">
        <w:t>Songe donc</w:t>
      </w:r>
      <w:r>
        <w:t xml:space="preserve">, </w:t>
      </w:r>
      <w:r w:rsidR="00530790" w:rsidRPr="005D5566">
        <w:t>ajouta Makhotine</w:t>
      </w:r>
      <w:r>
        <w:t xml:space="preserve">, </w:t>
      </w:r>
      <w:r w:rsidR="00530790" w:rsidRPr="005D5566">
        <w:rPr>
          <w:bCs/>
        </w:rPr>
        <w:t xml:space="preserve">en </w:t>
      </w:r>
      <w:r w:rsidR="00530790" w:rsidRPr="005D5566">
        <w:t>roulant ses yeux bridés</w:t>
      </w:r>
      <w:r>
        <w:t xml:space="preserve">, </w:t>
      </w:r>
      <w:r w:rsidR="00530790" w:rsidRPr="005D5566">
        <w:t xml:space="preserve">il y a quatre </w:t>
      </w:r>
      <w:r w:rsidR="00530790" w:rsidRPr="005D5566">
        <w:rPr>
          <w:bCs/>
        </w:rPr>
        <w:t>ans</w:t>
      </w:r>
      <w:r>
        <w:rPr>
          <w:bCs/>
        </w:rPr>
        <w:t xml:space="preserve">, </w:t>
      </w:r>
      <w:r w:rsidR="00530790" w:rsidRPr="005D5566">
        <w:t>ces voleurs ont quêté pour pouvoir construire un établissement de bains</w:t>
      </w:r>
      <w:r>
        <w:t xml:space="preserve">… </w:t>
      </w:r>
      <w:r w:rsidR="00530790" w:rsidRPr="005D5566">
        <w:t xml:space="preserve">On </w:t>
      </w:r>
      <w:r w:rsidR="00530790" w:rsidRPr="005D5566">
        <w:rPr>
          <w:bCs/>
        </w:rPr>
        <w:t xml:space="preserve">a </w:t>
      </w:r>
      <w:r w:rsidR="00530790" w:rsidRPr="005D5566">
        <w:t xml:space="preserve">ramassé trois mille </w:t>
      </w:r>
      <w:r w:rsidR="00530790" w:rsidRPr="005D5566">
        <w:rPr>
          <w:bCs/>
        </w:rPr>
        <w:t xml:space="preserve">huit </w:t>
      </w:r>
      <w:r w:rsidR="00530790" w:rsidRPr="005D5566">
        <w:t>cents roubles</w:t>
      </w:r>
      <w:r>
        <w:t xml:space="preserve">… </w:t>
      </w:r>
      <w:r w:rsidR="00530790" w:rsidRPr="005D5566">
        <w:t>Où sont-ils</w:t>
      </w:r>
      <w:r>
        <w:t xml:space="preserve">, </w:t>
      </w:r>
      <w:r w:rsidR="00530790" w:rsidRPr="005D5566">
        <w:t>et où sont les bains</w:t>
      </w:r>
      <w:r>
        <w:t> ?</w:t>
      </w:r>
    </w:p>
    <w:p w14:paraId="3B83E417" w14:textId="77777777" w:rsidR="001C0413" w:rsidRDefault="00530790" w:rsidP="001C0413">
      <w:r w:rsidRPr="005D5566">
        <w:t>Pavel expliqua que cet impôt était injuste</w:t>
      </w:r>
      <w:r w:rsidR="001C0413">
        <w:t xml:space="preserve">, </w:t>
      </w:r>
      <w:r w:rsidRPr="005D5566">
        <w:t xml:space="preserve">que la fabrique retirerait un grand avantage </w:t>
      </w:r>
      <w:r w:rsidRPr="005D5566">
        <w:rPr>
          <w:bCs/>
        </w:rPr>
        <w:t xml:space="preserve">de ce </w:t>
      </w:r>
      <w:r w:rsidRPr="005D5566">
        <w:t>projet</w:t>
      </w:r>
      <w:r w:rsidR="001C0413">
        <w:t xml:space="preserve">. </w:t>
      </w:r>
      <w:r w:rsidRPr="005D5566">
        <w:t>Sur quoi</w:t>
      </w:r>
      <w:r w:rsidR="001C0413">
        <w:t xml:space="preserve">, </w:t>
      </w:r>
      <w:r w:rsidRPr="005D5566">
        <w:t>les deux ouvriers s</w:t>
      </w:r>
      <w:r w:rsidR="001C0413">
        <w:t>’</w:t>
      </w:r>
      <w:r w:rsidRPr="005D5566">
        <w:t>en allèrent avec des airs renfrognés</w:t>
      </w:r>
      <w:r w:rsidR="001C0413">
        <w:t xml:space="preserve">. </w:t>
      </w:r>
      <w:r w:rsidRPr="005D5566">
        <w:t>Après les avoir reconduits</w:t>
      </w:r>
      <w:r w:rsidR="001C0413">
        <w:t xml:space="preserve">, </w:t>
      </w:r>
      <w:r w:rsidRPr="005D5566">
        <w:t xml:space="preserve">la </w:t>
      </w:r>
      <w:r w:rsidRPr="005D5566">
        <w:rPr>
          <w:bCs/>
        </w:rPr>
        <w:t xml:space="preserve">mère </w:t>
      </w:r>
      <w:r w:rsidRPr="005D5566">
        <w:t>s</w:t>
      </w:r>
      <w:r w:rsidR="001C0413">
        <w:t>’</w:t>
      </w:r>
      <w:r w:rsidRPr="005D5566">
        <w:t>écria avec un sourire</w:t>
      </w:r>
      <w:r w:rsidR="001C0413">
        <w:t> :</w:t>
      </w:r>
    </w:p>
    <w:p w14:paraId="0D69DB09" w14:textId="77777777" w:rsidR="001C0413" w:rsidRDefault="001C0413" w:rsidP="001C0413">
      <w:r>
        <w:t>— </w:t>
      </w:r>
      <w:r w:rsidR="00530790" w:rsidRPr="005D5566">
        <w:t>Voilà des vieillards qui viennent chez toi faire provision d</w:t>
      </w:r>
      <w:r>
        <w:t>’</w:t>
      </w:r>
      <w:r w:rsidR="00530790" w:rsidRPr="005D5566">
        <w:t>esprit</w:t>
      </w:r>
      <w:r>
        <w:t xml:space="preserve">, </w:t>
      </w:r>
      <w:r w:rsidR="00530790" w:rsidRPr="005D5566">
        <w:t>Pavel</w:t>
      </w:r>
      <w:r>
        <w:t> !</w:t>
      </w:r>
    </w:p>
    <w:p w14:paraId="181448DB" w14:textId="77777777" w:rsidR="001C0413" w:rsidRDefault="00530790" w:rsidP="001C0413">
      <w:r w:rsidRPr="005D5566">
        <w:lastRenderedPageBreak/>
        <w:t>Sans répondre</w:t>
      </w:r>
      <w:r w:rsidR="001C0413">
        <w:t xml:space="preserve">, </w:t>
      </w:r>
      <w:r w:rsidRPr="005D5566">
        <w:t>le jeune homme s</w:t>
      </w:r>
      <w:r w:rsidR="001C0413">
        <w:t>’</w:t>
      </w:r>
      <w:r w:rsidRPr="005D5566">
        <w:t xml:space="preserve">assit </w:t>
      </w:r>
      <w:r w:rsidRPr="005D5566">
        <w:rPr>
          <w:bCs/>
        </w:rPr>
        <w:t xml:space="preserve">et </w:t>
      </w:r>
      <w:r w:rsidRPr="005D5566">
        <w:t>se mit à écrire d</w:t>
      </w:r>
      <w:r w:rsidR="001C0413">
        <w:t>’</w:t>
      </w:r>
      <w:r w:rsidRPr="005D5566">
        <w:t>un air soucieux</w:t>
      </w:r>
      <w:r w:rsidR="001C0413">
        <w:t xml:space="preserve">. </w:t>
      </w:r>
      <w:r w:rsidRPr="005D5566">
        <w:t>Quelques instants après</w:t>
      </w:r>
      <w:r w:rsidR="001C0413">
        <w:t xml:space="preserve">, </w:t>
      </w:r>
      <w:r w:rsidRPr="005D5566">
        <w:t xml:space="preserve">il </w:t>
      </w:r>
      <w:r w:rsidRPr="005D5566">
        <w:rPr>
          <w:bCs/>
        </w:rPr>
        <w:t xml:space="preserve">dit </w:t>
      </w:r>
      <w:r w:rsidRPr="005D5566">
        <w:t>à sa mère</w:t>
      </w:r>
      <w:r w:rsidR="001C0413">
        <w:t> :</w:t>
      </w:r>
    </w:p>
    <w:p w14:paraId="5719308B" w14:textId="77777777" w:rsidR="001C0413" w:rsidRDefault="001C0413" w:rsidP="001C0413">
      <w:r>
        <w:t>— </w:t>
      </w:r>
      <w:r w:rsidR="00530790" w:rsidRPr="005D5566">
        <w:t>Je t</w:t>
      </w:r>
      <w:r>
        <w:t>’</w:t>
      </w:r>
      <w:r w:rsidR="00530790" w:rsidRPr="005D5566">
        <w:t>en prie</w:t>
      </w:r>
      <w:r>
        <w:t xml:space="preserve">, </w:t>
      </w:r>
      <w:r w:rsidR="00530790" w:rsidRPr="005D5566">
        <w:t>va immédiatement à la ville et porte ce billet</w:t>
      </w:r>
      <w:r>
        <w:t>…</w:t>
      </w:r>
    </w:p>
    <w:p w14:paraId="40A8A331" w14:textId="77777777" w:rsidR="001C0413" w:rsidRDefault="001C0413" w:rsidP="001C0413">
      <w:pPr>
        <w:rPr>
          <w:bCs/>
        </w:rPr>
      </w:pPr>
      <w:r>
        <w:t>— </w:t>
      </w:r>
      <w:r w:rsidR="00530790" w:rsidRPr="005D5566">
        <w:t>C</w:t>
      </w:r>
      <w:r>
        <w:t>’</w:t>
      </w:r>
      <w:r w:rsidR="00530790" w:rsidRPr="005D5566">
        <w:t>est dangereux</w:t>
      </w:r>
      <w:r>
        <w:rPr>
          <w:i/>
          <w:iCs/>
        </w:rPr>
        <w:t xml:space="preserve"> ? </w:t>
      </w:r>
      <w:r w:rsidR="00530790" w:rsidRPr="005D5566">
        <w:t>demanda-t</w:t>
      </w:r>
      <w:r w:rsidR="00530790" w:rsidRPr="005D5566">
        <w:rPr>
          <w:bCs/>
        </w:rPr>
        <w:t>-elle</w:t>
      </w:r>
      <w:r>
        <w:rPr>
          <w:bCs/>
        </w:rPr>
        <w:t>.</w:t>
      </w:r>
    </w:p>
    <w:p w14:paraId="51BCB60B" w14:textId="77777777" w:rsidR="001C0413" w:rsidRDefault="001C0413" w:rsidP="001C0413">
      <w:r>
        <w:t>— </w:t>
      </w:r>
      <w:r w:rsidR="00530790" w:rsidRPr="005D5566">
        <w:t>Oui</w:t>
      </w:r>
      <w:r>
        <w:t xml:space="preserve">. </w:t>
      </w:r>
      <w:r w:rsidR="00530790" w:rsidRPr="005D5566">
        <w:t>C</w:t>
      </w:r>
      <w:r>
        <w:t>’</w:t>
      </w:r>
      <w:r w:rsidR="00530790" w:rsidRPr="005D5566">
        <w:t>est là qu</w:t>
      </w:r>
      <w:r>
        <w:t>’</w:t>
      </w:r>
      <w:r w:rsidR="00530790" w:rsidRPr="005D5566">
        <w:t>on imprime notre journal</w:t>
      </w:r>
      <w:r>
        <w:t xml:space="preserve">… </w:t>
      </w:r>
      <w:r w:rsidR="00530790" w:rsidRPr="005D5566">
        <w:t>Il faut absolument que cette histoire du kopek paraisse dans le prochain numéro</w:t>
      </w:r>
      <w:r>
        <w:t> !</w:t>
      </w:r>
    </w:p>
    <w:p w14:paraId="61831903" w14:textId="77777777" w:rsidR="001C0413" w:rsidRDefault="001C0413" w:rsidP="001C0413">
      <w:r>
        <w:t>— </w:t>
      </w:r>
      <w:r w:rsidR="00530790" w:rsidRPr="005D5566">
        <w:t>C</w:t>
      </w:r>
      <w:r>
        <w:t>’</w:t>
      </w:r>
      <w:r w:rsidR="00530790" w:rsidRPr="005D5566">
        <w:t>est bien</w:t>
      </w:r>
      <w:r>
        <w:t xml:space="preserve">, </w:t>
      </w:r>
      <w:r w:rsidR="00530790" w:rsidRPr="005D5566">
        <w:t>c</w:t>
      </w:r>
      <w:r>
        <w:t>’</w:t>
      </w:r>
      <w:r w:rsidR="00530790" w:rsidRPr="005D5566">
        <w:t>est bien</w:t>
      </w:r>
      <w:r>
        <w:t xml:space="preserve"> ! </w:t>
      </w:r>
      <w:r w:rsidR="00530790" w:rsidRPr="005D5566">
        <w:t>répliqua-t-elle en s</w:t>
      </w:r>
      <w:r>
        <w:t>’</w:t>
      </w:r>
      <w:r w:rsidR="00530790" w:rsidRPr="005D5566">
        <w:t>habillent à la hâte</w:t>
      </w:r>
      <w:r>
        <w:t xml:space="preserve">. </w:t>
      </w:r>
      <w:r w:rsidR="00530790" w:rsidRPr="005D5566">
        <w:t>J</w:t>
      </w:r>
      <w:r>
        <w:t>’</w:t>
      </w:r>
      <w:r w:rsidR="00530790" w:rsidRPr="005D5566">
        <w:t>y vais</w:t>
      </w:r>
      <w:r>
        <w:t>…</w:t>
      </w:r>
    </w:p>
    <w:p w14:paraId="6DB87F31" w14:textId="77777777" w:rsidR="001C0413" w:rsidRDefault="00530790" w:rsidP="001C0413">
      <w:r w:rsidRPr="005D5566">
        <w:t>C</w:t>
      </w:r>
      <w:r w:rsidR="001C0413">
        <w:t>’</w:t>
      </w:r>
      <w:r w:rsidRPr="005D5566">
        <w:t>était la première commission que lui donnait son f</w:t>
      </w:r>
      <w:r w:rsidRPr="005D5566">
        <w:rPr>
          <w:bCs/>
        </w:rPr>
        <w:t>ils</w:t>
      </w:r>
      <w:r w:rsidR="001C0413">
        <w:t xml:space="preserve"> ! </w:t>
      </w:r>
      <w:r w:rsidRPr="005D5566">
        <w:t>Elle fut heureuse de voir qu</w:t>
      </w:r>
      <w:r w:rsidR="001C0413">
        <w:t>’</w:t>
      </w:r>
      <w:r w:rsidRPr="005D5566">
        <w:t>il lui disait franchement de quoi il était question</w:t>
      </w:r>
      <w:r w:rsidR="001C0413">
        <w:t xml:space="preserve">, </w:t>
      </w:r>
      <w:r w:rsidRPr="005D5566">
        <w:t>et de pouvoir lui être utile dans son œuvre</w:t>
      </w:r>
      <w:r w:rsidR="001C0413">
        <w:t>.</w:t>
      </w:r>
    </w:p>
    <w:p w14:paraId="125C2FE8" w14:textId="77777777" w:rsidR="001C0413" w:rsidRDefault="001C0413" w:rsidP="001C0413">
      <w:r>
        <w:t>— </w:t>
      </w:r>
      <w:r w:rsidR="00530790" w:rsidRPr="005D5566">
        <w:t>Je comprends</w:t>
      </w:r>
      <w:r>
        <w:t xml:space="preserve">, </w:t>
      </w:r>
      <w:r w:rsidR="00530790" w:rsidRPr="005D5566">
        <w:t>Pavel</w:t>
      </w:r>
      <w:r>
        <w:t xml:space="preserve"> ! </w:t>
      </w:r>
      <w:r w:rsidR="00530790" w:rsidRPr="005D5566">
        <w:t>reprit-elle</w:t>
      </w:r>
      <w:r>
        <w:t xml:space="preserve">… </w:t>
      </w:r>
      <w:r w:rsidR="00530790" w:rsidRPr="005D5566">
        <w:t>C</w:t>
      </w:r>
      <w:r>
        <w:t>’</w:t>
      </w:r>
      <w:r w:rsidR="00530790" w:rsidRPr="005D5566">
        <w:t>est un vol</w:t>
      </w:r>
      <w:r>
        <w:t xml:space="preserve">… </w:t>
      </w:r>
      <w:r w:rsidR="00530790" w:rsidRPr="005D5566">
        <w:t>Comment s</w:t>
      </w:r>
      <w:r>
        <w:t>’</w:t>
      </w:r>
      <w:r w:rsidR="00530790" w:rsidRPr="005D5566">
        <w:t>appelle</w:t>
      </w:r>
      <w:r w:rsidR="00530790" w:rsidRPr="005D5566">
        <w:rPr>
          <w:bCs/>
        </w:rPr>
        <w:t>-t</w:t>
      </w:r>
      <w:r w:rsidR="00530790" w:rsidRPr="005D5566">
        <w:t>-il</w:t>
      </w:r>
      <w:r>
        <w:t xml:space="preserve"> : </w:t>
      </w:r>
      <w:r w:rsidR="00530790" w:rsidRPr="005D5566">
        <w:t>Iégor Ivanovitch</w:t>
      </w:r>
      <w:r>
        <w:t> ?</w:t>
      </w:r>
    </w:p>
    <w:p w14:paraId="13E086BA" w14:textId="77777777" w:rsidR="001C0413" w:rsidRDefault="00530790" w:rsidP="001C0413">
      <w:r w:rsidRPr="005D5566">
        <w:t>Elle revint tard dans la soirée</w:t>
      </w:r>
      <w:r w:rsidR="001C0413">
        <w:t xml:space="preserve">, </w:t>
      </w:r>
      <w:r w:rsidRPr="005D5566">
        <w:t>fatiguée</w:t>
      </w:r>
      <w:r w:rsidR="001C0413">
        <w:t xml:space="preserve">, </w:t>
      </w:r>
      <w:r w:rsidRPr="005D5566">
        <w:t>mais contente</w:t>
      </w:r>
      <w:r w:rsidR="001C0413">
        <w:t>.</w:t>
      </w:r>
    </w:p>
    <w:p w14:paraId="562E8288" w14:textId="77777777" w:rsidR="001C0413" w:rsidRDefault="001C0413" w:rsidP="001C0413">
      <w:r>
        <w:t>— </w:t>
      </w:r>
      <w:r w:rsidR="00530790" w:rsidRPr="005D5566">
        <w:t>J</w:t>
      </w:r>
      <w:r>
        <w:t>’</w:t>
      </w:r>
      <w:r w:rsidR="00530790" w:rsidRPr="005D5566">
        <w:t>ai vu Sachenka</w:t>
      </w:r>
      <w:r>
        <w:t xml:space="preserve"> ! </w:t>
      </w:r>
      <w:r w:rsidR="00530790" w:rsidRPr="005D5566">
        <w:t>dit-elle à son fils</w:t>
      </w:r>
      <w:r>
        <w:t xml:space="preserve">. </w:t>
      </w:r>
      <w:r w:rsidR="00530790" w:rsidRPr="005D5566">
        <w:t>Elle te salue</w:t>
      </w:r>
      <w:r>
        <w:t xml:space="preserve">. </w:t>
      </w:r>
      <w:r w:rsidR="00530790" w:rsidRPr="005D5566">
        <w:t>Qu</w:t>
      </w:r>
      <w:r>
        <w:t>’</w:t>
      </w:r>
      <w:r w:rsidR="00530790" w:rsidRPr="005D5566">
        <w:t>il est amusant</w:t>
      </w:r>
      <w:r>
        <w:t xml:space="preserve">, </w:t>
      </w:r>
      <w:r w:rsidR="00530790" w:rsidRPr="005D5566">
        <w:t>ce Iégor</w:t>
      </w:r>
      <w:r>
        <w:t xml:space="preserve"> ! </w:t>
      </w:r>
      <w:r w:rsidR="00530790" w:rsidRPr="005D5566">
        <w:t>il plaisante sans cesse</w:t>
      </w:r>
      <w:r>
        <w:t>.</w:t>
      </w:r>
    </w:p>
    <w:p w14:paraId="64AAB512" w14:textId="77777777" w:rsidR="001C0413" w:rsidRDefault="001C0413" w:rsidP="001C0413">
      <w:r>
        <w:t>— </w:t>
      </w:r>
      <w:r w:rsidR="00530790" w:rsidRPr="005D5566">
        <w:t xml:space="preserve">Je </w:t>
      </w:r>
      <w:r w:rsidR="00530790" w:rsidRPr="005D5566">
        <w:rPr>
          <w:bCs/>
        </w:rPr>
        <w:t xml:space="preserve">suis </w:t>
      </w:r>
      <w:r w:rsidR="00530790" w:rsidRPr="005D5566">
        <w:t>enchanté qu</w:t>
      </w:r>
      <w:r>
        <w:t>’</w:t>
      </w:r>
      <w:r w:rsidR="00530790" w:rsidRPr="005D5566">
        <w:t>ils te plaisent</w:t>
      </w:r>
      <w:r>
        <w:t xml:space="preserve">, </w:t>
      </w:r>
      <w:r w:rsidR="00530790" w:rsidRPr="005D5566">
        <w:t>répondit Pavel à mi-voix</w:t>
      </w:r>
      <w:r>
        <w:t>.</w:t>
      </w:r>
    </w:p>
    <w:p w14:paraId="60B2D48A" w14:textId="77777777" w:rsidR="001C0413" w:rsidRDefault="001C0413" w:rsidP="001C0413">
      <w:r>
        <w:t>— </w:t>
      </w:r>
      <w:r w:rsidR="00530790" w:rsidRPr="005D5566">
        <w:t>Quels gens simples</w:t>
      </w:r>
      <w:r>
        <w:t xml:space="preserve"> ! </w:t>
      </w:r>
      <w:r w:rsidR="00530790" w:rsidRPr="005D5566">
        <w:t>C</w:t>
      </w:r>
      <w:r>
        <w:t>’</w:t>
      </w:r>
      <w:r w:rsidR="00530790" w:rsidRPr="005D5566">
        <w:t>est agréable quand les gens sont simples</w:t>
      </w:r>
      <w:r>
        <w:t xml:space="preserve"> ! </w:t>
      </w:r>
      <w:r w:rsidR="00530790" w:rsidRPr="005D5566">
        <w:t>Et ils t</w:t>
      </w:r>
      <w:r>
        <w:t>’</w:t>
      </w:r>
      <w:r w:rsidR="00530790" w:rsidRPr="005D5566">
        <w:t>estiment</w:t>
      </w:r>
      <w:r>
        <w:t xml:space="preserve">, </w:t>
      </w:r>
      <w:r w:rsidR="00530790" w:rsidRPr="005D5566">
        <w:t>tous</w:t>
      </w:r>
      <w:r>
        <w:t>…</w:t>
      </w:r>
    </w:p>
    <w:p w14:paraId="115C09DA" w14:textId="77777777" w:rsidR="001C0413" w:rsidRDefault="00530790" w:rsidP="001C0413">
      <w:r w:rsidRPr="005D5566">
        <w:t>Le lundi</w:t>
      </w:r>
      <w:r w:rsidR="001C0413">
        <w:t xml:space="preserve">, </w:t>
      </w:r>
      <w:r w:rsidRPr="005D5566">
        <w:t>Pavel ne put aller à la fabrique</w:t>
      </w:r>
      <w:r w:rsidR="001C0413">
        <w:t xml:space="preserve">, </w:t>
      </w:r>
      <w:r w:rsidRPr="005D5566">
        <w:t>il avait mal à la tête</w:t>
      </w:r>
      <w:r w:rsidR="001C0413">
        <w:t xml:space="preserve">. </w:t>
      </w:r>
      <w:r w:rsidRPr="005D5566">
        <w:t>Mais à midi</w:t>
      </w:r>
      <w:r w:rsidR="001C0413">
        <w:t xml:space="preserve">, </w:t>
      </w:r>
      <w:r w:rsidRPr="005D5566">
        <w:t>Fédia Mazine accourut</w:t>
      </w:r>
      <w:r w:rsidR="001C0413">
        <w:t xml:space="preserve">, </w:t>
      </w:r>
      <w:r w:rsidRPr="005D5566">
        <w:t>agité et heureux</w:t>
      </w:r>
      <w:r w:rsidR="001C0413">
        <w:t xml:space="preserve"> ; </w:t>
      </w:r>
      <w:r w:rsidRPr="005D5566">
        <w:t>il annonça d</w:t>
      </w:r>
      <w:r w:rsidR="001C0413">
        <w:t>’</w:t>
      </w:r>
      <w:r w:rsidRPr="005D5566">
        <w:t>une voix essoufflée</w:t>
      </w:r>
      <w:r w:rsidR="001C0413">
        <w:t> :</w:t>
      </w:r>
    </w:p>
    <w:p w14:paraId="053DE3F7" w14:textId="77777777" w:rsidR="001C0413" w:rsidRDefault="001C0413" w:rsidP="001C0413">
      <w:r>
        <w:lastRenderedPageBreak/>
        <w:t>— </w:t>
      </w:r>
      <w:r w:rsidR="00530790" w:rsidRPr="005D5566">
        <w:t>Toute la fabrique est soulevée</w:t>
      </w:r>
      <w:r>
        <w:t xml:space="preserve"> ! </w:t>
      </w:r>
      <w:r w:rsidR="00530790" w:rsidRPr="005D5566">
        <w:t>On m</w:t>
      </w:r>
      <w:r>
        <w:t>’</w:t>
      </w:r>
      <w:r w:rsidR="00530790" w:rsidRPr="005D5566">
        <w:t xml:space="preserve">envoie </w:t>
      </w:r>
      <w:r w:rsidR="00530790" w:rsidRPr="005D5566">
        <w:rPr>
          <w:bCs/>
        </w:rPr>
        <w:t xml:space="preserve">te </w:t>
      </w:r>
      <w:r w:rsidR="00530790" w:rsidRPr="005D5566">
        <w:t>chercher</w:t>
      </w:r>
      <w:r>
        <w:t xml:space="preserve"> ! </w:t>
      </w:r>
      <w:r w:rsidR="00530790" w:rsidRPr="005D5566">
        <w:t>Sizov et Makhotine disent que tu expliqueras l</w:t>
      </w:r>
      <w:r>
        <w:t>’</w:t>
      </w:r>
      <w:r w:rsidR="00530790" w:rsidRPr="005D5566">
        <w:t>affaire mieux que tous les autres</w:t>
      </w:r>
      <w:r>
        <w:t xml:space="preserve"> ! </w:t>
      </w:r>
      <w:r w:rsidR="00530790" w:rsidRPr="005D5566">
        <w:t>Si tu voyais ce qui se passe là-bas</w:t>
      </w:r>
      <w:r>
        <w:t> !</w:t>
      </w:r>
    </w:p>
    <w:p w14:paraId="091D71B0" w14:textId="77777777" w:rsidR="001C0413" w:rsidRDefault="00530790" w:rsidP="001C0413">
      <w:r w:rsidRPr="005D5566">
        <w:t>Pavel s</w:t>
      </w:r>
      <w:r w:rsidR="001C0413">
        <w:t>’</w:t>
      </w:r>
      <w:r w:rsidRPr="005D5566">
        <w:t>habilla sans mot dire</w:t>
      </w:r>
      <w:r w:rsidR="001C0413">
        <w:t>.</w:t>
      </w:r>
    </w:p>
    <w:p w14:paraId="788315FD" w14:textId="77777777" w:rsidR="001C0413" w:rsidRDefault="001C0413" w:rsidP="001C0413">
      <w:r>
        <w:t>— </w:t>
      </w:r>
      <w:r w:rsidR="00530790" w:rsidRPr="005D5566">
        <w:t>Les femmes se sont rassemblées et elles piaillent</w:t>
      </w:r>
      <w:r>
        <w:t>…</w:t>
      </w:r>
    </w:p>
    <w:p w14:paraId="18CD4AE9" w14:textId="77777777" w:rsidR="001C0413" w:rsidRDefault="001C0413" w:rsidP="001C0413">
      <w:r>
        <w:t>— </w:t>
      </w:r>
      <w:r w:rsidR="00530790" w:rsidRPr="005D5566">
        <w:t>J</w:t>
      </w:r>
      <w:r>
        <w:t>’</w:t>
      </w:r>
      <w:r w:rsidR="00530790" w:rsidRPr="005D5566">
        <w:t>y vais aussi</w:t>
      </w:r>
      <w:r>
        <w:t xml:space="preserve"> ! </w:t>
      </w:r>
      <w:r w:rsidR="00530790" w:rsidRPr="005D5566">
        <w:t>déclara la mère</w:t>
      </w:r>
      <w:r>
        <w:t xml:space="preserve">. </w:t>
      </w:r>
      <w:r w:rsidR="00530790" w:rsidRPr="005D5566">
        <w:t>Tu n</w:t>
      </w:r>
      <w:r>
        <w:t>’</w:t>
      </w:r>
      <w:r w:rsidR="00530790" w:rsidRPr="005D5566">
        <w:t>es pas bien</w:t>
      </w:r>
      <w:r>
        <w:t xml:space="preserve">, </w:t>
      </w:r>
      <w:r w:rsidR="00530790" w:rsidRPr="005D5566">
        <w:t>c</w:t>
      </w:r>
      <w:r>
        <w:t>’</w:t>
      </w:r>
      <w:r w:rsidR="00530790" w:rsidRPr="005D5566">
        <w:t>est peut-être dangereux</w:t>
      </w:r>
      <w:r>
        <w:t xml:space="preserve">. </w:t>
      </w:r>
      <w:r w:rsidR="00530790" w:rsidRPr="005D5566">
        <w:t>Que font-ils là-bas</w:t>
      </w:r>
      <w:r>
        <w:t xml:space="preserve"> ? </w:t>
      </w:r>
      <w:r w:rsidR="00530790" w:rsidRPr="005D5566">
        <w:t>Je veux y aller</w:t>
      </w:r>
      <w:r>
        <w:t>…</w:t>
      </w:r>
    </w:p>
    <w:p w14:paraId="4C359056" w14:textId="77777777" w:rsidR="001C0413" w:rsidRDefault="001C0413" w:rsidP="001C0413">
      <w:r>
        <w:t>— </w:t>
      </w:r>
      <w:r w:rsidR="00530790" w:rsidRPr="005D5566">
        <w:t>Va</w:t>
      </w:r>
      <w:r>
        <w:t xml:space="preserve"> ! </w:t>
      </w:r>
      <w:r w:rsidR="00530790" w:rsidRPr="005D5566">
        <w:t>dit Pavel brièvement</w:t>
      </w:r>
      <w:r>
        <w:t>…</w:t>
      </w:r>
    </w:p>
    <w:p w14:paraId="19C3EE8D" w14:textId="77777777" w:rsidR="001C0413" w:rsidRDefault="00530790" w:rsidP="001C0413">
      <w:r w:rsidRPr="005D5566">
        <w:t>Ils partirent rapidement sans échanger une parole</w:t>
      </w:r>
      <w:r w:rsidR="001C0413">
        <w:t xml:space="preserve">. </w:t>
      </w:r>
      <w:r w:rsidRPr="005D5566">
        <w:t>La mère</w:t>
      </w:r>
      <w:r w:rsidR="001C0413">
        <w:t xml:space="preserve">, </w:t>
      </w:r>
      <w:r w:rsidRPr="005D5566">
        <w:t>haletante et émue</w:t>
      </w:r>
      <w:r w:rsidR="001C0413">
        <w:t xml:space="preserve">, </w:t>
      </w:r>
      <w:r w:rsidRPr="005D5566">
        <w:t>sentait que quelque chose de grave allait survenir</w:t>
      </w:r>
      <w:r w:rsidR="001C0413">
        <w:t xml:space="preserve">. </w:t>
      </w:r>
      <w:r w:rsidRPr="005D5566">
        <w:t>À</w:t>
      </w:r>
      <w:r w:rsidRPr="005D5566">
        <w:rPr>
          <w:bCs/>
        </w:rPr>
        <w:t xml:space="preserve"> </w:t>
      </w:r>
      <w:r w:rsidRPr="005D5566">
        <w:t>l</w:t>
      </w:r>
      <w:r w:rsidR="001C0413">
        <w:t>’</w:t>
      </w:r>
      <w:r w:rsidRPr="005D5566">
        <w:t>entrée de la fabrique</w:t>
      </w:r>
      <w:r w:rsidR="001C0413">
        <w:t xml:space="preserve">, </w:t>
      </w:r>
      <w:r w:rsidRPr="005D5566">
        <w:t xml:space="preserve">une masse de femmes hurlaient </w:t>
      </w:r>
      <w:r w:rsidRPr="005D5566">
        <w:rPr>
          <w:bCs/>
        </w:rPr>
        <w:t xml:space="preserve">et </w:t>
      </w:r>
      <w:r w:rsidRPr="005D5566">
        <w:t>se querellaient</w:t>
      </w:r>
      <w:r w:rsidR="001C0413">
        <w:t xml:space="preserve">. </w:t>
      </w:r>
      <w:r w:rsidRPr="005D5566">
        <w:t>Pélaguée vit que toutes les têtes étaient tournées du même côté</w:t>
      </w:r>
      <w:r w:rsidR="001C0413">
        <w:t xml:space="preserve">, </w:t>
      </w:r>
      <w:r w:rsidRPr="005D5566">
        <w:t>vers le mur des forges</w:t>
      </w:r>
      <w:r w:rsidR="001C0413">
        <w:t xml:space="preserve">. </w:t>
      </w:r>
      <w:r w:rsidRPr="005D5566">
        <w:t>Là</w:t>
      </w:r>
      <w:r w:rsidR="001C0413">
        <w:t xml:space="preserve">, </w:t>
      </w:r>
      <w:r w:rsidRPr="005D5566">
        <w:t>Sizov</w:t>
      </w:r>
      <w:r w:rsidR="001C0413">
        <w:t xml:space="preserve">, </w:t>
      </w:r>
      <w:r w:rsidRPr="005D5566">
        <w:t>Makhotine</w:t>
      </w:r>
      <w:r w:rsidR="001C0413">
        <w:t xml:space="preserve">, </w:t>
      </w:r>
      <w:r w:rsidRPr="005D5566">
        <w:t>Valov et cinq autres ouvriers influents et d</w:t>
      </w:r>
      <w:r w:rsidR="001C0413">
        <w:t>’</w:t>
      </w:r>
      <w:r w:rsidRPr="005D5566">
        <w:t>âge mûr</w:t>
      </w:r>
      <w:r w:rsidR="001C0413">
        <w:t xml:space="preserve">, </w:t>
      </w:r>
      <w:r w:rsidRPr="005D5566">
        <w:t>s</w:t>
      </w:r>
      <w:r w:rsidR="001C0413">
        <w:t>’</w:t>
      </w:r>
      <w:r w:rsidRPr="005D5566">
        <w:t>étaient juchés sur un tas de vieille ferraille</w:t>
      </w:r>
      <w:r w:rsidR="001C0413">
        <w:t xml:space="preserve"> ; </w:t>
      </w:r>
      <w:r w:rsidRPr="005D5566">
        <w:t>leurs gestes violents se détachaient sur le fond de briques rouges</w:t>
      </w:r>
      <w:r w:rsidR="001C0413">
        <w:t>.</w:t>
      </w:r>
    </w:p>
    <w:p w14:paraId="6F2DA9EE" w14:textId="77777777" w:rsidR="001C0413" w:rsidRDefault="001C0413" w:rsidP="001C0413">
      <w:r>
        <w:t>— </w:t>
      </w:r>
      <w:r w:rsidR="00530790" w:rsidRPr="005D5566">
        <w:t>Voilà Vlassov</w:t>
      </w:r>
      <w:r>
        <w:t xml:space="preserve"> ! </w:t>
      </w:r>
      <w:r w:rsidR="00530790" w:rsidRPr="005D5566">
        <w:t>s</w:t>
      </w:r>
      <w:r>
        <w:t>’</w:t>
      </w:r>
      <w:r w:rsidR="00530790" w:rsidRPr="005D5566">
        <w:t>écria quelqu</w:t>
      </w:r>
      <w:r>
        <w:t>’</w:t>
      </w:r>
      <w:r w:rsidR="00530790" w:rsidRPr="005D5566">
        <w:t>un</w:t>
      </w:r>
      <w:r>
        <w:t>.</w:t>
      </w:r>
    </w:p>
    <w:p w14:paraId="4ACEB407" w14:textId="77777777" w:rsidR="001C0413" w:rsidRDefault="001C0413" w:rsidP="001C0413">
      <w:r>
        <w:t>— </w:t>
      </w:r>
      <w:r w:rsidR="00530790" w:rsidRPr="005D5566">
        <w:t>Vlassov</w:t>
      </w:r>
      <w:r>
        <w:t xml:space="preserve"> ! </w:t>
      </w:r>
      <w:r w:rsidR="00530790" w:rsidRPr="005D5566">
        <w:t>amenez-le ici</w:t>
      </w:r>
      <w:r>
        <w:t> !</w:t>
      </w:r>
    </w:p>
    <w:p w14:paraId="22110810" w14:textId="77777777" w:rsidR="001C0413" w:rsidRDefault="00530790" w:rsidP="001C0413">
      <w:r w:rsidRPr="005D5566">
        <w:t>On entraîna Pavel</w:t>
      </w:r>
      <w:r w:rsidR="001C0413">
        <w:t xml:space="preserve">, </w:t>
      </w:r>
      <w:r w:rsidRPr="005D5566">
        <w:t>on le poussa en avant</w:t>
      </w:r>
      <w:r w:rsidR="001C0413">
        <w:t xml:space="preserve">. </w:t>
      </w:r>
      <w:r w:rsidRPr="005D5566">
        <w:t>La mère resta seule</w:t>
      </w:r>
      <w:r w:rsidR="001C0413">
        <w:t>.</w:t>
      </w:r>
    </w:p>
    <w:p w14:paraId="775D87E1" w14:textId="77777777" w:rsidR="001C0413" w:rsidRDefault="001C0413" w:rsidP="001C0413">
      <w:r>
        <w:t>— </w:t>
      </w:r>
      <w:r w:rsidR="00530790" w:rsidRPr="005D5566">
        <w:t>Silence</w:t>
      </w:r>
      <w:r>
        <w:t xml:space="preserve"> ! </w:t>
      </w:r>
      <w:r w:rsidR="00530790" w:rsidRPr="005D5566">
        <w:t>cria-t-on simultanément à diverses places</w:t>
      </w:r>
      <w:r>
        <w:t>.</w:t>
      </w:r>
    </w:p>
    <w:p w14:paraId="67FA8566" w14:textId="77777777" w:rsidR="001C0413" w:rsidRDefault="00530790" w:rsidP="001C0413">
      <w:r w:rsidRPr="005D5566">
        <w:t>Tout près de Pélaguée</w:t>
      </w:r>
      <w:r w:rsidR="001C0413">
        <w:t xml:space="preserve">, </w:t>
      </w:r>
      <w:r w:rsidRPr="005D5566">
        <w:t xml:space="preserve">résonna la </w:t>
      </w:r>
      <w:r w:rsidRPr="005D5566">
        <w:rPr>
          <w:bCs/>
        </w:rPr>
        <w:t xml:space="preserve">voix </w:t>
      </w:r>
      <w:r w:rsidRPr="005D5566">
        <w:t>égale de Rybine</w:t>
      </w:r>
      <w:r w:rsidR="001C0413">
        <w:t> :</w:t>
      </w:r>
    </w:p>
    <w:p w14:paraId="749EC6A1" w14:textId="77777777" w:rsidR="001C0413" w:rsidRDefault="001C0413" w:rsidP="001C0413">
      <w:r>
        <w:t>— </w:t>
      </w:r>
      <w:r w:rsidR="00530790" w:rsidRPr="005D5566">
        <w:t>Ce n</w:t>
      </w:r>
      <w:r>
        <w:t>’</w:t>
      </w:r>
      <w:r w:rsidR="00530790" w:rsidRPr="005D5566">
        <w:t>est pas pour notre kopek qu</w:t>
      </w:r>
      <w:r>
        <w:t>’</w:t>
      </w:r>
      <w:r w:rsidR="00530790" w:rsidRPr="005D5566">
        <w:t>il faut résister</w:t>
      </w:r>
      <w:r>
        <w:t xml:space="preserve">, </w:t>
      </w:r>
      <w:r w:rsidR="00530790" w:rsidRPr="005D5566">
        <w:t xml:space="preserve">mais pour </w:t>
      </w:r>
      <w:r w:rsidR="00530790" w:rsidRPr="005D5566">
        <w:rPr>
          <w:bCs/>
        </w:rPr>
        <w:t>l</w:t>
      </w:r>
      <w:r w:rsidR="00530790" w:rsidRPr="005D5566">
        <w:t>a justice</w:t>
      </w:r>
      <w:r>
        <w:t xml:space="preserve">, </w:t>
      </w:r>
      <w:r w:rsidR="00530790" w:rsidRPr="005D5566">
        <w:t>voilà</w:t>
      </w:r>
      <w:r>
        <w:t xml:space="preserve"> ! </w:t>
      </w:r>
      <w:r w:rsidR="00530790" w:rsidRPr="005D5566">
        <w:t>Ce n</w:t>
      </w:r>
      <w:r>
        <w:t>’</w:t>
      </w:r>
      <w:r w:rsidR="00530790" w:rsidRPr="005D5566">
        <w:t xml:space="preserve">est pas notre </w:t>
      </w:r>
      <w:r w:rsidR="00530790" w:rsidRPr="005D5566">
        <w:rPr>
          <w:bCs/>
        </w:rPr>
        <w:t xml:space="preserve">kopek </w:t>
      </w:r>
      <w:r w:rsidR="00530790" w:rsidRPr="005D5566">
        <w:t>qui nous est cher</w:t>
      </w:r>
      <w:r>
        <w:t xml:space="preserve">, </w:t>
      </w:r>
      <w:r w:rsidR="00530790" w:rsidRPr="005D5566">
        <w:t>il n</w:t>
      </w:r>
      <w:r>
        <w:t>’</w:t>
      </w:r>
      <w:r w:rsidR="00530790" w:rsidRPr="005D5566">
        <w:t>est pas plus rond que les autres</w:t>
      </w:r>
      <w:r>
        <w:t xml:space="preserve">, </w:t>
      </w:r>
      <w:r w:rsidR="00530790" w:rsidRPr="005D5566">
        <w:t>mais il est plus lourd</w:t>
      </w:r>
      <w:r>
        <w:t xml:space="preserve"> ; </w:t>
      </w:r>
      <w:r w:rsidR="00530790" w:rsidRPr="005D5566">
        <w:t>il y a plus de sang humain en lui que dans un seul rouble du directeur</w:t>
      </w:r>
      <w:r>
        <w:t> !</w:t>
      </w:r>
    </w:p>
    <w:p w14:paraId="79393C4A" w14:textId="77777777" w:rsidR="001C0413" w:rsidRDefault="00530790" w:rsidP="001C0413">
      <w:r w:rsidRPr="005D5566">
        <w:lastRenderedPageBreak/>
        <w:t>Ses paroles tombaient sur la foule avec force et soulevaient d</w:t>
      </w:r>
      <w:r w:rsidR="001C0413">
        <w:t>’</w:t>
      </w:r>
      <w:r w:rsidRPr="005D5566">
        <w:t>ardentes exclamations</w:t>
      </w:r>
      <w:r w:rsidR="001C0413">
        <w:t> :</w:t>
      </w:r>
    </w:p>
    <w:p w14:paraId="37BEC89A" w14:textId="77777777" w:rsidR="001C0413" w:rsidRDefault="001C0413" w:rsidP="001C0413">
      <w:r>
        <w:t>— </w:t>
      </w:r>
      <w:r w:rsidR="00530790" w:rsidRPr="005D5566">
        <w:t>C</w:t>
      </w:r>
      <w:r>
        <w:t>’</w:t>
      </w:r>
      <w:r w:rsidR="00530790" w:rsidRPr="005D5566">
        <w:t>est vrai</w:t>
      </w:r>
      <w:r>
        <w:t xml:space="preserve"> ! </w:t>
      </w:r>
      <w:r w:rsidR="00530790" w:rsidRPr="005D5566">
        <w:t>Bravo</w:t>
      </w:r>
      <w:r>
        <w:t xml:space="preserve">, </w:t>
      </w:r>
      <w:r w:rsidR="00530790" w:rsidRPr="005D5566">
        <w:t>Rybine</w:t>
      </w:r>
      <w:r>
        <w:t> !</w:t>
      </w:r>
    </w:p>
    <w:p w14:paraId="219FBFCA" w14:textId="77777777" w:rsidR="001C0413" w:rsidRDefault="001C0413" w:rsidP="001C0413">
      <w:r>
        <w:t>— </w:t>
      </w:r>
      <w:r w:rsidR="00530790" w:rsidRPr="005D5566">
        <w:t>Silence</w:t>
      </w:r>
      <w:r>
        <w:t xml:space="preserve">, </w:t>
      </w:r>
      <w:r w:rsidR="00530790" w:rsidRPr="005D5566">
        <w:t>diables</w:t>
      </w:r>
      <w:r>
        <w:t> !</w:t>
      </w:r>
    </w:p>
    <w:p w14:paraId="360C0A6D" w14:textId="77777777" w:rsidR="001C0413" w:rsidRDefault="001C0413" w:rsidP="001C0413">
      <w:r>
        <w:t>— </w:t>
      </w:r>
      <w:r w:rsidR="00530790" w:rsidRPr="005D5566">
        <w:t>Tu as raison</w:t>
      </w:r>
      <w:r>
        <w:t xml:space="preserve">, </w:t>
      </w:r>
      <w:r w:rsidR="00530790" w:rsidRPr="005D5566">
        <w:t>chauffeur</w:t>
      </w:r>
      <w:r>
        <w:t> !</w:t>
      </w:r>
    </w:p>
    <w:p w14:paraId="1073BF4A" w14:textId="77777777" w:rsidR="001C0413" w:rsidRDefault="001C0413" w:rsidP="001C0413">
      <w:r>
        <w:t>— </w:t>
      </w:r>
      <w:r w:rsidR="00530790" w:rsidRPr="005D5566">
        <w:t>Voilà Vlassov</w:t>
      </w:r>
      <w:r>
        <w:t> !</w:t>
      </w:r>
    </w:p>
    <w:p w14:paraId="59D2DD46" w14:textId="77777777" w:rsidR="001C0413" w:rsidRDefault="00530790" w:rsidP="001C0413">
      <w:r w:rsidRPr="005D5566">
        <w:t>Les voix se fondirent en un tourbillon bruyant</w:t>
      </w:r>
      <w:r w:rsidR="001C0413">
        <w:t xml:space="preserve">, </w:t>
      </w:r>
      <w:r w:rsidRPr="005D5566">
        <w:t>étouffant le sourd fracas des machines et les soupirs de la vapeur</w:t>
      </w:r>
      <w:r w:rsidR="001C0413">
        <w:t xml:space="preserve">. </w:t>
      </w:r>
      <w:r w:rsidRPr="005D5566">
        <w:t>De toutes parts accouraient des gens qui se mettaient à discuter en agitant les bras</w:t>
      </w:r>
      <w:r w:rsidR="001C0413">
        <w:t xml:space="preserve">, </w:t>
      </w:r>
      <w:r w:rsidRPr="005D5566">
        <w:t>s</w:t>
      </w:r>
      <w:r w:rsidR="001C0413">
        <w:t>’</w:t>
      </w:r>
      <w:r w:rsidRPr="005D5566">
        <w:t>excitant mutuellement par des paroles fébriles et caustiques</w:t>
      </w:r>
      <w:r w:rsidR="001C0413">
        <w:t xml:space="preserve">. </w:t>
      </w:r>
      <w:r w:rsidRPr="005D5566">
        <w:t>L</w:t>
      </w:r>
      <w:r w:rsidR="001C0413">
        <w:t>’</w:t>
      </w:r>
      <w:r w:rsidRPr="005D5566">
        <w:t>irritation qui dormait dans les poitrines fatiguées s</w:t>
      </w:r>
      <w:r w:rsidR="001C0413">
        <w:t>’</w:t>
      </w:r>
      <w:r w:rsidRPr="005D5566">
        <w:t>était réveillée</w:t>
      </w:r>
      <w:r w:rsidR="001C0413">
        <w:t xml:space="preserve"> ; </w:t>
      </w:r>
      <w:r w:rsidRPr="005D5566">
        <w:t>elle s</w:t>
      </w:r>
      <w:r w:rsidR="001C0413">
        <w:t>’</w:t>
      </w:r>
      <w:r w:rsidRPr="005D5566">
        <w:t>échappait des lèvres et s</w:t>
      </w:r>
      <w:r w:rsidR="001C0413">
        <w:t>’</w:t>
      </w:r>
      <w:r w:rsidRPr="005D5566">
        <w:t>envolait triomphante</w:t>
      </w:r>
      <w:r w:rsidR="001C0413">
        <w:t xml:space="preserve">. </w:t>
      </w:r>
      <w:r w:rsidRPr="005D5566">
        <w:t>Au-dessus de la foule planait un nuage de poussière et de suie</w:t>
      </w:r>
      <w:r w:rsidR="001C0413">
        <w:t xml:space="preserve"> ; </w:t>
      </w:r>
      <w:r w:rsidRPr="005D5566">
        <w:t>les visages couverts de sueur étaient en feu</w:t>
      </w:r>
      <w:r w:rsidR="001C0413">
        <w:t xml:space="preserve">, </w:t>
      </w:r>
      <w:r w:rsidRPr="005D5566">
        <w:t>la peau des joues pleurait des larmes noires</w:t>
      </w:r>
      <w:r w:rsidR="001C0413">
        <w:t xml:space="preserve">. </w:t>
      </w:r>
      <w:r w:rsidRPr="005D5566">
        <w:t>Sur le fond sombre des physionomies</w:t>
      </w:r>
      <w:r w:rsidR="001C0413">
        <w:t xml:space="preserve">, </w:t>
      </w:r>
      <w:r w:rsidRPr="005D5566">
        <w:t>les yeux et les dents étincelaient</w:t>
      </w:r>
      <w:r w:rsidR="001C0413">
        <w:t>.</w:t>
      </w:r>
    </w:p>
    <w:p w14:paraId="03BDC001" w14:textId="77777777" w:rsidR="001C0413" w:rsidRDefault="00530790" w:rsidP="001C0413">
      <w:r w:rsidRPr="005D5566">
        <w:t>Enfin Pavel apparut aux côtés de Sizov et de Makhotine</w:t>
      </w:r>
      <w:r w:rsidR="001C0413">
        <w:t xml:space="preserve"> ; </w:t>
      </w:r>
      <w:r w:rsidRPr="005D5566">
        <w:t>on entendit son cri</w:t>
      </w:r>
      <w:r w:rsidR="001C0413">
        <w:t> :</w:t>
      </w:r>
    </w:p>
    <w:p w14:paraId="1EA6F4D2" w14:textId="77777777" w:rsidR="001C0413" w:rsidRDefault="001C0413" w:rsidP="001C0413">
      <w:r>
        <w:t>— </w:t>
      </w:r>
      <w:r w:rsidR="00530790" w:rsidRPr="005D5566">
        <w:t>Camarades</w:t>
      </w:r>
      <w:r>
        <w:t> !</w:t>
      </w:r>
    </w:p>
    <w:p w14:paraId="6BF05469" w14:textId="77777777" w:rsidR="001C0413" w:rsidRDefault="00530790" w:rsidP="001C0413">
      <w:r w:rsidRPr="005D5566">
        <w:t>La mère vit que le visage du jeune homme était pâle et que ses lèvres tremblaient</w:t>
      </w:r>
      <w:r w:rsidR="001C0413">
        <w:t xml:space="preserve"> ; </w:t>
      </w:r>
      <w:r w:rsidRPr="005D5566">
        <w:t>involontairement elle voulut avancer en se frayant un chemin dans la foule</w:t>
      </w:r>
      <w:r w:rsidR="001C0413">
        <w:t xml:space="preserve">. </w:t>
      </w:r>
      <w:r w:rsidRPr="005D5566">
        <w:t>On lui disait avec aigreur</w:t>
      </w:r>
      <w:r w:rsidR="001C0413">
        <w:t> :</w:t>
      </w:r>
    </w:p>
    <w:p w14:paraId="0FA764D9" w14:textId="77777777" w:rsidR="001C0413" w:rsidRDefault="001C0413" w:rsidP="001C0413">
      <w:r>
        <w:t>— </w:t>
      </w:r>
      <w:r w:rsidR="00530790" w:rsidRPr="005D5566">
        <w:t>Reste à ta place</w:t>
      </w:r>
      <w:r>
        <w:t xml:space="preserve">, </w:t>
      </w:r>
      <w:r w:rsidR="00530790" w:rsidRPr="005D5566">
        <w:t>la vieille</w:t>
      </w:r>
      <w:r>
        <w:t> !</w:t>
      </w:r>
    </w:p>
    <w:p w14:paraId="2BC707FE" w14:textId="77777777" w:rsidR="001C0413" w:rsidRDefault="00530790" w:rsidP="001C0413">
      <w:r w:rsidRPr="005D5566">
        <w:t>On la poussait</w:t>
      </w:r>
      <w:r w:rsidR="001C0413">
        <w:t xml:space="preserve">. </w:t>
      </w:r>
      <w:r w:rsidRPr="005D5566">
        <w:t>Mais elle ne se découragea pas</w:t>
      </w:r>
      <w:r w:rsidR="001C0413">
        <w:t xml:space="preserve"> ; </w:t>
      </w:r>
      <w:r w:rsidRPr="005D5566">
        <w:t>de l</w:t>
      </w:r>
      <w:r w:rsidR="001C0413">
        <w:t>’</w:t>
      </w:r>
      <w:r w:rsidRPr="005D5566">
        <w:t>épaule et des coudes</w:t>
      </w:r>
      <w:r w:rsidR="001C0413">
        <w:t xml:space="preserve">, </w:t>
      </w:r>
      <w:r w:rsidRPr="005D5566">
        <w:t xml:space="preserve">elle écartait les gens et se rapprochait </w:t>
      </w:r>
      <w:r w:rsidRPr="005D5566">
        <w:lastRenderedPageBreak/>
        <w:t>lentement de son fils</w:t>
      </w:r>
      <w:r w:rsidR="001C0413">
        <w:t xml:space="preserve">, </w:t>
      </w:r>
      <w:r w:rsidRPr="005D5566">
        <w:t>poussée par le désir d</w:t>
      </w:r>
      <w:r w:rsidR="001C0413">
        <w:t>’</w:t>
      </w:r>
      <w:r w:rsidRPr="005D5566">
        <w:t>aller se placer à côté de lui</w:t>
      </w:r>
      <w:r w:rsidR="001C0413">
        <w:t>.</w:t>
      </w:r>
    </w:p>
    <w:p w14:paraId="13B5EB78" w14:textId="77777777" w:rsidR="001C0413" w:rsidRDefault="00530790" w:rsidP="001C0413">
      <w:r w:rsidRPr="005D5566">
        <w:t>Et Pavel</w:t>
      </w:r>
      <w:r w:rsidR="001C0413">
        <w:t xml:space="preserve">, </w:t>
      </w:r>
      <w:r w:rsidRPr="005D5566">
        <w:t>après avoir prononcé des paroles dans lesquelles il avait accoutumé de mettre un sens profond</w:t>
      </w:r>
      <w:r w:rsidR="001C0413">
        <w:t xml:space="preserve">, </w:t>
      </w:r>
      <w:r w:rsidRPr="005D5566">
        <w:t>se sentit la gorge serrée par le spasme de la joie de combattre</w:t>
      </w:r>
      <w:r w:rsidR="001C0413">
        <w:t xml:space="preserve">. </w:t>
      </w:r>
      <w:r w:rsidRPr="005D5566">
        <w:t>Le désir de se livrer à la force de sa croyance de jeter aux gens son cœur consumé par le rêve ardent de la justice</w:t>
      </w:r>
      <w:r w:rsidR="001C0413">
        <w:t xml:space="preserve">, </w:t>
      </w:r>
      <w:r w:rsidRPr="005D5566">
        <w:t>l</w:t>
      </w:r>
      <w:r w:rsidR="001C0413">
        <w:t>’</w:t>
      </w:r>
      <w:r w:rsidRPr="005D5566">
        <w:t>envahit</w:t>
      </w:r>
      <w:r w:rsidR="001C0413">
        <w:t>.</w:t>
      </w:r>
    </w:p>
    <w:p w14:paraId="21AE8CC3" w14:textId="77777777" w:rsidR="001C0413" w:rsidRDefault="001C0413" w:rsidP="001C0413">
      <w:r>
        <w:t>— </w:t>
      </w:r>
      <w:r w:rsidR="00530790" w:rsidRPr="005D5566">
        <w:t>Camarades</w:t>
      </w:r>
      <w:r>
        <w:t xml:space="preserve"> ! </w:t>
      </w:r>
      <w:r w:rsidR="00530790" w:rsidRPr="005D5566">
        <w:t>répéta-t-il</w:t>
      </w:r>
      <w:r>
        <w:t xml:space="preserve">, </w:t>
      </w:r>
      <w:r w:rsidR="00530790" w:rsidRPr="005D5566">
        <w:t>en puisant dans ce mot de l</w:t>
      </w:r>
      <w:r>
        <w:t>’</w:t>
      </w:r>
      <w:r w:rsidR="00530790" w:rsidRPr="005D5566">
        <w:t>énergie et de l</w:t>
      </w:r>
      <w:r>
        <w:t>’</w:t>
      </w:r>
      <w:r w:rsidR="00530790" w:rsidRPr="005D5566">
        <w:t>enthousiasme</w:t>
      </w:r>
      <w:r>
        <w:t xml:space="preserve">, </w:t>
      </w:r>
      <w:r w:rsidR="00530790" w:rsidRPr="005D5566">
        <w:t>nous sommes ceux qui construisent les églises et les fabriques</w:t>
      </w:r>
      <w:r>
        <w:t xml:space="preserve">, </w:t>
      </w:r>
      <w:r w:rsidR="00530790" w:rsidRPr="005D5566">
        <w:t>qui fondent l</w:t>
      </w:r>
      <w:r>
        <w:t>’</w:t>
      </w:r>
      <w:r w:rsidR="00530790" w:rsidRPr="005D5566">
        <w:t>argent et forgent les chaînes</w:t>
      </w:r>
      <w:r>
        <w:t xml:space="preserve">… </w:t>
      </w:r>
      <w:r w:rsidR="00530790" w:rsidRPr="005D5566">
        <w:t>C</w:t>
      </w:r>
      <w:r>
        <w:t>’</w:t>
      </w:r>
      <w:r w:rsidR="00530790" w:rsidRPr="005D5566">
        <w:t>est nous qui sommes la force vivante qui nourrit et amuse tout le monde</w:t>
      </w:r>
      <w:r>
        <w:t xml:space="preserve">, </w:t>
      </w:r>
      <w:r w:rsidR="00530790" w:rsidRPr="005D5566">
        <w:t>depuis le berceau jusqu</w:t>
      </w:r>
      <w:r>
        <w:t>’</w:t>
      </w:r>
      <w:r w:rsidR="00530790" w:rsidRPr="005D5566">
        <w:t>à la tombe</w:t>
      </w:r>
      <w:r>
        <w:t>…</w:t>
      </w:r>
    </w:p>
    <w:p w14:paraId="7A752709" w14:textId="77777777" w:rsidR="001C0413" w:rsidRDefault="001C0413" w:rsidP="001C0413">
      <w:r>
        <w:t>— </w:t>
      </w:r>
      <w:r w:rsidR="00530790" w:rsidRPr="005D5566">
        <w:t>C</w:t>
      </w:r>
      <w:r>
        <w:t>’</w:t>
      </w:r>
      <w:r w:rsidR="00530790" w:rsidRPr="005D5566">
        <w:t>est ça</w:t>
      </w:r>
      <w:r>
        <w:t xml:space="preserve"> ! </w:t>
      </w:r>
      <w:r w:rsidR="00530790" w:rsidRPr="005D5566">
        <w:t>s</w:t>
      </w:r>
      <w:r>
        <w:t>’</w:t>
      </w:r>
      <w:r w:rsidR="00530790" w:rsidRPr="005D5566">
        <w:t>écria Rybine</w:t>
      </w:r>
      <w:r>
        <w:t>.</w:t>
      </w:r>
    </w:p>
    <w:p w14:paraId="4DD06203" w14:textId="77777777" w:rsidR="001C0413" w:rsidRDefault="001C0413" w:rsidP="001C0413">
      <w:r>
        <w:t>— </w:t>
      </w:r>
      <w:r w:rsidR="00530790" w:rsidRPr="005D5566">
        <w:t>Toujours et partout</w:t>
      </w:r>
      <w:r>
        <w:t xml:space="preserve">, </w:t>
      </w:r>
      <w:r w:rsidR="00530790" w:rsidRPr="005D5566">
        <w:t>nous sommes les premiers au travail</w:t>
      </w:r>
      <w:r>
        <w:t xml:space="preserve">, </w:t>
      </w:r>
      <w:r w:rsidR="00530790" w:rsidRPr="005D5566">
        <w:t>tandis qu</w:t>
      </w:r>
      <w:r>
        <w:t>’</w:t>
      </w:r>
      <w:r w:rsidR="00530790" w:rsidRPr="005D5566">
        <w:t>on nous relègue aux derniers rangs dans la vie</w:t>
      </w:r>
      <w:r>
        <w:t xml:space="preserve">. </w:t>
      </w:r>
      <w:r w:rsidR="00530790" w:rsidRPr="005D5566">
        <w:t>Qui s</w:t>
      </w:r>
      <w:r>
        <w:t>’</w:t>
      </w:r>
      <w:r w:rsidR="00530790" w:rsidRPr="005D5566">
        <w:t>occupe de nous</w:t>
      </w:r>
      <w:r>
        <w:t xml:space="preserve"> ? </w:t>
      </w:r>
      <w:r w:rsidR="00530790" w:rsidRPr="005D5566">
        <w:t>Qui nous veut du bien</w:t>
      </w:r>
      <w:r>
        <w:t xml:space="preserve"> ? </w:t>
      </w:r>
      <w:r w:rsidR="00530790" w:rsidRPr="005D5566">
        <w:t>Qui nous considère comme des hommes</w:t>
      </w:r>
      <w:r>
        <w:t xml:space="preserve"> ? </w:t>
      </w:r>
      <w:r w:rsidR="00530790" w:rsidRPr="005D5566">
        <w:t>Personne</w:t>
      </w:r>
      <w:r>
        <w:t> !</w:t>
      </w:r>
    </w:p>
    <w:p w14:paraId="79D36CA5" w14:textId="77777777" w:rsidR="001C0413" w:rsidRDefault="001C0413" w:rsidP="001C0413">
      <w:r>
        <w:t>— </w:t>
      </w:r>
      <w:r w:rsidR="00530790" w:rsidRPr="005D5566">
        <w:t>Personne</w:t>
      </w:r>
      <w:r>
        <w:t xml:space="preserve"> ! </w:t>
      </w:r>
      <w:r w:rsidR="00530790" w:rsidRPr="005D5566">
        <w:t>répéta une voix pareille à un écho</w:t>
      </w:r>
      <w:r>
        <w:t>.</w:t>
      </w:r>
    </w:p>
    <w:p w14:paraId="60391C8D" w14:textId="77777777" w:rsidR="001C0413" w:rsidRDefault="00530790" w:rsidP="001C0413">
      <w:r w:rsidRPr="005D5566">
        <w:t>Reprenant possession de lui-même</w:t>
      </w:r>
      <w:r w:rsidR="001C0413">
        <w:t xml:space="preserve">, </w:t>
      </w:r>
      <w:r w:rsidRPr="005D5566">
        <w:t>Pavel se mit à parler avec plus de simplicité et de calme</w:t>
      </w:r>
      <w:r w:rsidR="001C0413">
        <w:t xml:space="preserve">. </w:t>
      </w:r>
      <w:r w:rsidRPr="005D5566">
        <w:t>La foule s</w:t>
      </w:r>
      <w:r w:rsidR="001C0413">
        <w:t>’</w:t>
      </w:r>
      <w:r w:rsidRPr="005D5566">
        <w:t>avançait lentement vers lui</w:t>
      </w:r>
      <w:r w:rsidR="001C0413">
        <w:t xml:space="preserve">, </w:t>
      </w:r>
      <w:r w:rsidRPr="005D5566">
        <w:t>comme un corps sombre à mille têtes</w:t>
      </w:r>
      <w:r w:rsidR="001C0413">
        <w:t xml:space="preserve">. </w:t>
      </w:r>
      <w:r w:rsidRPr="005D5566">
        <w:t>Elle regardait le jeune homme avec des centaines d</w:t>
      </w:r>
      <w:r w:rsidR="001C0413">
        <w:t>’</w:t>
      </w:r>
      <w:r w:rsidRPr="005D5566">
        <w:t>yeux attentifs</w:t>
      </w:r>
      <w:r w:rsidR="001C0413">
        <w:t xml:space="preserve">, </w:t>
      </w:r>
      <w:r w:rsidRPr="005D5566">
        <w:t>aspirait ses paroles</w:t>
      </w:r>
      <w:r w:rsidR="001C0413">
        <w:t xml:space="preserve"> ; </w:t>
      </w:r>
      <w:r w:rsidRPr="005D5566">
        <w:t>le brui</w:t>
      </w:r>
      <w:r w:rsidR="001C0413">
        <w:t xml:space="preserve"> ! </w:t>
      </w:r>
      <w:r w:rsidRPr="005D5566">
        <w:t>s</w:t>
      </w:r>
      <w:r w:rsidR="001C0413">
        <w:t>’</w:t>
      </w:r>
      <w:r w:rsidRPr="005D5566">
        <w:t>apaisait un peu</w:t>
      </w:r>
      <w:r w:rsidR="001C0413">
        <w:t>.</w:t>
      </w:r>
    </w:p>
    <w:p w14:paraId="214287E7" w14:textId="77777777" w:rsidR="001C0413" w:rsidRDefault="001C0413" w:rsidP="001C0413">
      <w:r>
        <w:t>— </w:t>
      </w:r>
      <w:r w:rsidR="00530790" w:rsidRPr="005D5566">
        <w:t>Nous n</w:t>
      </w:r>
      <w:r>
        <w:t>’</w:t>
      </w:r>
      <w:r w:rsidR="00530790" w:rsidRPr="005D5566">
        <w:t>aurons pas un meilleur lot tant que nous ne nous sentirons pas solidaires</w:t>
      </w:r>
      <w:r>
        <w:t xml:space="preserve">, </w:t>
      </w:r>
      <w:r w:rsidR="00530790" w:rsidRPr="005D5566">
        <w:t>tant que nous ne formerons pas une seule famille d</w:t>
      </w:r>
      <w:r>
        <w:t>’</w:t>
      </w:r>
      <w:r w:rsidR="00530790" w:rsidRPr="005D5566">
        <w:t>amis</w:t>
      </w:r>
      <w:r>
        <w:t xml:space="preserve">, </w:t>
      </w:r>
      <w:r w:rsidR="00530790" w:rsidRPr="005D5566">
        <w:t>étroitement liés par le même désir</w:t>
      </w:r>
      <w:r>
        <w:t xml:space="preserve">… </w:t>
      </w:r>
      <w:r w:rsidR="00530790" w:rsidRPr="005D5566">
        <w:t>celui de lutter pour nos droits</w:t>
      </w:r>
      <w:r>
        <w:t>…</w:t>
      </w:r>
    </w:p>
    <w:p w14:paraId="77196AC3" w14:textId="77777777" w:rsidR="001C0413" w:rsidRDefault="001C0413" w:rsidP="001C0413">
      <w:r>
        <w:lastRenderedPageBreak/>
        <w:t>— </w:t>
      </w:r>
      <w:r w:rsidR="00530790" w:rsidRPr="005D5566">
        <w:t xml:space="preserve">Parle de </w:t>
      </w:r>
      <w:r w:rsidR="00530790" w:rsidRPr="005D5566">
        <w:rPr>
          <w:bCs/>
        </w:rPr>
        <w:t>l</w:t>
      </w:r>
      <w:r>
        <w:t>’</w:t>
      </w:r>
      <w:r w:rsidR="00530790" w:rsidRPr="005D5566">
        <w:t>affaire</w:t>
      </w:r>
      <w:r>
        <w:t xml:space="preserve"> ! </w:t>
      </w:r>
      <w:r w:rsidR="00530790" w:rsidRPr="005D5566">
        <w:t>s</w:t>
      </w:r>
      <w:r>
        <w:t>’</w:t>
      </w:r>
      <w:r w:rsidR="00530790" w:rsidRPr="005D5566">
        <w:t>écria une voix rude à côté de la mère</w:t>
      </w:r>
      <w:r>
        <w:t>.</w:t>
      </w:r>
    </w:p>
    <w:p w14:paraId="1A594370" w14:textId="77777777" w:rsidR="001C0413" w:rsidRDefault="001C0413" w:rsidP="001C0413">
      <w:r>
        <w:t>— </w:t>
      </w:r>
      <w:r w:rsidR="00530790" w:rsidRPr="005D5566">
        <w:t xml:space="preserve">Ne </w:t>
      </w:r>
      <w:r w:rsidR="00530790" w:rsidRPr="005D5566">
        <w:rPr>
          <w:bCs/>
        </w:rPr>
        <w:t>l</w:t>
      </w:r>
      <w:r>
        <w:t>’</w:t>
      </w:r>
      <w:r w:rsidR="00530790" w:rsidRPr="005D5566">
        <w:t>interrompez pas</w:t>
      </w:r>
      <w:r>
        <w:t xml:space="preserve"> ! </w:t>
      </w:r>
      <w:r w:rsidR="00530790" w:rsidRPr="005D5566">
        <w:t>Taisez-vous</w:t>
      </w:r>
      <w:r>
        <w:t xml:space="preserve"> ! </w:t>
      </w:r>
      <w:r w:rsidR="00530790" w:rsidRPr="005D5566">
        <w:t>répliqua-t-on de divers points</w:t>
      </w:r>
      <w:r>
        <w:t>.</w:t>
      </w:r>
    </w:p>
    <w:p w14:paraId="6A7B4FE2" w14:textId="77777777" w:rsidR="001C0413" w:rsidRDefault="00530790" w:rsidP="001C0413">
      <w:r w:rsidRPr="005D5566">
        <w:t>Les visages noircis avaient une expression d</w:t>
      </w:r>
      <w:r w:rsidR="001C0413">
        <w:t>’</w:t>
      </w:r>
      <w:r w:rsidRPr="005D5566">
        <w:t>incrédulité maussade</w:t>
      </w:r>
      <w:r w:rsidR="001C0413">
        <w:t xml:space="preserve"> ; </w:t>
      </w:r>
      <w:r w:rsidRPr="005D5566">
        <w:t>quelques regards seulement se posèrent sur Pavel avec gravité</w:t>
      </w:r>
      <w:r w:rsidR="001C0413">
        <w:t>.</w:t>
      </w:r>
    </w:p>
    <w:p w14:paraId="016B9AB9" w14:textId="77777777" w:rsidR="001C0413" w:rsidRDefault="001C0413" w:rsidP="001C0413">
      <w:r>
        <w:t>— </w:t>
      </w:r>
      <w:r w:rsidR="00530790" w:rsidRPr="005D5566">
        <w:t>C</w:t>
      </w:r>
      <w:r>
        <w:t>’</w:t>
      </w:r>
      <w:r w:rsidR="00530790" w:rsidRPr="005D5566">
        <w:t xml:space="preserve">est </w:t>
      </w:r>
      <w:r w:rsidR="00530790" w:rsidRPr="005D5566">
        <w:rPr>
          <w:bCs/>
          <w:i/>
          <w:iCs/>
        </w:rPr>
        <w:t xml:space="preserve">un </w:t>
      </w:r>
      <w:r w:rsidR="00530790" w:rsidRPr="005D5566">
        <w:t>socialiste</w:t>
      </w:r>
      <w:r>
        <w:t xml:space="preserve">, </w:t>
      </w:r>
      <w:r w:rsidR="00530790" w:rsidRPr="005D5566">
        <w:t>mais il n</w:t>
      </w:r>
      <w:r>
        <w:t>’</w:t>
      </w:r>
      <w:r w:rsidR="00530790" w:rsidRPr="005D5566">
        <w:t>est pas bête</w:t>
      </w:r>
      <w:r>
        <w:t xml:space="preserve"> ! </w:t>
      </w:r>
      <w:r w:rsidR="00530790" w:rsidRPr="005D5566">
        <w:t>fit quelqu</w:t>
      </w:r>
      <w:r>
        <w:t>’</w:t>
      </w:r>
      <w:r w:rsidR="00530790" w:rsidRPr="005D5566">
        <w:t>un</w:t>
      </w:r>
      <w:r>
        <w:t>.</w:t>
      </w:r>
    </w:p>
    <w:p w14:paraId="6EC11D96" w14:textId="77777777" w:rsidR="001C0413" w:rsidRDefault="001C0413" w:rsidP="001C0413">
      <w:r>
        <w:t>— </w:t>
      </w:r>
      <w:r w:rsidR="00530790" w:rsidRPr="005D5566">
        <w:t>C</w:t>
      </w:r>
      <w:r>
        <w:t>’</w:t>
      </w:r>
      <w:r w:rsidR="00530790" w:rsidRPr="005D5566">
        <w:t>est un révolutionnaire</w:t>
      </w:r>
      <w:r>
        <w:t xml:space="preserve"> ! </w:t>
      </w:r>
      <w:r w:rsidR="00530790" w:rsidRPr="005D5566">
        <w:t>dit un autre</w:t>
      </w:r>
      <w:r>
        <w:t>.</w:t>
      </w:r>
    </w:p>
    <w:p w14:paraId="65F4A819" w14:textId="77777777" w:rsidR="001C0413" w:rsidRDefault="001C0413" w:rsidP="001C0413">
      <w:r>
        <w:t>— </w:t>
      </w:r>
      <w:r w:rsidR="00530790" w:rsidRPr="005D5566">
        <w:t>Comme il parle hardiment</w:t>
      </w:r>
      <w:r>
        <w:t xml:space="preserve"> ! </w:t>
      </w:r>
      <w:r w:rsidR="00530790" w:rsidRPr="005D5566">
        <w:t>s</w:t>
      </w:r>
      <w:r>
        <w:t>’</w:t>
      </w:r>
      <w:r w:rsidR="00530790" w:rsidRPr="005D5566">
        <w:t>écria un ouvrier</w:t>
      </w:r>
      <w:r>
        <w:t xml:space="preserve">, </w:t>
      </w:r>
      <w:r w:rsidR="00530790" w:rsidRPr="005D5566">
        <w:t>un grand gaillard borgne</w:t>
      </w:r>
      <w:r>
        <w:t xml:space="preserve">, </w:t>
      </w:r>
      <w:r w:rsidR="00530790" w:rsidRPr="005D5566">
        <w:t xml:space="preserve">en poussant la mère de </w:t>
      </w:r>
      <w:r w:rsidR="00530790" w:rsidRPr="005D5566">
        <w:rPr>
          <w:bCs/>
        </w:rPr>
        <w:t>l</w:t>
      </w:r>
      <w:r>
        <w:t>’</w:t>
      </w:r>
      <w:r w:rsidR="00530790" w:rsidRPr="005D5566">
        <w:t>épaule</w:t>
      </w:r>
      <w:r>
        <w:t>.</w:t>
      </w:r>
    </w:p>
    <w:p w14:paraId="6E909C38" w14:textId="77777777" w:rsidR="001C0413" w:rsidRDefault="001C0413" w:rsidP="001C0413">
      <w:r>
        <w:t>— </w:t>
      </w:r>
      <w:r w:rsidR="00530790" w:rsidRPr="005D5566">
        <w:t>Camarades</w:t>
      </w:r>
      <w:r>
        <w:t xml:space="preserve"> ! </w:t>
      </w:r>
      <w:r w:rsidR="00530790" w:rsidRPr="005D5566">
        <w:t>Le moment est venu de résister à la force avide qui vit de notre travail</w:t>
      </w:r>
      <w:r>
        <w:t xml:space="preserve">, </w:t>
      </w:r>
      <w:r w:rsidR="00530790" w:rsidRPr="005D5566">
        <w:t>le moment est venu de se défendre</w:t>
      </w:r>
      <w:r>
        <w:t xml:space="preserve"> ; </w:t>
      </w:r>
      <w:r w:rsidR="00530790" w:rsidRPr="005D5566">
        <w:t>il faut que chacun comprenne que personne ne viendra à notre secours</w:t>
      </w:r>
      <w:r>
        <w:t xml:space="preserve">, </w:t>
      </w:r>
      <w:r w:rsidR="00530790" w:rsidRPr="005D5566">
        <w:t>si ce n</w:t>
      </w:r>
      <w:r>
        <w:t>’</w:t>
      </w:r>
      <w:r w:rsidR="00530790" w:rsidRPr="005D5566">
        <w:t>est nous-mêmes</w:t>
      </w:r>
      <w:r>
        <w:t xml:space="preserve"> ! </w:t>
      </w:r>
      <w:r w:rsidR="00530790" w:rsidRPr="005D5566">
        <w:t>Un pour tous</w:t>
      </w:r>
      <w:r>
        <w:t xml:space="preserve">, </w:t>
      </w:r>
      <w:r w:rsidR="00530790" w:rsidRPr="005D5566">
        <w:t>tous pour un</w:t>
      </w:r>
      <w:r>
        <w:t xml:space="preserve">, </w:t>
      </w:r>
      <w:r w:rsidR="00530790" w:rsidRPr="005D5566">
        <w:t>telle doit être notre loi</w:t>
      </w:r>
      <w:r>
        <w:t xml:space="preserve">, </w:t>
      </w:r>
      <w:r w:rsidR="00530790" w:rsidRPr="005D5566">
        <w:t>si nous voulons vaincre l</w:t>
      </w:r>
      <w:r>
        <w:t>’</w:t>
      </w:r>
      <w:r w:rsidR="00530790" w:rsidRPr="005D5566">
        <w:t>ennemi</w:t>
      </w:r>
      <w:r>
        <w:t>…</w:t>
      </w:r>
    </w:p>
    <w:p w14:paraId="118D499D" w14:textId="77777777" w:rsidR="001C0413" w:rsidRDefault="001C0413" w:rsidP="001C0413">
      <w:r>
        <w:t>— </w:t>
      </w:r>
      <w:r w:rsidR="00530790" w:rsidRPr="005D5566">
        <w:t>Il dit la vérité</w:t>
      </w:r>
      <w:r>
        <w:t xml:space="preserve">, </w:t>
      </w:r>
      <w:r w:rsidR="00530790" w:rsidRPr="005D5566">
        <w:t>frères</w:t>
      </w:r>
      <w:r>
        <w:t xml:space="preserve"> ! </w:t>
      </w:r>
      <w:r w:rsidR="00530790" w:rsidRPr="005D5566">
        <w:t>s</w:t>
      </w:r>
      <w:r>
        <w:t>’</w:t>
      </w:r>
      <w:r w:rsidR="00530790" w:rsidRPr="005D5566">
        <w:t>écria Makhotine</w:t>
      </w:r>
      <w:r>
        <w:t xml:space="preserve">. </w:t>
      </w:r>
      <w:r w:rsidR="00530790" w:rsidRPr="005D5566">
        <w:t>Écoutez la vérité</w:t>
      </w:r>
      <w:r>
        <w:t> !</w:t>
      </w:r>
    </w:p>
    <w:p w14:paraId="68E651A9" w14:textId="77777777" w:rsidR="001C0413" w:rsidRDefault="00530790" w:rsidP="001C0413">
      <w:r w:rsidRPr="005D5566">
        <w:t>Et</w:t>
      </w:r>
      <w:r w:rsidR="001C0413">
        <w:t xml:space="preserve">, </w:t>
      </w:r>
      <w:r w:rsidRPr="005D5566">
        <w:t>d</w:t>
      </w:r>
      <w:r w:rsidR="001C0413">
        <w:t>’</w:t>
      </w:r>
      <w:r w:rsidRPr="005D5566">
        <w:t>un geste large</w:t>
      </w:r>
      <w:r w:rsidR="001C0413">
        <w:t xml:space="preserve">, </w:t>
      </w:r>
      <w:r w:rsidRPr="005D5566">
        <w:t>il agita son poing fermé</w:t>
      </w:r>
      <w:r w:rsidR="001C0413">
        <w:t>.</w:t>
      </w:r>
    </w:p>
    <w:p w14:paraId="7BA8DA69" w14:textId="77777777" w:rsidR="001C0413" w:rsidRDefault="001C0413" w:rsidP="001C0413">
      <w:r>
        <w:t>— </w:t>
      </w:r>
      <w:r w:rsidR="00530790" w:rsidRPr="005D5566">
        <w:t>Il faut faire venir le directeur immédiatement</w:t>
      </w:r>
      <w:r>
        <w:t xml:space="preserve"> ! </w:t>
      </w:r>
      <w:r w:rsidR="00530790" w:rsidRPr="005D5566">
        <w:t>continua Pavel</w:t>
      </w:r>
      <w:r>
        <w:t xml:space="preserve">. </w:t>
      </w:r>
      <w:r w:rsidR="00530790" w:rsidRPr="005D5566">
        <w:t>Il faut lui demander</w:t>
      </w:r>
      <w:r>
        <w:t>…</w:t>
      </w:r>
    </w:p>
    <w:p w14:paraId="1C5CBC16" w14:textId="77777777" w:rsidR="001C0413" w:rsidRDefault="00530790" w:rsidP="001C0413">
      <w:r w:rsidRPr="005D5566">
        <w:t>Soudain</w:t>
      </w:r>
      <w:r w:rsidR="001C0413">
        <w:t xml:space="preserve">, </w:t>
      </w:r>
      <w:r w:rsidRPr="005D5566">
        <w:t>on eût dit qu</w:t>
      </w:r>
      <w:r w:rsidR="001C0413">
        <w:t>’</w:t>
      </w:r>
      <w:r w:rsidRPr="005D5566">
        <w:t>un ouragan avait fondu sur la foule</w:t>
      </w:r>
      <w:r w:rsidR="001C0413">
        <w:t xml:space="preserve">. </w:t>
      </w:r>
      <w:r w:rsidRPr="005D5566">
        <w:t>Elle se courba comme le flot sous la rafale</w:t>
      </w:r>
      <w:r w:rsidR="001C0413">
        <w:t xml:space="preserve"> ; </w:t>
      </w:r>
      <w:r w:rsidRPr="005D5566">
        <w:t>quelques dizaines de voix crièrent ensemble</w:t>
      </w:r>
      <w:r w:rsidR="001C0413">
        <w:t> :</w:t>
      </w:r>
    </w:p>
    <w:p w14:paraId="4FEB2630" w14:textId="77777777" w:rsidR="001C0413" w:rsidRDefault="001C0413" w:rsidP="001C0413">
      <w:r>
        <w:t>— </w:t>
      </w:r>
      <w:r w:rsidR="00530790" w:rsidRPr="005D5566">
        <w:t>Que le directeur vienne</w:t>
      </w:r>
      <w:r>
        <w:t> !…</w:t>
      </w:r>
    </w:p>
    <w:p w14:paraId="1F572E7A" w14:textId="77777777" w:rsidR="001C0413" w:rsidRDefault="001C0413" w:rsidP="001C0413">
      <w:r>
        <w:lastRenderedPageBreak/>
        <w:t>— </w:t>
      </w:r>
      <w:r w:rsidR="00530790" w:rsidRPr="005D5566">
        <w:t>Qu</w:t>
      </w:r>
      <w:r>
        <w:t>’</w:t>
      </w:r>
      <w:r w:rsidR="00530790" w:rsidRPr="005D5566">
        <w:t>il s</w:t>
      </w:r>
      <w:r>
        <w:t>’</w:t>
      </w:r>
      <w:r w:rsidR="00530790" w:rsidRPr="005D5566">
        <w:t>explique</w:t>
      </w:r>
      <w:r>
        <w:t> !…</w:t>
      </w:r>
    </w:p>
    <w:p w14:paraId="5AEC3BB3" w14:textId="77777777" w:rsidR="001C0413" w:rsidRDefault="001C0413" w:rsidP="001C0413">
      <w:r>
        <w:t>— </w:t>
      </w:r>
      <w:r w:rsidR="00530790" w:rsidRPr="005D5566">
        <w:t>Amenez-le</w:t>
      </w:r>
      <w:r>
        <w:t> !…</w:t>
      </w:r>
    </w:p>
    <w:p w14:paraId="2EEC0582" w14:textId="77777777" w:rsidR="001C0413" w:rsidRDefault="001C0413" w:rsidP="001C0413">
      <w:r>
        <w:t>— </w:t>
      </w:r>
      <w:r w:rsidR="00530790" w:rsidRPr="005D5566">
        <w:t>Envoyons-lui des députés</w:t>
      </w:r>
      <w:r>
        <w:t>…</w:t>
      </w:r>
    </w:p>
    <w:p w14:paraId="11E948D2" w14:textId="77777777" w:rsidR="001C0413" w:rsidRDefault="001C0413" w:rsidP="001C0413">
      <w:r>
        <w:t>— </w:t>
      </w:r>
      <w:r w:rsidR="00530790" w:rsidRPr="005D5566">
        <w:t>Non</w:t>
      </w:r>
      <w:r>
        <w:t> !</w:t>
      </w:r>
    </w:p>
    <w:p w14:paraId="0B341484" w14:textId="77777777" w:rsidR="001C0413" w:rsidRDefault="00530790" w:rsidP="001C0413">
      <w:r w:rsidRPr="005D5566">
        <w:t>Parvenue au premier rang</w:t>
      </w:r>
      <w:r w:rsidR="001C0413">
        <w:t xml:space="preserve">, </w:t>
      </w:r>
      <w:r w:rsidRPr="005D5566">
        <w:t>la mère regardait son fils qui la dominait</w:t>
      </w:r>
      <w:r w:rsidR="001C0413">
        <w:t xml:space="preserve">. </w:t>
      </w:r>
      <w:r w:rsidRPr="005D5566">
        <w:t>Elle se sentait pleine de fierté</w:t>
      </w:r>
      <w:r w:rsidR="001C0413">
        <w:t xml:space="preserve"> : </w:t>
      </w:r>
      <w:r w:rsidRPr="005D5566">
        <w:t>Pavel était là au milieu des vieux ouvriers les plus estimés</w:t>
      </w:r>
      <w:r w:rsidR="001C0413">
        <w:t xml:space="preserve">, </w:t>
      </w:r>
      <w:r w:rsidRPr="005D5566">
        <w:t>tout le monde l</w:t>
      </w:r>
      <w:r w:rsidR="001C0413">
        <w:t>’</w:t>
      </w:r>
      <w:r w:rsidRPr="005D5566">
        <w:t>écoutait et l</w:t>
      </w:r>
      <w:r w:rsidR="001C0413">
        <w:t>’</w:t>
      </w:r>
      <w:r w:rsidRPr="005D5566">
        <w:t>approuvait</w:t>
      </w:r>
      <w:r w:rsidR="001C0413">
        <w:t xml:space="preserve">. </w:t>
      </w:r>
      <w:r w:rsidRPr="005D5566">
        <w:t>Pélaguée admirait son sang-froid</w:t>
      </w:r>
      <w:r w:rsidR="001C0413">
        <w:t xml:space="preserve">, </w:t>
      </w:r>
      <w:r w:rsidRPr="005D5566">
        <w:t>sa simplicité</w:t>
      </w:r>
      <w:r w:rsidR="001C0413">
        <w:t xml:space="preserve"> ; </w:t>
      </w:r>
      <w:r w:rsidRPr="005D5566">
        <w:t>il parlait sans se fâcher</w:t>
      </w:r>
      <w:r w:rsidR="001C0413">
        <w:t xml:space="preserve">, </w:t>
      </w:r>
      <w:r w:rsidRPr="005D5566">
        <w:t>ni jurer comme les autres</w:t>
      </w:r>
      <w:r w:rsidR="001C0413">
        <w:t>.</w:t>
      </w:r>
    </w:p>
    <w:p w14:paraId="73F323B3" w14:textId="77777777" w:rsidR="001C0413" w:rsidRDefault="00530790" w:rsidP="001C0413">
      <w:r w:rsidRPr="005D5566">
        <w:t>Les exclamations</w:t>
      </w:r>
      <w:r w:rsidR="001C0413">
        <w:t xml:space="preserve">, </w:t>
      </w:r>
      <w:r w:rsidRPr="005D5566">
        <w:t>les cris de mécontentement</w:t>
      </w:r>
      <w:r w:rsidR="001C0413">
        <w:t xml:space="preserve">, </w:t>
      </w:r>
      <w:r w:rsidRPr="005D5566">
        <w:t>les invectives pleuvaient comme des grêlons sur un toit de zinc</w:t>
      </w:r>
      <w:r w:rsidR="001C0413">
        <w:t xml:space="preserve">. </w:t>
      </w:r>
      <w:r w:rsidRPr="005D5566">
        <w:t xml:space="preserve">Pavel </w:t>
      </w:r>
      <w:r w:rsidRPr="005D5566">
        <w:rPr>
          <w:bCs/>
        </w:rPr>
        <w:t xml:space="preserve">regardait </w:t>
      </w:r>
      <w:r w:rsidRPr="005D5566">
        <w:t>la foule et</w:t>
      </w:r>
      <w:r w:rsidR="001C0413">
        <w:t xml:space="preserve">, </w:t>
      </w:r>
      <w:r w:rsidRPr="005D5566">
        <w:t xml:space="preserve">de ses </w:t>
      </w:r>
      <w:r w:rsidRPr="005D5566">
        <w:rPr>
          <w:bCs/>
        </w:rPr>
        <w:t>yeux</w:t>
      </w:r>
      <w:r w:rsidRPr="005D5566">
        <w:t xml:space="preserve"> grands ouverts</w:t>
      </w:r>
      <w:r w:rsidR="001C0413">
        <w:t xml:space="preserve">, </w:t>
      </w:r>
      <w:r w:rsidRPr="005D5566">
        <w:t>il semblait chercher quelque chose parmi les groupes</w:t>
      </w:r>
      <w:r w:rsidR="001C0413">
        <w:t>.</w:t>
      </w:r>
    </w:p>
    <w:p w14:paraId="05473D1B" w14:textId="77777777" w:rsidR="001C0413" w:rsidRDefault="001C0413" w:rsidP="001C0413">
      <w:r>
        <w:t>— </w:t>
      </w:r>
      <w:r w:rsidR="00530790" w:rsidRPr="005D5566">
        <w:t>Des députés</w:t>
      </w:r>
      <w:r>
        <w:t> !</w:t>
      </w:r>
    </w:p>
    <w:p w14:paraId="2A658260" w14:textId="77777777" w:rsidR="001C0413" w:rsidRDefault="001C0413" w:rsidP="001C0413">
      <w:pPr>
        <w:rPr>
          <w:i/>
          <w:iCs/>
        </w:rPr>
      </w:pPr>
      <w:r>
        <w:t>— </w:t>
      </w:r>
      <w:r w:rsidR="00530790" w:rsidRPr="005D5566">
        <w:t>Que Sizov parle</w:t>
      </w:r>
      <w:r>
        <w:rPr>
          <w:i/>
          <w:iCs/>
        </w:rPr>
        <w:t> !</w:t>
      </w:r>
    </w:p>
    <w:p w14:paraId="3812371C" w14:textId="77777777" w:rsidR="001C0413" w:rsidRDefault="001C0413" w:rsidP="001C0413">
      <w:r>
        <w:t>— </w:t>
      </w:r>
      <w:r w:rsidR="00530790" w:rsidRPr="005D5566">
        <w:t>Vlassov</w:t>
      </w:r>
      <w:r>
        <w:t> !</w:t>
      </w:r>
    </w:p>
    <w:p w14:paraId="78C6BD14" w14:textId="77777777" w:rsidR="001C0413" w:rsidRDefault="001C0413" w:rsidP="001C0413">
      <w:r>
        <w:t>— </w:t>
      </w:r>
      <w:r w:rsidR="00530790" w:rsidRPr="005D5566">
        <w:t>Rybine</w:t>
      </w:r>
      <w:r>
        <w:t xml:space="preserve"> ! </w:t>
      </w:r>
      <w:r w:rsidR="00530790" w:rsidRPr="005D5566">
        <w:t>Il a des dents terribles</w:t>
      </w:r>
      <w:r>
        <w:t> !</w:t>
      </w:r>
    </w:p>
    <w:p w14:paraId="60A971EC" w14:textId="77777777" w:rsidR="001C0413" w:rsidRDefault="00530790" w:rsidP="001C0413">
      <w:r w:rsidRPr="005D5566">
        <w:t>Enfin</w:t>
      </w:r>
      <w:r w:rsidR="001C0413">
        <w:t xml:space="preserve">, </w:t>
      </w:r>
      <w:r w:rsidRPr="005D5566">
        <w:t>on désigna Pavel</w:t>
      </w:r>
      <w:r w:rsidR="001C0413">
        <w:t xml:space="preserve">, </w:t>
      </w:r>
      <w:r w:rsidRPr="005D5566">
        <w:t>Sizov et Rybine comme porte-parole</w:t>
      </w:r>
      <w:r w:rsidR="001C0413">
        <w:t xml:space="preserve">, </w:t>
      </w:r>
      <w:r w:rsidRPr="005D5566">
        <w:t>et l</w:t>
      </w:r>
      <w:r w:rsidR="001C0413">
        <w:t>’</w:t>
      </w:r>
      <w:r w:rsidRPr="005D5566">
        <w:t>on allait faire chercher le directeur quand</w:t>
      </w:r>
      <w:r w:rsidR="001C0413">
        <w:t xml:space="preserve">, </w:t>
      </w:r>
      <w:r w:rsidRPr="005D5566">
        <w:t>soudain</w:t>
      </w:r>
      <w:r w:rsidR="001C0413">
        <w:t xml:space="preserve">, </w:t>
      </w:r>
      <w:r w:rsidRPr="005D5566">
        <w:t>quelques faibles exclamations retentirent</w:t>
      </w:r>
      <w:r w:rsidR="001C0413">
        <w:t>.</w:t>
      </w:r>
    </w:p>
    <w:p w14:paraId="72E26F11" w14:textId="77777777" w:rsidR="001C0413" w:rsidRDefault="001C0413" w:rsidP="001C0413">
      <w:r>
        <w:t>— </w:t>
      </w:r>
      <w:r w:rsidR="00530790" w:rsidRPr="005D5566">
        <w:t>Il vient de lui-même</w:t>
      </w:r>
      <w:r>
        <w:t> !</w:t>
      </w:r>
    </w:p>
    <w:p w14:paraId="6FA71996" w14:textId="77777777" w:rsidR="001C0413" w:rsidRDefault="001C0413" w:rsidP="001C0413">
      <w:r>
        <w:t>— </w:t>
      </w:r>
      <w:r w:rsidR="00530790" w:rsidRPr="005D5566">
        <w:t>Le directeur</w:t>
      </w:r>
      <w:r>
        <w:t> !</w:t>
      </w:r>
    </w:p>
    <w:p w14:paraId="670B5139" w14:textId="77777777" w:rsidR="001C0413" w:rsidRDefault="001C0413" w:rsidP="001C0413">
      <w:r>
        <w:t>— </w:t>
      </w:r>
      <w:r w:rsidR="00530790" w:rsidRPr="005D5566">
        <w:t>Ah</w:t>
      </w:r>
      <w:r>
        <w:t xml:space="preserve"> ! </w:t>
      </w:r>
      <w:r w:rsidR="00530790" w:rsidRPr="005D5566">
        <w:t>Ah</w:t>
      </w:r>
      <w:r>
        <w:t> !</w:t>
      </w:r>
    </w:p>
    <w:p w14:paraId="53DE51F5" w14:textId="77777777" w:rsidR="001C0413" w:rsidRDefault="00530790" w:rsidP="001C0413">
      <w:r w:rsidRPr="005D5566">
        <w:t>La foule s</w:t>
      </w:r>
      <w:r w:rsidR="001C0413">
        <w:t>’</w:t>
      </w:r>
      <w:r w:rsidRPr="005D5566">
        <w:t>entr</w:t>
      </w:r>
      <w:r w:rsidR="001C0413">
        <w:t>’</w:t>
      </w:r>
      <w:r w:rsidRPr="005D5566">
        <w:t>ouvrait pour laisser passer un personnage grand et sec</w:t>
      </w:r>
      <w:r w:rsidR="001C0413">
        <w:t xml:space="preserve">, </w:t>
      </w:r>
      <w:r w:rsidRPr="005D5566">
        <w:t>visage allongé</w:t>
      </w:r>
      <w:r w:rsidR="001C0413">
        <w:t xml:space="preserve">, </w:t>
      </w:r>
      <w:r w:rsidRPr="005D5566">
        <w:t>la barbe en pointe</w:t>
      </w:r>
      <w:r w:rsidR="001C0413">
        <w:t>.</w:t>
      </w:r>
    </w:p>
    <w:p w14:paraId="42959162" w14:textId="77777777" w:rsidR="001C0413" w:rsidRDefault="001C0413" w:rsidP="001C0413">
      <w:r>
        <w:lastRenderedPageBreak/>
        <w:t>— </w:t>
      </w:r>
      <w:r w:rsidR="00530790" w:rsidRPr="005D5566">
        <w:t>Permettez</w:t>
      </w:r>
      <w:r>
        <w:t xml:space="preserve"> ! </w:t>
      </w:r>
      <w:r w:rsidR="00530790" w:rsidRPr="005D5566">
        <w:t>disait-il en écartant la foule d</w:t>
      </w:r>
      <w:r>
        <w:t>’</w:t>
      </w:r>
      <w:r w:rsidR="00530790" w:rsidRPr="005D5566">
        <w:t>un petit geste</w:t>
      </w:r>
      <w:r>
        <w:t xml:space="preserve">, </w:t>
      </w:r>
      <w:r w:rsidR="00530790" w:rsidRPr="005D5566">
        <w:t>mais sans l</w:t>
      </w:r>
      <w:r>
        <w:t>’</w:t>
      </w:r>
      <w:r w:rsidR="00530790" w:rsidRPr="005D5566">
        <w:t>effleurer</w:t>
      </w:r>
      <w:r>
        <w:t xml:space="preserve">. </w:t>
      </w:r>
      <w:r w:rsidR="00530790" w:rsidRPr="005D5566">
        <w:t>Il clignait des yeux</w:t>
      </w:r>
      <w:r>
        <w:t xml:space="preserve">, </w:t>
      </w:r>
      <w:r w:rsidR="00530790" w:rsidRPr="005D5566">
        <w:t>et d</w:t>
      </w:r>
      <w:r>
        <w:t>’</w:t>
      </w:r>
      <w:r w:rsidR="00530790" w:rsidRPr="005D5566">
        <w:t>un regard de manieur d</w:t>
      </w:r>
      <w:r>
        <w:t>’</w:t>
      </w:r>
      <w:r w:rsidR="00530790" w:rsidRPr="005D5566">
        <w:t>hommes expérimenté</w:t>
      </w:r>
      <w:r>
        <w:t xml:space="preserve">, </w:t>
      </w:r>
      <w:r w:rsidR="00530790" w:rsidRPr="005D5566">
        <w:t>scrutait les visages des ouvriers</w:t>
      </w:r>
      <w:r>
        <w:t xml:space="preserve">. </w:t>
      </w:r>
      <w:r w:rsidR="00530790" w:rsidRPr="005D5566">
        <w:t>Ceux-ci s</w:t>
      </w:r>
      <w:r>
        <w:t>’</w:t>
      </w:r>
      <w:r w:rsidR="00530790" w:rsidRPr="005D5566">
        <w:t>inclinaient</w:t>
      </w:r>
      <w:r>
        <w:t xml:space="preserve">, </w:t>
      </w:r>
      <w:r w:rsidR="00530790" w:rsidRPr="005D5566">
        <w:t>enlevaient leurs casquettes pour le saluer</w:t>
      </w:r>
      <w:r>
        <w:t xml:space="preserve">. </w:t>
      </w:r>
      <w:r w:rsidR="00530790" w:rsidRPr="005D5566">
        <w:t>Il</w:t>
      </w:r>
      <w:r w:rsidR="00530790" w:rsidRPr="005D5566">
        <w:rPr>
          <w:bCs/>
        </w:rPr>
        <w:t xml:space="preserve"> </w:t>
      </w:r>
      <w:r w:rsidR="00530790" w:rsidRPr="005D5566">
        <w:t>ne répondait pas à ces marques de respect</w:t>
      </w:r>
      <w:r>
        <w:t xml:space="preserve">, </w:t>
      </w:r>
      <w:r w:rsidR="00530790" w:rsidRPr="005D5566">
        <w:t>il semait le silence et l</w:t>
      </w:r>
      <w:r>
        <w:t>’</w:t>
      </w:r>
      <w:r w:rsidR="00530790" w:rsidRPr="005D5566">
        <w:t>embarras autour de lui</w:t>
      </w:r>
      <w:r>
        <w:t xml:space="preserve"> ; </w:t>
      </w:r>
      <w:r w:rsidR="00530790" w:rsidRPr="005D5566">
        <w:t>on sentait déjà</w:t>
      </w:r>
      <w:r>
        <w:t xml:space="preserve">, </w:t>
      </w:r>
      <w:r w:rsidR="00530790" w:rsidRPr="005D5566">
        <w:t>sous les sourires gênés et le ton assourdi des paroles</w:t>
      </w:r>
      <w:r>
        <w:t xml:space="preserve">, </w:t>
      </w:r>
      <w:r w:rsidR="00530790" w:rsidRPr="005D5566">
        <w:t>comme le repentir d</w:t>
      </w:r>
      <w:r>
        <w:t>’</w:t>
      </w:r>
      <w:r w:rsidR="00530790" w:rsidRPr="005D5566">
        <w:t>enfants conscients d</w:t>
      </w:r>
      <w:r>
        <w:t>’</w:t>
      </w:r>
      <w:r w:rsidR="00530790" w:rsidRPr="005D5566">
        <w:t>avoir fait des sottises</w:t>
      </w:r>
      <w:r>
        <w:t>.</w:t>
      </w:r>
    </w:p>
    <w:p w14:paraId="6A4FBCFC" w14:textId="77777777" w:rsidR="001C0413" w:rsidRDefault="00530790" w:rsidP="001C0413">
      <w:r w:rsidRPr="005D5566">
        <w:t>Le directeur passa devant la mère</w:t>
      </w:r>
      <w:r w:rsidR="001C0413">
        <w:t xml:space="preserve">, </w:t>
      </w:r>
      <w:r w:rsidRPr="005D5566">
        <w:t>lui jeta un coup d</w:t>
      </w:r>
      <w:r w:rsidR="001C0413">
        <w:t>’</w:t>
      </w:r>
      <w:r w:rsidRPr="005D5566">
        <w:t>œil sévère et s</w:t>
      </w:r>
      <w:r w:rsidR="001C0413">
        <w:t>’</w:t>
      </w:r>
      <w:r w:rsidRPr="005D5566">
        <w:t>arrêta au pied du tas de ferraille</w:t>
      </w:r>
      <w:r w:rsidR="001C0413">
        <w:t xml:space="preserve">. </w:t>
      </w:r>
      <w:r w:rsidRPr="005D5566">
        <w:t>D</w:t>
      </w:r>
      <w:r w:rsidR="001C0413">
        <w:t>’</w:t>
      </w:r>
      <w:r w:rsidRPr="005D5566">
        <w:t>en haut</w:t>
      </w:r>
      <w:r w:rsidR="001C0413">
        <w:t xml:space="preserve">, </w:t>
      </w:r>
      <w:r w:rsidRPr="005D5566">
        <w:t>quelqu</w:t>
      </w:r>
      <w:r w:rsidR="001C0413">
        <w:t>’</w:t>
      </w:r>
      <w:r w:rsidRPr="005D5566">
        <w:t>un lui tendit la main</w:t>
      </w:r>
      <w:r w:rsidR="001C0413">
        <w:t xml:space="preserve"> ; </w:t>
      </w:r>
      <w:r w:rsidRPr="005D5566">
        <w:t>il ne la prit pas</w:t>
      </w:r>
      <w:r w:rsidR="001C0413">
        <w:t xml:space="preserve"> ; </w:t>
      </w:r>
      <w:r w:rsidRPr="005D5566">
        <w:t>d</w:t>
      </w:r>
      <w:r w:rsidR="001C0413">
        <w:t>’</w:t>
      </w:r>
      <w:r w:rsidRPr="005D5566">
        <w:t>un mouvement vigoureux et souple</w:t>
      </w:r>
      <w:r w:rsidR="001C0413">
        <w:t xml:space="preserve">, </w:t>
      </w:r>
      <w:r w:rsidRPr="005D5566">
        <w:t>il se hissa et se mit au premier rang</w:t>
      </w:r>
      <w:r w:rsidR="001C0413">
        <w:t xml:space="preserve">, </w:t>
      </w:r>
      <w:r w:rsidRPr="005D5566">
        <w:t>puis il demanda d</w:t>
      </w:r>
      <w:r w:rsidR="001C0413">
        <w:t>’</w:t>
      </w:r>
      <w:r w:rsidRPr="005D5566">
        <w:t>une voix froide et autoritaire</w:t>
      </w:r>
      <w:r w:rsidR="001C0413">
        <w:t> :</w:t>
      </w:r>
    </w:p>
    <w:p w14:paraId="1AEB445D" w14:textId="77777777" w:rsidR="001C0413" w:rsidRDefault="001C0413" w:rsidP="001C0413">
      <w:r>
        <w:t>— </w:t>
      </w:r>
      <w:r w:rsidR="00530790" w:rsidRPr="005D5566">
        <w:t>Que signifie ce rassemblement</w:t>
      </w:r>
      <w:r>
        <w:t xml:space="preserve"> ? </w:t>
      </w:r>
      <w:r w:rsidR="00530790" w:rsidRPr="005D5566">
        <w:rPr>
          <w:bCs/>
        </w:rPr>
        <w:t xml:space="preserve">Pourquoi </w:t>
      </w:r>
      <w:r w:rsidR="00530790" w:rsidRPr="005D5566">
        <w:t>avez-vous quitté le travail</w:t>
      </w:r>
      <w:r>
        <w:t> ?</w:t>
      </w:r>
    </w:p>
    <w:p w14:paraId="78892F82" w14:textId="77777777" w:rsidR="001C0413" w:rsidRDefault="00530790" w:rsidP="001C0413">
      <w:r w:rsidRPr="005D5566">
        <w:t>Pendant quelques secondes</w:t>
      </w:r>
      <w:r w:rsidR="001C0413">
        <w:t xml:space="preserve">, </w:t>
      </w:r>
      <w:r w:rsidRPr="005D5566">
        <w:t>le silence fut complet</w:t>
      </w:r>
      <w:r w:rsidR="001C0413">
        <w:t xml:space="preserve">… </w:t>
      </w:r>
      <w:r w:rsidRPr="005D5566">
        <w:t>Les têtes des ouvriers se balançaient comme des épis</w:t>
      </w:r>
      <w:r w:rsidR="001C0413">
        <w:t xml:space="preserve">. </w:t>
      </w:r>
      <w:r w:rsidRPr="005D5566">
        <w:t>Sizov agita sa casquette</w:t>
      </w:r>
      <w:r w:rsidR="001C0413">
        <w:t xml:space="preserve">, </w:t>
      </w:r>
      <w:r w:rsidRPr="005D5566">
        <w:t>haussa les épaules et baissa la tête</w:t>
      </w:r>
      <w:r w:rsidR="001C0413">
        <w:t>…</w:t>
      </w:r>
    </w:p>
    <w:p w14:paraId="433073BF" w14:textId="77777777" w:rsidR="001C0413" w:rsidRDefault="001C0413" w:rsidP="001C0413">
      <w:r>
        <w:t>— </w:t>
      </w:r>
      <w:r w:rsidR="00530790" w:rsidRPr="005D5566">
        <w:t>Répondez</w:t>
      </w:r>
      <w:r>
        <w:t xml:space="preserve"> ! </w:t>
      </w:r>
      <w:r w:rsidR="00530790" w:rsidRPr="005D5566">
        <w:t>cria le directeur</w:t>
      </w:r>
      <w:r>
        <w:t>.</w:t>
      </w:r>
    </w:p>
    <w:p w14:paraId="711F847E" w14:textId="77777777" w:rsidR="001C0413" w:rsidRDefault="00530790" w:rsidP="001C0413">
      <w:r w:rsidRPr="005D5566">
        <w:t>Pavel se plaça à côté de lui et dit à haute voix</w:t>
      </w:r>
      <w:r w:rsidR="001C0413">
        <w:t xml:space="preserve">, </w:t>
      </w:r>
      <w:r w:rsidRPr="005D5566">
        <w:t>en montrant Sizov et Rybine</w:t>
      </w:r>
      <w:r w:rsidR="001C0413">
        <w:t> :</w:t>
      </w:r>
    </w:p>
    <w:p w14:paraId="438507D0" w14:textId="77777777" w:rsidR="001C0413" w:rsidRDefault="001C0413" w:rsidP="001C0413">
      <w:r>
        <w:t>— </w:t>
      </w:r>
      <w:r w:rsidR="00530790" w:rsidRPr="005D5566">
        <w:t>Nous trois</w:t>
      </w:r>
      <w:r>
        <w:t xml:space="preserve">, </w:t>
      </w:r>
      <w:r w:rsidR="00530790" w:rsidRPr="005D5566">
        <w:t>nous avons été chargés par nos camarades d</w:t>
      </w:r>
      <w:r>
        <w:t>’</w:t>
      </w:r>
      <w:r w:rsidR="00530790" w:rsidRPr="005D5566">
        <w:t>exiger que vous reveniez sur votre décision</w:t>
      </w:r>
      <w:r>
        <w:t xml:space="preserve">, </w:t>
      </w:r>
      <w:r w:rsidR="00530790" w:rsidRPr="005D5566">
        <w:t>relativement à la retenue du kopek</w:t>
      </w:r>
      <w:r>
        <w:t>…</w:t>
      </w:r>
    </w:p>
    <w:p w14:paraId="731CCC1E" w14:textId="77777777" w:rsidR="001C0413" w:rsidRDefault="001C0413" w:rsidP="001C0413">
      <w:r>
        <w:t>— </w:t>
      </w:r>
      <w:r w:rsidR="00530790" w:rsidRPr="005D5566">
        <w:t>Pourquoi</w:t>
      </w:r>
      <w:r>
        <w:t xml:space="preserve"> ? </w:t>
      </w:r>
      <w:r w:rsidR="00530790" w:rsidRPr="005D5566">
        <w:t xml:space="preserve">demanda le directeur sans </w:t>
      </w:r>
      <w:r w:rsidR="00530790" w:rsidRPr="005D5566">
        <w:rPr>
          <w:bCs/>
        </w:rPr>
        <w:t xml:space="preserve">regarder </w:t>
      </w:r>
      <w:r w:rsidR="00530790" w:rsidRPr="005D5566">
        <w:t>le jeune homme</w:t>
      </w:r>
      <w:r>
        <w:t>.</w:t>
      </w:r>
    </w:p>
    <w:p w14:paraId="5E450B3B" w14:textId="77777777" w:rsidR="001C0413" w:rsidRDefault="001C0413" w:rsidP="001C0413">
      <w:r>
        <w:t>— </w:t>
      </w:r>
      <w:r w:rsidR="00530790" w:rsidRPr="005D5566">
        <w:t>Nous considérons cet impôt comme injuste</w:t>
      </w:r>
      <w:r>
        <w:t xml:space="preserve"> ! </w:t>
      </w:r>
      <w:r w:rsidR="00530790" w:rsidRPr="005D5566">
        <w:t>répliqua Pavel d</w:t>
      </w:r>
      <w:r>
        <w:t>’</w:t>
      </w:r>
      <w:r w:rsidR="00530790" w:rsidRPr="005D5566">
        <w:t>une voix sonore</w:t>
      </w:r>
      <w:r>
        <w:t>.</w:t>
      </w:r>
    </w:p>
    <w:p w14:paraId="6147A8EA" w14:textId="77777777" w:rsidR="001C0413" w:rsidRDefault="001C0413" w:rsidP="001C0413">
      <w:r>
        <w:lastRenderedPageBreak/>
        <w:t>— </w:t>
      </w:r>
      <w:r w:rsidR="00530790" w:rsidRPr="005D5566">
        <w:t>Ainsi</w:t>
      </w:r>
      <w:r>
        <w:t xml:space="preserve">, </w:t>
      </w:r>
      <w:r w:rsidR="00530790" w:rsidRPr="005D5566">
        <w:t>vous ne voyez dans mon projet que le désir d</w:t>
      </w:r>
      <w:r>
        <w:t>’</w:t>
      </w:r>
      <w:r w:rsidR="00530790" w:rsidRPr="005D5566">
        <w:t>exploiter les ouvriers</w:t>
      </w:r>
      <w:r>
        <w:t xml:space="preserve">, </w:t>
      </w:r>
      <w:r w:rsidR="00530790" w:rsidRPr="005D5566">
        <w:t>et non pas le souci que j</w:t>
      </w:r>
      <w:r>
        <w:t>’</w:t>
      </w:r>
      <w:r w:rsidR="00530790" w:rsidRPr="005D5566">
        <w:t>ai d</w:t>
      </w:r>
      <w:r>
        <w:t>’</w:t>
      </w:r>
      <w:r w:rsidR="00530790" w:rsidRPr="005D5566">
        <w:t>améliorer leur existence</w:t>
      </w:r>
      <w:r>
        <w:t xml:space="preserve">, </w:t>
      </w:r>
      <w:r w:rsidR="00530790" w:rsidRPr="005D5566">
        <w:t>n</w:t>
      </w:r>
      <w:r>
        <w:t>’</w:t>
      </w:r>
      <w:r w:rsidR="00530790" w:rsidRPr="005D5566">
        <w:t>est-ce pas</w:t>
      </w:r>
      <w:r>
        <w:t> ?</w:t>
      </w:r>
    </w:p>
    <w:p w14:paraId="387CA1ED" w14:textId="77777777" w:rsidR="001C0413" w:rsidRDefault="001C0413" w:rsidP="001C0413">
      <w:r>
        <w:t>— </w:t>
      </w:r>
      <w:r w:rsidR="00530790" w:rsidRPr="005D5566">
        <w:t>Oui</w:t>
      </w:r>
      <w:r>
        <w:t xml:space="preserve"> ! </w:t>
      </w:r>
      <w:r w:rsidR="00530790" w:rsidRPr="005D5566">
        <w:t>répondit Pavel</w:t>
      </w:r>
      <w:r>
        <w:t>.</w:t>
      </w:r>
    </w:p>
    <w:p w14:paraId="26420F9C" w14:textId="77777777" w:rsidR="001C0413" w:rsidRDefault="001C0413" w:rsidP="001C0413">
      <w:r>
        <w:t>— </w:t>
      </w:r>
      <w:r w:rsidR="00530790" w:rsidRPr="005D5566">
        <w:t>Et vous aussi</w:t>
      </w:r>
      <w:r>
        <w:t xml:space="preserve"> ? </w:t>
      </w:r>
      <w:r w:rsidR="00530790" w:rsidRPr="005D5566">
        <w:t>dit le directeur en s</w:t>
      </w:r>
      <w:r>
        <w:t>’</w:t>
      </w:r>
      <w:r w:rsidR="00530790" w:rsidRPr="005D5566">
        <w:t xml:space="preserve">adressant </w:t>
      </w:r>
      <w:r w:rsidR="00530790" w:rsidRPr="005D5566">
        <w:rPr>
          <w:bCs/>
        </w:rPr>
        <w:t xml:space="preserve">à </w:t>
      </w:r>
      <w:r w:rsidR="00530790" w:rsidRPr="005D5566">
        <w:t>Rybine</w:t>
      </w:r>
      <w:r>
        <w:t>.</w:t>
      </w:r>
    </w:p>
    <w:p w14:paraId="55C843ED" w14:textId="77777777" w:rsidR="001C0413" w:rsidRDefault="001C0413" w:rsidP="001C0413">
      <w:r>
        <w:t>— </w:t>
      </w:r>
      <w:r w:rsidR="00530790" w:rsidRPr="005D5566">
        <w:t>Nous sommes tous du même avis</w:t>
      </w:r>
      <w:r>
        <w:t xml:space="preserve"> ! </w:t>
      </w:r>
      <w:r w:rsidR="00530790" w:rsidRPr="005D5566">
        <w:t>répliqua celui-ci</w:t>
      </w:r>
      <w:r>
        <w:t>.</w:t>
      </w:r>
    </w:p>
    <w:p w14:paraId="5DFBA20D" w14:textId="77777777" w:rsidR="001C0413" w:rsidRDefault="001C0413" w:rsidP="001C0413">
      <w:r>
        <w:t>— </w:t>
      </w:r>
      <w:r w:rsidR="00530790" w:rsidRPr="005D5566">
        <w:t>Et vous</w:t>
      </w:r>
      <w:r>
        <w:t xml:space="preserve">, </w:t>
      </w:r>
      <w:r w:rsidR="00530790" w:rsidRPr="005D5566">
        <w:t>brave homme</w:t>
      </w:r>
      <w:r>
        <w:t xml:space="preserve"> ? </w:t>
      </w:r>
      <w:r w:rsidR="00530790" w:rsidRPr="005D5566">
        <w:t>demanda le directeur en se tournant vers Sizov</w:t>
      </w:r>
      <w:r>
        <w:t>.</w:t>
      </w:r>
    </w:p>
    <w:p w14:paraId="1374D747" w14:textId="77777777" w:rsidR="001C0413" w:rsidRDefault="001C0413" w:rsidP="001C0413">
      <w:r>
        <w:t>— </w:t>
      </w:r>
      <w:r w:rsidR="00530790" w:rsidRPr="005D5566">
        <w:t>Moi aussi</w:t>
      </w:r>
      <w:r>
        <w:t xml:space="preserve">, </w:t>
      </w:r>
      <w:r w:rsidR="00530790" w:rsidRPr="005D5566">
        <w:t>je vous prie de nous laisser notre kopek</w:t>
      </w:r>
      <w:r>
        <w:t>.</w:t>
      </w:r>
    </w:p>
    <w:p w14:paraId="5CC2896D" w14:textId="77777777" w:rsidR="001C0413" w:rsidRDefault="00530790" w:rsidP="001C0413">
      <w:r w:rsidRPr="005D5566">
        <w:t>Puis</w:t>
      </w:r>
      <w:r w:rsidR="001C0413">
        <w:t xml:space="preserve">, </w:t>
      </w:r>
      <w:r w:rsidRPr="005D5566">
        <w:t>baissant de nouveau la tête</w:t>
      </w:r>
      <w:r w:rsidR="001C0413">
        <w:t xml:space="preserve">, </w:t>
      </w:r>
      <w:r w:rsidRPr="005D5566">
        <w:t>Sizov sourit d</w:t>
      </w:r>
      <w:r w:rsidR="001C0413">
        <w:t>’</w:t>
      </w:r>
      <w:r w:rsidRPr="005D5566">
        <w:t>un air embarrassé</w:t>
      </w:r>
      <w:r w:rsidR="001C0413">
        <w:t>.</w:t>
      </w:r>
    </w:p>
    <w:p w14:paraId="7609ED8B" w14:textId="77777777" w:rsidR="001C0413" w:rsidRDefault="00530790" w:rsidP="001C0413">
      <w:r w:rsidRPr="005D5566">
        <w:t>Le directeur promena lentement son regard sur la foule et haussa les épaules</w:t>
      </w:r>
      <w:r w:rsidR="001C0413">
        <w:t xml:space="preserve">. </w:t>
      </w:r>
      <w:r w:rsidRPr="005D5566">
        <w:t>Ensuite</w:t>
      </w:r>
      <w:r w:rsidR="001C0413">
        <w:t xml:space="preserve">, </w:t>
      </w:r>
      <w:r w:rsidRPr="005D5566">
        <w:t>il jeta un coup d</w:t>
      </w:r>
      <w:r w:rsidR="001C0413">
        <w:t>’</w:t>
      </w:r>
      <w:r w:rsidRPr="005D5566">
        <w:t>œil scrutateur sur Pavel et dit</w:t>
      </w:r>
      <w:r w:rsidR="001C0413">
        <w:t> :</w:t>
      </w:r>
    </w:p>
    <w:p w14:paraId="50D03C39" w14:textId="77777777" w:rsidR="001C0413" w:rsidRDefault="001C0413" w:rsidP="001C0413">
      <w:r>
        <w:t>— </w:t>
      </w:r>
      <w:r w:rsidR="00530790" w:rsidRPr="005D5566">
        <w:t>Vous êtes un homme assez instruit</w:t>
      </w:r>
      <w:r>
        <w:t xml:space="preserve">, </w:t>
      </w:r>
      <w:r w:rsidR="00530790" w:rsidRPr="005D5566">
        <w:t>je crois</w:t>
      </w:r>
      <w:r>
        <w:t xml:space="preserve"> ; </w:t>
      </w:r>
      <w:r w:rsidR="00530790" w:rsidRPr="005D5566">
        <w:t>comment ne comprenez-vous pas tous les avantages de cette mesure</w:t>
      </w:r>
      <w:r>
        <w:t> ?</w:t>
      </w:r>
    </w:p>
    <w:p w14:paraId="11DDC44B" w14:textId="5C8A3B8F" w:rsidR="001C0413" w:rsidRDefault="001C0413" w:rsidP="001C0413">
      <w:pPr>
        <w:rPr>
          <w:rFonts w:eastAsia="Georgia" w:cs="Georgia"/>
        </w:rPr>
      </w:pPr>
      <w:r>
        <w:t>— </w:t>
      </w:r>
      <w:r w:rsidR="00530790" w:rsidRPr="005D5566">
        <w:t xml:space="preserve">Chacun </w:t>
      </w:r>
      <w:r w:rsidR="00924ECF">
        <w:t>les</w:t>
      </w:r>
      <w:r w:rsidR="00924ECF" w:rsidRPr="005D5566">
        <w:t xml:space="preserve"> </w:t>
      </w:r>
      <w:r w:rsidR="00530790" w:rsidRPr="005D5566">
        <w:t>comprendrait si la fabrique asséchait le marais à ses propres frais</w:t>
      </w:r>
      <w:r>
        <w:rPr>
          <w:rFonts w:eastAsia="Georgia" w:cs="Georgia"/>
        </w:rPr>
        <w:t>…</w:t>
      </w:r>
    </w:p>
    <w:p w14:paraId="7FCBC22A" w14:textId="77777777" w:rsidR="001C0413" w:rsidRDefault="001C0413" w:rsidP="001C0413">
      <w:r>
        <w:rPr>
          <w:rFonts w:eastAsia="Georgia"/>
        </w:rPr>
        <w:t>— </w:t>
      </w:r>
      <w:r w:rsidR="00530790" w:rsidRPr="005D5566">
        <w:t>La fabrique ne s</w:t>
      </w:r>
      <w:r>
        <w:t>’</w:t>
      </w:r>
      <w:r w:rsidR="00530790" w:rsidRPr="005D5566">
        <w:t>occupe pas de philanthropie</w:t>
      </w:r>
      <w:r>
        <w:t xml:space="preserve"> ! </w:t>
      </w:r>
      <w:r w:rsidR="00530790" w:rsidRPr="005D5566">
        <w:t>répliqua le directeur</w:t>
      </w:r>
      <w:r>
        <w:t xml:space="preserve">. </w:t>
      </w:r>
      <w:r w:rsidR="00530790" w:rsidRPr="005D5566">
        <w:t>Je vous ordonne à tous de reprendre immédiatement le travail</w:t>
      </w:r>
      <w:r>
        <w:t>.</w:t>
      </w:r>
    </w:p>
    <w:p w14:paraId="5247084D" w14:textId="77777777" w:rsidR="001C0413" w:rsidRDefault="00530790" w:rsidP="001C0413">
      <w:r w:rsidRPr="005D5566">
        <w:t>Et il se mit en devoir de descendre en tâtant avec précaution le fer de la pointe de sa bottine</w:t>
      </w:r>
      <w:r w:rsidR="001C0413">
        <w:t xml:space="preserve">, </w:t>
      </w:r>
      <w:r w:rsidRPr="005D5566">
        <w:t>sans regarder personne</w:t>
      </w:r>
      <w:r w:rsidR="001C0413">
        <w:t>.</w:t>
      </w:r>
    </w:p>
    <w:p w14:paraId="16E83F66" w14:textId="77777777" w:rsidR="001C0413" w:rsidRDefault="00530790" w:rsidP="001C0413">
      <w:r w:rsidRPr="005D5566">
        <w:t>Une rumeur de mécontentement retentit</w:t>
      </w:r>
      <w:r w:rsidR="001C0413">
        <w:t>.</w:t>
      </w:r>
    </w:p>
    <w:p w14:paraId="0FC113E2" w14:textId="77777777" w:rsidR="001C0413" w:rsidRDefault="001C0413" w:rsidP="001C0413">
      <w:r>
        <w:t>— </w:t>
      </w:r>
      <w:r w:rsidR="00530790" w:rsidRPr="005D5566">
        <w:t>Quoi</w:t>
      </w:r>
      <w:r>
        <w:t xml:space="preserve"> ? </w:t>
      </w:r>
      <w:r w:rsidR="00530790" w:rsidRPr="005D5566">
        <w:t>demanda le directeur en s</w:t>
      </w:r>
      <w:r>
        <w:t>’</w:t>
      </w:r>
      <w:r w:rsidR="00530790" w:rsidRPr="005D5566">
        <w:t>arrêtant</w:t>
      </w:r>
      <w:r>
        <w:t>.</w:t>
      </w:r>
    </w:p>
    <w:p w14:paraId="7C212CB3" w14:textId="77777777" w:rsidR="001C0413" w:rsidRDefault="00530790" w:rsidP="001C0413">
      <w:r w:rsidRPr="005D5566">
        <w:lastRenderedPageBreak/>
        <w:t>Tous se turent</w:t>
      </w:r>
      <w:r w:rsidR="001C0413">
        <w:t xml:space="preserve"> ; </w:t>
      </w:r>
      <w:r w:rsidRPr="005D5566">
        <w:t>seule</w:t>
      </w:r>
      <w:r w:rsidR="001C0413">
        <w:t xml:space="preserve">, </w:t>
      </w:r>
      <w:r w:rsidRPr="005D5566">
        <w:t>dans le lointain</w:t>
      </w:r>
      <w:r w:rsidR="001C0413">
        <w:t xml:space="preserve">, </w:t>
      </w:r>
      <w:r w:rsidRPr="005D5566">
        <w:t>une voix solitaire répliqua</w:t>
      </w:r>
      <w:r w:rsidR="001C0413">
        <w:t> :</w:t>
      </w:r>
    </w:p>
    <w:p w14:paraId="29D41745" w14:textId="77777777" w:rsidR="001C0413" w:rsidRDefault="001C0413" w:rsidP="001C0413">
      <w:r>
        <w:t>— </w:t>
      </w:r>
      <w:r w:rsidR="00530790" w:rsidRPr="005D5566">
        <w:t>Travaille toi-même</w:t>
      </w:r>
      <w:r>
        <w:t> !</w:t>
      </w:r>
    </w:p>
    <w:p w14:paraId="73FEB158" w14:textId="77777777" w:rsidR="001C0413" w:rsidRDefault="001C0413" w:rsidP="001C0413">
      <w:r>
        <w:t>— </w:t>
      </w:r>
      <w:r w:rsidR="00530790" w:rsidRPr="005D5566">
        <w:t>Si dans un quart d</w:t>
      </w:r>
      <w:r>
        <w:t>’</w:t>
      </w:r>
      <w:r w:rsidR="00530790" w:rsidRPr="005D5566">
        <w:t>heure</w:t>
      </w:r>
      <w:r>
        <w:t xml:space="preserve">, </w:t>
      </w:r>
      <w:r w:rsidR="00530790" w:rsidRPr="005D5566">
        <w:t>vous n</w:t>
      </w:r>
      <w:r>
        <w:t>’</w:t>
      </w:r>
      <w:r w:rsidR="00530790" w:rsidRPr="005D5566">
        <w:t>avez pas repris le travail</w:t>
      </w:r>
      <w:r>
        <w:t xml:space="preserve">, </w:t>
      </w:r>
      <w:r w:rsidR="00530790" w:rsidRPr="005D5566">
        <w:t>je vous ferai tous mettre à l</w:t>
      </w:r>
      <w:r>
        <w:t>’</w:t>
      </w:r>
      <w:r w:rsidR="00530790" w:rsidRPr="005D5566">
        <w:t>amende</w:t>
      </w:r>
      <w:r>
        <w:t xml:space="preserve">, </w:t>
      </w:r>
      <w:r w:rsidR="00530790" w:rsidRPr="005D5566">
        <w:t>déclara le directeur d</w:t>
      </w:r>
      <w:r>
        <w:t>’</w:t>
      </w:r>
      <w:r w:rsidR="00530790" w:rsidRPr="005D5566">
        <w:t>un ton sec</w:t>
      </w:r>
      <w:r>
        <w:t>.</w:t>
      </w:r>
    </w:p>
    <w:p w14:paraId="023FE898" w14:textId="77777777" w:rsidR="001C0413" w:rsidRDefault="00530790" w:rsidP="001C0413">
      <w:r w:rsidRPr="005D5566">
        <w:t>Et il reprit son chemin au milieu de la foule</w:t>
      </w:r>
      <w:r w:rsidR="001C0413">
        <w:t xml:space="preserve">, </w:t>
      </w:r>
      <w:r w:rsidRPr="005D5566">
        <w:t>mais derrière lui un sourd murmure s</w:t>
      </w:r>
      <w:r w:rsidR="001C0413">
        <w:t>’</w:t>
      </w:r>
      <w:r w:rsidRPr="005D5566">
        <w:t>élevait</w:t>
      </w:r>
      <w:r w:rsidR="001C0413">
        <w:t xml:space="preserve"> ; </w:t>
      </w:r>
      <w:r w:rsidRPr="005D5566">
        <w:t>puis il s</w:t>
      </w:r>
      <w:r w:rsidR="001C0413">
        <w:t>’</w:t>
      </w:r>
      <w:r w:rsidRPr="005D5566">
        <w:t>éloignait</w:t>
      </w:r>
      <w:r w:rsidR="001C0413">
        <w:t xml:space="preserve">, </w:t>
      </w:r>
      <w:r w:rsidRPr="005D5566">
        <w:t>plus le bruit se faisait aigu</w:t>
      </w:r>
      <w:r w:rsidR="001C0413">
        <w:t>.</w:t>
      </w:r>
    </w:p>
    <w:p w14:paraId="44D5A143" w14:textId="3E1BB417" w:rsidR="001C0413" w:rsidRDefault="001C0413" w:rsidP="001C0413">
      <w:r>
        <w:t>— </w:t>
      </w:r>
      <w:r w:rsidR="00530790" w:rsidRPr="005D5566">
        <w:t xml:space="preserve">Allez </w:t>
      </w:r>
      <w:r w:rsidR="00924ECF">
        <w:t>donc</w:t>
      </w:r>
      <w:r w:rsidR="00924ECF" w:rsidRPr="005D5566">
        <w:t xml:space="preserve"> </w:t>
      </w:r>
      <w:r w:rsidR="00530790" w:rsidRPr="005D5566">
        <w:t>parler avec lui</w:t>
      </w:r>
      <w:r>
        <w:t> !</w:t>
      </w:r>
    </w:p>
    <w:p w14:paraId="3AD4F362" w14:textId="77777777" w:rsidR="001C0413" w:rsidRDefault="001C0413" w:rsidP="001C0413">
      <w:r>
        <w:t>— </w:t>
      </w:r>
      <w:r w:rsidR="00530790" w:rsidRPr="005D5566">
        <w:t>Et voilà nos droits</w:t>
      </w:r>
      <w:r>
        <w:t xml:space="preserve"> ! </w:t>
      </w:r>
      <w:r w:rsidR="00530790" w:rsidRPr="005D5566">
        <w:t>Ah</w:t>
      </w:r>
      <w:r>
        <w:t xml:space="preserve"> ! </w:t>
      </w:r>
      <w:r w:rsidR="00530790" w:rsidRPr="005D5566">
        <w:t>fichu sort</w:t>
      </w:r>
      <w:r>
        <w:t> !</w:t>
      </w:r>
    </w:p>
    <w:p w14:paraId="3FFD1180" w14:textId="77777777" w:rsidR="001C0413" w:rsidRDefault="00530790" w:rsidP="001C0413">
      <w:r w:rsidRPr="005D5566">
        <w:t>On s</w:t>
      </w:r>
      <w:r w:rsidR="001C0413">
        <w:t>’</w:t>
      </w:r>
      <w:r w:rsidRPr="005D5566">
        <w:t>adressait à Pavel en criant</w:t>
      </w:r>
      <w:r w:rsidR="001C0413">
        <w:t> :</w:t>
      </w:r>
    </w:p>
    <w:p w14:paraId="770FB496" w14:textId="77777777" w:rsidR="001C0413" w:rsidRDefault="001C0413" w:rsidP="001C0413">
      <w:r>
        <w:t>— </w:t>
      </w:r>
      <w:r w:rsidR="00530790" w:rsidRPr="005D5566">
        <w:t>Hé</w:t>
      </w:r>
      <w:r>
        <w:t xml:space="preserve">, </w:t>
      </w:r>
      <w:r w:rsidR="00530790" w:rsidRPr="005D5566">
        <w:t>juriste</w:t>
      </w:r>
      <w:r>
        <w:t xml:space="preserve">, </w:t>
      </w:r>
      <w:r w:rsidR="00530790" w:rsidRPr="005D5566">
        <w:t>que faut-il faire maintenant</w:t>
      </w:r>
      <w:r>
        <w:t> ?</w:t>
      </w:r>
    </w:p>
    <w:p w14:paraId="1B6D5842" w14:textId="77777777" w:rsidR="001C0413" w:rsidRDefault="001C0413" w:rsidP="001C0413">
      <w:r>
        <w:t>— </w:t>
      </w:r>
      <w:r w:rsidR="00530790" w:rsidRPr="005D5566">
        <w:t>Pour parler tu as parlé</w:t>
      </w:r>
      <w:r>
        <w:t xml:space="preserve">, </w:t>
      </w:r>
      <w:r w:rsidR="00530790" w:rsidRPr="005D5566">
        <w:t>mais il est venu et le vent a tourné</w:t>
      </w:r>
      <w:r>
        <w:t> !</w:t>
      </w:r>
    </w:p>
    <w:p w14:paraId="37F98207" w14:textId="77777777" w:rsidR="001C0413" w:rsidRDefault="001C0413" w:rsidP="001C0413">
      <w:r>
        <w:t>— </w:t>
      </w:r>
      <w:r w:rsidR="00530790" w:rsidRPr="005D5566">
        <w:t>Eh bien</w:t>
      </w:r>
      <w:r>
        <w:t xml:space="preserve">, </w:t>
      </w:r>
      <w:r w:rsidR="00530790" w:rsidRPr="005D5566">
        <w:t>Vlassov</w:t>
      </w:r>
      <w:r>
        <w:t xml:space="preserve">, </w:t>
      </w:r>
      <w:r w:rsidR="00530790" w:rsidRPr="005D5566">
        <w:t>que faire</w:t>
      </w:r>
      <w:r>
        <w:t> ?</w:t>
      </w:r>
    </w:p>
    <w:p w14:paraId="2541405F" w14:textId="77777777" w:rsidR="001C0413" w:rsidRDefault="00530790" w:rsidP="001C0413">
      <w:r w:rsidRPr="005D5566">
        <w:t>Les questions se faisaient plus insistantes</w:t>
      </w:r>
      <w:r w:rsidR="001C0413">
        <w:t xml:space="preserve">, </w:t>
      </w:r>
      <w:r w:rsidRPr="005D5566">
        <w:t>Pavel déclara</w:t>
      </w:r>
      <w:r w:rsidR="001C0413">
        <w:t> :</w:t>
      </w:r>
    </w:p>
    <w:p w14:paraId="214F7ECE" w14:textId="77777777" w:rsidR="001C0413" w:rsidRDefault="001C0413" w:rsidP="001C0413">
      <w:r>
        <w:t>— </w:t>
      </w:r>
      <w:r w:rsidR="00530790" w:rsidRPr="005D5566">
        <w:t>Camarades</w:t>
      </w:r>
      <w:r>
        <w:t xml:space="preserve">, </w:t>
      </w:r>
      <w:r w:rsidR="00530790" w:rsidRPr="005D5566">
        <w:t>je vous propose d</w:t>
      </w:r>
      <w:r>
        <w:t>’</w:t>
      </w:r>
      <w:r w:rsidR="00530790" w:rsidRPr="005D5566">
        <w:t>abandonner le travail</w:t>
      </w:r>
      <w:r>
        <w:t xml:space="preserve">, </w:t>
      </w:r>
      <w:r w:rsidR="00530790" w:rsidRPr="005D5566">
        <w:t>jusqu</w:t>
      </w:r>
      <w:r>
        <w:t>’</w:t>
      </w:r>
      <w:r w:rsidR="00530790" w:rsidRPr="005D5566">
        <w:t>à ce que le directeur renonce à l</w:t>
      </w:r>
      <w:r>
        <w:t>’</w:t>
      </w:r>
      <w:r w:rsidR="00530790" w:rsidRPr="005D5566">
        <w:t>injuste retenue</w:t>
      </w:r>
      <w:r>
        <w:t>…</w:t>
      </w:r>
    </w:p>
    <w:p w14:paraId="501C0C47" w14:textId="77777777" w:rsidR="001C0413" w:rsidRDefault="00530790" w:rsidP="001C0413">
      <w:r w:rsidRPr="005D5566">
        <w:t>Des paroles excitées résonnèrent</w:t>
      </w:r>
      <w:r w:rsidR="001C0413">
        <w:t> :</w:t>
      </w:r>
    </w:p>
    <w:p w14:paraId="009B27D2" w14:textId="77777777" w:rsidR="001C0413" w:rsidRDefault="001C0413" w:rsidP="001C0413">
      <w:r>
        <w:t>— </w:t>
      </w:r>
      <w:r w:rsidR="00530790" w:rsidRPr="005D5566">
        <w:t>Tu nous prends pour des imbéciles</w:t>
      </w:r>
      <w:r>
        <w:t> !</w:t>
      </w:r>
    </w:p>
    <w:p w14:paraId="26A79537" w14:textId="77777777" w:rsidR="001C0413" w:rsidRDefault="001C0413" w:rsidP="001C0413">
      <w:r>
        <w:t>— </w:t>
      </w:r>
      <w:r w:rsidR="00530790" w:rsidRPr="005D5566">
        <w:t>C</w:t>
      </w:r>
      <w:r>
        <w:t>’</w:t>
      </w:r>
      <w:r w:rsidR="00530790" w:rsidRPr="005D5566">
        <w:t>est ce qu</w:t>
      </w:r>
      <w:r>
        <w:t>’</w:t>
      </w:r>
      <w:r w:rsidR="00530790" w:rsidRPr="005D5566">
        <w:t>il faut faire</w:t>
      </w:r>
      <w:r>
        <w:t> !</w:t>
      </w:r>
    </w:p>
    <w:p w14:paraId="4E3F7FB5" w14:textId="77777777" w:rsidR="001C0413" w:rsidRDefault="001C0413" w:rsidP="001C0413">
      <w:r>
        <w:t>— </w:t>
      </w:r>
      <w:r w:rsidR="00530790" w:rsidRPr="005D5566">
        <w:t>La grève</w:t>
      </w:r>
      <w:r>
        <w:t> ?</w:t>
      </w:r>
    </w:p>
    <w:p w14:paraId="777C5910" w14:textId="77777777" w:rsidR="001C0413" w:rsidRDefault="001C0413" w:rsidP="001C0413">
      <w:r>
        <w:t>— </w:t>
      </w:r>
      <w:r w:rsidR="00530790" w:rsidRPr="005D5566">
        <w:t>Pour ce kopek</w:t>
      </w:r>
      <w:r>
        <w:t> ?</w:t>
      </w:r>
    </w:p>
    <w:p w14:paraId="3CB06AC1" w14:textId="77777777" w:rsidR="001C0413" w:rsidRDefault="001C0413" w:rsidP="001C0413">
      <w:r>
        <w:lastRenderedPageBreak/>
        <w:t>— </w:t>
      </w:r>
      <w:r w:rsidR="00530790" w:rsidRPr="005D5566">
        <w:t>Eh bien</w:t>
      </w:r>
      <w:r>
        <w:t xml:space="preserve"> ! </w:t>
      </w:r>
      <w:r w:rsidR="00530790" w:rsidRPr="005D5566">
        <w:t>faisons grève</w:t>
      </w:r>
      <w:r>
        <w:t> !</w:t>
      </w:r>
    </w:p>
    <w:p w14:paraId="26EE327D" w14:textId="77777777" w:rsidR="001C0413" w:rsidRDefault="001C0413" w:rsidP="001C0413">
      <w:r>
        <w:t>— </w:t>
      </w:r>
      <w:r w:rsidR="00530790" w:rsidRPr="005D5566">
        <w:t>Nous serons tous mis à la porte</w:t>
      </w:r>
      <w:r>
        <w:t> !</w:t>
      </w:r>
    </w:p>
    <w:p w14:paraId="5B80BB41" w14:textId="77777777" w:rsidR="001C0413" w:rsidRDefault="001C0413" w:rsidP="001C0413">
      <w:r>
        <w:t>— </w:t>
      </w:r>
      <w:r w:rsidR="00530790" w:rsidRPr="005D5566">
        <w:t>Et qui travaillerait</w:t>
      </w:r>
      <w:r>
        <w:t> ?</w:t>
      </w:r>
    </w:p>
    <w:p w14:paraId="359F4DA3" w14:textId="77777777" w:rsidR="001C0413" w:rsidRDefault="001C0413" w:rsidP="001C0413">
      <w:r>
        <w:t>— </w:t>
      </w:r>
      <w:r w:rsidR="00530790" w:rsidRPr="005D5566">
        <w:t>On trouvera d</w:t>
      </w:r>
      <w:r>
        <w:t>’</w:t>
      </w:r>
      <w:r w:rsidR="00530790" w:rsidRPr="005D5566">
        <w:t>autres ouvriers</w:t>
      </w:r>
      <w:r>
        <w:t> !</w:t>
      </w:r>
    </w:p>
    <w:p w14:paraId="2A691B3E" w14:textId="77777777" w:rsidR="001C0413" w:rsidRDefault="001C0413" w:rsidP="001C0413">
      <w:r>
        <w:t>— </w:t>
      </w:r>
      <w:r w:rsidR="00530790" w:rsidRPr="005D5566">
        <w:t>Lesquels</w:t>
      </w:r>
      <w:r>
        <w:t xml:space="preserve"> ? </w:t>
      </w:r>
      <w:r w:rsidR="00530790" w:rsidRPr="005D5566">
        <w:t>Des traîtres</w:t>
      </w:r>
      <w:r>
        <w:t> !</w:t>
      </w:r>
    </w:p>
    <w:p w14:paraId="3C7A060B" w14:textId="3B72490C" w:rsidR="00530790" w:rsidRPr="003B37B8" w:rsidRDefault="00530790" w:rsidP="001C0413">
      <w:pPr>
        <w:pStyle w:val="Titre2"/>
        <w:rPr>
          <w:szCs w:val="44"/>
        </w:rPr>
      </w:pPr>
      <w:bookmarkStart w:id="14" w:name="_Toc202279535"/>
      <w:r w:rsidRPr="003B37B8">
        <w:rPr>
          <w:szCs w:val="44"/>
        </w:rPr>
        <w:lastRenderedPageBreak/>
        <w:t>XIII</w:t>
      </w:r>
      <w:bookmarkEnd w:id="14"/>
      <w:r w:rsidRPr="003B37B8">
        <w:rPr>
          <w:szCs w:val="44"/>
        </w:rPr>
        <w:br/>
      </w:r>
    </w:p>
    <w:p w14:paraId="5997DA5A" w14:textId="77777777" w:rsidR="001C0413" w:rsidRDefault="00530790" w:rsidP="001C0413">
      <w:r w:rsidRPr="005D5566">
        <w:t>Pavel descendit du tas de ferraille et se plaça à côté de sa mère</w:t>
      </w:r>
      <w:r w:rsidR="001C0413">
        <w:t xml:space="preserve">. </w:t>
      </w:r>
      <w:r w:rsidRPr="005D5566">
        <w:t>Autour d</w:t>
      </w:r>
      <w:r w:rsidR="001C0413">
        <w:t>’</w:t>
      </w:r>
      <w:r w:rsidRPr="005D5566">
        <w:t>eux</w:t>
      </w:r>
      <w:r w:rsidR="001C0413">
        <w:t xml:space="preserve">, </w:t>
      </w:r>
      <w:r w:rsidRPr="005D5566">
        <w:t>tout le monde se mit à parler bruyamment</w:t>
      </w:r>
      <w:r w:rsidR="001C0413">
        <w:t xml:space="preserve">, </w:t>
      </w:r>
      <w:r w:rsidRPr="005D5566">
        <w:t>à discuter</w:t>
      </w:r>
      <w:r w:rsidR="001C0413">
        <w:t xml:space="preserve">, </w:t>
      </w:r>
      <w:r w:rsidRPr="005D5566">
        <w:t>à s</w:t>
      </w:r>
      <w:r w:rsidR="001C0413">
        <w:t>’</w:t>
      </w:r>
      <w:r w:rsidRPr="005D5566">
        <w:t>agiter en criant</w:t>
      </w:r>
      <w:r w:rsidR="001C0413">
        <w:t> :</w:t>
      </w:r>
    </w:p>
    <w:p w14:paraId="7A7CB514" w14:textId="77777777" w:rsidR="001C0413" w:rsidRDefault="001C0413" w:rsidP="001C0413">
      <w:r>
        <w:t>— </w:t>
      </w:r>
      <w:r w:rsidR="00530790" w:rsidRPr="005D5566">
        <w:t>La grève ne se fera pas</w:t>
      </w:r>
      <w:r>
        <w:t xml:space="preserve"> ! </w:t>
      </w:r>
      <w:r w:rsidR="00530790" w:rsidRPr="005D5566">
        <w:t xml:space="preserve">dit Rybine en </w:t>
      </w:r>
      <w:r w:rsidR="00530790" w:rsidRPr="005D5566">
        <w:rPr>
          <w:bCs/>
        </w:rPr>
        <w:t>s</w:t>
      </w:r>
      <w:r>
        <w:t>’</w:t>
      </w:r>
      <w:r w:rsidR="00530790" w:rsidRPr="005D5566">
        <w:t>approchant de Pavel</w:t>
      </w:r>
      <w:r>
        <w:t xml:space="preserve"> ; </w:t>
      </w:r>
      <w:r w:rsidR="00530790" w:rsidRPr="005D5566">
        <w:t>quoique le peuple soit rapace quand il s</w:t>
      </w:r>
      <w:r>
        <w:t>’</w:t>
      </w:r>
      <w:r w:rsidR="00530790" w:rsidRPr="005D5566">
        <w:t>agit d</w:t>
      </w:r>
      <w:r>
        <w:t>’</w:t>
      </w:r>
      <w:r w:rsidR="00530790" w:rsidRPr="005D5566">
        <w:t>argent</w:t>
      </w:r>
      <w:r>
        <w:t xml:space="preserve">, </w:t>
      </w:r>
      <w:r w:rsidR="00530790" w:rsidRPr="005D5566">
        <w:rPr>
          <w:bCs/>
        </w:rPr>
        <w:t xml:space="preserve">il </w:t>
      </w:r>
      <w:r w:rsidR="00530790" w:rsidRPr="005D5566">
        <w:t>est trop poltron</w:t>
      </w:r>
      <w:r>
        <w:t xml:space="preserve">. </w:t>
      </w:r>
      <w:r w:rsidR="00530790" w:rsidRPr="005D5566">
        <w:rPr>
          <w:bCs/>
        </w:rPr>
        <w:t xml:space="preserve">Il </w:t>
      </w:r>
      <w:r w:rsidR="00530790" w:rsidRPr="005D5566">
        <w:t xml:space="preserve">y en aura peut-être trois cents </w:t>
      </w:r>
      <w:r w:rsidR="00530790" w:rsidRPr="005D5566">
        <w:rPr>
          <w:bCs/>
        </w:rPr>
        <w:t xml:space="preserve">qui </w:t>
      </w:r>
      <w:r w:rsidR="00530790" w:rsidRPr="005D5566">
        <w:t>seront de ton avis</w:t>
      </w:r>
      <w:r>
        <w:t xml:space="preserve">, </w:t>
      </w:r>
      <w:r w:rsidR="00530790" w:rsidRPr="005D5566">
        <w:t>pas plus</w:t>
      </w:r>
      <w:r>
        <w:t xml:space="preserve">. </w:t>
      </w:r>
      <w:r w:rsidR="00530790" w:rsidRPr="005D5566">
        <w:t xml:space="preserve">On ne peut pas remuer </w:t>
      </w:r>
      <w:r w:rsidR="00530790" w:rsidRPr="005D5566">
        <w:rPr>
          <w:bCs/>
        </w:rPr>
        <w:t xml:space="preserve">un </w:t>
      </w:r>
      <w:r w:rsidR="00530790" w:rsidRPr="005D5566">
        <w:t>pareil tas de fumier avec une seule fourche</w:t>
      </w:r>
      <w:r>
        <w:t>…</w:t>
      </w:r>
    </w:p>
    <w:p w14:paraId="192563D4" w14:textId="77777777" w:rsidR="001C0413" w:rsidRDefault="00530790" w:rsidP="001C0413">
      <w:r w:rsidRPr="005D5566">
        <w:t>Pavel garda le silence</w:t>
      </w:r>
      <w:r w:rsidR="001C0413">
        <w:t xml:space="preserve">. </w:t>
      </w:r>
      <w:r w:rsidRPr="005D5566">
        <w:t>Devant lui</w:t>
      </w:r>
      <w:r w:rsidR="001C0413">
        <w:t xml:space="preserve">, </w:t>
      </w:r>
      <w:r w:rsidRPr="005D5566">
        <w:t>l</w:t>
      </w:r>
      <w:r w:rsidRPr="005D5566">
        <w:rPr>
          <w:bCs/>
        </w:rPr>
        <w:t xml:space="preserve">a </w:t>
      </w:r>
      <w:r w:rsidRPr="005D5566">
        <w:t>foule avec son énorme visage noir s</w:t>
      </w:r>
      <w:r w:rsidR="001C0413">
        <w:t>’</w:t>
      </w:r>
      <w:r w:rsidRPr="005D5566">
        <w:t>agitait et le considérait comme si elle eût exigé quelque chose de lui</w:t>
      </w:r>
      <w:r w:rsidR="001C0413">
        <w:t xml:space="preserve">. </w:t>
      </w:r>
      <w:r w:rsidRPr="005D5566">
        <w:t>Son cœur battait avec anxiété</w:t>
      </w:r>
      <w:r w:rsidR="001C0413">
        <w:t xml:space="preserve">. </w:t>
      </w:r>
      <w:r w:rsidRPr="005D5566">
        <w:t>Il lui semblait que ses paroles avaient disparu sans laisser de traces sur ces hommes</w:t>
      </w:r>
      <w:r w:rsidR="001C0413">
        <w:t xml:space="preserve">, </w:t>
      </w:r>
      <w:r w:rsidRPr="005D5566">
        <w:t>telles des gouttes de pluies clairsemées tombant sur une terre crevassée par la longue sécheresse</w:t>
      </w:r>
      <w:r w:rsidR="001C0413">
        <w:t xml:space="preserve">. </w:t>
      </w:r>
      <w:r w:rsidRPr="005D5566">
        <w:t>L</w:t>
      </w:r>
      <w:r w:rsidR="001C0413">
        <w:t>’</w:t>
      </w:r>
      <w:r w:rsidRPr="005D5566">
        <w:t>un après l</w:t>
      </w:r>
      <w:r w:rsidR="001C0413">
        <w:t>’</w:t>
      </w:r>
      <w:r w:rsidRPr="005D5566">
        <w:t>autre</w:t>
      </w:r>
      <w:r w:rsidR="001C0413">
        <w:t xml:space="preserve">, </w:t>
      </w:r>
      <w:r w:rsidRPr="005D5566">
        <w:t>les ouvriers s</w:t>
      </w:r>
      <w:r w:rsidR="001C0413">
        <w:t>’</w:t>
      </w:r>
      <w:r w:rsidRPr="005D5566">
        <w:t>approchaient de lui</w:t>
      </w:r>
      <w:r w:rsidR="001C0413">
        <w:t xml:space="preserve">, </w:t>
      </w:r>
      <w:r w:rsidRPr="005D5566">
        <w:t>le félicitaient de son discours</w:t>
      </w:r>
      <w:r w:rsidR="001C0413">
        <w:t xml:space="preserve">, </w:t>
      </w:r>
      <w:r w:rsidRPr="005D5566">
        <w:t xml:space="preserve">mais doutaient de </w:t>
      </w:r>
      <w:r w:rsidRPr="005D5566">
        <w:rPr>
          <w:bCs/>
        </w:rPr>
        <w:t xml:space="preserve">la </w:t>
      </w:r>
      <w:r w:rsidRPr="005D5566">
        <w:t>réussite de la grève</w:t>
      </w:r>
      <w:r w:rsidR="001C0413">
        <w:t xml:space="preserve">, </w:t>
      </w:r>
      <w:r w:rsidRPr="005D5566">
        <w:t xml:space="preserve">et se plaignaient de ce que le peuple ne comprît </w:t>
      </w:r>
      <w:r w:rsidRPr="005D5566">
        <w:rPr>
          <w:bCs/>
        </w:rPr>
        <w:t xml:space="preserve">ni sa </w:t>
      </w:r>
      <w:r w:rsidRPr="005D5566">
        <w:t>force</w:t>
      </w:r>
      <w:r w:rsidR="001C0413">
        <w:t xml:space="preserve">, </w:t>
      </w:r>
      <w:r w:rsidRPr="005D5566">
        <w:t>ni ses intérêts</w:t>
      </w:r>
      <w:r w:rsidR="001C0413">
        <w:t>.</w:t>
      </w:r>
    </w:p>
    <w:p w14:paraId="4A609CBF" w14:textId="77777777" w:rsidR="001C0413" w:rsidRDefault="00530790" w:rsidP="001C0413">
      <w:r w:rsidRPr="005D5566">
        <w:t>Une impression de désenchantement gagnait Pavel</w:t>
      </w:r>
      <w:r w:rsidR="001C0413">
        <w:t xml:space="preserve">, </w:t>
      </w:r>
      <w:r w:rsidRPr="005D5566">
        <w:t>il ne croyait plus en sa force</w:t>
      </w:r>
      <w:r w:rsidR="001C0413">
        <w:t xml:space="preserve">. </w:t>
      </w:r>
      <w:r w:rsidRPr="005D5566">
        <w:t>Il avait mal à la tête et se sentait comme vide</w:t>
      </w:r>
      <w:r w:rsidR="001C0413">
        <w:t xml:space="preserve"> ! </w:t>
      </w:r>
      <w:r w:rsidRPr="005D5566">
        <w:t>Auparavant</w:t>
      </w:r>
      <w:r w:rsidR="001C0413">
        <w:t xml:space="preserve">, </w:t>
      </w:r>
      <w:r w:rsidRPr="005D5566">
        <w:t>dans les</w:t>
      </w:r>
      <w:r w:rsidRPr="005D5566">
        <w:rPr>
          <w:bCs/>
        </w:rPr>
        <w:t xml:space="preserve"> </w:t>
      </w:r>
      <w:r w:rsidRPr="005D5566">
        <w:t>moments où il se représentait le triomphe de la vérité qui lui était chère</w:t>
      </w:r>
      <w:r w:rsidR="001C0413">
        <w:t xml:space="preserve">, </w:t>
      </w:r>
      <w:r w:rsidRPr="005D5566">
        <w:t>l</w:t>
      </w:r>
      <w:r w:rsidR="001C0413">
        <w:t>’</w:t>
      </w:r>
      <w:r w:rsidRPr="005D5566">
        <w:t>enthousiasme dont son cœur était rempli lui donnait envie de pleurer</w:t>
      </w:r>
      <w:r w:rsidR="001C0413">
        <w:t xml:space="preserve">. </w:t>
      </w:r>
      <w:r w:rsidRPr="005D5566">
        <w:t>Et maintenant qu</w:t>
      </w:r>
      <w:r w:rsidR="001C0413">
        <w:t>’</w:t>
      </w:r>
      <w:r w:rsidRPr="005D5566">
        <w:t>il avait exprimé sa foi devant le peuple</w:t>
      </w:r>
      <w:r w:rsidR="001C0413">
        <w:t xml:space="preserve">, </w:t>
      </w:r>
      <w:r w:rsidRPr="005D5566">
        <w:t>elle lui avait paru pâle</w:t>
      </w:r>
      <w:r w:rsidR="001C0413">
        <w:t xml:space="preserve">, </w:t>
      </w:r>
      <w:r w:rsidRPr="005D5566">
        <w:t>impuissante</w:t>
      </w:r>
      <w:r w:rsidR="001C0413">
        <w:t xml:space="preserve">, </w:t>
      </w:r>
      <w:r w:rsidRPr="005D5566">
        <w:t>incapable de toucher qui que ce fût</w:t>
      </w:r>
      <w:r w:rsidR="001C0413">
        <w:t xml:space="preserve">. </w:t>
      </w:r>
      <w:r w:rsidRPr="005D5566">
        <w:t>Il s</w:t>
      </w:r>
      <w:r w:rsidR="001C0413">
        <w:t>’</w:t>
      </w:r>
      <w:r w:rsidRPr="005D5566">
        <w:t>en accusait lui-même</w:t>
      </w:r>
      <w:r w:rsidR="001C0413">
        <w:t xml:space="preserve"> ; </w:t>
      </w:r>
      <w:r w:rsidRPr="005D5566">
        <w:t>il avait l</w:t>
      </w:r>
      <w:r w:rsidR="001C0413">
        <w:t>’</w:t>
      </w:r>
      <w:r w:rsidRPr="005D5566">
        <w:t>impression qu</w:t>
      </w:r>
      <w:r w:rsidR="001C0413">
        <w:t>’</w:t>
      </w:r>
      <w:r w:rsidRPr="005D5566">
        <w:t xml:space="preserve">il </w:t>
      </w:r>
      <w:r w:rsidRPr="005D5566">
        <w:lastRenderedPageBreak/>
        <w:t>avait paré son rêve de vêtements informes</w:t>
      </w:r>
      <w:r w:rsidR="001C0413">
        <w:t xml:space="preserve">, </w:t>
      </w:r>
      <w:r w:rsidRPr="005D5566">
        <w:t>sombres et misérables</w:t>
      </w:r>
      <w:r w:rsidR="001C0413">
        <w:t xml:space="preserve">, </w:t>
      </w:r>
      <w:r w:rsidRPr="005D5566">
        <w:t>et qu</w:t>
      </w:r>
      <w:r w:rsidR="001C0413">
        <w:t>’</w:t>
      </w:r>
      <w:r w:rsidRPr="005D5566">
        <w:t>ainsi personne n</w:t>
      </w:r>
      <w:r w:rsidR="001C0413">
        <w:t>’</w:t>
      </w:r>
      <w:r w:rsidRPr="005D5566">
        <w:t>en avait vu la beauté</w:t>
      </w:r>
      <w:r w:rsidR="001C0413">
        <w:t>.</w:t>
      </w:r>
    </w:p>
    <w:p w14:paraId="3DBE5845" w14:textId="77777777" w:rsidR="001C0413" w:rsidRDefault="00530790" w:rsidP="001C0413">
      <w:r w:rsidRPr="005D5566">
        <w:t>Il rentra chez lui triste et fatigué</w:t>
      </w:r>
      <w:r w:rsidR="001C0413">
        <w:t xml:space="preserve">. </w:t>
      </w:r>
      <w:r w:rsidRPr="005D5566">
        <w:t>Sa mère et Sizov le suivaient</w:t>
      </w:r>
      <w:r w:rsidR="001C0413">
        <w:t> :</w:t>
      </w:r>
    </w:p>
    <w:p w14:paraId="0BB72E83" w14:textId="77777777" w:rsidR="001C0413" w:rsidRDefault="001C0413" w:rsidP="001C0413">
      <w:r>
        <w:t>— </w:t>
      </w:r>
      <w:r w:rsidR="00530790" w:rsidRPr="005D5566">
        <w:t>Tu parles bien</w:t>
      </w:r>
      <w:r>
        <w:t xml:space="preserve">, </w:t>
      </w:r>
      <w:r w:rsidR="00530790" w:rsidRPr="005D5566">
        <w:t>disait Rybine marchant à ses côtés</w:t>
      </w:r>
      <w:r>
        <w:t xml:space="preserve">, </w:t>
      </w:r>
      <w:r w:rsidR="00530790" w:rsidRPr="005D5566">
        <w:t>mais tu ne touches pas le cœur</w:t>
      </w:r>
      <w:r>
        <w:t xml:space="preserve">, </w:t>
      </w:r>
      <w:r w:rsidR="00530790" w:rsidRPr="005D5566">
        <w:t>voilà</w:t>
      </w:r>
      <w:r>
        <w:t xml:space="preserve"> ! </w:t>
      </w:r>
      <w:r w:rsidR="00530790" w:rsidRPr="005D5566">
        <w:t>Il faut jeter l</w:t>
      </w:r>
      <w:r>
        <w:t>’</w:t>
      </w:r>
      <w:r w:rsidR="00530790" w:rsidRPr="005D5566">
        <w:t>étincelle au plus profond du cœur</w:t>
      </w:r>
      <w:r>
        <w:t xml:space="preserve">. </w:t>
      </w:r>
      <w:r w:rsidR="00530790" w:rsidRPr="005D5566">
        <w:t>Ce n</w:t>
      </w:r>
      <w:r>
        <w:t>’</w:t>
      </w:r>
      <w:r w:rsidR="00530790" w:rsidRPr="005D5566">
        <w:t>est pas par la raison que tu prendras les gens</w:t>
      </w:r>
      <w:r>
        <w:t xml:space="preserve">. </w:t>
      </w:r>
      <w:r w:rsidR="00530790" w:rsidRPr="005D5566">
        <w:t>Cette chaussure-là est trop fine et trop étroite pour le peuple</w:t>
      </w:r>
      <w:r>
        <w:t xml:space="preserve"> ; </w:t>
      </w:r>
      <w:r w:rsidR="00530790" w:rsidRPr="005D5566">
        <w:t>son pied n</w:t>
      </w:r>
      <w:r>
        <w:t>’</w:t>
      </w:r>
      <w:r w:rsidR="00530790" w:rsidRPr="005D5566">
        <w:t>y entre pas</w:t>
      </w:r>
      <w:r>
        <w:t xml:space="preserve">. </w:t>
      </w:r>
      <w:r w:rsidR="00530790" w:rsidRPr="005D5566">
        <w:t>Si même il y entrait</w:t>
      </w:r>
      <w:r>
        <w:t xml:space="preserve">, </w:t>
      </w:r>
      <w:r w:rsidR="00530790" w:rsidRPr="005D5566">
        <w:t>le soulier serait bientôt éculé</w:t>
      </w:r>
      <w:r>
        <w:t xml:space="preserve">, </w:t>
      </w:r>
      <w:r w:rsidR="00530790" w:rsidRPr="005D5566">
        <w:t>voilà</w:t>
      </w:r>
      <w:r>
        <w:t> !</w:t>
      </w:r>
    </w:p>
    <w:p w14:paraId="02B42E2E" w14:textId="77777777" w:rsidR="001C0413" w:rsidRDefault="00530790" w:rsidP="001C0413">
      <w:r w:rsidRPr="005D5566">
        <w:t xml:space="preserve">Sizov disait à </w:t>
      </w:r>
      <w:r w:rsidRPr="005D5566">
        <w:rPr>
          <w:bCs/>
        </w:rPr>
        <w:t xml:space="preserve">la </w:t>
      </w:r>
      <w:r w:rsidRPr="005D5566">
        <w:t>mère</w:t>
      </w:r>
      <w:r w:rsidR="001C0413">
        <w:t> :</w:t>
      </w:r>
    </w:p>
    <w:p w14:paraId="5363BFC3" w14:textId="77777777" w:rsidR="001C0413" w:rsidRDefault="001C0413" w:rsidP="001C0413">
      <w:r>
        <w:t>— </w:t>
      </w:r>
      <w:r w:rsidR="00530790" w:rsidRPr="005D5566">
        <w:t>C</w:t>
      </w:r>
      <w:r>
        <w:t>’</w:t>
      </w:r>
      <w:r w:rsidR="00530790" w:rsidRPr="005D5566">
        <w:t>est le moment pour nous</w:t>
      </w:r>
      <w:r>
        <w:t xml:space="preserve">, </w:t>
      </w:r>
      <w:r w:rsidR="00530790" w:rsidRPr="005D5566">
        <w:rPr>
          <w:bCs/>
        </w:rPr>
        <w:t xml:space="preserve">les </w:t>
      </w:r>
      <w:r w:rsidR="00530790" w:rsidRPr="005D5566">
        <w:t>vieux</w:t>
      </w:r>
      <w:r>
        <w:t xml:space="preserve">, </w:t>
      </w:r>
      <w:r w:rsidR="00530790" w:rsidRPr="005D5566">
        <w:t>d</w:t>
      </w:r>
      <w:r>
        <w:t>’</w:t>
      </w:r>
      <w:r w:rsidR="00530790" w:rsidRPr="005D5566">
        <w:t>aller au cimetière</w:t>
      </w:r>
      <w:r>
        <w:t xml:space="preserve"> ! </w:t>
      </w:r>
      <w:r w:rsidR="00530790" w:rsidRPr="005D5566">
        <w:t xml:space="preserve">Un nouveau </w:t>
      </w:r>
      <w:r w:rsidR="00530790" w:rsidRPr="005D5566">
        <w:rPr>
          <w:bCs/>
        </w:rPr>
        <w:t xml:space="preserve">peuple </w:t>
      </w:r>
      <w:r w:rsidR="00530790" w:rsidRPr="005D5566">
        <w:t>se lève</w:t>
      </w:r>
      <w:r>
        <w:t xml:space="preserve">… </w:t>
      </w:r>
      <w:r w:rsidR="00530790" w:rsidRPr="005D5566">
        <w:t>Comment avons-nous vécu</w:t>
      </w:r>
      <w:r>
        <w:t xml:space="preserve"> ? </w:t>
      </w:r>
      <w:r w:rsidR="00530790" w:rsidRPr="005D5566">
        <w:t>Nous avons rampé sur nos genoux</w:t>
      </w:r>
      <w:r>
        <w:t xml:space="preserve">, </w:t>
      </w:r>
      <w:r w:rsidR="00530790" w:rsidRPr="005D5566">
        <w:t>constamment courbés vers la terre</w:t>
      </w:r>
      <w:r>
        <w:t xml:space="preserve">. </w:t>
      </w:r>
      <w:r w:rsidR="00530790" w:rsidRPr="005D5566">
        <w:t>Et maintenant</w:t>
      </w:r>
      <w:r>
        <w:t xml:space="preserve">, </w:t>
      </w:r>
      <w:r w:rsidR="00530790" w:rsidRPr="005D5566">
        <w:t>on ne sait pas au juste si les gens ont repris connaissance ou s</w:t>
      </w:r>
      <w:r>
        <w:t>’</w:t>
      </w:r>
      <w:r w:rsidR="00530790" w:rsidRPr="005D5566">
        <w:t>ils se trompent encore plus que nous</w:t>
      </w:r>
      <w:r>
        <w:t xml:space="preserve">… </w:t>
      </w:r>
      <w:r w:rsidR="00530790" w:rsidRPr="005D5566">
        <w:t>En tout cas</w:t>
      </w:r>
      <w:r>
        <w:t xml:space="preserve">, </w:t>
      </w:r>
      <w:r w:rsidR="00530790" w:rsidRPr="005D5566">
        <w:t>ils ne nous ressemblent pas</w:t>
      </w:r>
      <w:r>
        <w:t xml:space="preserve">. </w:t>
      </w:r>
      <w:r w:rsidR="00530790" w:rsidRPr="005D5566">
        <w:t>Voilà la jeunesse qui se met à parler au directeur</w:t>
      </w:r>
      <w:r>
        <w:t xml:space="preserve">, </w:t>
      </w:r>
      <w:r w:rsidR="00530790" w:rsidRPr="005D5566">
        <w:t>comme à un égal</w:t>
      </w:r>
      <w:r>
        <w:t xml:space="preserve">… </w:t>
      </w:r>
      <w:r w:rsidR="00530790" w:rsidRPr="005D5566">
        <w:t>oui</w:t>
      </w:r>
      <w:r>
        <w:t xml:space="preserve">. </w:t>
      </w:r>
      <w:r w:rsidR="00530790" w:rsidRPr="005D5566">
        <w:rPr>
          <w:bCs/>
        </w:rPr>
        <w:t>Ah</w:t>
      </w:r>
      <w:r>
        <w:rPr>
          <w:bCs/>
        </w:rPr>
        <w:t xml:space="preserve"> ! </w:t>
      </w:r>
      <w:r w:rsidR="00530790" w:rsidRPr="005D5566">
        <w:t xml:space="preserve">si </w:t>
      </w:r>
      <w:r w:rsidR="00530790" w:rsidRPr="005D5566">
        <w:rPr>
          <w:bCs/>
        </w:rPr>
        <w:t xml:space="preserve">mon </w:t>
      </w:r>
      <w:r w:rsidR="00530790" w:rsidRPr="005D5566">
        <w:t>fils était vivant</w:t>
      </w:r>
      <w:r>
        <w:t xml:space="preserve">… </w:t>
      </w:r>
      <w:r w:rsidR="00530790" w:rsidRPr="005D5566">
        <w:t>Au revoir</w:t>
      </w:r>
      <w:r>
        <w:t xml:space="preserve">, </w:t>
      </w:r>
      <w:r w:rsidR="00530790" w:rsidRPr="005D5566">
        <w:t>Pavel</w:t>
      </w:r>
      <w:r>
        <w:t xml:space="preserve">, </w:t>
      </w:r>
      <w:r w:rsidR="00530790" w:rsidRPr="005D5566">
        <w:t>Mikhaïlovitch</w:t>
      </w:r>
      <w:r>
        <w:t xml:space="preserve">… </w:t>
      </w:r>
      <w:r w:rsidR="00530790" w:rsidRPr="005D5566">
        <w:rPr>
          <w:bCs/>
        </w:rPr>
        <w:t xml:space="preserve">tu </w:t>
      </w:r>
      <w:r w:rsidR="00530790" w:rsidRPr="005D5566">
        <w:t>es un brave garçon</w:t>
      </w:r>
      <w:r>
        <w:t xml:space="preserve">, </w:t>
      </w:r>
      <w:r w:rsidR="00530790" w:rsidRPr="005D5566">
        <w:t>tu prends la défense du peuple</w:t>
      </w:r>
      <w:r>
        <w:t xml:space="preserve">… </w:t>
      </w:r>
      <w:r w:rsidR="00530790" w:rsidRPr="005D5566">
        <w:t>Si Dieu le veut</w:t>
      </w:r>
      <w:r>
        <w:t xml:space="preserve">, </w:t>
      </w:r>
      <w:r w:rsidR="00530790" w:rsidRPr="005D5566">
        <w:t>tu trouveras peut-être des voies et des issues</w:t>
      </w:r>
      <w:r>
        <w:t xml:space="preserve">… </w:t>
      </w:r>
      <w:r w:rsidR="00530790" w:rsidRPr="005D5566">
        <w:rPr>
          <w:bCs/>
        </w:rPr>
        <w:t xml:space="preserve">que </w:t>
      </w:r>
      <w:r w:rsidR="00530790" w:rsidRPr="005D5566">
        <w:t>Dieu le veuille</w:t>
      </w:r>
      <w:r>
        <w:t> !</w:t>
      </w:r>
    </w:p>
    <w:p w14:paraId="59802293" w14:textId="77777777" w:rsidR="001C0413" w:rsidRDefault="00530790" w:rsidP="001C0413">
      <w:r w:rsidRPr="005D5566">
        <w:t>Et il s</w:t>
      </w:r>
      <w:r w:rsidR="001C0413">
        <w:t>’</w:t>
      </w:r>
      <w:r w:rsidRPr="005D5566">
        <w:t>en alla</w:t>
      </w:r>
      <w:r w:rsidR="001C0413">
        <w:t>.</w:t>
      </w:r>
    </w:p>
    <w:p w14:paraId="64AAFF5A" w14:textId="77777777" w:rsidR="001C0413" w:rsidRDefault="001C0413" w:rsidP="001C0413">
      <w:r>
        <w:t>— </w:t>
      </w:r>
      <w:r w:rsidR="00530790" w:rsidRPr="005D5566">
        <w:t>Eh bien</w:t>
      </w:r>
      <w:r>
        <w:t xml:space="preserve">, </w:t>
      </w:r>
      <w:r w:rsidR="00530790" w:rsidRPr="005D5566">
        <w:t>mourez donc</w:t>
      </w:r>
      <w:r>
        <w:t xml:space="preserve"> ! </w:t>
      </w:r>
      <w:r w:rsidR="00530790" w:rsidRPr="005D5566">
        <w:t>grommela Rybine</w:t>
      </w:r>
      <w:r>
        <w:t xml:space="preserve">. </w:t>
      </w:r>
      <w:r w:rsidR="00530790" w:rsidRPr="005D5566">
        <w:t>Déjà maintenant</w:t>
      </w:r>
      <w:r>
        <w:t xml:space="preserve">, </w:t>
      </w:r>
      <w:r w:rsidR="00530790" w:rsidRPr="005D5566">
        <w:t>vous n</w:t>
      </w:r>
      <w:r>
        <w:t>’</w:t>
      </w:r>
      <w:r w:rsidR="00530790" w:rsidRPr="005D5566">
        <w:t>êtes plus des hommes</w:t>
      </w:r>
      <w:r>
        <w:t xml:space="preserve">, </w:t>
      </w:r>
      <w:r w:rsidR="00530790" w:rsidRPr="005D5566">
        <w:t>mais du mortier</w:t>
      </w:r>
      <w:r>
        <w:t xml:space="preserve">… </w:t>
      </w:r>
      <w:r w:rsidR="00530790" w:rsidRPr="005D5566">
        <w:t>bon à boucher les fissures</w:t>
      </w:r>
      <w:r>
        <w:t xml:space="preserve">… </w:t>
      </w:r>
      <w:r w:rsidR="00530790" w:rsidRPr="005D5566">
        <w:t>Pavel</w:t>
      </w:r>
      <w:r>
        <w:t xml:space="preserve">, </w:t>
      </w:r>
      <w:r w:rsidR="00530790" w:rsidRPr="005D5566">
        <w:t>as-tu remarqué quels étaient ceux qui ont crié le plus fort pour que tu fusses désigné comme député</w:t>
      </w:r>
      <w:r>
        <w:t xml:space="preserve"> ? </w:t>
      </w:r>
      <w:r w:rsidR="00530790" w:rsidRPr="005D5566">
        <w:t>C</w:t>
      </w:r>
      <w:r>
        <w:t>’</w:t>
      </w:r>
      <w:r w:rsidR="00530790" w:rsidRPr="005D5566">
        <w:t xml:space="preserve">étaient ceux qui disent que tu es </w:t>
      </w:r>
      <w:r w:rsidR="00530790" w:rsidRPr="005D5566">
        <w:rPr>
          <w:bCs/>
        </w:rPr>
        <w:t xml:space="preserve">un </w:t>
      </w:r>
      <w:r w:rsidR="00530790" w:rsidRPr="005D5566">
        <w:t>révolutionnaire</w:t>
      </w:r>
      <w:r>
        <w:t xml:space="preserve">, </w:t>
      </w:r>
      <w:r w:rsidR="00530790" w:rsidRPr="005D5566">
        <w:t>un perturbateur</w:t>
      </w:r>
      <w:r>
        <w:t xml:space="preserve">… </w:t>
      </w:r>
      <w:r w:rsidR="00530790" w:rsidRPr="005D5566">
        <w:t>voilà</w:t>
      </w:r>
      <w:r>
        <w:t xml:space="preserve"> !… </w:t>
      </w:r>
      <w:r w:rsidR="00530790" w:rsidRPr="005D5566">
        <w:t>Oui</w:t>
      </w:r>
      <w:r>
        <w:t xml:space="preserve">, </w:t>
      </w:r>
      <w:r w:rsidR="00530790" w:rsidRPr="005D5566">
        <w:t>ceux-là</w:t>
      </w:r>
      <w:r>
        <w:t xml:space="preserve">… </w:t>
      </w:r>
      <w:r w:rsidR="00530790" w:rsidRPr="005D5566">
        <w:t xml:space="preserve">Ils ont </w:t>
      </w:r>
      <w:r w:rsidR="00530790" w:rsidRPr="005D5566">
        <w:lastRenderedPageBreak/>
        <w:t>pensé que tu serais chassé de la fabrique</w:t>
      </w:r>
      <w:r>
        <w:t xml:space="preserve">, </w:t>
      </w:r>
      <w:r w:rsidR="00530790" w:rsidRPr="005D5566">
        <w:t>c</w:t>
      </w:r>
      <w:r>
        <w:t>’</w:t>
      </w:r>
      <w:r w:rsidR="00530790" w:rsidRPr="005D5566">
        <w:t>était ce qu</w:t>
      </w:r>
      <w:r>
        <w:t>’</w:t>
      </w:r>
      <w:r w:rsidR="00530790" w:rsidRPr="005D5566">
        <w:t>il leur fallait</w:t>
      </w:r>
      <w:r>
        <w:t>.</w:t>
      </w:r>
    </w:p>
    <w:p w14:paraId="6946088C" w14:textId="77777777" w:rsidR="001C0413" w:rsidRDefault="001C0413" w:rsidP="001C0413">
      <w:r>
        <w:t>— </w:t>
      </w:r>
      <w:r w:rsidR="00530790" w:rsidRPr="005D5566">
        <w:t>Ils ont raison à leur point de vue</w:t>
      </w:r>
      <w:r>
        <w:t>…</w:t>
      </w:r>
    </w:p>
    <w:p w14:paraId="52C1EEB0" w14:textId="77777777" w:rsidR="001C0413" w:rsidRDefault="001C0413" w:rsidP="001C0413">
      <w:r>
        <w:t>— </w:t>
      </w:r>
      <w:r w:rsidR="00530790" w:rsidRPr="005D5566">
        <w:t>Les loups au</w:t>
      </w:r>
      <w:r w:rsidR="00530790" w:rsidRPr="005D5566">
        <w:rPr>
          <w:bCs/>
        </w:rPr>
        <w:t xml:space="preserve">ssi </w:t>
      </w:r>
      <w:r w:rsidR="00530790" w:rsidRPr="005D5566">
        <w:t>ont raison quand ils se déchirent entre eux</w:t>
      </w:r>
      <w:r>
        <w:t>.</w:t>
      </w:r>
    </w:p>
    <w:p w14:paraId="0256286E" w14:textId="77777777" w:rsidR="001C0413" w:rsidRDefault="00530790" w:rsidP="001C0413">
      <w:r w:rsidRPr="005D5566">
        <w:t xml:space="preserve">Rybine avait </w:t>
      </w:r>
      <w:r w:rsidRPr="005D5566">
        <w:rPr>
          <w:bCs/>
        </w:rPr>
        <w:t>l</w:t>
      </w:r>
      <w:r w:rsidR="001C0413">
        <w:t>’</w:t>
      </w:r>
      <w:r w:rsidRPr="005D5566">
        <w:t>air morose</w:t>
      </w:r>
      <w:r w:rsidR="001C0413">
        <w:t xml:space="preserve">, </w:t>
      </w:r>
      <w:r w:rsidRPr="005D5566">
        <w:rPr>
          <w:bCs/>
        </w:rPr>
        <w:t xml:space="preserve">sa </w:t>
      </w:r>
      <w:r w:rsidRPr="005D5566">
        <w:t>voix tremblait d</w:t>
      </w:r>
      <w:r w:rsidR="001C0413">
        <w:t>’</w:t>
      </w:r>
      <w:r w:rsidRPr="005D5566">
        <w:t>une manière bizarre</w:t>
      </w:r>
      <w:r w:rsidR="001C0413">
        <w:t>.</w:t>
      </w:r>
    </w:p>
    <w:p w14:paraId="0FF3B6FD" w14:textId="77777777" w:rsidR="001C0413" w:rsidRDefault="001C0413" w:rsidP="001C0413">
      <w:r>
        <w:t>— </w:t>
      </w:r>
      <w:r w:rsidR="00530790" w:rsidRPr="005D5566">
        <w:t>Les hommes n</w:t>
      </w:r>
      <w:r>
        <w:t>’</w:t>
      </w:r>
      <w:r w:rsidR="00530790" w:rsidRPr="005D5566">
        <w:t>ont pas confiance dans la parole toute nue</w:t>
      </w:r>
      <w:r>
        <w:t xml:space="preserve">… </w:t>
      </w:r>
      <w:r w:rsidR="00530790" w:rsidRPr="005D5566">
        <w:t>il faut la tremper dans le sang</w:t>
      </w:r>
      <w:r>
        <w:t>…</w:t>
      </w:r>
    </w:p>
    <w:p w14:paraId="407E545E" w14:textId="77777777" w:rsidR="001C0413" w:rsidRDefault="00530790" w:rsidP="001C0413">
      <w:r w:rsidRPr="005D5566">
        <w:t>Toute la journée</w:t>
      </w:r>
      <w:r w:rsidR="001C0413">
        <w:t xml:space="preserve">, </w:t>
      </w:r>
      <w:r w:rsidRPr="005D5566">
        <w:t>Pavel se sentit malheureux</w:t>
      </w:r>
      <w:r w:rsidR="001C0413">
        <w:t xml:space="preserve">, </w:t>
      </w:r>
      <w:r w:rsidRPr="005D5566">
        <w:t>comme s</w:t>
      </w:r>
      <w:r w:rsidR="001C0413">
        <w:t>’</w:t>
      </w:r>
      <w:r w:rsidRPr="005D5566">
        <w:t>il avait perdu quelque chose et qu</w:t>
      </w:r>
      <w:r w:rsidR="001C0413">
        <w:t>’</w:t>
      </w:r>
      <w:r w:rsidRPr="005D5566">
        <w:t>il pressentît sa perte sans comprendre encore en quoi elle consisterait</w:t>
      </w:r>
      <w:r w:rsidR="001C0413">
        <w:t>.</w:t>
      </w:r>
    </w:p>
    <w:p w14:paraId="03E94245" w14:textId="77777777" w:rsidR="001C0413" w:rsidRDefault="00530790" w:rsidP="001C0413">
      <w:r w:rsidRPr="005D5566">
        <w:t>Pendant la nuit</w:t>
      </w:r>
      <w:r w:rsidR="001C0413">
        <w:t xml:space="preserve">, </w:t>
      </w:r>
      <w:r w:rsidRPr="005D5566">
        <w:t>alors que la mère dormait déjà et qu</w:t>
      </w:r>
      <w:r w:rsidR="001C0413">
        <w:t>’</w:t>
      </w:r>
      <w:r w:rsidRPr="005D5566">
        <w:t>il lisait au lit</w:t>
      </w:r>
      <w:r w:rsidR="001C0413">
        <w:t xml:space="preserve">, </w:t>
      </w:r>
      <w:r w:rsidRPr="005D5566">
        <w:t>les gendarmes revinrent et recommencèrent à fouiller avec rage partout</w:t>
      </w:r>
      <w:r w:rsidR="001C0413">
        <w:t xml:space="preserve">, </w:t>
      </w:r>
      <w:r w:rsidRPr="005D5566">
        <w:t>dans la cour et au grenier</w:t>
      </w:r>
      <w:r w:rsidR="001C0413">
        <w:t xml:space="preserve">. </w:t>
      </w:r>
      <w:r w:rsidRPr="005D5566">
        <w:t>L</w:t>
      </w:r>
      <w:r w:rsidR="001C0413">
        <w:t>’</w:t>
      </w:r>
      <w:r w:rsidRPr="005D5566">
        <w:t>officier au teint jaune se comporta comme la première fois d</w:t>
      </w:r>
      <w:r w:rsidR="001C0413">
        <w:t>’</w:t>
      </w:r>
      <w:r w:rsidRPr="005D5566">
        <w:t>une manière railleuse et outrageante</w:t>
      </w:r>
      <w:r w:rsidR="001C0413">
        <w:t xml:space="preserve">, </w:t>
      </w:r>
      <w:r w:rsidRPr="005D5566">
        <w:t>prenant plaisir à blesser Pavel et sa mère</w:t>
      </w:r>
      <w:r w:rsidR="001C0413">
        <w:t xml:space="preserve">. </w:t>
      </w:r>
      <w:r w:rsidRPr="005D5566">
        <w:t>Assise dans un coin</w:t>
      </w:r>
      <w:r w:rsidR="001C0413">
        <w:t xml:space="preserve">, </w:t>
      </w:r>
      <w:r w:rsidRPr="005D5566">
        <w:t>Pélaguée gardait le silence</w:t>
      </w:r>
      <w:r w:rsidR="001C0413">
        <w:t xml:space="preserve">, </w:t>
      </w:r>
      <w:r w:rsidRPr="005D5566">
        <w:t>le regard fixé sur l</w:t>
      </w:r>
      <w:r w:rsidRPr="005D5566">
        <w:rPr>
          <w:bCs/>
        </w:rPr>
        <w:t xml:space="preserve">e </w:t>
      </w:r>
      <w:r w:rsidRPr="005D5566">
        <w:t>visage de Pavel</w:t>
      </w:r>
      <w:r w:rsidR="001C0413">
        <w:t xml:space="preserve">. </w:t>
      </w:r>
      <w:r w:rsidRPr="005D5566">
        <w:t>Celui-ci essayait de cacher son trouble</w:t>
      </w:r>
      <w:r w:rsidR="001C0413">
        <w:t xml:space="preserve">, </w:t>
      </w:r>
      <w:r w:rsidRPr="005D5566">
        <w:t xml:space="preserve">mais quand </w:t>
      </w:r>
      <w:r w:rsidRPr="005D5566">
        <w:rPr>
          <w:bCs/>
        </w:rPr>
        <w:t>l</w:t>
      </w:r>
      <w:r w:rsidR="001C0413">
        <w:t>’</w:t>
      </w:r>
      <w:r w:rsidRPr="005D5566">
        <w:t>officier riait</w:t>
      </w:r>
      <w:r w:rsidR="001C0413">
        <w:t xml:space="preserve">, </w:t>
      </w:r>
      <w:r w:rsidRPr="005D5566">
        <w:t xml:space="preserve">les doigts du jeune </w:t>
      </w:r>
      <w:r w:rsidRPr="005D5566">
        <w:rPr>
          <w:bCs/>
        </w:rPr>
        <w:t xml:space="preserve">homme </w:t>
      </w:r>
      <w:r w:rsidRPr="005D5566">
        <w:t>avaient un mouvement bizarre</w:t>
      </w:r>
      <w:r w:rsidR="001C0413">
        <w:t xml:space="preserve"> ; </w:t>
      </w:r>
      <w:r w:rsidRPr="005D5566">
        <w:t>la mère sentait qu</w:t>
      </w:r>
      <w:r w:rsidR="001C0413">
        <w:t>’</w:t>
      </w:r>
      <w:r w:rsidRPr="005D5566">
        <w:t xml:space="preserve">il avait de la peine à ne pas répondre au </w:t>
      </w:r>
      <w:r w:rsidRPr="005D5566">
        <w:rPr>
          <w:bCs/>
        </w:rPr>
        <w:t>gendarme</w:t>
      </w:r>
      <w:r w:rsidR="001C0413">
        <w:rPr>
          <w:bCs/>
        </w:rPr>
        <w:t xml:space="preserve">, </w:t>
      </w:r>
      <w:r w:rsidRPr="005D5566">
        <w:t>qu</w:t>
      </w:r>
      <w:r w:rsidR="001C0413">
        <w:t>’</w:t>
      </w:r>
      <w:r w:rsidRPr="005D5566">
        <w:t>il lui était dur de supporter ses plaisanteries</w:t>
      </w:r>
      <w:r w:rsidR="001C0413">
        <w:t xml:space="preserve">. </w:t>
      </w:r>
      <w:r w:rsidRPr="005D5566">
        <w:t>Elle était moins effrayée que lors de la première perquisition</w:t>
      </w:r>
      <w:r w:rsidR="001C0413">
        <w:t xml:space="preserve">, </w:t>
      </w:r>
      <w:r w:rsidRPr="005D5566">
        <w:t>mais elle éprouvait plus de haine envers</w:t>
      </w:r>
      <w:r w:rsidRPr="005D5566">
        <w:rPr>
          <w:bCs/>
        </w:rPr>
        <w:t xml:space="preserve"> ces </w:t>
      </w:r>
      <w:r w:rsidRPr="005D5566">
        <w:t>hôtes nocturnes vêtus de gris</w:t>
      </w:r>
      <w:r w:rsidR="001C0413">
        <w:t xml:space="preserve">, </w:t>
      </w:r>
      <w:r w:rsidRPr="005D5566">
        <w:t>aux éperons cliquetants</w:t>
      </w:r>
      <w:r w:rsidR="001C0413">
        <w:t xml:space="preserve">, </w:t>
      </w:r>
      <w:r w:rsidRPr="005D5566">
        <w:t>et la haine étouffa la peur</w:t>
      </w:r>
      <w:r w:rsidR="001C0413">
        <w:t>.</w:t>
      </w:r>
    </w:p>
    <w:p w14:paraId="659E65DD" w14:textId="77777777" w:rsidR="001C0413" w:rsidRDefault="00530790" w:rsidP="001C0413">
      <w:r w:rsidRPr="005D5566">
        <w:t>Pavel parvint à lui chuchoter</w:t>
      </w:r>
      <w:r w:rsidR="001C0413">
        <w:t> :</w:t>
      </w:r>
    </w:p>
    <w:p w14:paraId="63381A26" w14:textId="77777777" w:rsidR="001C0413" w:rsidRDefault="001C0413" w:rsidP="001C0413">
      <w:r>
        <w:t>— </w:t>
      </w:r>
      <w:r w:rsidR="00530790" w:rsidRPr="005D5566">
        <w:t>Ils m</w:t>
      </w:r>
      <w:r>
        <w:t>’</w:t>
      </w:r>
      <w:r w:rsidR="00530790" w:rsidRPr="005D5566">
        <w:t>emmènent</w:t>
      </w:r>
      <w:r>
        <w:t>…</w:t>
      </w:r>
    </w:p>
    <w:p w14:paraId="6B0745FF" w14:textId="77777777" w:rsidR="001C0413" w:rsidRDefault="00530790" w:rsidP="001C0413">
      <w:r w:rsidRPr="005D5566">
        <w:lastRenderedPageBreak/>
        <w:t>Baissant la tête</w:t>
      </w:r>
      <w:r w:rsidR="001C0413">
        <w:t xml:space="preserve">, </w:t>
      </w:r>
      <w:r w:rsidRPr="005D5566">
        <w:t>elle répondit à voix basse</w:t>
      </w:r>
      <w:r w:rsidR="001C0413">
        <w:t> :</w:t>
      </w:r>
    </w:p>
    <w:p w14:paraId="77975EAE" w14:textId="77777777" w:rsidR="001C0413" w:rsidRDefault="001C0413" w:rsidP="001C0413">
      <w:r>
        <w:t>— </w:t>
      </w:r>
      <w:r w:rsidR="00530790" w:rsidRPr="005D5566">
        <w:t>Je comprends</w:t>
      </w:r>
      <w:r>
        <w:t>…</w:t>
      </w:r>
    </w:p>
    <w:p w14:paraId="098B356F" w14:textId="77777777" w:rsidR="001C0413" w:rsidRDefault="00530790" w:rsidP="001C0413">
      <w:r w:rsidRPr="005D5566">
        <w:t>Elle comprenait</w:t>
      </w:r>
      <w:r w:rsidR="001C0413">
        <w:t xml:space="preserve"> : </w:t>
      </w:r>
      <w:r w:rsidRPr="005D5566">
        <w:t>on le mettait en prison pour les paroles qu</w:t>
      </w:r>
      <w:r w:rsidR="001C0413">
        <w:t>’</w:t>
      </w:r>
      <w:r w:rsidRPr="005D5566">
        <w:t>il avait dites aux ouvriers</w:t>
      </w:r>
      <w:r w:rsidR="001C0413">
        <w:t xml:space="preserve">. </w:t>
      </w:r>
      <w:r w:rsidRPr="005D5566">
        <w:t>Mais ceux-ci l</w:t>
      </w:r>
      <w:r w:rsidR="001C0413">
        <w:t>’</w:t>
      </w:r>
      <w:r w:rsidRPr="005D5566">
        <w:t>avaient approuvé et tout le monde allait prendre sa défense</w:t>
      </w:r>
      <w:r w:rsidR="001C0413">
        <w:t xml:space="preserve"> ; </w:t>
      </w:r>
      <w:r w:rsidRPr="005D5566">
        <w:t>par conséquent</w:t>
      </w:r>
      <w:r w:rsidR="001C0413">
        <w:t xml:space="preserve">, </w:t>
      </w:r>
      <w:r w:rsidRPr="005D5566">
        <w:t>il ne resterait pas longtemps absent</w:t>
      </w:r>
      <w:r w:rsidR="001C0413">
        <w:t>.</w:t>
      </w:r>
    </w:p>
    <w:p w14:paraId="1EC52950" w14:textId="77777777" w:rsidR="001C0413" w:rsidRDefault="00530790" w:rsidP="001C0413">
      <w:r w:rsidRPr="005D5566">
        <w:t>Elle aurait voulu pleurer</w:t>
      </w:r>
      <w:r w:rsidR="001C0413">
        <w:t xml:space="preserve">, </w:t>
      </w:r>
      <w:r w:rsidRPr="005D5566">
        <w:t>enlacer son fils</w:t>
      </w:r>
      <w:r w:rsidR="001C0413">
        <w:t xml:space="preserve"> ; </w:t>
      </w:r>
      <w:r w:rsidRPr="005D5566">
        <w:t>mais</w:t>
      </w:r>
      <w:r w:rsidR="001C0413">
        <w:t xml:space="preserve">, </w:t>
      </w:r>
      <w:r w:rsidRPr="005D5566">
        <w:rPr>
          <w:bCs/>
        </w:rPr>
        <w:t xml:space="preserve">à </w:t>
      </w:r>
      <w:r w:rsidRPr="005D5566">
        <w:t>côté d</w:t>
      </w:r>
      <w:r w:rsidR="001C0413">
        <w:t>’</w:t>
      </w:r>
      <w:r w:rsidRPr="005D5566">
        <w:t>elle</w:t>
      </w:r>
      <w:r w:rsidR="001C0413">
        <w:t xml:space="preserve">, </w:t>
      </w:r>
      <w:r w:rsidRPr="005D5566">
        <w:t>l</w:t>
      </w:r>
      <w:r w:rsidR="001C0413">
        <w:t>’</w:t>
      </w:r>
      <w:r w:rsidRPr="005D5566">
        <w:t>officier la regardait avec un air malveillant</w:t>
      </w:r>
      <w:r w:rsidR="001C0413">
        <w:t xml:space="preserve">, </w:t>
      </w:r>
      <w:r w:rsidRPr="005D5566">
        <w:t>ses lèvres frémissaient</w:t>
      </w:r>
      <w:r w:rsidR="001C0413">
        <w:t xml:space="preserve">, </w:t>
      </w:r>
      <w:r w:rsidRPr="005D5566">
        <w:t>ses moustaches s</w:t>
      </w:r>
      <w:r w:rsidR="001C0413">
        <w:t>’</w:t>
      </w:r>
      <w:r w:rsidRPr="005D5566">
        <w:t>agitaient et Pélaguée crut que cet homme attendait avec joie des larmes</w:t>
      </w:r>
      <w:r w:rsidR="001C0413">
        <w:t xml:space="preserve">, </w:t>
      </w:r>
      <w:r w:rsidRPr="005D5566">
        <w:t>des supplications</w:t>
      </w:r>
      <w:r w:rsidR="001C0413">
        <w:t xml:space="preserve">, </w:t>
      </w:r>
      <w:r w:rsidRPr="005D5566">
        <w:t>des lamentations</w:t>
      </w:r>
      <w:r w:rsidR="001C0413">
        <w:t xml:space="preserve">. </w:t>
      </w:r>
      <w:r w:rsidRPr="005D5566">
        <w:t>Rassemblant toutes ses forces</w:t>
      </w:r>
      <w:r w:rsidR="001C0413">
        <w:t xml:space="preserve">, </w:t>
      </w:r>
      <w:r w:rsidRPr="005D5566">
        <w:t>parlant le moins possible</w:t>
      </w:r>
      <w:r w:rsidR="001C0413">
        <w:t xml:space="preserve">, </w:t>
      </w:r>
      <w:r w:rsidRPr="005D5566">
        <w:t>elle serra la main de son fils et dit à voix basse</w:t>
      </w:r>
      <w:r w:rsidR="001C0413">
        <w:t xml:space="preserve">, </w:t>
      </w:r>
      <w:r w:rsidRPr="005D5566">
        <w:t>en retenant sa respiration</w:t>
      </w:r>
      <w:r w:rsidR="001C0413">
        <w:t> :</w:t>
      </w:r>
    </w:p>
    <w:p w14:paraId="6C0983C7" w14:textId="77777777" w:rsidR="001C0413" w:rsidRDefault="001C0413" w:rsidP="001C0413">
      <w:r>
        <w:t>— </w:t>
      </w:r>
      <w:r w:rsidR="00530790" w:rsidRPr="005D5566">
        <w:t>Au revoir</w:t>
      </w:r>
      <w:r>
        <w:t xml:space="preserve">, </w:t>
      </w:r>
      <w:r w:rsidR="00530790" w:rsidRPr="005D5566">
        <w:t>Pavel</w:t>
      </w:r>
      <w:r>
        <w:t xml:space="preserve">… </w:t>
      </w:r>
      <w:r w:rsidR="00530790" w:rsidRPr="005D5566">
        <w:t xml:space="preserve">tu as pris tout </w:t>
      </w:r>
      <w:r w:rsidR="00530790" w:rsidRPr="005D5566">
        <w:rPr>
          <w:bCs/>
        </w:rPr>
        <w:t>ce qu</w:t>
      </w:r>
      <w:r>
        <w:t>’</w:t>
      </w:r>
      <w:r w:rsidR="00530790" w:rsidRPr="005D5566">
        <w:t>il faut</w:t>
      </w:r>
      <w:r>
        <w:t> ?</w:t>
      </w:r>
    </w:p>
    <w:p w14:paraId="67ECC2C8" w14:textId="77777777" w:rsidR="001C0413" w:rsidRDefault="001C0413" w:rsidP="001C0413">
      <w:r>
        <w:t>— </w:t>
      </w:r>
      <w:r w:rsidR="00530790" w:rsidRPr="005D5566">
        <w:t>Oui</w:t>
      </w:r>
      <w:r>
        <w:t xml:space="preserve">, </w:t>
      </w:r>
      <w:r w:rsidR="00530790" w:rsidRPr="005D5566">
        <w:t>ne t</w:t>
      </w:r>
      <w:r>
        <w:t>’</w:t>
      </w:r>
      <w:r w:rsidR="00530790" w:rsidRPr="005D5566">
        <w:t>ennuie pas</w:t>
      </w:r>
      <w:r>
        <w:t>…</w:t>
      </w:r>
    </w:p>
    <w:p w14:paraId="77968EB1" w14:textId="77777777" w:rsidR="001C0413" w:rsidRDefault="001C0413" w:rsidP="001C0413">
      <w:r>
        <w:t>— </w:t>
      </w:r>
      <w:r w:rsidR="00530790" w:rsidRPr="005D5566">
        <w:t>Que le Seigneur soit avec toi</w:t>
      </w:r>
      <w:r>
        <w:t>…</w:t>
      </w:r>
    </w:p>
    <w:p w14:paraId="54E138C5" w14:textId="77777777" w:rsidR="001C0413" w:rsidRDefault="00530790" w:rsidP="001C0413">
      <w:r w:rsidRPr="005D5566">
        <w:t>Lorsqu</w:t>
      </w:r>
      <w:r w:rsidR="001C0413">
        <w:t>’</w:t>
      </w:r>
      <w:r w:rsidRPr="005D5566">
        <w:t>on l</w:t>
      </w:r>
      <w:r w:rsidR="001C0413">
        <w:t>’</w:t>
      </w:r>
      <w:r w:rsidRPr="005D5566">
        <w:t>eut emmené</w:t>
      </w:r>
      <w:r w:rsidR="001C0413">
        <w:t xml:space="preserve">, </w:t>
      </w:r>
      <w:r w:rsidRPr="005D5566">
        <w:t>la mère se laissa tomber sur le banc et sanglota doucement</w:t>
      </w:r>
      <w:r w:rsidR="001C0413">
        <w:t xml:space="preserve">, </w:t>
      </w:r>
      <w:r w:rsidRPr="005D5566">
        <w:t>les paupières baissées</w:t>
      </w:r>
      <w:r w:rsidR="001C0413">
        <w:t xml:space="preserve">. </w:t>
      </w:r>
      <w:r w:rsidRPr="005D5566">
        <w:t>Adossée au mur</w:t>
      </w:r>
      <w:r w:rsidR="001C0413">
        <w:t xml:space="preserve">, </w:t>
      </w:r>
      <w:r w:rsidRPr="005D5566">
        <w:rPr>
          <w:bCs/>
        </w:rPr>
        <w:t xml:space="preserve">comme </w:t>
      </w:r>
      <w:r w:rsidRPr="005D5566">
        <w:t>son mari le</w:t>
      </w:r>
      <w:r w:rsidRPr="005D5566">
        <w:rPr>
          <w:bCs/>
        </w:rPr>
        <w:t xml:space="preserve"> </w:t>
      </w:r>
      <w:r w:rsidRPr="005D5566">
        <w:t>faisait jadis</w:t>
      </w:r>
      <w:r w:rsidR="001C0413">
        <w:t xml:space="preserve">, </w:t>
      </w:r>
      <w:r w:rsidRPr="005D5566">
        <w:t>torturée par l</w:t>
      </w:r>
      <w:r w:rsidR="001C0413">
        <w:t>’</w:t>
      </w:r>
      <w:r w:rsidRPr="005D5566">
        <w:t>angoisse et le sentiment de son impuissance</w:t>
      </w:r>
      <w:r w:rsidR="001C0413">
        <w:t xml:space="preserve">, </w:t>
      </w:r>
      <w:r w:rsidRPr="005D5566">
        <w:t xml:space="preserve">elle pleura </w:t>
      </w:r>
      <w:r w:rsidRPr="005D5566">
        <w:rPr>
          <w:bCs/>
        </w:rPr>
        <w:t>longtemps</w:t>
      </w:r>
      <w:r w:rsidR="001C0413">
        <w:rPr>
          <w:bCs/>
        </w:rPr>
        <w:t xml:space="preserve">, </w:t>
      </w:r>
      <w:r w:rsidRPr="005D5566">
        <w:t>faisant passer dans ses larmes la douleur de son cœur blessé</w:t>
      </w:r>
      <w:r w:rsidR="001C0413">
        <w:t xml:space="preserve">. </w:t>
      </w:r>
      <w:r w:rsidRPr="005D5566">
        <w:t>Elle voyait devant elle</w:t>
      </w:r>
      <w:r w:rsidR="001C0413">
        <w:t xml:space="preserve">, </w:t>
      </w:r>
      <w:r w:rsidRPr="005D5566">
        <w:t>pareille à une tache immobile</w:t>
      </w:r>
      <w:r w:rsidR="001C0413">
        <w:t xml:space="preserve">, </w:t>
      </w:r>
      <w:r w:rsidRPr="005D5566">
        <w:t>une physionomie jaune</w:t>
      </w:r>
      <w:r w:rsidR="001C0413">
        <w:t xml:space="preserve">, </w:t>
      </w:r>
      <w:r w:rsidRPr="005D5566">
        <w:t>aux fines moustaches</w:t>
      </w:r>
      <w:r w:rsidR="001C0413">
        <w:t xml:space="preserve">, </w:t>
      </w:r>
      <w:r w:rsidRPr="005D5566">
        <w:t>aux yeux clignotants</w:t>
      </w:r>
      <w:r w:rsidR="001C0413">
        <w:t xml:space="preserve">, </w:t>
      </w:r>
      <w:r w:rsidRPr="005D5566">
        <w:t>à l</w:t>
      </w:r>
      <w:r w:rsidR="001C0413">
        <w:t>’</w:t>
      </w:r>
      <w:r w:rsidRPr="005D5566">
        <w:t>air satisfait</w:t>
      </w:r>
      <w:r w:rsidR="001C0413">
        <w:t xml:space="preserve">. </w:t>
      </w:r>
      <w:r w:rsidRPr="005D5566">
        <w:t>Dans sa poitrine s</w:t>
      </w:r>
      <w:r w:rsidR="001C0413">
        <w:t>’</w:t>
      </w:r>
      <w:r w:rsidRPr="005D5566">
        <w:t>enroulaient</w:t>
      </w:r>
      <w:r w:rsidR="001C0413">
        <w:t xml:space="preserve">, </w:t>
      </w:r>
      <w:r w:rsidRPr="005D5566">
        <w:t>comme un peloton noir</w:t>
      </w:r>
      <w:r w:rsidR="001C0413">
        <w:t xml:space="preserve">, </w:t>
      </w:r>
      <w:r w:rsidRPr="005D5566">
        <w:t>de l</w:t>
      </w:r>
      <w:r w:rsidR="001C0413">
        <w:t>’</w:t>
      </w:r>
      <w:r w:rsidRPr="005D5566">
        <w:t>exaspération et de la colère contre les gens qui enlevaient un fils à sa mère</w:t>
      </w:r>
      <w:r w:rsidR="001C0413">
        <w:t xml:space="preserve">, </w:t>
      </w:r>
      <w:r w:rsidRPr="005D5566">
        <w:t>parce qu</w:t>
      </w:r>
      <w:r w:rsidR="001C0413">
        <w:t>’</w:t>
      </w:r>
      <w:r w:rsidRPr="005D5566">
        <w:t>il cherchait la vérité</w:t>
      </w:r>
      <w:r w:rsidR="001C0413">
        <w:t>…</w:t>
      </w:r>
    </w:p>
    <w:p w14:paraId="79FB1D98" w14:textId="77777777" w:rsidR="001C0413" w:rsidRDefault="00530790" w:rsidP="001C0413">
      <w:r w:rsidRPr="005D5566">
        <w:t>Il faisait froid</w:t>
      </w:r>
      <w:r w:rsidR="001C0413">
        <w:t xml:space="preserve">, </w:t>
      </w:r>
      <w:r w:rsidRPr="005D5566">
        <w:t>les gouttes de pluie rebondissaient contre les vitres</w:t>
      </w:r>
      <w:r w:rsidR="001C0413">
        <w:t xml:space="preserve">, </w:t>
      </w:r>
      <w:r w:rsidRPr="005D5566">
        <w:t xml:space="preserve">quelque chose bruissait </w:t>
      </w:r>
      <w:r w:rsidRPr="005D5566">
        <w:rPr>
          <w:bCs/>
        </w:rPr>
        <w:t xml:space="preserve">le </w:t>
      </w:r>
      <w:r w:rsidRPr="005D5566">
        <w:t>long des murs</w:t>
      </w:r>
      <w:r w:rsidR="001C0413">
        <w:t xml:space="preserve"> ; </w:t>
      </w:r>
      <w:r w:rsidRPr="005D5566">
        <w:t xml:space="preserve">on aurait </w:t>
      </w:r>
      <w:r w:rsidRPr="005D5566">
        <w:lastRenderedPageBreak/>
        <w:t>dit que</w:t>
      </w:r>
      <w:r w:rsidR="001C0413">
        <w:t xml:space="preserve">, </w:t>
      </w:r>
      <w:r w:rsidRPr="005D5566">
        <w:t>dans les ténèbres</w:t>
      </w:r>
      <w:r w:rsidR="001C0413">
        <w:t xml:space="preserve">, </w:t>
      </w:r>
      <w:r w:rsidRPr="005D5566">
        <w:t>des silhouettes grises</w:t>
      </w:r>
      <w:r w:rsidR="001C0413">
        <w:t xml:space="preserve">, </w:t>
      </w:r>
      <w:r w:rsidRPr="005D5566">
        <w:t>aux larges visages rouges sans yeux</w:t>
      </w:r>
      <w:r w:rsidR="001C0413">
        <w:t xml:space="preserve">, </w:t>
      </w:r>
      <w:r w:rsidRPr="005D5566">
        <w:t>et aux longs bras</w:t>
      </w:r>
      <w:r w:rsidR="001C0413">
        <w:t xml:space="preserve">, </w:t>
      </w:r>
      <w:r w:rsidRPr="005D5566">
        <w:t>rôdaient en épiant</w:t>
      </w:r>
      <w:r w:rsidR="001C0413">
        <w:t xml:space="preserve">. </w:t>
      </w:r>
      <w:r w:rsidRPr="005D5566">
        <w:t>Et leurs éperons cliquetaient faiblement</w:t>
      </w:r>
      <w:r w:rsidR="001C0413">
        <w:t>.</w:t>
      </w:r>
    </w:p>
    <w:p w14:paraId="109E5A93" w14:textId="77777777" w:rsidR="001C0413" w:rsidRDefault="001C0413" w:rsidP="001C0413">
      <w:r>
        <w:t>— </w:t>
      </w:r>
      <w:r w:rsidR="00530790" w:rsidRPr="005D5566">
        <w:t xml:space="preserve">Ils auraient mieux </w:t>
      </w:r>
      <w:r w:rsidR="00530790" w:rsidRPr="005D5566">
        <w:rPr>
          <w:bCs/>
        </w:rPr>
        <w:t>fa</w:t>
      </w:r>
      <w:r w:rsidR="00530790" w:rsidRPr="005D5566">
        <w:t>it de me prendre aussi</w:t>
      </w:r>
      <w:r>
        <w:t xml:space="preserve"> ! </w:t>
      </w:r>
      <w:r w:rsidR="00530790" w:rsidRPr="005D5566">
        <w:t>pensa-t-elle</w:t>
      </w:r>
      <w:r>
        <w:t>.</w:t>
      </w:r>
    </w:p>
    <w:p w14:paraId="383A7067" w14:textId="77777777" w:rsidR="001C0413" w:rsidRDefault="00530790" w:rsidP="001C0413">
      <w:r w:rsidRPr="005D5566">
        <w:t>La sirène siffla</w:t>
      </w:r>
      <w:r w:rsidR="001C0413">
        <w:t xml:space="preserve">, </w:t>
      </w:r>
      <w:r w:rsidRPr="005D5566">
        <w:t>ordonnant aux gens de reprendre le travail</w:t>
      </w:r>
      <w:r w:rsidR="001C0413">
        <w:t xml:space="preserve">. </w:t>
      </w:r>
      <w:r w:rsidRPr="005D5566">
        <w:t>Ce matin-là</w:t>
      </w:r>
      <w:r w:rsidR="001C0413">
        <w:t xml:space="preserve">, </w:t>
      </w:r>
      <w:r w:rsidRPr="005D5566">
        <w:t>le signal était sourd</w:t>
      </w:r>
      <w:r w:rsidR="001C0413">
        <w:t xml:space="preserve">, </w:t>
      </w:r>
      <w:r w:rsidRPr="005D5566">
        <w:t>bas et hési</w:t>
      </w:r>
      <w:r w:rsidRPr="005D5566">
        <w:rPr>
          <w:bCs/>
        </w:rPr>
        <w:t>ta</w:t>
      </w:r>
      <w:r w:rsidRPr="005D5566">
        <w:t>nt</w:t>
      </w:r>
      <w:r w:rsidR="001C0413">
        <w:t xml:space="preserve">. </w:t>
      </w:r>
      <w:r w:rsidRPr="005D5566">
        <w:t>La porte s</w:t>
      </w:r>
      <w:r w:rsidR="001C0413">
        <w:t>’</w:t>
      </w:r>
      <w:r w:rsidRPr="005D5566">
        <w:t>ouvrit</w:t>
      </w:r>
      <w:r w:rsidR="001C0413">
        <w:t xml:space="preserve">, </w:t>
      </w:r>
      <w:r w:rsidRPr="005D5566">
        <w:t>Rybine entra</w:t>
      </w:r>
      <w:r w:rsidR="001C0413">
        <w:t xml:space="preserve">. </w:t>
      </w:r>
      <w:r w:rsidRPr="005D5566">
        <w:t>Il s</w:t>
      </w:r>
      <w:r w:rsidR="001C0413">
        <w:t>’</w:t>
      </w:r>
      <w:r w:rsidRPr="005D5566">
        <w:t>approcha de la mère</w:t>
      </w:r>
      <w:r w:rsidR="001C0413">
        <w:t xml:space="preserve">, </w:t>
      </w:r>
      <w:r w:rsidRPr="005D5566">
        <w:t>et tout en essuyant les gouttes de pluie répandues sur sa barbe</w:t>
      </w:r>
      <w:r w:rsidR="001C0413">
        <w:t xml:space="preserve">, </w:t>
      </w:r>
      <w:r w:rsidRPr="005D5566">
        <w:t>il demanda</w:t>
      </w:r>
      <w:r w:rsidR="001C0413">
        <w:t> :</w:t>
      </w:r>
    </w:p>
    <w:p w14:paraId="027482C3" w14:textId="77777777" w:rsidR="001C0413" w:rsidRDefault="001C0413" w:rsidP="001C0413">
      <w:r>
        <w:t>— </w:t>
      </w:r>
      <w:r w:rsidR="00530790" w:rsidRPr="005D5566">
        <w:t>Ils l</w:t>
      </w:r>
      <w:r>
        <w:t>’</w:t>
      </w:r>
      <w:r w:rsidR="00530790" w:rsidRPr="005D5566">
        <w:t>ont emmené</w:t>
      </w:r>
      <w:r>
        <w:t> ?</w:t>
      </w:r>
    </w:p>
    <w:p w14:paraId="2450C643" w14:textId="77777777" w:rsidR="001C0413" w:rsidRDefault="001C0413" w:rsidP="001C0413">
      <w:pPr>
        <w:rPr>
          <w:bCs/>
        </w:rPr>
      </w:pPr>
      <w:r>
        <w:t>— </w:t>
      </w:r>
      <w:r w:rsidR="00530790" w:rsidRPr="005D5566">
        <w:t>Oui</w:t>
      </w:r>
      <w:r>
        <w:t xml:space="preserve">, </w:t>
      </w:r>
      <w:r w:rsidR="00530790" w:rsidRPr="005D5566">
        <w:t>qu</w:t>
      </w:r>
      <w:r>
        <w:t>’</w:t>
      </w:r>
      <w:r w:rsidR="00530790" w:rsidRPr="005D5566">
        <w:t>ils soient maudits</w:t>
      </w:r>
      <w:r>
        <w:t xml:space="preserve"> ! </w:t>
      </w:r>
      <w:r w:rsidR="00530790" w:rsidRPr="005D5566">
        <w:t>répondit-elle en s</w:t>
      </w:r>
      <w:r w:rsidR="00530790" w:rsidRPr="005D5566">
        <w:rPr>
          <w:bCs/>
        </w:rPr>
        <w:t>oupirant</w:t>
      </w:r>
      <w:r>
        <w:rPr>
          <w:bCs/>
        </w:rPr>
        <w:t>.</w:t>
      </w:r>
    </w:p>
    <w:p w14:paraId="35B998B2" w14:textId="77777777" w:rsidR="001C0413" w:rsidRDefault="001C0413" w:rsidP="001C0413">
      <w:r>
        <w:t>— </w:t>
      </w:r>
      <w:r w:rsidR="00530790" w:rsidRPr="005D5566">
        <w:t>Quelle affaire</w:t>
      </w:r>
      <w:r>
        <w:t xml:space="preserve"> ! </w:t>
      </w:r>
      <w:r w:rsidR="00530790" w:rsidRPr="005D5566">
        <w:t>dit Rybine en souriant</w:t>
      </w:r>
      <w:r>
        <w:t xml:space="preserve">. </w:t>
      </w:r>
      <w:r w:rsidR="00530790" w:rsidRPr="005D5566">
        <w:t>Moi</w:t>
      </w:r>
      <w:r>
        <w:t xml:space="preserve">, </w:t>
      </w:r>
      <w:r w:rsidR="00530790" w:rsidRPr="005D5566">
        <w:t>on m</w:t>
      </w:r>
      <w:r>
        <w:t>’</w:t>
      </w:r>
      <w:r w:rsidR="00530790" w:rsidRPr="005D5566">
        <w:t>a fouillé</w:t>
      </w:r>
      <w:r>
        <w:t xml:space="preserve">, </w:t>
      </w:r>
      <w:r w:rsidR="00530790" w:rsidRPr="005D5566">
        <w:t>on a cherché partout</w:t>
      </w:r>
      <w:r>
        <w:t xml:space="preserve">… </w:t>
      </w:r>
      <w:r w:rsidR="00530790" w:rsidRPr="005D5566">
        <w:t>On m</w:t>
      </w:r>
      <w:r>
        <w:t>’</w:t>
      </w:r>
      <w:r w:rsidR="00530790" w:rsidRPr="005D5566">
        <w:t>a injurié</w:t>
      </w:r>
      <w:r>
        <w:t xml:space="preserve">… </w:t>
      </w:r>
      <w:r w:rsidR="00530790" w:rsidRPr="005D5566">
        <w:t>mais on ne m</w:t>
      </w:r>
      <w:r>
        <w:t>’</w:t>
      </w:r>
      <w:r w:rsidR="00530790" w:rsidRPr="005D5566">
        <w:t>a pourtant pas arrêté</w:t>
      </w:r>
      <w:r>
        <w:t xml:space="preserve">… </w:t>
      </w:r>
      <w:r w:rsidR="00530790" w:rsidRPr="005D5566">
        <w:t>Donc</w:t>
      </w:r>
      <w:r>
        <w:t xml:space="preserve">, </w:t>
      </w:r>
      <w:r w:rsidR="00530790" w:rsidRPr="005D5566">
        <w:t>ils ont emmené Pavel</w:t>
      </w:r>
      <w:r>
        <w:t xml:space="preserve"> ? </w:t>
      </w:r>
      <w:r w:rsidR="00530790" w:rsidRPr="005D5566">
        <w:t xml:space="preserve">Le </w:t>
      </w:r>
      <w:r w:rsidR="00530790" w:rsidRPr="005D5566">
        <w:rPr>
          <w:bCs/>
        </w:rPr>
        <w:t xml:space="preserve">directeur </w:t>
      </w:r>
      <w:r w:rsidR="00530790" w:rsidRPr="005D5566">
        <w:t>a fait un signe</w:t>
      </w:r>
      <w:r>
        <w:t xml:space="preserve">, </w:t>
      </w:r>
      <w:r w:rsidR="00530790" w:rsidRPr="005D5566">
        <w:t>le gendarme s</w:t>
      </w:r>
      <w:r>
        <w:t>’</w:t>
      </w:r>
      <w:r w:rsidR="00530790" w:rsidRPr="005D5566">
        <w:t>est précipité</w:t>
      </w:r>
      <w:r>
        <w:t xml:space="preserve">, </w:t>
      </w:r>
      <w:r w:rsidR="00530790" w:rsidRPr="005D5566">
        <w:t>et voilà un homme enlevé</w:t>
      </w:r>
      <w:r>
        <w:t xml:space="preserve"> ! </w:t>
      </w:r>
      <w:r w:rsidR="00530790" w:rsidRPr="005D5566">
        <w:t>Ils s</w:t>
      </w:r>
      <w:r>
        <w:t>’</w:t>
      </w:r>
      <w:r w:rsidR="00530790" w:rsidRPr="005D5566">
        <w:t xml:space="preserve">accordent comme larrons en </w:t>
      </w:r>
      <w:r w:rsidR="00530790" w:rsidRPr="00D210FA">
        <w:t>foire</w:t>
      </w:r>
      <w:r>
        <w:t xml:space="preserve">. </w:t>
      </w:r>
      <w:r w:rsidR="00530790" w:rsidRPr="005D5566">
        <w:t>Les uns s</w:t>
      </w:r>
      <w:r>
        <w:t>’</w:t>
      </w:r>
      <w:r w:rsidR="00530790" w:rsidRPr="005D5566">
        <w:t>occupent de traire le peuple</w:t>
      </w:r>
      <w:r>
        <w:t xml:space="preserve">, </w:t>
      </w:r>
      <w:r w:rsidR="00530790" w:rsidRPr="005D5566">
        <w:t>tandis que les autres le tiennent au museau</w:t>
      </w:r>
      <w:r>
        <w:t>.</w:t>
      </w:r>
    </w:p>
    <w:p w14:paraId="735E6060" w14:textId="77777777" w:rsidR="001C0413" w:rsidRDefault="001C0413" w:rsidP="001C0413">
      <w:r>
        <w:t>— </w:t>
      </w:r>
      <w:r w:rsidR="00530790" w:rsidRPr="005D5566">
        <w:t>Vous devriez prendre la défense de Pavel</w:t>
      </w:r>
      <w:r>
        <w:t xml:space="preserve">, </w:t>
      </w:r>
      <w:r w:rsidR="00530790" w:rsidRPr="005D5566">
        <w:t>vous autres</w:t>
      </w:r>
      <w:r>
        <w:t xml:space="preserve"> : </w:t>
      </w:r>
      <w:r w:rsidR="00530790" w:rsidRPr="005D5566">
        <w:t>s</w:t>
      </w:r>
      <w:r>
        <w:t>’</w:t>
      </w:r>
      <w:r w:rsidR="00530790" w:rsidRPr="005D5566">
        <w:t xml:space="preserve">écria la mère </w:t>
      </w:r>
      <w:r w:rsidR="00530790" w:rsidRPr="005D5566">
        <w:rPr>
          <w:bCs/>
        </w:rPr>
        <w:t xml:space="preserve">en </w:t>
      </w:r>
      <w:r w:rsidR="00530790" w:rsidRPr="005D5566">
        <w:t>se levant</w:t>
      </w:r>
      <w:r>
        <w:t xml:space="preserve">. </w:t>
      </w:r>
      <w:r w:rsidR="00530790" w:rsidRPr="005D5566">
        <w:t>Car c</w:t>
      </w:r>
      <w:r>
        <w:t>’</w:t>
      </w:r>
      <w:r w:rsidR="00530790" w:rsidRPr="005D5566">
        <w:t>est à ca</w:t>
      </w:r>
      <w:r w:rsidR="00530790" w:rsidRPr="005D5566">
        <w:rPr>
          <w:bCs/>
        </w:rPr>
        <w:t xml:space="preserve">use </w:t>
      </w:r>
      <w:r w:rsidR="00530790" w:rsidRPr="005D5566">
        <w:t>de vous qu</w:t>
      </w:r>
      <w:r>
        <w:t>’</w:t>
      </w:r>
      <w:r w:rsidR="00530790" w:rsidRPr="005D5566">
        <w:t>il s</w:t>
      </w:r>
      <w:r>
        <w:t>’</w:t>
      </w:r>
      <w:r w:rsidR="00530790" w:rsidRPr="005D5566">
        <w:t>est compromis</w:t>
      </w:r>
      <w:r>
        <w:t>.</w:t>
      </w:r>
    </w:p>
    <w:p w14:paraId="660D2F41" w14:textId="77777777" w:rsidR="001C0413" w:rsidRDefault="001C0413" w:rsidP="001C0413">
      <w:r>
        <w:t>— </w:t>
      </w:r>
      <w:r w:rsidR="00530790" w:rsidRPr="005D5566">
        <w:t>Qui devrait prendre sa défense</w:t>
      </w:r>
      <w:r>
        <w:t> ?</w:t>
      </w:r>
    </w:p>
    <w:p w14:paraId="3ADB0987" w14:textId="77777777" w:rsidR="001C0413" w:rsidRDefault="001C0413" w:rsidP="001C0413">
      <w:r>
        <w:t>— </w:t>
      </w:r>
      <w:r w:rsidR="00530790" w:rsidRPr="005D5566">
        <w:t>Vous tous</w:t>
      </w:r>
      <w:r>
        <w:t> !</w:t>
      </w:r>
    </w:p>
    <w:p w14:paraId="008AF322" w14:textId="77777777" w:rsidR="001C0413" w:rsidRDefault="001C0413" w:rsidP="001C0413">
      <w:r>
        <w:t>— </w:t>
      </w:r>
      <w:r w:rsidR="00530790" w:rsidRPr="005D5566">
        <w:t>Voyez</w:t>
      </w:r>
      <w:r w:rsidR="00530790" w:rsidRPr="005D5566">
        <w:rPr>
          <w:bCs/>
        </w:rPr>
        <w:t>-vo</w:t>
      </w:r>
      <w:r w:rsidR="00530790" w:rsidRPr="005D5566">
        <w:t>us ça</w:t>
      </w:r>
      <w:r>
        <w:t xml:space="preserve"> ! </w:t>
      </w:r>
      <w:r w:rsidR="00530790" w:rsidRPr="005D5566">
        <w:t>N</w:t>
      </w:r>
      <w:r w:rsidR="00530790" w:rsidRPr="005D5566">
        <w:rPr>
          <w:bCs/>
        </w:rPr>
        <w:t>on</w:t>
      </w:r>
      <w:r>
        <w:t xml:space="preserve">, </w:t>
      </w:r>
      <w:r w:rsidR="00530790" w:rsidRPr="005D5566">
        <w:t>n</w:t>
      </w:r>
      <w:r>
        <w:t>’</w:t>
      </w:r>
      <w:r w:rsidR="00530790" w:rsidRPr="005D5566">
        <w:t>y comptez pas</w:t>
      </w:r>
      <w:r>
        <w:t xml:space="preserve"> ! </w:t>
      </w:r>
      <w:r w:rsidR="00530790" w:rsidRPr="005D5566">
        <w:t>Il a fallu des milliers d</w:t>
      </w:r>
      <w:r>
        <w:t>’</w:t>
      </w:r>
      <w:r w:rsidR="00530790" w:rsidRPr="005D5566">
        <w:t>années pour amasser leur force</w:t>
      </w:r>
      <w:r>
        <w:t xml:space="preserve">… </w:t>
      </w:r>
      <w:r w:rsidR="00530790" w:rsidRPr="005D5566">
        <w:t xml:space="preserve">Ils </w:t>
      </w:r>
      <w:r w:rsidR="00530790" w:rsidRPr="005D5566">
        <w:rPr>
          <w:bCs/>
        </w:rPr>
        <w:t>nou</w:t>
      </w:r>
      <w:r w:rsidR="00530790" w:rsidRPr="005D5566">
        <w:t>s ont planté d</w:t>
      </w:r>
      <w:r>
        <w:t>’</w:t>
      </w:r>
      <w:r w:rsidR="00530790" w:rsidRPr="005D5566">
        <w:t>innombrables clous dans le cœur</w:t>
      </w:r>
      <w:r>
        <w:t xml:space="preserve">, </w:t>
      </w:r>
      <w:r w:rsidR="00530790" w:rsidRPr="005D5566">
        <w:t>comment serait</w:t>
      </w:r>
      <w:r w:rsidR="00530790" w:rsidRPr="005D5566">
        <w:rPr>
          <w:bCs/>
        </w:rPr>
        <w:t xml:space="preserve">-il </w:t>
      </w:r>
      <w:r w:rsidR="00530790" w:rsidRPr="005D5566">
        <w:t>possible de nous un</w:t>
      </w:r>
      <w:r w:rsidR="00530790" w:rsidRPr="005D5566">
        <w:rPr>
          <w:bCs/>
        </w:rPr>
        <w:t>ir d</w:t>
      </w:r>
      <w:r>
        <w:t>’</w:t>
      </w:r>
      <w:r w:rsidR="00530790" w:rsidRPr="005D5566">
        <w:t>un c</w:t>
      </w:r>
      <w:r w:rsidR="00530790" w:rsidRPr="005D5566">
        <w:rPr>
          <w:bCs/>
        </w:rPr>
        <w:t>ou</w:t>
      </w:r>
      <w:r w:rsidR="00530790" w:rsidRPr="005D5566">
        <w:t>p</w:t>
      </w:r>
      <w:r>
        <w:t xml:space="preserve"> ? </w:t>
      </w:r>
      <w:r w:rsidR="00530790" w:rsidRPr="005D5566">
        <w:t>Il faut d</w:t>
      </w:r>
      <w:r>
        <w:t>’</w:t>
      </w:r>
      <w:r w:rsidR="00530790" w:rsidRPr="005D5566">
        <w:t xml:space="preserve">abord que nous </w:t>
      </w:r>
      <w:r w:rsidR="00530790" w:rsidRPr="005D5566">
        <w:lastRenderedPageBreak/>
        <w:t>nous enlevions mutuellement nos échardes de fer</w:t>
      </w:r>
      <w:r>
        <w:t xml:space="preserve">… </w:t>
      </w:r>
      <w:r w:rsidR="00530790" w:rsidRPr="005D5566">
        <w:t>Ce sont ces échardes qui empêchent nos cœurs de se joindre en une masse compacte</w:t>
      </w:r>
      <w:r>
        <w:t>.</w:t>
      </w:r>
    </w:p>
    <w:p w14:paraId="63C3D429" w14:textId="77777777" w:rsidR="001C0413" w:rsidRDefault="00530790" w:rsidP="001C0413">
      <w:r w:rsidRPr="005D5566">
        <w:t xml:space="preserve">Et avec </w:t>
      </w:r>
      <w:r w:rsidR="00691CF0">
        <w:t xml:space="preserve">un </w:t>
      </w:r>
      <w:r w:rsidRPr="005D5566">
        <w:t>petit rire</w:t>
      </w:r>
      <w:r w:rsidR="001C0413">
        <w:t xml:space="preserve">, </w:t>
      </w:r>
      <w:r w:rsidRPr="005D5566">
        <w:t>il s</w:t>
      </w:r>
      <w:r w:rsidR="001C0413">
        <w:t>’</w:t>
      </w:r>
      <w:r w:rsidRPr="005D5566">
        <w:t>en alla lourdement</w:t>
      </w:r>
      <w:r w:rsidR="001C0413">
        <w:t xml:space="preserve">. </w:t>
      </w:r>
      <w:r w:rsidRPr="005D5566">
        <w:t>Ses paroles cruelles et désespérées avaient encore augmenté le chagrin de Pélaguée</w:t>
      </w:r>
      <w:r w:rsidR="001C0413">
        <w:t>.</w:t>
      </w:r>
    </w:p>
    <w:p w14:paraId="5A10D50D" w14:textId="77777777" w:rsidR="001C0413" w:rsidRDefault="001C0413" w:rsidP="001C0413">
      <w:r>
        <w:t>— </w:t>
      </w:r>
      <w:r w:rsidR="00530790" w:rsidRPr="005D5566">
        <w:t>On peut le tuer</w:t>
      </w:r>
      <w:r>
        <w:t xml:space="preserve">, </w:t>
      </w:r>
      <w:r w:rsidR="00530790" w:rsidRPr="005D5566">
        <w:t>le torturer</w:t>
      </w:r>
      <w:r>
        <w:t>…</w:t>
      </w:r>
    </w:p>
    <w:p w14:paraId="312BC005" w14:textId="77777777" w:rsidR="001C0413" w:rsidRDefault="00530790" w:rsidP="001C0413">
      <w:r w:rsidRPr="005D5566">
        <w:t>Et elle se représenta le corps de son fils roué de coups</w:t>
      </w:r>
      <w:r w:rsidR="001C0413">
        <w:t xml:space="preserve">, </w:t>
      </w:r>
      <w:r w:rsidRPr="005D5566">
        <w:t>déchiré</w:t>
      </w:r>
      <w:r w:rsidR="001C0413">
        <w:t xml:space="preserve">, </w:t>
      </w:r>
      <w:r w:rsidRPr="005D5566">
        <w:t>ensanglanté</w:t>
      </w:r>
      <w:r w:rsidR="001C0413">
        <w:t xml:space="preserve">, </w:t>
      </w:r>
      <w:r w:rsidRPr="005D5566">
        <w:t>et</w:t>
      </w:r>
      <w:r w:rsidR="001C0413">
        <w:t xml:space="preserve">, </w:t>
      </w:r>
      <w:r w:rsidRPr="005D5566">
        <w:t>comme une couche d</w:t>
      </w:r>
      <w:r w:rsidR="001C0413">
        <w:t>’</w:t>
      </w:r>
      <w:r w:rsidRPr="005D5566">
        <w:t>argile glacée</w:t>
      </w:r>
      <w:r w:rsidR="001C0413">
        <w:t xml:space="preserve">, </w:t>
      </w:r>
      <w:r w:rsidRPr="005D5566">
        <w:t>la peur descendue de son cœur la suffoquait</w:t>
      </w:r>
      <w:r w:rsidR="001C0413">
        <w:t xml:space="preserve">. </w:t>
      </w:r>
      <w:r w:rsidRPr="005D5566">
        <w:t>Les yeux lui firent mal</w:t>
      </w:r>
      <w:r w:rsidR="001C0413">
        <w:t>.</w:t>
      </w:r>
    </w:p>
    <w:p w14:paraId="1B061DCB" w14:textId="77777777" w:rsidR="001C0413" w:rsidRDefault="00530790" w:rsidP="001C0413">
      <w:pPr>
        <w:rPr>
          <w:szCs w:val="32"/>
        </w:rPr>
      </w:pPr>
      <w:r w:rsidRPr="005D5566">
        <w:t>Elle n</w:t>
      </w:r>
      <w:r w:rsidR="001C0413">
        <w:t>’</w:t>
      </w:r>
      <w:r w:rsidRPr="005D5566">
        <w:t>alluma pas son fourneau</w:t>
      </w:r>
      <w:r w:rsidR="001C0413">
        <w:t xml:space="preserve">, </w:t>
      </w:r>
      <w:r w:rsidRPr="005D5566">
        <w:t>ne se prépara pas</w:t>
      </w:r>
      <w:r w:rsidRPr="005D5566">
        <w:rPr>
          <w:bCs/>
        </w:rPr>
        <w:t xml:space="preserve"> </w:t>
      </w:r>
      <w:r w:rsidRPr="005D5566">
        <w:t>de dîner</w:t>
      </w:r>
      <w:r w:rsidR="001C0413">
        <w:t xml:space="preserve">, </w:t>
      </w:r>
      <w:r w:rsidRPr="005D5566">
        <w:t>ne p</w:t>
      </w:r>
      <w:r w:rsidRPr="005D5566">
        <w:rPr>
          <w:bCs/>
        </w:rPr>
        <w:t>rit</w:t>
      </w:r>
      <w:r w:rsidRPr="005D5566">
        <w:t xml:space="preserve"> pas le thé</w:t>
      </w:r>
      <w:r w:rsidR="001C0413">
        <w:t xml:space="preserve"> ; </w:t>
      </w:r>
      <w:r w:rsidRPr="005D5566">
        <w:t>tard dans la soirée</w:t>
      </w:r>
      <w:r w:rsidR="001C0413">
        <w:t xml:space="preserve">, </w:t>
      </w:r>
      <w:r w:rsidRPr="005D5566">
        <w:t>elle mangea un morceau de pain</w:t>
      </w:r>
      <w:r w:rsidR="001C0413">
        <w:t xml:space="preserve">. </w:t>
      </w:r>
      <w:r w:rsidRPr="005D5566">
        <w:t>Quand elle se coucha</w:t>
      </w:r>
      <w:r w:rsidR="001C0413">
        <w:t xml:space="preserve">, </w:t>
      </w:r>
      <w:r w:rsidRPr="005D5566">
        <w:t xml:space="preserve">elle se </w:t>
      </w:r>
      <w:r w:rsidRPr="005D5566">
        <w:rPr>
          <w:bCs/>
        </w:rPr>
        <w:t xml:space="preserve">dit </w:t>
      </w:r>
      <w:r w:rsidRPr="005D5566">
        <w:t>que jama</w:t>
      </w:r>
      <w:r w:rsidRPr="005D5566">
        <w:rPr>
          <w:bCs/>
        </w:rPr>
        <w:t xml:space="preserve">is </w:t>
      </w:r>
      <w:r w:rsidRPr="005D5566">
        <w:t>encore</w:t>
      </w:r>
      <w:r w:rsidR="001C0413">
        <w:t xml:space="preserve">, </w:t>
      </w:r>
      <w:r w:rsidRPr="005D5566">
        <w:t>de toute sa vie</w:t>
      </w:r>
      <w:r w:rsidR="001C0413">
        <w:t xml:space="preserve">, </w:t>
      </w:r>
      <w:r w:rsidRPr="005D5566">
        <w:t>elle ne s</w:t>
      </w:r>
      <w:r w:rsidR="001C0413">
        <w:t>’</w:t>
      </w:r>
      <w:r w:rsidRPr="005D5566">
        <w:t>était sentie aussi humiliée</w:t>
      </w:r>
      <w:r w:rsidR="001C0413">
        <w:t xml:space="preserve">, </w:t>
      </w:r>
      <w:r w:rsidRPr="005D5566">
        <w:t>isolée</w:t>
      </w:r>
      <w:r w:rsidR="001C0413">
        <w:t xml:space="preserve">, </w:t>
      </w:r>
      <w:r w:rsidRPr="005D5566">
        <w:t>comme nue</w:t>
      </w:r>
      <w:r w:rsidR="001C0413">
        <w:t xml:space="preserve">. </w:t>
      </w:r>
      <w:r w:rsidRPr="005D5566">
        <w:t xml:space="preserve">Les dernières </w:t>
      </w:r>
      <w:r w:rsidRPr="005D5566">
        <w:rPr>
          <w:szCs w:val="32"/>
        </w:rPr>
        <w:t>années</w:t>
      </w:r>
      <w:r w:rsidR="001C0413">
        <w:rPr>
          <w:szCs w:val="32"/>
        </w:rPr>
        <w:t xml:space="preserve">, </w:t>
      </w:r>
      <w:r w:rsidRPr="005D5566">
        <w:rPr>
          <w:szCs w:val="32"/>
        </w:rPr>
        <w:t>elle s</w:t>
      </w:r>
      <w:r w:rsidR="001C0413">
        <w:rPr>
          <w:szCs w:val="32"/>
        </w:rPr>
        <w:t>’</w:t>
      </w:r>
      <w:r w:rsidRPr="005D5566">
        <w:rPr>
          <w:szCs w:val="32"/>
        </w:rPr>
        <w:t>était habituée à vivre dans l</w:t>
      </w:r>
      <w:r w:rsidR="001C0413">
        <w:rPr>
          <w:szCs w:val="32"/>
        </w:rPr>
        <w:t>’</w:t>
      </w:r>
      <w:r w:rsidRPr="005D5566">
        <w:rPr>
          <w:szCs w:val="32"/>
        </w:rPr>
        <w:t>attente constante de quelque chose d</w:t>
      </w:r>
      <w:r w:rsidR="001C0413">
        <w:rPr>
          <w:szCs w:val="32"/>
        </w:rPr>
        <w:t>’</w:t>
      </w:r>
      <w:r w:rsidRPr="005D5566">
        <w:rPr>
          <w:szCs w:val="32"/>
        </w:rPr>
        <w:t>important</w:t>
      </w:r>
      <w:r w:rsidR="001C0413">
        <w:rPr>
          <w:szCs w:val="32"/>
        </w:rPr>
        <w:t xml:space="preserve">, </w:t>
      </w:r>
      <w:r w:rsidRPr="005D5566">
        <w:rPr>
          <w:szCs w:val="32"/>
        </w:rPr>
        <w:t>d</w:t>
      </w:r>
      <w:r w:rsidR="001C0413">
        <w:rPr>
          <w:szCs w:val="32"/>
        </w:rPr>
        <w:t>’</w:t>
      </w:r>
      <w:r w:rsidRPr="005D5566">
        <w:rPr>
          <w:szCs w:val="32"/>
        </w:rPr>
        <w:t>heureux</w:t>
      </w:r>
      <w:r w:rsidR="001C0413">
        <w:rPr>
          <w:szCs w:val="32"/>
        </w:rPr>
        <w:t xml:space="preserve">. </w:t>
      </w:r>
      <w:r w:rsidRPr="005D5566">
        <w:rPr>
          <w:szCs w:val="32"/>
        </w:rPr>
        <w:t>Autour d</w:t>
      </w:r>
      <w:r w:rsidR="001C0413">
        <w:rPr>
          <w:szCs w:val="32"/>
        </w:rPr>
        <w:t>’</w:t>
      </w:r>
      <w:r w:rsidRPr="005D5566">
        <w:rPr>
          <w:szCs w:val="32"/>
        </w:rPr>
        <w:t>elle</w:t>
      </w:r>
      <w:r w:rsidR="001C0413">
        <w:rPr>
          <w:szCs w:val="32"/>
        </w:rPr>
        <w:t xml:space="preserve">, </w:t>
      </w:r>
      <w:r w:rsidRPr="005D5566">
        <w:rPr>
          <w:szCs w:val="32"/>
        </w:rPr>
        <w:t>les jeunes gens s</w:t>
      </w:r>
      <w:r w:rsidR="001C0413">
        <w:rPr>
          <w:szCs w:val="32"/>
        </w:rPr>
        <w:t>’</w:t>
      </w:r>
      <w:r w:rsidRPr="005D5566">
        <w:rPr>
          <w:szCs w:val="32"/>
        </w:rPr>
        <w:t>agitaient</w:t>
      </w:r>
      <w:r w:rsidR="001C0413">
        <w:rPr>
          <w:szCs w:val="32"/>
        </w:rPr>
        <w:t xml:space="preserve">, </w:t>
      </w:r>
      <w:r w:rsidRPr="005D5566">
        <w:rPr>
          <w:szCs w:val="32"/>
        </w:rPr>
        <w:t>bruyants et vaillants</w:t>
      </w:r>
      <w:r w:rsidR="001C0413">
        <w:rPr>
          <w:szCs w:val="32"/>
        </w:rPr>
        <w:t xml:space="preserve">, </w:t>
      </w:r>
      <w:r w:rsidRPr="005D5566">
        <w:rPr>
          <w:szCs w:val="32"/>
        </w:rPr>
        <w:t>dominés par son fils au visage grave</w:t>
      </w:r>
      <w:r w:rsidR="001C0413">
        <w:rPr>
          <w:szCs w:val="32"/>
        </w:rPr>
        <w:t xml:space="preserve">, </w:t>
      </w:r>
      <w:r w:rsidRPr="005D5566">
        <w:rPr>
          <w:szCs w:val="32"/>
        </w:rPr>
        <w:t>son fils</w:t>
      </w:r>
      <w:r w:rsidR="001C0413">
        <w:rPr>
          <w:szCs w:val="32"/>
        </w:rPr>
        <w:t xml:space="preserve">, </w:t>
      </w:r>
      <w:r w:rsidRPr="005D5566">
        <w:rPr>
          <w:szCs w:val="32"/>
        </w:rPr>
        <w:t>le maître et le créateur de cette vie pleine d</w:t>
      </w:r>
      <w:r w:rsidR="001C0413">
        <w:rPr>
          <w:szCs w:val="32"/>
        </w:rPr>
        <w:t>’</w:t>
      </w:r>
      <w:r w:rsidRPr="005D5566">
        <w:rPr>
          <w:szCs w:val="32"/>
        </w:rPr>
        <w:t>inquiétude</w:t>
      </w:r>
      <w:r w:rsidR="001C0413">
        <w:rPr>
          <w:szCs w:val="32"/>
        </w:rPr>
        <w:t xml:space="preserve">, </w:t>
      </w:r>
      <w:r w:rsidRPr="005D5566">
        <w:rPr>
          <w:szCs w:val="32"/>
        </w:rPr>
        <w:t>mais bonne</w:t>
      </w:r>
      <w:r w:rsidR="001C0413">
        <w:rPr>
          <w:szCs w:val="32"/>
        </w:rPr>
        <w:t xml:space="preserve">. </w:t>
      </w:r>
      <w:r w:rsidRPr="005D5566">
        <w:rPr>
          <w:szCs w:val="32"/>
        </w:rPr>
        <w:t>Et maintenant qu</w:t>
      </w:r>
      <w:r w:rsidR="001C0413">
        <w:rPr>
          <w:szCs w:val="32"/>
        </w:rPr>
        <w:t>’</w:t>
      </w:r>
      <w:r w:rsidRPr="005D5566">
        <w:rPr>
          <w:szCs w:val="32"/>
        </w:rPr>
        <w:t>il n</w:t>
      </w:r>
      <w:r w:rsidR="001C0413">
        <w:rPr>
          <w:szCs w:val="32"/>
        </w:rPr>
        <w:t>’</w:t>
      </w:r>
      <w:r w:rsidRPr="005D5566">
        <w:rPr>
          <w:szCs w:val="32"/>
        </w:rPr>
        <w:t>était plus là</w:t>
      </w:r>
      <w:r w:rsidR="001C0413">
        <w:rPr>
          <w:szCs w:val="32"/>
        </w:rPr>
        <w:t xml:space="preserve">, </w:t>
      </w:r>
      <w:r w:rsidRPr="005D5566">
        <w:rPr>
          <w:szCs w:val="32"/>
        </w:rPr>
        <w:t>tout avait disparu</w:t>
      </w:r>
      <w:r w:rsidR="001C0413">
        <w:rPr>
          <w:szCs w:val="32"/>
        </w:rPr>
        <w:t>.</w:t>
      </w:r>
    </w:p>
    <w:p w14:paraId="609819E3" w14:textId="767253CF" w:rsidR="00530790" w:rsidRPr="003B37B8" w:rsidRDefault="00530790" w:rsidP="001C0413">
      <w:pPr>
        <w:pStyle w:val="Titre2"/>
        <w:rPr>
          <w:szCs w:val="44"/>
        </w:rPr>
      </w:pPr>
      <w:bookmarkStart w:id="15" w:name="_Toc202279536"/>
      <w:r w:rsidRPr="003B37B8">
        <w:rPr>
          <w:szCs w:val="44"/>
        </w:rPr>
        <w:lastRenderedPageBreak/>
        <w:t>XIV</w:t>
      </w:r>
      <w:bookmarkEnd w:id="15"/>
      <w:r w:rsidRPr="003B37B8">
        <w:rPr>
          <w:szCs w:val="44"/>
        </w:rPr>
        <w:br/>
      </w:r>
    </w:p>
    <w:p w14:paraId="0D81264B" w14:textId="77777777" w:rsidR="001C0413" w:rsidRDefault="00530790" w:rsidP="001C0413">
      <w:r w:rsidRPr="005D5566">
        <w:t>La journée passa lentement</w:t>
      </w:r>
      <w:r w:rsidR="001C0413">
        <w:t xml:space="preserve">, </w:t>
      </w:r>
      <w:r w:rsidRPr="005D5566">
        <w:t xml:space="preserve">suivie </w:t>
      </w:r>
      <w:r w:rsidRPr="005D5566">
        <w:rPr>
          <w:bCs/>
        </w:rPr>
        <w:t>d</w:t>
      </w:r>
      <w:r w:rsidR="001C0413">
        <w:t>’</w:t>
      </w:r>
      <w:r w:rsidRPr="005D5566">
        <w:t>une nuit sans sommeil</w:t>
      </w:r>
      <w:r w:rsidR="001C0413">
        <w:t xml:space="preserve">. </w:t>
      </w:r>
      <w:r w:rsidRPr="005D5566">
        <w:t>Le lendemain lui parut plus long encore</w:t>
      </w:r>
      <w:r w:rsidR="001C0413">
        <w:t xml:space="preserve">. </w:t>
      </w:r>
      <w:r w:rsidRPr="005D5566">
        <w:t>Elle attendait on ne sait qui</w:t>
      </w:r>
      <w:r w:rsidR="001C0413">
        <w:t xml:space="preserve">, </w:t>
      </w:r>
      <w:r w:rsidRPr="005D5566">
        <w:t>mais personne ne vint</w:t>
      </w:r>
      <w:r w:rsidR="001C0413">
        <w:t xml:space="preserve">. </w:t>
      </w:r>
      <w:r w:rsidRPr="005D5566">
        <w:t>Le soir tomba</w:t>
      </w:r>
      <w:r w:rsidR="001C0413">
        <w:t xml:space="preserve">, </w:t>
      </w:r>
      <w:r w:rsidRPr="005D5566">
        <w:t>puis la nuit</w:t>
      </w:r>
      <w:r w:rsidR="001C0413">
        <w:t xml:space="preserve">. </w:t>
      </w:r>
      <w:r w:rsidRPr="005D5566">
        <w:t>La pluie glaciale soupirait en frôlant les murs</w:t>
      </w:r>
      <w:r w:rsidR="001C0413">
        <w:t xml:space="preserve"> ; </w:t>
      </w:r>
      <w:r w:rsidRPr="005D5566">
        <w:t>le vent soufflait dans les tuyaux de cheminée</w:t>
      </w:r>
      <w:r w:rsidR="001C0413">
        <w:t xml:space="preserve"> ; </w:t>
      </w:r>
      <w:r w:rsidRPr="005D5566">
        <w:t>le plancher craquait</w:t>
      </w:r>
      <w:r w:rsidR="001C0413">
        <w:t xml:space="preserve">. </w:t>
      </w:r>
      <w:r w:rsidRPr="005D5566">
        <w:t xml:space="preserve">La mélancolique </w:t>
      </w:r>
      <w:r w:rsidRPr="005D5566">
        <w:rPr>
          <w:bCs/>
        </w:rPr>
        <w:t xml:space="preserve">et </w:t>
      </w:r>
      <w:r w:rsidRPr="005D5566">
        <w:t>douloureuse mélodie des gouttes d</w:t>
      </w:r>
      <w:r w:rsidR="001C0413">
        <w:t>’</w:t>
      </w:r>
      <w:r w:rsidRPr="005D5566">
        <w:t>eau tombant du toit</w:t>
      </w:r>
      <w:r w:rsidR="001C0413">
        <w:t xml:space="preserve">, </w:t>
      </w:r>
      <w:r w:rsidRPr="005D5566">
        <w:t>telles des larmes</w:t>
      </w:r>
      <w:r w:rsidR="001C0413">
        <w:t xml:space="preserve">, </w:t>
      </w:r>
      <w:r w:rsidRPr="005D5566">
        <w:t>emplissait l</w:t>
      </w:r>
      <w:r w:rsidR="001C0413">
        <w:t>’</w:t>
      </w:r>
      <w:r w:rsidRPr="005D5566">
        <w:t>air</w:t>
      </w:r>
      <w:r w:rsidR="001C0413">
        <w:t xml:space="preserve">. </w:t>
      </w:r>
      <w:r w:rsidRPr="005D5566">
        <w:t>Il semblait que la maison tout entière vacillât faiblement</w:t>
      </w:r>
      <w:r w:rsidR="001C0413">
        <w:t xml:space="preserve">, </w:t>
      </w:r>
      <w:r w:rsidRPr="005D5566">
        <w:rPr>
          <w:bCs/>
        </w:rPr>
        <w:t xml:space="preserve">et </w:t>
      </w:r>
      <w:r w:rsidRPr="005D5566">
        <w:t>qu</w:t>
      </w:r>
      <w:r w:rsidR="001C0413">
        <w:t>’</w:t>
      </w:r>
      <w:r w:rsidRPr="005D5566">
        <w:t>une angoisse figeât l</w:t>
      </w:r>
      <w:r w:rsidR="001C0413">
        <w:t>’</w:t>
      </w:r>
      <w:r w:rsidRPr="005D5566">
        <w:t>ambiance</w:t>
      </w:r>
      <w:r w:rsidR="001C0413">
        <w:t>.</w:t>
      </w:r>
    </w:p>
    <w:p w14:paraId="4DA1F45F" w14:textId="77777777" w:rsidR="001C0413" w:rsidRDefault="00530790" w:rsidP="001C0413">
      <w:r w:rsidRPr="005D5566">
        <w:t>On frappa doucement à la vitre</w:t>
      </w:r>
      <w:r w:rsidR="001C0413">
        <w:t xml:space="preserve">. </w:t>
      </w:r>
      <w:r w:rsidRPr="005D5566">
        <w:t>La mère était habituée à ce signal</w:t>
      </w:r>
      <w:r w:rsidR="001C0413">
        <w:t xml:space="preserve">, </w:t>
      </w:r>
      <w:r w:rsidRPr="005D5566">
        <w:t>il ne l</w:t>
      </w:r>
      <w:r w:rsidR="001C0413">
        <w:t>’</w:t>
      </w:r>
      <w:r w:rsidRPr="005D5566">
        <w:t>effrayait plus</w:t>
      </w:r>
      <w:r w:rsidR="001C0413">
        <w:t xml:space="preserve"> ; </w:t>
      </w:r>
      <w:r w:rsidRPr="005D5566">
        <w:t>elle tressaillit</w:t>
      </w:r>
      <w:r w:rsidR="001C0413">
        <w:t xml:space="preserve">, </w:t>
      </w:r>
      <w:r w:rsidRPr="005D5566">
        <w:t>comme si on lui avait fait au cœur une petite piqûre bienfaisante</w:t>
      </w:r>
      <w:r w:rsidR="001C0413">
        <w:t xml:space="preserve">. </w:t>
      </w:r>
      <w:r w:rsidRPr="005D5566">
        <w:t>Un vague espoir la fit se lever brusquement</w:t>
      </w:r>
      <w:r w:rsidR="001C0413">
        <w:t xml:space="preserve">. </w:t>
      </w:r>
      <w:r w:rsidRPr="005D5566">
        <w:t>Jetant un châle sur ses épaules</w:t>
      </w:r>
      <w:r w:rsidR="001C0413">
        <w:t xml:space="preserve">, </w:t>
      </w:r>
      <w:r w:rsidRPr="005D5566">
        <w:t>elle ouvrit la porte</w:t>
      </w:r>
      <w:r w:rsidR="001C0413">
        <w:t>…</w:t>
      </w:r>
    </w:p>
    <w:p w14:paraId="09DE07BE" w14:textId="77777777" w:rsidR="001C0413" w:rsidRDefault="00530790" w:rsidP="001C0413">
      <w:r w:rsidRPr="005D5566">
        <w:t>Samoïlov entra</w:t>
      </w:r>
      <w:r w:rsidR="001C0413">
        <w:t xml:space="preserve">, </w:t>
      </w:r>
      <w:r w:rsidRPr="005D5566">
        <w:t>suivi d</w:t>
      </w:r>
      <w:r w:rsidR="001C0413">
        <w:t>’</w:t>
      </w:r>
      <w:r w:rsidRPr="005D5566">
        <w:t>un autre personnage qui cachait son visage dans le col relevé de son manteau</w:t>
      </w:r>
      <w:r w:rsidR="001C0413">
        <w:t xml:space="preserve"> ; </w:t>
      </w:r>
      <w:r w:rsidRPr="005D5566">
        <w:t>sa casquette était rabattue jusqu</w:t>
      </w:r>
      <w:r w:rsidR="001C0413">
        <w:t>’</w:t>
      </w:r>
      <w:r w:rsidRPr="005D5566">
        <w:t>aux sourcils</w:t>
      </w:r>
      <w:r w:rsidR="001C0413">
        <w:t>.</w:t>
      </w:r>
    </w:p>
    <w:p w14:paraId="79BF53CC" w14:textId="77777777" w:rsidR="001C0413" w:rsidRDefault="001C0413" w:rsidP="001C0413">
      <w:r>
        <w:t>— </w:t>
      </w:r>
      <w:r w:rsidR="00530790" w:rsidRPr="005D5566">
        <w:t>Nous vous avons réveillée</w:t>
      </w:r>
      <w:r>
        <w:t xml:space="preserve"> ? </w:t>
      </w:r>
      <w:r w:rsidR="00530790" w:rsidRPr="005D5566">
        <w:t>demanda Samoïlov sans la saluer</w:t>
      </w:r>
      <w:r>
        <w:t>.</w:t>
      </w:r>
    </w:p>
    <w:p w14:paraId="3551ACCF" w14:textId="77777777" w:rsidR="001C0413" w:rsidRDefault="00530790" w:rsidP="001C0413">
      <w:r w:rsidRPr="005D5566">
        <w:t>Contre son habitude</w:t>
      </w:r>
      <w:r w:rsidR="001C0413">
        <w:t xml:space="preserve">, </w:t>
      </w:r>
      <w:r w:rsidRPr="005D5566">
        <w:t>il avait l</w:t>
      </w:r>
      <w:r w:rsidR="001C0413">
        <w:t>’</w:t>
      </w:r>
      <w:r w:rsidRPr="005D5566">
        <w:t>air soucieux</w:t>
      </w:r>
      <w:r w:rsidR="001C0413">
        <w:t>.</w:t>
      </w:r>
    </w:p>
    <w:p w14:paraId="78D88FF3" w14:textId="77777777" w:rsidR="001C0413" w:rsidRDefault="001C0413" w:rsidP="001C0413">
      <w:r>
        <w:t>— </w:t>
      </w:r>
      <w:r w:rsidR="00530790" w:rsidRPr="005D5566">
        <w:t>Je ne dormais pas</w:t>
      </w:r>
      <w:r>
        <w:t xml:space="preserve"> ! </w:t>
      </w:r>
      <w:r w:rsidR="00530790" w:rsidRPr="005D5566">
        <w:t>répondit la mère</w:t>
      </w:r>
      <w:r>
        <w:t>.</w:t>
      </w:r>
    </w:p>
    <w:p w14:paraId="4655EA43" w14:textId="77777777" w:rsidR="001C0413" w:rsidRDefault="00530790" w:rsidP="001C0413">
      <w:r w:rsidRPr="005D5566">
        <w:t>Et elle jeta un coup d</w:t>
      </w:r>
      <w:r w:rsidR="001C0413">
        <w:t>’</w:t>
      </w:r>
      <w:r w:rsidRPr="005D5566">
        <w:t>œil interrogateur sur les nouveaux venus</w:t>
      </w:r>
      <w:r w:rsidR="001C0413">
        <w:t>.</w:t>
      </w:r>
    </w:p>
    <w:p w14:paraId="13F4F596" w14:textId="77777777" w:rsidR="001C0413" w:rsidRDefault="00530790" w:rsidP="001C0413">
      <w:r w:rsidRPr="005D5566">
        <w:lastRenderedPageBreak/>
        <w:t>Avec un soupir rauque et profond</w:t>
      </w:r>
      <w:r w:rsidR="001C0413">
        <w:t xml:space="preserve">, </w:t>
      </w:r>
      <w:r w:rsidRPr="005D5566">
        <w:t xml:space="preserve">le compagnon </w:t>
      </w:r>
      <w:r w:rsidRPr="005D5566">
        <w:rPr>
          <w:bCs/>
        </w:rPr>
        <w:t xml:space="preserve">de </w:t>
      </w:r>
      <w:r w:rsidRPr="005D5566">
        <w:t>Samoïlov enleva sa casquette et tendit à la mère une main large aux gros doigts</w:t>
      </w:r>
      <w:r w:rsidR="001C0413">
        <w:t>.</w:t>
      </w:r>
    </w:p>
    <w:p w14:paraId="0071FF89" w14:textId="77777777" w:rsidR="001C0413" w:rsidRDefault="001C0413" w:rsidP="001C0413">
      <w:r>
        <w:t>— </w:t>
      </w:r>
      <w:r w:rsidR="00530790" w:rsidRPr="005D5566">
        <w:t>Bonsoir</w:t>
      </w:r>
      <w:r>
        <w:t xml:space="preserve">, </w:t>
      </w:r>
      <w:r w:rsidR="00530790" w:rsidRPr="005D5566">
        <w:t>grand-mère</w:t>
      </w:r>
      <w:r>
        <w:t xml:space="preserve"> ! </w:t>
      </w:r>
      <w:r w:rsidR="00530790" w:rsidRPr="005D5566">
        <w:t>Vous ne m</w:t>
      </w:r>
      <w:r>
        <w:t>’</w:t>
      </w:r>
      <w:r w:rsidR="00530790" w:rsidRPr="005D5566">
        <w:t>avez pas reconnu</w:t>
      </w:r>
      <w:r>
        <w:t xml:space="preserve"> ? </w:t>
      </w:r>
      <w:r w:rsidR="00530790" w:rsidRPr="005D5566">
        <w:t>lui dit-il amicalement comme à une vieille connaissance</w:t>
      </w:r>
      <w:r>
        <w:t>.</w:t>
      </w:r>
    </w:p>
    <w:p w14:paraId="27C61309" w14:textId="77777777" w:rsidR="001C0413" w:rsidRDefault="001C0413" w:rsidP="001C0413">
      <w:r>
        <w:t>— </w:t>
      </w:r>
      <w:r w:rsidR="00530790" w:rsidRPr="005D5566">
        <w:t>C</w:t>
      </w:r>
      <w:r>
        <w:t>’</w:t>
      </w:r>
      <w:r w:rsidR="00530790" w:rsidRPr="005D5566">
        <w:t>est vous</w:t>
      </w:r>
      <w:r>
        <w:t xml:space="preserve"> ! </w:t>
      </w:r>
      <w:r w:rsidR="00530790" w:rsidRPr="005D5566">
        <w:t>s</w:t>
      </w:r>
      <w:r>
        <w:t>’</w:t>
      </w:r>
      <w:r w:rsidR="00530790" w:rsidRPr="005D5566">
        <w:t>écria Pélaguée d</w:t>
      </w:r>
      <w:r>
        <w:t>’</w:t>
      </w:r>
      <w:r w:rsidR="00530790" w:rsidRPr="005D5566">
        <w:t>un ton joyeux</w:t>
      </w:r>
      <w:r>
        <w:t xml:space="preserve">. </w:t>
      </w:r>
      <w:r w:rsidR="00530790" w:rsidRPr="005D5566">
        <w:t>Iégor Ivanovitch</w:t>
      </w:r>
      <w:r>
        <w:t xml:space="preserve">, </w:t>
      </w:r>
      <w:r w:rsidR="00530790" w:rsidRPr="005D5566">
        <w:t>c</w:t>
      </w:r>
      <w:r>
        <w:t>’</w:t>
      </w:r>
      <w:r w:rsidR="00530790" w:rsidRPr="005D5566">
        <w:t>est vous</w:t>
      </w:r>
      <w:r>
        <w:t> !</w:t>
      </w:r>
    </w:p>
    <w:p w14:paraId="2E47A68E" w14:textId="77777777" w:rsidR="001C0413" w:rsidRDefault="001C0413" w:rsidP="001C0413">
      <w:r>
        <w:t>— </w:t>
      </w:r>
      <w:r w:rsidR="00530790" w:rsidRPr="005D5566">
        <w:t>C</w:t>
      </w:r>
      <w:r>
        <w:t>’</w:t>
      </w:r>
      <w:r w:rsidR="00530790" w:rsidRPr="005D5566">
        <w:t>est moi</w:t>
      </w:r>
      <w:r>
        <w:t xml:space="preserve"> ! </w:t>
      </w:r>
      <w:r w:rsidR="00530790" w:rsidRPr="005D5566">
        <w:t>répondit-il en inclinant sa grosse tête</w:t>
      </w:r>
      <w:r>
        <w:t>.</w:t>
      </w:r>
    </w:p>
    <w:p w14:paraId="1DB134D7" w14:textId="77777777" w:rsidR="001C0413" w:rsidRDefault="00530790" w:rsidP="001C0413">
      <w:r w:rsidRPr="005D5566">
        <w:t>Il avait les cheveux longs comme un chantre d</w:t>
      </w:r>
      <w:r w:rsidR="001C0413">
        <w:t>’</w:t>
      </w:r>
      <w:r w:rsidRPr="005D5566">
        <w:t>église</w:t>
      </w:r>
      <w:r w:rsidR="001C0413">
        <w:t xml:space="preserve">. </w:t>
      </w:r>
      <w:r w:rsidRPr="005D5566">
        <w:t>Un bon sourire éclairait son visage rond</w:t>
      </w:r>
      <w:r w:rsidR="001C0413">
        <w:t xml:space="preserve"> ; </w:t>
      </w:r>
      <w:r w:rsidRPr="005D5566">
        <w:t>ses petits yeux gris considéraient la mère avec une expression caressante</w:t>
      </w:r>
      <w:r w:rsidR="001C0413">
        <w:t xml:space="preserve">. </w:t>
      </w:r>
      <w:r w:rsidRPr="005D5566">
        <w:t>Il ressemblait à un samovar avec son petit corps rond</w:t>
      </w:r>
      <w:r w:rsidR="001C0413">
        <w:t xml:space="preserve">, </w:t>
      </w:r>
      <w:r w:rsidRPr="005D5566">
        <w:t>son gros cou et ses bras courts</w:t>
      </w:r>
      <w:r w:rsidR="001C0413">
        <w:t xml:space="preserve">. </w:t>
      </w:r>
      <w:r w:rsidRPr="005D5566">
        <w:t>Sa figure reluisait</w:t>
      </w:r>
      <w:r w:rsidR="001C0413">
        <w:t xml:space="preserve"> ; </w:t>
      </w:r>
      <w:r w:rsidRPr="005D5566">
        <w:t>il respirait avec bruit</w:t>
      </w:r>
      <w:r w:rsidR="001C0413">
        <w:t xml:space="preserve"> ; </w:t>
      </w:r>
      <w:r w:rsidRPr="005D5566">
        <w:t>dans sa poitrine bouillonnait et ronflait constamment on ne sait quoi</w:t>
      </w:r>
      <w:r w:rsidR="001C0413">
        <w:t>…</w:t>
      </w:r>
    </w:p>
    <w:p w14:paraId="1799B93F" w14:textId="77777777" w:rsidR="001C0413" w:rsidRDefault="001C0413" w:rsidP="001C0413">
      <w:r>
        <w:t>— </w:t>
      </w:r>
      <w:r w:rsidR="00530790" w:rsidRPr="005D5566">
        <w:t>Allez dans la chambre</w:t>
      </w:r>
      <w:r>
        <w:t xml:space="preserve">, </w:t>
      </w:r>
      <w:r w:rsidR="00530790" w:rsidRPr="005D5566">
        <w:t>je vais m</w:t>
      </w:r>
      <w:r>
        <w:t>’</w:t>
      </w:r>
      <w:r w:rsidR="00530790" w:rsidRPr="005D5566">
        <w:t>habiller</w:t>
      </w:r>
      <w:r>
        <w:t xml:space="preserve"> ! </w:t>
      </w:r>
      <w:r w:rsidR="00530790" w:rsidRPr="005D5566">
        <w:t>proposa la mère</w:t>
      </w:r>
      <w:r>
        <w:t>.</w:t>
      </w:r>
    </w:p>
    <w:p w14:paraId="4C3D22FC" w14:textId="77777777" w:rsidR="001C0413" w:rsidRDefault="001C0413" w:rsidP="001C0413">
      <w:r>
        <w:t>— </w:t>
      </w:r>
      <w:r w:rsidR="00530790" w:rsidRPr="005D5566">
        <w:t>Nous avons quelque chose à vous dire</w:t>
      </w:r>
      <w:r>
        <w:t xml:space="preserve"> ! </w:t>
      </w:r>
      <w:r w:rsidR="00530790" w:rsidRPr="005D5566">
        <w:t>répondit Samoïlov d</w:t>
      </w:r>
      <w:r>
        <w:t>’</w:t>
      </w:r>
      <w:r w:rsidR="00530790" w:rsidRPr="005D5566">
        <w:t>un air préoccupé en la regardant en dessous</w:t>
      </w:r>
      <w:r>
        <w:t>.</w:t>
      </w:r>
    </w:p>
    <w:p w14:paraId="5D3F531E" w14:textId="77777777" w:rsidR="001C0413" w:rsidRDefault="00530790" w:rsidP="001C0413">
      <w:r w:rsidRPr="005D5566">
        <w:t>Iégor passa dans la pièce voisine en disant</w:t>
      </w:r>
      <w:r w:rsidR="001C0413">
        <w:t> :</w:t>
      </w:r>
    </w:p>
    <w:p w14:paraId="681500DD" w14:textId="77777777" w:rsidR="001C0413" w:rsidRDefault="001C0413" w:rsidP="001C0413">
      <w:r>
        <w:t>— </w:t>
      </w:r>
      <w:r w:rsidR="00530790" w:rsidRPr="005D5566">
        <w:t>Chère grand-mère</w:t>
      </w:r>
      <w:r>
        <w:t xml:space="preserve">, </w:t>
      </w:r>
      <w:r w:rsidR="00530790" w:rsidRPr="005D5566">
        <w:t>ce matin</w:t>
      </w:r>
      <w:r>
        <w:t xml:space="preserve">, </w:t>
      </w:r>
      <w:r w:rsidR="00530790" w:rsidRPr="005D5566">
        <w:t>un de nos amis est sorti de prison</w:t>
      </w:r>
      <w:r>
        <w:t xml:space="preserve">… </w:t>
      </w:r>
      <w:r w:rsidR="00530790" w:rsidRPr="005D5566">
        <w:t>Il y est resté trois mois et onze jours</w:t>
      </w:r>
      <w:r>
        <w:t xml:space="preserve">… </w:t>
      </w:r>
      <w:r w:rsidR="00530790" w:rsidRPr="005D5566">
        <w:t>Il a vu le Petit-Russien et Pavel qui vous envoient leurs salutations</w:t>
      </w:r>
      <w:r>
        <w:t xml:space="preserve"> ; </w:t>
      </w:r>
      <w:r w:rsidR="00530790" w:rsidRPr="005D5566">
        <w:t>de plus</w:t>
      </w:r>
      <w:r>
        <w:t xml:space="preserve">, </w:t>
      </w:r>
      <w:r w:rsidR="00530790" w:rsidRPr="005D5566">
        <w:t>votre fils vous prie de ne pas vous inquiéter à son sujet et de vous dire que</w:t>
      </w:r>
      <w:r>
        <w:t xml:space="preserve">, </w:t>
      </w:r>
      <w:r w:rsidR="00530790" w:rsidRPr="005D5566">
        <w:t>dans la voie qu</w:t>
      </w:r>
      <w:r>
        <w:t>’</w:t>
      </w:r>
      <w:r w:rsidR="00530790" w:rsidRPr="005D5566">
        <w:t>il a choisie</w:t>
      </w:r>
      <w:r>
        <w:t xml:space="preserve">, </w:t>
      </w:r>
      <w:r w:rsidR="00530790" w:rsidRPr="005D5566">
        <w:t>c</w:t>
      </w:r>
      <w:r>
        <w:t>’</w:t>
      </w:r>
      <w:r w:rsidR="00530790" w:rsidRPr="005D5566">
        <w:t>est la prison qui sert de lieu de repos</w:t>
      </w:r>
      <w:r>
        <w:t xml:space="preserve"> ; </w:t>
      </w:r>
      <w:r w:rsidR="00530790" w:rsidRPr="005D5566">
        <w:t>ainsi en ont décidé nos autorités toujours soucieuses de notre bien-être</w:t>
      </w:r>
      <w:r>
        <w:t xml:space="preserve">… </w:t>
      </w:r>
      <w:r w:rsidR="00530790" w:rsidRPr="005D5566">
        <w:t>Maintenant</w:t>
      </w:r>
      <w:r>
        <w:t xml:space="preserve">, </w:t>
      </w:r>
      <w:r w:rsidR="00530790" w:rsidRPr="005D5566">
        <w:t>grand-mère</w:t>
      </w:r>
      <w:r>
        <w:t xml:space="preserve">, </w:t>
      </w:r>
      <w:r w:rsidR="00530790" w:rsidRPr="005D5566">
        <w:t>arrivons au fait</w:t>
      </w:r>
      <w:r>
        <w:t xml:space="preserve">. </w:t>
      </w:r>
      <w:r w:rsidR="00530790" w:rsidRPr="005D5566">
        <w:t>Savez-vous combien de personnes ont été arrêtées hier</w:t>
      </w:r>
      <w:r>
        <w:t> ?</w:t>
      </w:r>
    </w:p>
    <w:p w14:paraId="0A9E0C6F" w14:textId="77777777" w:rsidR="001C0413" w:rsidRDefault="001C0413" w:rsidP="001C0413">
      <w:r>
        <w:lastRenderedPageBreak/>
        <w:t>— </w:t>
      </w:r>
      <w:r w:rsidR="00530790" w:rsidRPr="005D5566">
        <w:t>Non</w:t>
      </w:r>
      <w:r>
        <w:t xml:space="preserve">. </w:t>
      </w:r>
      <w:r w:rsidR="00530790" w:rsidRPr="005D5566">
        <w:t>Pavel ne serait-il pas le seul</w:t>
      </w:r>
      <w:r>
        <w:t xml:space="preserve"> ? </w:t>
      </w:r>
      <w:r w:rsidR="00530790" w:rsidRPr="005D5566">
        <w:t>s</w:t>
      </w:r>
      <w:r>
        <w:t>’</w:t>
      </w:r>
      <w:r w:rsidR="00530790" w:rsidRPr="005D5566">
        <w:t>écria la mère</w:t>
      </w:r>
      <w:r>
        <w:t>.</w:t>
      </w:r>
    </w:p>
    <w:p w14:paraId="48A4144D" w14:textId="77777777" w:rsidR="001C0413" w:rsidRDefault="001C0413" w:rsidP="001C0413">
      <w:r>
        <w:t>— </w:t>
      </w:r>
      <w:r w:rsidR="00530790" w:rsidRPr="005D5566">
        <w:t>C</w:t>
      </w:r>
      <w:r>
        <w:t>’</w:t>
      </w:r>
      <w:r w:rsidR="00530790" w:rsidRPr="005D5566">
        <w:t>est le quarante-neuvième</w:t>
      </w:r>
      <w:r>
        <w:t xml:space="preserve"> ! </w:t>
      </w:r>
      <w:r w:rsidR="00530790" w:rsidRPr="005D5566">
        <w:t>interrompit Iégor Ivanovitch avec calme</w:t>
      </w:r>
      <w:r>
        <w:t xml:space="preserve">. </w:t>
      </w:r>
      <w:r w:rsidR="00530790" w:rsidRPr="005D5566">
        <w:t>Et il faut s</w:t>
      </w:r>
      <w:r>
        <w:t>’</w:t>
      </w:r>
      <w:r w:rsidR="00530790" w:rsidRPr="005D5566">
        <w:t>attendre à ce que l</w:t>
      </w:r>
      <w:r>
        <w:t>’</w:t>
      </w:r>
      <w:r w:rsidR="00530790" w:rsidRPr="005D5566">
        <w:t>autorité en arrête encore une dizaine</w:t>
      </w:r>
      <w:r>
        <w:t xml:space="preserve">. </w:t>
      </w:r>
      <w:r w:rsidR="00530790" w:rsidRPr="005D5566">
        <w:t>Ce monsieur-là entre autres</w:t>
      </w:r>
      <w:r>
        <w:t>…</w:t>
      </w:r>
    </w:p>
    <w:p w14:paraId="2729C111" w14:textId="77777777" w:rsidR="001C0413" w:rsidRDefault="001C0413" w:rsidP="001C0413">
      <w:r>
        <w:t>— </w:t>
      </w:r>
      <w:r w:rsidR="00530790" w:rsidRPr="005D5566">
        <w:t>Moi-même</w:t>
      </w:r>
      <w:r>
        <w:t xml:space="preserve"> ! </w:t>
      </w:r>
      <w:r w:rsidR="00530790" w:rsidRPr="005D5566">
        <w:t>dit Samoïlov d</w:t>
      </w:r>
      <w:r>
        <w:t>’</w:t>
      </w:r>
      <w:r w:rsidR="00530790" w:rsidRPr="005D5566">
        <w:t>un air sombre</w:t>
      </w:r>
      <w:r>
        <w:t>.</w:t>
      </w:r>
    </w:p>
    <w:p w14:paraId="48D5DBBB" w14:textId="77777777" w:rsidR="001C0413" w:rsidRDefault="00530790" w:rsidP="001C0413">
      <w:r w:rsidRPr="005D5566">
        <w:t>Pélaguée se sentit respirer plus facilement</w:t>
      </w:r>
      <w:r w:rsidR="001C0413">
        <w:t>.</w:t>
      </w:r>
    </w:p>
    <w:p w14:paraId="0330E289" w14:textId="77777777" w:rsidR="001C0413" w:rsidRDefault="001C0413" w:rsidP="001C0413">
      <w:r>
        <w:t>— </w:t>
      </w:r>
      <w:r w:rsidR="00530790" w:rsidRPr="005D5566">
        <w:t>Il n</w:t>
      </w:r>
      <w:r>
        <w:t>’</w:t>
      </w:r>
      <w:r w:rsidR="00530790" w:rsidRPr="005D5566">
        <w:t>est pas seul là-bas</w:t>
      </w:r>
      <w:r>
        <w:t xml:space="preserve"> ! </w:t>
      </w:r>
      <w:r w:rsidR="00530790" w:rsidRPr="005D5566">
        <w:t>se dit-elle</w:t>
      </w:r>
      <w:r>
        <w:t>.</w:t>
      </w:r>
    </w:p>
    <w:p w14:paraId="1A0C703D" w14:textId="77777777" w:rsidR="001C0413" w:rsidRDefault="00530790" w:rsidP="001C0413">
      <w:r w:rsidRPr="005D5566">
        <w:t>Lorsqu</w:t>
      </w:r>
      <w:r w:rsidR="001C0413">
        <w:t>’</w:t>
      </w:r>
      <w:r w:rsidRPr="005D5566">
        <w:t>elle fut habillée</w:t>
      </w:r>
      <w:r w:rsidR="001C0413">
        <w:t xml:space="preserve">, </w:t>
      </w:r>
      <w:r w:rsidRPr="005D5566">
        <w:t>elle entra dans la chambre</w:t>
      </w:r>
      <w:r w:rsidR="001C0413">
        <w:t xml:space="preserve">, </w:t>
      </w:r>
      <w:r w:rsidRPr="005D5566">
        <w:t>souriant avec vaillance à ses hôtes</w:t>
      </w:r>
      <w:r w:rsidR="001C0413">
        <w:t>.</w:t>
      </w:r>
    </w:p>
    <w:p w14:paraId="631B8648" w14:textId="77777777" w:rsidR="001C0413" w:rsidRDefault="001C0413" w:rsidP="001C0413">
      <w:r>
        <w:t>— </w:t>
      </w:r>
      <w:r w:rsidR="00530790" w:rsidRPr="005D5566">
        <w:t>Ou ne les gardera sans doute pas longtemps s</w:t>
      </w:r>
      <w:r>
        <w:t>’</w:t>
      </w:r>
      <w:r w:rsidR="00530790" w:rsidRPr="005D5566">
        <w:t>ils sont si nombreux</w:t>
      </w:r>
      <w:r>
        <w:t> !</w:t>
      </w:r>
    </w:p>
    <w:p w14:paraId="12968907" w14:textId="77777777" w:rsidR="001C0413" w:rsidRDefault="001C0413" w:rsidP="001C0413">
      <w:r>
        <w:t>— </w:t>
      </w:r>
      <w:r w:rsidR="00530790" w:rsidRPr="005D5566">
        <w:t>Vous avez raison</w:t>
      </w:r>
      <w:r>
        <w:t xml:space="preserve"> ! </w:t>
      </w:r>
      <w:r w:rsidR="00530790" w:rsidRPr="005D5566">
        <w:t>répliqua Iégor Ivanovitch</w:t>
      </w:r>
      <w:r>
        <w:t xml:space="preserve">. </w:t>
      </w:r>
      <w:r w:rsidR="00530790" w:rsidRPr="005D5566">
        <w:t>Et si nous parvenons à gâter le jeu de nos adversaires</w:t>
      </w:r>
      <w:r>
        <w:t xml:space="preserve">, </w:t>
      </w:r>
      <w:r w:rsidR="00530790" w:rsidRPr="005D5566">
        <w:t>ils ne seront pas plus avancés qu</w:t>
      </w:r>
      <w:r>
        <w:t>’</w:t>
      </w:r>
      <w:r w:rsidR="00530790" w:rsidRPr="005D5566">
        <w:t>auparavant</w:t>
      </w:r>
      <w:r>
        <w:t xml:space="preserve">… </w:t>
      </w:r>
      <w:r w:rsidR="00530790" w:rsidRPr="005D5566">
        <w:t>Voici de quoi il retourne</w:t>
      </w:r>
      <w:r>
        <w:t xml:space="preserve"> : </w:t>
      </w:r>
      <w:r w:rsidR="00530790" w:rsidRPr="005D5566">
        <w:t>si nous cessons de propager nos brochures maintenant</w:t>
      </w:r>
      <w:r>
        <w:t xml:space="preserve">, </w:t>
      </w:r>
      <w:r w:rsidR="00530790" w:rsidRPr="005D5566">
        <w:t>les fichus gendarmes ne manqueront pas de le remarquer et porteront ce fait au compte de Pavel et des camarades</w:t>
      </w:r>
      <w:r>
        <w:t xml:space="preserve">, </w:t>
      </w:r>
      <w:r w:rsidR="00530790" w:rsidRPr="005D5566">
        <w:t>compagnons de sa captivité</w:t>
      </w:r>
      <w:r>
        <w:t>.</w:t>
      </w:r>
    </w:p>
    <w:p w14:paraId="6AA3D0D7" w14:textId="77777777" w:rsidR="001C0413" w:rsidRDefault="001C0413" w:rsidP="001C0413">
      <w:r>
        <w:t>— </w:t>
      </w:r>
      <w:r w:rsidR="00530790" w:rsidRPr="005D5566">
        <w:t>Comment cela</w:t>
      </w:r>
      <w:r>
        <w:t xml:space="preserve"> ? </w:t>
      </w:r>
      <w:r w:rsidR="00530790" w:rsidRPr="005D5566">
        <w:t>Pourquoi</w:t>
      </w:r>
      <w:r>
        <w:t xml:space="preserve"> ? </w:t>
      </w:r>
      <w:r w:rsidR="00530790" w:rsidRPr="005D5566">
        <w:t>s</w:t>
      </w:r>
      <w:r>
        <w:t>’</w:t>
      </w:r>
      <w:r w:rsidR="00530790" w:rsidRPr="005D5566">
        <w:t>écria la mère effrayée</w:t>
      </w:r>
      <w:r>
        <w:t>.</w:t>
      </w:r>
    </w:p>
    <w:p w14:paraId="0B82F632" w14:textId="77777777" w:rsidR="001C0413" w:rsidRDefault="001C0413" w:rsidP="001C0413">
      <w:r>
        <w:t>— </w:t>
      </w:r>
      <w:r w:rsidR="00530790" w:rsidRPr="005D5566">
        <w:t>C</w:t>
      </w:r>
      <w:r>
        <w:t>’</w:t>
      </w:r>
      <w:r w:rsidR="00530790" w:rsidRPr="005D5566">
        <w:t>est bien simple</w:t>
      </w:r>
      <w:r>
        <w:t xml:space="preserve">, </w:t>
      </w:r>
      <w:r w:rsidR="00530790" w:rsidRPr="005D5566">
        <w:t>grand-mère</w:t>
      </w:r>
      <w:r>
        <w:t xml:space="preserve"> ! </w:t>
      </w:r>
      <w:r w:rsidR="00530790" w:rsidRPr="005D5566">
        <w:t>dit Iégor Ivanovitch doucement</w:t>
      </w:r>
      <w:r>
        <w:t xml:space="preserve">. </w:t>
      </w:r>
      <w:r w:rsidR="00530790" w:rsidRPr="005D5566">
        <w:t>Parfois</w:t>
      </w:r>
      <w:r>
        <w:t xml:space="preserve">, </w:t>
      </w:r>
      <w:r w:rsidR="00530790" w:rsidRPr="005D5566">
        <w:t>les gendarmes eux-mêmes raisonnent avec justesse</w:t>
      </w:r>
      <w:r>
        <w:t xml:space="preserve">. </w:t>
      </w:r>
      <w:r w:rsidR="00530790" w:rsidRPr="005D5566">
        <w:t>Pensez donc</w:t>
      </w:r>
      <w:r>
        <w:t xml:space="preserve"> : </w:t>
      </w:r>
      <w:r w:rsidR="00530790" w:rsidRPr="005D5566">
        <w:t>tant que Pavel était en liberté</w:t>
      </w:r>
      <w:r>
        <w:t xml:space="preserve">, </w:t>
      </w:r>
      <w:r w:rsidR="00530790" w:rsidRPr="005D5566">
        <w:t>il y avait des brochures et des feuillets</w:t>
      </w:r>
      <w:r>
        <w:t xml:space="preserve"> ; </w:t>
      </w:r>
      <w:r w:rsidR="00530790" w:rsidRPr="005D5566">
        <w:t>dès qu</w:t>
      </w:r>
      <w:r>
        <w:t>’</w:t>
      </w:r>
      <w:r w:rsidR="00530790" w:rsidRPr="005D5566">
        <w:t>il est en prison</w:t>
      </w:r>
      <w:r>
        <w:t xml:space="preserve">, </w:t>
      </w:r>
      <w:r w:rsidR="00530790" w:rsidRPr="005D5566">
        <w:t>plus de brochures</w:t>
      </w:r>
      <w:r>
        <w:t xml:space="preserve">, </w:t>
      </w:r>
      <w:r w:rsidR="00530790" w:rsidRPr="005D5566">
        <w:t>plus de proclamations</w:t>
      </w:r>
      <w:r>
        <w:t xml:space="preserve"> ! </w:t>
      </w:r>
      <w:r w:rsidR="00530790" w:rsidRPr="005D5566">
        <w:t>C</w:t>
      </w:r>
      <w:r>
        <w:t>’</w:t>
      </w:r>
      <w:r w:rsidR="00530790" w:rsidRPr="005D5566">
        <w:t>est donc lui qui les répandait</w:t>
      </w:r>
      <w:r>
        <w:t xml:space="preserve"> ! </w:t>
      </w:r>
      <w:r w:rsidR="00530790" w:rsidRPr="005D5566">
        <w:t>Et alors les gendarmes se mettront à dévorer tout le monde</w:t>
      </w:r>
      <w:r>
        <w:t xml:space="preserve">… </w:t>
      </w:r>
      <w:r w:rsidR="00530790" w:rsidRPr="005D5566">
        <w:t>ils adorent déchiqueter les gens</w:t>
      </w:r>
      <w:r>
        <w:t>.</w:t>
      </w:r>
    </w:p>
    <w:p w14:paraId="332CC405" w14:textId="77777777" w:rsidR="001C0413" w:rsidRDefault="001C0413" w:rsidP="001C0413">
      <w:r>
        <w:lastRenderedPageBreak/>
        <w:t>— </w:t>
      </w:r>
      <w:r w:rsidR="00530790" w:rsidRPr="005D5566">
        <w:t>Je comprends</w:t>
      </w:r>
      <w:r>
        <w:t xml:space="preserve">, </w:t>
      </w:r>
      <w:r w:rsidR="00530790" w:rsidRPr="005D5566">
        <w:t>je comprends</w:t>
      </w:r>
      <w:r>
        <w:t xml:space="preserve"> ! </w:t>
      </w:r>
      <w:r w:rsidR="00530790" w:rsidRPr="005D5566">
        <w:t>dit tristement la mère</w:t>
      </w:r>
      <w:r>
        <w:t xml:space="preserve">. </w:t>
      </w:r>
      <w:r w:rsidR="00530790" w:rsidRPr="005D5566">
        <w:t>Que faire</w:t>
      </w:r>
      <w:r>
        <w:t xml:space="preserve"> ? </w:t>
      </w:r>
      <w:r w:rsidR="00530790" w:rsidRPr="005D5566">
        <w:t>Ah</w:t>
      </w:r>
      <w:r>
        <w:t xml:space="preserve"> ! </w:t>
      </w:r>
      <w:r w:rsidR="00530790" w:rsidRPr="005D5566">
        <w:t>mon Dieu</w:t>
      </w:r>
      <w:r>
        <w:t> !</w:t>
      </w:r>
    </w:p>
    <w:p w14:paraId="694AA759" w14:textId="77777777" w:rsidR="001C0413" w:rsidRDefault="00530790" w:rsidP="001C0413">
      <w:r w:rsidRPr="005D5566">
        <w:t>De la cuisine arriva la voix de Samoïlov</w:t>
      </w:r>
      <w:r w:rsidR="001C0413">
        <w:t>.</w:t>
      </w:r>
    </w:p>
    <w:p w14:paraId="3E4A9759" w14:textId="77777777" w:rsidR="001C0413" w:rsidRDefault="001C0413" w:rsidP="001C0413">
      <w:r>
        <w:t>— </w:t>
      </w:r>
      <w:r w:rsidR="00530790" w:rsidRPr="005D5566">
        <w:t>On a arrêté presque tous les nôtres</w:t>
      </w:r>
      <w:r>
        <w:t xml:space="preserve">, </w:t>
      </w:r>
      <w:r w:rsidR="00530790" w:rsidRPr="005D5566">
        <w:t>que le diable m</w:t>
      </w:r>
      <w:r>
        <w:t>’</w:t>
      </w:r>
      <w:r w:rsidR="00530790" w:rsidRPr="005D5566">
        <w:t>emporte</w:t>
      </w:r>
      <w:r>
        <w:t xml:space="preserve"> !… </w:t>
      </w:r>
      <w:r w:rsidR="00530790" w:rsidRPr="005D5566">
        <w:t>Il faut continuer à travailler comme auparavant</w:t>
      </w:r>
      <w:r>
        <w:t xml:space="preserve">, </w:t>
      </w:r>
      <w:r w:rsidR="00530790" w:rsidRPr="005D5566">
        <w:t>non seulement pour la cause</w:t>
      </w:r>
      <w:r>
        <w:t xml:space="preserve">… </w:t>
      </w:r>
      <w:r w:rsidR="00530790" w:rsidRPr="005D5566">
        <w:t>mais aussi pour sauver les camarades</w:t>
      </w:r>
      <w:r>
        <w:t>…</w:t>
      </w:r>
    </w:p>
    <w:p w14:paraId="7846F9B9" w14:textId="77777777" w:rsidR="001C0413" w:rsidRDefault="001C0413" w:rsidP="001C0413">
      <w:r>
        <w:t>— </w:t>
      </w:r>
      <w:r w:rsidR="00530790" w:rsidRPr="005D5566">
        <w:t>Et il n</w:t>
      </w:r>
      <w:r>
        <w:t>’</w:t>
      </w:r>
      <w:r w:rsidR="00530790" w:rsidRPr="005D5566">
        <w:t>y a personne pour travailler</w:t>
      </w:r>
      <w:r>
        <w:t xml:space="preserve"> ! </w:t>
      </w:r>
      <w:r w:rsidR="00530790" w:rsidRPr="005D5566">
        <w:t>ajouta Iégor avec un petit rire</w:t>
      </w:r>
      <w:r>
        <w:t xml:space="preserve">. </w:t>
      </w:r>
      <w:r w:rsidR="00530790" w:rsidRPr="005D5566">
        <w:t>Nous avons des brochures excellentes</w:t>
      </w:r>
      <w:r>
        <w:t xml:space="preserve">… </w:t>
      </w:r>
      <w:r w:rsidR="00530790" w:rsidRPr="005D5566">
        <w:t>je les ai faites moi-même</w:t>
      </w:r>
      <w:r>
        <w:t xml:space="preserve"> ; </w:t>
      </w:r>
      <w:r w:rsidR="00530790" w:rsidRPr="005D5566">
        <w:t>mais comment les introduire dans la fabrique</w:t>
      </w:r>
      <w:r>
        <w:t xml:space="preserve"> ?… </w:t>
      </w:r>
      <w:r w:rsidR="00530790" w:rsidRPr="005D5566">
        <w:t>Je n</w:t>
      </w:r>
      <w:r>
        <w:t>’</w:t>
      </w:r>
      <w:r w:rsidR="00530790" w:rsidRPr="005D5566">
        <w:t>en sais rien</w:t>
      </w:r>
      <w:r>
        <w:t>…</w:t>
      </w:r>
    </w:p>
    <w:p w14:paraId="21E378C5" w14:textId="77777777" w:rsidR="001C0413" w:rsidRDefault="001C0413" w:rsidP="001C0413">
      <w:r>
        <w:t>— </w:t>
      </w:r>
      <w:r w:rsidR="00530790" w:rsidRPr="005D5566">
        <w:t xml:space="preserve">On fouille maintenant tout le monde </w:t>
      </w:r>
      <w:r w:rsidR="00530790" w:rsidRPr="005D5566">
        <w:rPr>
          <w:bCs/>
        </w:rPr>
        <w:t xml:space="preserve">à </w:t>
      </w:r>
      <w:r w:rsidR="00530790" w:rsidRPr="005D5566">
        <w:t>l</w:t>
      </w:r>
      <w:r>
        <w:t>’</w:t>
      </w:r>
      <w:r w:rsidR="00530790" w:rsidRPr="005D5566">
        <w:t>entrée</w:t>
      </w:r>
      <w:r>
        <w:t xml:space="preserve">, </w:t>
      </w:r>
      <w:r w:rsidR="00530790" w:rsidRPr="005D5566">
        <w:t>expliqua Samoïlov</w:t>
      </w:r>
      <w:r>
        <w:t>.</w:t>
      </w:r>
    </w:p>
    <w:p w14:paraId="566786FA" w14:textId="77777777" w:rsidR="001C0413" w:rsidRDefault="00530790" w:rsidP="001C0413">
      <w:r w:rsidRPr="005D5566">
        <w:t>La mère devinait qu</w:t>
      </w:r>
      <w:r w:rsidR="001C0413">
        <w:t>’</w:t>
      </w:r>
      <w:r w:rsidRPr="005D5566">
        <w:t>on voulait quelque chose d</w:t>
      </w:r>
      <w:r w:rsidR="001C0413">
        <w:t>’</w:t>
      </w:r>
      <w:r w:rsidRPr="005D5566">
        <w:t>elle</w:t>
      </w:r>
      <w:r w:rsidR="001C0413">
        <w:t>.</w:t>
      </w:r>
    </w:p>
    <w:p w14:paraId="37D05989" w14:textId="77777777" w:rsidR="001C0413" w:rsidRDefault="001C0413" w:rsidP="001C0413">
      <w:r>
        <w:t>— </w:t>
      </w:r>
      <w:r w:rsidR="00530790" w:rsidRPr="005D5566">
        <w:t>Et alors</w:t>
      </w:r>
      <w:r>
        <w:t xml:space="preserve">, </w:t>
      </w:r>
      <w:r w:rsidR="00530790" w:rsidRPr="005D5566">
        <w:t>que faire</w:t>
      </w:r>
      <w:r>
        <w:t xml:space="preserve"> ? </w:t>
      </w:r>
      <w:r w:rsidR="00530790" w:rsidRPr="005D5566">
        <w:t>Que faire</w:t>
      </w:r>
      <w:r>
        <w:t xml:space="preserve"> ? </w:t>
      </w:r>
      <w:r w:rsidR="00530790" w:rsidRPr="005D5566">
        <w:t>demanda-t-elle vivement</w:t>
      </w:r>
      <w:r>
        <w:t>.</w:t>
      </w:r>
    </w:p>
    <w:p w14:paraId="75123A8F" w14:textId="77777777" w:rsidR="001C0413" w:rsidRDefault="00530790" w:rsidP="001C0413">
      <w:r w:rsidRPr="005D5566">
        <w:t>Samoïlov s</w:t>
      </w:r>
      <w:r w:rsidR="001C0413">
        <w:t>’</w:t>
      </w:r>
      <w:r w:rsidRPr="005D5566">
        <w:t>arrêta sur le seuil de la porte et dit</w:t>
      </w:r>
      <w:r w:rsidR="001C0413">
        <w:t> :</w:t>
      </w:r>
    </w:p>
    <w:p w14:paraId="3604ECC7" w14:textId="77777777" w:rsidR="001C0413" w:rsidRDefault="001C0413" w:rsidP="001C0413">
      <w:r>
        <w:t>— </w:t>
      </w:r>
      <w:r w:rsidR="00530790" w:rsidRPr="005D5566">
        <w:t>Pélaguée Nilovna</w:t>
      </w:r>
      <w:r>
        <w:t xml:space="preserve">, </w:t>
      </w:r>
      <w:r w:rsidR="00530790" w:rsidRPr="005D5566">
        <w:t>vous connaissez la marchande Korsounova</w:t>
      </w:r>
      <w:r>
        <w:t> ?</w:t>
      </w:r>
    </w:p>
    <w:p w14:paraId="70A0C199" w14:textId="77777777" w:rsidR="001C0413" w:rsidRDefault="001C0413" w:rsidP="001C0413">
      <w:r>
        <w:t>— </w:t>
      </w:r>
      <w:r w:rsidR="00530790" w:rsidRPr="005D5566">
        <w:t>Oui</w:t>
      </w:r>
      <w:r>
        <w:t xml:space="preserve">, </w:t>
      </w:r>
      <w:r w:rsidR="00530790" w:rsidRPr="005D5566">
        <w:t>pourquoi</w:t>
      </w:r>
      <w:r>
        <w:t> ?</w:t>
      </w:r>
    </w:p>
    <w:p w14:paraId="645A7DF6" w14:textId="77777777" w:rsidR="001C0413" w:rsidRDefault="001C0413" w:rsidP="001C0413">
      <w:r>
        <w:t>— </w:t>
      </w:r>
      <w:r w:rsidR="00530790" w:rsidRPr="005D5566">
        <w:t>Parlez-lui</w:t>
      </w:r>
      <w:r>
        <w:t xml:space="preserve"> ; </w:t>
      </w:r>
      <w:r w:rsidR="00530790" w:rsidRPr="005D5566">
        <w:t>peut-être se chargera-t-elle de nos brochures</w:t>
      </w:r>
      <w:r>
        <w:t>…</w:t>
      </w:r>
    </w:p>
    <w:p w14:paraId="39EB3FB1" w14:textId="77777777" w:rsidR="001C0413" w:rsidRDefault="00530790" w:rsidP="001C0413">
      <w:r w:rsidRPr="005D5566">
        <w:t>La mère agita la main d</w:t>
      </w:r>
      <w:r w:rsidR="001C0413">
        <w:t>’</w:t>
      </w:r>
      <w:r w:rsidRPr="005D5566">
        <w:t>un air négatif</w:t>
      </w:r>
      <w:r w:rsidR="001C0413">
        <w:t>.</w:t>
      </w:r>
    </w:p>
    <w:p w14:paraId="7A97F992" w14:textId="77777777" w:rsidR="001C0413" w:rsidRDefault="001C0413" w:rsidP="001C0413">
      <w:r>
        <w:t>— </w:t>
      </w:r>
      <w:r w:rsidR="00530790" w:rsidRPr="005D5566">
        <w:t>Oh</w:t>
      </w:r>
      <w:r>
        <w:t xml:space="preserve"> ! </w:t>
      </w:r>
      <w:r w:rsidR="00530790" w:rsidRPr="005D5566">
        <w:t>non</w:t>
      </w:r>
      <w:r>
        <w:t xml:space="preserve"> ! </w:t>
      </w:r>
      <w:r w:rsidR="00530790" w:rsidRPr="005D5566">
        <w:t>c</w:t>
      </w:r>
      <w:r>
        <w:t>’</w:t>
      </w:r>
      <w:r w:rsidR="00530790" w:rsidRPr="005D5566">
        <w:t>est une bavarde</w:t>
      </w:r>
      <w:r>
        <w:t xml:space="preserve">… </w:t>
      </w:r>
      <w:r w:rsidR="00530790" w:rsidRPr="005D5566">
        <w:t>non</w:t>
      </w:r>
      <w:r>
        <w:t xml:space="preserve"> ! </w:t>
      </w:r>
      <w:r w:rsidR="00530790" w:rsidRPr="005D5566">
        <w:t>Et on saura que c</w:t>
      </w:r>
      <w:r>
        <w:t>’</w:t>
      </w:r>
      <w:r w:rsidR="00530790" w:rsidRPr="005D5566">
        <w:t>est par moi</w:t>
      </w:r>
      <w:r>
        <w:t xml:space="preserve">… </w:t>
      </w:r>
      <w:r w:rsidR="00530790" w:rsidRPr="005D5566">
        <w:t>que c</w:t>
      </w:r>
      <w:r>
        <w:t>’</w:t>
      </w:r>
      <w:r w:rsidR="00530790" w:rsidRPr="005D5566">
        <w:t>est de notre maison</w:t>
      </w:r>
      <w:r>
        <w:t xml:space="preserve">… </w:t>
      </w:r>
      <w:r w:rsidR="00530790" w:rsidRPr="005D5566">
        <w:t>non</w:t>
      </w:r>
      <w:r>
        <w:t xml:space="preserve">… </w:t>
      </w:r>
      <w:r w:rsidR="00530790" w:rsidRPr="005D5566">
        <w:t>non</w:t>
      </w:r>
      <w:r>
        <w:t> !</w:t>
      </w:r>
    </w:p>
    <w:p w14:paraId="60A28B02" w14:textId="77777777" w:rsidR="001C0413" w:rsidRDefault="00530790" w:rsidP="001C0413">
      <w:r w:rsidRPr="005D5566">
        <w:lastRenderedPageBreak/>
        <w:t>Et soudain</w:t>
      </w:r>
      <w:r w:rsidR="001C0413">
        <w:t xml:space="preserve">, </w:t>
      </w:r>
      <w:r w:rsidRPr="005D5566">
        <w:t>éclairée par une idée subite</w:t>
      </w:r>
      <w:r w:rsidR="001C0413">
        <w:t xml:space="preserve">, </w:t>
      </w:r>
      <w:r w:rsidRPr="005D5566">
        <w:t>elle s</w:t>
      </w:r>
      <w:r w:rsidR="001C0413">
        <w:t>’</w:t>
      </w:r>
      <w:r w:rsidRPr="005D5566">
        <w:t>exclama d</w:t>
      </w:r>
      <w:r w:rsidR="001C0413">
        <w:t>’</w:t>
      </w:r>
      <w:r w:rsidRPr="005D5566">
        <w:t>un ton joyeux</w:t>
      </w:r>
      <w:r w:rsidR="001C0413">
        <w:t> :</w:t>
      </w:r>
    </w:p>
    <w:p w14:paraId="7AA2BCA0" w14:textId="77777777" w:rsidR="001C0413" w:rsidRDefault="001C0413" w:rsidP="001C0413">
      <w:r>
        <w:t>— </w:t>
      </w:r>
      <w:r w:rsidR="00530790" w:rsidRPr="005D5566">
        <w:t>Donnez-les moi</w:t>
      </w:r>
      <w:r>
        <w:t xml:space="preserve"> ! </w:t>
      </w:r>
      <w:r w:rsidR="00530790" w:rsidRPr="005D5566">
        <w:t>donnez-les moi</w:t>
      </w:r>
      <w:r>
        <w:t xml:space="preserve"> ! </w:t>
      </w:r>
      <w:r w:rsidR="00530790" w:rsidRPr="005D5566">
        <w:t>Je trouverai quelque chose</w:t>
      </w:r>
      <w:r>
        <w:t xml:space="preserve">… </w:t>
      </w:r>
      <w:r w:rsidR="00530790" w:rsidRPr="005D5566">
        <w:t>Je m</w:t>
      </w:r>
      <w:r>
        <w:t>’</w:t>
      </w:r>
      <w:r w:rsidR="00530790" w:rsidRPr="005D5566">
        <w:t>arrangerai</w:t>
      </w:r>
      <w:r>
        <w:t xml:space="preserve"> !… </w:t>
      </w:r>
      <w:r w:rsidR="00530790" w:rsidRPr="005D5566">
        <w:t>Je demanderai à Maria de me prendre pour l</w:t>
      </w:r>
      <w:r>
        <w:t>’</w:t>
      </w:r>
      <w:r w:rsidR="00530790" w:rsidRPr="005D5566">
        <w:t>aider</w:t>
      </w:r>
      <w:r>
        <w:t xml:space="preserve">. </w:t>
      </w:r>
      <w:r w:rsidR="00530790" w:rsidRPr="005D5566">
        <w:t>Car il faut bien que je travaille</w:t>
      </w:r>
      <w:r>
        <w:t xml:space="preserve">, </w:t>
      </w:r>
      <w:r w:rsidR="00530790" w:rsidRPr="005D5566">
        <w:t>si je veux manger</w:t>
      </w:r>
      <w:r>
        <w:t xml:space="preserve"> ! </w:t>
      </w:r>
      <w:r w:rsidR="00530790" w:rsidRPr="005D5566">
        <w:t>Je porterai aussi le dîner des ouvriers à la fabrique</w:t>
      </w:r>
      <w:r>
        <w:t xml:space="preserve">… </w:t>
      </w:r>
      <w:r w:rsidR="00530790" w:rsidRPr="005D5566">
        <w:t>Je m</w:t>
      </w:r>
      <w:r>
        <w:t>’</w:t>
      </w:r>
      <w:r w:rsidR="00530790" w:rsidRPr="005D5566">
        <w:t>arrangerai</w:t>
      </w:r>
      <w:r>
        <w:t>…</w:t>
      </w:r>
    </w:p>
    <w:p w14:paraId="261F02E2" w14:textId="77777777" w:rsidR="001C0413" w:rsidRDefault="00530790" w:rsidP="001C0413">
      <w:r w:rsidRPr="005D5566">
        <w:t>Les mains serrées sur la poitrine</w:t>
      </w:r>
      <w:r w:rsidR="001C0413">
        <w:t xml:space="preserve">, </w:t>
      </w:r>
      <w:r w:rsidRPr="005D5566">
        <w:t>elle affirma à ses hôtes qu</w:t>
      </w:r>
      <w:r w:rsidR="001C0413">
        <w:t>’</w:t>
      </w:r>
      <w:r w:rsidRPr="005D5566">
        <w:t>elle saurait agir sans être découverte</w:t>
      </w:r>
      <w:r w:rsidR="001C0413">
        <w:t xml:space="preserve">, </w:t>
      </w:r>
      <w:r w:rsidRPr="005D5566">
        <w:t>et elle conclut avec une exclamation triomphante</w:t>
      </w:r>
      <w:r w:rsidR="001C0413">
        <w:t> :</w:t>
      </w:r>
    </w:p>
    <w:p w14:paraId="39D5AB5B" w14:textId="77777777" w:rsidR="001C0413" w:rsidRDefault="001C0413" w:rsidP="001C0413">
      <w:r>
        <w:t>— </w:t>
      </w:r>
      <w:r w:rsidR="00530790" w:rsidRPr="005D5566">
        <w:t>Ils verront que même lorsque Pavel Vlassov est en prison</w:t>
      </w:r>
      <w:r>
        <w:t xml:space="preserve">, </w:t>
      </w:r>
      <w:r w:rsidR="00530790" w:rsidRPr="005D5566">
        <w:t>sa main les atteint</w:t>
      </w:r>
      <w:r>
        <w:t xml:space="preserve">… </w:t>
      </w:r>
      <w:r w:rsidR="00530790" w:rsidRPr="005D5566">
        <w:t>ils verront</w:t>
      </w:r>
      <w:r>
        <w:t> !</w:t>
      </w:r>
    </w:p>
    <w:p w14:paraId="1CAC1596" w14:textId="77777777" w:rsidR="001C0413" w:rsidRDefault="00530790" w:rsidP="001C0413">
      <w:r w:rsidRPr="005D5566">
        <w:t>Tous les trois avaient repris courage</w:t>
      </w:r>
      <w:r w:rsidR="001C0413">
        <w:t xml:space="preserve">. </w:t>
      </w:r>
      <w:r w:rsidRPr="005D5566">
        <w:t>Iégor sourit en se frottant vigoureusement les mains et dit</w:t>
      </w:r>
      <w:r w:rsidR="001C0413">
        <w:t> :</w:t>
      </w:r>
    </w:p>
    <w:p w14:paraId="6B69D910" w14:textId="77777777" w:rsidR="001C0413" w:rsidRDefault="001C0413" w:rsidP="001C0413">
      <w:r>
        <w:t>— </w:t>
      </w:r>
      <w:r w:rsidR="00530790" w:rsidRPr="005D5566">
        <w:t>Bravo</w:t>
      </w:r>
      <w:r>
        <w:t xml:space="preserve">, </w:t>
      </w:r>
      <w:r w:rsidR="00530790" w:rsidRPr="005D5566">
        <w:t>grand-mère</w:t>
      </w:r>
      <w:r>
        <w:t xml:space="preserve"> ! </w:t>
      </w:r>
      <w:r w:rsidR="00530790" w:rsidRPr="005D5566">
        <w:t>Si vous saviez comme c</w:t>
      </w:r>
      <w:r>
        <w:t>’</w:t>
      </w:r>
      <w:r w:rsidR="00530790" w:rsidRPr="005D5566">
        <w:t>est bien</w:t>
      </w:r>
      <w:r>
        <w:t xml:space="preserve">, </w:t>
      </w:r>
      <w:r w:rsidR="00530790" w:rsidRPr="005D5566">
        <w:t>c</w:t>
      </w:r>
      <w:r>
        <w:t>’</w:t>
      </w:r>
      <w:r w:rsidR="00530790" w:rsidRPr="005D5566">
        <w:t>est tout bonnement ravissant</w:t>
      </w:r>
      <w:r>
        <w:t> !</w:t>
      </w:r>
    </w:p>
    <w:p w14:paraId="180EDD2D" w14:textId="77777777" w:rsidR="001C0413" w:rsidRDefault="001C0413" w:rsidP="001C0413">
      <w:r>
        <w:t>— </w:t>
      </w:r>
      <w:r w:rsidR="00530790" w:rsidRPr="005D5566">
        <w:t>Si vous réussissez</w:t>
      </w:r>
      <w:r>
        <w:t xml:space="preserve">, </w:t>
      </w:r>
      <w:r w:rsidR="00530790" w:rsidRPr="005D5566">
        <w:t>je serai aussi heureux en prison que si j</w:t>
      </w:r>
      <w:r>
        <w:t>’</w:t>
      </w:r>
      <w:r w:rsidR="00530790" w:rsidRPr="005D5566">
        <w:t>étais assis dans un fauteuil</w:t>
      </w:r>
      <w:r>
        <w:t xml:space="preserve"> ! </w:t>
      </w:r>
      <w:r w:rsidR="00530790" w:rsidRPr="005D5566">
        <w:t>déclara Samoïlov avec le même geste et en riant</w:t>
      </w:r>
      <w:r>
        <w:t>.</w:t>
      </w:r>
    </w:p>
    <w:p w14:paraId="14699BBB" w14:textId="77777777" w:rsidR="001C0413" w:rsidRDefault="001C0413" w:rsidP="001C0413">
      <w:r>
        <w:t>— </w:t>
      </w:r>
      <w:r w:rsidR="00530790" w:rsidRPr="005D5566">
        <w:t>Vous êtes un trésor</w:t>
      </w:r>
      <w:r>
        <w:t xml:space="preserve">, </w:t>
      </w:r>
      <w:r w:rsidR="00530790" w:rsidRPr="005D5566">
        <w:t>grand-mère</w:t>
      </w:r>
      <w:r>
        <w:t xml:space="preserve"> ! </w:t>
      </w:r>
      <w:r w:rsidR="00530790" w:rsidRPr="005D5566">
        <w:t>cria Iégor d</w:t>
      </w:r>
      <w:r>
        <w:t>’</w:t>
      </w:r>
      <w:r w:rsidR="00530790" w:rsidRPr="005D5566">
        <w:t>une voix rauque</w:t>
      </w:r>
      <w:r>
        <w:t>.</w:t>
      </w:r>
    </w:p>
    <w:p w14:paraId="2AA5B410" w14:textId="77777777" w:rsidR="001C0413" w:rsidRDefault="00530790" w:rsidP="001C0413">
      <w:r w:rsidRPr="005D5566">
        <w:t>Pélaguée sourit</w:t>
      </w:r>
      <w:r w:rsidR="001C0413">
        <w:t xml:space="preserve">. </w:t>
      </w:r>
      <w:r w:rsidRPr="005D5566">
        <w:t>C</w:t>
      </w:r>
      <w:r w:rsidR="001C0413">
        <w:t>’</w:t>
      </w:r>
      <w:r w:rsidRPr="005D5566">
        <w:t>était clair</w:t>
      </w:r>
      <w:r w:rsidR="001C0413">
        <w:t xml:space="preserve"> : </w:t>
      </w:r>
      <w:r w:rsidRPr="005D5566">
        <w:t xml:space="preserve">si elle parvenait </w:t>
      </w:r>
      <w:r w:rsidRPr="005D5566">
        <w:rPr>
          <w:bCs/>
        </w:rPr>
        <w:t xml:space="preserve">à </w:t>
      </w:r>
      <w:r w:rsidRPr="005D5566">
        <w:t>introduire des brochures à la fabrique</w:t>
      </w:r>
      <w:r w:rsidR="001C0413">
        <w:t xml:space="preserve">, </w:t>
      </w:r>
      <w:r w:rsidRPr="005D5566">
        <w:t>on comprendrait que ce n</w:t>
      </w:r>
      <w:r w:rsidR="001C0413">
        <w:t>’</w:t>
      </w:r>
      <w:r w:rsidRPr="005D5566">
        <w:t>était pas Pavel qui les distribuait</w:t>
      </w:r>
      <w:r w:rsidR="001C0413">
        <w:t xml:space="preserve">. </w:t>
      </w:r>
      <w:r w:rsidRPr="005D5566">
        <w:t>Et</w:t>
      </w:r>
      <w:r w:rsidR="001C0413">
        <w:t xml:space="preserve">, </w:t>
      </w:r>
      <w:r w:rsidRPr="005D5566">
        <w:t>se sentant capable d</w:t>
      </w:r>
      <w:r w:rsidR="001C0413">
        <w:t>’</w:t>
      </w:r>
      <w:r w:rsidRPr="005D5566">
        <w:t>accomplir sa tâche</w:t>
      </w:r>
      <w:r w:rsidR="001C0413">
        <w:t xml:space="preserve">, </w:t>
      </w:r>
      <w:r w:rsidRPr="005D5566">
        <w:t>la mère était toute frémissante de joie</w:t>
      </w:r>
      <w:r w:rsidR="001C0413">
        <w:t>.</w:t>
      </w:r>
    </w:p>
    <w:p w14:paraId="50C03292" w14:textId="77777777" w:rsidR="001C0413" w:rsidRDefault="001C0413" w:rsidP="001C0413">
      <w:r>
        <w:t>— </w:t>
      </w:r>
      <w:r w:rsidR="00530790" w:rsidRPr="005D5566">
        <w:t xml:space="preserve">Quand vous irez faire une visite </w:t>
      </w:r>
      <w:r w:rsidR="00530790" w:rsidRPr="005D5566">
        <w:rPr>
          <w:bCs/>
        </w:rPr>
        <w:t xml:space="preserve">à </w:t>
      </w:r>
      <w:r w:rsidR="00530790" w:rsidRPr="005D5566">
        <w:t>Pavel</w:t>
      </w:r>
      <w:r>
        <w:t xml:space="preserve">, </w:t>
      </w:r>
      <w:r w:rsidR="00530790" w:rsidRPr="005D5566">
        <w:t>dites-lui qu</w:t>
      </w:r>
      <w:r>
        <w:t>’</w:t>
      </w:r>
      <w:r w:rsidR="00530790" w:rsidRPr="005D5566">
        <w:t>il a une bonne mère</w:t>
      </w:r>
      <w:r>
        <w:t xml:space="preserve"> ! </w:t>
      </w:r>
      <w:r w:rsidR="00530790" w:rsidRPr="005D5566">
        <w:t>reprit Iégor</w:t>
      </w:r>
      <w:r>
        <w:t>.</w:t>
      </w:r>
    </w:p>
    <w:p w14:paraId="3C1910CB" w14:textId="77777777" w:rsidR="001C0413" w:rsidRDefault="001C0413" w:rsidP="001C0413">
      <w:r>
        <w:lastRenderedPageBreak/>
        <w:t>— </w:t>
      </w:r>
      <w:r w:rsidR="00530790" w:rsidRPr="005D5566">
        <w:t>Je le verrai avant le jour des visites</w:t>
      </w:r>
      <w:r>
        <w:t xml:space="preserve"> ! </w:t>
      </w:r>
      <w:r w:rsidR="00530790" w:rsidRPr="005D5566">
        <w:t>promit Samoïlov en riant</w:t>
      </w:r>
      <w:r>
        <w:t>.</w:t>
      </w:r>
    </w:p>
    <w:p w14:paraId="062F71D3" w14:textId="77777777" w:rsidR="001C0413" w:rsidRDefault="001C0413" w:rsidP="001C0413">
      <w:r>
        <w:t>— </w:t>
      </w:r>
      <w:r w:rsidR="00530790" w:rsidRPr="005D5566">
        <w:t>Dites-lui bien que je ferai tout ce qu</w:t>
      </w:r>
      <w:r>
        <w:t>’</w:t>
      </w:r>
      <w:r w:rsidR="00530790" w:rsidRPr="005D5566">
        <w:t>il faudra faire</w:t>
      </w:r>
      <w:r>
        <w:t xml:space="preserve">. </w:t>
      </w:r>
      <w:r w:rsidR="00530790" w:rsidRPr="005D5566">
        <w:t>Qu</w:t>
      </w:r>
      <w:r>
        <w:t>’</w:t>
      </w:r>
      <w:r w:rsidR="00530790" w:rsidRPr="005D5566">
        <w:t>il le sache bien</w:t>
      </w:r>
      <w:r>
        <w:t> !</w:t>
      </w:r>
    </w:p>
    <w:p w14:paraId="3E2F903B" w14:textId="77777777" w:rsidR="001C0413" w:rsidRDefault="001C0413" w:rsidP="001C0413">
      <w:r>
        <w:t>— </w:t>
      </w:r>
      <w:r w:rsidR="00530790" w:rsidRPr="005D5566">
        <w:t>Et si on ne l</w:t>
      </w:r>
      <w:r>
        <w:t>’</w:t>
      </w:r>
      <w:r w:rsidR="00530790" w:rsidRPr="005D5566">
        <w:t>arrête pas</w:t>
      </w:r>
      <w:r>
        <w:t xml:space="preserve"> ? </w:t>
      </w:r>
      <w:r w:rsidR="00530790" w:rsidRPr="005D5566">
        <w:t>demanda Iégor en désignant Samoïlov</w:t>
      </w:r>
      <w:r>
        <w:t>.</w:t>
      </w:r>
    </w:p>
    <w:p w14:paraId="0A8AB03E" w14:textId="77777777" w:rsidR="001C0413" w:rsidRDefault="001C0413" w:rsidP="001C0413">
      <w:r>
        <w:t>— </w:t>
      </w:r>
      <w:r w:rsidR="00530790" w:rsidRPr="005D5566">
        <w:t>Alors que faire</w:t>
      </w:r>
      <w:r>
        <w:t xml:space="preserve"> ? </w:t>
      </w:r>
      <w:r w:rsidR="00530790" w:rsidRPr="005D5566">
        <w:t>Il faut se résigner</w:t>
      </w:r>
      <w:r>
        <w:t> !</w:t>
      </w:r>
    </w:p>
    <w:p w14:paraId="3304EB7B" w14:textId="77777777" w:rsidR="001C0413" w:rsidRDefault="00530790" w:rsidP="001C0413">
      <w:r w:rsidRPr="005D5566">
        <w:t>Tous se mirent à rire</w:t>
      </w:r>
      <w:r w:rsidR="001C0413">
        <w:t xml:space="preserve">. </w:t>
      </w:r>
      <w:r w:rsidRPr="005D5566">
        <w:t>Quand elle eut compris sa bévue</w:t>
      </w:r>
      <w:r w:rsidR="001C0413">
        <w:t xml:space="preserve">, </w:t>
      </w:r>
      <w:r w:rsidRPr="005D5566">
        <w:t>elle fut aussi égayée</w:t>
      </w:r>
      <w:r w:rsidR="001C0413">
        <w:t xml:space="preserve">, </w:t>
      </w:r>
      <w:r w:rsidRPr="005D5566">
        <w:t>mais un peu gênée</w:t>
      </w:r>
      <w:r w:rsidR="001C0413">
        <w:t>.</w:t>
      </w:r>
    </w:p>
    <w:p w14:paraId="1D112DCE" w14:textId="77777777" w:rsidR="001C0413" w:rsidRDefault="001C0413" w:rsidP="001C0413">
      <w:r>
        <w:t>— </w:t>
      </w:r>
      <w:r w:rsidR="00530790" w:rsidRPr="005D5566">
        <w:t>Quand on regarde les siens</w:t>
      </w:r>
      <w:r>
        <w:t xml:space="preserve">, </w:t>
      </w:r>
      <w:r w:rsidR="00530790" w:rsidRPr="005D5566">
        <w:t>on voit mal les autres qui sont derrière</w:t>
      </w:r>
      <w:r>
        <w:t xml:space="preserve">, </w:t>
      </w:r>
      <w:r w:rsidR="00530790" w:rsidRPr="005D5566">
        <w:t>dit-elle en baissant les yeux</w:t>
      </w:r>
      <w:r>
        <w:t>.</w:t>
      </w:r>
    </w:p>
    <w:p w14:paraId="08E0449D" w14:textId="77777777" w:rsidR="001C0413" w:rsidRDefault="001C0413" w:rsidP="001C0413">
      <w:r>
        <w:t>— </w:t>
      </w:r>
      <w:r w:rsidR="00530790" w:rsidRPr="005D5566">
        <w:t>C</w:t>
      </w:r>
      <w:r>
        <w:t>’</w:t>
      </w:r>
      <w:r w:rsidR="00530790" w:rsidRPr="005D5566">
        <w:t>est naturel</w:t>
      </w:r>
      <w:r>
        <w:t xml:space="preserve"> ! </w:t>
      </w:r>
      <w:r w:rsidR="00530790" w:rsidRPr="005D5566">
        <w:t>s</w:t>
      </w:r>
      <w:r>
        <w:t>’</w:t>
      </w:r>
      <w:r w:rsidR="00530790" w:rsidRPr="005D5566">
        <w:t>écria Iégor</w:t>
      </w:r>
      <w:r>
        <w:t xml:space="preserve">. </w:t>
      </w:r>
      <w:r w:rsidR="00530790" w:rsidRPr="005D5566">
        <w:t>À propos de Pavel</w:t>
      </w:r>
      <w:r>
        <w:t xml:space="preserve">, </w:t>
      </w:r>
      <w:r w:rsidR="00530790" w:rsidRPr="005D5566">
        <w:t>ne vous inquiétez pas à son sujet et ne vous attristez pas</w:t>
      </w:r>
      <w:r>
        <w:t xml:space="preserve">. </w:t>
      </w:r>
      <w:r w:rsidR="00530790" w:rsidRPr="005D5566">
        <w:t>Il sortira de prison encore meilleur qu</w:t>
      </w:r>
      <w:r>
        <w:t>’</w:t>
      </w:r>
      <w:r w:rsidR="00530790" w:rsidRPr="005D5566">
        <w:t>auparavant</w:t>
      </w:r>
      <w:r>
        <w:t xml:space="preserve">. </w:t>
      </w:r>
      <w:r w:rsidR="00530790" w:rsidRPr="005D5566">
        <w:t>On s</w:t>
      </w:r>
      <w:r>
        <w:t>’</w:t>
      </w:r>
      <w:r w:rsidR="00530790" w:rsidRPr="005D5566">
        <w:t>y repose</w:t>
      </w:r>
      <w:r>
        <w:t xml:space="preserve">, </w:t>
      </w:r>
      <w:r w:rsidR="00530790" w:rsidRPr="005D5566">
        <w:t>on s</w:t>
      </w:r>
      <w:r>
        <w:t>’</w:t>
      </w:r>
      <w:r w:rsidR="00530790" w:rsidRPr="005D5566">
        <w:t>y instruit</w:t>
      </w:r>
      <w:r>
        <w:t xml:space="preserve">, </w:t>
      </w:r>
      <w:r w:rsidR="00530790" w:rsidRPr="005D5566">
        <w:t>ce que nous n</w:t>
      </w:r>
      <w:r>
        <w:t>’</w:t>
      </w:r>
      <w:r w:rsidR="00530790" w:rsidRPr="005D5566">
        <w:t>avons pas le temps de faire quand nous sommes en liberté</w:t>
      </w:r>
      <w:r>
        <w:t xml:space="preserve">, </w:t>
      </w:r>
      <w:r w:rsidR="00530790" w:rsidRPr="005D5566">
        <w:t>nous autres</w:t>
      </w:r>
      <w:r>
        <w:t xml:space="preserve">. </w:t>
      </w:r>
      <w:r w:rsidR="00530790" w:rsidRPr="005D5566">
        <w:t>J</w:t>
      </w:r>
      <w:r>
        <w:t>’</w:t>
      </w:r>
      <w:r w:rsidR="00530790" w:rsidRPr="005D5566">
        <w:t>ai été en prison trois fois</w:t>
      </w:r>
      <w:r>
        <w:t xml:space="preserve">, </w:t>
      </w:r>
      <w:r w:rsidR="00530790" w:rsidRPr="005D5566">
        <w:t>sans grand plaisir</w:t>
      </w:r>
      <w:r>
        <w:t xml:space="preserve">, </w:t>
      </w:r>
      <w:r w:rsidR="00530790" w:rsidRPr="005D5566">
        <w:t>mais mon cœur et ma raison en ont chaque fois profité</w:t>
      </w:r>
      <w:r>
        <w:t>…</w:t>
      </w:r>
    </w:p>
    <w:p w14:paraId="1D31F4A5" w14:textId="77777777" w:rsidR="001C0413" w:rsidRDefault="001C0413" w:rsidP="001C0413">
      <w:r>
        <w:t>— </w:t>
      </w:r>
      <w:r w:rsidR="00530790" w:rsidRPr="005D5566">
        <w:t xml:space="preserve">Vous avez de la peine </w:t>
      </w:r>
      <w:r w:rsidR="00530790" w:rsidRPr="005D5566">
        <w:rPr>
          <w:bCs/>
        </w:rPr>
        <w:t xml:space="preserve">à </w:t>
      </w:r>
      <w:r w:rsidR="00530790" w:rsidRPr="005D5566">
        <w:t>respirer</w:t>
      </w:r>
      <w:r>
        <w:t xml:space="preserve">, </w:t>
      </w:r>
      <w:r w:rsidR="00530790" w:rsidRPr="005D5566">
        <w:t>dit-elle en le regardant affectueusement</w:t>
      </w:r>
      <w:r>
        <w:t>.</w:t>
      </w:r>
    </w:p>
    <w:p w14:paraId="61C9AA50" w14:textId="77777777" w:rsidR="001C0413" w:rsidRDefault="001C0413" w:rsidP="001C0413">
      <w:r>
        <w:t>— </w:t>
      </w:r>
      <w:r w:rsidR="00530790" w:rsidRPr="005D5566">
        <w:t>Il y a pour cela des raisons spéciales</w:t>
      </w:r>
      <w:r>
        <w:t xml:space="preserve"> ! </w:t>
      </w:r>
      <w:r w:rsidR="00530790" w:rsidRPr="005D5566">
        <w:t>répliqua-t-il en levant un doigt en l</w:t>
      </w:r>
      <w:r>
        <w:t>’</w:t>
      </w:r>
      <w:r w:rsidR="00530790" w:rsidRPr="005D5566">
        <w:t>air</w:t>
      </w:r>
      <w:r>
        <w:t>.</w:t>
      </w:r>
    </w:p>
    <w:p w14:paraId="26E7F884" w14:textId="77777777" w:rsidR="001C0413" w:rsidRDefault="001C0413" w:rsidP="001C0413">
      <w:r>
        <w:t>— </w:t>
      </w:r>
      <w:r w:rsidR="00530790" w:rsidRPr="005D5566">
        <w:t>Ainsi donc</w:t>
      </w:r>
      <w:r>
        <w:t xml:space="preserve">, </w:t>
      </w:r>
      <w:r w:rsidR="00530790" w:rsidRPr="005D5566">
        <w:t>c</w:t>
      </w:r>
      <w:r>
        <w:t>’</w:t>
      </w:r>
      <w:r w:rsidR="00530790" w:rsidRPr="005D5566">
        <w:t>est entendu</w:t>
      </w:r>
      <w:r>
        <w:t xml:space="preserve">, </w:t>
      </w:r>
      <w:r w:rsidR="00530790" w:rsidRPr="005D5566">
        <w:t>grand-mère</w:t>
      </w:r>
      <w:r>
        <w:t xml:space="preserve">… </w:t>
      </w:r>
      <w:r w:rsidR="00530790" w:rsidRPr="005D5566">
        <w:t>Demain nous vous apporterons les choses en question</w:t>
      </w:r>
      <w:r>
        <w:t xml:space="preserve">… </w:t>
      </w:r>
      <w:r w:rsidR="00530790" w:rsidRPr="005D5566">
        <w:t>et de nouveau la roue qui anéantit les ténèbres séculaires se mettra en mouvement</w:t>
      </w:r>
      <w:r>
        <w:t xml:space="preserve">. </w:t>
      </w:r>
      <w:r w:rsidR="00530790" w:rsidRPr="005D5566">
        <w:t>Vive</w:t>
      </w:r>
      <w:r>
        <w:t xml:space="preserve">, </w:t>
      </w:r>
      <w:r w:rsidR="00530790" w:rsidRPr="005D5566">
        <w:t>la parole libre</w:t>
      </w:r>
      <w:r>
        <w:t xml:space="preserve">, </w:t>
      </w:r>
      <w:r w:rsidR="00530790" w:rsidRPr="005D5566">
        <w:t>grand-mère</w:t>
      </w:r>
      <w:r>
        <w:t xml:space="preserve">, </w:t>
      </w:r>
      <w:r w:rsidR="00530790" w:rsidRPr="005D5566">
        <w:t>et vive le cœur maternel</w:t>
      </w:r>
      <w:r>
        <w:t xml:space="preserve"> ! </w:t>
      </w:r>
      <w:r w:rsidR="00530790" w:rsidRPr="005D5566">
        <w:t>En attendant</w:t>
      </w:r>
      <w:r>
        <w:t xml:space="preserve">, </w:t>
      </w:r>
      <w:r w:rsidR="00530790" w:rsidRPr="005D5566">
        <w:t>au revoir</w:t>
      </w:r>
      <w:r>
        <w:t> !</w:t>
      </w:r>
    </w:p>
    <w:p w14:paraId="237EB9EC" w14:textId="77777777" w:rsidR="001C0413" w:rsidRDefault="001C0413" w:rsidP="001C0413">
      <w:r>
        <w:lastRenderedPageBreak/>
        <w:t>— </w:t>
      </w:r>
      <w:r w:rsidR="00530790" w:rsidRPr="005D5566">
        <w:t>Au revoir</w:t>
      </w:r>
      <w:r>
        <w:t xml:space="preserve"> ! </w:t>
      </w:r>
      <w:r w:rsidR="00530790" w:rsidRPr="005D5566">
        <w:t>dit Samoïlov</w:t>
      </w:r>
      <w:r>
        <w:t xml:space="preserve">, </w:t>
      </w:r>
      <w:r w:rsidR="00530790" w:rsidRPr="005D5566">
        <w:t>en serrant avec force la main de Pélaguée</w:t>
      </w:r>
      <w:r>
        <w:t xml:space="preserve">. </w:t>
      </w:r>
      <w:r w:rsidR="00530790" w:rsidRPr="005D5566">
        <w:t>Moi</w:t>
      </w:r>
      <w:r>
        <w:t xml:space="preserve">, </w:t>
      </w:r>
      <w:r w:rsidR="00530790" w:rsidRPr="005D5566">
        <w:t xml:space="preserve">je </w:t>
      </w:r>
      <w:r w:rsidR="00530790" w:rsidRPr="005D5566">
        <w:rPr>
          <w:bCs/>
        </w:rPr>
        <w:t xml:space="preserve">ne </w:t>
      </w:r>
      <w:r w:rsidR="00530790" w:rsidRPr="005D5566">
        <w:t xml:space="preserve">peux pas souffler mot </w:t>
      </w:r>
      <w:r w:rsidR="00530790" w:rsidRPr="005D5566">
        <w:rPr>
          <w:bCs/>
        </w:rPr>
        <w:t xml:space="preserve">de </w:t>
      </w:r>
      <w:r w:rsidR="00530790" w:rsidRPr="005D5566">
        <w:t>tout cela à ma mère</w:t>
      </w:r>
      <w:r>
        <w:t>.</w:t>
      </w:r>
    </w:p>
    <w:p w14:paraId="136748CF" w14:textId="77777777" w:rsidR="001C0413" w:rsidRDefault="001C0413" w:rsidP="001C0413">
      <w:r>
        <w:t>— </w:t>
      </w:r>
      <w:r w:rsidR="00530790" w:rsidRPr="005D5566">
        <w:t>Tout le monde finira par comprendre</w:t>
      </w:r>
      <w:r>
        <w:t xml:space="preserve"> ! </w:t>
      </w:r>
      <w:r w:rsidR="00530790" w:rsidRPr="005D5566">
        <w:t>dit</w:t>
      </w:r>
      <w:r w:rsidR="00530790" w:rsidRPr="005D5566">
        <w:rPr>
          <w:bCs/>
        </w:rPr>
        <w:t>-elle</w:t>
      </w:r>
      <w:r>
        <w:rPr>
          <w:bCs/>
        </w:rPr>
        <w:t xml:space="preserve">, </w:t>
      </w:r>
      <w:r w:rsidR="00530790" w:rsidRPr="005D5566">
        <w:t>pour lui être agréable</w:t>
      </w:r>
      <w:r>
        <w:t xml:space="preserve">, </w:t>
      </w:r>
      <w:r w:rsidR="00530790" w:rsidRPr="005D5566">
        <w:t>tout le monde</w:t>
      </w:r>
      <w:r>
        <w:t> !</w:t>
      </w:r>
    </w:p>
    <w:p w14:paraId="2B58E15E" w14:textId="77777777" w:rsidR="001C0413" w:rsidRDefault="00530790" w:rsidP="001C0413">
      <w:r w:rsidRPr="005D5566">
        <w:t>Lorsqu</w:t>
      </w:r>
      <w:r w:rsidR="001C0413">
        <w:t>’</w:t>
      </w:r>
      <w:r w:rsidRPr="005D5566">
        <w:t>ils furent partis</w:t>
      </w:r>
      <w:r w:rsidR="001C0413">
        <w:t xml:space="preserve">, </w:t>
      </w:r>
      <w:r w:rsidRPr="005D5566">
        <w:t>elle ferma la porte et</w:t>
      </w:r>
      <w:r w:rsidR="001C0413">
        <w:t xml:space="preserve">, </w:t>
      </w:r>
      <w:r w:rsidRPr="005D5566">
        <w:t>s</w:t>
      </w:r>
      <w:r w:rsidR="001C0413">
        <w:t>’</w:t>
      </w:r>
      <w:r w:rsidRPr="005D5566">
        <w:t>agenouillant au milieu de la chambre</w:t>
      </w:r>
      <w:r w:rsidR="001C0413">
        <w:t xml:space="preserve">, </w:t>
      </w:r>
      <w:r w:rsidRPr="005D5566">
        <w:t xml:space="preserve">se mit </w:t>
      </w:r>
      <w:r w:rsidRPr="005D5566">
        <w:rPr>
          <w:bCs/>
        </w:rPr>
        <w:t xml:space="preserve">à </w:t>
      </w:r>
      <w:r w:rsidRPr="005D5566">
        <w:t>prier sous le bruit de la pluie</w:t>
      </w:r>
      <w:r w:rsidR="001C0413">
        <w:t xml:space="preserve">. </w:t>
      </w:r>
      <w:r w:rsidRPr="005D5566">
        <w:t>Elle pria sans prononcer de paroles</w:t>
      </w:r>
      <w:r w:rsidR="001C0413">
        <w:t xml:space="preserve"> ; </w:t>
      </w:r>
      <w:r w:rsidRPr="005D5566">
        <w:t>ce fut comme une seule grande pensée</w:t>
      </w:r>
      <w:r w:rsidR="001C0413">
        <w:t xml:space="preserve"> ; </w:t>
      </w:r>
      <w:r w:rsidRPr="005D5566">
        <w:t>elle pria pour tous ceux que Pavel avait introduits dans leur vie</w:t>
      </w:r>
      <w:r w:rsidR="001C0413">
        <w:t xml:space="preserve">. </w:t>
      </w:r>
      <w:r w:rsidRPr="005D5566">
        <w:t>Elle les voyait passer entre elle et les images saintes</w:t>
      </w:r>
      <w:r w:rsidR="001C0413">
        <w:t xml:space="preserve">, </w:t>
      </w:r>
      <w:r w:rsidRPr="005D5566">
        <w:t>et ils étaient si simples</w:t>
      </w:r>
      <w:r w:rsidR="001C0413">
        <w:t xml:space="preserve">, </w:t>
      </w:r>
      <w:r w:rsidRPr="005D5566">
        <w:t>si étrangement proches l</w:t>
      </w:r>
      <w:r w:rsidR="001C0413">
        <w:t>’</w:t>
      </w:r>
      <w:r w:rsidRPr="005D5566">
        <w:t>un de l</w:t>
      </w:r>
      <w:r w:rsidR="001C0413">
        <w:t>’</w:t>
      </w:r>
      <w:r w:rsidRPr="005D5566">
        <w:t>autre</w:t>
      </w:r>
      <w:r w:rsidR="001C0413">
        <w:t xml:space="preserve">, </w:t>
      </w:r>
      <w:r w:rsidRPr="005D5566">
        <w:t>et si isolés dans la vie</w:t>
      </w:r>
      <w:r w:rsidR="001C0413">
        <w:t>.</w:t>
      </w:r>
    </w:p>
    <w:p w14:paraId="75A0E284" w14:textId="77777777" w:rsidR="001C0413" w:rsidRDefault="00530790" w:rsidP="001C0413">
      <w:r w:rsidRPr="005D5566">
        <w:t>De bonne heure</w:t>
      </w:r>
      <w:r w:rsidR="001C0413">
        <w:t xml:space="preserve">, </w:t>
      </w:r>
      <w:r w:rsidRPr="005D5566">
        <w:t>elle se rendit chez Maria Korsounova</w:t>
      </w:r>
      <w:r w:rsidR="001C0413">
        <w:t>.</w:t>
      </w:r>
    </w:p>
    <w:p w14:paraId="11D7414D" w14:textId="77777777" w:rsidR="001C0413" w:rsidRDefault="00530790" w:rsidP="001C0413">
      <w:r w:rsidRPr="005D5566">
        <w:t>La bruyante marchande</w:t>
      </w:r>
      <w:r w:rsidR="001C0413">
        <w:t xml:space="preserve">, </w:t>
      </w:r>
      <w:r w:rsidRPr="005D5566">
        <w:t>sa robe couverte de graisse comme toujours</w:t>
      </w:r>
      <w:r w:rsidR="001C0413">
        <w:t xml:space="preserve">, </w:t>
      </w:r>
      <w:r w:rsidRPr="005D5566">
        <w:rPr>
          <w:bCs/>
        </w:rPr>
        <w:t>l</w:t>
      </w:r>
      <w:r w:rsidR="001C0413">
        <w:t>’</w:t>
      </w:r>
      <w:r w:rsidRPr="005D5566">
        <w:t>accueillit avec compassion</w:t>
      </w:r>
      <w:r w:rsidR="001C0413">
        <w:t>.</w:t>
      </w:r>
    </w:p>
    <w:p w14:paraId="79A58C2D" w14:textId="77777777" w:rsidR="001C0413" w:rsidRDefault="001C0413" w:rsidP="001C0413">
      <w:r>
        <w:t>— </w:t>
      </w:r>
      <w:r w:rsidR="00530790" w:rsidRPr="005D5566">
        <w:t>Tu t</w:t>
      </w:r>
      <w:r>
        <w:t>’</w:t>
      </w:r>
      <w:r w:rsidR="00530790" w:rsidRPr="005D5566">
        <w:t>ennuies</w:t>
      </w:r>
      <w:r>
        <w:t xml:space="preserve"> ! </w:t>
      </w:r>
      <w:r w:rsidR="00530790" w:rsidRPr="005D5566">
        <w:t>demanda-t-elle en frappant de la main sur l</w:t>
      </w:r>
      <w:r>
        <w:t>’</w:t>
      </w:r>
      <w:r w:rsidR="00530790" w:rsidRPr="005D5566">
        <w:t>épaule de Pélaguée</w:t>
      </w:r>
      <w:r>
        <w:t xml:space="preserve">. </w:t>
      </w:r>
      <w:r w:rsidR="00530790" w:rsidRPr="005D5566">
        <w:t>Console-toi</w:t>
      </w:r>
      <w:r>
        <w:t xml:space="preserve"> ! </w:t>
      </w:r>
      <w:r w:rsidR="00530790" w:rsidRPr="005D5566">
        <w:t>On l</w:t>
      </w:r>
      <w:r>
        <w:t>’</w:t>
      </w:r>
      <w:r w:rsidR="00530790" w:rsidRPr="005D5566">
        <w:t>a pris</w:t>
      </w:r>
      <w:r>
        <w:t xml:space="preserve">, </w:t>
      </w:r>
      <w:r w:rsidR="00530790" w:rsidRPr="005D5566">
        <w:t>on l</w:t>
      </w:r>
      <w:r>
        <w:t>’</w:t>
      </w:r>
      <w:r w:rsidR="00530790" w:rsidRPr="005D5566">
        <w:t>a emmené</w:t>
      </w:r>
      <w:r>
        <w:t xml:space="preserve">, </w:t>
      </w:r>
      <w:r w:rsidR="00530790" w:rsidRPr="005D5566">
        <w:t>la belle affaire</w:t>
      </w:r>
      <w:r>
        <w:t xml:space="preserve"> ! </w:t>
      </w:r>
      <w:r w:rsidR="00530790" w:rsidRPr="005D5566">
        <w:t>Il n</w:t>
      </w:r>
      <w:r>
        <w:t>’</w:t>
      </w:r>
      <w:r w:rsidR="00530790" w:rsidRPr="005D5566">
        <w:t xml:space="preserve">y a pas de mal </w:t>
      </w:r>
      <w:r w:rsidR="00530790" w:rsidRPr="005D5566">
        <w:rPr>
          <w:bCs/>
        </w:rPr>
        <w:t xml:space="preserve">à </w:t>
      </w:r>
      <w:r w:rsidR="00530790" w:rsidRPr="005D5566">
        <w:t>cela</w:t>
      </w:r>
      <w:r>
        <w:t xml:space="preserve"> ! </w:t>
      </w:r>
      <w:r w:rsidR="00530790" w:rsidRPr="005D5566">
        <w:t>Autrefois</w:t>
      </w:r>
      <w:r>
        <w:t xml:space="preserve">, </w:t>
      </w:r>
      <w:r w:rsidR="00530790" w:rsidRPr="005D5566">
        <w:t>on mettait les gens en prison quand ils avaient volé</w:t>
      </w:r>
      <w:r>
        <w:t xml:space="preserve"> ; </w:t>
      </w:r>
      <w:r w:rsidR="00530790" w:rsidRPr="005D5566">
        <w:t>maintenant on les enferme parce qu</w:t>
      </w:r>
      <w:r>
        <w:t>’</w:t>
      </w:r>
      <w:r w:rsidR="00530790" w:rsidRPr="005D5566">
        <w:t>ils disent la vérité</w:t>
      </w:r>
      <w:r>
        <w:t xml:space="preserve">. </w:t>
      </w:r>
      <w:r w:rsidR="00530790" w:rsidRPr="005D5566">
        <w:t>Pavel a peut-être dit des choses qu</w:t>
      </w:r>
      <w:r>
        <w:t>’</w:t>
      </w:r>
      <w:r w:rsidR="00530790" w:rsidRPr="005D5566">
        <w:t>il ne fallait pas dire</w:t>
      </w:r>
      <w:r>
        <w:t xml:space="preserve">, </w:t>
      </w:r>
      <w:r w:rsidR="00530790" w:rsidRPr="005D5566">
        <w:t>mais c</w:t>
      </w:r>
      <w:r>
        <w:t>’</w:t>
      </w:r>
      <w:r w:rsidR="00530790" w:rsidRPr="005D5566">
        <w:t>était pour défendre les camarades</w:t>
      </w:r>
      <w:r>
        <w:t xml:space="preserve">, </w:t>
      </w:r>
      <w:r w:rsidR="00530790" w:rsidRPr="005D5566">
        <w:t>et cela</w:t>
      </w:r>
      <w:r>
        <w:t xml:space="preserve">, </w:t>
      </w:r>
      <w:r w:rsidR="00530790" w:rsidRPr="005D5566">
        <w:t>tout le monde le comprend</w:t>
      </w:r>
      <w:r>
        <w:t xml:space="preserve">, </w:t>
      </w:r>
      <w:r w:rsidR="00530790" w:rsidRPr="005D5566">
        <w:t>n</w:t>
      </w:r>
      <w:r>
        <w:t>’</w:t>
      </w:r>
      <w:r w:rsidR="00530790" w:rsidRPr="005D5566">
        <w:t>aie pas peur</w:t>
      </w:r>
      <w:r>
        <w:t xml:space="preserve">… </w:t>
      </w:r>
      <w:r w:rsidR="00530790" w:rsidRPr="005D5566">
        <w:t>On sait bien que c</w:t>
      </w:r>
      <w:r>
        <w:t>’</w:t>
      </w:r>
      <w:r w:rsidR="00530790" w:rsidRPr="005D5566">
        <w:t>est un brave garçon</w:t>
      </w:r>
      <w:r>
        <w:t xml:space="preserve">, </w:t>
      </w:r>
      <w:r w:rsidR="00530790" w:rsidRPr="005D5566">
        <w:t>même si on ne le dit pas</w:t>
      </w:r>
      <w:r>
        <w:t xml:space="preserve">… </w:t>
      </w:r>
      <w:r w:rsidR="00530790" w:rsidRPr="005D5566">
        <w:t>Je voulais aller chez toi</w:t>
      </w:r>
      <w:r>
        <w:t xml:space="preserve">, </w:t>
      </w:r>
      <w:r w:rsidR="00530790" w:rsidRPr="005D5566">
        <w:t>mais je n</w:t>
      </w:r>
      <w:r>
        <w:t>’</w:t>
      </w:r>
      <w:r w:rsidR="00530790" w:rsidRPr="005D5566">
        <w:t>ai pas eu le temps</w:t>
      </w:r>
      <w:r>
        <w:t xml:space="preserve">… </w:t>
      </w:r>
      <w:r w:rsidR="00530790" w:rsidRPr="005D5566">
        <w:t>Je cuisine sans cesse</w:t>
      </w:r>
      <w:r>
        <w:t xml:space="preserve">, </w:t>
      </w:r>
      <w:r w:rsidR="00530790" w:rsidRPr="005D5566">
        <w:t>j</w:t>
      </w:r>
      <w:r>
        <w:t>’</w:t>
      </w:r>
      <w:r w:rsidR="00530790" w:rsidRPr="005D5566">
        <w:t>écoule ma marchandise</w:t>
      </w:r>
      <w:r>
        <w:t xml:space="preserve">, </w:t>
      </w:r>
      <w:r w:rsidR="00530790" w:rsidRPr="005D5566">
        <w:t>et pourtant je suis sûre de mourir pauvre</w:t>
      </w:r>
      <w:r>
        <w:t xml:space="preserve">. </w:t>
      </w:r>
      <w:r w:rsidR="00530790" w:rsidRPr="005D5566">
        <w:t>Ce sont les amants qui me ruinent</w:t>
      </w:r>
      <w:r>
        <w:t xml:space="preserve">, </w:t>
      </w:r>
      <w:r w:rsidR="00530790" w:rsidRPr="005D5566">
        <w:t>les sacripants</w:t>
      </w:r>
      <w:r>
        <w:t xml:space="preserve"> ! </w:t>
      </w:r>
      <w:r w:rsidR="00530790" w:rsidRPr="005D5566">
        <w:t>Ils avalent</w:t>
      </w:r>
      <w:r>
        <w:t xml:space="preserve">, </w:t>
      </w:r>
      <w:r w:rsidR="00530790" w:rsidRPr="005D5566">
        <w:t>avalent</w:t>
      </w:r>
      <w:r>
        <w:t xml:space="preserve">, </w:t>
      </w:r>
      <w:r w:rsidR="00530790" w:rsidRPr="005D5566">
        <w:t>on dirait des blattes qui engloutissent un pain</w:t>
      </w:r>
      <w:r>
        <w:t xml:space="preserve">… </w:t>
      </w:r>
      <w:r w:rsidR="00530790" w:rsidRPr="005D5566">
        <w:t>Dès que j</w:t>
      </w:r>
      <w:r>
        <w:t>’</w:t>
      </w:r>
      <w:r w:rsidR="00530790" w:rsidRPr="005D5566">
        <w:t>ai une dizaine de roubles</w:t>
      </w:r>
      <w:r>
        <w:t xml:space="preserve">, </w:t>
      </w:r>
      <w:r w:rsidR="00530790" w:rsidRPr="005D5566">
        <w:t>voilà qu</w:t>
      </w:r>
      <w:r>
        <w:t>’</w:t>
      </w:r>
      <w:r w:rsidR="00530790" w:rsidRPr="005D5566">
        <w:t>un de ces hérétiques arrive et me les vole</w:t>
      </w:r>
      <w:r>
        <w:t xml:space="preserve">… </w:t>
      </w:r>
      <w:r w:rsidR="00530790" w:rsidRPr="005D5566">
        <w:t>Oui</w:t>
      </w:r>
      <w:r>
        <w:t xml:space="preserve"> ! </w:t>
      </w:r>
      <w:r w:rsidR="00530790" w:rsidRPr="005D5566">
        <w:t>C</w:t>
      </w:r>
      <w:r>
        <w:t>’</w:t>
      </w:r>
      <w:r w:rsidR="00530790" w:rsidRPr="005D5566">
        <w:t>est une mauvaise affaire que d</w:t>
      </w:r>
      <w:r>
        <w:t>’</w:t>
      </w:r>
      <w:r w:rsidR="00530790" w:rsidRPr="005D5566">
        <w:t>être femme</w:t>
      </w:r>
      <w:r>
        <w:t xml:space="preserve"> ! </w:t>
      </w:r>
      <w:r w:rsidR="00530790" w:rsidRPr="005D5566">
        <w:lastRenderedPageBreak/>
        <w:t>Quelle vie dégoûtante</w:t>
      </w:r>
      <w:r>
        <w:t xml:space="preserve"> ! </w:t>
      </w:r>
      <w:r w:rsidR="00530790" w:rsidRPr="005D5566">
        <w:t>Il est difficile de vivre seule</w:t>
      </w:r>
      <w:r>
        <w:t xml:space="preserve">, </w:t>
      </w:r>
      <w:r w:rsidR="00530790" w:rsidRPr="005D5566">
        <w:t>et encore plus de vivre à deux</w:t>
      </w:r>
      <w:r>
        <w:t> !</w:t>
      </w:r>
    </w:p>
    <w:p w14:paraId="0EBF0636" w14:textId="77777777" w:rsidR="001C0413" w:rsidRDefault="001C0413" w:rsidP="001C0413">
      <w:r>
        <w:t>— </w:t>
      </w:r>
      <w:r w:rsidR="00530790" w:rsidRPr="005D5566">
        <w:t>Et moi</w:t>
      </w:r>
      <w:r>
        <w:t xml:space="preserve">, </w:t>
      </w:r>
      <w:r w:rsidR="00530790" w:rsidRPr="005D5566">
        <w:t>je suis venue pour te demander de me prendre comme aide</w:t>
      </w:r>
      <w:r>
        <w:t xml:space="preserve">, </w:t>
      </w:r>
      <w:r w:rsidR="00530790" w:rsidRPr="005D5566">
        <w:t>dit Pélaguée</w:t>
      </w:r>
      <w:r>
        <w:t xml:space="preserve">, </w:t>
      </w:r>
      <w:r w:rsidR="00530790" w:rsidRPr="005D5566">
        <w:t xml:space="preserve">interrompant ce flot </w:t>
      </w:r>
      <w:r w:rsidR="00530790" w:rsidRPr="005D5566">
        <w:rPr>
          <w:bCs/>
        </w:rPr>
        <w:t xml:space="preserve">de </w:t>
      </w:r>
      <w:r w:rsidR="00530790" w:rsidRPr="005D5566">
        <w:t>paroles</w:t>
      </w:r>
      <w:r>
        <w:t>.</w:t>
      </w:r>
    </w:p>
    <w:p w14:paraId="1EFE6A50" w14:textId="77777777" w:rsidR="001C0413" w:rsidRDefault="001C0413" w:rsidP="001C0413">
      <w:r>
        <w:t>— </w:t>
      </w:r>
      <w:r w:rsidR="00530790" w:rsidRPr="005D5566">
        <w:t>Comment cela</w:t>
      </w:r>
      <w:r>
        <w:t xml:space="preserve"> ? </w:t>
      </w:r>
      <w:r w:rsidR="00530790" w:rsidRPr="005D5566">
        <w:t>demanda Maria</w:t>
      </w:r>
      <w:r>
        <w:t xml:space="preserve"> ; </w:t>
      </w:r>
      <w:r w:rsidR="00530790" w:rsidRPr="005D5566">
        <w:t>puis</w:t>
      </w:r>
      <w:r>
        <w:t xml:space="preserve">, </w:t>
      </w:r>
      <w:r w:rsidR="00530790" w:rsidRPr="005D5566">
        <w:t>lorsque son amie eut fini de parler</w:t>
      </w:r>
      <w:r>
        <w:t xml:space="preserve">, </w:t>
      </w:r>
      <w:r w:rsidR="00530790" w:rsidRPr="005D5566">
        <w:t>elle hocha la tête en acquiesçant</w:t>
      </w:r>
      <w:r>
        <w:t>.</w:t>
      </w:r>
    </w:p>
    <w:p w14:paraId="5FFCEA1E" w14:textId="77777777" w:rsidR="001C0413" w:rsidRDefault="001C0413" w:rsidP="001C0413">
      <w:r>
        <w:t>— </w:t>
      </w:r>
      <w:r w:rsidR="00530790" w:rsidRPr="005D5566">
        <w:t>Je veux bien</w:t>
      </w:r>
      <w:r>
        <w:t xml:space="preserve"> ! </w:t>
      </w:r>
      <w:r w:rsidR="00530790" w:rsidRPr="005D5566">
        <w:t>Te souviens-tu</w:t>
      </w:r>
      <w:r>
        <w:t xml:space="preserve">, </w:t>
      </w:r>
      <w:r w:rsidR="00530790" w:rsidRPr="005D5566">
        <w:t>que de fois tu m</w:t>
      </w:r>
      <w:r>
        <w:t>’</w:t>
      </w:r>
      <w:r w:rsidR="00530790" w:rsidRPr="005D5566">
        <w:t>as cachée quand mon mari me cherchait</w:t>
      </w:r>
      <w:r>
        <w:t xml:space="preserve"> ? </w:t>
      </w:r>
      <w:r w:rsidR="00530790" w:rsidRPr="005D5566">
        <w:t>Maintenant</w:t>
      </w:r>
      <w:r>
        <w:t xml:space="preserve">, </w:t>
      </w:r>
      <w:r w:rsidR="00530790" w:rsidRPr="005D5566">
        <w:t>c</w:t>
      </w:r>
      <w:r>
        <w:t>’</w:t>
      </w:r>
      <w:r w:rsidR="00530790" w:rsidRPr="005D5566">
        <w:t>est moi qui te cacherai de la misère</w:t>
      </w:r>
      <w:r>
        <w:t xml:space="preserve">. </w:t>
      </w:r>
      <w:r w:rsidR="00530790" w:rsidRPr="005D5566">
        <w:t>Chacun doit te venir en aide</w:t>
      </w:r>
      <w:r>
        <w:t xml:space="preserve">, </w:t>
      </w:r>
      <w:r w:rsidR="00530790" w:rsidRPr="005D5566">
        <w:t>car ton fils souffre pour une affaire qui regarde tout le monde</w:t>
      </w:r>
      <w:r>
        <w:t xml:space="preserve">. </w:t>
      </w:r>
      <w:r w:rsidR="00530790" w:rsidRPr="005D5566">
        <w:t>C</w:t>
      </w:r>
      <w:r>
        <w:t>’</w:t>
      </w:r>
      <w:r w:rsidR="00530790" w:rsidRPr="005D5566">
        <w:t>est un brave garçon</w:t>
      </w:r>
      <w:r>
        <w:t xml:space="preserve">, </w:t>
      </w:r>
      <w:r w:rsidR="00530790" w:rsidRPr="005D5566">
        <w:t>tous le disent</w:t>
      </w:r>
      <w:r>
        <w:t xml:space="preserve">, </w:t>
      </w:r>
      <w:r w:rsidR="00530790" w:rsidRPr="005D5566">
        <w:t>et tous le plaignent</w:t>
      </w:r>
      <w:r>
        <w:t xml:space="preserve">. </w:t>
      </w:r>
      <w:r w:rsidR="00530790" w:rsidRPr="005D5566">
        <w:t>Moi</w:t>
      </w:r>
      <w:r>
        <w:t xml:space="preserve">, </w:t>
      </w:r>
      <w:r w:rsidR="00530790" w:rsidRPr="005D5566">
        <w:t>je prétends que ces arrestations ne porteront pas bonheur à la fabrique</w:t>
      </w:r>
      <w:r>
        <w:t xml:space="preserve"> ; </w:t>
      </w:r>
      <w:r w:rsidR="00530790" w:rsidRPr="005D5566">
        <w:t>vois plutôt ce qui s</w:t>
      </w:r>
      <w:r>
        <w:t>’</w:t>
      </w:r>
      <w:r w:rsidR="00530790" w:rsidRPr="005D5566">
        <w:t>y passe</w:t>
      </w:r>
      <w:r>
        <w:t xml:space="preserve"> ! </w:t>
      </w:r>
      <w:r w:rsidR="00530790" w:rsidRPr="005D5566">
        <w:t>On y entend de ces paroles</w:t>
      </w:r>
      <w:r>
        <w:t xml:space="preserve">, </w:t>
      </w:r>
      <w:r w:rsidR="00530790" w:rsidRPr="005D5566">
        <w:t>ma chère</w:t>
      </w:r>
      <w:r>
        <w:t xml:space="preserve"> ! </w:t>
      </w:r>
      <w:r w:rsidR="00530790" w:rsidRPr="005D5566">
        <w:t>Les chefs pensent que l</w:t>
      </w:r>
      <w:r>
        <w:t>’</w:t>
      </w:r>
      <w:r w:rsidR="00530790" w:rsidRPr="005D5566">
        <w:t>homme qu</w:t>
      </w:r>
      <w:r>
        <w:t>’</w:t>
      </w:r>
      <w:r w:rsidR="00530790" w:rsidRPr="005D5566">
        <w:t>ils ont mordu au talon n</w:t>
      </w:r>
      <w:r>
        <w:t>’</w:t>
      </w:r>
      <w:r w:rsidR="00530790" w:rsidRPr="005D5566">
        <w:t>ira pas loin</w:t>
      </w:r>
      <w:r>
        <w:t xml:space="preserve"> ! </w:t>
      </w:r>
      <w:r w:rsidR="00530790" w:rsidRPr="005D5566">
        <w:t>Et pourtant</w:t>
      </w:r>
      <w:r>
        <w:t xml:space="preserve">, </w:t>
      </w:r>
      <w:r w:rsidR="00530790" w:rsidRPr="005D5566">
        <w:t>il se trouve que</w:t>
      </w:r>
      <w:r>
        <w:t xml:space="preserve">, </w:t>
      </w:r>
      <w:r w:rsidR="00530790" w:rsidRPr="005D5566">
        <w:t>pour dix qui sont atteints</w:t>
      </w:r>
      <w:r>
        <w:t xml:space="preserve">, </w:t>
      </w:r>
      <w:r w:rsidR="00530790" w:rsidRPr="005D5566">
        <w:t xml:space="preserve">il y en a cent qui </w:t>
      </w:r>
      <w:r w:rsidR="00530790" w:rsidRPr="005D5566">
        <w:rPr>
          <w:bCs/>
        </w:rPr>
        <w:t xml:space="preserve">se </w:t>
      </w:r>
      <w:r w:rsidR="00530790" w:rsidRPr="005D5566">
        <w:t>fâchent</w:t>
      </w:r>
      <w:r>
        <w:t xml:space="preserve"> ! </w:t>
      </w:r>
      <w:r w:rsidR="00530790" w:rsidRPr="005D5566">
        <w:t>Il faut prendre des précautions quand on veut toucher au peuple</w:t>
      </w:r>
      <w:r>
        <w:t xml:space="preserve">, </w:t>
      </w:r>
      <w:r w:rsidR="00530790" w:rsidRPr="005D5566">
        <w:t>il supporte longtemps</w:t>
      </w:r>
      <w:r>
        <w:t xml:space="preserve">, </w:t>
      </w:r>
      <w:r w:rsidR="00530790" w:rsidRPr="005D5566">
        <w:t>puis</w:t>
      </w:r>
      <w:r>
        <w:t xml:space="preserve">, </w:t>
      </w:r>
      <w:r w:rsidR="00530790" w:rsidRPr="005D5566">
        <w:t>un jour</w:t>
      </w:r>
      <w:r>
        <w:t xml:space="preserve">, </w:t>
      </w:r>
      <w:r w:rsidR="00530790" w:rsidRPr="005D5566">
        <w:t>il éclate</w:t>
      </w:r>
      <w:r>
        <w:t> !</w:t>
      </w:r>
    </w:p>
    <w:p w14:paraId="33B5C9F9" w14:textId="77777777" w:rsidR="001C0413" w:rsidRDefault="00530790" w:rsidP="001C0413">
      <w:r w:rsidRPr="005D5566">
        <w:t>Les deux femmes tombèrent d</w:t>
      </w:r>
      <w:r w:rsidR="001C0413">
        <w:t>’</w:t>
      </w:r>
      <w:r w:rsidRPr="005D5566">
        <w:t>accord</w:t>
      </w:r>
      <w:r w:rsidR="001C0413">
        <w:t xml:space="preserve">. </w:t>
      </w:r>
      <w:r w:rsidRPr="005D5566">
        <w:t>Le lendemain</w:t>
      </w:r>
      <w:r w:rsidR="001C0413">
        <w:t xml:space="preserve">, </w:t>
      </w:r>
      <w:r w:rsidRPr="005D5566">
        <w:rPr>
          <w:bCs/>
        </w:rPr>
        <w:t xml:space="preserve">à </w:t>
      </w:r>
      <w:r w:rsidRPr="005D5566">
        <w:t>l</w:t>
      </w:r>
      <w:r w:rsidR="001C0413">
        <w:t>’</w:t>
      </w:r>
      <w:r w:rsidRPr="005D5566">
        <w:t>heure du dîner déjà</w:t>
      </w:r>
      <w:r w:rsidR="001C0413">
        <w:t xml:space="preserve">, </w:t>
      </w:r>
      <w:r w:rsidRPr="005D5566">
        <w:t xml:space="preserve">la mère de Pavel portait </w:t>
      </w:r>
      <w:r w:rsidRPr="005D5566">
        <w:rPr>
          <w:bCs/>
        </w:rPr>
        <w:t xml:space="preserve">à </w:t>
      </w:r>
      <w:r w:rsidRPr="005D5566">
        <w:t>la fabrique deux grandes terrines pleines de soupe que Maria avait préparée</w:t>
      </w:r>
      <w:r w:rsidR="001C0413">
        <w:t xml:space="preserve">, </w:t>
      </w:r>
      <w:r w:rsidRPr="005D5566">
        <w:t>tandis que</w:t>
      </w:r>
      <w:r w:rsidR="001C0413">
        <w:t xml:space="preserve">, </w:t>
      </w:r>
      <w:r w:rsidRPr="005D5566">
        <w:t>de son côté</w:t>
      </w:r>
      <w:r w:rsidR="001C0413">
        <w:t xml:space="preserve">, </w:t>
      </w:r>
      <w:r w:rsidRPr="005D5566">
        <w:t>la cuisinière se rendait au marché</w:t>
      </w:r>
      <w:r w:rsidR="001C0413">
        <w:t>.</w:t>
      </w:r>
    </w:p>
    <w:p w14:paraId="5EC632F6" w14:textId="04AE7471" w:rsidR="00530790" w:rsidRPr="003B37B8" w:rsidRDefault="00530790" w:rsidP="001C0413">
      <w:pPr>
        <w:pStyle w:val="Titre2"/>
        <w:rPr>
          <w:szCs w:val="44"/>
        </w:rPr>
      </w:pPr>
      <w:bookmarkStart w:id="16" w:name="_Toc202279537"/>
      <w:r w:rsidRPr="003B37B8">
        <w:rPr>
          <w:szCs w:val="44"/>
        </w:rPr>
        <w:lastRenderedPageBreak/>
        <w:t>XV</w:t>
      </w:r>
      <w:bookmarkEnd w:id="16"/>
      <w:r w:rsidRPr="003B37B8">
        <w:rPr>
          <w:szCs w:val="44"/>
        </w:rPr>
        <w:br/>
      </w:r>
    </w:p>
    <w:p w14:paraId="46ED80A0" w14:textId="77777777" w:rsidR="001C0413" w:rsidRDefault="00530790" w:rsidP="001C0413">
      <w:r w:rsidRPr="005D5566">
        <w:t>Les ouvriers remarquèrent aussitôt la vieille femme</w:t>
      </w:r>
      <w:r w:rsidR="001C0413">
        <w:t xml:space="preserve">. </w:t>
      </w:r>
      <w:r w:rsidRPr="005D5566">
        <w:t>Les uns s</w:t>
      </w:r>
      <w:r w:rsidR="001C0413">
        <w:t>’</w:t>
      </w:r>
      <w:r w:rsidRPr="005D5566">
        <w:t>approchèrent d</w:t>
      </w:r>
      <w:r w:rsidR="001C0413">
        <w:t>’</w:t>
      </w:r>
      <w:r w:rsidRPr="005D5566">
        <w:t>elle en lui disant amicalement</w:t>
      </w:r>
      <w:r w:rsidR="001C0413">
        <w:t> :</w:t>
      </w:r>
    </w:p>
    <w:p w14:paraId="76066619" w14:textId="77777777" w:rsidR="001C0413" w:rsidRDefault="001C0413" w:rsidP="001C0413">
      <w:r>
        <w:t>— </w:t>
      </w:r>
      <w:r w:rsidR="00530790" w:rsidRPr="005D5566">
        <w:t>Tu as trouvé de l</w:t>
      </w:r>
      <w:r>
        <w:t>’</w:t>
      </w:r>
      <w:r w:rsidR="00530790" w:rsidRPr="005D5566">
        <w:t>ouvrage</w:t>
      </w:r>
      <w:r>
        <w:t xml:space="preserve">, </w:t>
      </w:r>
      <w:r w:rsidR="00530790" w:rsidRPr="005D5566">
        <w:t>mère Pélaguée</w:t>
      </w:r>
      <w:r>
        <w:t> !</w:t>
      </w:r>
    </w:p>
    <w:p w14:paraId="6B1D585D" w14:textId="77777777" w:rsidR="001C0413" w:rsidRDefault="00530790" w:rsidP="001C0413">
      <w:r w:rsidRPr="005D5566">
        <w:t>Et ils la consolaient</w:t>
      </w:r>
      <w:r w:rsidR="001C0413">
        <w:t xml:space="preserve">, </w:t>
      </w:r>
      <w:r w:rsidRPr="005D5566">
        <w:t>lui assurant que Pavel serait bientôt libéré</w:t>
      </w:r>
      <w:r w:rsidR="001C0413">
        <w:t xml:space="preserve">, </w:t>
      </w:r>
      <w:r w:rsidRPr="005D5566">
        <w:t>qu</w:t>
      </w:r>
      <w:r w:rsidR="001C0413">
        <w:t>’</w:t>
      </w:r>
      <w:r w:rsidRPr="005D5566">
        <w:t>il était dans son droit</w:t>
      </w:r>
      <w:r w:rsidR="001C0413">
        <w:t xml:space="preserve">. </w:t>
      </w:r>
      <w:r w:rsidRPr="005D5566">
        <w:t>D</w:t>
      </w:r>
      <w:r w:rsidR="001C0413">
        <w:t>’</w:t>
      </w:r>
      <w:r w:rsidRPr="005D5566">
        <w:t>autres troublaient son cœur douloureux par de prudentes paroles de compassion</w:t>
      </w:r>
      <w:r w:rsidR="001C0413">
        <w:t xml:space="preserve"> ; </w:t>
      </w:r>
      <w:r w:rsidRPr="005D5566">
        <w:t>d</w:t>
      </w:r>
      <w:r w:rsidR="001C0413">
        <w:t>’</w:t>
      </w:r>
      <w:r w:rsidRPr="005D5566">
        <w:t>autres encore invectivaient ouvertement le directeur et les gendarmes</w:t>
      </w:r>
      <w:r w:rsidR="001C0413">
        <w:t xml:space="preserve">, </w:t>
      </w:r>
      <w:r w:rsidRPr="005D5566">
        <w:t>et réveillaient en elle un écho sincère</w:t>
      </w:r>
      <w:r w:rsidR="001C0413">
        <w:t xml:space="preserve">. </w:t>
      </w:r>
      <w:r w:rsidRPr="005D5566">
        <w:t>Il y avait aussi des gens qui la regardaient avec un plaisir malveillant</w:t>
      </w:r>
      <w:r w:rsidR="001C0413">
        <w:t xml:space="preserve"> ; </w:t>
      </w:r>
      <w:r w:rsidRPr="005D5566">
        <w:t>Isaïe Gorbov</w:t>
      </w:r>
      <w:r w:rsidR="001C0413">
        <w:t xml:space="preserve">, </w:t>
      </w:r>
      <w:r w:rsidRPr="005D5566">
        <w:t>ouvrier pointeur</w:t>
      </w:r>
      <w:r w:rsidR="001C0413">
        <w:t xml:space="preserve">, </w:t>
      </w:r>
      <w:r w:rsidRPr="005D5566">
        <w:t>dit en serrant les dents</w:t>
      </w:r>
      <w:r w:rsidR="001C0413">
        <w:t> :</w:t>
      </w:r>
    </w:p>
    <w:p w14:paraId="5ECB2E6A" w14:textId="77777777" w:rsidR="001C0413" w:rsidRDefault="001C0413" w:rsidP="001C0413">
      <w:r>
        <w:t>— </w:t>
      </w:r>
      <w:r w:rsidR="00530790" w:rsidRPr="005D5566">
        <w:t>Si j</w:t>
      </w:r>
      <w:r>
        <w:t>’</w:t>
      </w:r>
      <w:r w:rsidR="00530790" w:rsidRPr="005D5566">
        <w:t>étais gouverneur</w:t>
      </w:r>
      <w:r>
        <w:t xml:space="preserve">, </w:t>
      </w:r>
      <w:r w:rsidR="00530790" w:rsidRPr="005D5566">
        <w:t>je ferais pendre ton fils</w:t>
      </w:r>
      <w:r>
        <w:t xml:space="preserve">, </w:t>
      </w:r>
      <w:r w:rsidR="00530790" w:rsidRPr="005D5566">
        <w:t>pour lui apprendre à dérouter le peuple</w:t>
      </w:r>
      <w:r>
        <w:t>.</w:t>
      </w:r>
    </w:p>
    <w:p w14:paraId="7C790943" w14:textId="77777777" w:rsidR="001C0413" w:rsidRDefault="00530790" w:rsidP="001C0413">
      <w:r w:rsidRPr="005D5566">
        <w:t>Ces mots la glacèrent d</w:t>
      </w:r>
      <w:r w:rsidR="001C0413">
        <w:t>’</w:t>
      </w:r>
      <w:r w:rsidRPr="005D5566">
        <w:t>un froid mortel</w:t>
      </w:r>
      <w:r w:rsidR="001C0413">
        <w:t xml:space="preserve">. </w:t>
      </w:r>
      <w:r w:rsidRPr="005D5566">
        <w:t xml:space="preserve">Elle </w:t>
      </w:r>
      <w:r w:rsidRPr="005D5566">
        <w:rPr>
          <w:bCs/>
        </w:rPr>
        <w:t xml:space="preserve">ne </w:t>
      </w:r>
      <w:r w:rsidRPr="005D5566">
        <w:t>répondit rien à Isaïe</w:t>
      </w:r>
      <w:r w:rsidR="001C0413">
        <w:t xml:space="preserve">, </w:t>
      </w:r>
      <w:r w:rsidRPr="005D5566">
        <w:t>elle jeta seulement un regard sur son petit visage couvert de taches de rousseur</w:t>
      </w:r>
      <w:r w:rsidR="001C0413">
        <w:t xml:space="preserve">, </w:t>
      </w:r>
      <w:r w:rsidRPr="005D5566">
        <w:t>puis baissa les yeux avec un soupir</w:t>
      </w:r>
      <w:r w:rsidR="001C0413">
        <w:t>.</w:t>
      </w:r>
    </w:p>
    <w:p w14:paraId="2C86AF36" w14:textId="77777777" w:rsidR="001C0413" w:rsidRDefault="00530790" w:rsidP="001C0413">
      <w:r w:rsidRPr="005D5566">
        <w:t>Elle voyait qu</w:t>
      </w:r>
      <w:r w:rsidR="001C0413">
        <w:t>’</w:t>
      </w:r>
      <w:r w:rsidRPr="005D5566">
        <w:t>il y avait de l</w:t>
      </w:r>
      <w:r w:rsidR="001C0413">
        <w:t>’</w:t>
      </w:r>
      <w:r w:rsidRPr="005D5566">
        <w:t>agitation dans l</w:t>
      </w:r>
      <w:r w:rsidR="001C0413">
        <w:t>’</w:t>
      </w:r>
      <w:r w:rsidRPr="005D5566">
        <w:t>air</w:t>
      </w:r>
      <w:r w:rsidR="001C0413">
        <w:t xml:space="preserve"> ; </w:t>
      </w:r>
      <w:r w:rsidRPr="005D5566">
        <w:t>les ouvriers se rassemblaient par petits groupes</w:t>
      </w:r>
      <w:r w:rsidR="001C0413">
        <w:t xml:space="preserve">, </w:t>
      </w:r>
      <w:r w:rsidRPr="005D5566">
        <w:t>discutaient à mi-voix</w:t>
      </w:r>
      <w:r w:rsidR="001C0413">
        <w:t xml:space="preserve">, </w:t>
      </w:r>
      <w:r w:rsidRPr="005D5566">
        <w:t>mais passionnément</w:t>
      </w:r>
      <w:r w:rsidR="001C0413">
        <w:t xml:space="preserve"> ; </w:t>
      </w:r>
      <w:r w:rsidRPr="005D5566">
        <w:t>les contremaîtres soucieux rôdaient partout</w:t>
      </w:r>
      <w:r w:rsidR="001C0413">
        <w:t xml:space="preserve"> ; </w:t>
      </w:r>
      <w:r w:rsidRPr="005D5566">
        <w:t>par moments des invectives</w:t>
      </w:r>
      <w:r w:rsidR="001C0413">
        <w:t xml:space="preserve">, </w:t>
      </w:r>
      <w:r w:rsidRPr="005D5566">
        <w:t>des rires irrités résonnaient</w:t>
      </w:r>
      <w:r w:rsidR="001C0413">
        <w:t>.</w:t>
      </w:r>
    </w:p>
    <w:p w14:paraId="01D180EF" w14:textId="77777777" w:rsidR="001C0413" w:rsidRDefault="00530790" w:rsidP="001C0413">
      <w:r w:rsidRPr="005D5566">
        <w:t>À ce moment</w:t>
      </w:r>
      <w:r w:rsidR="001C0413">
        <w:t xml:space="preserve">, </w:t>
      </w:r>
      <w:r w:rsidRPr="005D5566">
        <w:t>elle vit deux agents de police entraîner Samoïlov</w:t>
      </w:r>
      <w:r w:rsidR="001C0413">
        <w:t>.</w:t>
      </w:r>
    </w:p>
    <w:p w14:paraId="45CCCC7D" w14:textId="77777777" w:rsidR="001C0413" w:rsidRDefault="00530790" w:rsidP="001C0413">
      <w:r w:rsidRPr="005D5566">
        <w:t>Une centaine d</w:t>
      </w:r>
      <w:r w:rsidR="001C0413">
        <w:t>’</w:t>
      </w:r>
      <w:r w:rsidRPr="005D5566">
        <w:t>ouvriers environ le suivaient et accablaient les agents de moqueries et d</w:t>
      </w:r>
      <w:r w:rsidR="001C0413">
        <w:t>’</w:t>
      </w:r>
      <w:r w:rsidRPr="005D5566">
        <w:t>injures</w:t>
      </w:r>
      <w:r w:rsidR="001C0413">
        <w:t>.</w:t>
      </w:r>
    </w:p>
    <w:p w14:paraId="5775142F" w14:textId="77777777" w:rsidR="001C0413" w:rsidRDefault="001C0413" w:rsidP="001C0413">
      <w:r>
        <w:lastRenderedPageBreak/>
        <w:t>— </w:t>
      </w:r>
      <w:r w:rsidR="00530790" w:rsidRPr="005D5566">
        <w:t>Tu vas te promener</w:t>
      </w:r>
      <w:r>
        <w:t xml:space="preserve">, </w:t>
      </w:r>
      <w:r w:rsidR="00530790" w:rsidRPr="005D5566">
        <w:t>ami</w:t>
      </w:r>
      <w:r>
        <w:t xml:space="preserve"> ? </w:t>
      </w:r>
      <w:r w:rsidR="00530790" w:rsidRPr="005D5566">
        <w:t>cria quelqu</w:t>
      </w:r>
      <w:r>
        <w:t>’</w:t>
      </w:r>
      <w:r w:rsidR="00530790" w:rsidRPr="005D5566">
        <w:t>un</w:t>
      </w:r>
      <w:r>
        <w:t>.</w:t>
      </w:r>
    </w:p>
    <w:p w14:paraId="6CAA6267" w14:textId="77777777" w:rsidR="001C0413" w:rsidRDefault="001C0413" w:rsidP="001C0413">
      <w:r>
        <w:t>— </w:t>
      </w:r>
      <w:r w:rsidR="00530790" w:rsidRPr="005D5566">
        <w:t>Honneur à notre camarade</w:t>
      </w:r>
      <w:r>
        <w:t xml:space="preserve"> ! </w:t>
      </w:r>
      <w:r w:rsidR="00530790" w:rsidRPr="005D5566">
        <w:t>dit un autre</w:t>
      </w:r>
      <w:r>
        <w:t xml:space="preserve">. </w:t>
      </w:r>
      <w:r w:rsidR="00530790" w:rsidRPr="005D5566">
        <w:t>On lui donne une escorte</w:t>
      </w:r>
      <w:r>
        <w:t>…</w:t>
      </w:r>
    </w:p>
    <w:p w14:paraId="61FAE538" w14:textId="77777777" w:rsidR="001C0413" w:rsidRDefault="00530790" w:rsidP="001C0413">
      <w:r w:rsidRPr="005D5566">
        <w:t>Et une volée de jurons retentit</w:t>
      </w:r>
      <w:r w:rsidR="001C0413">
        <w:t>.</w:t>
      </w:r>
    </w:p>
    <w:p w14:paraId="2274D18B" w14:textId="77777777" w:rsidR="001C0413" w:rsidRDefault="001C0413" w:rsidP="001C0413">
      <w:r>
        <w:t>— </w:t>
      </w:r>
      <w:r w:rsidR="00530790" w:rsidRPr="005D5566">
        <w:t>Il est moins profitable d</w:t>
      </w:r>
      <w:r>
        <w:t>’</w:t>
      </w:r>
      <w:r w:rsidR="00530790" w:rsidRPr="005D5566">
        <w:t>attraper les voleurs</w:t>
      </w:r>
      <w:r>
        <w:t xml:space="preserve">, </w:t>
      </w:r>
      <w:r w:rsidR="00530790" w:rsidRPr="005D5566">
        <w:t>à ce qu</w:t>
      </w:r>
      <w:r>
        <w:t>’</w:t>
      </w:r>
      <w:r w:rsidR="00530790" w:rsidRPr="005D5566">
        <w:t>il paraît</w:t>
      </w:r>
      <w:r>
        <w:t xml:space="preserve"> ! </w:t>
      </w:r>
      <w:r w:rsidR="00530790" w:rsidRPr="005D5566">
        <w:t>s</w:t>
      </w:r>
      <w:r>
        <w:t>’</w:t>
      </w:r>
      <w:r w:rsidR="00530790" w:rsidRPr="005D5566">
        <w:t>écria avec irritation le grand borgne</w:t>
      </w:r>
      <w:r>
        <w:t xml:space="preserve">. </w:t>
      </w:r>
      <w:r w:rsidR="00530790" w:rsidRPr="005D5566">
        <w:t>On s</w:t>
      </w:r>
      <w:r>
        <w:t>’</w:t>
      </w:r>
      <w:r w:rsidR="00530790" w:rsidRPr="005D5566">
        <w:t>en prend aux honnêtes gens</w:t>
      </w:r>
      <w:r>
        <w:t> !…</w:t>
      </w:r>
    </w:p>
    <w:p w14:paraId="2D46B0EC" w14:textId="77777777" w:rsidR="001C0413" w:rsidRDefault="001C0413" w:rsidP="001C0413">
      <w:r>
        <w:t>— </w:t>
      </w:r>
      <w:r w:rsidR="00530790" w:rsidRPr="005D5566">
        <w:t>Si encore ça se passait de nuit</w:t>
      </w:r>
      <w:r>
        <w:t xml:space="preserve"> ! </w:t>
      </w:r>
      <w:r w:rsidR="00530790" w:rsidRPr="005D5566">
        <w:t>continua quelqu</w:t>
      </w:r>
      <w:r>
        <w:t>’</w:t>
      </w:r>
      <w:r w:rsidR="00530790" w:rsidRPr="005D5566">
        <w:t>un dans la foule</w:t>
      </w:r>
      <w:r>
        <w:t xml:space="preserve">. </w:t>
      </w:r>
      <w:r w:rsidR="00530790" w:rsidRPr="005D5566">
        <w:t>Mais non</w:t>
      </w:r>
      <w:r>
        <w:t xml:space="preserve">, </w:t>
      </w:r>
      <w:r w:rsidR="00530790" w:rsidRPr="005D5566">
        <w:t>ces canailles</w:t>
      </w:r>
      <w:r>
        <w:t xml:space="preserve">, </w:t>
      </w:r>
      <w:r w:rsidR="00530790" w:rsidRPr="005D5566">
        <w:t>ils n</w:t>
      </w:r>
      <w:r>
        <w:t>’</w:t>
      </w:r>
      <w:r w:rsidR="00530790" w:rsidRPr="005D5566">
        <w:t>ont pas honte d</w:t>
      </w:r>
      <w:r>
        <w:t>’</w:t>
      </w:r>
      <w:r w:rsidR="00530790" w:rsidRPr="005D5566">
        <w:t>agir en plein jour</w:t>
      </w:r>
      <w:r>
        <w:t>…</w:t>
      </w:r>
    </w:p>
    <w:p w14:paraId="2CA92D76" w14:textId="77777777" w:rsidR="001C0413" w:rsidRDefault="00530790" w:rsidP="001C0413">
      <w:r w:rsidRPr="005D5566">
        <w:t>Les agents de police marchaient vite et avaient l</w:t>
      </w:r>
      <w:r w:rsidR="001C0413">
        <w:t>’</w:t>
      </w:r>
      <w:r w:rsidRPr="005D5566">
        <w:t>air sombre</w:t>
      </w:r>
      <w:r w:rsidR="001C0413">
        <w:t xml:space="preserve"> ; </w:t>
      </w:r>
      <w:r w:rsidRPr="005D5566">
        <w:t>ils s</w:t>
      </w:r>
      <w:r w:rsidR="001C0413">
        <w:t>’</w:t>
      </w:r>
      <w:r w:rsidRPr="005D5566">
        <w:t>efforçaient de ne rien voir</w:t>
      </w:r>
      <w:r w:rsidR="001C0413">
        <w:t xml:space="preserve">, </w:t>
      </w:r>
      <w:r w:rsidRPr="005D5566">
        <w:t>de ne pas entendre les injures qu</w:t>
      </w:r>
      <w:r w:rsidR="001C0413">
        <w:t>’</w:t>
      </w:r>
      <w:r w:rsidRPr="005D5566">
        <w:t>on leur lançait de toutes parts</w:t>
      </w:r>
      <w:r w:rsidR="001C0413">
        <w:t xml:space="preserve">. </w:t>
      </w:r>
      <w:r w:rsidRPr="005D5566">
        <w:t>Trois ouvriers s</w:t>
      </w:r>
      <w:r w:rsidR="001C0413">
        <w:t>’</w:t>
      </w:r>
      <w:r w:rsidRPr="005D5566">
        <w:t>avancèrent contre eux</w:t>
      </w:r>
      <w:r w:rsidR="001C0413">
        <w:t xml:space="preserve">, </w:t>
      </w:r>
      <w:r w:rsidRPr="005D5566">
        <w:t>portant une longue barre de fer</w:t>
      </w:r>
      <w:r w:rsidR="001C0413">
        <w:t xml:space="preserve">, </w:t>
      </w:r>
      <w:r w:rsidRPr="005D5566">
        <w:t>dont ils les menacèrent en criant</w:t>
      </w:r>
      <w:r w:rsidR="001C0413">
        <w:t> :</w:t>
      </w:r>
    </w:p>
    <w:p w14:paraId="03D39897" w14:textId="77777777" w:rsidR="001C0413" w:rsidRDefault="001C0413" w:rsidP="001C0413">
      <w:r>
        <w:t>— </w:t>
      </w:r>
      <w:r w:rsidR="00530790" w:rsidRPr="005D5566">
        <w:t>Attention</w:t>
      </w:r>
      <w:r>
        <w:t xml:space="preserve">, </w:t>
      </w:r>
      <w:r w:rsidR="00530790" w:rsidRPr="005D5566">
        <w:t>pécheurs</w:t>
      </w:r>
      <w:r>
        <w:t> !</w:t>
      </w:r>
    </w:p>
    <w:p w14:paraId="55CCEA08" w14:textId="77777777" w:rsidR="001C0413" w:rsidRDefault="00530790" w:rsidP="001C0413">
      <w:r w:rsidRPr="005D5566">
        <w:t>Lorsqu</w:t>
      </w:r>
      <w:r w:rsidR="001C0413">
        <w:t>’</w:t>
      </w:r>
      <w:r w:rsidRPr="005D5566">
        <w:t>il passa devant la mère</w:t>
      </w:r>
      <w:r w:rsidR="001C0413">
        <w:t xml:space="preserve">, </w:t>
      </w:r>
      <w:r w:rsidRPr="005D5566">
        <w:t>Samoïlov secoua la tête en riant et dit</w:t>
      </w:r>
      <w:r w:rsidR="001C0413">
        <w:t> :</w:t>
      </w:r>
    </w:p>
    <w:p w14:paraId="44E7A212" w14:textId="77777777" w:rsidR="001C0413" w:rsidRDefault="001C0413" w:rsidP="001C0413">
      <w:r>
        <w:t>— </w:t>
      </w:r>
      <w:r w:rsidR="00530790" w:rsidRPr="005D5566">
        <w:t>On entraîne un humble serviteur de Dieu</w:t>
      </w:r>
      <w:r>
        <w:t>…</w:t>
      </w:r>
    </w:p>
    <w:p w14:paraId="3A885753" w14:textId="77777777" w:rsidR="001C0413" w:rsidRDefault="00530790" w:rsidP="001C0413">
      <w:r w:rsidRPr="005D5566">
        <w:t>Elle garda le silence et s</w:t>
      </w:r>
      <w:r w:rsidR="001C0413">
        <w:t>’</w:t>
      </w:r>
      <w:r w:rsidRPr="005D5566">
        <w:t>inclina profondément touchée par le spectacle de ces jeunes gens honnêtes</w:t>
      </w:r>
      <w:r w:rsidR="001C0413">
        <w:t xml:space="preserve">, </w:t>
      </w:r>
      <w:r w:rsidRPr="005D5566">
        <w:t>intelligents et sombres qui s</w:t>
      </w:r>
      <w:r w:rsidR="001C0413">
        <w:t>’</w:t>
      </w:r>
      <w:r w:rsidRPr="005D5566">
        <w:t>en allaient vers les prisons</w:t>
      </w:r>
      <w:r w:rsidR="001C0413">
        <w:t xml:space="preserve">, </w:t>
      </w:r>
      <w:r w:rsidRPr="005D5566">
        <w:t>le sourire aux lèvres</w:t>
      </w:r>
      <w:r w:rsidR="001C0413">
        <w:t xml:space="preserve">. </w:t>
      </w:r>
      <w:r w:rsidRPr="005D5566">
        <w:t>Sans qu</w:t>
      </w:r>
      <w:r w:rsidR="001C0413">
        <w:t>’</w:t>
      </w:r>
      <w:r w:rsidRPr="005D5566">
        <w:t>elle s</w:t>
      </w:r>
      <w:r w:rsidR="001C0413">
        <w:t>’</w:t>
      </w:r>
      <w:r w:rsidRPr="005D5566">
        <w:t>en doutât</w:t>
      </w:r>
      <w:r w:rsidR="001C0413">
        <w:t xml:space="preserve">, </w:t>
      </w:r>
      <w:r w:rsidRPr="005D5566">
        <w:t>elle commençait à leur porter un compatissant amour de mère</w:t>
      </w:r>
      <w:r w:rsidR="001C0413">
        <w:t xml:space="preserve">. </w:t>
      </w:r>
      <w:r w:rsidRPr="005D5566">
        <w:t>Et il lui était agréable d</w:t>
      </w:r>
      <w:r w:rsidR="001C0413">
        <w:t>’</w:t>
      </w:r>
      <w:r w:rsidRPr="005D5566">
        <w:t>entendre les paroles de blâme à l</w:t>
      </w:r>
      <w:r w:rsidR="001C0413">
        <w:t>’</w:t>
      </w:r>
      <w:r w:rsidRPr="005D5566">
        <w:t>adresse des directeurs</w:t>
      </w:r>
      <w:r w:rsidR="001C0413">
        <w:t xml:space="preserve">, </w:t>
      </w:r>
      <w:r w:rsidRPr="005D5566">
        <w:t>elle y sentait l</w:t>
      </w:r>
      <w:r w:rsidR="001C0413">
        <w:t>’</w:t>
      </w:r>
      <w:r w:rsidRPr="005D5566">
        <w:t>influence de son fils</w:t>
      </w:r>
      <w:r w:rsidR="001C0413">
        <w:t>.</w:t>
      </w:r>
    </w:p>
    <w:p w14:paraId="36ED9F12" w14:textId="77777777" w:rsidR="001C0413" w:rsidRDefault="00530790" w:rsidP="001C0413">
      <w:r w:rsidRPr="005D5566">
        <w:lastRenderedPageBreak/>
        <w:t>Lorsqu</w:t>
      </w:r>
      <w:r w:rsidR="001C0413">
        <w:t>’</w:t>
      </w:r>
      <w:r w:rsidRPr="005D5566">
        <w:t>elle eut quitté l</w:t>
      </w:r>
      <w:r w:rsidR="001C0413">
        <w:t>’</w:t>
      </w:r>
      <w:r w:rsidRPr="005D5566">
        <w:t>usine</w:t>
      </w:r>
      <w:r w:rsidR="001C0413">
        <w:t xml:space="preserve">, </w:t>
      </w:r>
      <w:r w:rsidRPr="005D5566">
        <w:t>elle passa la journée chez Maria</w:t>
      </w:r>
      <w:r w:rsidR="001C0413">
        <w:t xml:space="preserve">, </w:t>
      </w:r>
      <w:r w:rsidRPr="005D5566">
        <w:t>l</w:t>
      </w:r>
      <w:r w:rsidR="001C0413">
        <w:t>’</w:t>
      </w:r>
      <w:r w:rsidRPr="005D5566">
        <w:t>aidant à sa besogne</w:t>
      </w:r>
      <w:r w:rsidR="001C0413">
        <w:t xml:space="preserve">, </w:t>
      </w:r>
      <w:r w:rsidRPr="005D5566">
        <w:t>prêtant l</w:t>
      </w:r>
      <w:r w:rsidR="001C0413">
        <w:t>’</w:t>
      </w:r>
      <w:r w:rsidRPr="005D5566">
        <w:t xml:space="preserve">oreille </w:t>
      </w:r>
      <w:r w:rsidRPr="005D5566">
        <w:rPr>
          <w:bCs/>
        </w:rPr>
        <w:t xml:space="preserve">à </w:t>
      </w:r>
      <w:r w:rsidRPr="005D5566">
        <w:t>son bavardage</w:t>
      </w:r>
      <w:r w:rsidR="001C0413">
        <w:t xml:space="preserve">. </w:t>
      </w:r>
      <w:r w:rsidRPr="005D5566">
        <w:t>Elle ne rentra que très tard dans sa maison vide</w:t>
      </w:r>
      <w:r w:rsidR="001C0413">
        <w:t xml:space="preserve">, </w:t>
      </w:r>
      <w:r w:rsidRPr="005D5566">
        <w:t>froide</w:t>
      </w:r>
      <w:r w:rsidR="001C0413">
        <w:t xml:space="preserve">, </w:t>
      </w:r>
      <w:r w:rsidRPr="005D5566">
        <w:t>hostile</w:t>
      </w:r>
      <w:r w:rsidR="001C0413">
        <w:t xml:space="preserve">. </w:t>
      </w:r>
      <w:r w:rsidRPr="005D5566">
        <w:t>Longtemps</w:t>
      </w:r>
      <w:r w:rsidR="001C0413">
        <w:t xml:space="preserve">, </w:t>
      </w:r>
      <w:r w:rsidRPr="005D5566">
        <w:t>elle erra de coin en coin</w:t>
      </w:r>
      <w:r w:rsidR="001C0413">
        <w:t xml:space="preserve">, </w:t>
      </w:r>
      <w:r w:rsidRPr="005D5566">
        <w:t>sans savoir que faire ni où s</w:t>
      </w:r>
      <w:r w:rsidR="001C0413">
        <w:t>’</w:t>
      </w:r>
      <w:r w:rsidRPr="005D5566">
        <w:t>asseoir</w:t>
      </w:r>
      <w:r w:rsidR="001C0413">
        <w:t xml:space="preserve">. </w:t>
      </w:r>
      <w:r w:rsidRPr="005D5566">
        <w:t>Elle était inquiète en voyant que Iégor n</w:t>
      </w:r>
      <w:r w:rsidR="001C0413">
        <w:t>’</w:t>
      </w:r>
      <w:r w:rsidRPr="005D5566">
        <w:t>était pas encore venu</w:t>
      </w:r>
      <w:r w:rsidR="001C0413">
        <w:t xml:space="preserve">, </w:t>
      </w:r>
      <w:r w:rsidRPr="005D5566">
        <w:t>comme il l</w:t>
      </w:r>
      <w:r w:rsidR="001C0413">
        <w:t>’</w:t>
      </w:r>
      <w:r w:rsidRPr="005D5566">
        <w:t>avait dit</w:t>
      </w:r>
      <w:r w:rsidR="001C0413">
        <w:t>.</w:t>
      </w:r>
    </w:p>
    <w:p w14:paraId="6F588414" w14:textId="77777777" w:rsidR="001C0413" w:rsidRDefault="00530790" w:rsidP="001C0413">
      <w:r w:rsidRPr="005D5566">
        <w:t>Au dehors</w:t>
      </w:r>
      <w:r w:rsidR="001C0413">
        <w:t xml:space="preserve">, </w:t>
      </w:r>
      <w:r w:rsidRPr="005D5566">
        <w:t>les lourds flocons grisâtres d</w:t>
      </w:r>
      <w:r w:rsidR="001C0413">
        <w:t>’</w:t>
      </w:r>
      <w:r w:rsidRPr="005D5566">
        <w:t>une neige d</w:t>
      </w:r>
      <w:r w:rsidR="001C0413">
        <w:t>’</w:t>
      </w:r>
      <w:r w:rsidRPr="005D5566">
        <w:t>automne tombaient</w:t>
      </w:r>
      <w:r w:rsidR="001C0413">
        <w:t xml:space="preserve">. </w:t>
      </w:r>
      <w:r w:rsidRPr="005D5566">
        <w:t>Ils se collaient aux vitres</w:t>
      </w:r>
      <w:r w:rsidR="001C0413">
        <w:t xml:space="preserve">, </w:t>
      </w:r>
      <w:r w:rsidRPr="005D5566">
        <w:t>glissaient sans bruit et fondaient en laissant des traces mouillées</w:t>
      </w:r>
      <w:r w:rsidR="001C0413">
        <w:t xml:space="preserve">. </w:t>
      </w:r>
      <w:r w:rsidRPr="005D5566">
        <w:t>La mère pensait</w:t>
      </w:r>
      <w:r w:rsidR="001C0413">
        <w:t xml:space="preserve">, </w:t>
      </w:r>
      <w:r w:rsidRPr="005D5566">
        <w:t>à Pavel</w:t>
      </w:r>
      <w:r w:rsidR="001C0413">
        <w:t>…</w:t>
      </w:r>
    </w:p>
    <w:p w14:paraId="10B95FFC" w14:textId="77777777" w:rsidR="001C0413" w:rsidRDefault="00530790" w:rsidP="001C0413">
      <w:r w:rsidRPr="005D5566">
        <w:t>On frappa avec précaution à la porte</w:t>
      </w:r>
      <w:r w:rsidR="001C0413">
        <w:t xml:space="preserve"> ; </w:t>
      </w:r>
      <w:r w:rsidRPr="005D5566">
        <w:t>elle courut vivement tirer le verrou</w:t>
      </w:r>
      <w:r w:rsidR="001C0413">
        <w:t xml:space="preserve">, </w:t>
      </w:r>
      <w:r w:rsidRPr="005D5566">
        <w:t>et Sachenka entra</w:t>
      </w:r>
      <w:r w:rsidR="001C0413">
        <w:t xml:space="preserve">. </w:t>
      </w:r>
      <w:r w:rsidRPr="005D5566">
        <w:t>La mère ne l</w:t>
      </w:r>
      <w:r w:rsidR="001C0413">
        <w:t>’</w:t>
      </w:r>
      <w:r w:rsidRPr="005D5566">
        <w:t>avait pas vue depuis longtemps</w:t>
      </w:r>
      <w:r w:rsidR="001C0413">
        <w:t xml:space="preserve"> ; </w:t>
      </w:r>
      <w:r w:rsidRPr="005D5566">
        <w:t>l</w:t>
      </w:r>
      <w:r w:rsidR="001C0413">
        <w:t>’</w:t>
      </w:r>
      <w:r w:rsidRPr="005D5566">
        <w:t>embonpoint anormal de la jeune fille la frappa</w:t>
      </w:r>
      <w:r w:rsidR="001C0413">
        <w:t>.</w:t>
      </w:r>
    </w:p>
    <w:p w14:paraId="56CCF496" w14:textId="77777777" w:rsidR="001C0413" w:rsidRDefault="001C0413" w:rsidP="001C0413">
      <w:r>
        <w:t>— </w:t>
      </w:r>
      <w:r w:rsidR="00530790" w:rsidRPr="005D5566">
        <w:t>Bonsoir</w:t>
      </w:r>
      <w:r>
        <w:t xml:space="preserve">, </w:t>
      </w:r>
      <w:r w:rsidR="00530790" w:rsidRPr="005D5566">
        <w:t>dit-elle</w:t>
      </w:r>
      <w:r>
        <w:t xml:space="preserve">, </w:t>
      </w:r>
      <w:r w:rsidR="00530790" w:rsidRPr="005D5566">
        <w:t>heureuse d</w:t>
      </w:r>
      <w:r>
        <w:t>’</w:t>
      </w:r>
      <w:r w:rsidR="00530790" w:rsidRPr="005D5566">
        <w:t>avoir une compagnie</w:t>
      </w:r>
      <w:r>
        <w:t xml:space="preserve">, </w:t>
      </w:r>
      <w:r w:rsidR="00530790" w:rsidRPr="005D5566">
        <w:t>de n</w:t>
      </w:r>
      <w:r>
        <w:t>’</w:t>
      </w:r>
      <w:r w:rsidR="00530790" w:rsidRPr="005D5566">
        <w:t>être pas seule une partie de la nuit</w:t>
      </w:r>
      <w:r>
        <w:t xml:space="preserve">. </w:t>
      </w:r>
      <w:r w:rsidR="00530790" w:rsidRPr="005D5566">
        <w:t>Il y a longtemps que je ne vous ai vue</w:t>
      </w:r>
      <w:r>
        <w:t xml:space="preserve">. </w:t>
      </w:r>
      <w:r w:rsidR="00530790" w:rsidRPr="005D5566">
        <w:t>Vous étiez loin d</w:t>
      </w:r>
      <w:r>
        <w:t>’</w:t>
      </w:r>
      <w:r w:rsidR="00530790" w:rsidRPr="005D5566">
        <w:t>ici</w:t>
      </w:r>
      <w:r>
        <w:t> ?</w:t>
      </w:r>
    </w:p>
    <w:p w14:paraId="37E9CCE3" w14:textId="77777777" w:rsidR="001C0413" w:rsidRDefault="001C0413" w:rsidP="001C0413">
      <w:r>
        <w:t>— </w:t>
      </w:r>
      <w:r w:rsidR="00530790" w:rsidRPr="005D5566">
        <w:t>Non</w:t>
      </w:r>
      <w:r>
        <w:t xml:space="preserve"> ! </w:t>
      </w:r>
      <w:r w:rsidR="00530790" w:rsidRPr="005D5566">
        <w:t>En prison</w:t>
      </w:r>
      <w:r>
        <w:t xml:space="preserve"> ! </w:t>
      </w:r>
      <w:r w:rsidR="00530790" w:rsidRPr="005D5566">
        <w:t>répondit Sachenka en souriant</w:t>
      </w:r>
      <w:r>
        <w:t xml:space="preserve">, </w:t>
      </w:r>
      <w:r w:rsidR="00530790" w:rsidRPr="005D5566">
        <w:t>en même temps que Nicolas Ivanovitch</w:t>
      </w:r>
      <w:r>
        <w:t xml:space="preserve">. </w:t>
      </w:r>
      <w:r w:rsidR="00530790" w:rsidRPr="005D5566">
        <w:t>Vous vous souvenez de lui</w:t>
      </w:r>
      <w:r>
        <w:t> ?</w:t>
      </w:r>
    </w:p>
    <w:p w14:paraId="27B32354" w14:textId="77777777" w:rsidR="001C0413" w:rsidRDefault="00530790" w:rsidP="001C0413">
      <w:r w:rsidRPr="005D5566">
        <w:t>Comment pourrait-on l</w:t>
      </w:r>
      <w:r w:rsidR="001C0413">
        <w:t>’</w:t>
      </w:r>
      <w:r w:rsidRPr="005D5566">
        <w:t>oublier</w:t>
      </w:r>
      <w:r w:rsidR="001C0413">
        <w:t xml:space="preserve"> ! </w:t>
      </w:r>
      <w:r w:rsidRPr="005D5566">
        <w:t>s</w:t>
      </w:r>
      <w:r w:rsidR="001C0413">
        <w:t>’</w:t>
      </w:r>
      <w:r w:rsidRPr="005D5566">
        <w:t>écria la mère</w:t>
      </w:r>
      <w:r w:rsidR="001C0413">
        <w:t xml:space="preserve">, </w:t>
      </w:r>
      <w:r w:rsidRPr="005D5566">
        <w:t>Iégor m</w:t>
      </w:r>
      <w:r w:rsidR="001C0413">
        <w:t>’</w:t>
      </w:r>
      <w:r w:rsidRPr="005D5566">
        <w:t>a dit hier qu</w:t>
      </w:r>
      <w:r w:rsidR="001C0413">
        <w:t>’</w:t>
      </w:r>
      <w:r w:rsidRPr="005D5566">
        <w:t>on l</w:t>
      </w:r>
      <w:r w:rsidR="001C0413">
        <w:t>’</w:t>
      </w:r>
      <w:r w:rsidRPr="005D5566">
        <w:t>avait relâché</w:t>
      </w:r>
      <w:r w:rsidR="001C0413">
        <w:t xml:space="preserve">… </w:t>
      </w:r>
      <w:r w:rsidRPr="005D5566">
        <w:t>mais on ne m</w:t>
      </w:r>
      <w:r w:rsidR="001C0413">
        <w:t>’</w:t>
      </w:r>
      <w:r w:rsidRPr="005D5566">
        <w:t>a pas parlé de vous</w:t>
      </w:r>
      <w:r w:rsidR="001C0413">
        <w:t xml:space="preserve">… </w:t>
      </w:r>
      <w:r w:rsidRPr="005D5566">
        <w:t>Personne ne m</w:t>
      </w:r>
      <w:r w:rsidR="001C0413">
        <w:t>’</w:t>
      </w:r>
      <w:r w:rsidRPr="005D5566">
        <w:t>a dit que vous étiez en prison</w:t>
      </w:r>
      <w:r w:rsidR="001C0413">
        <w:t>…</w:t>
      </w:r>
    </w:p>
    <w:p w14:paraId="3E767948" w14:textId="77777777" w:rsidR="001C0413" w:rsidRDefault="001C0413" w:rsidP="001C0413">
      <w:r>
        <w:t>— </w:t>
      </w:r>
      <w:r w:rsidR="00530790" w:rsidRPr="005D5566">
        <w:t>À quoi bon en parler</w:t>
      </w:r>
      <w:r>
        <w:t xml:space="preserve"> ! </w:t>
      </w:r>
      <w:r w:rsidR="00530790" w:rsidRPr="005D5566">
        <w:t>Il faut que je me déshabille avant que Iégor vienne</w:t>
      </w:r>
      <w:r>
        <w:t xml:space="preserve"> ! </w:t>
      </w:r>
      <w:r w:rsidR="00530790" w:rsidRPr="005D5566">
        <w:t>dit la jeune fille en regardant autour d</w:t>
      </w:r>
      <w:r>
        <w:t>’</w:t>
      </w:r>
      <w:r w:rsidR="00530790" w:rsidRPr="005D5566">
        <w:t>elle</w:t>
      </w:r>
      <w:r>
        <w:t>.</w:t>
      </w:r>
    </w:p>
    <w:p w14:paraId="3D21AE26" w14:textId="77777777" w:rsidR="001C0413" w:rsidRDefault="001C0413" w:rsidP="001C0413">
      <w:r>
        <w:t>— </w:t>
      </w:r>
      <w:r w:rsidR="00530790" w:rsidRPr="005D5566">
        <w:t>Vous êtes toute mouillée</w:t>
      </w:r>
      <w:r>
        <w:t> !</w:t>
      </w:r>
    </w:p>
    <w:p w14:paraId="5D71EAE2" w14:textId="77777777" w:rsidR="001C0413" w:rsidRDefault="001C0413" w:rsidP="001C0413">
      <w:r>
        <w:t>— </w:t>
      </w:r>
      <w:r w:rsidR="00530790" w:rsidRPr="005D5566">
        <w:t>J</w:t>
      </w:r>
      <w:r>
        <w:t>’</w:t>
      </w:r>
      <w:r w:rsidR="00530790" w:rsidRPr="005D5566">
        <w:t>ai apporté les brochures</w:t>
      </w:r>
      <w:r>
        <w:t>…</w:t>
      </w:r>
    </w:p>
    <w:p w14:paraId="7B23E616" w14:textId="77777777" w:rsidR="001C0413" w:rsidRDefault="001C0413" w:rsidP="001C0413">
      <w:r>
        <w:t>— </w:t>
      </w:r>
      <w:r w:rsidR="00530790" w:rsidRPr="005D5566">
        <w:t>Donnez</w:t>
      </w:r>
      <w:r>
        <w:t xml:space="preserve"> ! </w:t>
      </w:r>
      <w:r w:rsidR="00530790" w:rsidRPr="005D5566">
        <w:t>donnez</w:t>
      </w:r>
      <w:r>
        <w:t xml:space="preserve"> ! </w:t>
      </w:r>
      <w:r w:rsidR="00530790" w:rsidRPr="005D5566">
        <w:t>fit vivement la mère</w:t>
      </w:r>
      <w:r>
        <w:t>.</w:t>
      </w:r>
    </w:p>
    <w:p w14:paraId="250C0480" w14:textId="77777777" w:rsidR="001C0413" w:rsidRDefault="001C0413" w:rsidP="001C0413">
      <w:r>
        <w:lastRenderedPageBreak/>
        <w:t>— </w:t>
      </w:r>
      <w:r w:rsidR="00530790" w:rsidRPr="005D5566">
        <w:t>Tout de suite</w:t>
      </w:r>
      <w:r>
        <w:t>.</w:t>
      </w:r>
    </w:p>
    <w:p w14:paraId="2464B46A" w14:textId="77777777" w:rsidR="001C0413" w:rsidRDefault="00530790" w:rsidP="001C0413">
      <w:r w:rsidRPr="005D5566">
        <w:t>La jeune fille entr</w:t>
      </w:r>
      <w:r w:rsidR="001C0413">
        <w:t>’</w:t>
      </w:r>
      <w:r w:rsidRPr="005D5566">
        <w:t>ouvrit rapidement son manteau</w:t>
      </w:r>
      <w:r w:rsidR="001C0413">
        <w:t xml:space="preserve">, </w:t>
      </w:r>
      <w:r w:rsidRPr="005D5566">
        <w:t>se secoua et aussitôt des paquets de brochures s</w:t>
      </w:r>
      <w:r w:rsidR="001C0413">
        <w:t>’</w:t>
      </w:r>
      <w:r w:rsidRPr="005D5566">
        <w:t>envolèrent sur le sol</w:t>
      </w:r>
      <w:r w:rsidR="001C0413">
        <w:t xml:space="preserve">, </w:t>
      </w:r>
      <w:r w:rsidRPr="005D5566">
        <w:t>avec un bruissement de feuilles tombées</w:t>
      </w:r>
      <w:r w:rsidR="001C0413">
        <w:t xml:space="preserve">. </w:t>
      </w:r>
      <w:r w:rsidRPr="005D5566">
        <w:t>La mère les ramassait en riant</w:t>
      </w:r>
      <w:r w:rsidR="001C0413">
        <w:t> :</w:t>
      </w:r>
    </w:p>
    <w:p w14:paraId="6D684A88" w14:textId="77777777" w:rsidR="001C0413" w:rsidRDefault="001C0413" w:rsidP="001C0413">
      <w:r>
        <w:t>— </w:t>
      </w:r>
      <w:r w:rsidR="00530790" w:rsidRPr="005D5566">
        <w:t>Et moi qui pensais en vous voyant si grosse que vous étiez mariée et attendiez un enfant</w:t>
      </w:r>
      <w:r>
        <w:t xml:space="preserve"> ! </w:t>
      </w:r>
      <w:r w:rsidR="00530790" w:rsidRPr="005D5566">
        <w:t>dit-elle</w:t>
      </w:r>
      <w:r>
        <w:t xml:space="preserve">. </w:t>
      </w:r>
      <w:r w:rsidR="00530790" w:rsidRPr="005D5566">
        <w:t>Ah</w:t>
      </w:r>
      <w:r>
        <w:t xml:space="preserve"> ! </w:t>
      </w:r>
      <w:r w:rsidR="00530790" w:rsidRPr="005D5566">
        <w:t>quelle quantité vous en avez apporté</w:t>
      </w:r>
      <w:r>
        <w:t xml:space="preserve">… </w:t>
      </w:r>
      <w:r w:rsidR="00530790" w:rsidRPr="005D5566">
        <w:t>Et vous êtes venue à pied</w:t>
      </w:r>
      <w:r>
        <w:t> ?…</w:t>
      </w:r>
    </w:p>
    <w:p w14:paraId="0448BF5B" w14:textId="77777777" w:rsidR="001C0413" w:rsidRDefault="001C0413" w:rsidP="001C0413">
      <w:r>
        <w:t>— </w:t>
      </w:r>
      <w:r w:rsidR="00530790" w:rsidRPr="005D5566">
        <w:t>Oui</w:t>
      </w:r>
      <w:r>
        <w:t xml:space="preserve">, </w:t>
      </w:r>
      <w:r w:rsidR="00530790" w:rsidRPr="005D5566">
        <w:t>dit Sachenka</w:t>
      </w:r>
      <w:r>
        <w:t>.</w:t>
      </w:r>
    </w:p>
    <w:p w14:paraId="6CC04F29" w14:textId="77777777" w:rsidR="001C0413" w:rsidRDefault="00530790" w:rsidP="001C0413">
      <w:r w:rsidRPr="005D5566">
        <w:t>La jeune fille était de nouveau mince et élancée comme autrefois</w:t>
      </w:r>
      <w:r w:rsidR="001C0413">
        <w:t xml:space="preserve">. </w:t>
      </w:r>
      <w:r w:rsidRPr="005D5566">
        <w:t>La mère vit que ses joues s</w:t>
      </w:r>
      <w:r w:rsidR="001C0413">
        <w:t>’</w:t>
      </w:r>
      <w:r w:rsidRPr="005D5566">
        <w:t>étaient creusées et que ses yeux agrandis se cernaient de grandes ombres noires</w:t>
      </w:r>
      <w:r w:rsidR="001C0413">
        <w:t>.</w:t>
      </w:r>
    </w:p>
    <w:p w14:paraId="120B7FED" w14:textId="77777777" w:rsidR="001C0413" w:rsidRDefault="001C0413" w:rsidP="001C0413">
      <w:r>
        <w:t>— </w:t>
      </w:r>
      <w:r w:rsidR="00530790" w:rsidRPr="005D5566">
        <w:t>On vient de vous remettre en liberté</w:t>
      </w:r>
      <w:r>
        <w:t xml:space="preserve">… </w:t>
      </w:r>
      <w:r w:rsidR="00530790" w:rsidRPr="005D5566">
        <w:t>vous devriez vous reposer</w:t>
      </w:r>
      <w:r>
        <w:t xml:space="preserve">, </w:t>
      </w:r>
      <w:r w:rsidR="00530790" w:rsidRPr="005D5566">
        <w:t>et</w:t>
      </w:r>
      <w:r>
        <w:t xml:space="preserve">, </w:t>
      </w:r>
      <w:r w:rsidR="00530790" w:rsidRPr="005D5566">
        <w:t>au lieu de cela</w:t>
      </w:r>
      <w:r>
        <w:t xml:space="preserve">, </w:t>
      </w:r>
      <w:r w:rsidR="00530790" w:rsidRPr="005D5566">
        <w:t>vous portez un pareil fardeau pendant sept kilomètres</w:t>
      </w:r>
      <w:r>
        <w:t xml:space="preserve"> ! </w:t>
      </w:r>
      <w:r w:rsidR="00530790" w:rsidRPr="005D5566">
        <w:rPr>
          <w:bCs/>
        </w:rPr>
        <w:t>s</w:t>
      </w:r>
      <w:r>
        <w:t>’</w:t>
      </w:r>
      <w:r w:rsidR="00530790" w:rsidRPr="005D5566">
        <w:t>écria la mère Pélaguée en soupirant et en hochant la tête</w:t>
      </w:r>
      <w:r>
        <w:t>.</w:t>
      </w:r>
    </w:p>
    <w:p w14:paraId="0C35EF9B" w14:textId="77777777" w:rsidR="001C0413" w:rsidRDefault="001C0413" w:rsidP="001C0413">
      <w:r>
        <w:t>— </w:t>
      </w:r>
      <w:r w:rsidR="00530790" w:rsidRPr="005D5566">
        <w:t>Il le fallait</w:t>
      </w:r>
      <w:r>
        <w:t xml:space="preserve"> ! </w:t>
      </w:r>
      <w:r w:rsidR="00530790" w:rsidRPr="005D5566">
        <w:t>répondit Sachenka en frémissant</w:t>
      </w:r>
      <w:r>
        <w:t xml:space="preserve">. </w:t>
      </w:r>
      <w:r w:rsidR="00530790" w:rsidRPr="005D5566">
        <w:t>Dites-moi comment est Pavel Mikhaïlovitch</w:t>
      </w:r>
      <w:r>
        <w:t xml:space="preserve"> ?… </w:t>
      </w:r>
      <w:r w:rsidR="00530790" w:rsidRPr="005D5566">
        <w:t>il n</w:t>
      </w:r>
      <w:r>
        <w:t>’</w:t>
      </w:r>
      <w:r w:rsidR="00530790" w:rsidRPr="005D5566">
        <w:t>a pas été trop ému</w:t>
      </w:r>
      <w:r>
        <w:t> ?</w:t>
      </w:r>
    </w:p>
    <w:p w14:paraId="03BEE161" w14:textId="77777777" w:rsidR="001C0413" w:rsidRDefault="00530790" w:rsidP="001C0413">
      <w:r w:rsidRPr="005D5566">
        <w:t>Elle parlait sans regarder la mère et</w:t>
      </w:r>
      <w:r w:rsidR="001C0413">
        <w:t xml:space="preserve">, </w:t>
      </w:r>
      <w:r w:rsidRPr="005D5566">
        <w:t>inclinant la tête</w:t>
      </w:r>
      <w:r w:rsidR="001C0413">
        <w:t xml:space="preserve">, </w:t>
      </w:r>
      <w:r w:rsidRPr="005D5566">
        <w:rPr>
          <w:bCs/>
        </w:rPr>
        <w:t xml:space="preserve">elle </w:t>
      </w:r>
      <w:r w:rsidRPr="005D5566">
        <w:t xml:space="preserve">arrangeait </w:t>
      </w:r>
      <w:r w:rsidRPr="005D5566">
        <w:rPr>
          <w:bCs/>
        </w:rPr>
        <w:t xml:space="preserve">sa </w:t>
      </w:r>
      <w:r w:rsidRPr="005D5566">
        <w:t>coiffure avec des doigts mal assurés</w:t>
      </w:r>
      <w:r w:rsidR="001C0413">
        <w:t>.</w:t>
      </w:r>
    </w:p>
    <w:p w14:paraId="3A0D9D5F" w14:textId="77777777" w:rsidR="001C0413" w:rsidRDefault="001C0413" w:rsidP="001C0413">
      <w:r>
        <w:t>— </w:t>
      </w:r>
      <w:r w:rsidR="00530790" w:rsidRPr="005D5566">
        <w:t>Non</w:t>
      </w:r>
      <w:r>
        <w:t xml:space="preserve"> ! </w:t>
      </w:r>
      <w:r w:rsidR="00530790" w:rsidRPr="005D5566">
        <w:t>répondit la mère</w:t>
      </w:r>
      <w:r>
        <w:t xml:space="preserve">. </w:t>
      </w:r>
      <w:r w:rsidR="00530790" w:rsidRPr="005D5566">
        <w:t>Oh</w:t>
      </w:r>
      <w:r>
        <w:t xml:space="preserve"> ! </w:t>
      </w:r>
      <w:r w:rsidR="00530790" w:rsidRPr="005D5566">
        <w:t xml:space="preserve">il ne </w:t>
      </w:r>
      <w:r w:rsidR="00530790" w:rsidRPr="005D5566">
        <w:rPr>
          <w:bCs/>
        </w:rPr>
        <w:t xml:space="preserve">se </w:t>
      </w:r>
      <w:r w:rsidR="00530790" w:rsidRPr="005D5566">
        <w:t>trahira pas</w:t>
      </w:r>
      <w:r>
        <w:t>…</w:t>
      </w:r>
    </w:p>
    <w:p w14:paraId="3AC95428" w14:textId="77777777" w:rsidR="001C0413" w:rsidRDefault="001C0413" w:rsidP="001C0413">
      <w:r>
        <w:t>— </w:t>
      </w:r>
      <w:r w:rsidR="00530790" w:rsidRPr="005D5566">
        <w:t>Il a une santé robuste</w:t>
      </w:r>
      <w:r>
        <w:t xml:space="preserve">, </w:t>
      </w:r>
      <w:r w:rsidR="00530790" w:rsidRPr="005D5566">
        <w:t>n</w:t>
      </w:r>
      <w:r>
        <w:t>’</w:t>
      </w:r>
      <w:r w:rsidR="00530790" w:rsidRPr="005D5566">
        <w:t>est-ce pas</w:t>
      </w:r>
      <w:r>
        <w:t xml:space="preserve"> ? </w:t>
      </w:r>
      <w:r w:rsidR="00530790" w:rsidRPr="005D5566">
        <w:t>continua la jeune fille d</w:t>
      </w:r>
      <w:r>
        <w:t>’</w:t>
      </w:r>
      <w:r w:rsidR="00530790" w:rsidRPr="005D5566">
        <w:t>une voix basse et légèrement tremblante</w:t>
      </w:r>
      <w:r>
        <w:t>.</w:t>
      </w:r>
    </w:p>
    <w:p w14:paraId="3370E1D1" w14:textId="77777777" w:rsidR="001C0413" w:rsidRDefault="001C0413" w:rsidP="001C0413">
      <w:r>
        <w:t>— </w:t>
      </w:r>
      <w:r w:rsidR="00530790" w:rsidRPr="005D5566">
        <w:t>Il n</w:t>
      </w:r>
      <w:r>
        <w:t>’</w:t>
      </w:r>
      <w:r w:rsidR="00530790" w:rsidRPr="005D5566">
        <w:t>a jamais été malade</w:t>
      </w:r>
      <w:r>
        <w:t xml:space="preserve"> ! </w:t>
      </w:r>
      <w:r w:rsidR="00530790" w:rsidRPr="005D5566">
        <w:t>dit la mère</w:t>
      </w:r>
      <w:r>
        <w:t xml:space="preserve">. </w:t>
      </w:r>
      <w:r w:rsidR="00530790" w:rsidRPr="005D5566">
        <w:t>Comme vous tremblez</w:t>
      </w:r>
      <w:r>
        <w:t xml:space="preserve"> ! </w:t>
      </w:r>
      <w:r w:rsidR="00530790" w:rsidRPr="005D5566">
        <w:t>Attendez</w:t>
      </w:r>
      <w:r>
        <w:t xml:space="preserve">, </w:t>
      </w:r>
      <w:r w:rsidR="00530790" w:rsidRPr="005D5566">
        <w:t>je vais vous faire du thé</w:t>
      </w:r>
      <w:r>
        <w:t xml:space="preserve">, </w:t>
      </w:r>
      <w:r w:rsidR="00530790" w:rsidRPr="005D5566">
        <w:rPr>
          <w:bCs/>
        </w:rPr>
        <w:t xml:space="preserve">je </w:t>
      </w:r>
      <w:r w:rsidR="00530790" w:rsidRPr="005D5566">
        <w:t>vous donnerai des confitures aux framboises</w:t>
      </w:r>
      <w:r>
        <w:t>.</w:t>
      </w:r>
    </w:p>
    <w:p w14:paraId="1D75C57F" w14:textId="77777777" w:rsidR="001C0413" w:rsidRDefault="001C0413" w:rsidP="001C0413">
      <w:r>
        <w:lastRenderedPageBreak/>
        <w:t>— </w:t>
      </w:r>
      <w:r w:rsidR="00530790" w:rsidRPr="005D5566">
        <w:t>Ce serait bon</w:t>
      </w:r>
      <w:r>
        <w:t xml:space="preserve"> ! </w:t>
      </w:r>
      <w:r w:rsidR="00530790" w:rsidRPr="005D5566">
        <w:rPr>
          <w:bCs/>
        </w:rPr>
        <w:t>s</w:t>
      </w:r>
      <w:r>
        <w:t>’</w:t>
      </w:r>
      <w:r w:rsidR="00530790" w:rsidRPr="005D5566">
        <w:t>écria Sachenka avec un faible sourire</w:t>
      </w:r>
      <w:r>
        <w:t xml:space="preserve">. </w:t>
      </w:r>
      <w:r w:rsidR="00530790" w:rsidRPr="005D5566">
        <w:t>Seulement</w:t>
      </w:r>
      <w:r>
        <w:t xml:space="preserve">, </w:t>
      </w:r>
      <w:r w:rsidR="00530790" w:rsidRPr="005D5566">
        <w:t>pourquoi prendre cette peine</w:t>
      </w:r>
      <w:r>
        <w:t xml:space="preserve"> ? </w:t>
      </w:r>
      <w:r w:rsidR="00530790" w:rsidRPr="005D5566">
        <w:t>Il est tard</w:t>
      </w:r>
      <w:r>
        <w:t xml:space="preserve">, </w:t>
      </w:r>
      <w:r w:rsidR="00530790" w:rsidRPr="005D5566">
        <w:t>laissez-moi faire le thé moi-même</w:t>
      </w:r>
      <w:r>
        <w:t>.</w:t>
      </w:r>
    </w:p>
    <w:p w14:paraId="3A9DD179" w14:textId="77777777" w:rsidR="001C0413" w:rsidRDefault="001C0413" w:rsidP="001C0413">
      <w:r>
        <w:t>— </w:t>
      </w:r>
      <w:r w:rsidR="00530790" w:rsidRPr="005D5566">
        <w:t>Mais vous êtes si fatiguée</w:t>
      </w:r>
      <w:r>
        <w:t xml:space="preserve"> ! </w:t>
      </w:r>
      <w:r w:rsidR="00530790" w:rsidRPr="005D5566">
        <w:t>répliqua la mère d</w:t>
      </w:r>
      <w:r>
        <w:t>’</w:t>
      </w:r>
      <w:r w:rsidR="00530790" w:rsidRPr="005D5566">
        <w:t>un ton de reproche</w:t>
      </w:r>
      <w:r>
        <w:t xml:space="preserve"> ; </w:t>
      </w:r>
      <w:r w:rsidR="00530790" w:rsidRPr="005D5566">
        <w:t>et elle se mit à allumer le samovar</w:t>
      </w:r>
      <w:r>
        <w:t xml:space="preserve">. </w:t>
      </w:r>
      <w:r w:rsidR="00530790" w:rsidRPr="005D5566">
        <w:t>Sachenka la suivit dans la cuisine</w:t>
      </w:r>
      <w:r>
        <w:t xml:space="preserve">, </w:t>
      </w:r>
      <w:r w:rsidR="00530790" w:rsidRPr="005D5566">
        <w:t>s</w:t>
      </w:r>
      <w:r>
        <w:t>’</w:t>
      </w:r>
      <w:r w:rsidR="00530790" w:rsidRPr="005D5566">
        <w:t>assit sur le banc et</w:t>
      </w:r>
      <w:r>
        <w:t xml:space="preserve">, </w:t>
      </w:r>
      <w:r w:rsidR="00530790" w:rsidRPr="005D5566">
        <w:t>joignant les mains au-dessus de la tête</w:t>
      </w:r>
      <w:r>
        <w:t xml:space="preserve">, </w:t>
      </w:r>
      <w:r w:rsidR="00530790" w:rsidRPr="005D5566">
        <w:t>reprit</w:t>
      </w:r>
      <w:r>
        <w:t> :</w:t>
      </w:r>
    </w:p>
    <w:p w14:paraId="08A237BD" w14:textId="77777777" w:rsidR="001C0413" w:rsidRDefault="001C0413" w:rsidP="001C0413">
      <w:r>
        <w:t>— </w:t>
      </w:r>
      <w:r w:rsidR="00530790" w:rsidRPr="005D5566">
        <w:t>Oui</w:t>
      </w:r>
      <w:r>
        <w:t xml:space="preserve">, </w:t>
      </w:r>
      <w:r w:rsidR="00530790" w:rsidRPr="005D5566">
        <w:t>je suis fatiguée</w:t>
      </w:r>
      <w:r>
        <w:t xml:space="preserve"> ! </w:t>
      </w:r>
      <w:r w:rsidR="00530790" w:rsidRPr="005D5566">
        <w:t>Malgré tout</w:t>
      </w:r>
      <w:r>
        <w:t xml:space="preserve">, </w:t>
      </w:r>
      <w:r w:rsidR="00530790" w:rsidRPr="005D5566">
        <w:t>la prison épuise</w:t>
      </w:r>
      <w:r>
        <w:t xml:space="preserve"> ! </w:t>
      </w:r>
      <w:r w:rsidR="00530790" w:rsidRPr="005D5566">
        <w:t>Quelle maudite inaction</w:t>
      </w:r>
      <w:r>
        <w:t xml:space="preserve"> ! </w:t>
      </w:r>
      <w:r w:rsidR="00530790" w:rsidRPr="005D5566">
        <w:t>Il n</w:t>
      </w:r>
      <w:r>
        <w:t>’</w:t>
      </w:r>
      <w:r w:rsidR="00530790" w:rsidRPr="005D5566">
        <w:t>y a rien de plus pénible</w:t>
      </w:r>
      <w:r>
        <w:t xml:space="preserve">… </w:t>
      </w:r>
      <w:r w:rsidR="00530790" w:rsidRPr="005D5566">
        <w:t>On reste là une semaine</w:t>
      </w:r>
      <w:r>
        <w:t xml:space="preserve">, </w:t>
      </w:r>
      <w:r w:rsidR="00530790" w:rsidRPr="005D5566">
        <w:t>un mois</w:t>
      </w:r>
      <w:r>
        <w:t xml:space="preserve">, </w:t>
      </w:r>
      <w:r w:rsidR="00530790" w:rsidRPr="005D5566">
        <w:t>on sait toute la besogne qu</w:t>
      </w:r>
      <w:r>
        <w:t>’</w:t>
      </w:r>
      <w:r w:rsidR="00530790" w:rsidRPr="005D5566">
        <w:t>il y a à faire</w:t>
      </w:r>
      <w:r>
        <w:t xml:space="preserve">… </w:t>
      </w:r>
      <w:r w:rsidR="00530790" w:rsidRPr="005D5566">
        <w:t>les gens comptent sur vous pour les instruire</w:t>
      </w:r>
      <w:r>
        <w:t xml:space="preserve">… </w:t>
      </w:r>
      <w:r w:rsidR="00530790" w:rsidRPr="005D5566">
        <w:t>on sait qu</w:t>
      </w:r>
      <w:r>
        <w:t>’</w:t>
      </w:r>
      <w:r w:rsidR="00530790" w:rsidRPr="005D5566">
        <w:t>on peut leur donner ce qu</w:t>
      </w:r>
      <w:r>
        <w:t>’</w:t>
      </w:r>
      <w:r w:rsidR="00530790" w:rsidRPr="005D5566">
        <w:t>il leur faut</w:t>
      </w:r>
      <w:r>
        <w:t xml:space="preserve">… </w:t>
      </w:r>
      <w:r w:rsidR="00530790" w:rsidRPr="005D5566">
        <w:t>et on est en cage</w:t>
      </w:r>
      <w:r>
        <w:t xml:space="preserve">, </w:t>
      </w:r>
      <w:r w:rsidR="00530790" w:rsidRPr="005D5566">
        <w:t>comme une bête féroce</w:t>
      </w:r>
      <w:r>
        <w:t xml:space="preserve">… </w:t>
      </w:r>
      <w:r w:rsidR="00530790" w:rsidRPr="005D5566">
        <w:t>C</w:t>
      </w:r>
      <w:r>
        <w:t>’</w:t>
      </w:r>
      <w:r w:rsidR="00530790" w:rsidRPr="005D5566">
        <w:t>est cela qui dessèche le cœur</w:t>
      </w:r>
      <w:r>
        <w:t>.</w:t>
      </w:r>
    </w:p>
    <w:p w14:paraId="24C6B704" w14:textId="77777777" w:rsidR="001C0413" w:rsidRDefault="001C0413" w:rsidP="001C0413">
      <w:r>
        <w:t>— </w:t>
      </w:r>
      <w:r w:rsidR="00530790" w:rsidRPr="005D5566">
        <w:t>Qui vous récompensera</w:t>
      </w:r>
      <w:r>
        <w:t xml:space="preserve"> ? </w:t>
      </w:r>
      <w:r w:rsidR="00530790" w:rsidRPr="005D5566">
        <w:t>demanda la mère</w:t>
      </w:r>
      <w:r>
        <w:t>.</w:t>
      </w:r>
    </w:p>
    <w:p w14:paraId="08C0CC5E" w14:textId="77777777" w:rsidR="001C0413" w:rsidRDefault="00530790" w:rsidP="001C0413">
      <w:r w:rsidRPr="005D5566">
        <w:t>Et elle répondit elle-même en soupirant</w:t>
      </w:r>
      <w:r w:rsidR="001C0413">
        <w:t> :</w:t>
      </w:r>
    </w:p>
    <w:p w14:paraId="5647CD17" w14:textId="77777777" w:rsidR="001C0413" w:rsidRDefault="001C0413" w:rsidP="001C0413">
      <w:r>
        <w:t>— </w:t>
      </w:r>
      <w:r w:rsidR="00530790" w:rsidRPr="005D5566">
        <w:t>Personne</w:t>
      </w:r>
      <w:r>
        <w:t xml:space="preserve">, </w:t>
      </w:r>
      <w:r w:rsidR="00530790" w:rsidRPr="005D5566">
        <w:t>excepté Dieu</w:t>
      </w:r>
      <w:r>
        <w:t xml:space="preserve"> ! </w:t>
      </w:r>
      <w:r w:rsidR="00530790" w:rsidRPr="005D5566">
        <w:t>Vous non plus</w:t>
      </w:r>
      <w:r>
        <w:t xml:space="preserve">, </w:t>
      </w:r>
      <w:r w:rsidR="00530790" w:rsidRPr="005D5566">
        <w:t>vous ne croyez pas en lui</w:t>
      </w:r>
      <w:r>
        <w:t xml:space="preserve">, </w:t>
      </w:r>
      <w:r w:rsidR="00530790" w:rsidRPr="005D5566">
        <w:t>probablement</w:t>
      </w:r>
      <w:r>
        <w:t> ?</w:t>
      </w:r>
    </w:p>
    <w:p w14:paraId="12033E2E" w14:textId="77777777" w:rsidR="001C0413" w:rsidRDefault="001C0413" w:rsidP="001C0413">
      <w:r>
        <w:t>— </w:t>
      </w:r>
      <w:r w:rsidR="00530790" w:rsidRPr="005D5566">
        <w:t>Non</w:t>
      </w:r>
      <w:r>
        <w:t xml:space="preserve"> ! </w:t>
      </w:r>
      <w:r w:rsidR="00530790" w:rsidRPr="005D5566">
        <w:t>répondit la jeune fille</w:t>
      </w:r>
      <w:r>
        <w:t>.</w:t>
      </w:r>
    </w:p>
    <w:p w14:paraId="26391BEC" w14:textId="77777777" w:rsidR="001C0413" w:rsidRDefault="001C0413" w:rsidP="001C0413">
      <w:r>
        <w:t>— </w:t>
      </w:r>
      <w:r w:rsidR="00530790" w:rsidRPr="005D5566">
        <w:t>Et moi</w:t>
      </w:r>
      <w:r>
        <w:t xml:space="preserve">, </w:t>
      </w:r>
      <w:r w:rsidR="00530790" w:rsidRPr="005D5566">
        <w:t>je ne vous crois pas</w:t>
      </w:r>
      <w:r>
        <w:t xml:space="preserve"> ! </w:t>
      </w:r>
      <w:r w:rsidR="00530790" w:rsidRPr="005D5566">
        <w:t xml:space="preserve">déclara la mère en </w:t>
      </w:r>
      <w:r w:rsidR="00530790" w:rsidRPr="005D5566">
        <w:rPr>
          <w:bCs/>
        </w:rPr>
        <w:t>s</w:t>
      </w:r>
      <w:r>
        <w:t>’</w:t>
      </w:r>
      <w:r w:rsidR="00530790" w:rsidRPr="005D5566">
        <w:t>animant soudain</w:t>
      </w:r>
      <w:r>
        <w:t>.</w:t>
      </w:r>
    </w:p>
    <w:p w14:paraId="6F044738" w14:textId="77777777" w:rsidR="001C0413" w:rsidRDefault="00530790" w:rsidP="001C0413">
      <w:r w:rsidRPr="005D5566">
        <w:t>Tout en essuyant à son tablier ses mains salies par le charbon</w:t>
      </w:r>
      <w:r w:rsidR="001C0413">
        <w:t xml:space="preserve">, </w:t>
      </w:r>
      <w:r w:rsidRPr="005D5566">
        <w:t>elle continua avec une conviction profonde</w:t>
      </w:r>
      <w:r w:rsidR="001C0413">
        <w:t> :</w:t>
      </w:r>
    </w:p>
    <w:p w14:paraId="66588FB7" w14:textId="77777777" w:rsidR="001C0413" w:rsidRDefault="001C0413" w:rsidP="001C0413">
      <w:r>
        <w:t>— </w:t>
      </w:r>
      <w:r w:rsidR="00530790" w:rsidRPr="005D5566">
        <w:t>Vous ne comprenez pas votre croyance</w:t>
      </w:r>
      <w:r>
        <w:t xml:space="preserve">. </w:t>
      </w:r>
      <w:r w:rsidR="00530790" w:rsidRPr="005D5566">
        <w:t>Comment peut-on se vouer à une vie pareille sans croire en Dieu</w:t>
      </w:r>
      <w:r>
        <w:t> ?</w:t>
      </w:r>
    </w:p>
    <w:p w14:paraId="61FA67CB" w14:textId="77777777" w:rsidR="001C0413" w:rsidRDefault="00530790" w:rsidP="001C0413">
      <w:r w:rsidRPr="005D5566">
        <w:lastRenderedPageBreak/>
        <w:t>Sous l</w:t>
      </w:r>
      <w:r w:rsidR="001C0413">
        <w:t>’</w:t>
      </w:r>
      <w:r w:rsidRPr="005D5566">
        <w:t>auvent</w:t>
      </w:r>
      <w:r w:rsidR="001C0413">
        <w:t xml:space="preserve">, </w:t>
      </w:r>
      <w:r w:rsidRPr="005D5566">
        <w:t>des pas bruyants résonnèrent</w:t>
      </w:r>
      <w:r w:rsidR="001C0413">
        <w:t xml:space="preserve">, </w:t>
      </w:r>
      <w:r w:rsidRPr="005D5566">
        <w:t>une voix grommela</w:t>
      </w:r>
      <w:r w:rsidR="001C0413">
        <w:t xml:space="preserve">. </w:t>
      </w:r>
      <w:r w:rsidRPr="005D5566">
        <w:t>La mère frémit</w:t>
      </w:r>
      <w:r w:rsidR="001C0413">
        <w:t xml:space="preserve"> ; </w:t>
      </w:r>
      <w:r w:rsidRPr="005D5566">
        <w:t xml:space="preserve">la jeune fille sauta brusquement sur </w:t>
      </w:r>
      <w:r w:rsidRPr="005D5566">
        <w:rPr>
          <w:bCs/>
        </w:rPr>
        <w:t xml:space="preserve">ses </w:t>
      </w:r>
      <w:r w:rsidRPr="005D5566">
        <w:t>pieds et chuchota</w:t>
      </w:r>
      <w:r w:rsidR="001C0413">
        <w:t> :</w:t>
      </w:r>
    </w:p>
    <w:p w14:paraId="0F4E47A9" w14:textId="77777777" w:rsidR="001C0413" w:rsidRDefault="001C0413" w:rsidP="001C0413">
      <w:r>
        <w:t>— </w:t>
      </w:r>
      <w:r w:rsidR="00530790" w:rsidRPr="005D5566">
        <w:t>N</w:t>
      </w:r>
      <w:r>
        <w:t>’</w:t>
      </w:r>
      <w:r w:rsidR="00530790" w:rsidRPr="005D5566">
        <w:t>ouvrez pas</w:t>
      </w:r>
      <w:r>
        <w:t xml:space="preserve"> ! </w:t>
      </w:r>
      <w:r w:rsidR="00530790" w:rsidRPr="005D5566">
        <w:t xml:space="preserve">Si </w:t>
      </w:r>
      <w:r w:rsidR="00530790" w:rsidRPr="005D5566">
        <w:rPr>
          <w:bCs/>
        </w:rPr>
        <w:t xml:space="preserve">ce </w:t>
      </w:r>
      <w:r w:rsidR="00530790" w:rsidRPr="005D5566">
        <w:t>sont les gendarmes</w:t>
      </w:r>
      <w:r>
        <w:t xml:space="preserve">, </w:t>
      </w:r>
      <w:r w:rsidR="00530790" w:rsidRPr="005D5566">
        <w:rPr>
          <w:bCs/>
        </w:rPr>
        <w:t xml:space="preserve">vous ne </w:t>
      </w:r>
      <w:r w:rsidR="00530790" w:rsidRPr="005D5566">
        <w:t>me connaissez pas</w:t>
      </w:r>
      <w:r>
        <w:t xml:space="preserve">… </w:t>
      </w:r>
      <w:r w:rsidR="00530790" w:rsidRPr="005D5566">
        <w:t xml:space="preserve">je me suis trompée de </w:t>
      </w:r>
      <w:r w:rsidR="00530790" w:rsidRPr="005D5566">
        <w:rPr>
          <w:bCs/>
        </w:rPr>
        <w:t>maison</w:t>
      </w:r>
      <w:r>
        <w:rPr>
          <w:bCs/>
        </w:rPr>
        <w:t xml:space="preserve">… </w:t>
      </w:r>
      <w:r w:rsidR="00530790" w:rsidRPr="005D5566">
        <w:t>je suis entrée chez vous par hasard</w:t>
      </w:r>
      <w:r>
        <w:t xml:space="preserve">, </w:t>
      </w:r>
      <w:r w:rsidR="00530790" w:rsidRPr="005D5566">
        <w:t>je me suis évanouie</w:t>
      </w:r>
      <w:r>
        <w:t xml:space="preserve">, </w:t>
      </w:r>
      <w:r w:rsidR="00530790" w:rsidRPr="005D5566">
        <w:t>vous m</w:t>
      </w:r>
      <w:r>
        <w:t>’</w:t>
      </w:r>
      <w:r w:rsidR="00530790" w:rsidRPr="005D5566">
        <w:t xml:space="preserve">avez </w:t>
      </w:r>
      <w:r w:rsidR="00530790" w:rsidRPr="005D5566">
        <w:rPr>
          <w:bCs/>
        </w:rPr>
        <w:t>déshabillée</w:t>
      </w:r>
      <w:r>
        <w:rPr>
          <w:bCs/>
        </w:rPr>
        <w:t xml:space="preserve">… </w:t>
      </w:r>
      <w:r w:rsidR="00530790" w:rsidRPr="005D5566">
        <w:t xml:space="preserve">et vous avez trouvé les </w:t>
      </w:r>
      <w:r w:rsidR="00530790" w:rsidRPr="005D5566">
        <w:rPr>
          <w:bCs/>
        </w:rPr>
        <w:t>bro</w:t>
      </w:r>
      <w:r w:rsidR="00530790" w:rsidRPr="005D5566">
        <w:t>chures</w:t>
      </w:r>
      <w:r>
        <w:t xml:space="preserve">… </w:t>
      </w:r>
      <w:r w:rsidR="00530790" w:rsidRPr="005D5566">
        <w:t>vous comprenez</w:t>
      </w:r>
      <w:r>
        <w:t> ?</w:t>
      </w:r>
    </w:p>
    <w:p w14:paraId="66EB10DA" w14:textId="77777777" w:rsidR="001C0413" w:rsidRDefault="001C0413" w:rsidP="001C0413">
      <w:r>
        <w:t>— </w:t>
      </w:r>
      <w:r w:rsidR="00530790" w:rsidRPr="005D5566">
        <w:t>Pourquoi cela</w:t>
      </w:r>
      <w:r>
        <w:t xml:space="preserve">, </w:t>
      </w:r>
      <w:r w:rsidR="00530790" w:rsidRPr="005D5566">
        <w:t>ma chère</w:t>
      </w:r>
      <w:r>
        <w:t xml:space="preserve"> ? </w:t>
      </w:r>
      <w:r w:rsidR="00530790" w:rsidRPr="005D5566">
        <w:t xml:space="preserve">demanda la mère </w:t>
      </w:r>
      <w:r w:rsidR="00530790" w:rsidRPr="005D5566">
        <w:rPr>
          <w:bCs/>
        </w:rPr>
        <w:t xml:space="preserve">avec </w:t>
      </w:r>
      <w:r w:rsidR="00530790" w:rsidRPr="005D5566">
        <w:t>attendrissement</w:t>
      </w:r>
      <w:r>
        <w:t>.</w:t>
      </w:r>
    </w:p>
    <w:p w14:paraId="07CBB3E4" w14:textId="77777777" w:rsidR="001C0413" w:rsidRDefault="001C0413" w:rsidP="001C0413">
      <w:r>
        <w:t>— </w:t>
      </w:r>
      <w:r w:rsidR="00530790" w:rsidRPr="005D5566">
        <w:t>Attendez</w:t>
      </w:r>
      <w:r>
        <w:t xml:space="preserve"> ! </w:t>
      </w:r>
      <w:r w:rsidR="00530790" w:rsidRPr="005D5566">
        <w:t>dit Sachenka en prêtant l</w:t>
      </w:r>
      <w:r>
        <w:t>’</w:t>
      </w:r>
      <w:r w:rsidR="00530790" w:rsidRPr="005D5566">
        <w:t>oreille</w:t>
      </w:r>
      <w:r>
        <w:t xml:space="preserve">. </w:t>
      </w:r>
      <w:r w:rsidR="00530790" w:rsidRPr="005D5566">
        <w:t>Je crois que c</w:t>
      </w:r>
      <w:r>
        <w:t>’</w:t>
      </w:r>
      <w:r w:rsidR="00530790" w:rsidRPr="005D5566">
        <w:t>est Iégor</w:t>
      </w:r>
      <w:r>
        <w:t>…</w:t>
      </w:r>
    </w:p>
    <w:p w14:paraId="7F35327D" w14:textId="77777777" w:rsidR="001C0413" w:rsidRDefault="00530790" w:rsidP="001C0413">
      <w:r w:rsidRPr="005D5566">
        <w:t>C</w:t>
      </w:r>
      <w:r w:rsidR="001C0413">
        <w:t>’</w:t>
      </w:r>
      <w:r w:rsidRPr="005D5566">
        <w:t>était lui</w:t>
      </w:r>
      <w:r w:rsidR="001C0413">
        <w:t xml:space="preserve">, </w:t>
      </w:r>
      <w:r w:rsidRPr="005D5566">
        <w:t>trempé de pluie</w:t>
      </w:r>
      <w:r w:rsidR="001C0413">
        <w:t xml:space="preserve">, </w:t>
      </w:r>
      <w:r w:rsidRPr="005D5566">
        <w:t>harassé</w:t>
      </w:r>
      <w:r w:rsidR="001C0413">
        <w:t>.</w:t>
      </w:r>
    </w:p>
    <w:p w14:paraId="1D91E703" w14:textId="77777777" w:rsidR="001C0413" w:rsidRDefault="001C0413" w:rsidP="001C0413">
      <w:r>
        <w:t>— </w:t>
      </w:r>
      <w:r w:rsidR="00530790" w:rsidRPr="005D5566">
        <w:t>Ah</w:t>
      </w:r>
      <w:r>
        <w:t xml:space="preserve"> ! </w:t>
      </w:r>
      <w:r w:rsidR="00530790" w:rsidRPr="005D5566">
        <w:t>le samovar est prêt</w:t>
      </w:r>
      <w:r>
        <w:t xml:space="preserve">, </w:t>
      </w:r>
      <w:r w:rsidR="00530790" w:rsidRPr="005D5566">
        <w:t>s</w:t>
      </w:r>
      <w:r>
        <w:t>’</w:t>
      </w:r>
      <w:r w:rsidR="00530790" w:rsidRPr="005D5566">
        <w:t>écria-t-il</w:t>
      </w:r>
      <w:r>
        <w:t xml:space="preserve">, </w:t>
      </w:r>
      <w:r w:rsidR="00530790" w:rsidRPr="005D5566">
        <w:t>c</w:t>
      </w:r>
      <w:r>
        <w:t>’</w:t>
      </w:r>
      <w:r w:rsidR="00530790" w:rsidRPr="005D5566">
        <w:t>est ce qu</w:t>
      </w:r>
      <w:r>
        <w:t>’</w:t>
      </w:r>
      <w:r w:rsidR="00530790" w:rsidRPr="005D5566">
        <w:t>il y a de meilleur au monde</w:t>
      </w:r>
      <w:r>
        <w:t xml:space="preserve">, </w:t>
      </w:r>
      <w:r w:rsidR="00530790" w:rsidRPr="005D5566">
        <w:t>grand-mère</w:t>
      </w:r>
      <w:r>
        <w:t xml:space="preserve"> !… </w:t>
      </w:r>
      <w:r w:rsidR="00530790" w:rsidRPr="005D5566">
        <w:t>Vous êtes déjà là</w:t>
      </w:r>
      <w:r>
        <w:t xml:space="preserve">, </w:t>
      </w:r>
      <w:r w:rsidR="00530790" w:rsidRPr="005D5566">
        <w:t>Sachenka</w:t>
      </w:r>
      <w:r>
        <w:t> !</w:t>
      </w:r>
    </w:p>
    <w:p w14:paraId="2D38FBBC" w14:textId="77777777" w:rsidR="001C0413" w:rsidRDefault="00530790" w:rsidP="001C0413">
      <w:r w:rsidRPr="005D5566">
        <w:t>Et</w:t>
      </w:r>
      <w:r w:rsidR="001C0413">
        <w:t xml:space="preserve">, </w:t>
      </w:r>
      <w:r w:rsidRPr="005D5566">
        <w:t>remplissant la petite cuisine des sons rauques de sa voix</w:t>
      </w:r>
      <w:r w:rsidR="001C0413">
        <w:t xml:space="preserve">, </w:t>
      </w:r>
      <w:r w:rsidRPr="005D5566">
        <w:t>il enleva prestement son lourd pardessus et continua</w:t>
      </w:r>
      <w:r w:rsidR="001C0413">
        <w:t xml:space="preserve">, </w:t>
      </w:r>
      <w:r w:rsidRPr="005D5566">
        <w:t>sans reprendre haleine</w:t>
      </w:r>
      <w:r w:rsidR="001C0413">
        <w:t> :</w:t>
      </w:r>
    </w:p>
    <w:p w14:paraId="6465A55E" w14:textId="77777777" w:rsidR="001C0413" w:rsidRDefault="001C0413" w:rsidP="001C0413">
      <w:r>
        <w:t>— </w:t>
      </w:r>
      <w:r w:rsidR="00530790" w:rsidRPr="005D5566">
        <w:t>Voilà une demoiselle bien désagréable p</w:t>
      </w:r>
      <w:r w:rsidR="00530790" w:rsidRPr="005D5566">
        <w:rPr>
          <w:bCs/>
        </w:rPr>
        <w:t xml:space="preserve">our </w:t>
      </w:r>
      <w:r w:rsidR="00530790" w:rsidRPr="005D5566">
        <w:t>les autorités</w:t>
      </w:r>
      <w:r>
        <w:t xml:space="preserve">, </w:t>
      </w:r>
      <w:r w:rsidR="00530790" w:rsidRPr="005D5566">
        <w:t>grand-mère</w:t>
      </w:r>
      <w:r>
        <w:t xml:space="preserve"> ! </w:t>
      </w:r>
      <w:r w:rsidR="00530790" w:rsidRPr="005D5566">
        <w:t>Comme un des geôliers l</w:t>
      </w:r>
      <w:r>
        <w:t>’</w:t>
      </w:r>
      <w:r w:rsidR="00530790" w:rsidRPr="005D5566">
        <w:t>avait insultée</w:t>
      </w:r>
      <w:r>
        <w:t xml:space="preserve">, </w:t>
      </w:r>
      <w:r w:rsidR="00530790" w:rsidRPr="005D5566">
        <w:t>elle lui a déclaré qu</w:t>
      </w:r>
      <w:r>
        <w:t>’</w:t>
      </w:r>
      <w:r w:rsidR="00530790" w:rsidRPr="005D5566">
        <w:t xml:space="preserve">elle se </w:t>
      </w:r>
      <w:r w:rsidR="00530790" w:rsidRPr="005D5566">
        <w:rPr>
          <w:bCs/>
        </w:rPr>
        <w:t xml:space="preserve">laisserait </w:t>
      </w:r>
      <w:r w:rsidR="00530790" w:rsidRPr="005D5566">
        <w:t>mourir de faim s</w:t>
      </w:r>
      <w:r>
        <w:t>’</w:t>
      </w:r>
      <w:r w:rsidR="00530790" w:rsidRPr="005D5566">
        <w:t>il ne lui présentait pas des excuses</w:t>
      </w:r>
      <w:r>
        <w:t xml:space="preserve"> ; </w:t>
      </w:r>
      <w:r w:rsidR="00530790" w:rsidRPr="005D5566">
        <w:t>et pendant huit jours elle n</w:t>
      </w:r>
      <w:r>
        <w:t>’</w:t>
      </w:r>
      <w:r w:rsidR="00530790" w:rsidRPr="005D5566">
        <w:t>a rien mangé</w:t>
      </w:r>
      <w:r>
        <w:t xml:space="preserve">, </w:t>
      </w:r>
      <w:r w:rsidR="00530790" w:rsidRPr="005D5566">
        <w:t>c</w:t>
      </w:r>
      <w:r>
        <w:t>’</w:t>
      </w:r>
      <w:r w:rsidR="00530790" w:rsidRPr="005D5566">
        <w:t xml:space="preserve">est pourquoi </w:t>
      </w:r>
      <w:r w:rsidR="00530790" w:rsidRPr="005D5566">
        <w:rPr>
          <w:bCs/>
        </w:rPr>
        <w:t xml:space="preserve">elle </w:t>
      </w:r>
      <w:r w:rsidR="00530790" w:rsidRPr="005D5566">
        <w:t>est presque partie pour un monde meilleur</w:t>
      </w:r>
      <w:r>
        <w:t xml:space="preserve">. </w:t>
      </w:r>
      <w:r w:rsidR="00530790" w:rsidRPr="005D5566">
        <w:t>Ce n</w:t>
      </w:r>
      <w:r>
        <w:t>’</w:t>
      </w:r>
      <w:r w:rsidR="00530790" w:rsidRPr="005D5566">
        <w:t>est pas mal</w:t>
      </w:r>
      <w:r>
        <w:t xml:space="preserve">, </w:t>
      </w:r>
      <w:r w:rsidR="00530790" w:rsidRPr="005D5566">
        <w:rPr>
          <w:bCs/>
        </w:rPr>
        <w:t>n</w:t>
      </w:r>
      <w:r>
        <w:t>’</w:t>
      </w:r>
      <w:r w:rsidR="00530790" w:rsidRPr="005D5566">
        <w:t>est</w:t>
      </w:r>
      <w:r w:rsidR="00530790" w:rsidRPr="005D5566">
        <w:rPr>
          <w:bCs/>
        </w:rPr>
        <w:t xml:space="preserve">-ce </w:t>
      </w:r>
      <w:r w:rsidR="00530790" w:rsidRPr="005D5566">
        <w:t>pas</w:t>
      </w:r>
      <w:r>
        <w:t xml:space="preserve"> ? </w:t>
      </w:r>
      <w:r w:rsidR="00530790" w:rsidRPr="005D5566">
        <w:t>Que dites-vous de mon petit ventre</w:t>
      </w:r>
      <w:r>
        <w:t> ?</w:t>
      </w:r>
    </w:p>
    <w:p w14:paraId="6D0F5BD7" w14:textId="77777777" w:rsidR="001C0413" w:rsidRDefault="00530790" w:rsidP="001C0413">
      <w:r w:rsidRPr="005D5566">
        <w:t>Il secoua sa panse ballonnée de grosses brochures qu</w:t>
      </w:r>
      <w:r w:rsidR="001C0413">
        <w:t>’</w:t>
      </w:r>
      <w:r w:rsidRPr="005D5566">
        <w:t>il soutenait de ses bras courts et passa dans la chambre</w:t>
      </w:r>
      <w:r w:rsidR="001C0413">
        <w:t xml:space="preserve">, </w:t>
      </w:r>
      <w:r w:rsidRPr="005D5566">
        <w:t>refermant la porte derrière lui</w:t>
      </w:r>
      <w:r w:rsidR="001C0413">
        <w:t>.</w:t>
      </w:r>
    </w:p>
    <w:p w14:paraId="087EA837" w14:textId="77777777" w:rsidR="001C0413" w:rsidRDefault="001C0413" w:rsidP="001C0413">
      <w:r>
        <w:lastRenderedPageBreak/>
        <w:t>— </w:t>
      </w:r>
      <w:r w:rsidR="00530790" w:rsidRPr="005D5566">
        <w:t>Vous êtes vraiment restée huit jours sans manger</w:t>
      </w:r>
      <w:r>
        <w:t xml:space="preserve"> ? </w:t>
      </w:r>
      <w:r w:rsidR="00530790" w:rsidRPr="005D5566">
        <w:t>demanda la mère</w:t>
      </w:r>
      <w:r>
        <w:t xml:space="preserve">, </w:t>
      </w:r>
      <w:r w:rsidR="00530790" w:rsidRPr="005D5566">
        <w:t>avec étonnement</w:t>
      </w:r>
      <w:r>
        <w:t>.</w:t>
      </w:r>
    </w:p>
    <w:p w14:paraId="12F6FACF" w14:textId="77777777" w:rsidR="001C0413" w:rsidRDefault="001C0413" w:rsidP="001C0413">
      <w:r>
        <w:t>— </w:t>
      </w:r>
      <w:r w:rsidR="00530790" w:rsidRPr="005D5566">
        <w:t>Il fallait qu</w:t>
      </w:r>
      <w:r>
        <w:t>’</w:t>
      </w:r>
      <w:r w:rsidR="00530790" w:rsidRPr="005D5566">
        <w:t>il me fasse des excuses</w:t>
      </w:r>
      <w:r>
        <w:t xml:space="preserve">, </w:t>
      </w:r>
      <w:r w:rsidR="00530790" w:rsidRPr="005D5566">
        <w:t>répondit la jeune fille en remuant frileusement les épaules</w:t>
      </w:r>
      <w:r>
        <w:t>.</w:t>
      </w:r>
    </w:p>
    <w:p w14:paraId="3A9800B5" w14:textId="77777777" w:rsidR="001C0413" w:rsidRDefault="00530790" w:rsidP="001C0413">
      <w:r w:rsidRPr="005D5566">
        <w:t xml:space="preserve">Ce calme et cette opiniâtreté austères firent naître chez la mère quelque chose qui ressemblait </w:t>
      </w:r>
      <w:r w:rsidRPr="005D5566">
        <w:rPr>
          <w:bCs/>
        </w:rPr>
        <w:t xml:space="preserve">à </w:t>
      </w:r>
      <w:r w:rsidRPr="005D5566">
        <w:t>un blâme</w:t>
      </w:r>
      <w:r w:rsidR="001C0413">
        <w:t>.</w:t>
      </w:r>
    </w:p>
    <w:p w14:paraId="1E732ADD" w14:textId="77777777" w:rsidR="001C0413" w:rsidRDefault="001C0413" w:rsidP="001C0413">
      <w:r>
        <w:t>« </w:t>
      </w:r>
      <w:r w:rsidR="00530790" w:rsidRPr="005D5566">
        <w:t>Ah</w:t>
      </w:r>
      <w:r>
        <w:t xml:space="preserve"> ! </w:t>
      </w:r>
      <w:r w:rsidR="00530790" w:rsidRPr="005D5566">
        <w:t>c</w:t>
      </w:r>
      <w:r>
        <w:t>’</w:t>
      </w:r>
      <w:r w:rsidR="00530790" w:rsidRPr="005D5566">
        <w:t>est comme cela</w:t>
      </w:r>
      <w:r>
        <w:t> ! »</w:t>
      </w:r>
      <w:r w:rsidR="00530790" w:rsidRPr="005D5566">
        <w:t xml:space="preserve"> pensa-t-elle</w:t>
      </w:r>
      <w:r>
        <w:t>.</w:t>
      </w:r>
    </w:p>
    <w:p w14:paraId="0C936DE5" w14:textId="77777777" w:rsidR="001C0413" w:rsidRDefault="00530790" w:rsidP="001C0413">
      <w:r w:rsidRPr="005D5566">
        <w:t>Et elle demanda encore</w:t>
      </w:r>
      <w:r w:rsidR="001C0413">
        <w:t> :</w:t>
      </w:r>
    </w:p>
    <w:p w14:paraId="7FEFBC15" w14:textId="77777777" w:rsidR="001C0413" w:rsidRDefault="001C0413" w:rsidP="001C0413">
      <w:r>
        <w:t>— </w:t>
      </w:r>
      <w:r w:rsidR="00530790" w:rsidRPr="005D5566">
        <w:t>Et si vous étiez morte</w:t>
      </w:r>
      <w:r>
        <w:t> ?</w:t>
      </w:r>
    </w:p>
    <w:p w14:paraId="0AEAC5FE" w14:textId="77777777" w:rsidR="001C0413" w:rsidRDefault="001C0413" w:rsidP="001C0413">
      <w:r>
        <w:t>— </w:t>
      </w:r>
      <w:r w:rsidR="00530790" w:rsidRPr="005D5566">
        <w:t>Que faire</w:t>
      </w:r>
      <w:r>
        <w:t xml:space="preserve">, </w:t>
      </w:r>
      <w:r w:rsidR="00530790" w:rsidRPr="005D5566">
        <w:t>je serais morte</w:t>
      </w:r>
      <w:r>
        <w:t xml:space="preserve"> ! </w:t>
      </w:r>
      <w:r w:rsidR="00530790" w:rsidRPr="005D5566">
        <w:t xml:space="preserve">répliqua la jeune fille </w:t>
      </w:r>
      <w:r w:rsidR="00530790" w:rsidRPr="005D5566">
        <w:rPr>
          <w:bCs/>
        </w:rPr>
        <w:t xml:space="preserve">à </w:t>
      </w:r>
      <w:r w:rsidR="00530790" w:rsidRPr="005D5566">
        <w:t>voix basse</w:t>
      </w:r>
      <w:r>
        <w:t xml:space="preserve">. </w:t>
      </w:r>
      <w:r w:rsidR="00530790" w:rsidRPr="005D5566">
        <w:t>Il a fini par s</w:t>
      </w:r>
      <w:r>
        <w:t>’</w:t>
      </w:r>
      <w:r w:rsidR="00530790" w:rsidRPr="005D5566">
        <w:t>excuser</w:t>
      </w:r>
      <w:r>
        <w:t xml:space="preserve">. </w:t>
      </w:r>
      <w:r w:rsidR="00530790" w:rsidRPr="005D5566">
        <w:t>On ne doit pas pardonner les outrages</w:t>
      </w:r>
      <w:r>
        <w:t>…</w:t>
      </w:r>
    </w:p>
    <w:p w14:paraId="64C84D23" w14:textId="77777777" w:rsidR="001C0413" w:rsidRDefault="001C0413" w:rsidP="001C0413">
      <w:r>
        <w:t>— </w:t>
      </w:r>
      <w:r w:rsidR="00530790" w:rsidRPr="005D5566">
        <w:t>Oui</w:t>
      </w:r>
      <w:r>
        <w:t xml:space="preserve">… </w:t>
      </w:r>
      <w:r w:rsidR="00530790" w:rsidRPr="005D5566">
        <w:t>dit lentement la mère</w:t>
      </w:r>
      <w:r>
        <w:t xml:space="preserve">. </w:t>
      </w:r>
      <w:r w:rsidR="00530790" w:rsidRPr="005D5566">
        <w:t>Et pourtant</w:t>
      </w:r>
      <w:r>
        <w:t xml:space="preserve">, </w:t>
      </w:r>
      <w:r w:rsidR="00530790" w:rsidRPr="005D5566">
        <w:t>nous autres femmes</w:t>
      </w:r>
      <w:r>
        <w:t xml:space="preserve">, </w:t>
      </w:r>
      <w:r w:rsidR="00530790" w:rsidRPr="005D5566">
        <w:t>on nous outrage toute notre vie</w:t>
      </w:r>
      <w:r>
        <w:t>.</w:t>
      </w:r>
    </w:p>
    <w:p w14:paraId="1972D772" w14:textId="77777777" w:rsidR="001C0413" w:rsidRDefault="001C0413" w:rsidP="001C0413">
      <w:pPr>
        <w:rPr>
          <w:bCs/>
        </w:rPr>
      </w:pPr>
      <w:r>
        <w:t>— </w:t>
      </w:r>
      <w:r w:rsidR="00530790" w:rsidRPr="005D5566">
        <w:t>Je me suis allégé</w:t>
      </w:r>
      <w:r>
        <w:t xml:space="preserve"> ! </w:t>
      </w:r>
      <w:r w:rsidR="00530790" w:rsidRPr="005D5566">
        <w:t>déclara Iégor</w:t>
      </w:r>
      <w:r>
        <w:t xml:space="preserve">, </w:t>
      </w:r>
      <w:r w:rsidR="00530790" w:rsidRPr="005D5566">
        <w:t xml:space="preserve">en ouvrant </w:t>
      </w:r>
      <w:r w:rsidR="00530790" w:rsidRPr="005D5566">
        <w:rPr>
          <w:bCs/>
        </w:rPr>
        <w:t xml:space="preserve">la </w:t>
      </w:r>
      <w:r w:rsidR="00530790" w:rsidRPr="005D5566">
        <w:t>porte</w:t>
      </w:r>
      <w:r>
        <w:t xml:space="preserve">. </w:t>
      </w:r>
      <w:r w:rsidR="00530790" w:rsidRPr="005D5566">
        <w:t>Le samovar est prêt</w:t>
      </w:r>
      <w:r>
        <w:t xml:space="preserve"> ? </w:t>
      </w:r>
      <w:r w:rsidR="00530790" w:rsidRPr="005D5566">
        <w:t>Permettez</w:t>
      </w:r>
      <w:r>
        <w:t xml:space="preserve">, </w:t>
      </w:r>
      <w:r w:rsidR="00530790" w:rsidRPr="005D5566">
        <w:rPr>
          <w:bCs/>
        </w:rPr>
        <w:t xml:space="preserve">je vais </w:t>
      </w:r>
      <w:r w:rsidR="00530790" w:rsidRPr="005D5566">
        <w:t xml:space="preserve">le </w:t>
      </w:r>
      <w:r w:rsidR="00530790" w:rsidRPr="005D5566">
        <w:rPr>
          <w:bCs/>
        </w:rPr>
        <w:t>prendre</w:t>
      </w:r>
      <w:r>
        <w:rPr>
          <w:bCs/>
        </w:rPr>
        <w:t>…</w:t>
      </w:r>
    </w:p>
    <w:p w14:paraId="0E2BECC7" w14:textId="77777777" w:rsidR="001C0413" w:rsidRDefault="00530790" w:rsidP="001C0413">
      <w:r w:rsidRPr="005D5566">
        <w:t>Il s</w:t>
      </w:r>
      <w:r w:rsidR="001C0413">
        <w:t>’</w:t>
      </w:r>
      <w:r w:rsidRPr="005D5566">
        <w:t>empara du samovar et ajouta en le portant dans la chambre</w:t>
      </w:r>
      <w:r w:rsidR="001C0413">
        <w:t>.</w:t>
      </w:r>
    </w:p>
    <w:p w14:paraId="6D631998" w14:textId="77777777" w:rsidR="001C0413" w:rsidRDefault="001C0413" w:rsidP="001C0413">
      <w:r>
        <w:t>— </w:t>
      </w:r>
      <w:r w:rsidR="00530790" w:rsidRPr="005D5566">
        <w:t>Mon papa buvait au moins vingt verres de thé par jour</w:t>
      </w:r>
      <w:r>
        <w:t xml:space="preserve">, </w:t>
      </w:r>
      <w:r w:rsidR="00530790" w:rsidRPr="005D5566">
        <w:t>c</w:t>
      </w:r>
      <w:r>
        <w:t>’</w:t>
      </w:r>
      <w:r w:rsidR="00530790" w:rsidRPr="005D5566">
        <w:t>est pourquoi il a passé soixante-treize ans sur cette terre paisiblement et sans être malade</w:t>
      </w:r>
      <w:r>
        <w:t xml:space="preserve">. </w:t>
      </w:r>
      <w:r w:rsidR="00530790" w:rsidRPr="005D5566">
        <w:t>Il pesait plus de cent kilos et était sacristain du village de Vosskressenski</w:t>
      </w:r>
      <w:r>
        <w:t>…</w:t>
      </w:r>
    </w:p>
    <w:p w14:paraId="791AF64A" w14:textId="77777777" w:rsidR="001C0413" w:rsidRDefault="001C0413" w:rsidP="001C0413">
      <w:r>
        <w:t>— </w:t>
      </w:r>
      <w:r w:rsidR="00530790" w:rsidRPr="005D5566">
        <w:t>Vous êtes le fils du père Ivan</w:t>
      </w:r>
      <w:r>
        <w:t xml:space="preserve"> ? </w:t>
      </w:r>
      <w:r w:rsidR="00530790" w:rsidRPr="005D5566">
        <w:t>s</w:t>
      </w:r>
      <w:r>
        <w:t>’</w:t>
      </w:r>
      <w:r w:rsidR="00530790" w:rsidRPr="005D5566">
        <w:t>écria la mère</w:t>
      </w:r>
      <w:r>
        <w:t>.</w:t>
      </w:r>
    </w:p>
    <w:p w14:paraId="0D76C527" w14:textId="77777777" w:rsidR="001C0413" w:rsidRDefault="001C0413" w:rsidP="001C0413">
      <w:r>
        <w:t>— </w:t>
      </w:r>
      <w:r w:rsidR="00530790" w:rsidRPr="005D5566">
        <w:t>Justement</w:t>
      </w:r>
      <w:r>
        <w:t xml:space="preserve">. </w:t>
      </w:r>
      <w:r w:rsidR="00530790" w:rsidRPr="005D5566">
        <w:t>Comment le savez-vous</w:t>
      </w:r>
      <w:r>
        <w:t> ?</w:t>
      </w:r>
    </w:p>
    <w:p w14:paraId="71BF2EDF" w14:textId="77777777" w:rsidR="001C0413" w:rsidRDefault="001C0413" w:rsidP="001C0413">
      <w:r>
        <w:t>— </w:t>
      </w:r>
      <w:r w:rsidR="00530790" w:rsidRPr="005D5566">
        <w:t>Je suis aussi de Vosskressenski</w:t>
      </w:r>
      <w:r>
        <w:t> !</w:t>
      </w:r>
    </w:p>
    <w:p w14:paraId="25C262B2" w14:textId="77777777" w:rsidR="001C0413" w:rsidRDefault="001C0413" w:rsidP="001C0413">
      <w:r>
        <w:lastRenderedPageBreak/>
        <w:t>— </w:t>
      </w:r>
      <w:r w:rsidR="00530790" w:rsidRPr="005D5566">
        <w:t>Alors</w:t>
      </w:r>
      <w:r>
        <w:t xml:space="preserve">, </w:t>
      </w:r>
      <w:r w:rsidR="00530790" w:rsidRPr="005D5566">
        <w:t>nous sommes pays</w:t>
      </w:r>
      <w:r>
        <w:t xml:space="preserve"> ? </w:t>
      </w:r>
      <w:r w:rsidR="00530790" w:rsidRPr="005D5566">
        <w:t>Quel était votre nom de jeune fille</w:t>
      </w:r>
      <w:r>
        <w:t> ?</w:t>
      </w:r>
    </w:p>
    <w:p w14:paraId="1AB7F94A" w14:textId="77777777" w:rsidR="001C0413" w:rsidRDefault="001C0413" w:rsidP="001C0413">
      <w:r>
        <w:t>— </w:t>
      </w:r>
      <w:r w:rsidR="00530790" w:rsidRPr="005D5566">
        <w:t>Séréguine</w:t>
      </w:r>
      <w:r>
        <w:t xml:space="preserve">… </w:t>
      </w:r>
      <w:r w:rsidR="00530790" w:rsidRPr="005D5566">
        <w:t>Nous étions voisins</w:t>
      </w:r>
      <w:r>
        <w:t>…</w:t>
      </w:r>
    </w:p>
    <w:p w14:paraId="124138B9" w14:textId="77777777" w:rsidR="001C0413" w:rsidRDefault="001C0413" w:rsidP="001C0413">
      <w:r>
        <w:t>— </w:t>
      </w:r>
      <w:r w:rsidR="00530790" w:rsidRPr="005D5566">
        <w:t>Vous êtes la fille de Nile le boiteux</w:t>
      </w:r>
      <w:r>
        <w:t xml:space="preserve"> ? </w:t>
      </w:r>
      <w:r w:rsidR="00530790" w:rsidRPr="005D5566">
        <w:t>C</w:t>
      </w:r>
      <w:r>
        <w:t>’</w:t>
      </w:r>
      <w:r w:rsidR="00530790" w:rsidRPr="005D5566">
        <w:t>est un personnage que je connais bien</w:t>
      </w:r>
      <w:r>
        <w:t xml:space="preserve">, </w:t>
      </w:r>
      <w:r w:rsidR="00530790" w:rsidRPr="005D5566">
        <w:t>il m</w:t>
      </w:r>
      <w:r>
        <w:t>’</w:t>
      </w:r>
      <w:r w:rsidR="00530790" w:rsidRPr="005D5566">
        <w:t>a tiré les oreilles plus d</w:t>
      </w:r>
      <w:r>
        <w:t>’</w:t>
      </w:r>
      <w:r w:rsidR="00530790" w:rsidRPr="005D5566">
        <w:t>une fois</w:t>
      </w:r>
      <w:r>
        <w:t>.</w:t>
      </w:r>
    </w:p>
    <w:p w14:paraId="3C17E2FF" w14:textId="77777777" w:rsidR="001C0413" w:rsidRDefault="00530790" w:rsidP="001C0413">
      <w:r w:rsidRPr="005D5566">
        <w:t>Ils étaient restés debout et riaient en s</w:t>
      </w:r>
      <w:r w:rsidR="001C0413">
        <w:t>’</w:t>
      </w:r>
      <w:r w:rsidRPr="005D5566">
        <w:t>interrogeant</w:t>
      </w:r>
      <w:r w:rsidR="001C0413">
        <w:t xml:space="preserve">. </w:t>
      </w:r>
      <w:r w:rsidRPr="005D5566">
        <w:t>Sachenka les regardait et souriait</w:t>
      </w:r>
      <w:r w:rsidR="001C0413">
        <w:t xml:space="preserve">, </w:t>
      </w:r>
      <w:r w:rsidRPr="005D5566">
        <w:t>tout en préparant le thé</w:t>
      </w:r>
      <w:r w:rsidR="001C0413">
        <w:t xml:space="preserve">. </w:t>
      </w:r>
      <w:r w:rsidRPr="005D5566">
        <w:t>Le bruit de la vaisselle entrechoquée rappela la mère à ses devoirs</w:t>
      </w:r>
      <w:r w:rsidR="001C0413">
        <w:t>.</w:t>
      </w:r>
    </w:p>
    <w:p w14:paraId="00419503" w14:textId="77777777" w:rsidR="001C0413" w:rsidRDefault="001C0413" w:rsidP="001C0413">
      <w:r>
        <w:t>— </w:t>
      </w:r>
      <w:r w:rsidR="00530790" w:rsidRPr="005D5566">
        <w:t>Oh</w:t>
      </w:r>
      <w:r>
        <w:t xml:space="preserve"> ! </w:t>
      </w:r>
      <w:r w:rsidR="00530790" w:rsidRPr="005D5566">
        <w:t>Excusez</w:t>
      </w:r>
      <w:r>
        <w:t xml:space="preserve"> ! </w:t>
      </w:r>
      <w:r w:rsidR="00530790" w:rsidRPr="005D5566">
        <w:t>je me mets à bavarder et vous oublie</w:t>
      </w:r>
      <w:r>
        <w:t xml:space="preserve">… </w:t>
      </w:r>
      <w:r w:rsidR="00530790" w:rsidRPr="005D5566">
        <w:t>C</w:t>
      </w:r>
      <w:r>
        <w:t>’</w:t>
      </w:r>
      <w:r w:rsidR="00530790" w:rsidRPr="005D5566">
        <w:t>est si agréable de voir un pays</w:t>
      </w:r>
      <w:r>
        <w:t>…</w:t>
      </w:r>
    </w:p>
    <w:p w14:paraId="2D204AEF" w14:textId="77777777" w:rsidR="001C0413" w:rsidRDefault="001C0413" w:rsidP="001C0413">
      <w:r>
        <w:t>— </w:t>
      </w:r>
      <w:r w:rsidR="00530790" w:rsidRPr="005D5566">
        <w:t>C</w:t>
      </w:r>
      <w:r>
        <w:t>’</w:t>
      </w:r>
      <w:r w:rsidR="00530790" w:rsidRPr="005D5566">
        <w:t>est moi qui doi</w:t>
      </w:r>
      <w:r w:rsidR="00530790">
        <w:t>s</w:t>
      </w:r>
      <w:r w:rsidR="00530790" w:rsidRPr="005D5566">
        <w:t xml:space="preserve"> vous demander pardon de m</w:t>
      </w:r>
      <w:r>
        <w:t>’</w:t>
      </w:r>
      <w:r w:rsidR="00530790" w:rsidRPr="005D5566">
        <w:t>être servie</w:t>
      </w:r>
      <w:r>
        <w:t xml:space="preserve"> ! </w:t>
      </w:r>
      <w:r w:rsidR="00530790" w:rsidRPr="005D5566">
        <w:t>dit Sachenka</w:t>
      </w:r>
      <w:r>
        <w:t xml:space="preserve">. </w:t>
      </w:r>
      <w:r w:rsidR="00530790" w:rsidRPr="005D5566">
        <w:t>Mais il est déjà onze heures et j</w:t>
      </w:r>
      <w:r>
        <w:t>’</w:t>
      </w:r>
      <w:r w:rsidR="00530790" w:rsidRPr="005D5566">
        <w:t>ai encore une longue route à faire</w:t>
      </w:r>
      <w:r>
        <w:t>…</w:t>
      </w:r>
    </w:p>
    <w:p w14:paraId="3056E412" w14:textId="77777777" w:rsidR="001C0413" w:rsidRDefault="001C0413" w:rsidP="001C0413">
      <w:r>
        <w:t>— </w:t>
      </w:r>
      <w:r w:rsidR="00530790" w:rsidRPr="005D5566">
        <w:t>Pour aller où</w:t>
      </w:r>
      <w:r>
        <w:t xml:space="preserve"> ? </w:t>
      </w:r>
      <w:r w:rsidR="00530790" w:rsidRPr="005D5566">
        <w:t>à la ville</w:t>
      </w:r>
      <w:r>
        <w:t xml:space="preserve"> ? </w:t>
      </w:r>
      <w:r w:rsidR="00530790" w:rsidRPr="005D5566">
        <w:t>questionna la mère avec étonnement</w:t>
      </w:r>
      <w:r>
        <w:t>.</w:t>
      </w:r>
    </w:p>
    <w:p w14:paraId="7075F031" w14:textId="77777777" w:rsidR="001C0413" w:rsidRDefault="001C0413" w:rsidP="001C0413">
      <w:r>
        <w:t>— </w:t>
      </w:r>
      <w:r w:rsidR="00530790" w:rsidRPr="005D5566">
        <w:t>Oui</w:t>
      </w:r>
      <w:r>
        <w:t> !</w:t>
      </w:r>
    </w:p>
    <w:p w14:paraId="60F4D207" w14:textId="77777777" w:rsidR="001C0413" w:rsidRDefault="001C0413" w:rsidP="001C0413">
      <w:r>
        <w:t>— </w:t>
      </w:r>
      <w:r w:rsidR="00530790" w:rsidRPr="005D5566">
        <w:t>Il fait nuit</w:t>
      </w:r>
      <w:r>
        <w:t xml:space="preserve">, </w:t>
      </w:r>
      <w:r w:rsidR="00530790" w:rsidRPr="005D5566">
        <w:t>il pleut</w:t>
      </w:r>
      <w:r>
        <w:t xml:space="preserve">, </w:t>
      </w:r>
      <w:r w:rsidR="00530790" w:rsidRPr="005D5566">
        <w:t>vous êtes fatiguée</w:t>
      </w:r>
      <w:r>
        <w:t xml:space="preserve"> ! </w:t>
      </w:r>
      <w:r w:rsidR="00530790" w:rsidRPr="005D5566">
        <w:t>Restez ici</w:t>
      </w:r>
      <w:r>
        <w:t xml:space="preserve"> ! </w:t>
      </w:r>
      <w:r w:rsidR="00530790" w:rsidRPr="005D5566">
        <w:t>Iégor couchera à la cuisine et nous deux ici</w:t>
      </w:r>
      <w:r>
        <w:t>…</w:t>
      </w:r>
    </w:p>
    <w:p w14:paraId="1038071E" w14:textId="77777777" w:rsidR="001C0413" w:rsidRDefault="001C0413" w:rsidP="001C0413">
      <w:r>
        <w:t>— </w:t>
      </w:r>
      <w:r w:rsidR="00530790" w:rsidRPr="005D5566">
        <w:t>Non</w:t>
      </w:r>
      <w:r>
        <w:t xml:space="preserve">, </w:t>
      </w:r>
      <w:r w:rsidR="00530790" w:rsidRPr="005D5566">
        <w:t>il faut que je parte</w:t>
      </w:r>
      <w:r>
        <w:t xml:space="preserve"> ! </w:t>
      </w:r>
      <w:r w:rsidR="00530790" w:rsidRPr="005D5566">
        <w:t>déclara simplement la jeune fille</w:t>
      </w:r>
      <w:r>
        <w:t>.</w:t>
      </w:r>
    </w:p>
    <w:p w14:paraId="4FC0DF9E" w14:textId="77777777" w:rsidR="001C0413" w:rsidRDefault="001C0413" w:rsidP="001C0413">
      <w:r>
        <w:t>— </w:t>
      </w:r>
      <w:r w:rsidR="00530790" w:rsidRPr="005D5566">
        <w:t>Oui</w:t>
      </w:r>
      <w:r>
        <w:t xml:space="preserve">, </w:t>
      </w:r>
      <w:r w:rsidR="00530790" w:rsidRPr="005D5566">
        <w:t>payse</w:t>
      </w:r>
      <w:r>
        <w:t xml:space="preserve">, </w:t>
      </w:r>
      <w:r w:rsidR="00530790" w:rsidRPr="005D5566">
        <w:t>il faut que cette demoiselle disparaisse</w:t>
      </w:r>
      <w:r>
        <w:t xml:space="preserve">. </w:t>
      </w:r>
      <w:r w:rsidR="00530790" w:rsidRPr="005D5566">
        <w:t>On la connaît ici</w:t>
      </w:r>
      <w:r>
        <w:t xml:space="preserve">. </w:t>
      </w:r>
      <w:r w:rsidR="00530790" w:rsidRPr="005D5566">
        <w:t>Et si elle se montrait demain dans la rue</w:t>
      </w:r>
      <w:r>
        <w:t xml:space="preserve">, </w:t>
      </w:r>
      <w:r w:rsidR="00530790" w:rsidRPr="005D5566">
        <w:t>ce ne serait pas bien</w:t>
      </w:r>
      <w:r>
        <w:t xml:space="preserve"> ! </w:t>
      </w:r>
      <w:r w:rsidR="00530790" w:rsidRPr="005D5566">
        <w:t>confirma Iégor</w:t>
      </w:r>
      <w:r>
        <w:t>.</w:t>
      </w:r>
    </w:p>
    <w:p w14:paraId="45C7EB3B" w14:textId="77777777" w:rsidR="001C0413" w:rsidRDefault="001C0413" w:rsidP="001C0413">
      <w:r>
        <w:t>— </w:t>
      </w:r>
      <w:r w:rsidR="00530790" w:rsidRPr="005D5566">
        <w:t>Comment</w:t>
      </w:r>
      <w:r>
        <w:t xml:space="preserve"> ? </w:t>
      </w:r>
      <w:r w:rsidR="00530790" w:rsidRPr="005D5566">
        <w:t>elle va s</w:t>
      </w:r>
      <w:r>
        <w:t>’</w:t>
      </w:r>
      <w:r w:rsidR="00530790" w:rsidRPr="005D5566">
        <w:t>en aller toute seule</w:t>
      </w:r>
      <w:r>
        <w:t> !</w:t>
      </w:r>
    </w:p>
    <w:p w14:paraId="624A9860" w14:textId="77777777" w:rsidR="001C0413" w:rsidRDefault="001C0413" w:rsidP="001C0413">
      <w:r>
        <w:t>— </w:t>
      </w:r>
      <w:r w:rsidR="00530790" w:rsidRPr="005D5566">
        <w:t>Oui</w:t>
      </w:r>
      <w:r>
        <w:t xml:space="preserve">, </w:t>
      </w:r>
      <w:r w:rsidR="00530790" w:rsidRPr="005D5566">
        <w:t>dit Iégor avec un petit rire</w:t>
      </w:r>
      <w:r>
        <w:t>.</w:t>
      </w:r>
    </w:p>
    <w:p w14:paraId="280E8783" w14:textId="77777777" w:rsidR="001C0413" w:rsidRDefault="00530790" w:rsidP="001C0413">
      <w:r w:rsidRPr="005D5566">
        <w:lastRenderedPageBreak/>
        <w:t>La jeune fille se versa encore du thé</w:t>
      </w:r>
      <w:r w:rsidR="001C0413">
        <w:t xml:space="preserve">, </w:t>
      </w:r>
      <w:r w:rsidRPr="005D5566">
        <w:t xml:space="preserve">prit </w:t>
      </w:r>
      <w:r w:rsidRPr="005D5566">
        <w:rPr>
          <w:bCs/>
        </w:rPr>
        <w:t xml:space="preserve">un </w:t>
      </w:r>
      <w:r w:rsidRPr="005D5566">
        <w:t>morceau de pain de seigle</w:t>
      </w:r>
      <w:r w:rsidR="001C0413">
        <w:t xml:space="preserve">, </w:t>
      </w:r>
      <w:r w:rsidRPr="005D5566">
        <w:t xml:space="preserve">le sala et se mit </w:t>
      </w:r>
      <w:r w:rsidRPr="005D5566">
        <w:rPr>
          <w:bCs/>
        </w:rPr>
        <w:t xml:space="preserve">à </w:t>
      </w:r>
      <w:r w:rsidRPr="005D5566">
        <w:t xml:space="preserve">manger </w:t>
      </w:r>
      <w:r w:rsidRPr="005D5566">
        <w:rPr>
          <w:bCs/>
        </w:rPr>
        <w:t xml:space="preserve">en </w:t>
      </w:r>
      <w:r w:rsidRPr="005D5566">
        <w:t>regardant pensivement la mère</w:t>
      </w:r>
      <w:r w:rsidR="001C0413">
        <w:t>.</w:t>
      </w:r>
    </w:p>
    <w:p w14:paraId="2D7004F2" w14:textId="77777777" w:rsidR="001C0413" w:rsidRDefault="001C0413" w:rsidP="001C0413">
      <w:r>
        <w:t>— </w:t>
      </w:r>
      <w:r w:rsidR="00530790" w:rsidRPr="005D5566">
        <w:t>Comment en êtes-vous capable</w:t>
      </w:r>
      <w:r>
        <w:t xml:space="preserve"> ? </w:t>
      </w:r>
      <w:r w:rsidR="00530790" w:rsidRPr="005D5566">
        <w:t>Et Natacha aussi</w:t>
      </w:r>
      <w:r>
        <w:t xml:space="preserve"> ? </w:t>
      </w:r>
      <w:r w:rsidR="00530790" w:rsidRPr="005D5566">
        <w:t>Moi je ne le ferais pas</w:t>
      </w:r>
      <w:r>
        <w:t xml:space="preserve">, </w:t>
      </w:r>
      <w:r w:rsidR="00530790" w:rsidRPr="005D5566">
        <w:t>j</w:t>
      </w:r>
      <w:r>
        <w:t>’</w:t>
      </w:r>
      <w:r w:rsidR="00530790" w:rsidRPr="005D5566">
        <w:t>aurais peur</w:t>
      </w:r>
      <w:r>
        <w:t xml:space="preserve"> ! </w:t>
      </w:r>
      <w:r w:rsidR="00530790" w:rsidRPr="005D5566">
        <w:t>dit la mère</w:t>
      </w:r>
      <w:r>
        <w:t>.</w:t>
      </w:r>
    </w:p>
    <w:p w14:paraId="209E3D27" w14:textId="77777777" w:rsidR="001C0413" w:rsidRDefault="001C0413" w:rsidP="001C0413">
      <w:r>
        <w:t>— </w:t>
      </w:r>
      <w:r w:rsidR="00530790" w:rsidRPr="005D5566">
        <w:t>Mais elle aussi</w:t>
      </w:r>
      <w:r>
        <w:t xml:space="preserve">, </w:t>
      </w:r>
      <w:r w:rsidR="00530790" w:rsidRPr="005D5566">
        <w:t>elle a peur</w:t>
      </w:r>
      <w:r>
        <w:t xml:space="preserve"> ! </w:t>
      </w:r>
      <w:r w:rsidR="00530790" w:rsidRPr="005D5566">
        <w:t>déclara Iégor</w:t>
      </w:r>
      <w:r>
        <w:t xml:space="preserve">. </w:t>
      </w:r>
      <w:r w:rsidR="00530790" w:rsidRPr="005D5566">
        <w:t>N</w:t>
      </w:r>
      <w:r>
        <w:t>’</w:t>
      </w:r>
      <w:r w:rsidR="00530790" w:rsidRPr="005D5566">
        <w:t>est-ce pas</w:t>
      </w:r>
      <w:r>
        <w:t xml:space="preserve">, </w:t>
      </w:r>
      <w:r w:rsidR="00530790" w:rsidRPr="005D5566">
        <w:t>Sachenka</w:t>
      </w:r>
      <w:r>
        <w:t> ?</w:t>
      </w:r>
    </w:p>
    <w:p w14:paraId="252F5F94" w14:textId="77777777" w:rsidR="001C0413" w:rsidRDefault="001C0413" w:rsidP="001C0413">
      <w:r>
        <w:t>— </w:t>
      </w:r>
      <w:r w:rsidR="00530790" w:rsidRPr="005D5566">
        <w:t>Oui</w:t>
      </w:r>
      <w:r>
        <w:t xml:space="preserve"> ! </w:t>
      </w:r>
      <w:r w:rsidR="00530790" w:rsidRPr="005D5566">
        <w:t>répondit la jeune fille</w:t>
      </w:r>
      <w:r>
        <w:t>.</w:t>
      </w:r>
    </w:p>
    <w:p w14:paraId="345943B5" w14:textId="77777777" w:rsidR="001C0413" w:rsidRDefault="00530790" w:rsidP="001C0413">
      <w:r w:rsidRPr="005D5566">
        <w:t>Pélaguée lui jeta un coup d</w:t>
      </w:r>
      <w:r w:rsidR="001C0413">
        <w:t>’</w:t>
      </w:r>
      <w:r w:rsidRPr="005D5566">
        <w:t>œil et s</w:t>
      </w:r>
      <w:r w:rsidR="001C0413">
        <w:t>’</w:t>
      </w:r>
      <w:r w:rsidRPr="005D5566">
        <w:t>exclama faiblement</w:t>
      </w:r>
      <w:r w:rsidR="001C0413">
        <w:t> :</w:t>
      </w:r>
    </w:p>
    <w:p w14:paraId="655F6690" w14:textId="77777777" w:rsidR="001C0413" w:rsidRDefault="001C0413" w:rsidP="001C0413">
      <w:r>
        <w:t>— </w:t>
      </w:r>
      <w:r w:rsidR="00530790" w:rsidRPr="005D5566">
        <w:t>Comme vous êtes courageuse</w:t>
      </w:r>
      <w:r>
        <w:t> !…</w:t>
      </w:r>
    </w:p>
    <w:p w14:paraId="336E3238" w14:textId="77777777" w:rsidR="001C0413" w:rsidRDefault="00530790" w:rsidP="001C0413">
      <w:r w:rsidRPr="005D5566">
        <w:t>Après avoir pris le thé</w:t>
      </w:r>
      <w:r w:rsidR="001C0413">
        <w:t xml:space="preserve">, </w:t>
      </w:r>
      <w:r w:rsidRPr="005D5566">
        <w:t>Sachenka serra sans mot dire la main d</w:t>
      </w:r>
      <w:r w:rsidR="001C0413">
        <w:t>’</w:t>
      </w:r>
      <w:r w:rsidRPr="005D5566">
        <w:t>Iégor et s</w:t>
      </w:r>
      <w:r w:rsidR="001C0413">
        <w:t>’</w:t>
      </w:r>
      <w:r w:rsidRPr="005D5566">
        <w:t>en alla dans la cuisine</w:t>
      </w:r>
      <w:r w:rsidR="001C0413">
        <w:t xml:space="preserve">, </w:t>
      </w:r>
      <w:r w:rsidRPr="005D5566">
        <w:t>suivie par Pélaguée</w:t>
      </w:r>
      <w:r w:rsidR="001C0413">
        <w:t>.</w:t>
      </w:r>
    </w:p>
    <w:p w14:paraId="2351E60B" w14:textId="77777777" w:rsidR="001C0413" w:rsidRDefault="001C0413" w:rsidP="001C0413">
      <w:r>
        <w:t>— </w:t>
      </w:r>
      <w:r w:rsidR="00530790" w:rsidRPr="005D5566">
        <w:t>Si vous voyez Pavel Mikhaïlovitch</w:t>
      </w:r>
      <w:r>
        <w:t xml:space="preserve">, </w:t>
      </w:r>
      <w:r w:rsidR="00530790" w:rsidRPr="005D5566">
        <w:t>saluez-le de ma part</w:t>
      </w:r>
      <w:r>
        <w:t xml:space="preserve">, </w:t>
      </w:r>
      <w:r w:rsidR="00530790" w:rsidRPr="005D5566">
        <w:t>dit la jeune fille</w:t>
      </w:r>
      <w:r>
        <w:t>.</w:t>
      </w:r>
    </w:p>
    <w:p w14:paraId="5D02DA7D" w14:textId="77777777" w:rsidR="001C0413" w:rsidRDefault="00530790" w:rsidP="001C0413">
      <w:r w:rsidRPr="005D5566">
        <w:t>Et elle avait déjà la main sur le loquet de la porte</w:t>
      </w:r>
      <w:r w:rsidR="001C0413">
        <w:t xml:space="preserve">, </w:t>
      </w:r>
      <w:r w:rsidRPr="005D5566">
        <w:t>mais</w:t>
      </w:r>
      <w:r w:rsidR="001C0413">
        <w:t xml:space="preserve">, </w:t>
      </w:r>
      <w:r w:rsidRPr="005D5566">
        <w:t>se retournant brusquement</w:t>
      </w:r>
      <w:r w:rsidR="001C0413">
        <w:t xml:space="preserve">, </w:t>
      </w:r>
      <w:r w:rsidRPr="005D5566">
        <w:t>elle demanda à mi-voix</w:t>
      </w:r>
      <w:r w:rsidR="001C0413">
        <w:t> :</w:t>
      </w:r>
    </w:p>
    <w:p w14:paraId="71074F73" w14:textId="77777777" w:rsidR="001C0413" w:rsidRDefault="001C0413" w:rsidP="001C0413">
      <w:r>
        <w:t>— </w:t>
      </w:r>
      <w:r w:rsidR="00530790" w:rsidRPr="005D5566">
        <w:t>Puis-je vous embrasser</w:t>
      </w:r>
      <w:r>
        <w:t> ?</w:t>
      </w:r>
    </w:p>
    <w:p w14:paraId="053F791C" w14:textId="77777777" w:rsidR="001C0413" w:rsidRDefault="00530790" w:rsidP="001C0413">
      <w:r w:rsidRPr="005D5566">
        <w:t>Sans répondre</w:t>
      </w:r>
      <w:r w:rsidR="001C0413">
        <w:t xml:space="preserve">, </w:t>
      </w:r>
      <w:r w:rsidRPr="005D5566">
        <w:t>la mère la prit dans ses bras avec chaleur</w:t>
      </w:r>
      <w:r w:rsidR="001C0413">
        <w:t>.</w:t>
      </w:r>
    </w:p>
    <w:p w14:paraId="340788C3" w14:textId="77777777" w:rsidR="001C0413" w:rsidRDefault="001C0413" w:rsidP="001C0413">
      <w:r>
        <w:t>— </w:t>
      </w:r>
      <w:r w:rsidR="00530790" w:rsidRPr="005D5566">
        <w:t>Merci</w:t>
      </w:r>
      <w:r>
        <w:t xml:space="preserve"> ! </w:t>
      </w:r>
      <w:r w:rsidR="00530790" w:rsidRPr="005D5566">
        <w:t>dit la jeune fille à voix basse</w:t>
      </w:r>
      <w:r>
        <w:t>.</w:t>
      </w:r>
    </w:p>
    <w:p w14:paraId="19397937" w14:textId="77777777" w:rsidR="001C0413" w:rsidRDefault="00530790" w:rsidP="001C0413">
      <w:r w:rsidRPr="005D5566">
        <w:t>Et elle sortit en secouant la tête</w:t>
      </w:r>
      <w:r w:rsidR="001C0413">
        <w:t>.</w:t>
      </w:r>
    </w:p>
    <w:p w14:paraId="1081ED5A" w14:textId="77777777" w:rsidR="001C0413" w:rsidRDefault="00530790" w:rsidP="001C0413">
      <w:r w:rsidRPr="005D5566">
        <w:t>Rentrée dans la chambre</w:t>
      </w:r>
      <w:r w:rsidR="001C0413">
        <w:t xml:space="preserve">, </w:t>
      </w:r>
      <w:r w:rsidRPr="005D5566">
        <w:t>la mère regarda avec anxiété du côté de la fenêtre</w:t>
      </w:r>
      <w:r w:rsidR="001C0413">
        <w:t xml:space="preserve">. </w:t>
      </w:r>
      <w:r w:rsidRPr="005D5566">
        <w:t>Dans les ténèbres épaisses et humides</w:t>
      </w:r>
      <w:r w:rsidR="001C0413">
        <w:t xml:space="preserve">, </w:t>
      </w:r>
      <w:r w:rsidRPr="005D5566">
        <w:t>tombaient lentement les flocons de neige à demi fondus</w:t>
      </w:r>
      <w:r w:rsidR="001C0413">
        <w:t>.</w:t>
      </w:r>
    </w:p>
    <w:p w14:paraId="0D569BC7" w14:textId="77777777" w:rsidR="001C0413" w:rsidRDefault="00530790" w:rsidP="001C0413">
      <w:r w:rsidRPr="005D5566">
        <w:t>Tout rouge et</w:t>
      </w:r>
      <w:r w:rsidR="001C0413">
        <w:t xml:space="preserve">, </w:t>
      </w:r>
      <w:r w:rsidRPr="005D5566">
        <w:t>suant</w:t>
      </w:r>
      <w:r w:rsidR="001C0413">
        <w:t xml:space="preserve">, </w:t>
      </w:r>
      <w:r w:rsidRPr="005D5566">
        <w:t>Iégor était assis</w:t>
      </w:r>
      <w:r w:rsidR="001C0413">
        <w:t xml:space="preserve">, </w:t>
      </w:r>
      <w:r w:rsidRPr="005D5566">
        <w:t>les jambes écartées et soufflait bruyamment sur son thé</w:t>
      </w:r>
      <w:r w:rsidR="001C0413">
        <w:t xml:space="preserve"> ; </w:t>
      </w:r>
      <w:r w:rsidRPr="005D5566">
        <w:t>il avait l</w:t>
      </w:r>
      <w:r w:rsidR="001C0413">
        <w:t>’</w:t>
      </w:r>
      <w:r w:rsidRPr="005D5566">
        <w:t>air satisfait</w:t>
      </w:r>
      <w:r w:rsidR="001C0413">
        <w:t>.</w:t>
      </w:r>
    </w:p>
    <w:p w14:paraId="5989C710" w14:textId="77777777" w:rsidR="001C0413" w:rsidRDefault="00530790" w:rsidP="001C0413">
      <w:r w:rsidRPr="005D5566">
        <w:lastRenderedPageBreak/>
        <w:t>La mère s</w:t>
      </w:r>
      <w:r w:rsidR="001C0413">
        <w:t>’</w:t>
      </w:r>
      <w:r w:rsidRPr="005D5566">
        <w:t>assit aussi et</w:t>
      </w:r>
      <w:r w:rsidR="001C0413">
        <w:t xml:space="preserve">, </w:t>
      </w:r>
      <w:r w:rsidRPr="005D5566">
        <w:t>jetant un regard attristé sur son hôte</w:t>
      </w:r>
      <w:r w:rsidR="001C0413">
        <w:t xml:space="preserve">, </w:t>
      </w:r>
      <w:r w:rsidRPr="005D5566">
        <w:t>dit lentement</w:t>
      </w:r>
      <w:r w:rsidR="001C0413">
        <w:t> :</w:t>
      </w:r>
    </w:p>
    <w:p w14:paraId="32752B15" w14:textId="77777777" w:rsidR="001C0413" w:rsidRDefault="001C0413" w:rsidP="001C0413">
      <w:pPr>
        <w:rPr>
          <w:bCs/>
        </w:rPr>
      </w:pPr>
      <w:r>
        <w:t>— </w:t>
      </w:r>
      <w:r w:rsidR="00530790" w:rsidRPr="005D5566">
        <w:t>La pauvre Sachenka</w:t>
      </w:r>
      <w:r>
        <w:t xml:space="preserve"> ! </w:t>
      </w:r>
      <w:r w:rsidR="00530790" w:rsidRPr="005D5566">
        <w:t>Comment arrivera-t-elle</w:t>
      </w:r>
      <w:r>
        <w:rPr>
          <w:bCs/>
        </w:rPr>
        <w:t> ?</w:t>
      </w:r>
    </w:p>
    <w:p w14:paraId="7F9260C9" w14:textId="77777777" w:rsidR="001C0413" w:rsidRDefault="001C0413" w:rsidP="001C0413">
      <w:r>
        <w:t>— </w:t>
      </w:r>
      <w:r w:rsidR="00530790" w:rsidRPr="005D5566">
        <w:t>Elle sera fatiguée</w:t>
      </w:r>
      <w:r>
        <w:t xml:space="preserve"> ! </w:t>
      </w:r>
      <w:r w:rsidR="00530790" w:rsidRPr="005D5566">
        <w:t>dit Iégor</w:t>
      </w:r>
      <w:r>
        <w:t xml:space="preserve">. </w:t>
      </w:r>
      <w:r w:rsidR="00530790" w:rsidRPr="005D5566">
        <w:t>La prison l</w:t>
      </w:r>
      <w:r>
        <w:t>’</w:t>
      </w:r>
      <w:r w:rsidR="00530790" w:rsidRPr="005D5566">
        <w:t>a bien éprouvée</w:t>
      </w:r>
      <w:r>
        <w:t xml:space="preserve"> ; </w:t>
      </w:r>
      <w:r w:rsidR="00530790" w:rsidRPr="005D5566">
        <w:t>elle était plus robuste auparavant</w:t>
      </w:r>
      <w:r>
        <w:t xml:space="preserve">… </w:t>
      </w:r>
      <w:r w:rsidR="00530790" w:rsidRPr="005D5566">
        <w:t>De plus</w:t>
      </w:r>
      <w:r>
        <w:t xml:space="preserve">… </w:t>
      </w:r>
      <w:r w:rsidR="00530790" w:rsidRPr="005D5566">
        <w:t>elle n</w:t>
      </w:r>
      <w:r>
        <w:t>’</w:t>
      </w:r>
      <w:r w:rsidR="00530790" w:rsidRPr="005D5566">
        <w:t>a pas été élevée à la dure</w:t>
      </w:r>
      <w:r>
        <w:t xml:space="preserve">… </w:t>
      </w:r>
      <w:r w:rsidR="00530790" w:rsidRPr="005D5566">
        <w:t>je crois qu</w:t>
      </w:r>
      <w:r>
        <w:t>’</w:t>
      </w:r>
      <w:r w:rsidR="00530790" w:rsidRPr="005D5566">
        <w:t>elle a déjà les poumons attaqués</w:t>
      </w:r>
      <w:r>
        <w:t>…</w:t>
      </w:r>
    </w:p>
    <w:p w14:paraId="3A01CCA5" w14:textId="77777777" w:rsidR="001C0413" w:rsidRDefault="001C0413" w:rsidP="001C0413">
      <w:r>
        <w:t>— </w:t>
      </w:r>
      <w:r w:rsidR="00530790" w:rsidRPr="005D5566">
        <w:t>Qui est-elle</w:t>
      </w:r>
      <w:r>
        <w:t xml:space="preserve"> ? </w:t>
      </w:r>
      <w:r w:rsidR="00530790" w:rsidRPr="005D5566">
        <w:rPr>
          <w:bCs/>
        </w:rPr>
        <w:t>s</w:t>
      </w:r>
      <w:r>
        <w:t>’</w:t>
      </w:r>
      <w:r w:rsidR="00530790" w:rsidRPr="005D5566">
        <w:t>informa la mère à voix basse</w:t>
      </w:r>
      <w:r>
        <w:t>.</w:t>
      </w:r>
    </w:p>
    <w:p w14:paraId="1F6334ED" w14:textId="77777777" w:rsidR="001C0413" w:rsidRDefault="001C0413" w:rsidP="001C0413">
      <w:r>
        <w:t>— </w:t>
      </w:r>
      <w:r w:rsidR="00530790" w:rsidRPr="005D5566">
        <w:t>La fille d</w:t>
      </w:r>
      <w:r>
        <w:t>’</w:t>
      </w:r>
      <w:r w:rsidR="00530790" w:rsidRPr="005D5566">
        <w:t>un propriétaire foncier</w:t>
      </w:r>
      <w:r>
        <w:t xml:space="preserve">. </w:t>
      </w:r>
      <w:r w:rsidR="00530790" w:rsidRPr="005D5566">
        <w:t>Son père est un homme riche et une grande canaille</w:t>
      </w:r>
      <w:r>
        <w:t xml:space="preserve">. </w:t>
      </w:r>
      <w:r w:rsidR="00530790" w:rsidRPr="005D5566">
        <w:t>Vous savez probablement qu</w:t>
      </w:r>
      <w:r>
        <w:t>’</w:t>
      </w:r>
      <w:r w:rsidR="00530790" w:rsidRPr="005D5566">
        <w:t>ils s</w:t>
      </w:r>
      <w:r>
        <w:t>’</w:t>
      </w:r>
      <w:r w:rsidR="00530790" w:rsidRPr="005D5566">
        <w:t>aiment beaucoup et qu</w:t>
      </w:r>
      <w:r>
        <w:t>’</w:t>
      </w:r>
      <w:r w:rsidR="00530790" w:rsidRPr="005D5566">
        <w:t>ils veulent se marier</w:t>
      </w:r>
      <w:r>
        <w:t xml:space="preserve">, </w:t>
      </w:r>
      <w:r w:rsidR="00530790" w:rsidRPr="005D5566">
        <w:t>grand-mère</w:t>
      </w:r>
      <w:r>
        <w:t> ?</w:t>
      </w:r>
    </w:p>
    <w:p w14:paraId="5224278E" w14:textId="77777777" w:rsidR="001C0413" w:rsidRDefault="001C0413" w:rsidP="001C0413">
      <w:r>
        <w:t>— </w:t>
      </w:r>
      <w:r w:rsidR="00530790" w:rsidRPr="005D5566">
        <w:t>Qui</w:t>
      </w:r>
      <w:r>
        <w:t> ?</w:t>
      </w:r>
    </w:p>
    <w:p w14:paraId="52CCDE48" w14:textId="77777777" w:rsidR="001C0413" w:rsidRDefault="001C0413" w:rsidP="001C0413">
      <w:pPr>
        <w:rPr>
          <w:i/>
          <w:iCs/>
        </w:rPr>
      </w:pPr>
      <w:r>
        <w:t>— </w:t>
      </w:r>
      <w:r w:rsidR="00530790" w:rsidRPr="005D5566">
        <w:t>Pavel et elle</w:t>
      </w:r>
      <w:r>
        <w:t xml:space="preserve">… </w:t>
      </w:r>
      <w:r w:rsidR="00530790" w:rsidRPr="005D5566">
        <w:t>oui</w:t>
      </w:r>
      <w:r>
        <w:t xml:space="preserve"> ! </w:t>
      </w:r>
      <w:r w:rsidR="00530790" w:rsidRPr="005D5566">
        <w:t>Mais voilà</w:t>
      </w:r>
      <w:r>
        <w:t xml:space="preserve">, </w:t>
      </w:r>
      <w:r w:rsidR="00530790" w:rsidRPr="005D5566">
        <w:t>ils n</w:t>
      </w:r>
      <w:r>
        <w:t>’</w:t>
      </w:r>
      <w:r w:rsidR="00530790" w:rsidRPr="005D5566">
        <w:t>y parviennent pas</w:t>
      </w:r>
      <w:r>
        <w:t xml:space="preserve">… </w:t>
      </w:r>
      <w:r w:rsidR="00530790" w:rsidRPr="005D5566">
        <w:t>quand il est en liberté</w:t>
      </w:r>
      <w:r>
        <w:t xml:space="preserve">, </w:t>
      </w:r>
      <w:r w:rsidR="00530790" w:rsidRPr="005D5566">
        <w:t>c</w:t>
      </w:r>
      <w:r>
        <w:t>’</w:t>
      </w:r>
      <w:r w:rsidR="00530790" w:rsidRPr="005D5566">
        <w:t>est elle qui est en prison</w:t>
      </w:r>
      <w:r>
        <w:t xml:space="preserve">, </w:t>
      </w:r>
      <w:r w:rsidR="00530790" w:rsidRPr="005D5566">
        <w:t xml:space="preserve">et </w:t>
      </w:r>
      <w:r w:rsidR="00530790" w:rsidRPr="005D5566">
        <w:rPr>
          <w:i/>
          <w:iCs/>
        </w:rPr>
        <w:t>vice versa</w:t>
      </w:r>
      <w:r>
        <w:rPr>
          <w:i/>
          <w:iCs/>
        </w:rPr>
        <w:t>.</w:t>
      </w:r>
    </w:p>
    <w:p w14:paraId="5B427BB8" w14:textId="77777777" w:rsidR="001C0413" w:rsidRDefault="001C0413" w:rsidP="001C0413">
      <w:r>
        <w:t>— </w:t>
      </w:r>
      <w:r w:rsidR="00530790" w:rsidRPr="005D5566">
        <w:t>Je ne le savais pas</w:t>
      </w:r>
      <w:r>
        <w:t xml:space="preserve">, </w:t>
      </w:r>
      <w:r w:rsidR="00530790" w:rsidRPr="005D5566">
        <w:t>répondit la mère après un silence</w:t>
      </w:r>
      <w:r>
        <w:t xml:space="preserve">. </w:t>
      </w:r>
      <w:r w:rsidR="00530790" w:rsidRPr="005D5566">
        <w:t>Pavel ne parle jamais de lui-même</w:t>
      </w:r>
      <w:r>
        <w:t>.</w:t>
      </w:r>
    </w:p>
    <w:p w14:paraId="7C0D8127" w14:textId="77777777" w:rsidR="001C0413" w:rsidRDefault="00530790" w:rsidP="001C0413">
      <w:r w:rsidRPr="005D5566">
        <w:t>Et elle eut encore plus de pitié pour la jeune fille</w:t>
      </w:r>
      <w:r w:rsidR="001C0413">
        <w:t>.</w:t>
      </w:r>
    </w:p>
    <w:p w14:paraId="5BB5456E" w14:textId="77777777" w:rsidR="001C0413" w:rsidRDefault="001C0413" w:rsidP="001C0413">
      <w:r>
        <w:t>— </w:t>
      </w:r>
      <w:r w:rsidR="00530790" w:rsidRPr="005D5566">
        <w:t>Vous auriez dû l</w:t>
      </w:r>
      <w:r>
        <w:t>’</w:t>
      </w:r>
      <w:r w:rsidR="00530790" w:rsidRPr="005D5566">
        <w:t>accompagner</w:t>
      </w:r>
      <w:r>
        <w:t xml:space="preserve">, </w:t>
      </w:r>
      <w:r w:rsidR="00530790" w:rsidRPr="005D5566">
        <w:t>reprit-elle en regardant son hôte avec une hostilité involontaire</w:t>
      </w:r>
      <w:r>
        <w:t>.</w:t>
      </w:r>
    </w:p>
    <w:p w14:paraId="1FBE37C2" w14:textId="77777777" w:rsidR="001C0413" w:rsidRDefault="001C0413" w:rsidP="001C0413">
      <w:r>
        <w:t>— </w:t>
      </w:r>
      <w:r w:rsidR="00530790" w:rsidRPr="005D5566">
        <w:t>C</w:t>
      </w:r>
      <w:r>
        <w:t>’</w:t>
      </w:r>
      <w:r w:rsidR="00530790" w:rsidRPr="005D5566">
        <w:t>est impossible</w:t>
      </w:r>
      <w:r>
        <w:t xml:space="preserve"> ! </w:t>
      </w:r>
      <w:r w:rsidR="00530790" w:rsidRPr="005D5566">
        <w:t>répondit tranquillement Iégor</w:t>
      </w:r>
      <w:r>
        <w:t xml:space="preserve">. </w:t>
      </w:r>
      <w:r w:rsidR="00530790" w:rsidRPr="005D5566">
        <w:rPr>
          <w:bCs/>
        </w:rPr>
        <w:t>J</w:t>
      </w:r>
      <w:r>
        <w:t>’</w:t>
      </w:r>
      <w:r w:rsidR="00530790" w:rsidRPr="005D5566">
        <w:t>ai une foule de choses à faire ici</w:t>
      </w:r>
      <w:r>
        <w:t xml:space="preserve">, </w:t>
      </w:r>
      <w:r w:rsidR="00530790" w:rsidRPr="005D5566">
        <w:t>et toute la journée il faudra que je marche sans m</w:t>
      </w:r>
      <w:r>
        <w:t>’</w:t>
      </w:r>
      <w:r w:rsidR="00530790" w:rsidRPr="005D5566">
        <w:t>arrêter</w:t>
      </w:r>
      <w:r>
        <w:t xml:space="preserve">. </w:t>
      </w:r>
      <w:r w:rsidR="00530790" w:rsidRPr="005D5566">
        <w:t>C</w:t>
      </w:r>
      <w:r>
        <w:t>’</w:t>
      </w:r>
      <w:r w:rsidR="00530790" w:rsidRPr="005D5566">
        <w:t>est une occupation désagréable quand on est asthmatique comme moi</w:t>
      </w:r>
      <w:r>
        <w:t>…</w:t>
      </w:r>
    </w:p>
    <w:p w14:paraId="14645637" w14:textId="77777777" w:rsidR="001C0413" w:rsidRDefault="001C0413" w:rsidP="001C0413">
      <w:r>
        <w:t>— </w:t>
      </w:r>
      <w:r w:rsidR="00530790" w:rsidRPr="005D5566">
        <w:t>Quelle brave fille</w:t>
      </w:r>
      <w:r>
        <w:t xml:space="preserve"> ! </w:t>
      </w:r>
      <w:r w:rsidR="00530790" w:rsidRPr="005D5566">
        <w:t>reprit la mère</w:t>
      </w:r>
      <w:r>
        <w:t xml:space="preserve">, </w:t>
      </w:r>
      <w:r w:rsidR="00530790" w:rsidRPr="005D5566">
        <w:t>pensant vaguement à ce que Iégor venait de lui annoncer</w:t>
      </w:r>
      <w:r>
        <w:t>.</w:t>
      </w:r>
    </w:p>
    <w:p w14:paraId="4FD37582" w14:textId="77777777" w:rsidR="001C0413" w:rsidRDefault="00530790" w:rsidP="001C0413">
      <w:r w:rsidRPr="005D5566">
        <w:lastRenderedPageBreak/>
        <w:t>Elle était vexée d</w:t>
      </w:r>
      <w:r w:rsidR="001C0413">
        <w:t>’</w:t>
      </w:r>
      <w:r w:rsidRPr="005D5566">
        <w:t>apprendre la nouvelle d</w:t>
      </w:r>
      <w:r w:rsidR="001C0413">
        <w:t>’</w:t>
      </w:r>
      <w:r w:rsidRPr="005D5566">
        <w:t>une autre bouche que celle de son fils</w:t>
      </w:r>
      <w:r w:rsidR="001C0413">
        <w:t xml:space="preserve"> ; </w:t>
      </w:r>
      <w:r w:rsidRPr="005D5566">
        <w:t>elle pinça les lèvres avec force et ses sourcils s</w:t>
      </w:r>
      <w:r w:rsidR="001C0413">
        <w:t>’</w:t>
      </w:r>
      <w:r w:rsidRPr="005D5566">
        <w:t>abaissèrent</w:t>
      </w:r>
      <w:r w:rsidR="001C0413">
        <w:t>.</w:t>
      </w:r>
    </w:p>
    <w:p w14:paraId="59B9E5FE" w14:textId="77777777" w:rsidR="001C0413" w:rsidRDefault="001C0413" w:rsidP="001C0413">
      <w:r>
        <w:t>— </w:t>
      </w:r>
      <w:r w:rsidR="00530790" w:rsidRPr="005D5566">
        <w:t>Oui</w:t>
      </w:r>
      <w:r>
        <w:t xml:space="preserve"> ! </w:t>
      </w:r>
      <w:r w:rsidR="00530790" w:rsidRPr="005D5566">
        <w:t>dit Iégor en secouant la tête</w:t>
      </w:r>
      <w:r>
        <w:t xml:space="preserve">. </w:t>
      </w:r>
      <w:r w:rsidR="00530790" w:rsidRPr="005D5566">
        <w:rPr>
          <w:bCs/>
        </w:rPr>
        <w:t xml:space="preserve">Je </w:t>
      </w:r>
      <w:r w:rsidR="00530790" w:rsidRPr="005D5566">
        <w:t>vois qu</w:t>
      </w:r>
      <w:r>
        <w:rPr>
          <w:bCs/>
        </w:rPr>
        <w:t>’</w:t>
      </w:r>
      <w:r w:rsidR="00530790" w:rsidRPr="005D5566">
        <w:rPr>
          <w:bCs/>
        </w:rPr>
        <w:t xml:space="preserve">elle </w:t>
      </w:r>
      <w:r w:rsidR="00530790" w:rsidRPr="005D5566">
        <w:t>vous fait pitié</w:t>
      </w:r>
      <w:r>
        <w:t xml:space="preserve">… </w:t>
      </w:r>
      <w:r w:rsidR="00530790" w:rsidRPr="005D5566">
        <w:t>Vous avez tort</w:t>
      </w:r>
      <w:r>
        <w:t xml:space="preserve"> ! </w:t>
      </w:r>
      <w:r w:rsidR="00530790" w:rsidRPr="005D5566">
        <w:t>vous n</w:t>
      </w:r>
      <w:r>
        <w:t>’</w:t>
      </w:r>
      <w:r w:rsidR="00530790" w:rsidRPr="005D5566">
        <w:t>aurez pas assez de cœur si vous vous mettez à avoir pitié de nous tous</w:t>
      </w:r>
      <w:r>
        <w:t xml:space="preserve">, </w:t>
      </w:r>
      <w:r w:rsidR="00530790" w:rsidRPr="005D5566">
        <w:t>les révoltés</w:t>
      </w:r>
      <w:r>
        <w:t xml:space="preserve">… </w:t>
      </w:r>
      <w:r w:rsidR="00530790" w:rsidRPr="005D5566">
        <w:t>Personne n</w:t>
      </w:r>
      <w:r>
        <w:t>’</w:t>
      </w:r>
      <w:r w:rsidR="00530790" w:rsidRPr="005D5566">
        <w:t>a la vie bien douce</w:t>
      </w:r>
      <w:r>
        <w:t xml:space="preserve">, </w:t>
      </w:r>
      <w:r w:rsidR="00530790" w:rsidRPr="005D5566">
        <w:t>à parler franchement</w:t>
      </w:r>
      <w:r>
        <w:t xml:space="preserve">… </w:t>
      </w:r>
      <w:r w:rsidR="00530790" w:rsidRPr="005D5566">
        <w:t>Il y a quelque temps</w:t>
      </w:r>
      <w:r>
        <w:t xml:space="preserve">, </w:t>
      </w:r>
      <w:r w:rsidR="00530790" w:rsidRPr="005D5566">
        <w:t>un de mes camarades est revenu d</w:t>
      </w:r>
      <w:r>
        <w:t>’</w:t>
      </w:r>
      <w:r w:rsidR="00530790" w:rsidRPr="005D5566">
        <w:t>exil</w:t>
      </w:r>
      <w:r>
        <w:t xml:space="preserve">… </w:t>
      </w:r>
      <w:r w:rsidR="00530790" w:rsidRPr="005D5566">
        <w:t>quand il arriva à Nijni</w:t>
      </w:r>
      <w:r>
        <w:t xml:space="preserve">, </w:t>
      </w:r>
      <w:r w:rsidR="00530790" w:rsidRPr="005D5566">
        <w:t>sa femme et son enfant l</w:t>
      </w:r>
      <w:r>
        <w:t>’</w:t>
      </w:r>
      <w:r w:rsidR="00530790" w:rsidRPr="005D5566">
        <w:t>attendaient à Smolensk</w:t>
      </w:r>
      <w:r>
        <w:t xml:space="preserve">, </w:t>
      </w:r>
      <w:r w:rsidR="00530790" w:rsidRPr="005D5566">
        <w:t>et quand il arriva à Smolensk</w:t>
      </w:r>
      <w:r>
        <w:t xml:space="preserve">, </w:t>
      </w:r>
      <w:r w:rsidR="00530790" w:rsidRPr="005D5566">
        <w:t>ils étaient déjà en prison à Moscou</w:t>
      </w:r>
      <w:r>
        <w:t xml:space="preserve">. </w:t>
      </w:r>
      <w:r w:rsidR="00530790" w:rsidRPr="005D5566">
        <w:t>Maintenant</w:t>
      </w:r>
      <w:r>
        <w:t xml:space="preserve">, </w:t>
      </w:r>
      <w:r w:rsidR="00530790" w:rsidRPr="005D5566">
        <w:t>c</w:t>
      </w:r>
      <w:r>
        <w:t>’</w:t>
      </w:r>
      <w:r w:rsidR="00530790" w:rsidRPr="005D5566">
        <w:t>est au tour de la femme d</w:t>
      </w:r>
      <w:r>
        <w:t>’</w:t>
      </w:r>
      <w:r w:rsidR="00530790" w:rsidRPr="005D5566">
        <w:t>aller en Sibérie</w:t>
      </w:r>
      <w:r>
        <w:t xml:space="preserve">… </w:t>
      </w:r>
      <w:r w:rsidR="00530790" w:rsidRPr="005D5566">
        <w:t>Moi aussi</w:t>
      </w:r>
      <w:r>
        <w:t xml:space="preserve">, </w:t>
      </w:r>
      <w:r w:rsidR="00530790" w:rsidRPr="005D5566">
        <w:t>j</w:t>
      </w:r>
      <w:r>
        <w:t>’</w:t>
      </w:r>
      <w:r w:rsidR="00530790" w:rsidRPr="005D5566">
        <w:t>avais une femme</w:t>
      </w:r>
      <w:r>
        <w:t xml:space="preserve">, </w:t>
      </w:r>
      <w:r w:rsidR="00530790" w:rsidRPr="005D5566">
        <w:t>une excellente créature</w:t>
      </w:r>
      <w:r>
        <w:t xml:space="preserve">, </w:t>
      </w:r>
      <w:r w:rsidR="00530790" w:rsidRPr="005D5566">
        <w:t>mais cinq années de cette vie l</w:t>
      </w:r>
      <w:r>
        <w:t>’</w:t>
      </w:r>
      <w:r w:rsidR="00530790" w:rsidRPr="005D5566">
        <w:t>ont conduite au tombeau</w:t>
      </w:r>
      <w:r>
        <w:t>…</w:t>
      </w:r>
    </w:p>
    <w:p w14:paraId="16608413" w14:textId="77777777" w:rsidR="001C0413" w:rsidRDefault="00530790" w:rsidP="001C0413">
      <w:r w:rsidRPr="005D5566">
        <w:t>Il vida d</w:t>
      </w:r>
      <w:r w:rsidR="001C0413">
        <w:t>’</w:t>
      </w:r>
      <w:r w:rsidRPr="005D5566">
        <w:t>un trait son verre de thé et continua à discourir</w:t>
      </w:r>
      <w:r w:rsidR="001C0413">
        <w:t xml:space="preserve">. </w:t>
      </w:r>
      <w:r w:rsidRPr="005D5566">
        <w:t>Il compta ses années et ses mois de détention</w:t>
      </w:r>
      <w:r w:rsidR="001C0413">
        <w:t xml:space="preserve">, </w:t>
      </w:r>
      <w:r w:rsidRPr="005D5566">
        <w:t>d</w:t>
      </w:r>
      <w:r w:rsidR="001C0413">
        <w:t>’</w:t>
      </w:r>
      <w:r w:rsidRPr="005D5566">
        <w:t>exil</w:t>
      </w:r>
      <w:r w:rsidR="001C0413">
        <w:t xml:space="preserve">, </w:t>
      </w:r>
      <w:r w:rsidRPr="005D5566">
        <w:t>raconta diverses catastrophes</w:t>
      </w:r>
      <w:r w:rsidR="001C0413">
        <w:t xml:space="preserve">, </w:t>
      </w:r>
      <w:r w:rsidRPr="005D5566">
        <w:t>parla de la famine en Sibérie</w:t>
      </w:r>
      <w:r w:rsidR="001C0413">
        <w:t xml:space="preserve">, </w:t>
      </w:r>
      <w:r w:rsidRPr="005D5566">
        <w:t>des massacres dans les prisons</w:t>
      </w:r>
      <w:r w:rsidR="001C0413">
        <w:t xml:space="preserve">… </w:t>
      </w:r>
      <w:r w:rsidRPr="005D5566">
        <w:t>La mère le regardait et l</w:t>
      </w:r>
      <w:r w:rsidR="001C0413">
        <w:t>’</w:t>
      </w:r>
      <w:r w:rsidRPr="005D5566">
        <w:t>écoutait</w:t>
      </w:r>
      <w:r w:rsidR="001C0413">
        <w:t xml:space="preserve">, </w:t>
      </w:r>
      <w:r w:rsidRPr="005D5566">
        <w:t>s</w:t>
      </w:r>
      <w:r w:rsidR="001C0413">
        <w:t>’</w:t>
      </w:r>
      <w:r w:rsidRPr="005D5566">
        <w:t>étonnant de la simplicité calme avec laquelle il dépeignait cette vie pleine de persécutions et de tortures</w:t>
      </w:r>
      <w:r w:rsidR="001C0413">
        <w:t>…</w:t>
      </w:r>
    </w:p>
    <w:p w14:paraId="0DD61A23" w14:textId="77777777" w:rsidR="001C0413" w:rsidRDefault="001C0413" w:rsidP="001C0413">
      <w:r>
        <w:t>— </w:t>
      </w:r>
      <w:r w:rsidR="00530790" w:rsidRPr="005D5566">
        <w:t>Eh bien</w:t>
      </w:r>
      <w:r>
        <w:t xml:space="preserve">, </w:t>
      </w:r>
      <w:r w:rsidR="00530790" w:rsidRPr="005D5566">
        <w:t>arrivons à notre affaire</w:t>
      </w:r>
      <w:r>
        <w:t>…</w:t>
      </w:r>
    </w:p>
    <w:p w14:paraId="70CB66B5" w14:textId="77777777" w:rsidR="001C0413" w:rsidRDefault="00530790" w:rsidP="001C0413">
      <w:r w:rsidRPr="005D5566">
        <w:t>Sa voix se transforma</w:t>
      </w:r>
      <w:r w:rsidR="001C0413">
        <w:t xml:space="preserve">, </w:t>
      </w:r>
      <w:r w:rsidRPr="005D5566">
        <w:t>son visage se fit grave</w:t>
      </w:r>
      <w:r w:rsidR="001C0413">
        <w:t xml:space="preserve">. </w:t>
      </w:r>
      <w:r w:rsidRPr="005D5566">
        <w:t>Il lui demanda comment elle pensait pouvoir introduire les brochures dans la fabrique</w:t>
      </w:r>
      <w:r w:rsidR="001C0413">
        <w:t xml:space="preserve">, </w:t>
      </w:r>
      <w:r w:rsidRPr="005D5566">
        <w:t>et la mère fut surprise de constater qu</w:t>
      </w:r>
      <w:r w:rsidR="001C0413">
        <w:t>’</w:t>
      </w:r>
      <w:r w:rsidRPr="005D5566">
        <w:t>il connaissait à fond toutes sortes de détails</w:t>
      </w:r>
      <w:r w:rsidR="001C0413">
        <w:t>.</w:t>
      </w:r>
    </w:p>
    <w:p w14:paraId="41D89C52" w14:textId="77777777" w:rsidR="001C0413" w:rsidRDefault="00530790" w:rsidP="001C0413">
      <w:r w:rsidRPr="005D5566">
        <w:t>Puis</w:t>
      </w:r>
      <w:r w:rsidR="001C0413">
        <w:t xml:space="preserve">, </w:t>
      </w:r>
      <w:r w:rsidRPr="005D5566">
        <w:t>lorsqu</w:t>
      </w:r>
      <w:r w:rsidR="001C0413">
        <w:t>’</w:t>
      </w:r>
      <w:r w:rsidRPr="005D5566">
        <w:t>ils eurent tout arrangé</w:t>
      </w:r>
      <w:r w:rsidR="001C0413">
        <w:t xml:space="preserve">, </w:t>
      </w:r>
      <w:r w:rsidRPr="005D5566">
        <w:t>ils parlèrent encore de leur village</w:t>
      </w:r>
      <w:r w:rsidR="001C0413">
        <w:t xml:space="preserve">. </w:t>
      </w:r>
      <w:r w:rsidRPr="005D5566">
        <w:t>Tandis qu</w:t>
      </w:r>
      <w:r w:rsidR="001C0413">
        <w:t>’</w:t>
      </w:r>
      <w:r w:rsidRPr="005D5566">
        <w:t>Iégor plaisantait</w:t>
      </w:r>
      <w:r w:rsidR="001C0413">
        <w:t xml:space="preserve">, </w:t>
      </w:r>
      <w:r w:rsidRPr="005D5566">
        <w:t>Pélaguée remontait le cours des années de son passé</w:t>
      </w:r>
      <w:r w:rsidR="001C0413">
        <w:t xml:space="preserve">, </w:t>
      </w:r>
      <w:r w:rsidRPr="005D5566">
        <w:t>qui lui paraissait étrangement pareil à un marais</w:t>
      </w:r>
      <w:r w:rsidR="001C0413">
        <w:t xml:space="preserve">, </w:t>
      </w:r>
      <w:r w:rsidRPr="005D5566">
        <w:t>parsemé de monticules monotones et planté de trembles qui s</w:t>
      </w:r>
      <w:r w:rsidR="001C0413">
        <w:t>’</w:t>
      </w:r>
      <w:r w:rsidRPr="005D5566">
        <w:t>agitaient peureusement</w:t>
      </w:r>
      <w:r w:rsidR="001C0413">
        <w:t xml:space="preserve">, </w:t>
      </w:r>
      <w:r w:rsidRPr="005D5566">
        <w:t xml:space="preserve">de petits </w:t>
      </w:r>
      <w:r w:rsidRPr="005D5566">
        <w:lastRenderedPageBreak/>
        <w:t>sapins</w:t>
      </w:r>
      <w:r w:rsidR="001C0413">
        <w:t xml:space="preserve">, </w:t>
      </w:r>
      <w:r w:rsidRPr="005D5566">
        <w:t>de blancs bouleaux égarés parmi les tertres</w:t>
      </w:r>
      <w:r w:rsidR="001C0413">
        <w:t xml:space="preserve">. </w:t>
      </w:r>
      <w:r w:rsidRPr="005D5566">
        <w:t>Les clairs bouleaux poussaient lentement et</w:t>
      </w:r>
      <w:r w:rsidR="001C0413">
        <w:t xml:space="preserve">, </w:t>
      </w:r>
      <w:r w:rsidRPr="005D5566">
        <w:t>après avoir vécu cinq ou six ans sur ce sol pourri et mouvant</w:t>
      </w:r>
      <w:r w:rsidR="001C0413">
        <w:t xml:space="preserve">, </w:t>
      </w:r>
      <w:r w:rsidRPr="005D5566">
        <w:t>tombaient et se décomposaient à leur tour</w:t>
      </w:r>
      <w:r w:rsidR="001C0413">
        <w:t xml:space="preserve">… </w:t>
      </w:r>
      <w:r w:rsidRPr="005D5566">
        <w:t>La mère considérait ce tableau avec un regret indicible et mystérieux</w:t>
      </w:r>
      <w:r w:rsidR="001C0413">
        <w:t xml:space="preserve">. </w:t>
      </w:r>
      <w:r w:rsidRPr="005D5566">
        <w:t>Devant elle se dressa une silhouette de jeune fille aux traits nets et obstinés</w:t>
      </w:r>
      <w:r w:rsidR="001C0413">
        <w:t xml:space="preserve">. </w:t>
      </w:r>
      <w:r w:rsidRPr="005D5566">
        <w:t>Elle s</w:t>
      </w:r>
      <w:r w:rsidR="001C0413">
        <w:t>’</w:t>
      </w:r>
      <w:r w:rsidRPr="005D5566">
        <w:t>en allait</w:t>
      </w:r>
      <w:r w:rsidR="001C0413">
        <w:t xml:space="preserve">, </w:t>
      </w:r>
      <w:r w:rsidRPr="005D5566">
        <w:t>sous les flocons de neige humide</w:t>
      </w:r>
      <w:r w:rsidR="001C0413">
        <w:t xml:space="preserve">, </w:t>
      </w:r>
      <w:r w:rsidRPr="005D5566">
        <w:t>fatiguée et solitaire</w:t>
      </w:r>
      <w:r w:rsidR="001C0413">
        <w:t xml:space="preserve">… </w:t>
      </w:r>
      <w:r w:rsidRPr="005D5566">
        <w:t>Et son fils était enfermé dans une petite pièce à la fenêtre grillée</w:t>
      </w:r>
      <w:r w:rsidR="001C0413">
        <w:t xml:space="preserve">… </w:t>
      </w:r>
      <w:r w:rsidRPr="005D5566">
        <w:t>Peut-être ne dormait-il pas encore à cet instant</w:t>
      </w:r>
      <w:r w:rsidR="001C0413">
        <w:t xml:space="preserve">, </w:t>
      </w:r>
      <w:r w:rsidRPr="005D5566">
        <w:t>il réfléchissait sans doute</w:t>
      </w:r>
      <w:r w:rsidR="001C0413">
        <w:t xml:space="preserve">… </w:t>
      </w:r>
      <w:r w:rsidRPr="005D5566">
        <w:t>Mais il ne pensait pas à la mère</w:t>
      </w:r>
      <w:r w:rsidR="001C0413">
        <w:t xml:space="preserve">, </w:t>
      </w:r>
      <w:r w:rsidRPr="005D5566">
        <w:t>car il y avait quelqu</w:t>
      </w:r>
      <w:r w:rsidR="001C0413">
        <w:t>’</w:t>
      </w:r>
      <w:r w:rsidRPr="005D5566">
        <w:t>un qui lui était plus cher encore</w:t>
      </w:r>
      <w:r w:rsidR="001C0413">
        <w:t xml:space="preserve"> !… </w:t>
      </w:r>
      <w:r w:rsidRPr="005D5566">
        <w:t>Comme un nuage bigarré et informe</w:t>
      </w:r>
      <w:r w:rsidR="001C0413">
        <w:t xml:space="preserve">, </w:t>
      </w:r>
      <w:r w:rsidRPr="005D5566">
        <w:t>des pensées pénibles glissaient vers elle et envahissaient son âme avec violence</w:t>
      </w:r>
      <w:r w:rsidR="001C0413">
        <w:t>.</w:t>
      </w:r>
    </w:p>
    <w:p w14:paraId="2EC01BCB" w14:textId="77777777" w:rsidR="001C0413" w:rsidRDefault="001C0413" w:rsidP="001C0413">
      <w:r>
        <w:t>— </w:t>
      </w:r>
      <w:r w:rsidR="00530790" w:rsidRPr="005D5566">
        <w:t>Vous êtes fatiguée</w:t>
      </w:r>
      <w:r>
        <w:t xml:space="preserve">, </w:t>
      </w:r>
      <w:r w:rsidR="00530790" w:rsidRPr="005D5566">
        <w:t>grand-mère</w:t>
      </w:r>
      <w:r>
        <w:t xml:space="preserve"> ! </w:t>
      </w:r>
      <w:r w:rsidR="00530790" w:rsidRPr="005D5566">
        <w:t>Allons-nous coucher</w:t>
      </w:r>
      <w:r>
        <w:t xml:space="preserve"> ! </w:t>
      </w:r>
      <w:r w:rsidR="00530790" w:rsidRPr="005D5566">
        <w:t>dit Iégor en souriant</w:t>
      </w:r>
      <w:r>
        <w:t>.</w:t>
      </w:r>
    </w:p>
    <w:p w14:paraId="12A43E43" w14:textId="77777777" w:rsidR="001C0413" w:rsidRDefault="00530790" w:rsidP="001C0413">
      <w:r w:rsidRPr="005D5566">
        <w:t>Elle lui souhaita une bonne nuit et passa dans la cuisine</w:t>
      </w:r>
      <w:r w:rsidR="001C0413">
        <w:t xml:space="preserve">, </w:t>
      </w:r>
      <w:r w:rsidRPr="005D5566">
        <w:t>marchant de biais</w:t>
      </w:r>
      <w:r w:rsidR="001C0413">
        <w:t xml:space="preserve">, </w:t>
      </w:r>
      <w:r w:rsidRPr="005D5566">
        <w:t>avec précaution</w:t>
      </w:r>
      <w:r w:rsidR="001C0413">
        <w:t xml:space="preserve">, </w:t>
      </w:r>
      <w:r w:rsidRPr="005D5566">
        <w:t>le cœur plein d</w:t>
      </w:r>
      <w:r w:rsidR="001C0413">
        <w:t>’</w:t>
      </w:r>
      <w:r w:rsidRPr="005D5566">
        <w:t>une amertume cuisante</w:t>
      </w:r>
      <w:r w:rsidR="001C0413">
        <w:t>.</w:t>
      </w:r>
    </w:p>
    <w:p w14:paraId="7D39AC6D" w14:textId="77777777" w:rsidR="001C0413" w:rsidRDefault="00530790" w:rsidP="001C0413">
      <w:r w:rsidRPr="005D5566">
        <w:t>Le lendemain matin</w:t>
      </w:r>
      <w:r w:rsidR="001C0413">
        <w:t xml:space="preserve">, </w:t>
      </w:r>
      <w:r w:rsidRPr="005D5566">
        <w:t>en prenant le thé</w:t>
      </w:r>
      <w:r w:rsidR="001C0413">
        <w:t xml:space="preserve">, </w:t>
      </w:r>
      <w:r w:rsidRPr="005D5566">
        <w:t>Iégor lui dit</w:t>
      </w:r>
      <w:r w:rsidR="001C0413">
        <w:t> :</w:t>
      </w:r>
    </w:p>
    <w:p w14:paraId="07A1AF39" w14:textId="77777777" w:rsidR="001C0413" w:rsidRDefault="001C0413" w:rsidP="001C0413">
      <w:r>
        <w:t>— </w:t>
      </w:r>
      <w:r w:rsidR="00530790" w:rsidRPr="005D5566">
        <w:t>Et si on vous attrape et qu</w:t>
      </w:r>
      <w:r>
        <w:t>’</w:t>
      </w:r>
      <w:r w:rsidR="00530790" w:rsidRPr="005D5566">
        <w:t>on vous demande où vous avez pris toutes ces brochures hérétiques</w:t>
      </w:r>
      <w:r>
        <w:t xml:space="preserve">, </w:t>
      </w:r>
      <w:r w:rsidR="00530790" w:rsidRPr="005D5566">
        <w:t>que répondrez-vous</w:t>
      </w:r>
      <w:r>
        <w:t> ?</w:t>
      </w:r>
    </w:p>
    <w:p w14:paraId="076F5AE1" w14:textId="77777777" w:rsidR="001C0413" w:rsidRDefault="001C0413" w:rsidP="001C0413">
      <w:r>
        <w:t>— « </w:t>
      </w:r>
      <w:r w:rsidR="00530790" w:rsidRPr="005D5566">
        <w:t>Cela ne vous regarde pas</w:t>
      </w:r>
      <w:r>
        <w:t> !… »</w:t>
      </w:r>
      <w:r w:rsidR="00530790" w:rsidRPr="005D5566">
        <w:t xml:space="preserve"> voilà ce que je répondrai</w:t>
      </w:r>
      <w:r>
        <w:t>.</w:t>
      </w:r>
    </w:p>
    <w:p w14:paraId="0E9A10D7" w14:textId="77777777" w:rsidR="001C0413" w:rsidRDefault="001C0413" w:rsidP="001C0413">
      <w:r>
        <w:t>— </w:t>
      </w:r>
      <w:r w:rsidR="00530790" w:rsidRPr="005D5566">
        <w:t>Oui</w:t>
      </w:r>
      <w:r>
        <w:t xml:space="preserve">, </w:t>
      </w:r>
      <w:r w:rsidR="00530790" w:rsidRPr="005D5566">
        <w:t>mais ils ne voudront jamais en convenir</w:t>
      </w:r>
      <w:r>
        <w:t xml:space="preserve"> ! </w:t>
      </w:r>
      <w:r w:rsidR="00530790" w:rsidRPr="005D5566">
        <w:t>répliqua Iégor</w:t>
      </w:r>
      <w:r>
        <w:t xml:space="preserve">. </w:t>
      </w:r>
      <w:r w:rsidR="00530790" w:rsidRPr="005D5566">
        <w:t>Ils sont profondément convaincus que c</w:t>
      </w:r>
      <w:r>
        <w:t>’</w:t>
      </w:r>
      <w:r w:rsidR="00530790" w:rsidRPr="005D5566">
        <w:t>est justement leur affaire</w:t>
      </w:r>
      <w:r>
        <w:t xml:space="preserve">… </w:t>
      </w:r>
      <w:r w:rsidR="00530790" w:rsidRPr="005D5566">
        <w:t>Et ils vous interrogeront longuement</w:t>
      </w:r>
      <w:r>
        <w:t>.</w:t>
      </w:r>
    </w:p>
    <w:p w14:paraId="4A8D2FC2" w14:textId="77777777" w:rsidR="001C0413" w:rsidRDefault="001C0413" w:rsidP="001C0413">
      <w:r>
        <w:t>— </w:t>
      </w:r>
      <w:r w:rsidR="00530790" w:rsidRPr="005D5566">
        <w:t>Mais je ne dirai rien</w:t>
      </w:r>
      <w:r>
        <w:t> !</w:t>
      </w:r>
    </w:p>
    <w:p w14:paraId="06C0856C" w14:textId="77777777" w:rsidR="001C0413" w:rsidRDefault="001C0413" w:rsidP="001C0413">
      <w:r>
        <w:t>— </w:t>
      </w:r>
      <w:r w:rsidR="00530790" w:rsidRPr="005D5566">
        <w:t>On vous mettra en prison</w:t>
      </w:r>
      <w:r>
        <w:t> !</w:t>
      </w:r>
    </w:p>
    <w:p w14:paraId="68D93B4C" w14:textId="77777777" w:rsidR="001C0413" w:rsidRDefault="001C0413" w:rsidP="001C0413">
      <w:r>
        <w:lastRenderedPageBreak/>
        <w:t>— </w:t>
      </w:r>
      <w:r w:rsidR="00530790" w:rsidRPr="005D5566">
        <w:t>Qu</w:t>
      </w:r>
      <w:r>
        <w:t>’</w:t>
      </w:r>
      <w:r w:rsidR="00530790" w:rsidRPr="005D5566">
        <w:t>importe</w:t>
      </w:r>
      <w:r>
        <w:t xml:space="preserve"> ! </w:t>
      </w:r>
      <w:r w:rsidR="00530790" w:rsidRPr="005D5566">
        <w:t>Grâce à Dieu</w:t>
      </w:r>
      <w:r>
        <w:t xml:space="preserve">, </w:t>
      </w:r>
      <w:r w:rsidR="00530790" w:rsidRPr="005D5566">
        <w:t>je serai au moins bonne à quelque chose</w:t>
      </w:r>
      <w:r>
        <w:t xml:space="preserve"> ! </w:t>
      </w:r>
      <w:r w:rsidR="00530790" w:rsidRPr="005D5566">
        <w:t>dit-elle en soupirant</w:t>
      </w:r>
      <w:r>
        <w:t xml:space="preserve">. </w:t>
      </w:r>
      <w:r w:rsidR="00530790" w:rsidRPr="005D5566">
        <w:t>Qui a besoin de moi</w:t>
      </w:r>
      <w:r>
        <w:t xml:space="preserve"> ? </w:t>
      </w:r>
      <w:r w:rsidR="00530790" w:rsidRPr="005D5566">
        <w:t>Personne</w:t>
      </w:r>
      <w:r>
        <w:t xml:space="preserve">. </w:t>
      </w:r>
      <w:r w:rsidR="00530790" w:rsidRPr="005D5566">
        <w:t>Et on torture plus</w:t>
      </w:r>
      <w:r>
        <w:t xml:space="preserve">, </w:t>
      </w:r>
      <w:r w:rsidR="00530790" w:rsidRPr="005D5566">
        <w:t>à ce qu</w:t>
      </w:r>
      <w:r>
        <w:t>’</w:t>
      </w:r>
      <w:r w:rsidR="00530790" w:rsidRPr="005D5566">
        <w:t>on dit</w:t>
      </w:r>
      <w:r>
        <w:t>…</w:t>
      </w:r>
    </w:p>
    <w:p w14:paraId="4499E3A1" w14:textId="77777777" w:rsidR="001C0413" w:rsidRDefault="001C0413" w:rsidP="001C0413">
      <w:r>
        <w:t>— </w:t>
      </w:r>
      <w:r w:rsidR="00530790" w:rsidRPr="005D5566">
        <w:t>Hum</w:t>
      </w:r>
      <w:r>
        <w:t xml:space="preserve"> ! </w:t>
      </w:r>
      <w:r w:rsidR="00530790" w:rsidRPr="005D5566">
        <w:t>on ne vous torturera pas</w:t>
      </w:r>
      <w:r>
        <w:t xml:space="preserve">… </w:t>
      </w:r>
      <w:r w:rsidR="00530790" w:rsidRPr="005D5566">
        <w:t xml:space="preserve">Mais une brave femme comme vous doit se </w:t>
      </w:r>
      <w:r w:rsidR="00530790" w:rsidRPr="00D210FA">
        <w:t>ménager</w:t>
      </w:r>
      <w:r>
        <w:t>.</w:t>
      </w:r>
    </w:p>
    <w:p w14:paraId="4BF46AD7" w14:textId="77777777" w:rsidR="001C0413" w:rsidRDefault="001C0413" w:rsidP="001C0413">
      <w:r>
        <w:t>— </w:t>
      </w:r>
      <w:r w:rsidR="00530790" w:rsidRPr="005D5566">
        <w:t>Ce n</w:t>
      </w:r>
      <w:r>
        <w:t>’</w:t>
      </w:r>
      <w:r w:rsidR="00530790" w:rsidRPr="005D5566">
        <w:t>est pas avec vous qu</w:t>
      </w:r>
      <w:r>
        <w:t>’</w:t>
      </w:r>
      <w:r w:rsidR="00530790" w:rsidRPr="005D5566">
        <w:t>on apprend à le faire</w:t>
      </w:r>
      <w:r>
        <w:t> !</w:t>
      </w:r>
    </w:p>
    <w:p w14:paraId="58842276" w14:textId="77777777" w:rsidR="001C0413" w:rsidRDefault="00530790" w:rsidP="001C0413">
      <w:r w:rsidRPr="005D5566">
        <w:t>Iégor garda le silence et se mit à arpenter la chambre</w:t>
      </w:r>
      <w:r w:rsidR="001C0413">
        <w:t xml:space="preserve">, </w:t>
      </w:r>
      <w:r w:rsidRPr="005D5566">
        <w:t>puis il revint près de la mère et dit</w:t>
      </w:r>
      <w:r w:rsidR="001C0413">
        <w:t> :</w:t>
      </w:r>
    </w:p>
    <w:p w14:paraId="69F17849" w14:textId="77777777" w:rsidR="001C0413" w:rsidRDefault="001C0413" w:rsidP="001C0413">
      <w:r>
        <w:t>— </w:t>
      </w:r>
      <w:r w:rsidR="00530790" w:rsidRPr="005D5566">
        <w:t>C</w:t>
      </w:r>
      <w:r>
        <w:t>’</w:t>
      </w:r>
      <w:r w:rsidR="00530790" w:rsidRPr="005D5566">
        <w:t>est pénible</w:t>
      </w:r>
      <w:r>
        <w:t xml:space="preserve">, </w:t>
      </w:r>
      <w:r w:rsidR="00530790" w:rsidRPr="005D5566">
        <w:t>payse</w:t>
      </w:r>
      <w:r>
        <w:t xml:space="preserve"> ! </w:t>
      </w:r>
      <w:r w:rsidR="00530790" w:rsidRPr="005D5566">
        <w:t>Je sens que cela vous est très pénible</w:t>
      </w:r>
      <w:r>
        <w:t> !</w:t>
      </w:r>
    </w:p>
    <w:p w14:paraId="776E6F24" w14:textId="77777777" w:rsidR="001C0413" w:rsidRDefault="001C0413" w:rsidP="001C0413">
      <w:r>
        <w:t>— </w:t>
      </w:r>
      <w:r w:rsidR="00530790" w:rsidRPr="005D5566">
        <w:t>Tout le monde en est réduit là</w:t>
      </w:r>
      <w:r>
        <w:t xml:space="preserve"> ! </w:t>
      </w:r>
      <w:r w:rsidR="00530790" w:rsidRPr="005D5566">
        <w:t>répondit-elle avec un geste de la main</w:t>
      </w:r>
      <w:r>
        <w:t xml:space="preserve">. </w:t>
      </w:r>
      <w:r w:rsidR="00530790" w:rsidRPr="005D5566">
        <w:t>Peut-être est-ce plus facile pour ceux qui comprennent</w:t>
      </w:r>
      <w:r>
        <w:t xml:space="preserve">… </w:t>
      </w:r>
      <w:r w:rsidR="00530790" w:rsidRPr="005D5566">
        <w:t>Mais</w:t>
      </w:r>
      <w:r>
        <w:t xml:space="preserve">, </w:t>
      </w:r>
      <w:r w:rsidR="00530790" w:rsidRPr="005D5566">
        <w:t>moi aussi</w:t>
      </w:r>
      <w:r>
        <w:t xml:space="preserve">, </w:t>
      </w:r>
      <w:r w:rsidR="00530790" w:rsidRPr="005D5566">
        <w:t>je comprends un peu</w:t>
      </w:r>
      <w:r>
        <w:t xml:space="preserve">… </w:t>
      </w:r>
      <w:r w:rsidR="00530790" w:rsidRPr="005D5566">
        <w:t>ce que veulent les braves gens</w:t>
      </w:r>
      <w:r>
        <w:t>…</w:t>
      </w:r>
    </w:p>
    <w:p w14:paraId="4AB170CD" w14:textId="77777777" w:rsidR="001C0413" w:rsidRDefault="001C0413" w:rsidP="001C0413">
      <w:r>
        <w:t>— </w:t>
      </w:r>
      <w:r w:rsidR="00530790" w:rsidRPr="005D5566">
        <w:t>Et</w:t>
      </w:r>
      <w:r>
        <w:t xml:space="preserve">, </w:t>
      </w:r>
      <w:r w:rsidR="00530790" w:rsidRPr="005D5566">
        <w:t>du moment que vous comprenez</w:t>
      </w:r>
      <w:r>
        <w:t xml:space="preserve">, </w:t>
      </w:r>
      <w:r w:rsidR="00530790" w:rsidRPr="005D5566">
        <w:t>grand-mère</w:t>
      </w:r>
      <w:r>
        <w:t xml:space="preserve">, </w:t>
      </w:r>
      <w:r w:rsidR="00530790" w:rsidRPr="005D5566">
        <w:t>vous leur êtes utile</w:t>
      </w:r>
      <w:r>
        <w:t xml:space="preserve">, </w:t>
      </w:r>
      <w:r w:rsidR="00530790" w:rsidRPr="005D5566">
        <w:t>à tous</w:t>
      </w:r>
      <w:r>
        <w:t xml:space="preserve">, </w:t>
      </w:r>
      <w:r w:rsidR="00530790" w:rsidRPr="005D5566">
        <w:t>à tous</w:t>
      </w:r>
      <w:r>
        <w:t xml:space="preserve"> ! </w:t>
      </w:r>
      <w:r w:rsidR="00530790" w:rsidRPr="005D5566">
        <w:t>déclara Iégor d</w:t>
      </w:r>
      <w:r>
        <w:t>’</w:t>
      </w:r>
      <w:r w:rsidR="00530790" w:rsidRPr="005D5566">
        <w:t>un ton grave</w:t>
      </w:r>
      <w:r>
        <w:t>.</w:t>
      </w:r>
    </w:p>
    <w:p w14:paraId="244103C4" w14:textId="77777777" w:rsidR="001C0413" w:rsidRDefault="00530790" w:rsidP="001C0413">
      <w:r w:rsidRPr="005D5566">
        <w:t>Elle lui jeta un coup d</w:t>
      </w:r>
      <w:r w:rsidR="001C0413">
        <w:t>’</w:t>
      </w:r>
      <w:r w:rsidRPr="005D5566">
        <w:t>œil et sourit</w:t>
      </w:r>
      <w:r w:rsidR="001C0413">
        <w:t>.</w:t>
      </w:r>
    </w:p>
    <w:p w14:paraId="6DE48CC8" w14:textId="77777777" w:rsidR="001C0413" w:rsidRDefault="00530790" w:rsidP="001C0413">
      <w:r w:rsidRPr="005D5566">
        <w:t>Vers midi</w:t>
      </w:r>
      <w:r w:rsidR="001C0413">
        <w:t xml:space="preserve">, </w:t>
      </w:r>
      <w:r w:rsidRPr="005D5566">
        <w:t>l</w:t>
      </w:r>
      <w:r w:rsidR="001C0413">
        <w:t>’</w:t>
      </w:r>
      <w:r w:rsidRPr="005D5566">
        <w:t>air calme et affairé</w:t>
      </w:r>
      <w:r w:rsidR="001C0413">
        <w:t xml:space="preserve">, </w:t>
      </w:r>
      <w:r w:rsidRPr="005D5566">
        <w:t>elle glissa des brochures dans son corsage</w:t>
      </w:r>
      <w:r w:rsidR="001C0413">
        <w:t xml:space="preserve">. </w:t>
      </w:r>
      <w:r w:rsidRPr="005D5566">
        <w:t>En voyant avec quelle adresse elle les dissimulait</w:t>
      </w:r>
      <w:r w:rsidR="001C0413">
        <w:t xml:space="preserve">, </w:t>
      </w:r>
      <w:r w:rsidRPr="005D5566">
        <w:t>Iégor fit claquer sa langue de satisfaction et s</w:t>
      </w:r>
      <w:r w:rsidR="001C0413">
        <w:t>’</w:t>
      </w:r>
      <w:r w:rsidRPr="005D5566">
        <w:t>écria</w:t>
      </w:r>
      <w:r w:rsidR="001C0413">
        <w:t> :</w:t>
      </w:r>
    </w:p>
    <w:p w14:paraId="515F5991" w14:textId="77777777" w:rsidR="001C0413" w:rsidRDefault="001C0413" w:rsidP="001C0413">
      <w:r>
        <w:t>— </w:t>
      </w:r>
      <w:r w:rsidR="00530790" w:rsidRPr="005D5566">
        <w:rPr>
          <w:i/>
          <w:iCs/>
        </w:rPr>
        <w:t>Sehr gut</w:t>
      </w:r>
      <w:r>
        <w:rPr>
          <w:i/>
          <w:iCs/>
        </w:rPr>
        <w:t xml:space="preserve"> ! </w:t>
      </w:r>
      <w:r w:rsidR="00530790" w:rsidRPr="005D5566">
        <w:t>comme disent les Allemands quand ils vident un tonneau de bière</w:t>
      </w:r>
      <w:r>
        <w:t xml:space="preserve">. </w:t>
      </w:r>
      <w:r w:rsidR="00530790" w:rsidRPr="005D5566">
        <w:t>La littérature ne vous a pas transformée</w:t>
      </w:r>
      <w:r>
        <w:t xml:space="preserve">, </w:t>
      </w:r>
      <w:r w:rsidR="00530790" w:rsidRPr="005D5566">
        <w:t>grand-mère</w:t>
      </w:r>
      <w:r>
        <w:t xml:space="preserve">, </w:t>
      </w:r>
      <w:r w:rsidR="00530790" w:rsidRPr="005D5566">
        <w:t>vous êtes restée une brave femme</w:t>
      </w:r>
      <w:r>
        <w:t xml:space="preserve">. </w:t>
      </w:r>
      <w:r w:rsidR="00530790" w:rsidRPr="005D5566">
        <w:t>Que les dieux bénissent votre entreprise</w:t>
      </w:r>
      <w:r>
        <w:t> !</w:t>
      </w:r>
    </w:p>
    <w:p w14:paraId="488ABB01" w14:textId="77777777" w:rsidR="001C0413" w:rsidRDefault="00530790" w:rsidP="001C0413">
      <w:r w:rsidRPr="005D5566">
        <w:t>Une demi-heure après</w:t>
      </w:r>
      <w:r w:rsidR="001C0413">
        <w:t xml:space="preserve">, </w:t>
      </w:r>
      <w:r w:rsidRPr="005D5566">
        <w:t>avec le même sang-froid et courbée sous le poids de son fardeau</w:t>
      </w:r>
      <w:r w:rsidR="001C0413">
        <w:t xml:space="preserve">, </w:t>
      </w:r>
      <w:r w:rsidRPr="005D5566">
        <w:t xml:space="preserve">la mère se tenait à la porte </w:t>
      </w:r>
      <w:r w:rsidRPr="005D5566">
        <w:lastRenderedPageBreak/>
        <w:t>de la fabrique</w:t>
      </w:r>
      <w:r w:rsidR="001C0413">
        <w:t xml:space="preserve">. </w:t>
      </w:r>
      <w:r w:rsidRPr="005D5566">
        <w:t>Deux gardiens</w:t>
      </w:r>
      <w:r w:rsidR="001C0413">
        <w:t xml:space="preserve">, </w:t>
      </w:r>
      <w:r w:rsidRPr="005D5566">
        <w:t>irrités par les moqueries des ouvrières</w:t>
      </w:r>
      <w:r w:rsidR="001C0413">
        <w:t xml:space="preserve">, </w:t>
      </w:r>
      <w:r w:rsidRPr="005D5566">
        <w:t>avec qui ils échangeaient des injures</w:t>
      </w:r>
      <w:r w:rsidR="001C0413">
        <w:t xml:space="preserve">, </w:t>
      </w:r>
      <w:r w:rsidRPr="005D5566">
        <w:t>tâtaient sans ménagement tous ceux qui entraient dans la cour</w:t>
      </w:r>
      <w:r w:rsidR="001C0413">
        <w:t xml:space="preserve">. </w:t>
      </w:r>
      <w:r w:rsidRPr="005D5566">
        <w:t>Un agent de police se promenait non loin de là</w:t>
      </w:r>
      <w:r w:rsidR="001C0413">
        <w:t xml:space="preserve">, </w:t>
      </w:r>
      <w:r w:rsidRPr="005D5566">
        <w:t>ainsi qu</w:t>
      </w:r>
      <w:r w:rsidR="001C0413">
        <w:t>’</w:t>
      </w:r>
      <w:r w:rsidRPr="005D5566">
        <w:t>un individu aux yeux fuyants</w:t>
      </w:r>
      <w:r w:rsidR="001C0413">
        <w:t xml:space="preserve">, </w:t>
      </w:r>
      <w:r w:rsidRPr="005D5566">
        <w:t>aux jambes courtes</w:t>
      </w:r>
      <w:r w:rsidR="001C0413">
        <w:t xml:space="preserve">, </w:t>
      </w:r>
      <w:r w:rsidRPr="005D5566">
        <w:t>au visage rouge</w:t>
      </w:r>
      <w:r w:rsidR="001C0413">
        <w:t xml:space="preserve">. </w:t>
      </w:r>
      <w:r w:rsidRPr="005D5566">
        <w:t>La mère l</w:t>
      </w:r>
      <w:r w:rsidR="001C0413">
        <w:t>’</w:t>
      </w:r>
      <w:r w:rsidRPr="005D5566">
        <w:t>examinait du coin de l</w:t>
      </w:r>
      <w:r w:rsidR="001C0413">
        <w:t>’</w:t>
      </w:r>
      <w:r w:rsidRPr="005D5566">
        <w:t>œil tout en changeant sa palanche d</w:t>
      </w:r>
      <w:r w:rsidR="001C0413">
        <w:t>’</w:t>
      </w:r>
      <w:r w:rsidRPr="005D5566">
        <w:t>épaule</w:t>
      </w:r>
      <w:r w:rsidR="001C0413">
        <w:t xml:space="preserve"> ; </w:t>
      </w:r>
      <w:r w:rsidRPr="005D5566">
        <w:t>elle devinait que c</w:t>
      </w:r>
      <w:r w:rsidR="001C0413">
        <w:t>’</w:t>
      </w:r>
      <w:r w:rsidRPr="005D5566">
        <w:t>était un espion</w:t>
      </w:r>
      <w:r w:rsidR="001C0413">
        <w:t>.</w:t>
      </w:r>
    </w:p>
    <w:p w14:paraId="42ACB0DB" w14:textId="77777777" w:rsidR="001C0413" w:rsidRDefault="00530790" w:rsidP="001C0413">
      <w:r w:rsidRPr="005D5566">
        <w:t>Un grand gaillard aux cheveux bouclés</w:t>
      </w:r>
      <w:r w:rsidR="001C0413">
        <w:t xml:space="preserve">, </w:t>
      </w:r>
      <w:r w:rsidRPr="005D5566">
        <w:t>la casquette sur la nuque</w:t>
      </w:r>
      <w:r w:rsidR="001C0413">
        <w:t xml:space="preserve">, </w:t>
      </w:r>
      <w:r w:rsidRPr="005D5566">
        <w:t>criait aux gardiens qui le fouillaient</w:t>
      </w:r>
      <w:r w:rsidR="001C0413">
        <w:t> :</w:t>
      </w:r>
    </w:p>
    <w:p w14:paraId="69F76596" w14:textId="77777777" w:rsidR="001C0413" w:rsidRDefault="001C0413" w:rsidP="001C0413">
      <w:r>
        <w:t>— </w:t>
      </w:r>
      <w:r w:rsidR="00530790" w:rsidRPr="005D5566">
        <w:t>Cherchez donc dans la tête et non pas dans les poches</w:t>
      </w:r>
      <w:r>
        <w:t xml:space="preserve">, </w:t>
      </w:r>
      <w:r w:rsidR="00530790" w:rsidRPr="005D5566">
        <w:t>diables</w:t>
      </w:r>
      <w:r>
        <w:t> !</w:t>
      </w:r>
    </w:p>
    <w:p w14:paraId="6C66BAD2" w14:textId="77777777" w:rsidR="001C0413" w:rsidRDefault="00530790" w:rsidP="001C0413">
      <w:r w:rsidRPr="005D5566">
        <w:t>L</w:t>
      </w:r>
      <w:r w:rsidR="001C0413">
        <w:t>’</w:t>
      </w:r>
      <w:r w:rsidRPr="005D5566">
        <w:t>un des gardiens répondit</w:t>
      </w:r>
      <w:r w:rsidR="001C0413">
        <w:t> :</w:t>
      </w:r>
    </w:p>
    <w:p w14:paraId="4B14B7EC" w14:textId="77777777" w:rsidR="001C0413" w:rsidRDefault="001C0413" w:rsidP="001C0413">
      <w:r>
        <w:t>— </w:t>
      </w:r>
      <w:r w:rsidR="00530790" w:rsidRPr="005D5566">
        <w:t>Tu n</w:t>
      </w:r>
      <w:r>
        <w:t>’</w:t>
      </w:r>
      <w:r w:rsidR="00530790" w:rsidRPr="005D5566">
        <w:t>as rien du tout dans la tête</w:t>
      </w:r>
      <w:r>
        <w:t xml:space="preserve">, </w:t>
      </w:r>
      <w:r w:rsidR="00530790" w:rsidRPr="005D5566">
        <w:t>sauf les poux</w:t>
      </w:r>
      <w:r>
        <w:t>…</w:t>
      </w:r>
    </w:p>
    <w:p w14:paraId="69B6F403" w14:textId="77777777" w:rsidR="001C0413" w:rsidRDefault="001C0413" w:rsidP="001C0413">
      <w:r>
        <w:t>— </w:t>
      </w:r>
      <w:r w:rsidR="00530790" w:rsidRPr="005D5566">
        <w:t>Hé bien</w:t>
      </w:r>
      <w:r>
        <w:t xml:space="preserve">, </w:t>
      </w:r>
      <w:r w:rsidR="00530790" w:rsidRPr="005D5566">
        <w:t>cherchez-les</w:t>
      </w:r>
      <w:r>
        <w:t xml:space="preserve">, </w:t>
      </w:r>
      <w:r w:rsidR="00530790" w:rsidRPr="005D5566">
        <w:t>c</w:t>
      </w:r>
      <w:r>
        <w:t>’</w:t>
      </w:r>
      <w:r w:rsidR="00530790" w:rsidRPr="005D5566">
        <w:t>est une besogne digne de vous</w:t>
      </w:r>
      <w:r>
        <w:t xml:space="preserve"> ! </w:t>
      </w:r>
      <w:r w:rsidR="00530790" w:rsidRPr="005D5566">
        <w:t>répliqua l</w:t>
      </w:r>
      <w:r>
        <w:t>’</w:t>
      </w:r>
      <w:r w:rsidR="00530790" w:rsidRPr="005D5566">
        <w:t>ouvrier</w:t>
      </w:r>
      <w:r>
        <w:t>.</w:t>
      </w:r>
    </w:p>
    <w:p w14:paraId="0D3265C8" w14:textId="77777777" w:rsidR="001C0413" w:rsidRDefault="00530790" w:rsidP="001C0413">
      <w:r w:rsidRPr="005D5566">
        <w:t>L</w:t>
      </w:r>
      <w:r w:rsidR="001C0413">
        <w:t>’</w:t>
      </w:r>
      <w:r w:rsidRPr="005D5566">
        <w:t>espion lui jeta un méchant coup d</w:t>
      </w:r>
      <w:r w:rsidR="001C0413">
        <w:t>’</w:t>
      </w:r>
      <w:r w:rsidRPr="005D5566">
        <w:t>œil et cracha à terre</w:t>
      </w:r>
      <w:r w:rsidR="001C0413">
        <w:t>.</w:t>
      </w:r>
    </w:p>
    <w:p w14:paraId="3E674E8E" w14:textId="77777777" w:rsidR="001C0413" w:rsidRDefault="001C0413" w:rsidP="001C0413">
      <w:r>
        <w:t>— </w:t>
      </w:r>
      <w:r w:rsidR="00530790" w:rsidRPr="005D5566">
        <w:t>Laissez-moi passer</w:t>
      </w:r>
      <w:r>
        <w:t xml:space="preserve"> ! </w:t>
      </w:r>
      <w:r w:rsidR="00530790" w:rsidRPr="005D5566">
        <w:t>demanda la mère</w:t>
      </w:r>
      <w:r>
        <w:t xml:space="preserve">. </w:t>
      </w:r>
      <w:r w:rsidR="00530790" w:rsidRPr="005D5566">
        <w:t>Vous voyez</w:t>
      </w:r>
      <w:r>
        <w:t xml:space="preserve">, </w:t>
      </w:r>
      <w:r w:rsidR="00530790" w:rsidRPr="005D5566">
        <w:t>ma charge est pesante</w:t>
      </w:r>
      <w:r>
        <w:t xml:space="preserve">… </w:t>
      </w:r>
      <w:r w:rsidR="00530790" w:rsidRPr="005D5566">
        <w:t>j</w:t>
      </w:r>
      <w:r>
        <w:t>’</w:t>
      </w:r>
      <w:r w:rsidR="00530790" w:rsidRPr="005D5566">
        <w:t>ai le dos cassé</w:t>
      </w:r>
      <w:r>
        <w:t> !</w:t>
      </w:r>
    </w:p>
    <w:p w14:paraId="7B5AF671" w14:textId="77777777" w:rsidR="001C0413" w:rsidRDefault="001C0413" w:rsidP="001C0413">
      <w:r>
        <w:t>— </w:t>
      </w:r>
      <w:r w:rsidR="00530790" w:rsidRPr="005D5566">
        <w:t>Va</w:t>
      </w:r>
      <w:r>
        <w:t xml:space="preserve">, </w:t>
      </w:r>
      <w:r w:rsidR="00530790" w:rsidRPr="005D5566">
        <w:t>va</w:t>
      </w:r>
      <w:r>
        <w:t xml:space="preserve"> ! </w:t>
      </w:r>
      <w:r w:rsidR="00530790" w:rsidRPr="005D5566">
        <w:t>cria le gardien avec irritation</w:t>
      </w:r>
      <w:r>
        <w:t xml:space="preserve">. </w:t>
      </w:r>
      <w:r w:rsidR="00530790" w:rsidRPr="005D5566">
        <w:t>Ne parle pas tant</w:t>
      </w:r>
      <w:r>
        <w:t>…</w:t>
      </w:r>
    </w:p>
    <w:p w14:paraId="7103D92B" w14:textId="77777777" w:rsidR="001C0413" w:rsidRDefault="00530790" w:rsidP="001C0413">
      <w:r w:rsidRPr="005D5566">
        <w:t>Arrivée à sa place</w:t>
      </w:r>
      <w:r w:rsidR="001C0413">
        <w:t xml:space="preserve">, </w:t>
      </w:r>
      <w:r w:rsidRPr="005D5566">
        <w:t>Pélaguée posa ses pots de soupe à terre et regarda autour d</w:t>
      </w:r>
      <w:r w:rsidR="001C0413">
        <w:t>’</w:t>
      </w:r>
      <w:r w:rsidRPr="005D5566">
        <w:t>elle en essuyant la sueur de son visage</w:t>
      </w:r>
      <w:r w:rsidR="001C0413">
        <w:t>.</w:t>
      </w:r>
    </w:p>
    <w:p w14:paraId="4F061559" w14:textId="77777777" w:rsidR="001C0413" w:rsidRDefault="00530790" w:rsidP="001C0413">
      <w:r w:rsidRPr="005D5566">
        <w:t>Deux serruriers</w:t>
      </w:r>
      <w:r w:rsidR="001C0413">
        <w:t xml:space="preserve">, </w:t>
      </w:r>
      <w:r w:rsidRPr="005D5566">
        <w:t>les frères Goussev</w:t>
      </w:r>
      <w:r w:rsidR="001C0413">
        <w:t xml:space="preserve">, </w:t>
      </w:r>
      <w:r w:rsidRPr="005D5566">
        <w:t>s</w:t>
      </w:r>
      <w:r w:rsidR="001C0413">
        <w:t>’</w:t>
      </w:r>
      <w:r w:rsidRPr="005D5566">
        <w:t>approchèrent aussitôt</w:t>
      </w:r>
      <w:r w:rsidR="001C0413">
        <w:t xml:space="preserve"> ; </w:t>
      </w:r>
      <w:r w:rsidRPr="005D5566">
        <w:t>l</w:t>
      </w:r>
      <w:r w:rsidR="001C0413">
        <w:t>’</w:t>
      </w:r>
      <w:r w:rsidRPr="005D5566">
        <w:t>aîné</w:t>
      </w:r>
      <w:r w:rsidR="001C0413">
        <w:t xml:space="preserve">, </w:t>
      </w:r>
      <w:r w:rsidRPr="005D5566">
        <w:t>nommé Vassili</w:t>
      </w:r>
      <w:r w:rsidR="001C0413">
        <w:t xml:space="preserve">, </w:t>
      </w:r>
      <w:r w:rsidRPr="005D5566">
        <w:t>lui demanda d</w:t>
      </w:r>
      <w:r w:rsidR="001C0413">
        <w:t>’</w:t>
      </w:r>
      <w:r w:rsidRPr="005D5566">
        <w:t>une voix retentissante</w:t>
      </w:r>
      <w:r w:rsidR="001C0413">
        <w:t xml:space="preserve">, </w:t>
      </w:r>
      <w:r w:rsidRPr="005D5566">
        <w:t>en fronçant les sourcils</w:t>
      </w:r>
      <w:r w:rsidR="001C0413">
        <w:t> :</w:t>
      </w:r>
    </w:p>
    <w:p w14:paraId="08FBCDCF" w14:textId="77777777" w:rsidR="001C0413" w:rsidRDefault="001C0413" w:rsidP="001C0413">
      <w:r>
        <w:t>— </w:t>
      </w:r>
      <w:r w:rsidR="00530790" w:rsidRPr="005D5566">
        <w:t>Y a-t-il des pâtés</w:t>
      </w:r>
      <w:r>
        <w:t> ?</w:t>
      </w:r>
    </w:p>
    <w:p w14:paraId="5FA49D2A" w14:textId="77777777" w:rsidR="001C0413" w:rsidRDefault="001C0413" w:rsidP="001C0413">
      <w:r>
        <w:lastRenderedPageBreak/>
        <w:t>— </w:t>
      </w:r>
      <w:r w:rsidR="00530790" w:rsidRPr="005D5566">
        <w:t>J</w:t>
      </w:r>
      <w:r>
        <w:t>’</w:t>
      </w:r>
      <w:r w:rsidR="00530790" w:rsidRPr="005D5566">
        <w:t>en apporterai demain</w:t>
      </w:r>
      <w:r>
        <w:t xml:space="preserve"> ! </w:t>
      </w:r>
      <w:r w:rsidR="00530790" w:rsidRPr="005D5566">
        <w:t>répondit-elle</w:t>
      </w:r>
      <w:r>
        <w:t>.</w:t>
      </w:r>
    </w:p>
    <w:p w14:paraId="0C0A227D" w14:textId="77777777" w:rsidR="001C0413" w:rsidRDefault="00530790" w:rsidP="001C0413">
      <w:r w:rsidRPr="005D5566">
        <w:t>C</w:t>
      </w:r>
      <w:r w:rsidR="001C0413">
        <w:t>’</w:t>
      </w:r>
      <w:r w:rsidRPr="005D5566">
        <w:t>était une phrase convenue</w:t>
      </w:r>
      <w:r w:rsidR="001C0413">
        <w:t xml:space="preserve">. </w:t>
      </w:r>
      <w:r w:rsidRPr="005D5566">
        <w:t>Le visage des deux hommes s</w:t>
      </w:r>
      <w:r w:rsidR="001C0413">
        <w:t>’</w:t>
      </w:r>
      <w:r w:rsidRPr="005D5566">
        <w:t>éclaira</w:t>
      </w:r>
      <w:r w:rsidR="001C0413">
        <w:t xml:space="preserve">. </w:t>
      </w:r>
      <w:r w:rsidRPr="005D5566">
        <w:t>Incapable de se maîtriser</w:t>
      </w:r>
      <w:r w:rsidR="001C0413">
        <w:t xml:space="preserve">, </w:t>
      </w:r>
      <w:r w:rsidRPr="005D5566">
        <w:t>Ivan s</w:t>
      </w:r>
      <w:r w:rsidR="001C0413">
        <w:t>’</w:t>
      </w:r>
      <w:r w:rsidRPr="005D5566">
        <w:t>écria</w:t>
      </w:r>
      <w:r w:rsidR="001C0413">
        <w:t> :</w:t>
      </w:r>
    </w:p>
    <w:p w14:paraId="6F8900C7" w14:textId="77777777" w:rsidR="001C0413" w:rsidRDefault="001C0413" w:rsidP="001C0413">
      <w:r>
        <w:t>— </w:t>
      </w:r>
      <w:r w:rsidR="00530790" w:rsidRPr="005D5566">
        <w:t>Ah</w:t>
      </w:r>
      <w:r>
        <w:t xml:space="preserve"> ! </w:t>
      </w:r>
      <w:r w:rsidR="00530790" w:rsidRPr="005D5566">
        <w:t>tu es une bonne mère</w:t>
      </w:r>
      <w:r>
        <w:t> !</w:t>
      </w:r>
    </w:p>
    <w:p w14:paraId="0A267E03" w14:textId="77777777" w:rsidR="001C0413" w:rsidRDefault="00530790" w:rsidP="001C0413">
      <w:r w:rsidRPr="005D5566">
        <w:t>Vassili s</w:t>
      </w:r>
      <w:r w:rsidR="001C0413">
        <w:t>’</w:t>
      </w:r>
      <w:r w:rsidRPr="005D5566">
        <w:t>accroupit</w:t>
      </w:r>
      <w:r w:rsidR="001C0413">
        <w:t xml:space="preserve">, </w:t>
      </w:r>
      <w:r w:rsidRPr="005D5566">
        <w:t>regarda le pot de soupe</w:t>
      </w:r>
      <w:r w:rsidR="001C0413">
        <w:t xml:space="preserve">, </w:t>
      </w:r>
      <w:r w:rsidRPr="005D5566">
        <w:t>et en même temps un paquet de brochures glissa dans son sein</w:t>
      </w:r>
      <w:r w:rsidR="001C0413">
        <w:t>.</w:t>
      </w:r>
    </w:p>
    <w:p w14:paraId="470E90E2" w14:textId="77777777" w:rsidR="001C0413" w:rsidRDefault="001C0413" w:rsidP="001C0413">
      <w:r>
        <w:t>— </w:t>
      </w:r>
      <w:r w:rsidR="00530790" w:rsidRPr="005D5566">
        <w:t>Ivan</w:t>
      </w:r>
      <w:r>
        <w:t xml:space="preserve"> ! </w:t>
      </w:r>
      <w:r w:rsidR="00530790" w:rsidRPr="005D5566">
        <w:t>dit-il à haute voix</w:t>
      </w:r>
      <w:r>
        <w:t xml:space="preserve">, </w:t>
      </w:r>
      <w:r w:rsidR="00530790" w:rsidRPr="005D5566">
        <w:t>à quoi bon aller à la maison</w:t>
      </w:r>
      <w:r>
        <w:t xml:space="preserve"> ! </w:t>
      </w:r>
      <w:r w:rsidR="00530790" w:rsidRPr="005D5566">
        <w:t>dînons ici</w:t>
      </w:r>
      <w:r>
        <w:t xml:space="preserve"> ! </w:t>
      </w:r>
      <w:r w:rsidR="00530790" w:rsidRPr="005D5566">
        <w:t>Et il enfonça les feuillets compromettants dans la tige de ses bottes</w:t>
      </w:r>
      <w:r>
        <w:t xml:space="preserve">. </w:t>
      </w:r>
      <w:r w:rsidR="00530790" w:rsidRPr="005D5566">
        <w:t>Il faut soutenir la nouvelle marchande</w:t>
      </w:r>
      <w:r>
        <w:t>.</w:t>
      </w:r>
    </w:p>
    <w:p w14:paraId="65858C0D" w14:textId="77777777" w:rsidR="001C0413" w:rsidRDefault="001C0413" w:rsidP="001C0413">
      <w:r>
        <w:t>— </w:t>
      </w:r>
      <w:r w:rsidR="00530790" w:rsidRPr="005D5566">
        <w:t>C</w:t>
      </w:r>
      <w:r>
        <w:t>’</w:t>
      </w:r>
      <w:r w:rsidR="00530790" w:rsidRPr="005D5566">
        <w:t>est vrai</w:t>
      </w:r>
      <w:r>
        <w:t xml:space="preserve"> ! </w:t>
      </w:r>
      <w:r w:rsidR="00530790" w:rsidRPr="005D5566">
        <w:t>approuva Ivan</w:t>
      </w:r>
      <w:r>
        <w:t xml:space="preserve">, </w:t>
      </w:r>
      <w:r w:rsidR="00530790" w:rsidRPr="005D5566">
        <w:t>et il se mit à rire</w:t>
      </w:r>
      <w:r>
        <w:t>.</w:t>
      </w:r>
    </w:p>
    <w:p w14:paraId="669F2FD9" w14:textId="77777777" w:rsidR="001C0413" w:rsidRDefault="00530790" w:rsidP="001C0413">
      <w:r w:rsidRPr="005D5566">
        <w:t>Et la mère criait de temps à autre</w:t>
      </w:r>
      <w:r w:rsidR="001C0413">
        <w:t xml:space="preserve">, </w:t>
      </w:r>
      <w:r w:rsidRPr="005D5566">
        <w:t>tout en regardant avec prudence autour d</w:t>
      </w:r>
      <w:r w:rsidR="001C0413">
        <w:t>’</w:t>
      </w:r>
      <w:r w:rsidRPr="005D5566">
        <w:t>elle</w:t>
      </w:r>
      <w:r w:rsidR="001C0413">
        <w:t> :</w:t>
      </w:r>
    </w:p>
    <w:p w14:paraId="65C805A8" w14:textId="77777777" w:rsidR="001C0413" w:rsidRDefault="001C0413" w:rsidP="001C0413">
      <w:r>
        <w:t>— </w:t>
      </w:r>
      <w:r w:rsidR="00530790" w:rsidRPr="005D5566">
        <w:t>De la soupe</w:t>
      </w:r>
      <w:r>
        <w:t xml:space="preserve"> ! </w:t>
      </w:r>
      <w:r w:rsidR="00530790" w:rsidRPr="005D5566">
        <w:t>du vermicelle chaud</w:t>
      </w:r>
      <w:r>
        <w:t xml:space="preserve"> ! </w:t>
      </w:r>
      <w:r w:rsidR="00530790" w:rsidRPr="005D5566">
        <w:t>du rôti</w:t>
      </w:r>
      <w:r>
        <w:t> !</w:t>
      </w:r>
    </w:p>
    <w:p w14:paraId="6F06A784" w14:textId="77777777" w:rsidR="001C0413" w:rsidRDefault="00530790" w:rsidP="001C0413">
      <w:r w:rsidRPr="005D5566">
        <w:t>Peu à peu</w:t>
      </w:r>
      <w:r w:rsidR="001C0413">
        <w:t xml:space="preserve">, </w:t>
      </w:r>
      <w:r w:rsidRPr="005D5566">
        <w:t>elle tirait les brochures de son corsage et les distribuait aux frères sans être vue</w:t>
      </w:r>
      <w:r w:rsidR="001C0413">
        <w:t xml:space="preserve">. </w:t>
      </w:r>
      <w:r w:rsidRPr="005D5566">
        <w:t>Chaque fois qu</w:t>
      </w:r>
      <w:r w:rsidR="001C0413">
        <w:t>’</w:t>
      </w:r>
      <w:r w:rsidRPr="005D5566">
        <w:t>un paquet glissait de ses mains</w:t>
      </w:r>
      <w:r w:rsidR="001C0413">
        <w:t xml:space="preserve">, </w:t>
      </w:r>
      <w:r w:rsidRPr="005D5566">
        <w:t>le visage de l</w:t>
      </w:r>
      <w:r w:rsidR="001C0413">
        <w:t>’</w:t>
      </w:r>
      <w:r w:rsidRPr="005D5566">
        <w:t>officier de gendarmerie apparaissait brusquement devant elle comme une tache jaune</w:t>
      </w:r>
      <w:r w:rsidR="001C0413">
        <w:t xml:space="preserve">, </w:t>
      </w:r>
      <w:r w:rsidRPr="005D5566">
        <w:t>pareille à la clarté d</w:t>
      </w:r>
      <w:r w:rsidR="001C0413">
        <w:t>’</w:t>
      </w:r>
      <w:r w:rsidRPr="005D5566">
        <w:t>une allumette</w:t>
      </w:r>
      <w:r w:rsidR="001C0413">
        <w:t xml:space="preserve">, </w:t>
      </w:r>
      <w:r w:rsidRPr="005D5566">
        <w:t>dans une chambre obscure</w:t>
      </w:r>
      <w:r w:rsidR="001C0413">
        <w:t xml:space="preserve">, </w:t>
      </w:r>
      <w:r w:rsidRPr="005D5566">
        <w:t>et elle lui disait en pensée</w:t>
      </w:r>
      <w:r w:rsidR="001C0413">
        <w:t xml:space="preserve">, </w:t>
      </w:r>
      <w:r w:rsidRPr="005D5566">
        <w:t>avec un sentiment de malveillance satisfaite</w:t>
      </w:r>
      <w:r w:rsidR="001C0413">
        <w:t> :</w:t>
      </w:r>
    </w:p>
    <w:p w14:paraId="7FA8D473" w14:textId="77777777" w:rsidR="001C0413" w:rsidRDefault="001C0413" w:rsidP="001C0413">
      <w:r>
        <w:t>— </w:t>
      </w:r>
      <w:r w:rsidR="00530790" w:rsidRPr="005D5566">
        <w:t>Tiens</w:t>
      </w:r>
      <w:r>
        <w:t xml:space="preserve">, </w:t>
      </w:r>
      <w:r w:rsidR="00530790" w:rsidRPr="005D5566">
        <w:t>mon petit père</w:t>
      </w:r>
      <w:r>
        <w:t> !…</w:t>
      </w:r>
    </w:p>
    <w:p w14:paraId="7B44F17C" w14:textId="77777777" w:rsidR="001C0413" w:rsidRDefault="00530790" w:rsidP="001C0413">
      <w:r w:rsidRPr="005D5566">
        <w:t>Et en donnant le paquet suivant</w:t>
      </w:r>
      <w:r w:rsidR="001C0413">
        <w:t xml:space="preserve">, </w:t>
      </w:r>
      <w:r w:rsidRPr="005D5566">
        <w:t>elle ajoutait</w:t>
      </w:r>
      <w:r w:rsidR="001C0413">
        <w:t xml:space="preserve">, </w:t>
      </w:r>
      <w:r w:rsidRPr="005D5566">
        <w:t>heureuse</w:t>
      </w:r>
      <w:r w:rsidR="001C0413">
        <w:t> :</w:t>
      </w:r>
    </w:p>
    <w:p w14:paraId="202C8C12" w14:textId="77777777" w:rsidR="001C0413" w:rsidRDefault="001C0413" w:rsidP="001C0413">
      <w:r>
        <w:t>— </w:t>
      </w:r>
      <w:r w:rsidR="00530790" w:rsidRPr="005D5566">
        <w:t>Tiens</w:t>
      </w:r>
      <w:r>
        <w:t xml:space="preserve">, </w:t>
      </w:r>
      <w:r w:rsidR="00530790" w:rsidRPr="005D5566">
        <w:t>en voilà encore</w:t>
      </w:r>
      <w:r>
        <w:t> !</w:t>
      </w:r>
    </w:p>
    <w:p w14:paraId="55726A5B" w14:textId="77777777" w:rsidR="001C0413" w:rsidRDefault="00530790" w:rsidP="001C0413">
      <w:r w:rsidRPr="005D5566">
        <w:t>Quand les ouvriers s</w:t>
      </w:r>
      <w:r w:rsidR="001C0413">
        <w:t>’</w:t>
      </w:r>
      <w:r w:rsidRPr="005D5566">
        <w:t>approchaient</w:t>
      </w:r>
      <w:r w:rsidR="001C0413">
        <w:t xml:space="preserve">, </w:t>
      </w:r>
      <w:r w:rsidRPr="005D5566">
        <w:t>leur assiette à la main</w:t>
      </w:r>
      <w:r w:rsidR="001C0413">
        <w:t xml:space="preserve">, </w:t>
      </w:r>
      <w:r w:rsidRPr="005D5566">
        <w:t>Ivan Goussev riait bruyamment</w:t>
      </w:r>
      <w:r w:rsidR="001C0413">
        <w:t xml:space="preserve"> ; </w:t>
      </w:r>
      <w:r w:rsidRPr="005D5566">
        <w:t xml:space="preserve">la mère cessait sa </w:t>
      </w:r>
      <w:r w:rsidRPr="005D5566">
        <w:lastRenderedPageBreak/>
        <w:t>distribution</w:t>
      </w:r>
      <w:r w:rsidR="001C0413">
        <w:t xml:space="preserve">, </w:t>
      </w:r>
      <w:r w:rsidRPr="005D5566">
        <w:t>versait de la soupe aux choux et des vermicelles</w:t>
      </w:r>
      <w:r w:rsidR="001C0413">
        <w:t xml:space="preserve"> ; </w:t>
      </w:r>
      <w:r w:rsidRPr="005D5566">
        <w:t>les deux Goussev lui disaient en plaisantant</w:t>
      </w:r>
      <w:r w:rsidR="001C0413">
        <w:t> :</w:t>
      </w:r>
    </w:p>
    <w:p w14:paraId="05E07FA8" w14:textId="77777777" w:rsidR="001C0413" w:rsidRDefault="001C0413" w:rsidP="001C0413">
      <w:r>
        <w:t>— </w:t>
      </w:r>
      <w:r w:rsidR="00530790" w:rsidRPr="005D5566">
        <w:t>Elle est adroite</w:t>
      </w:r>
      <w:r>
        <w:t xml:space="preserve">, </w:t>
      </w:r>
      <w:r w:rsidR="00530790" w:rsidRPr="005D5566">
        <w:t>la mère Pélaguée</w:t>
      </w:r>
      <w:r>
        <w:t> !</w:t>
      </w:r>
    </w:p>
    <w:p w14:paraId="310A1C58" w14:textId="77777777" w:rsidR="001C0413" w:rsidRDefault="001C0413" w:rsidP="001C0413">
      <w:r>
        <w:t>— </w:t>
      </w:r>
      <w:r w:rsidR="00530790" w:rsidRPr="005D5566">
        <w:t>La misère nous apprend à attraper même les souris</w:t>
      </w:r>
      <w:r>
        <w:t xml:space="preserve">, </w:t>
      </w:r>
      <w:r w:rsidR="00530790" w:rsidRPr="005D5566">
        <w:t>fit d</w:t>
      </w:r>
      <w:r>
        <w:t>’</w:t>
      </w:r>
      <w:r w:rsidR="00530790" w:rsidRPr="005D5566">
        <w:t>un ton morose un chauffeur</w:t>
      </w:r>
      <w:r>
        <w:t xml:space="preserve">. </w:t>
      </w:r>
      <w:r w:rsidR="00530790" w:rsidRPr="005D5566">
        <w:t>On lui a enlevé celui qui gagnait son pain</w:t>
      </w:r>
      <w:r>
        <w:t xml:space="preserve">… </w:t>
      </w:r>
      <w:r w:rsidR="00530790" w:rsidRPr="005D5566">
        <w:t>Oui</w:t>
      </w:r>
      <w:r>
        <w:t xml:space="preserve">. </w:t>
      </w:r>
      <w:r w:rsidR="00530790" w:rsidRPr="005D5566">
        <w:t>Les canailles</w:t>
      </w:r>
      <w:r>
        <w:t xml:space="preserve"> !… </w:t>
      </w:r>
      <w:r w:rsidR="00530790" w:rsidRPr="005D5566">
        <w:t>Eh bien</w:t>
      </w:r>
      <w:r>
        <w:t xml:space="preserve">, </w:t>
      </w:r>
      <w:r w:rsidR="00530790" w:rsidRPr="005D5566">
        <w:t>pour trois kopeks de vermicelle</w:t>
      </w:r>
      <w:r>
        <w:t xml:space="preserve">… </w:t>
      </w:r>
      <w:r w:rsidR="00530790" w:rsidRPr="005D5566">
        <w:t>Prends courage</w:t>
      </w:r>
      <w:r>
        <w:t xml:space="preserve">, </w:t>
      </w:r>
      <w:r w:rsidR="00530790" w:rsidRPr="005D5566">
        <w:t>mère</w:t>
      </w:r>
      <w:r>
        <w:t xml:space="preserve"> !… </w:t>
      </w:r>
      <w:r w:rsidR="00530790" w:rsidRPr="005D5566">
        <w:t>Tout ça s</w:t>
      </w:r>
      <w:r>
        <w:t>’</w:t>
      </w:r>
      <w:r w:rsidR="00530790" w:rsidRPr="005D5566">
        <w:t>arrangera</w:t>
      </w:r>
      <w:r>
        <w:t> !…</w:t>
      </w:r>
    </w:p>
    <w:p w14:paraId="287FA6D1" w14:textId="77777777" w:rsidR="001C0413" w:rsidRDefault="001C0413" w:rsidP="001C0413">
      <w:r>
        <w:t>— </w:t>
      </w:r>
      <w:r w:rsidR="00530790" w:rsidRPr="005D5566">
        <w:t>Merci de cette bonne parole</w:t>
      </w:r>
      <w:r>
        <w:t xml:space="preserve"> ! </w:t>
      </w:r>
      <w:r w:rsidR="00530790" w:rsidRPr="005D5566">
        <w:t>dit la mère en souriant</w:t>
      </w:r>
      <w:r>
        <w:t>.</w:t>
      </w:r>
    </w:p>
    <w:p w14:paraId="6C4826E8" w14:textId="77777777" w:rsidR="001C0413" w:rsidRDefault="00530790" w:rsidP="001C0413">
      <w:r w:rsidRPr="005D5566">
        <w:t>Il grommela en s</w:t>
      </w:r>
      <w:r w:rsidR="001C0413">
        <w:t>’</w:t>
      </w:r>
      <w:r w:rsidRPr="005D5566">
        <w:t>éloignant</w:t>
      </w:r>
      <w:r w:rsidR="001C0413">
        <w:t> :</w:t>
      </w:r>
    </w:p>
    <w:p w14:paraId="34653AE2" w14:textId="77777777" w:rsidR="001C0413" w:rsidRDefault="001C0413" w:rsidP="001C0413">
      <w:r>
        <w:t>— </w:t>
      </w:r>
      <w:r w:rsidR="00530790" w:rsidRPr="005D5566">
        <w:t>Elle ne me coûte pas cher</w:t>
      </w:r>
      <w:r>
        <w:t xml:space="preserve">, </w:t>
      </w:r>
      <w:r w:rsidR="00530790" w:rsidRPr="005D5566">
        <w:t>cette bonne parole</w:t>
      </w:r>
      <w:r>
        <w:t> !</w:t>
      </w:r>
    </w:p>
    <w:p w14:paraId="0D07F21A" w14:textId="77777777" w:rsidR="001C0413" w:rsidRDefault="001C0413" w:rsidP="001C0413">
      <w:r>
        <w:t>— </w:t>
      </w:r>
      <w:r w:rsidR="00530790" w:rsidRPr="005D5566">
        <w:t>Mais on n</w:t>
      </w:r>
      <w:r>
        <w:t>’</w:t>
      </w:r>
      <w:r w:rsidR="00530790" w:rsidRPr="005D5566">
        <w:t>a personne à qui l</w:t>
      </w:r>
      <w:r>
        <w:t>’</w:t>
      </w:r>
      <w:r w:rsidR="00530790" w:rsidRPr="005D5566">
        <w:t>adresser</w:t>
      </w:r>
      <w:r>
        <w:t xml:space="preserve">, </w:t>
      </w:r>
      <w:r w:rsidR="00530790" w:rsidRPr="005D5566">
        <w:t>répliqua un forgeron en riant</w:t>
      </w:r>
      <w:r>
        <w:t>.</w:t>
      </w:r>
    </w:p>
    <w:p w14:paraId="0C8C1679" w14:textId="77777777" w:rsidR="001C0413" w:rsidRDefault="00530790" w:rsidP="001C0413">
      <w:r w:rsidRPr="005D5566">
        <w:t>Et il ajouta d</w:t>
      </w:r>
      <w:r w:rsidR="001C0413">
        <w:t>’</w:t>
      </w:r>
      <w:r w:rsidRPr="005D5566">
        <w:t>un air étonné</w:t>
      </w:r>
      <w:r w:rsidR="001C0413">
        <w:t xml:space="preserve">, </w:t>
      </w:r>
      <w:r w:rsidRPr="005D5566">
        <w:t>en haussant les épaules</w:t>
      </w:r>
      <w:r w:rsidR="001C0413">
        <w:t> :</w:t>
      </w:r>
    </w:p>
    <w:p w14:paraId="383B85BB" w14:textId="77777777" w:rsidR="001C0413" w:rsidRDefault="001C0413" w:rsidP="001C0413">
      <w:r>
        <w:t>— </w:t>
      </w:r>
      <w:r w:rsidR="00530790" w:rsidRPr="005D5566">
        <w:t>Voilà la vie</w:t>
      </w:r>
      <w:r>
        <w:t xml:space="preserve">, </w:t>
      </w:r>
      <w:r w:rsidR="00530790" w:rsidRPr="005D5566">
        <w:t>mes enfants</w:t>
      </w:r>
      <w:r>
        <w:t xml:space="preserve">… </w:t>
      </w:r>
      <w:r w:rsidR="00530790" w:rsidRPr="005D5566">
        <w:t>on n</w:t>
      </w:r>
      <w:r>
        <w:t>’</w:t>
      </w:r>
      <w:r w:rsidR="00530790" w:rsidRPr="005D5566">
        <w:t>a personne à qui dire une bonne parole</w:t>
      </w:r>
      <w:r>
        <w:t xml:space="preserve">… </w:t>
      </w:r>
      <w:r w:rsidR="00530790" w:rsidRPr="005D5566">
        <w:t>personne n</w:t>
      </w:r>
      <w:r>
        <w:t>’</w:t>
      </w:r>
      <w:r w:rsidR="00530790" w:rsidRPr="005D5566">
        <w:t>en est digne</w:t>
      </w:r>
      <w:r>
        <w:t xml:space="preserve">… </w:t>
      </w:r>
      <w:r w:rsidR="00530790" w:rsidRPr="005D5566">
        <w:t>n</w:t>
      </w:r>
      <w:r>
        <w:t>’</w:t>
      </w:r>
      <w:r w:rsidR="00530790" w:rsidRPr="005D5566">
        <w:t>est-ce pas</w:t>
      </w:r>
      <w:r>
        <w:t> ?</w:t>
      </w:r>
    </w:p>
    <w:p w14:paraId="5C7FF3CF" w14:textId="77777777" w:rsidR="001C0413" w:rsidRDefault="00530790" w:rsidP="001C0413">
      <w:r w:rsidRPr="005D5566">
        <w:t>Vassili Goussev se leva</w:t>
      </w:r>
      <w:r w:rsidR="001C0413">
        <w:t xml:space="preserve">, </w:t>
      </w:r>
      <w:r w:rsidRPr="005D5566">
        <w:t>et s</w:t>
      </w:r>
      <w:r w:rsidR="001C0413">
        <w:t>’</w:t>
      </w:r>
      <w:r w:rsidRPr="005D5566">
        <w:t>exclama en boutonnant soigneusement son pardessus</w:t>
      </w:r>
      <w:r w:rsidR="001C0413">
        <w:t> :</w:t>
      </w:r>
    </w:p>
    <w:p w14:paraId="61C9D5BC" w14:textId="77777777" w:rsidR="001C0413" w:rsidRDefault="001C0413" w:rsidP="001C0413">
      <w:r>
        <w:t>— </w:t>
      </w:r>
      <w:r w:rsidR="00530790" w:rsidRPr="005D5566">
        <w:t>J</w:t>
      </w:r>
      <w:r>
        <w:t>’</w:t>
      </w:r>
      <w:r w:rsidR="00530790" w:rsidRPr="005D5566">
        <w:t>ai mangé chaud</w:t>
      </w:r>
      <w:r>
        <w:t xml:space="preserve">, </w:t>
      </w:r>
      <w:r w:rsidR="00530790" w:rsidRPr="005D5566">
        <w:t>et pourtant le froid me prend</w:t>
      </w:r>
      <w:r>
        <w:t xml:space="preserve">. </w:t>
      </w:r>
      <w:r w:rsidR="00530790" w:rsidRPr="005D5566">
        <w:t>Puis il s</w:t>
      </w:r>
      <w:r>
        <w:t>’</w:t>
      </w:r>
      <w:r w:rsidR="00530790" w:rsidRPr="005D5566">
        <w:t>en alla</w:t>
      </w:r>
      <w:r>
        <w:t xml:space="preserve"> ; </w:t>
      </w:r>
      <w:r w:rsidR="00530790" w:rsidRPr="005D5566">
        <w:t>son frère Ivan se leva aussi et s</w:t>
      </w:r>
      <w:r>
        <w:t>’</w:t>
      </w:r>
      <w:r w:rsidR="00530790" w:rsidRPr="005D5566">
        <w:t>éloigna en sifflotant</w:t>
      </w:r>
      <w:r>
        <w:t>.</w:t>
      </w:r>
    </w:p>
    <w:p w14:paraId="44CFF8CD" w14:textId="77777777" w:rsidR="001C0413" w:rsidRDefault="00530790" w:rsidP="001C0413">
      <w:r w:rsidRPr="005D5566">
        <w:t>La mère criait de temps en temps avec un sourire engageant</w:t>
      </w:r>
      <w:r w:rsidR="001C0413">
        <w:t> :</w:t>
      </w:r>
    </w:p>
    <w:p w14:paraId="0A0EDB58" w14:textId="77777777" w:rsidR="001C0413" w:rsidRDefault="001C0413" w:rsidP="001C0413">
      <w:r>
        <w:t>— </w:t>
      </w:r>
      <w:r w:rsidR="00530790" w:rsidRPr="005D5566">
        <w:t>De la soupe chaude</w:t>
      </w:r>
      <w:r>
        <w:t xml:space="preserve"> ! </w:t>
      </w:r>
      <w:r w:rsidR="00530790" w:rsidRPr="005D5566">
        <w:t>du vermicelle</w:t>
      </w:r>
      <w:r>
        <w:t xml:space="preserve"> ! </w:t>
      </w:r>
      <w:r w:rsidR="00530790" w:rsidRPr="005D5566">
        <w:t>de la soupe aux choux</w:t>
      </w:r>
      <w:r>
        <w:t> !…</w:t>
      </w:r>
    </w:p>
    <w:p w14:paraId="0C655E8A" w14:textId="77777777" w:rsidR="001C0413" w:rsidRDefault="00530790" w:rsidP="001C0413">
      <w:r w:rsidRPr="005D5566">
        <w:lastRenderedPageBreak/>
        <w:t>Elle se disait qu</w:t>
      </w:r>
      <w:r w:rsidR="001C0413">
        <w:t>’</w:t>
      </w:r>
      <w:r w:rsidRPr="005D5566">
        <w:t>elle raconterait sa première expérience à son fils</w:t>
      </w:r>
      <w:r w:rsidR="001C0413">
        <w:t xml:space="preserve">. </w:t>
      </w:r>
      <w:r w:rsidRPr="005D5566">
        <w:t>La face jaune de l</w:t>
      </w:r>
      <w:r w:rsidR="001C0413">
        <w:t>’</w:t>
      </w:r>
      <w:r w:rsidRPr="005D5566">
        <w:t>officier</w:t>
      </w:r>
      <w:r w:rsidR="001C0413">
        <w:t xml:space="preserve">, </w:t>
      </w:r>
      <w:r w:rsidRPr="005D5566">
        <w:t>irrité et stupéfait</w:t>
      </w:r>
      <w:r w:rsidR="001C0413">
        <w:t xml:space="preserve">, </w:t>
      </w:r>
      <w:r w:rsidRPr="005D5566">
        <w:t>se dessinait sans cesse devant elle</w:t>
      </w:r>
      <w:r w:rsidR="001C0413">
        <w:t xml:space="preserve"> ; </w:t>
      </w:r>
      <w:r w:rsidRPr="005D5566">
        <w:t>les moustaches noires s</w:t>
      </w:r>
      <w:r w:rsidR="001C0413">
        <w:t>’</w:t>
      </w:r>
      <w:r w:rsidRPr="005D5566">
        <w:t>agitaient confusément</w:t>
      </w:r>
      <w:r w:rsidR="001C0413">
        <w:t xml:space="preserve">, </w:t>
      </w:r>
      <w:r w:rsidRPr="005D5566">
        <w:t>et</w:t>
      </w:r>
      <w:r w:rsidR="001C0413">
        <w:t xml:space="preserve">, </w:t>
      </w:r>
      <w:r w:rsidRPr="005D5566">
        <w:t>sous la lèvre supérieure</w:t>
      </w:r>
      <w:r w:rsidR="001C0413">
        <w:t xml:space="preserve">, </w:t>
      </w:r>
      <w:r w:rsidRPr="005D5566">
        <w:t>contractée par une moue de colère</w:t>
      </w:r>
      <w:r w:rsidR="001C0413">
        <w:t xml:space="preserve">, </w:t>
      </w:r>
      <w:r w:rsidRPr="005D5566">
        <w:t>brillait l</w:t>
      </w:r>
      <w:r w:rsidR="001C0413">
        <w:t>’</w:t>
      </w:r>
      <w:r w:rsidRPr="005D5566">
        <w:t>ivoire des dents serrées</w:t>
      </w:r>
      <w:r w:rsidR="001C0413">
        <w:t xml:space="preserve">. </w:t>
      </w:r>
      <w:r w:rsidRPr="005D5566">
        <w:t>Pareille à un oiseau</w:t>
      </w:r>
      <w:r w:rsidR="001C0413">
        <w:t xml:space="preserve">, </w:t>
      </w:r>
      <w:r w:rsidRPr="005D5566">
        <w:t>une joie aiguë frémissait et chantait dans le cœur de la mère</w:t>
      </w:r>
      <w:r w:rsidR="001C0413">
        <w:t xml:space="preserve"> ; </w:t>
      </w:r>
      <w:r w:rsidRPr="005D5566">
        <w:t>ses sourcils remuaient et</w:t>
      </w:r>
      <w:r w:rsidR="001C0413">
        <w:t xml:space="preserve">, </w:t>
      </w:r>
      <w:r w:rsidRPr="005D5566">
        <w:t>tout en accomplissant son œuvre avec adresse</w:t>
      </w:r>
      <w:r w:rsidR="001C0413">
        <w:t xml:space="preserve">, </w:t>
      </w:r>
      <w:r w:rsidRPr="005D5566">
        <w:t>elle se disait</w:t>
      </w:r>
      <w:r w:rsidR="001C0413">
        <w:t> :</w:t>
      </w:r>
    </w:p>
    <w:p w14:paraId="1F98B27C" w14:textId="77777777" w:rsidR="001C0413" w:rsidRDefault="001C0413" w:rsidP="001C0413">
      <w:r>
        <w:t>— </w:t>
      </w:r>
      <w:r w:rsidR="00530790" w:rsidRPr="005D5566">
        <w:t>Tiens</w:t>
      </w:r>
      <w:r>
        <w:t xml:space="preserve">, </w:t>
      </w:r>
      <w:r w:rsidR="00530790" w:rsidRPr="005D5566">
        <w:t>en voilà encore</w:t>
      </w:r>
      <w:r>
        <w:t xml:space="preserve">… </w:t>
      </w:r>
      <w:r w:rsidR="00530790" w:rsidRPr="005D5566">
        <w:t>encore</w:t>
      </w:r>
      <w:r>
        <w:t> !</w:t>
      </w:r>
    </w:p>
    <w:p w14:paraId="55299A9B" w14:textId="27E88DE8" w:rsidR="00530790" w:rsidRPr="003B37B8" w:rsidRDefault="00530790" w:rsidP="001C0413">
      <w:pPr>
        <w:pStyle w:val="Titre2"/>
        <w:rPr>
          <w:szCs w:val="44"/>
        </w:rPr>
      </w:pPr>
      <w:bookmarkStart w:id="17" w:name="_Toc202279538"/>
      <w:r w:rsidRPr="003B37B8">
        <w:rPr>
          <w:szCs w:val="44"/>
        </w:rPr>
        <w:lastRenderedPageBreak/>
        <w:t>XVI</w:t>
      </w:r>
      <w:bookmarkEnd w:id="17"/>
      <w:r w:rsidRPr="003B37B8">
        <w:rPr>
          <w:szCs w:val="44"/>
        </w:rPr>
        <w:br/>
      </w:r>
    </w:p>
    <w:p w14:paraId="374875D8" w14:textId="77777777" w:rsidR="001C0413" w:rsidRDefault="00530790" w:rsidP="001C0413">
      <w:r w:rsidRPr="005D5566">
        <w:t>Toute la journée</w:t>
      </w:r>
      <w:r w:rsidR="001C0413">
        <w:t xml:space="preserve">, </w:t>
      </w:r>
      <w:r w:rsidRPr="005D5566">
        <w:t>elle éprouva un sentiment nouveau pour elle et qui lui caressait agréablement le cœur</w:t>
      </w:r>
      <w:r w:rsidR="001C0413">
        <w:t xml:space="preserve">. </w:t>
      </w:r>
      <w:r w:rsidRPr="005D5566">
        <w:t>Le soir</w:t>
      </w:r>
      <w:r w:rsidR="001C0413">
        <w:t xml:space="preserve">, </w:t>
      </w:r>
      <w:r w:rsidRPr="005D5566">
        <w:t>sa besogne achevée</w:t>
      </w:r>
      <w:r w:rsidR="001C0413">
        <w:t xml:space="preserve">, </w:t>
      </w:r>
      <w:r w:rsidRPr="005D5566">
        <w:t>et comme elle prenait son thé</w:t>
      </w:r>
      <w:r w:rsidR="001C0413">
        <w:t xml:space="preserve">, </w:t>
      </w:r>
      <w:r w:rsidRPr="005D5566">
        <w:t>le piétinement d</w:t>
      </w:r>
      <w:r w:rsidR="001C0413">
        <w:t>’</w:t>
      </w:r>
      <w:r w:rsidRPr="005D5566">
        <w:t>un cheval résonna sous la fenêtre et une voix connue retentit</w:t>
      </w:r>
      <w:r w:rsidR="001C0413">
        <w:t xml:space="preserve">. </w:t>
      </w:r>
      <w:r w:rsidRPr="005D5566">
        <w:t>La mère se dressa brusquement</w:t>
      </w:r>
      <w:r w:rsidR="001C0413">
        <w:t xml:space="preserve">, </w:t>
      </w:r>
      <w:r w:rsidRPr="005D5566">
        <w:t>s</w:t>
      </w:r>
      <w:r w:rsidR="001C0413">
        <w:t>’</w:t>
      </w:r>
      <w:r w:rsidRPr="005D5566">
        <w:t>élança à la cuisine</w:t>
      </w:r>
      <w:r w:rsidR="001C0413">
        <w:t xml:space="preserve">, </w:t>
      </w:r>
      <w:r w:rsidRPr="005D5566">
        <w:t>vers la porte</w:t>
      </w:r>
      <w:r w:rsidR="001C0413">
        <w:t xml:space="preserve"> ; </w:t>
      </w:r>
      <w:r w:rsidRPr="005D5566">
        <w:t>quelqu</w:t>
      </w:r>
      <w:r w:rsidR="001C0413">
        <w:t>’</w:t>
      </w:r>
      <w:r w:rsidRPr="005D5566">
        <w:t>un venait à grands pas</w:t>
      </w:r>
      <w:r w:rsidR="001C0413">
        <w:t xml:space="preserve"> ; </w:t>
      </w:r>
      <w:r w:rsidRPr="005D5566">
        <w:t>sa vue se troubla</w:t>
      </w:r>
      <w:r w:rsidR="001C0413">
        <w:t xml:space="preserve">, </w:t>
      </w:r>
      <w:r w:rsidRPr="005D5566">
        <w:t>elle s</w:t>
      </w:r>
      <w:r w:rsidR="001C0413">
        <w:t>’</w:t>
      </w:r>
      <w:r w:rsidRPr="005D5566">
        <w:t>appuya au montant et poussa la porte du pied</w:t>
      </w:r>
      <w:r w:rsidR="001C0413">
        <w:t>.</w:t>
      </w:r>
    </w:p>
    <w:p w14:paraId="62D5B4F7" w14:textId="77777777" w:rsidR="001C0413" w:rsidRDefault="001C0413" w:rsidP="001C0413">
      <w:r>
        <w:t>— </w:t>
      </w:r>
      <w:r w:rsidR="00530790" w:rsidRPr="005D5566">
        <w:t>Bonsoir</w:t>
      </w:r>
      <w:r>
        <w:t xml:space="preserve">, </w:t>
      </w:r>
      <w:r w:rsidR="00530790" w:rsidRPr="005D5566">
        <w:t>petite mère</w:t>
      </w:r>
      <w:r>
        <w:t xml:space="preserve"> ! </w:t>
      </w:r>
      <w:r w:rsidR="00530790" w:rsidRPr="005D5566">
        <w:t>fit une voix connue</w:t>
      </w:r>
      <w:r>
        <w:t xml:space="preserve">, </w:t>
      </w:r>
      <w:r w:rsidR="00530790" w:rsidRPr="005D5566">
        <w:t>et des mains sèches et longues se posèrent sur ses épaules</w:t>
      </w:r>
      <w:r>
        <w:t>.</w:t>
      </w:r>
    </w:p>
    <w:p w14:paraId="0EC7CF32" w14:textId="77777777" w:rsidR="001C0413" w:rsidRDefault="00530790" w:rsidP="001C0413">
      <w:r w:rsidRPr="005D5566">
        <w:t>Elle fut envahie par la douleur du désenchantement autant que par la joie de revoir André</w:t>
      </w:r>
      <w:r w:rsidR="001C0413">
        <w:t xml:space="preserve">. </w:t>
      </w:r>
      <w:r w:rsidRPr="005D5566">
        <w:t>Et ces deux sentiments se mêlèrent en une immense onde brûlante qui la souleva et la jeta contre la poitrine du Petit-Russien</w:t>
      </w:r>
      <w:r w:rsidR="001C0413">
        <w:t xml:space="preserve">. </w:t>
      </w:r>
      <w:r w:rsidRPr="005D5566">
        <w:t>Celui-ci l</w:t>
      </w:r>
      <w:r w:rsidR="001C0413">
        <w:t>’</w:t>
      </w:r>
      <w:r w:rsidRPr="005D5566">
        <w:t>étreignit avec force</w:t>
      </w:r>
      <w:r w:rsidR="001C0413">
        <w:t xml:space="preserve"> ; </w:t>
      </w:r>
      <w:r w:rsidRPr="005D5566">
        <w:t>ses mains tremblaient</w:t>
      </w:r>
      <w:r w:rsidR="001C0413">
        <w:t xml:space="preserve">. </w:t>
      </w:r>
      <w:r w:rsidRPr="005D5566">
        <w:t>La mère pleurait doucement sans mot dire</w:t>
      </w:r>
      <w:r w:rsidR="001C0413">
        <w:t xml:space="preserve"> ; </w:t>
      </w:r>
      <w:r w:rsidRPr="005D5566">
        <w:t>André lui caressa les cheveux</w:t>
      </w:r>
      <w:r w:rsidR="001C0413">
        <w:t xml:space="preserve">, </w:t>
      </w:r>
      <w:r w:rsidRPr="005D5566">
        <w:t>et lui dit</w:t>
      </w:r>
      <w:r w:rsidR="001C0413">
        <w:t xml:space="preserve">, </w:t>
      </w:r>
      <w:r w:rsidRPr="005D5566">
        <w:t>toujours de la même voix chantante</w:t>
      </w:r>
      <w:r w:rsidR="001C0413">
        <w:t> :</w:t>
      </w:r>
    </w:p>
    <w:p w14:paraId="03ABD444" w14:textId="77777777" w:rsidR="001C0413" w:rsidRDefault="001C0413" w:rsidP="001C0413">
      <w:r>
        <w:t>— </w:t>
      </w:r>
      <w:r w:rsidR="00530790" w:rsidRPr="005D5566">
        <w:t>Ne pleurez pas</w:t>
      </w:r>
      <w:r>
        <w:t xml:space="preserve">, </w:t>
      </w:r>
      <w:r w:rsidR="00530790" w:rsidRPr="005D5566">
        <w:t>petite mère</w:t>
      </w:r>
      <w:r>
        <w:t xml:space="preserve">, </w:t>
      </w:r>
      <w:r w:rsidR="00530790" w:rsidRPr="005D5566">
        <w:t>ne fatiguez pas votre cœur</w:t>
      </w:r>
      <w:r>
        <w:t xml:space="preserve"> ! </w:t>
      </w:r>
      <w:r w:rsidR="00530790" w:rsidRPr="005D5566">
        <w:t>Je vous en donne ma parole d</w:t>
      </w:r>
      <w:r>
        <w:t>’</w:t>
      </w:r>
      <w:r w:rsidR="00530790" w:rsidRPr="005D5566">
        <w:t>honneur</w:t>
      </w:r>
      <w:r>
        <w:t xml:space="preserve">, </w:t>
      </w:r>
      <w:r w:rsidR="00530790" w:rsidRPr="005D5566">
        <w:t>on le mettra bientôt en liberté</w:t>
      </w:r>
      <w:r>
        <w:t xml:space="preserve"> ! </w:t>
      </w:r>
      <w:r w:rsidR="00530790" w:rsidRPr="005D5566">
        <w:t>Ils n</w:t>
      </w:r>
      <w:r>
        <w:t>’</w:t>
      </w:r>
      <w:r w:rsidR="00530790" w:rsidRPr="005D5566">
        <w:t>ont aucune preuve contre lui</w:t>
      </w:r>
      <w:r>
        <w:t xml:space="preserve">, </w:t>
      </w:r>
      <w:r w:rsidR="00530790" w:rsidRPr="005D5566">
        <w:t>les camarades ne parlent pas plus que des poissons frits</w:t>
      </w:r>
      <w:r>
        <w:t>…</w:t>
      </w:r>
    </w:p>
    <w:p w14:paraId="4330ECCB" w14:textId="77777777" w:rsidR="001C0413" w:rsidRDefault="00530790" w:rsidP="001C0413">
      <w:r w:rsidRPr="005D5566">
        <w:t>Et</w:t>
      </w:r>
      <w:r w:rsidR="001C0413">
        <w:t xml:space="preserve">, </w:t>
      </w:r>
      <w:r w:rsidRPr="005D5566">
        <w:t>entourant de son long bras les épaules de Pélaguée</w:t>
      </w:r>
      <w:r w:rsidR="001C0413">
        <w:t xml:space="preserve">, </w:t>
      </w:r>
      <w:r w:rsidRPr="005D5566">
        <w:t>il l</w:t>
      </w:r>
      <w:r w:rsidR="001C0413">
        <w:t>’</w:t>
      </w:r>
      <w:r w:rsidRPr="005D5566">
        <w:t>entraîna dans la chambre</w:t>
      </w:r>
      <w:r w:rsidR="001C0413">
        <w:t xml:space="preserve"> ; </w:t>
      </w:r>
      <w:r w:rsidRPr="005D5566">
        <w:t>elle se serra contre lui avec le mouvement rapide d</w:t>
      </w:r>
      <w:r w:rsidR="001C0413">
        <w:t>’</w:t>
      </w:r>
      <w:r w:rsidRPr="005D5566">
        <w:t>un écureuil</w:t>
      </w:r>
      <w:r w:rsidR="001C0413">
        <w:t xml:space="preserve"> ; </w:t>
      </w:r>
      <w:r w:rsidRPr="005D5566">
        <w:t>puis elle aspira avec avidité</w:t>
      </w:r>
      <w:r w:rsidR="001C0413">
        <w:t xml:space="preserve">, </w:t>
      </w:r>
      <w:r w:rsidRPr="005D5566">
        <w:t>de toute sa poitrine</w:t>
      </w:r>
      <w:r w:rsidR="001C0413">
        <w:t xml:space="preserve">, </w:t>
      </w:r>
      <w:r w:rsidRPr="005D5566">
        <w:t>la voix d</w:t>
      </w:r>
      <w:r w:rsidR="001C0413">
        <w:t>’</w:t>
      </w:r>
      <w:r w:rsidRPr="005D5566">
        <w:t>André</w:t>
      </w:r>
      <w:r w:rsidR="001C0413">
        <w:t> !</w:t>
      </w:r>
    </w:p>
    <w:p w14:paraId="5BF20FD1" w14:textId="77777777" w:rsidR="001C0413" w:rsidRDefault="001C0413" w:rsidP="001C0413">
      <w:r>
        <w:t>— </w:t>
      </w:r>
      <w:r w:rsidR="00530790" w:rsidRPr="005D5566">
        <w:t>Pavel vous envoie ses salutations</w:t>
      </w:r>
      <w:r>
        <w:t xml:space="preserve">, </w:t>
      </w:r>
      <w:r w:rsidR="00530790" w:rsidRPr="005D5566">
        <w:t>il est bien portant et aussi joyeux qu</w:t>
      </w:r>
      <w:r>
        <w:t>’</w:t>
      </w:r>
      <w:r w:rsidR="00530790" w:rsidRPr="005D5566">
        <w:t>il peut l</w:t>
      </w:r>
      <w:r>
        <w:t>’</w:t>
      </w:r>
      <w:r w:rsidR="00530790" w:rsidRPr="005D5566">
        <w:t>être</w:t>
      </w:r>
      <w:r>
        <w:t xml:space="preserve">. </w:t>
      </w:r>
      <w:r w:rsidR="00530790" w:rsidRPr="005D5566">
        <w:t>On est à l</w:t>
      </w:r>
      <w:r>
        <w:t>’</w:t>
      </w:r>
      <w:r w:rsidR="00530790" w:rsidRPr="005D5566">
        <w:t>étroit</w:t>
      </w:r>
      <w:r>
        <w:t xml:space="preserve">, </w:t>
      </w:r>
      <w:r w:rsidR="00530790" w:rsidRPr="005D5566">
        <w:t>en prison</w:t>
      </w:r>
      <w:r>
        <w:t xml:space="preserve"> ! </w:t>
      </w:r>
      <w:r w:rsidR="00530790" w:rsidRPr="005D5566">
        <w:t xml:space="preserve">On </w:t>
      </w:r>
      <w:r w:rsidR="00530790" w:rsidRPr="005D5566">
        <w:lastRenderedPageBreak/>
        <w:t>a arrêté plus de cent personnes</w:t>
      </w:r>
      <w:r>
        <w:t xml:space="preserve">, </w:t>
      </w:r>
      <w:r w:rsidR="00530790" w:rsidRPr="005D5566">
        <w:t>ici comme en ville</w:t>
      </w:r>
      <w:r>
        <w:t xml:space="preserve"> ; </w:t>
      </w:r>
      <w:r w:rsidR="00530790" w:rsidRPr="005D5566">
        <w:t>on en met trois ou quatre dans la même cellule</w:t>
      </w:r>
      <w:r>
        <w:t xml:space="preserve">. </w:t>
      </w:r>
      <w:r w:rsidR="00530790" w:rsidRPr="005D5566">
        <w:t>Il n</w:t>
      </w:r>
      <w:r>
        <w:t>’</w:t>
      </w:r>
      <w:r w:rsidR="00530790" w:rsidRPr="005D5566">
        <w:t>y a rien à dire de la direction de la prison</w:t>
      </w:r>
      <w:r>
        <w:t xml:space="preserve"> ; </w:t>
      </w:r>
      <w:r w:rsidR="00530790" w:rsidRPr="005D5566">
        <w:t>ils ne sont pas méchants</w:t>
      </w:r>
      <w:r>
        <w:t xml:space="preserve">, </w:t>
      </w:r>
      <w:r w:rsidR="00530790" w:rsidRPr="005D5566">
        <w:t>mais éreintés</w:t>
      </w:r>
      <w:r>
        <w:t xml:space="preserve"> : </w:t>
      </w:r>
      <w:r w:rsidR="00530790" w:rsidRPr="005D5566">
        <w:t>ces diables de gendarmes leur procurent tant d</w:t>
      </w:r>
      <w:r>
        <w:t>’</w:t>
      </w:r>
      <w:r w:rsidR="00530790" w:rsidRPr="005D5566">
        <w:t>ouvrage</w:t>
      </w:r>
      <w:r>
        <w:t xml:space="preserve"> ! </w:t>
      </w:r>
      <w:r w:rsidR="00530790" w:rsidRPr="005D5566">
        <w:t>Par conséquent on n</w:t>
      </w:r>
      <w:r>
        <w:t>’</w:t>
      </w:r>
      <w:r w:rsidR="00530790" w:rsidRPr="005D5566">
        <w:t>est pas trop sévère</w:t>
      </w:r>
      <w:r>
        <w:t xml:space="preserve"> ; </w:t>
      </w:r>
      <w:r w:rsidR="00530790" w:rsidRPr="005D5566">
        <w:t>on nous disait constamment</w:t>
      </w:r>
      <w:r>
        <w:t xml:space="preserve"> : </w:t>
      </w:r>
      <w:r w:rsidR="00530790" w:rsidRPr="005D5566">
        <w:t>Soyez un peu plus tranquilles</w:t>
      </w:r>
      <w:r>
        <w:t xml:space="preserve">, </w:t>
      </w:r>
      <w:r w:rsidR="00530790" w:rsidRPr="005D5566">
        <w:t>messieurs</w:t>
      </w:r>
      <w:r>
        <w:t xml:space="preserve">, </w:t>
      </w:r>
      <w:r w:rsidR="00530790" w:rsidRPr="005D5566">
        <w:t>ne nous occasionnez pas de désagréments</w:t>
      </w:r>
      <w:r>
        <w:t xml:space="preserve">… </w:t>
      </w:r>
      <w:r w:rsidR="00530790" w:rsidRPr="005D5566">
        <w:t>Et comme cela</w:t>
      </w:r>
      <w:r>
        <w:t xml:space="preserve">, </w:t>
      </w:r>
      <w:r w:rsidR="00530790" w:rsidRPr="005D5566">
        <w:t>tout allait bien</w:t>
      </w:r>
      <w:r>
        <w:t xml:space="preserve">… </w:t>
      </w:r>
      <w:r w:rsidR="00530790" w:rsidRPr="005D5566">
        <w:t>Nous pouvons nous parler</w:t>
      </w:r>
      <w:r>
        <w:t xml:space="preserve">, </w:t>
      </w:r>
      <w:r w:rsidR="00530790" w:rsidRPr="005D5566">
        <w:t>échanger des livres</w:t>
      </w:r>
      <w:r>
        <w:t xml:space="preserve">, </w:t>
      </w:r>
      <w:r w:rsidR="00530790" w:rsidRPr="005D5566">
        <w:t>partager la nourriture</w:t>
      </w:r>
      <w:r>
        <w:t xml:space="preserve">. </w:t>
      </w:r>
      <w:r w:rsidR="00530790" w:rsidRPr="005D5566">
        <w:t>Quelle charmante prison</w:t>
      </w:r>
      <w:r>
        <w:t xml:space="preserve"> ! </w:t>
      </w:r>
      <w:r w:rsidR="00530790" w:rsidRPr="005D5566">
        <w:t>Elle est vieille et sale</w:t>
      </w:r>
      <w:r>
        <w:t xml:space="preserve">, </w:t>
      </w:r>
      <w:r w:rsidR="00530790" w:rsidRPr="005D5566">
        <w:t>mais douce et légère</w:t>
      </w:r>
      <w:r>
        <w:t xml:space="preserve">. </w:t>
      </w:r>
      <w:r w:rsidR="00530790" w:rsidRPr="005D5566">
        <w:t>Les criminels de droit commun étaient aussi de braves gens</w:t>
      </w:r>
      <w:r>
        <w:t xml:space="preserve">, </w:t>
      </w:r>
      <w:r w:rsidR="00530790" w:rsidRPr="005D5566">
        <w:t>ils nous rendaient beaucoup de services</w:t>
      </w:r>
      <w:r>
        <w:t xml:space="preserve">. </w:t>
      </w:r>
      <w:r w:rsidR="00530790" w:rsidRPr="005D5566">
        <w:t>On nous a libérés</w:t>
      </w:r>
      <w:r>
        <w:t xml:space="preserve">, </w:t>
      </w:r>
      <w:r w:rsidR="00530790" w:rsidRPr="005D5566">
        <w:t>Boukine</w:t>
      </w:r>
      <w:r>
        <w:t xml:space="preserve">, </w:t>
      </w:r>
      <w:r w:rsidR="00530790" w:rsidRPr="005D5566">
        <w:t>moi et encore quatre autres</w:t>
      </w:r>
      <w:r>
        <w:t xml:space="preserve">, </w:t>
      </w:r>
      <w:r w:rsidR="00530790" w:rsidRPr="005D5566">
        <w:t>la place faisant défaut</w:t>
      </w:r>
      <w:r>
        <w:t xml:space="preserve">… </w:t>
      </w:r>
      <w:r w:rsidR="00530790" w:rsidRPr="005D5566">
        <w:t>Et bientôt on relâchera Pavel</w:t>
      </w:r>
      <w:r>
        <w:t xml:space="preserve">, </w:t>
      </w:r>
      <w:r w:rsidR="00530790" w:rsidRPr="005D5566">
        <w:t>c</w:t>
      </w:r>
      <w:r>
        <w:t>’</w:t>
      </w:r>
      <w:r w:rsidR="00530790" w:rsidRPr="005D5566">
        <w:t>est plus que certain</w:t>
      </w:r>
      <w:r>
        <w:t xml:space="preserve">. </w:t>
      </w:r>
      <w:r w:rsidR="00530790" w:rsidRPr="005D5566">
        <w:t>C</w:t>
      </w:r>
      <w:r>
        <w:t>’</w:t>
      </w:r>
      <w:r w:rsidR="00530790" w:rsidRPr="005D5566">
        <w:t>est Vessoftchikov qui restera en prison le plus longtemps</w:t>
      </w:r>
      <w:r>
        <w:t xml:space="preserve">, </w:t>
      </w:r>
      <w:r w:rsidR="00530790" w:rsidRPr="005D5566">
        <w:t>car on est très irrité contre lui</w:t>
      </w:r>
      <w:r>
        <w:t xml:space="preserve">. </w:t>
      </w:r>
      <w:r w:rsidR="00530790" w:rsidRPr="005D5566">
        <w:t>Il insulte tout le monde</w:t>
      </w:r>
      <w:r>
        <w:t xml:space="preserve">, </w:t>
      </w:r>
      <w:r w:rsidR="00530790" w:rsidRPr="005D5566">
        <w:t>sans cesse</w:t>
      </w:r>
      <w:r>
        <w:t xml:space="preserve">. </w:t>
      </w:r>
      <w:r w:rsidR="00530790" w:rsidRPr="005D5566">
        <w:t>Les gendarmes l</w:t>
      </w:r>
      <w:r>
        <w:t>’</w:t>
      </w:r>
      <w:r w:rsidR="00530790" w:rsidRPr="005D5566">
        <w:t>ont en horreur</w:t>
      </w:r>
      <w:r>
        <w:t xml:space="preserve">. </w:t>
      </w:r>
      <w:r w:rsidR="00530790" w:rsidRPr="005D5566">
        <w:t>Il finira par passer en jugement</w:t>
      </w:r>
      <w:r>
        <w:t xml:space="preserve">, </w:t>
      </w:r>
      <w:r w:rsidR="00530790" w:rsidRPr="005D5566">
        <w:t>à moins qu</w:t>
      </w:r>
      <w:r>
        <w:t>’</w:t>
      </w:r>
      <w:r w:rsidR="00530790" w:rsidRPr="005D5566">
        <w:t>on le rosse</w:t>
      </w:r>
      <w:r>
        <w:t xml:space="preserve">. </w:t>
      </w:r>
      <w:r w:rsidR="00530790" w:rsidRPr="005D5566">
        <w:t>Pavel essaie de le calmer et lui dit</w:t>
      </w:r>
      <w:r>
        <w:t xml:space="preserve"> : </w:t>
      </w:r>
      <w:r w:rsidR="00530790" w:rsidRPr="005D5566">
        <w:t>Tais-toi</w:t>
      </w:r>
      <w:r>
        <w:t xml:space="preserve">, </w:t>
      </w:r>
      <w:r w:rsidR="00530790" w:rsidRPr="005D5566">
        <w:t>Nicolas</w:t>
      </w:r>
      <w:r>
        <w:t xml:space="preserve">, </w:t>
      </w:r>
      <w:r w:rsidR="00530790" w:rsidRPr="005D5566">
        <w:t>à quoi bon les injurier</w:t>
      </w:r>
      <w:r>
        <w:t xml:space="preserve"> ? </w:t>
      </w:r>
      <w:r w:rsidR="00530790" w:rsidRPr="005D5566">
        <w:t>Ils n</w:t>
      </w:r>
      <w:r>
        <w:t>’</w:t>
      </w:r>
      <w:r w:rsidR="00530790" w:rsidRPr="005D5566">
        <w:t>en deviendront pas meilleurs</w:t>
      </w:r>
      <w:r>
        <w:t xml:space="preserve"> ! </w:t>
      </w:r>
      <w:r w:rsidR="00530790" w:rsidRPr="005D5566">
        <w:t>Et lui</w:t>
      </w:r>
      <w:r>
        <w:t xml:space="preserve">, </w:t>
      </w:r>
      <w:r w:rsidR="00530790" w:rsidRPr="005D5566">
        <w:t>il hurle</w:t>
      </w:r>
      <w:r>
        <w:t xml:space="preserve"> : </w:t>
      </w:r>
      <w:r w:rsidR="00530790" w:rsidRPr="005D5566">
        <w:t>Je les arracherai de la terre</w:t>
      </w:r>
      <w:r>
        <w:t xml:space="preserve">, </w:t>
      </w:r>
      <w:r w:rsidR="00530790" w:rsidRPr="005D5566">
        <w:t>ces ulcères</w:t>
      </w:r>
      <w:r>
        <w:t xml:space="preserve"> ! </w:t>
      </w:r>
      <w:r w:rsidR="00530790" w:rsidRPr="005D5566">
        <w:t>Pavel se conduit très bien</w:t>
      </w:r>
      <w:r>
        <w:t xml:space="preserve">, </w:t>
      </w:r>
      <w:r w:rsidR="00530790" w:rsidRPr="005D5566">
        <w:t>il est ferme et calme avec tout le monde</w:t>
      </w:r>
      <w:r>
        <w:t xml:space="preserve">. </w:t>
      </w:r>
      <w:r w:rsidR="00530790" w:rsidRPr="005D5566">
        <w:t>Je vous dis qu</w:t>
      </w:r>
      <w:r>
        <w:t>’</w:t>
      </w:r>
      <w:r w:rsidR="00530790" w:rsidRPr="005D5566">
        <w:t>on le libérera bientôt</w:t>
      </w:r>
      <w:r>
        <w:t>…</w:t>
      </w:r>
    </w:p>
    <w:p w14:paraId="1F56DB46" w14:textId="77777777" w:rsidR="001C0413" w:rsidRDefault="001C0413" w:rsidP="001C0413">
      <w:r>
        <w:t>— </w:t>
      </w:r>
      <w:r w:rsidR="00530790" w:rsidRPr="005D5566">
        <w:t>Bientôt</w:t>
      </w:r>
      <w:r>
        <w:t xml:space="preserve"> ! </w:t>
      </w:r>
      <w:r w:rsidR="00530790" w:rsidRPr="005D5566">
        <w:t>dit la mère apaisée</w:t>
      </w:r>
      <w:r>
        <w:t xml:space="preserve">, </w:t>
      </w:r>
      <w:r w:rsidR="00530790" w:rsidRPr="005D5566">
        <w:t>en souriant</w:t>
      </w:r>
      <w:r>
        <w:t xml:space="preserve">. </w:t>
      </w:r>
      <w:r w:rsidR="00530790" w:rsidRPr="005D5566">
        <w:t>Je le sais</w:t>
      </w:r>
      <w:r>
        <w:t xml:space="preserve">, </w:t>
      </w:r>
      <w:r w:rsidR="00530790" w:rsidRPr="005D5566">
        <w:t>ce sera bientôt</w:t>
      </w:r>
      <w:r>
        <w:t> !</w:t>
      </w:r>
    </w:p>
    <w:p w14:paraId="074BCE8A" w14:textId="77777777" w:rsidR="001C0413" w:rsidRDefault="001C0413" w:rsidP="001C0413">
      <w:r>
        <w:t>— </w:t>
      </w:r>
      <w:r w:rsidR="00530790" w:rsidRPr="005D5566">
        <w:rPr>
          <w:bCs/>
        </w:rPr>
        <w:t xml:space="preserve">Et </w:t>
      </w:r>
      <w:r w:rsidR="00530790" w:rsidRPr="005D5566">
        <w:t>ce sera très bien</w:t>
      </w:r>
      <w:r>
        <w:t xml:space="preserve"> ! </w:t>
      </w:r>
      <w:r w:rsidR="00530790" w:rsidRPr="005D5566">
        <w:t xml:space="preserve">Versez-moi </w:t>
      </w:r>
      <w:r w:rsidR="00530790" w:rsidRPr="005D5566">
        <w:rPr>
          <w:bCs/>
        </w:rPr>
        <w:t xml:space="preserve">donc </w:t>
      </w:r>
      <w:r w:rsidR="00530790" w:rsidRPr="005D5566">
        <w:t>du thé</w:t>
      </w:r>
      <w:r>
        <w:t xml:space="preserve">. </w:t>
      </w:r>
      <w:r w:rsidR="00530790" w:rsidRPr="005D5566">
        <w:t>Qu</w:t>
      </w:r>
      <w:r>
        <w:t>’</w:t>
      </w:r>
      <w:r w:rsidR="00530790" w:rsidRPr="005D5566">
        <w:t>avez-vous fait ces derniers temps</w:t>
      </w:r>
      <w:r>
        <w:t> ?</w:t>
      </w:r>
    </w:p>
    <w:p w14:paraId="4CDAFDA3" w14:textId="77777777" w:rsidR="001C0413" w:rsidRDefault="00530790" w:rsidP="001C0413">
      <w:r w:rsidRPr="005D5566">
        <w:t xml:space="preserve">André la regardait </w:t>
      </w:r>
      <w:r w:rsidRPr="005D5566">
        <w:rPr>
          <w:bCs/>
        </w:rPr>
        <w:t xml:space="preserve">en </w:t>
      </w:r>
      <w:r w:rsidRPr="005D5566">
        <w:t>souriant</w:t>
      </w:r>
      <w:r w:rsidR="001C0413">
        <w:t xml:space="preserve">, </w:t>
      </w:r>
      <w:r w:rsidRPr="005D5566">
        <w:t>il était tout proche du cœur de la mère</w:t>
      </w:r>
      <w:r w:rsidR="001C0413">
        <w:t xml:space="preserve"> ; </w:t>
      </w:r>
      <w:r w:rsidRPr="005D5566">
        <w:t>dans la profondeur bleue de ses yeux ronds</w:t>
      </w:r>
      <w:r w:rsidR="001C0413">
        <w:t xml:space="preserve">, </w:t>
      </w:r>
      <w:r w:rsidRPr="005D5566">
        <w:t>s</w:t>
      </w:r>
      <w:r w:rsidR="001C0413">
        <w:t>’</w:t>
      </w:r>
      <w:r w:rsidRPr="005D5566">
        <w:t>allumait une étincelle aimante et un peu attristée</w:t>
      </w:r>
      <w:r w:rsidR="001C0413">
        <w:t>.</w:t>
      </w:r>
    </w:p>
    <w:p w14:paraId="4ADFCF1A" w14:textId="77777777" w:rsidR="001C0413" w:rsidRDefault="001C0413" w:rsidP="001C0413">
      <w:r>
        <w:lastRenderedPageBreak/>
        <w:t>— </w:t>
      </w:r>
      <w:r w:rsidR="00530790" w:rsidRPr="005D5566">
        <w:t>Je vous aime beaucoup</w:t>
      </w:r>
      <w:r>
        <w:t xml:space="preserve">, </w:t>
      </w:r>
      <w:r w:rsidR="00530790" w:rsidRPr="005D5566">
        <w:t>André</w:t>
      </w:r>
      <w:r>
        <w:t xml:space="preserve"> ! </w:t>
      </w:r>
      <w:r w:rsidR="00530790" w:rsidRPr="005D5566">
        <w:t>dit la mère après avoir poussé un profond soupir</w:t>
      </w:r>
      <w:r>
        <w:t xml:space="preserve"> ; </w:t>
      </w:r>
      <w:r w:rsidR="00530790" w:rsidRPr="005D5566">
        <w:t>elle considéra son visage maigre</w:t>
      </w:r>
      <w:r>
        <w:t xml:space="preserve">, </w:t>
      </w:r>
      <w:r w:rsidR="00530790" w:rsidRPr="005D5566">
        <w:t>couvert de bizarres petites touffes de poils</w:t>
      </w:r>
      <w:r>
        <w:t>.</w:t>
      </w:r>
    </w:p>
    <w:p w14:paraId="62DD0EA6" w14:textId="77777777" w:rsidR="001C0413" w:rsidRDefault="001C0413" w:rsidP="001C0413">
      <w:r>
        <w:t>— </w:t>
      </w:r>
      <w:r w:rsidR="00530790" w:rsidRPr="005D5566">
        <w:t>Un peu suffirait pour moi</w:t>
      </w:r>
      <w:r>
        <w:t xml:space="preserve">… </w:t>
      </w:r>
      <w:r w:rsidR="00530790" w:rsidRPr="005D5566">
        <w:t>Je sais que vous m</w:t>
      </w:r>
      <w:r>
        <w:t>’</w:t>
      </w:r>
      <w:r w:rsidR="00530790" w:rsidRPr="005D5566">
        <w:t>aimez</w:t>
      </w:r>
      <w:r>
        <w:t xml:space="preserve">, </w:t>
      </w:r>
      <w:r w:rsidR="00530790" w:rsidRPr="005D5566">
        <w:t>vous pouvez aimer tout te monde</w:t>
      </w:r>
      <w:r>
        <w:t xml:space="preserve">, </w:t>
      </w:r>
      <w:r w:rsidR="00530790" w:rsidRPr="005D5566">
        <w:t>vous avez un grand cœur</w:t>
      </w:r>
      <w:r>
        <w:t xml:space="preserve"> ! </w:t>
      </w:r>
      <w:r w:rsidR="00530790" w:rsidRPr="005D5566">
        <w:t xml:space="preserve">répondit le Petit-Russien en se balançant </w:t>
      </w:r>
      <w:r w:rsidR="00530790" w:rsidRPr="005D5566">
        <w:rPr>
          <w:bCs/>
        </w:rPr>
        <w:t xml:space="preserve">sur </w:t>
      </w:r>
      <w:r w:rsidR="00530790" w:rsidRPr="005D5566">
        <w:t>sa chaise</w:t>
      </w:r>
      <w:r>
        <w:t>.</w:t>
      </w:r>
    </w:p>
    <w:p w14:paraId="56740B2C" w14:textId="77777777" w:rsidR="001C0413" w:rsidRDefault="001C0413" w:rsidP="001C0413">
      <w:r>
        <w:t>— </w:t>
      </w:r>
      <w:r w:rsidR="00530790" w:rsidRPr="005D5566">
        <w:t>Non</w:t>
      </w:r>
      <w:r>
        <w:t xml:space="preserve">, </w:t>
      </w:r>
      <w:r w:rsidR="00530790" w:rsidRPr="005D5566">
        <w:t>je vous aime tout particulièrement</w:t>
      </w:r>
      <w:r>
        <w:t xml:space="preserve"> ! </w:t>
      </w:r>
      <w:r w:rsidR="00530790" w:rsidRPr="005D5566">
        <w:t>fit-elle avec insistance</w:t>
      </w:r>
      <w:r>
        <w:t xml:space="preserve">. </w:t>
      </w:r>
      <w:r w:rsidR="00530790" w:rsidRPr="005D5566">
        <w:t>Si vous aviez une mère</w:t>
      </w:r>
      <w:r>
        <w:t xml:space="preserve">, </w:t>
      </w:r>
      <w:r w:rsidR="00530790" w:rsidRPr="005D5566">
        <w:t>les gens l</w:t>
      </w:r>
      <w:r>
        <w:t>’</w:t>
      </w:r>
      <w:r w:rsidR="00530790" w:rsidRPr="005D5566">
        <w:t>envieraient d</w:t>
      </w:r>
      <w:r>
        <w:t>’</w:t>
      </w:r>
      <w:r w:rsidR="00530790" w:rsidRPr="005D5566">
        <w:t>avoir un fils pareil</w:t>
      </w:r>
      <w:r>
        <w:t>…</w:t>
      </w:r>
    </w:p>
    <w:p w14:paraId="1868E75E" w14:textId="77777777" w:rsidR="001C0413" w:rsidRDefault="00530790" w:rsidP="001C0413">
      <w:r w:rsidRPr="005D5566">
        <w:t xml:space="preserve">Le Petit-Russien hocha la tête et se la frotta vigoureusement </w:t>
      </w:r>
      <w:r w:rsidRPr="005D5566">
        <w:rPr>
          <w:bCs/>
        </w:rPr>
        <w:t xml:space="preserve">des deux </w:t>
      </w:r>
      <w:r w:rsidRPr="005D5566">
        <w:t>mains</w:t>
      </w:r>
      <w:r w:rsidR="001C0413">
        <w:t>.</w:t>
      </w:r>
    </w:p>
    <w:p w14:paraId="6516BEDA" w14:textId="77777777" w:rsidR="001C0413" w:rsidRDefault="001C0413" w:rsidP="001C0413">
      <w:r>
        <w:t>— </w:t>
      </w:r>
      <w:r w:rsidR="00530790" w:rsidRPr="005D5566">
        <w:t>Moi aussi</w:t>
      </w:r>
      <w:r>
        <w:t xml:space="preserve">, </w:t>
      </w:r>
      <w:r w:rsidR="00530790" w:rsidRPr="005D5566">
        <w:rPr>
          <w:bCs/>
        </w:rPr>
        <w:t>j</w:t>
      </w:r>
      <w:r>
        <w:rPr>
          <w:bCs/>
        </w:rPr>
        <w:t>’</w:t>
      </w:r>
      <w:r w:rsidR="00530790" w:rsidRPr="005D5566">
        <w:rPr>
          <w:bCs/>
        </w:rPr>
        <w:t xml:space="preserve">ai </w:t>
      </w:r>
      <w:r w:rsidR="00530790" w:rsidRPr="005D5566">
        <w:t>une mère quelque part</w:t>
      </w:r>
      <w:r>
        <w:t xml:space="preserve">, </w:t>
      </w:r>
      <w:r w:rsidR="00530790" w:rsidRPr="005D5566">
        <w:t>dit-il à voix basse</w:t>
      </w:r>
      <w:r>
        <w:t>.</w:t>
      </w:r>
    </w:p>
    <w:p w14:paraId="2CBACD4A" w14:textId="77777777" w:rsidR="001C0413" w:rsidRDefault="001C0413" w:rsidP="001C0413">
      <w:r>
        <w:t>— </w:t>
      </w:r>
      <w:r w:rsidR="00530790" w:rsidRPr="005D5566">
        <w:t>Savez-vous ce que j</w:t>
      </w:r>
      <w:r>
        <w:t>’</w:t>
      </w:r>
      <w:r w:rsidR="00530790" w:rsidRPr="005D5566">
        <w:t xml:space="preserve">ai fait </w:t>
      </w:r>
      <w:r w:rsidR="00530790" w:rsidRPr="005D5566">
        <w:rPr>
          <w:bCs/>
        </w:rPr>
        <w:t>aujourd</w:t>
      </w:r>
      <w:r>
        <w:rPr>
          <w:bCs/>
        </w:rPr>
        <w:t>’</w:t>
      </w:r>
      <w:r w:rsidR="00530790" w:rsidRPr="005D5566">
        <w:rPr>
          <w:bCs/>
        </w:rPr>
        <w:t>hui</w:t>
      </w:r>
      <w:r>
        <w:rPr>
          <w:bCs/>
        </w:rPr>
        <w:t xml:space="preserve"> ? </w:t>
      </w:r>
      <w:r w:rsidR="00530790" w:rsidRPr="005D5566">
        <w:t>s</w:t>
      </w:r>
      <w:r>
        <w:rPr>
          <w:bCs/>
        </w:rPr>
        <w:t>’</w:t>
      </w:r>
      <w:r w:rsidR="00530790" w:rsidRPr="005D5566">
        <w:rPr>
          <w:bCs/>
        </w:rPr>
        <w:t xml:space="preserve">écria </w:t>
      </w:r>
      <w:r w:rsidR="00530790" w:rsidRPr="005D5566">
        <w:t>Pélaguée</w:t>
      </w:r>
      <w:r>
        <w:t>.</w:t>
      </w:r>
    </w:p>
    <w:p w14:paraId="793CE9DF" w14:textId="77777777" w:rsidR="001C0413" w:rsidRDefault="00530790" w:rsidP="001C0413">
      <w:r w:rsidRPr="005D5566">
        <w:t>Et</w:t>
      </w:r>
      <w:r w:rsidR="001C0413">
        <w:t xml:space="preserve">, </w:t>
      </w:r>
      <w:r w:rsidRPr="005D5566">
        <w:t>bégayant de plaisir</w:t>
      </w:r>
      <w:r w:rsidR="001C0413">
        <w:t xml:space="preserve">, </w:t>
      </w:r>
      <w:r w:rsidRPr="005D5566">
        <w:t>elle raconta vivement</w:t>
      </w:r>
      <w:r w:rsidR="001C0413">
        <w:t xml:space="preserve">, </w:t>
      </w:r>
      <w:r w:rsidRPr="005D5566">
        <w:t xml:space="preserve">en amplifiant </w:t>
      </w:r>
      <w:r w:rsidRPr="005D5566">
        <w:rPr>
          <w:bCs/>
        </w:rPr>
        <w:t xml:space="preserve">un </w:t>
      </w:r>
      <w:r w:rsidRPr="005D5566">
        <w:t>peu</w:t>
      </w:r>
      <w:r w:rsidR="001C0413">
        <w:t xml:space="preserve">, </w:t>
      </w:r>
      <w:r w:rsidRPr="005D5566">
        <w:rPr>
          <w:bCs/>
        </w:rPr>
        <w:t xml:space="preserve">comment </w:t>
      </w:r>
      <w:r w:rsidRPr="005D5566">
        <w:t>elle avait introduit des brochures à la fabrique</w:t>
      </w:r>
      <w:r w:rsidR="001C0413">
        <w:t>.</w:t>
      </w:r>
    </w:p>
    <w:p w14:paraId="5C41DB75" w14:textId="77777777" w:rsidR="001C0413" w:rsidRDefault="00530790" w:rsidP="001C0413">
      <w:r w:rsidRPr="005D5566">
        <w:t>D</w:t>
      </w:r>
      <w:r w:rsidR="001C0413">
        <w:t>’</w:t>
      </w:r>
      <w:r w:rsidRPr="005D5566">
        <w:t>abord</w:t>
      </w:r>
      <w:r w:rsidR="001C0413">
        <w:t xml:space="preserve">, </w:t>
      </w:r>
      <w:r w:rsidRPr="005D5566">
        <w:rPr>
          <w:bCs/>
        </w:rPr>
        <w:t xml:space="preserve">il écarquilla </w:t>
      </w:r>
      <w:r w:rsidRPr="005D5566">
        <w:t xml:space="preserve">les </w:t>
      </w:r>
      <w:r w:rsidRPr="005D5566">
        <w:rPr>
          <w:bCs/>
        </w:rPr>
        <w:t>yeux</w:t>
      </w:r>
      <w:r w:rsidR="001C0413">
        <w:rPr>
          <w:bCs/>
        </w:rPr>
        <w:t xml:space="preserve">, </w:t>
      </w:r>
      <w:r w:rsidRPr="005D5566">
        <w:t>tout surpris</w:t>
      </w:r>
      <w:r w:rsidR="001C0413">
        <w:t xml:space="preserve">, </w:t>
      </w:r>
      <w:r w:rsidRPr="005D5566">
        <w:t>puis il se frappa la tête du doigt et s</w:t>
      </w:r>
      <w:r w:rsidR="001C0413">
        <w:t>’</w:t>
      </w:r>
      <w:r w:rsidRPr="005D5566">
        <w:t>écria</w:t>
      </w:r>
      <w:r w:rsidR="001C0413">
        <w:t xml:space="preserve">, </w:t>
      </w:r>
      <w:r w:rsidRPr="005D5566">
        <w:t>plein de joie</w:t>
      </w:r>
      <w:r w:rsidR="001C0413">
        <w:t> :</w:t>
      </w:r>
    </w:p>
    <w:p w14:paraId="6B8F2914" w14:textId="77777777" w:rsidR="001C0413" w:rsidRDefault="001C0413" w:rsidP="001C0413">
      <w:pPr>
        <w:rPr>
          <w:bCs/>
        </w:rPr>
      </w:pPr>
      <w:r>
        <w:t>— </w:t>
      </w:r>
      <w:r w:rsidR="00530790" w:rsidRPr="005D5566">
        <w:t>Oh</w:t>
      </w:r>
      <w:r>
        <w:t xml:space="preserve"> ! </w:t>
      </w:r>
      <w:r w:rsidR="00530790" w:rsidRPr="005D5566">
        <w:t xml:space="preserve">mais </w:t>
      </w:r>
      <w:r w:rsidR="00530790" w:rsidRPr="005D5566">
        <w:rPr>
          <w:bCs/>
        </w:rPr>
        <w:t xml:space="preserve">ce </w:t>
      </w:r>
      <w:r w:rsidR="00530790" w:rsidRPr="005D5566">
        <w:t>n</w:t>
      </w:r>
      <w:r>
        <w:t>’</w:t>
      </w:r>
      <w:r w:rsidR="00530790" w:rsidRPr="005D5566">
        <w:t>est pas une plaisanterie</w:t>
      </w:r>
      <w:r>
        <w:t xml:space="preserve"> ! </w:t>
      </w:r>
      <w:r w:rsidR="00530790" w:rsidRPr="005D5566">
        <w:t>C</w:t>
      </w:r>
      <w:r>
        <w:t>’</w:t>
      </w:r>
      <w:r w:rsidR="00530790" w:rsidRPr="005D5566">
        <w:t>est une affaire sérieuse</w:t>
      </w:r>
      <w:r>
        <w:t xml:space="preserve"> ! </w:t>
      </w:r>
      <w:r w:rsidR="00530790" w:rsidRPr="005D5566">
        <w:t>C</w:t>
      </w:r>
      <w:r>
        <w:t>’</w:t>
      </w:r>
      <w:r w:rsidR="00530790" w:rsidRPr="005D5566">
        <w:t>est Pavel qui va être content</w:t>
      </w:r>
      <w:r>
        <w:t xml:space="preserve"> ! </w:t>
      </w:r>
      <w:r w:rsidR="00530790" w:rsidRPr="005D5566">
        <w:t>C</w:t>
      </w:r>
      <w:r>
        <w:t>’</w:t>
      </w:r>
      <w:r w:rsidR="00530790" w:rsidRPr="005D5566">
        <w:t>est très bien cela</w:t>
      </w:r>
      <w:r>
        <w:t xml:space="preserve">, </w:t>
      </w:r>
      <w:r w:rsidR="00530790" w:rsidRPr="005D5566">
        <w:t>petite mère</w:t>
      </w:r>
      <w:r>
        <w:t xml:space="preserve"> ! </w:t>
      </w:r>
      <w:r w:rsidR="00530790" w:rsidRPr="005D5566">
        <w:t xml:space="preserve">Aussi bien pour Pavel que pour tous ceux qui ont été arrêtés en même temps que </w:t>
      </w:r>
      <w:r w:rsidR="00530790" w:rsidRPr="005D5566">
        <w:rPr>
          <w:bCs/>
        </w:rPr>
        <w:t>lui</w:t>
      </w:r>
      <w:r>
        <w:rPr>
          <w:bCs/>
        </w:rPr>
        <w:t> !…</w:t>
      </w:r>
    </w:p>
    <w:p w14:paraId="07D42B0B" w14:textId="77777777" w:rsidR="001C0413" w:rsidRDefault="00530790" w:rsidP="001C0413">
      <w:r w:rsidRPr="005D5566">
        <w:t xml:space="preserve">Il faisait </w:t>
      </w:r>
      <w:r w:rsidRPr="005D5566">
        <w:rPr>
          <w:bCs/>
        </w:rPr>
        <w:t xml:space="preserve">claquer </w:t>
      </w:r>
      <w:r w:rsidRPr="005D5566">
        <w:t>ses doigts de ravissement</w:t>
      </w:r>
      <w:r w:rsidR="001C0413">
        <w:t xml:space="preserve">, </w:t>
      </w:r>
      <w:r w:rsidRPr="005D5566">
        <w:t>sifflait</w:t>
      </w:r>
      <w:r w:rsidR="001C0413">
        <w:t xml:space="preserve">, </w:t>
      </w:r>
      <w:r w:rsidRPr="005D5566">
        <w:t>se balançait</w:t>
      </w:r>
      <w:r w:rsidR="001C0413">
        <w:t xml:space="preserve">. </w:t>
      </w:r>
      <w:r w:rsidRPr="005D5566">
        <w:t>Sa joie rayonnant</w:t>
      </w:r>
      <w:r>
        <w:t>e</w:t>
      </w:r>
      <w:r w:rsidRPr="005D5566">
        <w:t xml:space="preserve"> éveillait </w:t>
      </w:r>
      <w:r w:rsidRPr="005D5566">
        <w:rPr>
          <w:bCs/>
        </w:rPr>
        <w:t xml:space="preserve">un </w:t>
      </w:r>
      <w:r w:rsidRPr="005D5566">
        <w:t>écho puissant dans l</w:t>
      </w:r>
      <w:r w:rsidR="001C0413">
        <w:t>’</w:t>
      </w:r>
      <w:r w:rsidRPr="005D5566">
        <w:t>âme</w:t>
      </w:r>
      <w:r w:rsidRPr="005D5566">
        <w:rPr>
          <w:i/>
          <w:iCs/>
        </w:rPr>
        <w:t xml:space="preserve"> </w:t>
      </w:r>
      <w:r w:rsidRPr="005D5566">
        <w:t>de Pélaguée</w:t>
      </w:r>
      <w:r w:rsidR="001C0413">
        <w:t>.</w:t>
      </w:r>
    </w:p>
    <w:p w14:paraId="6D142052" w14:textId="77777777" w:rsidR="001C0413" w:rsidRDefault="001C0413" w:rsidP="001C0413">
      <w:r>
        <w:lastRenderedPageBreak/>
        <w:t>— </w:t>
      </w:r>
      <w:r w:rsidR="00530790" w:rsidRPr="005D5566">
        <w:rPr>
          <w:bCs/>
        </w:rPr>
        <w:t xml:space="preserve">Mon cher </w:t>
      </w:r>
      <w:r w:rsidR="00530790" w:rsidRPr="005D5566">
        <w:t>André</w:t>
      </w:r>
      <w:r>
        <w:t xml:space="preserve">, </w:t>
      </w:r>
      <w:r w:rsidR="00530790" w:rsidRPr="005D5566">
        <w:t>dit-elle</w:t>
      </w:r>
      <w:r>
        <w:t xml:space="preserve">, </w:t>
      </w:r>
      <w:r w:rsidR="00530790" w:rsidRPr="005D5566">
        <w:t>comme si son cœur s</w:t>
      </w:r>
      <w:r>
        <w:rPr>
          <w:bCs/>
        </w:rPr>
        <w:t>’</w:t>
      </w:r>
      <w:r w:rsidR="00530790" w:rsidRPr="005D5566">
        <w:rPr>
          <w:bCs/>
        </w:rPr>
        <w:t xml:space="preserve">était ouvert et </w:t>
      </w:r>
      <w:r w:rsidR="00530790" w:rsidRPr="005D5566">
        <w:t>qu</w:t>
      </w:r>
      <w:r>
        <w:t>’</w:t>
      </w:r>
      <w:r w:rsidR="00530790" w:rsidRPr="005D5566">
        <w:t xml:space="preserve">il en coulât un clair </w:t>
      </w:r>
      <w:r w:rsidR="00530790" w:rsidRPr="005D5566">
        <w:rPr>
          <w:bCs/>
        </w:rPr>
        <w:t xml:space="preserve">ruisseau </w:t>
      </w:r>
      <w:r w:rsidR="00530790" w:rsidRPr="005D5566">
        <w:t>de paroles radieuses</w:t>
      </w:r>
      <w:r>
        <w:t xml:space="preserve">, </w:t>
      </w:r>
      <w:r w:rsidR="00530790" w:rsidRPr="005D5566">
        <w:t>quand je pense à ma vie</w:t>
      </w:r>
      <w:r>
        <w:t xml:space="preserve">, </w:t>
      </w:r>
      <w:r w:rsidR="00530790" w:rsidRPr="005D5566">
        <w:t>ah</w:t>
      </w:r>
      <w:r>
        <w:t xml:space="preserve"> ! </w:t>
      </w:r>
      <w:r w:rsidR="00530790" w:rsidRPr="005D5566">
        <w:t>Seigneur Jésus</w:t>
      </w:r>
      <w:r>
        <w:t xml:space="preserve"> !… </w:t>
      </w:r>
      <w:r w:rsidR="00530790" w:rsidRPr="005D5566">
        <w:t>Pourquoi donc ai-je vécu</w:t>
      </w:r>
      <w:r>
        <w:t xml:space="preserve"> ? </w:t>
      </w:r>
      <w:r w:rsidR="00530790" w:rsidRPr="005D5566">
        <w:t>Pour travailler et être battue</w:t>
      </w:r>
      <w:r>
        <w:t xml:space="preserve">… </w:t>
      </w:r>
      <w:r w:rsidR="00530790" w:rsidRPr="005D5566">
        <w:t>Je ne voyais personne sauf mon mari</w:t>
      </w:r>
      <w:r>
        <w:t xml:space="preserve">, </w:t>
      </w:r>
      <w:r w:rsidR="00530790" w:rsidRPr="005D5566">
        <w:t>je ne connaissais rien que la peur</w:t>
      </w:r>
      <w:r>
        <w:t xml:space="preserve">… </w:t>
      </w:r>
      <w:r w:rsidR="00530790" w:rsidRPr="005D5566">
        <w:t>Je n</w:t>
      </w:r>
      <w:r>
        <w:t>’</w:t>
      </w:r>
      <w:r w:rsidR="00530790" w:rsidRPr="005D5566">
        <w:t>ai pas vu comment Pavel a grandi</w:t>
      </w:r>
      <w:r>
        <w:t xml:space="preserve">… </w:t>
      </w:r>
      <w:r w:rsidR="00530790" w:rsidRPr="005D5566">
        <w:t>Je ne sais même pas si je l</w:t>
      </w:r>
      <w:r>
        <w:t>’</w:t>
      </w:r>
      <w:r w:rsidR="00530790" w:rsidRPr="005D5566">
        <w:t>aimais tant que mon mari était de ce monde</w:t>
      </w:r>
      <w:r>
        <w:t xml:space="preserve"> ! </w:t>
      </w:r>
      <w:r w:rsidR="00530790" w:rsidRPr="005D5566">
        <w:t>Toutes mes pensées</w:t>
      </w:r>
      <w:r>
        <w:t xml:space="preserve">, </w:t>
      </w:r>
      <w:r w:rsidR="00530790" w:rsidRPr="005D5566">
        <w:t>tous mes soucis se rapportaient à une seule chose</w:t>
      </w:r>
      <w:r>
        <w:t xml:space="preserve"> : </w:t>
      </w:r>
      <w:r w:rsidR="00530790" w:rsidRPr="005D5566">
        <w:t>nourrir cette bête fauve</w:t>
      </w:r>
      <w:r>
        <w:t xml:space="preserve">, </w:t>
      </w:r>
      <w:r w:rsidR="00530790" w:rsidRPr="005D5566">
        <w:t xml:space="preserve">afin </w:t>
      </w:r>
      <w:r w:rsidR="00530790" w:rsidRPr="005D5566">
        <w:rPr>
          <w:bCs/>
        </w:rPr>
        <w:t>qu</w:t>
      </w:r>
      <w:r>
        <w:t>’</w:t>
      </w:r>
      <w:r w:rsidR="00530790" w:rsidRPr="005D5566">
        <w:t>il fût satisfait et repu</w:t>
      </w:r>
      <w:r>
        <w:t xml:space="preserve">, </w:t>
      </w:r>
      <w:r w:rsidR="00530790" w:rsidRPr="005D5566">
        <w:t>qu</w:t>
      </w:r>
      <w:r>
        <w:t>’</w:t>
      </w:r>
      <w:r w:rsidR="00530790" w:rsidRPr="005D5566">
        <w:t>il ne se mît pas en colère</w:t>
      </w:r>
      <w:r>
        <w:t xml:space="preserve">, </w:t>
      </w:r>
      <w:r w:rsidR="00530790" w:rsidRPr="005D5566">
        <w:t>et m</w:t>
      </w:r>
      <w:r>
        <w:t>’</w:t>
      </w:r>
      <w:r w:rsidR="00530790" w:rsidRPr="005D5566">
        <w:t>épargnât les coups</w:t>
      </w:r>
      <w:r>
        <w:t xml:space="preserve">, </w:t>
      </w:r>
      <w:r w:rsidR="00530790" w:rsidRPr="005D5566">
        <w:t xml:space="preserve">ne fût-ce </w:t>
      </w:r>
      <w:r w:rsidR="00530790" w:rsidRPr="005D5566">
        <w:rPr>
          <w:bCs/>
        </w:rPr>
        <w:t>qu</w:t>
      </w:r>
      <w:r>
        <w:rPr>
          <w:bCs/>
        </w:rPr>
        <w:t>’</w:t>
      </w:r>
      <w:r w:rsidR="00530790" w:rsidRPr="005D5566">
        <w:rPr>
          <w:bCs/>
        </w:rPr>
        <w:t xml:space="preserve">une </w:t>
      </w:r>
      <w:r w:rsidR="00530790" w:rsidRPr="005D5566">
        <w:t>fois</w:t>
      </w:r>
      <w:r>
        <w:t xml:space="preserve">… </w:t>
      </w:r>
      <w:r w:rsidR="00530790" w:rsidRPr="005D5566">
        <w:t>Mais je ne me souviens pas qu</w:t>
      </w:r>
      <w:r>
        <w:t>’</w:t>
      </w:r>
      <w:r w:rsidR="00530790" w:rsidRPr="005D5566">
        <w:t>il l</w:t>
      </w:r>
      <w:r>
        <w:t>’</w:t>
      </w:r>
      <w:r w:rsidR="00530790" w:rsidRPr="005D5566">
        <w:t>ait fait</w:t>
      </w:r>
      <w:r>
        <w:t xml:space="preserve">. </w:t>
      </w:r>
      <w:r w:rsidR="00530790" w:rsidRPr="005D5566">
        <w:t>Il me frappait avec tant de violence qu</w:t>
      </w:r>
      <w:r>
        <w:t>’</w:t>
      </w:r>
      <w:r w:rsidR="00530790" w:rsidRPr="005D5566">
        <w:t>on eût dit qu</w:t>
      </w:r>
      <w:r>
        <w:t>’</w:t>
      </w:r>
      <w:r w:rsidR="00530790" w:rsidRPr="005D5566">
        <w:t>il châtiait non pas sa femme</w:t>
      </w:r>
      <w:r>
        <w:t xml:space="preserve">, </w:t>
      </w:r>
      <w:r w:rsidR="00530790" w:rsidRPr="005D5566">
        <w:t>mais tous ceux contre lesquels il était irrité</w:t>
      </w:r>
      <w:r>
        <w:t xml:space="preserve">… </w:t>
      </w:r>
      <w:r w:rsidR="00530790" w:rsidRPr="005D5566">
        <w:t>J</w:t>
      </w:r>
      <w:r>
        <w:t>’</w:t>
      </w:r>
      <w:r w:rsidR="00530790" w:rsidRPr="005D5566">
        <w:t>ai vécu ainsi pendant vingt ans</w:t>
      </w:r>
      <w:r>
        <w:t xml:space="preserve">… </w:t>
      </w:r>
      <w:r w:rsidR="00530790" w:rsidRPr="005D5566">
        <w:t>Ce qui était avant mon mariage</w:t>
      </w:r>
      <w:r>
        <w:t xml:space="preserve">, </w:t>
      </w:r>
      <w:r w:rsidR="00530790" w:rsidRPr="005D5566">
        <w:t>je ne m</w:t>
      </w:r>
      <w:r>
        <w:t>’</w:t>
      </w:r>
      <w:r w:rsidR="00530790" w:rsidRPr="005D5566">
        <w:t>en souviens pas</w:t>
      </w:r>
      <w:r>
        <w:t xml:space="preserve"> ! </w:t>
      </w:r>
      <w:r w:rsidR="00530790" w:rsidRPr="005D5566">
        <w:t>Quand j</w:t>
      </w:r>
      <w:r>
        <w:t>’</w:t>
      </w:r>
      <w:r w:rsidR="00530790" w:rsidRPr="005D5566">
        <w:t>essaie de me rappeler</w:t>
      </w:r>
      <w:r>
        <w:t xml:space="preserve">, </w:t>
      </w:r>
      <w:r w:rsidR="00530790" w:rsidRPr="005D5566">
        <w:t>je ne vois rien</w:t>
      </w:r>
      <w:r>
        <w:t xml:space="preserve">, </w:t>
      </w:r>
      <w:r w:rsidR="00530790" w:rsidRPr="005D5566">
        <w:t>c</w:t>
      </w:r>
      <w:r>
        <w:t>’</w:t>
      </w:r>
      <w:r w:rsidR="00530790" w:rsidRPr="005D5566">
        <w:t>est comme si j</w:t>
      </w:r>
      <w:r>
        <w:t>’</w:t>
      </w:r>
      <w:r w:rsidR="00530790" w:rsidRPr="005D5566">
        <w:t>étais aveugle</w:t>
      </w:r>
      <w:r>
        <w:t xml:space="preserve">. </w:t>
      </w:r>
      <w:r w:rsidR="00530790" w:rsidRPr="005D5566">
        <w:t>Avec Iégor Ivanovitch</w:t>
      </w:r>
      <w:r>
        <w:t xml:space="preserve"> – </w:t>
      </w:r>
      <w:r w:rsidR="00530790" w:rsidRPr="005D5566">
        <w:t xml:space="preserve">nous sommes </w:t>
      </w:r>
      <w:r w:rsidR="00530790" w:rsidRPr="005D5566">
        <w:rPr>
          <w:bCs/>
        </w:rPr>
        <w:t xml:space="preserve">du </w:t>
      </w:r>
      <w:r w:rsidR="00530790" w:rsidRPr="005D5566">
        <w:t>même village</w:t>
      </w:r>
      <w:r>
        <w:t xml:space="preserve"> – </w:t>
      </w:r>
      <w:r w:rsidR="00530790" w:rsidRPr="005D5566">
        <w:t>nous parlions dernièrement de ceux-ci</w:t>
      </w:r>
      <w:r>
        <w:t xml:space="preserve">, </w:t>
      </w:r>
      <w:r w:rsidR="00530790" w:rsidRPr="005D5566">
        <w:t>de ceux-là</w:t>
      </w:r>
      <w:r>
        <w:t xml:space="preserve">… </w:t>
      </w:r>
      <w:r w:rsidR="00530790" w:rsidRPr="005D5566">
        <w:t>je me souvenais des maisons</w:t>
      </w:r>
      <w:r>
        <w:t xml:space="preserve">, </w:t>
      </w:r>
      <w:r w:rsidR="00530790" w:rsidRPr="005D5566">
        <w:t>je revoyais les gens</w:t>
      </w:r>
      <w:r>
        <w:t xml:space="preserve">, </w:t>
      </w:r>
      <w:r w:rsidR="00530790" w:rsidRPr="005D5566">
        <w:t>mais j</w:t>
      </w:r>
      <w:r>
        <w:t>’</w:t>
      </w:r>
      <w:r w:rsidR="00530790" w:rsidRPr="005D5566">
        <w:t>avais oublié comment ils vivaient</w:t>
      </w:r>
      <w:r>
        <w:t xml:space="preserve">, </w:t>
      </w:r>
      <w:r w:rsidR="00530790" w:rsidRPr="005D5566">
        <w:t>ce qu</w:t>
      </w:r>
      <w:r>
        <w:t>’</w:t>
      </w:r>
      <w:r w:rsidR="00530790" w:rsidRPr="005D5566">
        <w:t>ils disaient</w:t>
      </w:r>
      <w:r>
        <w:t xml:space="preserve">, </w:t>
      </w:r>
      <w:r w:rsidR="00530790" w:rsidRPr="005D5566">
        <w:t>ce qui leur était arrivé</w:t>
      </w:r>
      <w:r>
        <w:t xml:space="preserve">. </w:t>
      </w:r>
      <w:r w:rsidR="00530790" w:rsidRPr="005D5566">
        <w:t>Je me souviens des incendies</w:t>
      </w:r>
      <w:r>
        <w:t xml:space="preserve">, </w:t>
      </w:r>
      <w:r w:rsidR="00530790" w:rsidRPr="005D5566">
        <w:t>de deux incendies</w:t>
      </w:r>
      <w:r>
        <w:t xml:space="preserve">… </w:t>
      </w:r>
      <w:r w:rsidR="00530790" w:rsidRPr="005D5566">
        <w:t>Mon mari m</w:t>
      </w:r>
      <w:r>
        <w:t>’</w:t>
      </w:r>
      <w:r w:rsidR="00530790" w:rsidRPr="005D5566">
        <w:t>a tellement battue qu</w:t>
      </w:r>
      <w:r>
        <w:t>’</w:t>
      </w:r>
      <w:r w:rsidR="00530790" w:rsidRPr="005D5566">
        <w:t>il n</w:t>
      </w:r>
      <w:r>
        <w:t>’</w:t>
      </w:r>
      <w:r w:rsidR="00530790" w:rsidRPr="005D5566">
        <w:t>est plus rien resté en moi</w:t>
      </w:r>
      <w:r>
        <w:t xml:space="preserve"> ; </w:t>
      </w:r>
      <w:r w:rsidR="00530790" w:rsidRPr="005D5566">
        <w:t>mon âme était hermétiquement fermée</w:t>
      </w:r>
      <w:r>
        <w:t xml:space="preserve">, </w:t>
      </w:r>
      <w:r w:rsidR="00530790" w:rsidRPr="005D5566">
        <w:t>elle était devenue aveugle et sourde</w:t>
      </w:r>
      <w:r>
        <w:t>…</w:t>
      </w:r>
    </w:p>
    <w:p w14:paraId="0FEE3D57" w14:textId="77777777" w:rsidR="001C0413" w:rsidRDefault="00530790" w:rsidP="001C0413">
      <w:r w:rsidRPr="005D5566">
        <w:t>La mère reprit haleine et aspira l</w:t>
      </w:r>
      <w:r w:rsidR="001C0413">
        <w:t>’</w:t>
      </w:r>
      <w:r w:rsidRPr="005D5566">
        <w:t>air avec avidité</w:t>
      </w:r>
      <w:r w:rsidR="001C0413">
        <w:t xml:space="preserve">, </w:t>
      </w:r>
      <w:r w:rsidRPr="005D5566">
        <w:t>comme un poisson sorti de l</w:t>
      </w:r>
      <w:r w:rsidR="001C0413">
        <w:t>’</w:t>
      </w:r>
      <w:r w:rsidRPr="005D5566">
        <w:t>eau</w:t>
      </w:r>
      <w:r w:rsidR="001C0413">
        <w:t xml:space="preserve"> ; </w:t>
      </w:r>
      <w:r w:rsidRPr="005D5566">
        <w:t>elle se pencha en avant et continua en baissant la voix</w:t>
      </w:r>
      <w:r w:rsidR="001C0413">
        <w:t> :</w:t>
      </w:r>
    </w:p>
    <w:p w14:paraId="2F35124B" w14:textId="77777777" w:rsidR="001C0413" w:rsidRDefault="001C0413" w:rsidP="001C0413">
      <w:r>
        <w:t>— </w:t>
      </w:r>
      <w:r w:rsidR="00530790" w:rsidRPr="005D5566">
        <w:t>Quand mon mari est mort</w:t>
      </w:r>
      <w:r>
        <w:t xml:space="preserve">, </w:t>
      </w:r>
      <w:r w:rsidR="00530790" w:rsidRPr="005D5566">
        <w:t>je me suis raccrochée à mon fils</w:t>
      </w:r>
      <w:r>
        <w:t xml:space="preserve">… </w:t>
      </w:r>
      <w:r w:rsidR="00530790" w:rsidRPr="005D5566">
        <w:t>et il a commencé à s</w:t>
      </w:r>
      <w:r>
        <w:t>’</w:t>
      </w:r>
      <w:r w:rsidR="00530790" w:rsidRPr="005D5566">
        <w:t>occuper de ces choses</w:t>
      </w:r>
      <w:r>
        <w:t xml:space="preserve">. </w:t>
      </w:r>
      <w:r w:rsidR="00530790" w:rsidRPr="005D5566">
        <w:t>C</w:t>
      </w:r>
      <w:r>
        <w:t>’</w:t>
      </w:r>
      <w:r w:rsidR="00530790" w:rsidRPr="005D5566">
        <w:t>est alors qu</w:t>
      </w:r>
      <w:r>
        <w:t>’</w:t>
      </w:r>
      <w:r w:rsidR="00530790" w:rsidRPr="005D5566">
        <w:t>il m</w:t>
      </w:r>
      <w:r>
        <w:t>’</w:t>
      </w:r>
      <w:r w:rsidR="00530790" w:rsidRPr="005D5566">
        <w:t>a fait pitié</w:t>
      </w:r>
      <w:r>
        <w:t>. « </w:t>
      </w:r>
      <w:r w:rsidR="00530790" w:rsidRPr="005D5566">
        <w:t>Comment vivrai-je toute seule s</w:t>
      </w:r>
      <w:r>
        <w:t>’</w:t>
      </w:r>
      <w:r w:rsidR="00530790" w:rsidRPr="005D5566">
        <w:t>il périt</w:t>
      </w:r>
      <w:r>
        <w:t> ? »</w:t>
      </w:r>
      <w:r w:rsidR="00530790" w:rsidRPr="005D5566">
        <w:t xml:space="preserve"> me disais-je</w:t>
      </w:r>
      <w:r>
        <w:t xml:space="preserve">. </w:t>
      </w:r>
      <w:r w:rsidR="00530790" w:rsidRPr="005D5566">
        <w:t>Que de craintes et d</w:t>
      </w:r>
      <w:r>
        <w:t>’</w:t>
      </w:r>
      <w:r w:rsidR="00530790" w:rsidRPr="005D5566">
        <w:t>angoisses j</w:t>
      </w:r>
      <w:r>
        <w:t>’</w:t>
      </w:r>
      <w:r w:rsidR="00530790" w:rsidRPr="005D5566">
        <w:t>ai éprouvé</w:t>
      </w:r>
      <w:r>
        <w:t xml:space="preserve"> ; </w:t>
      </w:r>
      <w:r w:rsidR="00530790" w:rsidRPr="005D5566">
        <w:t>mon cœur se déchirait quand je pensais à son sort</w:t>
      </w:r>
      <w:r>
        <w:t>…</w:t>
      </w:r>
    </w:p>
    <w:p w14:paraId="2E922FD1" w14:textId="77777777" w:rsidR="001C0413" w:rsidRDefault="00530790" w:rsidP="001C0413">
      <w:r w:rsidRPr="005D5566">
        <w:lastRenderedPageBreak/>
        <w:t xml:space="preserve">Elle se </w:t>
      </w:r>
      <w:r w:rsidRPr="005D5566">
        <w:rPr>
          <w:bCs/>
        </w:rPr>
        <w:t>tut</w:t>
      </w:r>
      <w:r w:rsidR="001C0413">
        <w:rPr>
          <w:bCs/>
        </w:rPr>
        <w:t xml:space="preserve">, </w:t>
      </w:r>
      <w:r w:rsidRPr="005D5566">
        <w:t xml:space="preserve">hocha doucement la </w:t>
      </w:r>
      <w:r w:rsidRPr="005D5566">
        <w:rPr>
          <w:bCs/>
        </w:rPr>
        <w:t>tête</w:t>
      </w:r>
      <w:r w:rsidR="001C0413">
        <w:rPr>
          <w:bCs/>
        </w:rPr>
        <w:t xml:space="preserve">, </w:t>
      </w:r>
      <w:r w:rsidRPr="005D5566">
        <w:t xml:space="preserve">puis reprit </w:t>
      </w:r>
      <w:r w:rsidRPr="005D5566">
        <w:rPr>
          <w:bCs/>
        </w:rPr>
        <w:t>d</w:t>
      </w:r>
      <w:r w:rsidR="001C0413">
        <w:t>’</w:t>
      </w:r>
      <w:r w:rsidRPr="005D5566">
        <w:t>un ton expressif</w:t>
      </w:r>
      <w:r w:rsidR="001C0413">
        <w:t> :</w:t>
      </w:r>
    </w:p>
    <w:p w14:paraId="17DDCDB2" w14:textId="77777777" w:rsidR="001C0413" w:rsidRDefault="001C0413" w:rsidP="001C0413">
      <w:r>
        <w:t>— </w:t>
      </w:r>
      <w:r w:rsidR="00530790" w:rsidRPr="005D5566">
        <w:t>Il est impur</w:t>
      </w:r>
      <w:r>
        <w:t xml:space="preserve">, </w:t>
      </w:r>
      <w:r w:rsidR="00530790" w:rsidRPr="005D5566">
        <w:t>notre amour</w:t>
      </w:r>
      <w:r>
        <w:t xml:space="preserve">, </w:t>
      </w:r>
      <w:r w:rsidR="00530790" w:rsidRPr="005D5566">
        <w:t>à nous autres femmes</w:t>
      </w:r>
      <w:r>
        <w:t xml:space="preserve"> ! </w:t>
      </w:r>
      <w:r w:rsidR="00530790" w:rsidRPr="005D5566">
        <w:t>nous aimons ce dont nous avons besoin</w:t>
      </w:r>
      <w:r>
        <w:t xml:space="preserve">… </w:t>
      </w:r>
      <w:r w:rsidR="00530790" w:rsidRPr="005D5566">
        <w:t>et quand je vous vois penser à votre mère</w:t>
      </w:r>
      <w:r>
        <w:t xml:space="preserve">… </w:t>
      </w:r>
      <w:r w:rsidR="00530790" w:rsidRPr="005D5566">
        <w:t>Pourquoi en avez-vous besoin</w:t>
      </w:r>
      <w:r>
        <w:t xml:space="preserve"> ?… </w:t>
      </w:r>
      <w:r w:rsidR="00530790" w:rsidRPr="005D5566">
        <w:t>Et tous les autres qui souffrent pour le peuple qu</w:t>
      </w:r>
      <w:r>
        <w:t>’</w:t>
      </w:r>
      <w:r w:rsidR="00530790" w:rsidRPr="005D5566">
        <w:t>on envoie en prison et en Sibérie</w:t>
      </w:r>
      <w:r>
        <w:t xml:space="preserve">, </w:t>
      </w:r>
      <w:r w:rsidR="00530790" w:rsidRPr="005D5566">
        <w:t>qui meurent là-bas ou qu</w:t>
      </w:r>
      <w:r>
        <w:t>’</w:t>
      </w:r>
      <w:r w:rsidR="00530790" w:rsidRPr="005D5566">
        <w:t>on pend</w:t>
      </w:r>
      <w:r>
        <w:t xml:space="preserve">… </w:t>
      </w:r>
      <w:r w:rsidR="00530790" w:rsidRPr="005D5566">
        <w:t>ces jeunes filles qui s</w:t>
      </w:r>
      <w:r>
        <w:t>’</w:t>
      </w:r>
      <w:r w:rsidR="00530790" w:rsidRPr="005D5566">
        <w:t>en vont seules dans la nuit</w:t>
      </w:r>
      <w:r>
        <w:t xml:space="preserve">, </w:t>
      </w:r>
      <w:r w:rsidR="00530790" w:rsidRPr="005D5566">
        <w:t>par la neige</w:t>
      </w:r>
      <w:r>
        <w:t xml:space="preserve">, </w:t>
      </w:r>
      <w:r w:rsidR="00530790" w:rsidRPr="005D5566">
        <w:t>la boue et la pluie</w:t>
      </w:r>
      <w:r>
        <w:t xml:space="preserve">, </w:t>
      </w:r>
      <w:r w:rsidR="00530790" w:rsidRPr="005D5566">
        <w:t xml:space="preserve">qui font sept </w:t>
      </w:r>
      <w:r w:rsidR="00530790" w:rsidRPr="005D5566">
        <w:rPr>
          <w:bCs/>
        </w:rPr>
        <w:t xml:space="preserve">kilomètres </w:t>
      </w:r>
      <w:r w:rsidR="00530790" w:rsidRPr="005D5566">
        <w:t>pour venir nous voir</w:t>
      </w:r>
      <w:r>
        <w:t xml:space="preserve">… </w:t>
      </w:r>
      <w:r w:rsidR="00530790" w:rsidRPr="005D5566">
        <w:t xml:space="preserve">qui donc les pousse </w:t>
      </w:r>
      <w:r w:rsidR="00530790" w:rsidRPr="005D5566">
        <w:rPr>
          <w:bCs/>
        </w:rPr>
        <w:t xml:space="preserve">à </w:t>
      </w:r>
      <w:r w:rsidR="00530790" w:rsidRPr="005D5566">
        <w:t>cela</w:t>
      </w:r>
      <w:r>
        <w:t xml:space="preserve"> ? </w:t>
      </w:r>
      <w:r w:rsidR="00530790" w:rsidRPr="005D5566">
        <w:t>C</w:t>
      </w:r>
      <w:r>
        <w:t>’</w:t>
      </w:r>
      <w:r w:rsidR="00530790" w:rsidRPr="005D5566">
        <w:t>est qu</w:t>
      </w:r>
      <w:r>
        <w:t>’</w:t>
      </w:r>
      <w:r w:rsidR="00530790" w:rsidRPr="005D5566">
        <w:t>ils aiment</w:t>
      </w:r>
      <w:r>
        <w:t xml:space="preserve">… </w:t>
      </w:r>
      <w:r w:rsidR="00530790" w:rsidRPr="005D5566">
        <w:t>Ils aiment purement</w:t>
      </w:r>
      <w:r>
        <w:t xml:space="preserve">… </w:t>
      </w:r>
      <w:r w:rsidR="00530790" w:rsidRPr="005D5566">
        <w:t>Ils ont la foi</w:t>
      </w:r>
      <w:r>
        <w:t xml:space="preserve">… </w:t>
      </w:r>
      <w:r w:rsidR="00530790" w:rsidRPr="005D5566">
        <w:t>Ils ont la foi</w:t>
      </w:r>
      <w:r>
        <w:t xml:space="preserve">, </w:t>
      </w:r>
      <w:r w:rsidR="00530790" w:rsidRPr="005D5566">
        <w:t>André</w:t>
      </w:r>
      <w:r>
        <w:t xml:space="preserve"> ! </w:t>
      </w:r>
      <w:r w:rsidR="00530790" w:rsidRPr="005D5566">
        <w:t>Mais moi</w:t>
      </w:r>
      <w:r>
        <w:t xml:space="preserve">, </w:t>
      </w:r>
      <w:r w:rsidR="00530790" w:rsidRPr="005D5566">
        <w:t>je ne sais pas aimer comme cela</w:t>
      </w:r>
      <w:r>
        <w:t xml:space="preserve">, </w:t>
      </w:r>
      <w:r w:rsidR="00530790" w:rsidRPr="005D5566">
        <w:rPr>
          <w:bCs/>
        </w:rPr>
        <w:t>j</w:t>
      </w:r>
      <w:r>
        <w:rPr>
          <w:bCs/>
        </w:rPr>
        <w:t>’</w:t>
      </w:r>
      <w:r w:rsidR="00530790" w:rsidRPr="005D5566">
        <w:rPr>
          <w:bCs/>
        </w:rPr>
        <w:t xml:space="preserve">aime </w:t>
      </w:r>
      <w:r w:rsidR="00530790" w:rsidRPr="005D5566">
        <w:t>ce qui est à moi</w:t>
      </w:r>
      <w:r>
        <w:t xml:space="preserve">, </w:t>
      </w:r>
      <w:r w:rsidR="00530790" w:rsidRPr="005D5566">
        <w:t>ce qui m</w:t>
      </w:r>
      <w:r>
        <w:t>’</w:t>
      </w:r>
      <w:r w:rsidR="00530790" w:rsidRPr="005D5566">
        <w:t>est proche</w:t>
      </w:r>
      <w:r>
        <w:t>…</w:t>
      </w:r>
    </w:p>
    <w:p w14:paraId="4332D3D3" w14:textId="77777777" w:rsidR="001C0413" w:rsidRDefault="001C0413" w:rsidP="001C0413">
      <w:r>
        <w:t>— </w:t>
      </w:r>
      <w:r w:rsidR="00530790" w:rsidRPr="005D5566">
        <w:t>Vous avez raison</w:t>
      </w:r>
      <w:r>
        <w:t xml:space="preserve"> ! </w:t>
      </w:r>
      <w:r w:rsidR="00530790" w:rsidRPr="005D5566">
        <w:t>dit le Petit-Russien en détournant le visage</w:t>
      </w:r>
      <w:r>
        <w:t xml:space="preserve"> ; </w:t>
      </w:r>
      <w:r w:rsidR="00530790" w:rsidRPr="005D5566">
        <w:t>puis il se frotta la tête</w:t>
      </w:r>
      <w:r>
        <w:t xml:space="preserve">, </w:t>
      </w:r>
      <w:r w:rsidR="00530790" w:rsidRPr="005D5566">
        <w:t>les joues et les yeux vigoureusement</w:t>
      </w:r>
      <w:r>
        <w:t xml:space="preserve">, </w:t>
      </w:r>
      <w:r w:rsidR="00530790" w:rsidRPr="005D5566">
        <w:t>comme toujours</w:t>
      </w:r>
      <w:r>
        <w:t xml:space="preserve">. </w:t>
      </w:r>
      <w:r w:rsidR="00530790" w:rsidRPr="005D5566">
        <w:t>Tous aiment ce qui leur est proche</w:t>
      </w:r>
      <w:r>
        <w:t xml:space="preserve">, </w:t>
      </w:r>
      <w:r w:rsidR="00530790" w:rsidRPr="005D5566">
        <w:t>mais pour un grand cœur</w:t>
      </w:r>
      <w:r>
        <w:t xml:space="preserve">, </w:t>
      </w:r>
      <w:r w:rsidR="00530790" w:rsidRPr="005D5566">
        <w:t>même ce qui est éloigné est proche</w:t>
      </w:r>
      <w:r>
        <w:t xml:space="preserve"> ! </w:t>
      </w:r>
      <w:r w:rsidR="00530790" w:rsidRPr="005D5566">
        <w:t>Vous pouvez beaucoup aimer</w:t>
      </w:r>
      <w:r>
        <w:t xml:space="preserve">, </w:t>
      </w:r>
      <w:r w:rsidR="00530790" w:rsidRPr="005D5566">
        <w:t>vous avez un grand amour maternel</w:t>
      </w:r>
      <w:r>
        <w:t>.</w:t>
      </w:r>
    </w:p>
    <w:p w14:paraId="4A6F8ED1" w14:textId="77777777" w:rsidR="001C0413" w:rsidRDefault="001C0413" w:rsidP="001C0413">
      <w:r>
        <w:t>— </w:t>
      </w:r>
      <w:r w:rsidR="00530790" w:rsidRPr="005D5566">
        <w:t>Que Dieu le veuille</w:t>
      </w:r>
      <w:r>
        <w:t xml:space="preserve"> ! </w:t>
      </w:r>
      <w:r w:rsidR="00530790" w:rsidRPr="005D5566">
        <w:t>répondit-elle à voix basse</w:t>
      </w:r>
      <w:r>
        <w:t xml:space="preserve">. </w:t>
      </w:r>
      <w:r w:rsidR="00530790" w:rsidRPr="005D5566">
        <w:t>Je le sens</w:t>
      </w:r>
      <w:r>
        <w:t xml:space="preserve">, </w:t>
      </w:r>
      <w:r w:rsidR="00530790" w:rsidRPr="005D5566">
        <w:t>il est bien de vivre ainsi</w:t>
      </w:r>
      <w:r>
        <w:t xml:space="preserve">. </w:t>
      </w:r>
      <w:r w:rsidR="00530790" w:rsidRPr="005D5566">
        <w:t>Vous</w:t>
      </w:r>
      <w:r>
        <w:t xml:space="preserve">, </w:t>
      </w:r>
      <w:r w:rsidR="00530790" w:rsidRPr="005D5566">
        <w:t>par exemple</w:t>
      </w:r>
      <w:r>
        <w:t xml:space="preserve">, </w:t>
      </w:r>
      <w:r w:rsidR="00530790" w:rsidRPr="005D5566">
        <w:t>je vous aime</w:t>
      </w:r>
      <w:r>
        <w:t xml:space="preserve">, </w:t>
      </w:r>
      <w:r w:rsidR="00530790" w:rsidRPr="005D5566">
        <w:t>mieux que Pavel peut-être</w:t>
      </w:r>
      <w:r>
        <w:rPr>
          <w:rFonts w:eastAsia="Georgia" w:cs="Georgia"/>
        </w:rPr>
        <w:t xml:space="preserve">… </w:t>
      </w:r>
      <w:r w:rsidR="00530790" w:rsidRPr="005D5566">
        <w:t>Il est</w:t>
      </w:r>
      <w:r>
        <w:t xml:space="preserve"> ! </w:t>
      </w:r>
      <w:r w:rsidR="00530790" w:rsidRPr="005D5566">
        <w:t>si renfermé</w:t>
      </w:r>
      <w:r>
        <w:t xml:space="preserve"> ! </w:t>
      </w:r>
      <w:r w:rsidR="00530790" w:rsidRPr="005D5566">
        <w:t>Ainsi</w:t>
      </w:r>
      <w:r>
        <w:t xml:space="preserve">, </w:t>
      </w:r>
      <w:r w:rsidR="00530790" w:rsidRPr="005D5566">
        <w:t>tenez</w:t>
      </w:r>
      <w:r>
        <w:t xml:space="preserve">, </w:t>
      </w:r>
      <w:r w:rsidR="00530790" w:rsidRPr="005D5566">
        <w:t>il veut épouser Sachenka</w:t>
      </w:r>
      <w:r>
        <w:t xml:space="preserve">, </w:t>
      </w:r>
      <w:r w:rsidR="00530790" w:rsidRPr="005D5566">
        <w:t>et il ne m</w:t>
      </w:r>
      <w:r>
        <w:t>’</w:t>
      </w:r>
      <w:r w:rsidR="00530790" w:rsidRPr="005D5566">
        <w:t>en a pas parlé</w:t>
      </w:r>
      <w:r>
        <w:t xml:space="preserve">, </w:t>
      </w:r>
      <w:r w:rsidR="00530790" w:rsidRPr="005D5566">
        <w:t>à moi</w:t>
      </w:r>
      <w:r>
        <w:t xml:space="preserve">, </w:t>
      </w:r>
      <w:r w:rsidR="00530790" w:rsidRPr="005D5566">
        <w:t>la mère</w:t>
      </w:r>
      <w:r>
        <w:t>…</w:t>
      </w:r>
    </w:p>
    <w:p w14:paraId="4601C506" w14:textId="77777777" w:rsidR="001C0413" w:rsidRDefault="001C0413" w:rsidP="001C0413">
      <w:pPr>
        <w:rPr>
          <w:rFonts w:eastAsia="Georgia" w:cs="Georgia"/>
        </w:rPr>
      </w:pPr>
      <w:r>
        <w:t>— </w:t>
      </w:r>
      <w:r w:rsidR="00530790" w:rsidRPr="005D5566">
        <w:t>Ce n</w:t>
      </w:r>
      <w:r>
        <w:t>’</w:t>
      </w:r>
      <w:r w:rsidR="00530790" w:rsidRPr="005D5566">
        <w:t>est pas vrai</w:t>
      </w:r>
      <w:r>
        <w:t xml:space="preserve"> ! </w:t>
      </w:r>
      <w:r w:rsidR="00530790" w:rsidRPr="005D5566">
        <w:t>répliqua le Petit-Russien</w:t>
      </w:r>
      <w:r>
        <w:t xml:space="preserve">. </w:t>
      </w:r>
      <w:r w:rsidR="00530790" w:rsidRPr="005D5566">
        <w:t>Je le sais</w:t>
      </w:r>
      <w:r>
        <w:t xml:space="preserve">, </w:t>
      </w:r>
      <w:r w:rsidR="00530790" w:rsidRPr="005D5566">
        <w:t>ce n</w:t>
      </w:r>
      <w:r>
        <w:t>’</w:t>
      </w:r>
      <w:r w:rsidR="00530790" w:rsidRPr="005D5566">
        <w:t>est pas vrai</w:t>
      </w:r>
      <w:r>
        <w:t xml:space="preserve">. </w:t>
      </w:r>
      <w:r w:rsidR="00530790" w:rsidRPr="005D5566">
        <w:t>Il l</w:t>
      </w:r>
      <w:r>
        <w:t>’</w:t>
      </w:r>
      <w:r w:rsidR="00530790" w:rsidRPr="005D5566">
        <w:t>aime et elle l</w:t>
      </w:r>
      <w:r>
        <w:t>’</w:t>
      </w:r>
      <w:r w:rsidR="00530790" w:rsidRPr="005D5566">
        <w:t>aime</w:t>
      </w:r>
      <w:r>
        <w:t xml:space="preserve">, </w:t>
      </w:r>
      <w:r w:rsidR="00530790" w:rsidRPr="005D5566">
        <w:t>en effet</w:t>
      </w:r>
      <w:r>
        <w:t xml:space="preserve">. </w:t>
      </w:r>
      <w:r w:rsidR="00530790" w:rsidRPr="005D5566">
        <w:t>Quand à se marier</w:t>
      </w:r>
      <w:r>
        <w:t xml:space="preserve">, </w:t>
      </w:r>
      <w:r w:rsidR="00530790" w:rsidRPr="005D5566">
        <w:t>non</w:t>
      </w:r>
      <w:r>
        <w:t xml:space="preserve">. </w:t>
      </w:r>
      <w:r w:rsidR="00530790" w:rsidRPr="005D5566">
        <w:t>Elle voudrait bien</w:t>
      </w:r>
      <w:r>
        <w:t xml:space="preserve">, </w:t>
      </w:r>
      <w:r w:rsidR="00530790" w:rsidRPr="005D5566">
        <w:t>mais Pavel</w:t>
      </w:r>
      <w:r>
        <w:rPr>
          <w:rFonts w:eastAsia="Georgia" w:cs="Georgia"/>
        </w:rPr>
        <w:t>…</w:t>
      </w:r>
    </w:p>
    <w:p w14:paraId="3BA01022" w14:textId="77777777" w:rsidR="001C0413" w:rsidRDefault="001C0413" w:rsidP="001C0413">
      <w:r>
        <w:rPr>
          <w:rFonts w:eastAsia="Georgia"/>
        </w:rPr>
        <w:t>— </w:t>
      </w:r>
      <w:r w:rsidR="00530790" w:rsidRPr="005D5566">
        <w:rPr>
          <w:bCs/>
        </w:rPr>
        <w:t>Ah</w:t>
      </w:r>
      <w:r>
        <w:rPr>
          <w:bCs/>
        </w:rPr>
        <w:t xml:space="preserve"> ?, </w:t>
      </w:r>
      <w:r w:rsidR="00530790" w:rsidRPr="005D5566">
        <w:t>s</w:t>
      </w:r>
      <w:r>
        <w:t>’</w:t>
      </w:r>
      <w:r w:rsidR="00530790" w:rsidRPr="005D5566">
        <w:t>exclama la mère pensivement</w:t>
      </w:r>
      <w:r>
        <w:t xml:space="preserve"> – </w:t>
      </w:r>
      <w:r w:rsidR="00530790" w:rsidRPr="005D5566">
        <w:t>et ses yeux regardèrent André avec tristesse</w:t>
      </w:r>
      <w:r>
        <w:t xml:space="preserve">. – </w:t>
      </w:r>
      <w:r w:rsidR="00530790" w:rsidRPr="005D5566">
        <w:t>Oui</w:t>
      </w:r>
      <w:r>
        <w:t xml:space="preserve">, </w:t>
      </w:r>
      <w:r w:rsidR="00530790" w:rsidRPr="005D5566">
        <w:t>c</w:t>
      </w:r>
      <w:r>
        <w:t>’</w:t>
      </w:r>
      <w:r w:rsidR="00530790" w:rsidRPr="005D5566">
        <w:t>est comme ça</w:t>
      </w:r>
      <w:r>
        <w:t xml:space="preserve"> ! </w:t>
      </w:r>
      <w:r w:rsidR="00530790" w:rsidRPr="005D5566">
        <w:t xml:space="preserve">Les gens renoncent </w:t>
      </w:r>
      <w:r w:rsidR="00530790" w:rsidRPr="005D5566">
        <w:rPr>
          <w:bCs/>
        </w:rPr>
        <w:t xml:space="preserve">à </w:t>
      </w:r>
      <w:r w:rsidR="00530790" w:rsidRPr="005D5566">
        <w:t>eux-mêmes</w:t>
      </w:r>
      <w:r>
        <w:t>…</w:t>
      </w:r>
    </w:p>
    <w:p w14:paraId="07607F35" w14:textId="77777777" w:rsidR="001C0413" w:rsidRDefault="001C0413" w:rsidP="001C0413">
      <w:r>
        <w:lastRenderedPageBreak/>
        <w:t>— </w:t>
      </w:r>
      <w:r w:rsidR="00530790" w:rsidRPr="005D5566">
        <w:t>Pavel est un homme extraordinaire</w:t>
      </w:r>
      <w:r>
        <w:t xml:space="preserve"> ! </w:t>
      </w:r>
      <w:r w:rsidR="00530790" w:rsidRPr="005D5566">
        <w:t xml:space="preserve">dit le Petit-Russien </w:t>
      </w:r>
      <w:r w:rsidR="00530790" w:rsidRPr="005D5566">
        <w:rPr>
          <w:bCs/>
        </w:rPr>
        <w:t xml:space="preserve">à </w:t>
      </w:r>
      <w:r w:rsidR="00530790" w:rsidRPr="005D5566">
        <w:t>mi-voix</w:t>
      </w:r>
      <w:r>
        <w:t xml:space="preserve">. </w:t>
      </w:r>
      <w:r w:rsidR="00530790" w:rsidRPr="005D5566">
        <w:t>C</w:t>
      </w:r>
      <w:r>
        <w:t>’</w:t>
      </w:r>
      <w:r w:rsidR="00530790" w:rsidRPr="005D5566">
        <w:t>est une nature de fer</w:t>
      </w:r>
      <w:r>
        <w:t>…</w:t>
      </w:r>
    </w:p>
    <w:p w14:paraId="4E13A53F" w14:textId="77777777" w:rsidR="001C0413" w:rsidRDefault="001C0413" w:rsidP="001C0413">
      <w:pPr>
        <w:rPr>
          <w:bCs/>
        </w:rPr>
      </w:pPr>
      <w:r>
        <w:t>— </w:t>
      </w:r>
      <w:r w:rsidR="00530790" w:rsidRPr="005D5566">
        <w:t>Et maintenant</w:t>
      </w:r>
      <w:r>
        <w:t xml:space="preserve">, </w:t>
      </w:r>
      <w:r w:rsidR="00530790" w:rsidRPr="005D5566">
        <w:t>il est en prison</w:t>
      </w:r>
      <w:r>
        <w:t xml:space="preserve"> ! </w:t>
      </w:r>
      <w:r w:rsidR="00530790" w:rsidRPr="005D5566">
        <w:t>continua la mère</w:t>
      </w:r>
      <w:r>
        <w:t xml:space="preserve">. </w:t>
      </w:r>
      <w:r w:rsidR="00530790" w:rsidRPr="005D5566">
        <w:t>C</w:t>
      </w:r>
      <w:r>
        <w:t>’</w:t>
      </w:r>
      <w:r w:rsidR="00530790" w:rsidRPr="005D5566">
        <w:t>est inquiétant</w:t>
      </w:r>
      <w:r>
        <w:t xml:space="preserve">, </w:t>
      </w:r>
      <w:r w:rsidR="00530790" w:rsidRPr="005D5566">
        <w:t>c</w:t>
      </w:r>
      <w:r>
        <w:t>’</w:t>
      </w:r>
      <w:r w:rsidR="00530790" w:rsidRPr="005D5566">
        <w:t>est effrayant</w:t>
      </w:r>
      <w:r>
        <w:t xml:space="preserve">, </w:t>
      </w:r>
      <w:r w:rsidR="00530790" w:rsidRPr="005D5566">
        <w:t xml:space="preserve">mais pas autant </w:t>
      </w:r>
      <w:r w:rsidR="00530790" w:rsidRPr="005D5566">
        <w:rPr>
          <w:bCs/>
        </w:rPr>
        <w:t>qu</w:t>
      </w:r>
      <w:r>
        <w:rPr>
          <w:bCs/>
        </w:rPr>
        <w:t>’</w:t>
      </w:r>
      <w:r w:rsidR="00530790" w:rsidRPr="005D5566">
        <w:rPr>
          <w:bCs/>
        </w:rPr>
        <w:t>autrefois</w:t>
      </w:r>
      <w:r>
        <w:rPr>
          <w:rFonts w:eastAsia="Georgia" w:cs="Georgia"/>
          <w:bCs/>
        </w:rPr>
        <w:t xml:space="preserve">… </w:t>
      </w:r>
      <w:r w:rsidR="00530790" w:rsidRPr="005D5566">
        <w:t>La vie n</w:t>
      </w:r>
      <w:r>
        <w:t>’</w:t>
      </w:r>
      <w:r w:rsidR="00530790" w:rsidRPr="005D5566">
        <w:t>est plus la même</w:t>
      </w:r>
      <w:r>
        <w:t xml:space="preserve">, </w:t>
      </w:r>
      <w:r w:rsidR="00530790" w:rsidRPr="005D5566">
        <w:t>ni l</w:t>
      </w:r>
      <w:r>
        <w:t>’</w:t>
      </w:r>
      <w:r w:rsidR="00530790" w:rsidRPr="005D5566">
        <w:t>inquiétude</w:t>
      </w:r>
      <w:r>
        <w:t xml:space="preserve">… </w:t>
      </w:r>
      <w:r w:rsidR="00530790" w:rsidRPr="005D5566">
        <w:t>Et mon âme a aussi changé</w:t>
      </w:r>
      <w:r>
        <w:t xml:space="preserve">, </w:t>
      </w:r>
      <w:r w:rsidR="00530790" w:rsidRPr="005D5566">
        <w:t>elle a ouvert les yeux</w:t>
      </w:r>
      <w:r>
        <w:t xml:space="preserve">, </w:t>
      </w:r>
      <w:r w:rsidR="00530790" w:rsidRPr="005D5566">
        <w:t>elle regarde</w:t>
      </w:r>
      <w:r>
        <w:t xml:space="preserve">, </w:t>
      </w:r>
      <w:r w:rsidR="00530790" w:rsidRPr="005D5566">
        <w:t>elle est joyeuse et triste en même temps</w:t>
      </w:r>
      <w:r>
        <w:t xml:space="preserve">. </w:t>
      </w:r>
      <w:r w:rsidR="00530790" w:rsidRPr="005D5566">
        <w:t>Il y a bien des choses que je ne comprends pas</w:t>
      </w:r>
      <w:r>
        <w:t xml:space="preserve"> ; </w:t>
      </w:r>
      <w:r w:rsidR="00530790" w:rsidRPr="005D5566">
        <w:t>il m</w:t>
      </w:r>
      <w:r>
        <w:t>’</w:t>
      </w:r>
      <w:r w:rsidR="00530790" w:rsidRPr="005D5566">
        <w:t>est si cruel de savoir que vous ne croyez pas en Dieu</w:t>
      </w:r>
      <w:r>
        <w:t xml:space="preserve">… </w:t>
      </w:r>
      <w:r w:rsidR="00530790" w:rsidRPr="005D5566">
        <w:t>Enfin</w:t>
      </w:r>
      <w:r>
        <w:t xml:space="preserve">, </w:t>
      </w:r>
      <w:r w:rsidR="00530790" w:rsidRPr="005D5566">
        <w:t>il n</w:t>
      </w:r>
      <w:r>
        <w:t>’</w:t>
      </w:r>
      <w:r w:rsidR="00530790" w:rsidRPr="005D5566">
        <w:t xml:space="preserve">y </w:t>
      </w:r>
      <w:r w:rsidR="00530790" w:rsidRPr="005D5566">
        <w:rPr>
          <w:bCs/>
        </w:rPr>
        <w:t xml:space="preserve">a </w:t>
      </w:r>
      <w:r w:rsidR="00530790" w:rsidRPr="005D5566">
        <w:t xml:space="preserve">rien </w:t>
      </w:r>
      <w:r w:rsidR="00530790" w:rsidRPr="005D5566">
        <w:rPr>
          <w:bCs/>
        </w:rPr>
        <w:t xml:space="preserve">à </w:t>
      </w:r>
      <w:r w:rsidR="00530790" w:rsidRPr="005D5566">
        <w:t>faire</w:t>
      </w:r>
      <w:r>
        <w:t xml:space="preserve"> ! </w:t>
      </w:r>
      <w:r w:rsidR="00530790" w:rsidRPr="005D5566">
        <w:rPr>
          <w:bCs/>
        </w:rPr>
        <w:t xml:space="preserve">Mais </w:t>
      </w:r>
      <w:r w:rsidR="00530790" w:rsidRPr="005D5566">
        <w:t>je le vois et je le sais</w:t>
      </w:r>
      <w:r>
        <w:t xml:space="preserve">, </w:t>
      </w:r>
      <w:r w:rsidR="00530790" w:rsidRPr="005D5566">
        <w:t>vous êtes de braves gens</w:t>
      </w:r>
      <w:r>
        <w:t xml:space="preserve"> ! </w:t>
      </w:r>
      <w:r w:rsidR="00530790" w:rsidRPr="005D5566">
        <w:t>Vous vous êtes condamnés à une vie pénible pour servir le peuple</w:t>
      </w:r>
      <w:r>
        <w:t xml:space="preserve">, </w:t>
      </w:r>
      <w:r w:rsidR="00530790" w:rsidRPr="005D5566">
        <w:t>pour propager la vérité</w:t>
      </w:r>
      <w:r>
        <w:t xml:space="preserve">… </w:t>
      </w:r>
      <w:r w:rsidR="00530790" w:rsidRPr="005D5566">
        <w:t>J</w:t>
      </w:r>
      <w:r>
        <w:t>’</w:t>
      </w:r>
      <w:r w:rsidR="00530790" w:rsidRPr="005D5566">
        <w:t>ai aussi compris votre vérité</w:t>
      </w:r>
      <w:r>
        <w:t xml:space="preserve"> : </w:t>
      </w:r>
      <w:r w:rsidR="00530790" w:rsidRPr="005D5566">
        <w:t>tant qu</w:t>
      </w:r>
      <w:r>
        <w:t>’</w:t>
      </w:r>
      <w:r w:rsidR="00530790" w:rsidRPr="005D5566">
        <w:t>il y aura des riches</w:t>
      </w:r>
      <w:r>
        <w:t xml:space="preserve">, </w:t>
      </w:r>
      <w:r w:rsidR="00530790" w:rsidRPr="005D5566">
        <w:t>des puissants</w:t>
      </w:r>
      <w:r>
        <w:t xml:space="preserve">, </w:t>
      </w:r>
      <w:r w:rsidR="00530790" w:rsidRPr="005D5566">
        <w:t>le peuple n</w:t>
      </w:r>
      <w:r>
        <w:t>’</w:t>
      </w:r>
      <w:r w:rsidR="00530790" w:rsidRPr="005D5566">
        <w:t>obtiendra ni justice</w:t>
      </w:r>
      <w:r>
        <w:t xml:space="preserve">, </w:t>
      </w:r>
      <w:r w:rsidR="00530790" w:rsidRPr="005D5566">
        <w:t>ni joie</w:t>
      </w:r>
      <w:r>
        <w:t xml:space="preserve">, </w:t>
      </w:r>
      <w:r w:rsidR="00530790" w:rsidRPr="005D5566">
        <w:t>ni rien</w:t>
      </w:r>
      <w:r>
        <w:t xml:space="preserve">… </w:t>
      </w:r>
      <w:r w:rsidR="00530790" w:rsidRPr="005D5566">
        <w:t>C</w:t>
      </w:r>
      <w:r>
        <w:t>’</w:t>
      </w:r>
      <w:r w:rsidR="00530790" w:rsidRPr="005D5566">
        <w:t>est comme ça</w:t>
      </w:r>
      <w:r>
        <w:t xml:space="preserve">, </w:t>
      </w:r>
      <w:r w:rsidR="00530790" w:rsidRPr="005D5566">
        <w:t>André</w:t>
      </w:r>
      <w:r>
        <w:t xml:space="preserve">… </w:t>
      </w:r>
      <w:r w:rsidR="00530790" w:rsidRPr="005D5566">
        <w:t xml:space="preserve">Je vis </w:t>
      </w:r>
      <w:r w:rsidR="00530790" w:rsidRPr="005D5566">
        <w:rPr>
          <w:bCs/>
        </w:rPr>
        <w:t xml:space="preserve">au </w:t>
      </w:r>
      <w:r w:rsidR="00530790" w:rsidRPr="005D5566">
        <w:t>milieu</w:t>
      </w:r>
      <w:r>
        <w:t xml:space="preserve">, </w:t>
      </w:r>
      <w:r w:rsidR="00530790" w:rsidRPr="005D5566">
        <w:rPr>
          <w:bCs/>
        </w:rPr>
        <w:t xml:space="preserve">de </w:t>
      </w:r>
      <w:r w:rsidR="00530790" w:rsidRPr="005D5566">
        <w:t>vous</w:t>
      </w:r>
      <w:r>
        <w:t xml:space="preserve">… </w:t>
      </w:r>
      <w:r w:rsidR="00530790" w:rsidRPr="005D5566">
        <w:t>Parfois</w:t>
      </w:r>
      <w:r>
        <w:t xml:space="preserve">, </w:t>
      </w:r>
      <w:r w:rsidR="00530790" w:rsidRPr="005D5566">
        <w:t>la nuit</w:t>
      </w:r>
      <w:r>
        <w:t xml:space="preserve">, </w:t>
      </w:r>
      <w:r w:rsidR="00530790" w:rsidRPr="005D5566">
        <w:t>je me remémore le passé</w:t>
      </w:r>
      <w:r>
        <w:t xml:space="preserve">, </w:t>
      </w:r>
      <w:r w:rsidR="00530790" w:rsidRPr="005D5566">
        <w:t xml:space="preserve">ma force foulée </w:t>
      </w:r>
      <w:r w:rsidR="00530790" w:rsidRPr="005D5566">
        <w:rPr>
          <w:bCs/>
        </w:rPr>
        <w:t xml:space="preserve">aux </w:t>
      </w:r>
      <w:r w:rsidR="00530790" w:rsidRPr="005D5566">
        <w:t>pieds</w:t>
      </w:r>
      <w:r>
        <w:t xml:space="preserve">, </w:t>
      </w:r>
      <w:r w:rsidR="00530790" w:rsidRPr="005D5566">
        <w:t>mon jeune cœur brisé</w:t>
      </w:r>
      <w:r>
        <w:t xml:space="preserve">… </w:t>
      </w:r>
      <w:r w:rsidR="00530790" w:rsidRPr="005D5566">
        <w:t>et j</w:t>
      </w:r>
      <w:r>
        <w:rPr>
          <w:bCs/>
        </w:rPr>
        <w:t>’</w:t>
      </w:r>
      <w:r w:rsidR="00530790" w:rsidRPr="005D5566">
        <w:rPr>
          <w:bCs/>
        </w:rPr>
        <w:t xml:space="preserve">ai </w:t>
      </w:r>
      <w:r w:rsidR="00530790" w:rsidRPr="005D5566">
        <w:t xml:space="preserve">amèrement pitié de </w:t>
      </w:r>
      <w:r w:rsidR="00530790" w:rsidRPr="005D5566">
        <w:rPr>
          <w:bCs/>
        </w:rPr>
        <w:t>moi-même</w:t>
      </w:r>
      <w:r>
        <w:rPr>
          <w:bCs/>
        </w:rPr>
        <w:t xml:space="preserve"> ! </w:t>
      </w:r>
      <w:r w:rsidR="00530790" w:rsidRPr="005D5566">
        <w:t xml:space="preserve">Mais </w:t>
      </w:r>
      <w:r w:rsidR="00530790" w:rsidRPr="005D5566">
        <w:rPr>
          <w:bCs/>
        </w:rPr>
        <w:t>pourtant</w:t>
      </w:r>
      <w:r>
        <w:rPr>
          <w:bCs/>
        </w:rPr>
        <w:t xml:space="preserve">, </w:t>
      </w:r>
      <w:r w:rsidR="00530790" w:rsidRPr="005D5566">
        <w:t xml:space="preserve">ma </w:t>
      </w:r>
      <w:r w:rsidR="00530790" w:rsidRPr="005D5566">
        <w:rPr>
          <w:bCs/>
        </w:rPr>
        <w:t xml:space="preserve">vie </w:t>
      </w:r>
      <w:r w:rsidR="00530790" w:rsidRPr="005D5566">
        <w:t>s</w:t>
      </w:r>
      <w:r>
        <w:t>’</w:t>
      </w:r>
      <w:r w:rsidR="00530790" w:rsidRPr="005D5566">
        <w:t xml:space="preserve">est </w:t>
      </w:r>
      <w:r w:rsidR="00530790" w:rsidRPr="005D5566">
        <w:rPr>
          <w:bCs/>
        </w:rPr>
        <w:t>améliorée</w:t>
      </w:r>
      <w:r>
        <w:rPr>
          <w:bCs/>
        </w:rPr>
        <w:t>.</w:t>
      </w:r>
    </w:p>
    <w:p w14:paraId="2DF35848" w14:textId="77777777" w:rsidR="001C0413" w:rsidRDefault="00530790" w:rsidP="001C0413">
      <w:pPr>
        <w:rPr>
          <w:szCs w:val="32"/>
        </w:rPr>
      </w:pPr>
      <w:r w:rsidRPr="005D5566">
        <w:rPr>
          <w:bCs/>
        </w:rPr>
        <w:t xml:space="preserve">Le </w:t>
      </w:r>
      <w:r w:rsidRPr="005D5566">
        <w:t xml:space="preserve">Petit-Russien se leva et </w:t>
      </w:r>
      <w:r w:rsidRPr="005D5566">
        <w:rPr>
          <w:bCs/>
        </w:rPr>
        <w:t xml:space="preserve">se mit </w:t>
      </w:r>
      <w:r w:rsidRPr="005D5566">
        <w:t>à aller et venir</w:t>
      </w:r>
      <w:r w:rsidR="001C0413">
        <w:t xml:space="preserve">, </w:t>
      </w:r>
      <w:r w:rsidRPr="005D5566">
        <w:rPr>
          <w:szCs w:val="32"/>
        </w:rPr>
        <w:t>en s</w:t>
      </w:r>
      <w:r w:rsidR="001C0413">
        <w:rPr>
          <w:szCs w:val="32"/>
        </w:rPr>
        <w:t>’</w:t>
      </w:r>
      <w:r w:rsidRPr="005D5566">
        <w:rPr>
          <w:szCs w:val="32"/>
        </w:rPr>
        <w:t>efforçant de ne pas traîner les pieds</w:t>
      </w:r>
      <w:r w:rsidR="001C0413">
        <w:rPr>
          <w:szCs w:val="32"/>
        </w:rPr>
        <w:t xml:space="preserve"> ; </w:t>
      </w:r>
      <w:r w:rsidRPr="005D5566">
        <w:rPr>
          <w:szCs w:val="32"/>
        </w:rPr>
        <w:t>il était pensif</w:t>
      </w:r>
      <w:r w:rsidR="001C0413">
        <w:rPr>
          <w:szCs w:val="32"/>
        </w:rPr>
        <w:t>.</w:t>
      </w:r>
    </w:p>
    <w:p w14:paraId="57D584E3" w14:textId="77777777" w:rsidR="001C0413" w:rsidRDefault="001C0413" w:rsidP="001C0413">
      <w:r>
        <w:t>— </w:t>
      </w:r>
      <w:r w:rsidR="00530790" w:rsidRPr="005D5566">
        <w:t>C</w:t>
      </w:r>
      <w:r>
        <w:t>’</w:t>
      </w:r>
      <w:r w:rsidR="00530790" w:rsidRPr="005D5566">
        <w:t>est vrai</w:t>
      </w:r>
      <w:r>
        <w:t xml:space="preserve">, </w:t>
      </w:r>
      <w:r w:rsidR="00530790" w:rsidRPr="005D5566">
        <w:t>ce que vous dites</w:t>
      </w:r>
      <w:r>
        <w:t xml:space="preserve"> ! </w:t>
      </w:r>
      <w:r w:rsidR="00530790" w:rsidRPr="005D5566">
        <w:t>s</w:t>
      </w:r>
      <w:r>
        <w:t>’</w:t>
      </w:r>
      <w:r w:rsidR="00530790" w:rsidRPr="005D5566">
        <w:t>exclama-t-il</w:t>
      </w:r>
      <w:r>
        <w:t xml:space="preserve">. </w:t>
      </w:r>
      <w:r w:rsidR="00530790" w:rsidRPr="005D5566">
        <w:t>C</w:t>
      </w:r>
      <w:r>
        <w:t>’</w:t>
      </w:r>
      <w:r w:rsidR="00530790" w:rsidRPr="005D5566">
        <w:t>est vrai</w:t>
      </w:r>
      <w:r>
        <w:t xml:space="preserve"> ! </w:t>
      </w:r>
      <w:r w:rsidR="00530790" w:rsidRPr="005D5566">
        <w:t>Il y avait à Kertch un jeune Juif qui écrivait des vers</w:t>
      </w:r>
      <w:r>
        <w:t xml:space="preserve">, </w:t>
      </w:r>
      <w:r w:rsidR="00530790" w:rsidRPr="005D5566">
        <w:t>et voici ce qu</w:t>
      </w:r>
      <w:r>
        <w:t>’</w:t>
      </w:r>
      <w:r w:rsidR="00530790" w:rsidRPr="005D5566">
        <w:t>il a composé un jour</w:t>
      </w:r>
      <w:r>
        <w:t> :</w:t>
      </w:r>
    </w:p>
    <w:p w14:paraId="6D7254C8" w14:textId="6B8E9420" w:rsidR="00530790" w:rsidRPr="001C0413" w:rsidRDefault="00530790" w:rsidP="001C0413">
      <w:pPr>
        <w:ind w:firstLine="0"/>
        <w:jc w:val="center"/>
        <w:rPr>
          <w:bCs/>
          <w:i/>
          <w:iCs/>
        </w:rPr>
      </w:pPr>
      <w:r w:rsidRPr="001C0413">
        <w:rPr>
          <w:i/>
          <w:iCs/>
        </w:rPr>
        <w:t xml:space="preserve">Et </w:t>
      </w:r>
      <w:r w:rsidRPr="001C0413">
        <w:rPr>
          <w:bCs/>
          <w:i/>
          <w:iCs/>
        </w:rPr>
        <w:t>les innocents mis à mort</w:t>
      </w:r>
    </w:p>
    <w:p w14:paraId="06B87A2A" w14:textId="77777777" w:rsidR="001C0413" w:rsidRDefault="00530790" w:rsidP="001C0413">
      <w:pPr>
        <w:ind w:firstLine="0"/>
        <w:jc w:val="center"/>
        <w:rPr>
          <w:bCs/>
          <w:i/>
          <w:iCs/>
        </w:rPr>
      </w:pPr>
      <w:r w:rsidRPr="001C0413">
        <w:rPr>
          <w:bCs/>
          <w:i/>
          <w:iCs/>
        </w:rPr>
        <w:t>Seront ressuscités par la force de la vérité</w:t>
      </w:r>
      <w:r w:rsidR="001C0413">
        <w:rPr>
          <w:bCs/>
          <w:i/>
          <w:iCs/>
        </w:rPr>
        <w:t>…</w:t>
      </w:r>
    </w:p>
    <w:p w14:paraId="429E831B" w14:textId="77777777" w:rsidR="001C0413" w:rsidRDefault="00530790" w:rsidP="001C0413">
      <w:r w:rsidRPr="005D5566">
        <w:t>Il fut lui-même assassiné par la police</w:t>
      </w:r>
      <w:r w:rsidR="001C0413">
        <w:t xml:space="preserve">, </w:t>
      </w:r>
      <w:r w:rsidRPr="005D5566">
        <w:t>là-bas</w:t>
      </w:r>
      <w:r w:rsidR="001C0413">
        <w:t xml:space="preserve">, </w:t>
      </w:r>
      <w:r w:rsidRPr="005D5566">
        <w:t>à Kertch</w:t>
      </w:r>
      <w:r w:rsidR="001C0413">
        <w:t xml:space="preserve">, </w:t>
      </w:r>
      <w:r w:rsidRPr="005D5566">
        <w:t>mais cela n</w:t>
      </w:r>
      <w:r w:rsidR="001C0413">
        <w:t>’</w:t>
      </w:r>
      <w:r w:rsidRPr="005D5566">
        <w:t>a pas d</w:t>
      </w:r>
      <w:r w:rsidR="001C0413">
        <w:t>’</w:t>
      </w:r>
      <w:r w:rsidRPr="005D5566">
        <w:t>importance</w:t>
      </w:r>
      <w:r w:rsidR="001C0413">
        <w:t xml:space="preserve">. </w:t>
      </w:r>
      <w:r w:rsidRPr="005D5566">
        <w:t>Il connaissait la vérité et l</w:t>
      </w:r>
      <w:r w:rsidR="001C0413">
        <w:t>’</w:t>
      </w:r>
      <w:r w:rsidRPr="005D5566">
        <w:t>a semée dans le cœur des hommes</w:t>
      </w:r>
      <w:r w:rsidR="001C0413">
        <w:t xml:space="preserve">… </w:t>
      </w:r>
      <w:r w:rsidRPr="005D5566">
        <w:t>Vous aussi</w:t>
      </w:r>
      <w:r w:rsidR="001C0413">
        <w:t xml:space="preserve">, </w:t>
      </w:r>
      <w:r w:rsidRPr="005D5566">
        <w:t>vous êtes une créature innocente mise à mort</w:t>
      </w:r>
      <w:r w:rsidR="001C0413">
        <w:t xml:space="preserve">… </w:t>
      </w:r>
      <w:r w:rsidRPr="005D5566">
        <w:t>Il s</w:t>
      </w:r>
      <w:r w:rsidR="001C0413">
        <w:t>’</w:t>
      </w:r>
      <w:r w:rsidRPr="005D5566">
        <w:t>est bien exprimé</w:t>
      </w:r>
      <w:r w:rsidR="001C0413">
        <w:t>…</w:t>
      </w:r>
    </w:p>
    <w:p w14:paraId="0444C00D" w14:textId="77777777" w:rsidR="001C0413" w:rsidRDefault="001C0413" w:rsidP="001C0413">
      <w:r>
        <w:lastRenderedPageBreak/>
        <w:t>— </w:t>
      </w:r>
      <w:r w:rsidR="00530790" w:rsidRPr="005D5566">
        <w:t>Je parle</w:t>
      </w:r>
      <w:r>
        <w:t xml:space="preserve">, </w:t>
      </w:r>
      <w:r w:rsidR="00530790" w:rsidRPr="005D5566">
        <w:t>je parle</w:t>
      </w:r>
      <w:r>
        <w:t xml:space="preserve">, </w:t>
      </w:r>
      <w:r w:rsidR="00530790" w:rsidRPr="005D5566">
        <w:t>et je m</w:t>
      </w:r>
      <w:r>
        <w:t>’</w:t>
      </w:r>
      <w:r w:rsidR="00530790" w:rsidRPr="005D5566">
        <w:t>écoute moi-même</w:t>
      </w:r>
      <w:r>
        <w:t xml:space="preserve">, </w:t>
      </w:r>
      <w:r w:rsidR="00530790" w:rsidRPr="005D5566">
        <w:t>et je n</w:t>
      </w:r>
      <w:r>
        <w:t>’</w:t>
      </w:r>
      <w:r w:rsidR="00530790" w:rsidRPr="005D5566">
        <w:t>en crois pas mes oreilles</w:t>
      </w:r>
      <w:r>
        <w:t xml:space="preserve">, </w:t>
      </w:r>
      <w:r w:rsidR="00530790" w:rsidRPr="005D5566">
        <w:t>continua-t-elle</w:t>
      </w:r>
      <w:r>
        <w:t xml:space="preserve">. </w:t>
      </w:r>
      <w:r w:rsidR="00530790" w:rsidRPr="005D5566">
        <w:t>Je me suis tue toute ma vie</w:t>
      </w:r>
      <w:r>
        <w:t xml:space="preserve">, </w:t>
      </w:r>
      <w:r w:rsidR="00530790" w:rsidRPr="005D5566">
        <w:t>je ne pensais qu</w:t>
      </w:r>
      <w:r>
        <w:t>’</w:t>
      </w:r>
      <w:r w:rsidR="00530790" w:rsidRPr="005D5566">
        <w:t>à une chose</w:t>
      </w:r>
      <w:r>
        <w:t xml:space="preserve"> : </w:t>
      </w:r>
      <w:r w:rsidR="00530790" w:rsidRPr="005D5566">
        <w:t>à éviter pour ainsi dire la journée</w:t>
      </w:r>
      <w:r>
        <w:t xml:space="preserve">, </w:t>
      </w:r>
      <w:r w:rsidR="00530790" w:rsidRPr="005D5566">
        <w:t>à la vivre sans qu</w:t>
      </w:r>
      <w:r>
        <w:t>’</w:t>
      </w:r>
      <w:r w:rsidR="00530790" w:rsidRPr="005D5566">
        <w:t>on m</w:t>
      </w:r>
      <w:r>
        <w:t>’</w:t>
      </w:r>
      <w:r w:rsidR="00530790" w:rsidRPr="005D5566">
        <w:t>aperçoive</w:t>
      </w:r>
      <w:r>
        <w:t xml:space="preserve">, </w:t>
      </w:r>
      <w:r w:rsidR="00530790" w:rsidRPr="005D5566">
        <w:t>pour qu</w:t>
      </w:r>
      <w:r>
        <w:t>’</w:t>
      </w:r>
      <w:r w:rsidR="00530790" w:rsidRPr="005D5566">
        <w:t>on m</w:t>
      </w:r>
      <w:r>
        <w:t>’</w:t>
      </w:r>
      <w:r w:rsidR="00530790" w:rsidRPr="005D5566">
        <w:t>ignore</w:t>
      </w:r>
      <w:r>
        <w:t xml:space="preserve">… </w:t>
      </w:r>
      <w:r w:rsidR="00530790" w:rsidRPr="005D5566">
        <w:t>Et maintenant je pense à tous</w:t>
      </w:r>
      <w:r>
        <w:t xml:space="preserve">… </w:t>
      </w:r>
      <w:r w:rsidR="00530790" w:rsidRPr="005D5566">
        <w:t>je ne comprends peut-être pas très bien vos affaires</w:t>
      </w:r>
      <w:r>
        <w:t xml:space="preserve">… </w:t>
      </w:r>
      <w:r w:rsidR="00530790" w:rsidRPr="005D5566">
        <w:t>mais tout le monde m</w:t>
      </w:r>
      <w:r>
        <w:t>’</w:t>
      </w:r>
      <w:r w:rsidR="00530790" w:rsidRPr="005D5566">
        <w:t>est proche</w:t>
      </w:r>
      <w:r>
        <w:t xml:space="preserve">, </w:t>
      </w:r>
      <w:r w:rsidR="00530790" w:rsidRPr="005D5566">
        <w:t>j</w:t>
      </w:r>
      <w:r>
        <w:t>’</w:t>
      </w:r>
      <w:r w:rsidR="00530790" w:rsidRPr="005D5566">
        <w:t>ai pitié de tous et souhaite le bonheur de tous</w:t>
      </w:r>
      <w:r>
        <w:t xml:space="preserve">… </w:t>
      </w:r>
      <w:r w:rsidR="00530790" w:rsidRPr="005D5566">
        <w:t>le vôtre surtout</w:t>
      </w:r>
      <w:r>
        <w:t xml:space="preserve">, </w:t>
      </w:r>
      <w:r w:rsidR="00530790" w:rsidRPr="005D5566">
        <w:t>mon cher André</w:t>
      </w:r>
      <w:r>
        <w:t> !</w:t>
      </w:r>
    </w:p>
    <w:p w14:paraId="76165798" w14:textId="77777777" w:rsidR="001C0413" w:rsidRDefault="00530790" w:rsidP="001C0413">
      <w:r w:rsidRPr="005D5566">
        <w:t>Il s</w:t>
      </w:r>
      <w:r w:rsidR="001C0413">
        <w:t>’</w:t>
      </w:r>
      <w:r w:rsidRPr="005D5566">
        <w:t>approcha d</w:t>
      </w:r>
      <w:r w:rsidR="001C0413">
        <w:t>’</w:t>
      </w:r>
      <w:r w:rsidRPr="005D5566">
        <w:t>elle et dit</w:t>
      </w:r>
      <w:r w:rsidR="001C0413">
        <w:t> :</w:t>
      </w:r>
    </w:p>
    <w:p w14:paraId="66011441" w14:textId="77777777" w:rsidR="001C0413" w:rsidRDefault="001C0413" w:rsidP="001C0413">
      <w:r>
        <w:t>— </w:t>
      </w:r>
      <w:r w:rsidR="00530790" w:rsidRPr="005D5566">
        <w:t>Merci</w:t>
      </w:r>
      <w:r>
        <w:t xml:space="preserve">, </w:t>
      </w:r>
      <w:r w:rsidR="00530790" w:rsidRPr="005D5566">
        <w:t>ne parlons plus de moi</w:t>
      </w:r>
      <w:r>
        <w:t>.</w:t>
      </w:r>
    </w:p>
    <w:p w14:paraId="1EB53C25" w14:textId="77777777" w:rsidR="001C0413" w:rsidRDefault="00530790" w:rsidP="001C0413">
      <w:r w:rsidRPr="005D5566">
        <w:t>Et prenant la main de la mère entre les siennes</w:t>
      </w:r>
      <w:r w:rsidR="001C0413">
        <w:t xml:space="preserve">, </w:t>
      </w:r>
      <w:r w:rsidRPr="005D5566">
        <w:t>il la serra avec vigueur</w:t>
      </w:r>
      <w:r w:rsidR="001C0413">
        <w:t xml:space="preserve">, </w:t>
      </w:r>
      <w:r w:rsidRPr="005D5566">
        <w:t>la secoua et se détourna vivement</w:t>
      </w:r>
      <w:r w:rsidR="001C0413">
        <w:t xml:space="preserve">. </w:t>
      </w:r>
      <w:r w:rsidRPr="005D5566">
        <w:t>Fatiguée par l</w:t>
      </w:r>
      <w:r w:rsidR="001C0413">
        <w:t>’</w:t>
      </w:r>
      <w:r w:rsidRPr="005D5566">
        <w:t>émotion</w:t>
      </w:r>
      <w:r w:rsidR="001C0413">
        <w:t xml:space="preserve">, </w:t>
      </w:r>
      <w:r w:rsidRPr="005D5566">
        <w:t>Pélaguée lavait la vaisselle sans se hâter</w:t>
      </w:r>
      <w:r w:rsidR="001C0413">
        <w:t xml:space="preserve">, </w:t>
      </w:r>
      <w:r w:rsidRPr="005D5566">
        <w:t>gardant le silence</w:t>
      </w:r>
      <w:r w:rsidR="001C0413">
        <w:t xml:space="preserve"> ; </w:t>
      </w:r>
      <w:r w:rsidRPr="005D5566">
        <w:t>un sentiment de vaillance lui réchauffait le cœur</w:t>
      </w:r>
      <w:r w:rsidR="001C0413">
        <w:t>.</w:t>
      </w:r>
    </w:p>
    <w:p w14:paraId="589BD17E" w14:textId="77777777" w:rsidR="001C0413" w:rsidRDefault="00530790" w:rsidP="001C0413">
      <w:r w:rsidRPr="005D5566">
        <w:t>Tout en marchant à grands pas</w:t>
      </w:r>
      <w:r w:rsidR="001C0413">
        <w:t xml:space="preserve">, </w:t>
      </w:r>
      <w:r w:rsidRPr="005D5566">
        <w:t>le Petit-Russien lui dit</w:t>
      </w:r>
      <w:r w:rsidR="001C0413">
        <w:t> :</w:t>
      </w:r>
    </w:p>
    <w:p w14:paraId="3722746C" w14:textId="77777777" w:rsidR="001C0413" w:rsidRDefault="001C0413" w:rsidP="001C0413">
      <w:r>
        <w:t>— </w:t>
      </w:r>
      <w:r w:rsidR="00530790" w:rsidRPr="005D5566">
        <w:t>Petite mère</w:t>
      </w:r>
      <w:r>
        <w:t xml:space="preserve">, </w:t>
      </w:r>
      <w:r w:rsidR="00530790" w:rsidRPr="005D5566">
        <w:t>vous devriez bien</w:t>
      </w:r>
      <w:r>
        <w:t xml:space="preserve">, </w:t>
      </w:r>
      <w:r w:rsidR="00530790" w:rsidRPr="005D5566">
        <w:t>tâcher d</w:t>
      </w:r>
      <w:r>
        <w:t>’</w:t>
      </w:r>
      <w:r w:rsidR="00530790" w:rsidRPr="005D5566">
        <w:t>adoucir Vessoftchikov</w:t>
      </w:r>
      <w:r>
        <w:t xml:space="preserve"> ! </w:t>
      </w:r>
      <w:r w:rsidR="00530790" w:rsidRPr="005D5566">
        <w:t>Son père est dans la même prison que lui</w:t>
      </w:r>
      <w:r>
        <w:t xml:space="preserve">, </w:t>
      </w:r>
      <w:r w:rsidR="00530790" w:rsidRPr="005D5566">
        <w:t>c</w:t>
      </w:r>
      <w:r>
        <w:t>’</w:t>
      </w:r>
      <w:r w:rsidR="00530790" w:rsidRPr="005D5566">
        <w:t>est un repoussant petit vieux</w:t>
      </w:r>
      <w:r>
        <w:t xml:space="preserve">. </w:t>
      </w:r>
      <w:r w:rsidR="00530790" w:rsidRPr="005D5566">
        <w:t>Quand le fils le voit par la fenêtre</w:t>
      </w:r>
      <w:r>
        <w:t xml:space="preserve">, </w:t>
      </w:r>
      <w:r w:rsidR="00530790" w:rsidRPr="005D5566">
        <w:t>il l</w:t>
      </w:r>
      <w:r>
        <w:t>’</w:t>
      </w:r>
      <w:r w:rsidR="00530790" w:rsidRPr="005D5566">
        <w:t>injurie</w:t>
      </w:r>
      <w:r>
        <w:t xml:space="preserve">. </w:t>
      </w:r>
      <w:r w:rsidR="00530790" w:rsidRPr="005D5566">
        <w:t>Ce n</w:t>
      </w:r>
      <w:r>
        <w:t>’</w:t>
      </w:r>
      <w:r w:rsidR="00530790" w:rsidRPr="005D5566">
        <w:t>est pas bien</w:t>
      </w:r>
      <w:r>
        <w:t xml:space="preserve"> ! </w:t>
      </w:r>
      <w:r w:rsidR="00530790" w:rsidRPr="005D5566">
        <w:t>Le jeune homme est bon</w:t>
      </w:r>
      <w:r>
        <w:t xml:space="preserve">, </w:t>
      </w:r>
      <w:r w:rsidR="00530790" w:rsidRPr="005D5566">
        <w:t>il aime les chiens</w:t>
      </w:r>
      <w:r>
        <w:t xml:space="preserve">, </w:t>
      </w:r>
      <w:r w:rsidR="00530790" w:rsidRPr="005D5566">
        <w:t>les souris</w:t>
      </w:r>
      <w:r>
        <w:t xml:space="preserve">, </w:t>
      </w:r>
      <w:r w:rsidR="00530790" w:rsidRPr="005D5566">
        <w:t>et toutes les créatures</w:t>
      </w:r>
      <w:r>
        <w:t xml:space="preserve">, </w:t>
      </w:r>
      <w:r w:rsidR="00530790" w:rsidRPr="005D5566">
        <w:t>excepté les gens</w:t>
      </w:r>
      <w:r>
        <w:t xml:space="preserve"> ! </w:t>
      </w:r>
      <w:r w:rsidR="00530790" w:rsidRPr="005D5566">
        <w:t>Et voilà jusqu</w:t>
      </w:r>
      <w:r>
        <w:t>’</w:t>
      </w:r>
      <w:r w:rsidR="00530790" w:rsidRPr="005D5566">
        <w:t>à quel point on peut corrompre un homme</w:t>
      </w:r>
      <w:r>
        <w:t> !</w:t>
      </w:r>
    </w:p>
    <w:p w14:paraId="0866D1CE" w14:textId="77777777" w:rsidR="001C0413" w:rsidRDefault="001C0413" w:rsidP="001C0413">
      <w:r>
        <w:t>— </w:t>
      </w:r>
      <w:r w:rsidR="00530790" w:rsidRPr="005D5566">
        <w:t>Sa mère a disparu sans laisser de traces</w:t>
      </w:r>
      <w:r>
        <w:t xml:space="preserve"> ; </w:t>
      </w:r>
      <w:r w:rsidR="00530790" w:rsidRPr="005D5566">
        <w:t>son père est un voleur et un ivrogne</w:t>
      </w:r>
      <w:r>
        <w:t xml:space="preserve">, </w:t>
      </w:r>
      <w:r w:rsidR="00530790" w:rsidRPr="005D5566">
        <w:t>dit Pélaguée d</w:t>
      </w:r>
      <w:r>
        <w:t>’</w:t>
      </w:r>
      <w:r w:rsidR="00530790" w:rsidRPr="005D5566">
        <w:t>un ton pensif</w:t>
      </w:r>
      <w:r>
        <w:t>.</w:t>
      </w:r>
    </w:p>
    <w:p w14:paraId="60807EAA" w14:textId="77777777" w:rsidR="001C0413" w:rsidRDefault="00530790" w:rsidP="001C0413">
      <w:r w:rsidRPr="005D5566">
        <w:t>Lorsque André alla se coucher</w:t>
      </w:r>
      <w:r w:rsidR="001C0413">
        <w:t xml:space="preserve">, </w:t>
      </w:r>
      <w:r w:rsidRPr="005D5566">
        <w:t>elle traça un signe de croix sur sa poitrine sans qu</w:t>
      </w:r>
      <w:r w:rsidR="001C0413">
        <w:t>’</w:t>
      </w:r>
      <w:r w:rsidRPr="005D5566">
        <w:t>il s</w:t>
      </w:r>
      <w:r w:rsidR="001C0413">
        <w:t>’</w:t>
      </w:r>
      <w:r w:rsidRPr="005D5566">
        <w:t>en aperçût</w:t>
      </w:r>
      <w:r w:rsidR="001C0413">
        <w:t xml:space="preserve"> ; </w:t>
      </w:r>
      <w:r w:rsidRPr="005D5566">
        <w:t>une demi-heure après</w:t>
      </w:r>
      <w:r w:rsidR="001C0413">
        <w:t xml:space="preserve">, </w:t>
      </w:r>
      <w:r w:rsidRPr="005D5566">
        <w:t>elle demanda à mi-voix</w:t>
      </w:r>
      <w:r w:rsidR="001C0413">
        <w:t> :</w:t>
      </w:r>
    </w:p>
    <w:p w14:paraId="5083A3A0" w14:textId="77777777" w:rsidR="001C0413" w:rsidRDefault="001C0413" w:rsidP="001C0413">
      <w:r>
        <w:t>— </w:t>
      </w:r>
      <w:r w:rsidR="00530790" w:rsidRPr="005D5566">
        <w:t>Vous ne dormez pas</w:t>
      </w:r>
      <w:r>
        <w:t xml:space="preserve">, </w:t>
      </w:r>
      <w:r w:rsidR="00530790" w:rsidRPr="005D5566">
        <w:t>André</w:t>
      </w:r>
      <w:r>
        <w:t> ?</w:t>
      </w:r>
    </w:p>
    <w:p w14:paraId="76060FD3" w14:textId="77777777" w:rsidR="001C0413" w:rsidRDefault="001C0413" w:rsidP="001C0413">
      <w:r>
        <w:lastRenderedPageBreak/>
        <w:t>— </w:t>
      </w:r>
      <w:r w:rsidR="00530790" w:rsidRPr="005D5566">
        <w:t>Non</w:t>
      </w:r>
      <w:r>
        <w:t xml:space="preserve">… </w:t>
      </w:r>
      <w:r w:rsidR="00530790" w:rsidRPr="005D5566">
        <w:t>pourquoi</w:t>
      </w:r>
      <w:r>
        <w:t> ?</w:t>
      </w:r>
    </w:p>
    <w:p w14:paraId="6F58488B" w14:textId="77777777" w:rsidR="001C0413" w:rsidRDefault="001C0413" w:rsidP="001C0413">
      <w:r>
        <w:t>— </w:t>
      </w:r>
      <w:r w:rsidR="00530790" w:rsidRPr="005D5566">
        <w:t>Rien</w:t>
      </w:r>
      <w:r>
        <w:t xml:space="preserve">… </w:t>
      </w:r>
      <w:r w:rsidR="00530790" w:rsidRPr="005D5566">
        <w:t>Bonne nuit</w:t>
      </w:r>
      <w:r>
        <w:t> !</w:t>
      </w:r>
    </w:p>
    <w:p w14:paraId="4BCCE315" w14:textId="77777777" w:rsidR="001C0413" w:rsidRDefault="001C0413" w:rsidP="001C0413">
      <w:r>
        <w:t>— </w:t>
      </w:r>
      <w:r w:rsidR="00530790" w:rsidRPr="005D5566">
        <w:t>Merci</w:t>
      </w:r>
      <w:r>
        <w:t xml:space="preserve">, </w:t>
      </w:r>
      <w:r w:rsidR="00530790" w:rsidRPr="005D5566">
        <w:t>merci</w:t>
      </w:r>
      <w:r>
        <w:t xml:space="preserve">, </w:t>
      </w:r>
      <w:r w:rsidR="00530790" w:rsidRPr="005D5566">
        <w:t>répondit-il avec reconnaissance</w:t>
      </w:r>
      <w:r>
        <w:t>.</w:t>
      </w:r>
    </w:p>
    <w:p w14:paraId="42A5AFD5" w14:textId="28E3F223" w:rsidR="00530790" w:rsidRPr="003B37B8" w:rsidRDefault="00530790" w:rsidP="001C0413">
      <w:pPr>
        <w:pStyle w:val="Titre2"/>
        <w:rPr>
          <w:szCs w:val="44"/>
        </w:rPr>
      </w:pPr>
      <w:bookmarkStart w:id="18" w:name="_Toc202279539"/>
      <w:r w:rsidRPr="003B37B8">
        <w:rPr>
          <w:szCs w:val="44"/>
        </w:rPr>
        <w:lastRenderedPageBreak/>
        <w:t>XVII</w:t>
      </w:r>
      <w:bookmarkEnd w:id="18"/>
      <w:r w:rsidRPr="003B37B8">
        <w:rPr>
          <w:szCs w:val="44"/>
        </w:rPr>
        <w:br/>
      </w:r>
    </w:p>
    <w:p w14:paraId="7EFB6B69" w14:textId="77777777" w:rsidR="001C0413" w:rsidRDefault="00530790" w:rsidP="001C0413">
      <w:r w:rsidRPr="005D5566">
        <w:t>Lorsque</w:t>
      </w:r>
      <w:r w:rsidR="001C0413">
        <w:t xml:space="preserve">, </w:t>
      </w:r>
      <w:r w:rsidRPr="005D5566">
        <w:t>le lendemain</w:t>
      </w:r>
      <w:r w:rsidR="001C0413">
        <w:t xml:space="preserve">, </w:t>
      </w:r>
      <w:r w:rsidRPr="005D5566">
        <w:t>la mère arriva à la porte de la fabrique</w:t>
      </w:r>
      <w:r w:rsidR="001C0413">
        <w:t xml:space="preserve">, </w:t>
      </w:r>
      <w:r w:rsidRPr="005D5566">
        <w:t>chargée de son fardeau</w:t>
      </w:r>
      <w:r w:rsidR="001C0413">
        <w:t xml:space="preserve">, </w:t>
      </w:r>
      <w:r w:rsidRPr="005D5566">
        <w:t>les gardiens l</w:t>
      </w:r>
      <w:r w:rsidR="001C0413">
        <w:t>’</w:t>
      </w:r>
      <w:r w:rsidRPr="005D5566">
        <w:t>arrêtèrent avec rudesse</w:t>
      </w:r>
      <w:r w:rsidR="001C0413">
        <w:t xml:space="preserve">, </w:t>
      </w:r>
      <w:r w:rsidRPr="005D5566">
        <w:t>lui ordonnèrent de poser ses pots à terre et l</w:t>
      </w:r>
      <w:r w:rsidR="001C0413">
        <w:t>’</w:t>
      </w:r>
      <w:r w:rsidRPr="005D5566">
        <w:t>examinèrent soigneusement</w:t>
      </w:r>
      <w:r w:rsidR="001C0413">
        <w:t>.</w:t>
      </w:r>
    </w:p>
    <w:p w14:paraId="5FB2ED40" w14:textId="77777777" w:rsidR="001C0413" w:rsidRDefault="001C0413" w:rsidP="001C0413">
      <w:r>
        <w:t>— </w:t>
      </w:r>
      <w:r w:rsidR="00530790" w:rsidRPr="005D5566">
        <w:t>La soupe va se refroidir</w:t>
      </w:r>
      <w:r>
        <w:t xml:space="preserve"> ! </w:t>
      </w:r>
      <w:r w:rsidR="00530790" w:rsidRPr="005D5566">
        <w:t>dit-elle d</w:t>
      </w:r>
      <w:r>
        <w:t>’</w:t>
      </w:r>
      <w:r w:rsidR="00530790" w:rsidRPr="005D5566">
        <w:t>un ton calme</w:t>
      </w:r>
      <w:r>
        <w:t xml:space="preserve">, </w:t>
      </w:r>
      <w:r w:rsidR="00530790" w:rsidRPr="005D5566">
        <w:t>tandis qu</w:t>
      </w:r>
      <w:r>
        <w:t>’</w:t>
      </w:r>
      <w:r w:rsidR="00530790" w:rsidRPr="005D5566">
        <w:t>ils la fouillaient sans gêne</w:t>
      </w:r>
      <w:r>
        <w:t>.</w:t>
      </w:r>
    </w:p>
    <w:p w14:paraId="567B05A3" w14:textId="77777777" w:rsidR="001C0413" w:rsidRDefault="001C0413" w:rsidP="001C0413">
      <w:r>
        <w:t>— </w:t>
      </w:r>
      <w:r w:rsidR="00530790" w:rsidRPr="005D5566">
        <w:t>Tais-toi</w:t>
      </w:r>
      <w:r>
        <w:t xml:space="preserve"> ! </w:t>
      </w:r>
      <w:r w:rsidR="00530790" w:rsidRPr="005D5566">
        <w:t>répliqua l</w:t>
      </w:r>
      <w:r>
        <w:t>’</w:t>
      </w:r>
      <w:r w:rsidR="00530790" w:rsidRPr="005D5566">
        <w:t>un des hommes d</w:t>
      </w:r>
      <w:r>
        <w:t>’</w:t>
      </w:r>
      <w:r w:rsidR="00530790" w:rsidRPr="005D5566">
        <w:t>une voix rébarbative</w:t>
      </w:r>
      <w:r>
        <w:t>.</w:t>
      </w:r>
    </w:p>
    <w:p w14:paraId="7842B686" w14:textId="77777777" w:rsidR="001C0413" w:rsidRDefault="00530790" w:rsidP="001C0413">
      <w:r w:rsidRPr="005D5566">
        <w:t>L</w:t>
      </w:r>
      <w:r w:rsidR="001C0413">
        <w:t>’</w:t>
      </w:r>
      <w:r w:rsidRPr="005D5566">
        <w:t>autre ajouta avec conviction en le poussant légèrement à l</w:t>
      </w:r>
      <w:r w:rsidR="001C0413">
        <w:t>’</w:t>
      </w:r>
      <w:r w:rsidRPr="005D5566">
        <w:t>épaule</w:t>
      </w:r>
      <w:r w:rsidR="001C0413">
        <w:t> :</w:t>
      </w:r>
    </w:p>
    <w:p w14:paraId="5759C94B" w14:textId="77777777" w:rsidR="001C0413" w:rsidRDefault="001C0413" w:rsidP="001C0413">
      <w:r>
        <w:t>— </w:t>
      </w:r>
      <w:r w:rsidR="00530790" w:rsidRPr="005D5566">
        <w:t>Je te dis qu</w:t>
      </w:r>
      <w:r>
        <w:t>’</w:t>
      </w:r>
      <w:r w:rsidR="00530790" w:rsidRPr="005D5566">
        <w:t>on les jette par-dessus la palissade</w:t>
      </w:r>
      <w:r>
        <w:t> !</w:t>
      </w:r>
    </w:p>
    <w:p w14:paraId="5E884DDC" w14:textId="77777777" w:rsidR="001C0413" w:rsidRDefault="00530790" w:rsidP="001C0413">
      <w:r w:rsidRPr="005D5566">
        <w:t>Le vieux Sizov fut le premier à s</w:t>
      </w:r>
      <w:r w:rsidR="001C0413">
        <w:t>’</w:t>
      </w:r>
      <w:r w:rsidRPr="005D5566">
        <w:t>approcher d</w:t>
      </w:r>
      <w:r w:rsidR="001C0413">
        <w:t>’</w:t>
      </w:r>
      <w:r w:rsidRPr="005D5566">
        <w:t>elle</w:t>
      </w:r>
      <w:r w:rsidR="001C0413">
        <w:t xml:space="preserve"> ; </w:t>
      </w:r>
      <w:r w:rsidRPr="005D5566">
        <w:t>il lui demanda à voix basse</w:t>
      </w:r>
      <w:r w:rsidR="001C0413">
        <w:t xml:space="preserve">, </w:t>
      </w:r>
      <w:r w:rsidRPr="005D5566">
        <w:t>en regardant de tous côtés</w:t>
      </w:r>
      <w:r w:rsidR="001C0413">
        <w:t> :</w:t>
      </w:r>
    </w:p>
    <w:p w14:paraId="141453A1" w14:textId="77777777" w:rsidR="001C0413" w:rsidRDefault="001C0413" w:rsidP="001C0413">
      <w:r>
        <w:t>— </w:t>
      </w:r>
      <w:r w:rsidR="00530790" w:rsidRPr="005D5566">
        <w:t>Tu as entendu</w:t>
      </w:r>
      <w:r>
        <w:t xml:space="preserve">, </w:t>
      </w:r>
      <w:r w:rsidR="00530790" w:rsidRPr="005D5566">
        <w:t>mère</w:t>
      </w:r>
      <w:r>
        <w:t> ?</w:t>
      </w:r>
    </w:p>
    <w:p w14:paraId="20884E42" w14:textId="77777777" w:rsidR="001C0413" w:rsidRDefault="001C0413" w:rsidP="001C0413">
      <w:r>
        <w:t>— </w:t>
      </w:r>
      <w:r w:rsidR="00530790" w:rsidRPr="005D5566">
        <w:t>Quoi</w:t>
      </w:r>
      <w:r>
        <w:t> ?</w:t>
      </w:r>
    </w:p>
    <w:p w14:paraId="2F465F8D" w14:textId="77777777" w:rsidR="001C0413" w:rsidRDefault="001C0413" w:rsidP="001C0413">
      <w:r>
        <w:t>— </w:t>
      </w:r>
      <w:r w:rsidR="00530790" w:rsidRPr="005D5566">
        <w:t>Les brochures ont de nouveau fait leur apparition</w:t>
      </w:r>
      <w:r>
        <w:t xml:space="preserve">. </w:t>
      </w:r>
      <w:r w:rsidR="00530790" w:rsidRPr="005D5566">
        <w:t>On en a semé partout</w:t>
      </w:r>
      <w:r>
        <w:t xml:space="preserve">, </w:t>
      </w:r>
      <w:r w:rsidR="00530790" w:rsidRPr="005D5566">
        <w:t>comme du sel sur du pain</w:t>
      </w:r>
      <w:r>
        <w:t xml:space="preserve">. </w:t>
      </w:r>
      <w:r w:rsidR="00530790" w:rsidRPr="005D5566">
        <w:t>Les arrestations et les perquisitions n</w:t>
      </w:r>
      <w:r>
        <w:t>’</w:t>
      </w:r>
      <w:r w:rsidR="00530790" w:rsidRPr="005D5566">
        <w:t>ont pas servi à grand</w:t>
      </w:r>
      <w:r>
        <w:t>’</w:t>
      </w:r>
      <w:r w:rsidR="00530790" w:rsidRPr="005D5566">
        <w:t>chose</w:t>
      </w:r>
      <w:r>
        <w:t xml:space="preserve">. </w:t>
      </w:r>
      <w:r w:rsidR="00530790" w:rsidRPr="005D5566">
        <w:t>Mon neveu Mazine est en prison</w:t>
      </w:r>
      <w:r>
        <w:t xml:space="preserve">… </w:t>
      </w:r>
      <w:r w:rsidR="00530790" w:rsidRPr="005D5566">
        <w:t>ton fils aussi</w:t>
      </w:r>
      <w:r>
        <w:t xml:space="preserve">… </w:t>
      </w:r>
      <w:r w:rsidR="00530790" w:rsidRPr="005D5566">
        <w:t>et pourtant</w:t>
      </w:r>
      <w:r>
        <w:t xml:space="preserve">, </w:t>
      </w:r>
      <w:r w:rsidR="00530790" w:rsidRPr="005D5566">
        <w:t>les feuillets sont distribués comme avant</w:t>
      </w:r>
      <w:r>
        <w:t xml:space="preserve">… </w:t>
      </w:r>
      <w:r w:rsidR="00530790" w:rsidRPr="005D5566">
        <w:t>ce n</w:t>
      </w:r>
      <w:r>
        <w:t>’</w:t>
      </w:r>
      <w:r w:rsidR="00530790" w:rsidRPr="005D5566">
        <w:t>était donc pas eux</w:t>
      </w:r>
      <w:r>
        <w:t>…</w:t>
      </w:r>
    </w:p>
    <w:p w14:paraId="718C25D5" w14:textId="77777777" w:rsidR="001C0413" w:rsidRDefault="00530790" w:rsidP="001C0413">
      <w:r w:rsidRPr="005D5566">
        <w:t>Et Sizov conclut en se lissant la barbe</w:t>
      </w:r>
      <w:r w:rsidR="001C0413">
        <w:t> :</w:t>
      </w:r>
    </w:p>
    <w:p w14:paraId="5BD672B9" w14:textId="77777777" w:rsidR="001C0413" w:rsidRDefault="001C0413" w:rsidP="001C0413">
      <w:r>
        <w:lastRenderedPageBreak/>
        <w:t>— </w:t>
      </w:r>
      <w:r w:rsidR="00530790" w:rsidRPr="005D5566">
        <w:t>Ce n</w:t>
      </w:r>
      <w:r>
        <w:t>’</w:t>
      </w:r>
      <w:r w:rsidR="00530790" w:rsidRPr="005D5566">
        <w:t>est pas une affaire de personnes</w:t>
      </w:r>
      <w:r>
        <w:t xml:space="preserve">, </w:t>
      </w:r>
      <w:r w:rsidR="00530790" w:rsidRPr="005D5566">
        <w:t>mais de pensées</w:t>
      </w:r>
      <w:r>
        <w:t xml:space="preserve">… </w:t>
      </w:r>
      <w:r w:rsidR="00530790" w:rsidRPr="005D5566">
        <w:t>et les pensées</w:t>
      </w:r>
      <w:r>
        <w:t xml:space="preserve">, </w:t>
      </w:r>
      <w:r w:rsidR="00530790" w:rsidRPr="005D5566">
        <w:t>on ne peut pas les attraper comme les puces</w:t>
      </w:r>
      <w:r>
        <w:t>…</w:t>
      </w:r>
    </w:p>
    <w:p w14:paraId="7CC548E5" w14:textId="77777777" w:rsidR="001C0413" w:rsidRDefault="00530790" w:rsidP="001C0413">
      <w:r w:rsidRPr="005D5566">
        <w:t>Il rassembla sa barbe dans sa main</w:t>
      </w:r>
      <w:r w:rsidR="001C0413">
        <w:t xml:space="preserve">, </w:t>
      </w:r>
      <w:r w:rsidRPr="005D5566">
        <w:t>la considéra et dit en s</w:t>
      </w:r>
      <w:r w:rsidR="001C0413">
        <w:t>’</w:t>
      </w:r>
      <w:r w:rsidRPr="005D5566">
        <w:t>éloignant</w:t>
      </w:r>
      <w:r w:rsidR="001C0413">
        <w:t> :</w:t>
      </w:r>
    </w:p>
    <w:p w14:paraId="56238C3A" w14:textId="77777777" w:rsidR="001C0413" w:rsidRDefault="001C0413" w:rsidP="001C0413">
      <w:r>
        <w:t>— </w:t>
      </w:r>
      <w:r w:rsidR="00530790" w:rsidRPr="005D5566">
        <w:t>Pourquoi ne viens-tu jamais chez nous</w:t>
      </w:r>
      <w:r>
        <w:t xml:space="preserve"> ! </w:t>
      </w:r>
      <w:r w:rsidR="00530790" w:rsidRPr="005D5566">
        <w:t>C</w:t>
      </w:r>
      <w:r>
        <w:t>’</w:t>
      </w:r>
      <w:r w:rsidR="00530790" w:rsidRPr="005D5566">
        <w:t>est ennuyeux de prendre le thé toute seule</w:t>
      </w:r>
      <w:r>
        <w:t>…</w:t>
      </w:r>
    </w:p>
    <w:p w14:paraId="7C41C218" w14:textId="77777777" w:rsidR="001C0413" w:rsidRDefault="00530790" w:rsidP="001C0413">
      <w:r w:rsidRPr="005D5566">
        <w:t>Elle remercia</w:t>
      </w:r>
      <w:r w:rsidR="001C0413">
        <w:t xml:space="preserve">. </w:t>
      </w:r>
      <w:r w:rsidRPr="005D5566">
        <w:t>Tout en criant ses marchandises</w:t>
      </w:r>
      <w:r w:rsidR="001C0413">
        <w:t xml:space="preserve">, </w:t>
      </w:r>
      <w:r w:rsidRPr="005D5566">
        <w:t>elle suivait attentivement de l</w:t>
      </w:r>
      <w:r w:rsidR="001C0413">
        <w:t>’</w:t>
      </w:r>
      <w:r w:rsidRPr="005D5566">
        <w:t>œil l</w:t>
      </w:r>
      <w:r w:rsidR="001C0413">
        <w:t>’</w:t>
      </w:r>
      <w:r w:rsidRPr="005D5566">
        <w:t>effervescence extraordinaire de la fabrique</w:t>
      </w:r>
      <w:r w:rsidR="001C0413">
        <w:t xml:space="preserve">. </w:t>
      </w:r>
      <w:r w:rsidRPr="005D5566">
        <w:t>Tous les ouvriers semblaient contents</w:t>
      </w:r>
      <w:r w:rsidR="001C0413">
        <w:t xml:space="preserve"> ; </w:t>
      </w:r>
      <w:r w:rsidRPr="005D5566">
        <w:t>on courait d</w:t>
      </w:r>
      <w:r w:rsidR="001C0413">
        <w:t>’</w:t>
      </w:r>
      <w:r w:rsidRPr="005D5566">
        <w:t>un atelier à l</w:t>
      </w:r>
      <w:r w:rsidR="001C0413">
        <w:t>’</w:t>
      </w:r>
      <w:r w:rsidRPr="005D5566">
        <w:t>autre</w:t>
      </w:r>
      <w:r w:rsidR="001C0413">
        <w:t xml:space="preserve">. </w:t>
      </w:r>
      <w:r w:rsidRPr="005D5566">
        <w:t>Les voix étaient excitées</w:t>
      </w:r>
      <w:r w:rsidR="001C0413">
        <w:t xml:space="preserve">, </w:t>
      </w:r>
      <w:r w:rsidRPr="005D5566">
        <w:t>les visages satisfaits et joyeux</w:t>
      </w:r>
      <w:r w:rsidR="001C0413">
        <w:t xml:space="preserve"> ; </w:t>
      </w:r>
      <w:r w:rsidRPr="005D5566">
        <w:t>dans l</w:t>
      </w:r>
      <w:r w:rsidR="001C0413">
        <w:t>’</w:t>
      </w:r>
      <w:r w:rsidRPr="005D5566">
        <w:t>air plein de suie</w:t>
      </w:r>
      <w:r w:rsidR="001C0413">
        <w:t xml:space="preserve">, </w:t>
      </w:r>
      <w:r w:rsidRPr="005D5566">
        <w:t>on sentait comme un souffle d</w:t>
      </w:r>
      <w:r w:rsidR="001C0413">
        <w:t>’</w:t>
      </w:r>
      <w:r w:rsidRPr="005D5566">
        <w:t>audace et de vaillance</w:t>
      </w:r>
      <w:r w:rsidR="001C0413">
        <w:t xml:space="preserve">. </w:t>
      </w:r>
      <w:r w:rsidRPr="005D5566">
        <w:t>Tantôt d</w:t>
      </w:r>
      <w:r w:rsidR="001C0413">
        <w:t>’</w:t>
      </w:r>
      <w:r w:rsidRPr="005D5566">
        <w:t>un coin</w:t>
      </w:r>
      <w:r w:rsidR="001C0413">
        <w:t xml:space="preserve">, </w:t>
      </w:r>
      <w:r w:rsidRPr="005D5566">
        <w:t>tantôt d</w:t>
      </w:r>
      <w:r w:rsidR="001C0413">
        <w:t>’</w:t>
      </w:r>
      <w:r w:rsidRPr="005D5566">
        <w:t>un autre</w:t>
      </w:r>
      <w:r w:rsidR="001C0413">
        <w:t xml:space="preserve">, </w:t>
      </w:r>
      <w:r w:rsidRPr="005D5566">
        <w:t>partaient des exclamations approbatives</w:t>
      </w:r>
      <w:r w:rsidR="001C0413">
        <w:t xml:space="preserve">, </w:t>
      </w:r>
      <w:r w:rsidRPr="005D5566">
        <w:t>des railleries</w:t>
      </w:r>
      <w:r w:rsidR="001C0413">
        <w:t xml:space="preserve">, </w:t>
      </w:r>
      <w:r w:rsidRPr="005D5566">
        <w:t>parfois des menaces</w:t>
      </w:r>
      <w:r w:rsidR="001C0413">
        <w:t xml:space="preserve">. </w:t>
      </w:r>
      <w:r w:rsidRPr="005D5566">
        <w:t>Les jeunes gens surtout étaient animés</w:t>
      </w:r>
      <w:r w:rsidR="001C0413">
        <w:t xml:space="preserve"> ; </w:t>
      </w:r>
      <w:r w:rsidRPr="005D5566">
        <w:t>plus prudents</w:t>
      </w:r>
      <w:r w:rsidR="001C0413">
        <w:t xml:space="preserve">, </w:t>
      </w:r>
      <w:r w:rsidRPr="005D5566">
        <w:t>les ouvriers âgés se contentaient de sourire</w:t>
      </w:r>
      <w:r w:rsidR="001C0413">
        <w:t xml:space="preserve">. </w:t>
      </w:r>
      <w:r w:rsidRPr="005D5566">
        <w:t>Les chefs et les contremaîtres allaient et venaient</w:t>
      </w:r>
      <w:r w:rsidR="001C0413">
        <w:t xml:space="preserve">, </w:t>
      </w:r>
      <w:r w:rsidRPr="005D5566">
        <w:t>l</w:t>
      </w:r>
      <w:r w:rsidR="001C0413">
        <w:t>’</w:t>
      </w:r>
      <w:r w:rsidRPr="005D5566">
        <w:t>air soucieux</w:t>
      </w:r>
      <w:r w:rsidR="001C0413">
        <w:t xml:space="preserve"> ; </w:t>
      </w:r>
      <w:r w:rsidRPr="005D5566">
        <w:t>des agents de police accouraient</w:t>
      </w:r>
      <w:r w:rsidR="001C0413">
        <w:t xml:space="preserve"> ; </w:t>
      </w:r>
      <w:r w:rsidRPr="005D5566">
        <w:t>à leur vue les travailleurs se séparaient lentement</w:t>
      </w:r>
      <w:r w:rsidR="001C0413">
        <w:t xml:space="preserve">, </w:t>
      </w:r>
      <w:r w:rsidRPr="005D5566">
        <w:t>ou</w:t>
      </w:r>
      <w:r w:rsidR="001C0413">
        <w:t xml:space="preserve">, </w:t>
      </w:r>
      <w:r w:rsidRPr="005D5566">
        <w:t>s</w:t>
      </w:r>
      <w:r w:rsidR="001C0413">
        <w:t>’</w:t>
      </w:r>
      <w:r w:rsidRPr="005D5566">
        <w:t>ils restaient sur place</w:t>
      </w:r>
      <w:r w:rsidR="001C0413">
        <w:t xml:space="preserve">, </w:t>
      </w:r>
      <w:r w:rsidRPr="005D5566">
        <w:t>se taisaient et regardaient sans mot dire les visages irrités et furieux des policiers</w:t>
      </w:r>
      <w:r w:rsidR="001C0413">
        <w:t>.</w:t>
      </w:r>
    </w:p>
    <w:p w14:paraId="3E38B536" w14:textId="77777777" w:rsidR="001C0413" w:rsidRDefault="00530790" w:rsidP="001C0413">
      <w:r w:rsidRPr="005D5566">
        <w:t>Tous les ouvriers semblaient d</w:t>
      </w:r>
      <w:r w:rsidR="001C0413">
        <w:t>’</w:t>
      </w:r>
      <w:r w:rsidRPr="005D5566">
        <w:t>une propreté excessive</w:t>
      </w:r>
      <w:r w:rsidR="001C0413">
        <w:t xml:space="preserve">. </w:t>
      </w:r>
      <w:r w:rsidRPr="005D5566">
        <w:t>La haute silhouette de l</w:t>
      </w:r>
      <w:r w:rsidR="001C0413">
        <w:t>’</w:t>
      </w:r>
      <w:r w:rsidRPr="005D5566">
        <w:t>aîné des Goussev apparaissait çà et là</w:t>
      </w:r>
      <w:r w:rsidR="001C0413">
        <w:t xml:space="preserve"> ; </w:t>
      </w:r>
      <w:r w:rsidRPr="005D5566">
        <w:t>son frère le suivait de près en riant</w:t>
      </w:r>
      <w:r w:rsidR="001C0413">
        <w:t>.</w:t>
      </w:r>
    </w:p>
    <w:p w14:paraId="5122B59E" w14:textId="77777777" w:rsidR="001C0413" w:rsidRDefault="00530790" w:rsidP="001C0413">
      <w:r w:rsidRPr="005D5566">
        <w:t>Un maître menuisier nommé Vavilov et le pointeur Isaïe passèrent devant la mère sans se hâter</w:t>
      </w:r>
      <w:r w:rsidR="001C0413">
        <w:t xml:space="preserve">. </w:t>
      </w:r>
      <w:r w:rsidRPr="005D5566">
        <w:t>Ce dernier</w:t>
      </w:r>
      <w:r w:rsidR="001C0413">
        <w:t xml:space="preserve">, </w:t>
      </w:r>
      <w:r w:rsidRPr="005D5566">
        <w:t>un petit gros</w:t>
      </w:r>
      <w:r w:rsidR="001C0413">
        <w:t xml:space="preserve">, </w:t>
      </w:r>
      <w:r w:rsidRPr="005D5566">
        <w:t>avait rejeté la tête en arrière et penché le cou à gauche</w:t>
      </w:r>
      <w:r w:rsidR="001C0413">
        <w:t xml:space="preserve"> ; </w:t>
      </w:r>
      <w:r w:rsidRPr="005D5566">
        <w:t>il regardait le visage impassible et boursouflé du menuisier</w:t>
      </w:r>
      <w:r w:rsidR="001C0413">
        <w:t xml:space="preserve">, </w:t>
      </w:r>
      <w:r w:rsidRPr="005D5566">
        <w:t>en hochant le menton</w:t>
      </w:r>
      <w:r w:rsidR="001C0413">
        <w:t xml:space="preserve"> ; </w:t>
      </w:r>
      <w:r w:rsidRPr="005D5566">
        <w:t>il dit vivement</w:t>
      </w:r>
      <w:r w:rsidR="001C0413">
        <w:t> :</w:t>
      </w:r>
    </w:p>
    <w:p w14:paraId="4309950A" w14:textId="6E86FC67" w:rsidR="001C0413" w:rsidRDefault="001C0413" w:rsidP="001C0413">
      <w:r>
        <w:lastRenderedPageBreak/>
        <w:t>— </w:t>
      </w:r>
      <w:r w:rsidR="00530790" w:rsidRPr="005D5566">
        <w:t>Voyez</w:t>
      </w:r>
      <w:r>
        <w:t xml:space="preserve">, </w:t>
      </w:r>
      <w:r w:rsidR="00530790" w:rsidRPr="005D5566">
        <w:t>Ivan Ivanovitch</w:t>
      </w:r>
      <w:r>
        <w:t xml:space="preserve">, </w:t>
      </w:r>
      <w:r w:rsidR="00530790" w:rsidRPr="005D5566">
        <w:t>ils rient</w:t>
      </w:r>
      <w:r>
        <w:t xml:space="preserve">, </w:t>
      </w:r>
      <w:r w:rsidR="00530790" w:rsidRPr="005D5566">
        <w:t>ils sont satisfaits</w:t>
      </w:r>
      <w:r>
        <w:t xml:space="preserve">, </w:t>
      </w:r>
      <w:r w:rsidR="00530790" w:rsidRPr="005D5566">
        <w:t>quoique cette affaire ait rapport à la destruction de l</w:t>
      </w:r>
      <w:r>
        <w:t>’</w:t>
      </w:r>
      <w:r w:rsidR="00530790" w:rsidRPr="005D5566">
        <w:t>Empire</w:t>
      </w:r>
      <w:r>
        <w:t xml:space="preserve">, </w:t>
      </w:r>
      <w:r w:rsidR="00530790" w:rsidRPr="005D5566">
        <w:t>comme l</w:t>
      </w:r>
      <w:r>
        <w:t>’</w:t>
      </w:r>
      <w:r w:rsidR="00530790" w:rsidRPr="005D5566">
        <w:t xml:space="preserve">a dit </w:t>
      </w:r>
      <w:r>
        <w:t>M. </w:t>
      </w:r>
      <w:r w:rsidR="00530790" w:rsidRPr="005D5566">
        <w:t>le Directeur</w:t>
      </w:r>
      <w:r>
        <w:t xml:space="preserve">. </w:t>
      </w:r>
      <w:r w:rsidR="00530790" w:rsidRPr="005D5566">
        <w:t>Ce n</w:t>
      </w:r>
      <w:r>
        <w:t>’</w:t>
      </w:r>
      <w:r w:rsidR="00530790" w:rsidRPr="005D5566">
        <w:t>est pas sarcler</w:t>
      </w:r>
      <w:r>
        <w:t xml:space="preserve">, </w:t>
      </w:r>
      <w:r w:rsidR="00530790" w:rsidRPr="005D5566">
        <w:t>mais labourer qu</w:t>
      </w:r>
      <w:r>
        <w:t>’</w:t>
      </w:r>
      <w:r w:rsidR="00530790" w:rsidRPr="005D5566">
        <w:t>il faudrait</w:t>
      </w:r>
      <w:r>
        <w:t>…</w:t>
      </w:r>
    </w:p>
    <w:p w14:paraId="6F409A94" w14:textId="77777777" w:rsidR="001C0413" w:rsidRDefault="00530790" w:rsidP="001C0413">
      <w:r w:rsidRPr="005D5566">
        <w:t>Vavilov</w:t>
      </w:r>
      <w:r w:rsidR="001C0413">
        <w:t xml:space="preserve">, </w:t>
      </w:r>
      <w:r w:rsidRPr="005D5566">
        <w:t xml:space="preserve">les bras croisés derrière le </w:t>
      </w:r>
      <w:r w:rsidRPr="00D210FA">
        <w:t>dos</w:t>
      </w:r>
      <w:r w:rsidR="001C0413">
        <w:t xml:space="preserve">, </w:t>
      </w:r>
      <w:r w:rsidRPr="005D5566">
        <w:t xml:space="preserve">serrait </w:t>
      </w:r>
      <w:r w:rsidRPr="005D5566">
        <w:rPr>
          <w:bCs/>
        </w:rPr>
        <w:t xml:space="preserve">ses </w:t>
      </w:r>
      <w:r w:rsidRPr="005D5566">
        <w:t>doigts avec force</w:t>
      </w:r>
      <w:r w:rsidR="001C0413">
        <w:t>.</w:t>
      </w:r>
    </w:p>
    <w:p w14:paraId="1D916731" w14:textId="77777777" w:rsidR="001C0413" w:rsidRDefault="001C0413" w:rsidP="001C0413">
      <w:r>
        <w:t>— </w:t>
      </w:r>
      <w:r w:rsidR="00530790" w:rsidRPr="005D5566">
        <w:t>Imprimez tout ce que vous voulez</w:t>
      </w:r>
      <w:r>
        <w:t xml:space="preserve">, </w:t>
      </w:r>
      <w:r w:rsidR="00530790" w:rsidRPr="005D5566">
        <w:t>fils de chiens</w:t>
      </w:r>
      <w:r>
        <w:t xml:space="preserve">, </w:t>
      </w:r>
      <w:r w:rsidR="00530790" w:rsidRPr="005D5566">
        <w:t>fit-il à haute voix</w:t>
      </w:r>
      <w:r>
        <w:t xml:space="preserve">, </w:t>
      </w:r>
      <w:r w:rsidR="00530790" w:rsidRPr="005D5566">
        <w:t>mais n</w:t>
      </w:r>
      <w:r>
        <w:t>’</w:t>
      </w:r>
      <w:r w:rsidR="00530790" w:rsidRPr="005D5566">
        <w:t>essayez pas de parler de moi</w:t>
      </w:r>
      <w:r>
        <w:t> !</w:t>
      </w:r>
    </w:p>
    <w:p w14:paraId="58274612" w14:textId="77777777" w:rsidR="001C0413" w:rsidRDefault="00530790" w:rsidP="001C0413">
      <w:r w:rsidRPr="005D5566">
        <w:t>Vassili Goussev s</w:t>
      </w:r>
      <w:r w:rsidR="001C0413">
        <w:t>’</w:t>
      </w:r>
      <w:r w:rsidRPr="005D5566">
        <w:t xml:space="preserve">approcha </w:t>
      </w:r>
      <w:r w:rsidRPr="005D5566">
        <w:rPr>
          <w:bCs/>
        </w:rPr>
        <w:t xml:space="preserve">de </w:t>
      </w:r>
      <w:r w:rsidRPr="005D5566">
        <w:t>la mère en déclarant</w:t>
      </w:r>
      <w:r w:rsidR="001C0413">
        <w:t> :</w:t>
      </w:r>
    </w:p>
    <w:p w14:paraId="2FB0DA08" w14:textId="77777777" w:rsidR="001C0413" w:rsidRDefault="001C0413" w:rsidP="001C0413">
      <w:r>
        <w:t>— </w:t>
      </w:r>
      <w:r w:rsidR="00530790" w:rsidRPr="005D5566">
        <w:t>Donne-moi à manger</w:t>
      </w:r>
      <w:r>
        <w:t xml:space="preserve">, </w:t>
      </w:r>
      <w:r w:rsidR="00530790" w:rsidRPr="005D5566">
        <w:t>ta marchandise est bonne</w:t>
      </w:r>
      <w:r>
        <w:t>…</w:t>
      </w:r>
    </w:p>
    <w:p w14:paraId="29D9A51A" w14:textId="77777777" w:rsidR="001C0413" w:rsidRDefault="00530790" w:rsidP="001C0413">
      <w:r w:rsidRPr="005D5566">
        <w:t>Puis</w:t>
      </w:r>
      <w:r w:rsidR="001C0413">
        <w:t xml:space="preserve">, </w:t>
      </w:r>
      <w:r w:rsidRPr="005D5566">
        <w:t>baissant la voix</w:t>
      </w:r>
      <w:r w:rsidR="001C0413">
        <w:t xml:space="preserve">, </w:t>
      </w:r>
      <w:r w:rsidRPr="005D5566">
        <w:t>il ajouta en clignant de l</w:t>
      </w:r>
      <w:r w:rsidR="001C0413">
        <w:t>’</w:t>
      </w:r>
      <w:r w:rsidRPr="005D5566">
        <w:t>œil</w:t>
      </w:r>
      <w:r w:rsidR="001C0413">
        <w:t> :</w:t>
      </w:r>
    </w:p>
    <w:p w14:paraId="0DCE2526" w14:textId="77777777" w:rsidR="001C0413" w:rsidRDefault="001C0413" w:rsidP="001C0413">
      <w:r>
        <w:t>— </w:t>
      </w:r>
      <w:r w:rsidR="00530790" w:rsidRPr="005D5566">
        <w:t>Vous voyez</w:t>
      </w:r>
      <w:r>
        <w:t xml:space="preserve"> ! </w:t>
      </w:r>
      <w:r w:rsidR="00530790" w:rsidRPr="005D5566">
        <w:t>le but est atteint</w:t>
      </w:r>
      <w:r>
        <w:t xml:space="preserve">… </w:t>
      </w:r>
      <w:r w:rsidR="00530790" w:rsidRPr="005D5566">
        <w:t>c</w:t>
      </w:r>
      <w:r>
        <w:t>’</w:t>
      </w:r>
      <w:r w:rsidR="00530790" w:rsidRPr="005D5566">
        <w:t>est bien</w:t>
      </w:r>
      <w:r>
        <w:t xml:space="preserve"> ! </w:t>
      </w:r>
      <w:r w:rsidR="00530790" w:rsidRPr="005D5566">
        <w:t>C</w:t>
      </w:r>
      <w:r>
        <w:t>’</w:t>
      </w:r>
      <w:r w:rsidR="00530790" w:rsidRPr="005D5566">
        <w:t>est très bien</w:t>
      </w:r>
      <w:r>
        <w:t xml:space="preserve">, </w:t>
      </w:r>
      <w:r w:rsidR="00530790" w:rsidRPr="005D5566">
        <w:t>petite mère</w:t>
      </w:r>
      <w:r>
        <w:t> !</w:t>
      </w:r>
    </w:p>
    <w:p w14:paraId="50BC4523" w14:textId="77777777" w:rsidR="001C0413" w:rsidRDefault="00530790" w:rsidP="001C0413">
      <w:r w:rsidRPr="005D5566">
        <w:t>La mère lui fit un signe de tête amical</w:t>
      </w:r>
      <w:r w:rsidR="001C0413">
        <w:t xml:space="preserve">. </w:t>
      </w:r>
      <w:r w:rsidRPr="005D5566">
        <w:t>Elle était heureuse de voir ce gaillard</w:t>
      </w:r>
      <w:r w:rsidR="001C0413">
        <w:t xml:space="preserve">, </w:t>
      </w:r>
      <w:r w:rsidRPr="005D5566">
        <w:t>le pire garnement du faubourg</w:t>
      </w:r>
      <w:r w:rsidR="001C0413">
        <w:t xml:space="preserve">, </w:t>
      </w:r>
      <w:r w:rsidRPr="005D5566">
        <w:t>lui parler en secret avec tant de politesse</w:t>
      </w:r>
      <w:r w:rsidR="001C0413">
        <w:t xml:space="preserve"> ; </w:t>
      </w:r>
      <w:r w:rsidRPr="005D5566">
        <w:t>à la vue de la fièvre de la fabrique</w:t>
      </w:r>
      <w:r w:rsidR="001C0413">
        <w:t xml:space="preserve">, </w:t>
      </w:r>
      <w:r w:rsidRPr="005D5566">
        <w:t>elle se disait</w:t>
      </w:r>
      <w:r w:rsidR="001C0413">
        <w:t xml:space="preserve">, </w:t>
      </w:r>
      <w:r w:rsidRPr="005D5566">
        <w:t>heureuse</w:t>
      </w:r>
      <w:r w:rsidR="001C0413">
        <w:t> :</w:t>
      </w:r>
    </w:p>
    <w:p w14:paraId="7CE2CB72" w14:textId="77777777" w:rsidR="001C0413" w:rsidRDefault="001C0413" w:rsidP="001C0413">
      <w:pPr>
        <w:rPr>
          <w:bCs/>
        </w:rPr>
      </w:pPr>
      <w:r>
        <w:t>— </w:t>
      </w:r>
      <w:r w:rsidR="00530790" w:rsidRPr="005D5566">
        <w:rPr>
          <w:bCs/>
        </w:rPr>
        <w:t>Et dire que si je n</w:t>
      </w:r>
      <w:r>
        <w:rPr>
          <w:bCs/>
        </w:rPr>
        <w:t>’</w:t>
      </w:r>
      <w:r w:rsidR="00530790" w:rsidRPr="005D5566">
        <w:rPr>
          <w:bCs/>
        </w:rPr>
        <w:t>avais pas été là</w:t>
      </w:r>
      <w:r>
        <w:rPr>
          <w:bCs/>
        </w:rPr>
        <w:t> !…</w:t>
      </w:r>
    </w:p>
    <w:p w14:paraId="5ED006C4" w14:textId="77777777" w:rsidR="001C0413" w:rsidRDefault="00530790" w:rsidP="001C0413">
      <w:r w:rsidRPr="005D5566">
        <w:t>Trois ouvriers s</w:t>
      </w:r>
      <w:r w:rsidR="001C0413">
        <w:t>’</w:t>
      </w:r>
      <w:r w:rsidRPr="005D5566">
        <w:t>arrêtèrent non loin d</w:t>
      </w:r>
      <w:r w:rsidR="001C0413">
        <w:t>’</w:t>
      </w:r>
      <w:r w:rsidRPr="005D5566">
        <w:t>elle</w:t>
      </w:r>
      <w:r w:rsidR="001C0413">
        <w:t xml:space="preserve"> ; </w:t>
      </w:r>
      <w:r w:rsidRPr="005D5566">
        <w:t>l</w:t>
      </w:r>
      <w:r w:rsidR="001C0413">
        <w:t>’</w:t>
      </w:r>
      <w:r w:rsidRPr="005D5566">
        <w:t>un dit à mi-voix d</w:t>
      </w:r>
      <w:r w:rsidR="001C0413">
        <w:t>’</w:t>
      </w:r>
      <w:r w:rsidRPr="005D5566">
        <w:t>un ton de regret</w:t>
      </w:r>
      <w:r w:rsidR="001C0413">
        <w:t> :</w:t>
      </w:r>
    </w:p>
    <w:p w14:paraId="3EA376E6" w14:textId="77777777" w:rsidR="001C0413" w:rsidRDefault="001C0413" w:rsidP="001C0413">
      <w:r>
        <w:t>— </w:t>
      </w:r>
      <w:r w:rsidR="00530790" w:rsidRPr="005D5566">
        <w:t>Je n</w:t>
      </w:r>
      <w:r>
        <w:t>’</w:t>
      </w:r>
      <w:r w:rsidR="00530790" w:rsidRPr="005D5566">
        <w:t>en ai point trouvé</w:t>
      </w:r>
      <w:r>
        <w:t>…</w:t>
      </w:r>
    </w:p>
    <w:p w14:paraId="69043923" w14:textId="77777777" w:rsidR="001C0413" w:rsidRDefault="001C0413" w:rsidP="001C0413">
      <w:r>
        <w:t>— </w:t>
      </w:r>
      <w:r w:rsidR="00530790" w:rsidRPr="005D5566">
        <w:t>Il faudrait pouvoir la lire</w:t>
      </w:r>
      <w:r>
        <w:t xml:space="preserve">… </w:t>
      </w:r>
      <w:r w:rsidR="00530790" w:rsidRPr="005D5566">
        <w:t>Moi</w:t>
      </w:r>
      <w:r>
        <w:t xml:space="preserve">, </w:t>
      </w:r>
      <w:r w:rsidR="00530790" w:rsidRPr="005D5566">
        <w:t>je ne sais même pas épeler</w:t>
      </w:r>
      <w:r>
        <w:t xml:space="preserve">, </w:t>
      </w:r>
      <w:r w:rsidR="00530790" w:rsidRPr="005D5566">
        <w:t>mais je vois qu</w:t>
      </w:r>
      <w:r>
        <w:t>’</w:t>
      </w:r>
      <w:r w:rsidR="00530790" w:rsidRPr="005D5566">
        <w:t>elle sert à quelque chose</w:t>
      </w:r>
      <w:r>
        <w:t>.</w:t>
      </w:r>
    </w:p>
    <w:p w14:paraId="3AA786E1" w14:textId="77777777" w:rsidR="001C0413" w:rsidRDefault="00530790" w:rsidP="001C0413">
      <w:r w:rsidRPr="005D5566">
        <w:t>Le troisième regarda autour de lui</w:t>
      </w:r>
      <w:r w:rsidR="001C0413">
        <w:t xml:space="preserve">, </w:t>
      </w:r>
      <w:r w:rsidRPr="005D5566">
        <w:t>puis il proposa</w:t>
      </w:r>
      <w:r w:rsidR="001C0413">
        <w:t> :</w:t>
      </w:r>
    </w:p>
    <w:p w14:paraId="175DC138" w14:textId="77777777" w:rsidR="001C0413" w:rsidRDefault="001C0413" w:rsidP="001C0413">
      <w:r>
        <w:t>— </w:t>
      </w:r>
      <w:r w:rsidR="00530790" w:rsidRPr="005D5566">
        <w:t>Allons à la chambre de chauffe</w:t>
      </w:r>
      <w:r>
        <w:t xml:space="preserve">, </w:t>
      </w:r>
      <w:r w:rsidR="00530790" w:rsidRPr="005D5566">
        <w:t>je vous la lirai</w:t>
      </w:r>
      <w:r>
        <w:t> !</w:t>
      </w:r>
    </w:p>
    <w:p w14:paraId="2589893C" w14:textId="77777777" w:rsidR="001C0413" w:rsidRDefault="001C0413" w:rsidP="001C0413">
      <w:r>
        <w:lastRenderedPageBreak/>
        <w:t>— </w:t>
      </w:r>
      <w:r w:rsidR="00530790" w:rsidRPr="005D5566">
        <w:t>Elles font leur effet</w:t>
      </w:r>
      <w:r>
        <w:t xml:space="preserve">, </w:t>
      </w:r>
      <w:r w:rsidR="00530790" w:rsidRPr="005D5566">
        <w:t>les brochures</w:t>
      </w:r>
      <w:r>
        <w:t xml:space="preserve">, </w:t>
      </w:r>
      <w:r w:rsidR="00530790" w:rsidRPr="005D5566">
        <w:t>chuchota Goussev avec un clignement de paupières</w:t>
      </w:r>
      <w:r>
        <w:t>.</w:t>
      </w:r>
    </w:p>
    <w:p w14:paraId="6723644A" w14:textId="77777777" w:rsidR="001C0413" w:rsidRDefault="00530790" w:rsidP="001C0413">
      <w:r w:rsidRPr="005D5566">
        <w:t>Pélaguée rentra chez elle</w:t>
      </w:r>
      <w:r w:rsidR="001C0413">
        <w:t xml:space="preserve">, </w:t>
      </w:r>
      <w:r w:rsidRPr="005D5566">
        <w:t>satisfaite</w:t>
      </w:r>
      <w:r w:rsidR="001C0413">
        <w:t xml:space="preserve"> : </w:t>
      </w:r>
      <w:r w:rsidRPr="005D5566">
        <w:t>elle avait vu par elle-même que les proclamations atteignaient le but visé</w:t>
      </w:r>
      <w:r w:rsidR="001C0413">
        <w:t>.</w:t>
      </w:r>
    </w:p>
    <w:p w14:paraId="39F84948" w14:textId="77777777" w:rsidR="001C0413" w:rsidRDefault="001C0413" w:rsidP="001C0413">
      <w:r>
        <w:t>— </w:t>
      </w:r>
      <w:r w:rsidR="00530790" w:rsidRPr="005D5566">
        <w:t>Les ouvriers regrettent leur ignorance</w:t>
      </w:r>
      <w:r>
        <w:t xml:space="preserve"> ! </w:t>
      </w:r>
      <w:r w:rsidR="00530790" w:rsidRPr="005D5566">
        <w:t>dit-elle à André</w:t>
      </w:r>
      <w:r>
        <w:t xml:space="preserve">… </w:t>
      </w:r>
      <w:r w:rsidR="00530790" w:rsidRPr="005D5566">
        <w:t>Quand j</w:t>
      </w:r>
      <w:r>
        <w:t>’</w:t>
      </w:r>
      <w:r w:rsidR="00530790" w:rsidRPr="005D5566">
        <w:t>étais jeune</w:t>
      </w:r>
      <w:r>
        <w:t xml:space="preserve">, </w:t>
      </w:r>
      <w:r w:rsidR="00530790" w:rsidRPr="005D5566">
        <w:t>je savais lire</w:t>
      </w:r>
      <w:r>
        <w:t xml:space="preserve">, </w:t>
      </w:r>
      <w:r w:rsidR="00530790" w:rsidRPr="005D5566">
        <w:t xml:space="preserve">mais </w:t>
      </w:r>
      <w:r w:rsidR="00530790" w:rsidRPr="005D5566">
        <w:rPr>
          <w:bCs/>
        </w:rPr>
        <w:t>j</w:t>
      </w:r>
      <w:r>
        <w:t>’</w:t>
      </w:r>
      <w:r w:rsidR="00530790" w:rsidRPr="005D5566">
        <w:t>ai oublié</w:t>
      </w:r>
      <w:r>
        <w:t>…</w:t>
      </w:r>
    </w:p>
    <w:p w14:paraId="3E196D13" w14:textId="77777777" w:rsidR="001C0413" w:rsidRDefault="001C0413" w:rsidP="001C0413">
      <w:r>
        <w:t>— </w:t>
      </w:r>
      <w:r w:rsidR="00530790" w:rsidRPr="005D5566">
        <w:t>Il faut rapprendre</w:t>
      </w:r>
      <w:r>
        <w:t xml:space="preserve">, </w:t>
      </w:r>
      <w:r w:rsidR="00530790" w:rsidRPr="005D5566">
        <w:t>proposa le Petit-Russien</w:t>
      </w:r>
      <w:r>
        <w:t>.</w:t>
      </w:r>
    </w:p>
    <w:p w14:paraId="207615A7" w14:textId="77777777" w:rsidR="001C0413" w:rsidRDefault="001C0413" w:rsidP="001C0413">
      <w:r>
        <w:t>— </w:t>
      </w:r>
      <w:r w:rsidR="00530790" w:rsidRPr="005D5566">
        <w:t>À mon âge</w:t>
      </w:r>
      <w:r>
        <w:t xml:space="preserve"> ! </w:t>
      </w:r>
      <w:r w:rsidR="00530790" w:rsidRPr="005D5566">
        <w:t>À quoi bon faire rire le monde</w:t>
      </w:r>
      <w:r>
        <w:t> !…</w:t>
      </w:r>
    </w:p>
    <w:p w14:paraId="688E959C" w14:textId="77777777" w:rsidR="001C0413" w:rsidRDefault="00530790" w:rsidP="001C0413">
      <w:r w:rsidRPr="005D5566">
        <w:t>Mais André prit un livre sur le rayon et demanda</w:t>
      </w:r>
      <w:r w:rsidR="001C0413">
        <w:t xml:space="preserve">, </w:t>
      </w:r>
      <w:r w:rsidRPr="005D5566">
        <w:t>en désignant une lettre du titre avec la pointe de son couteau</w:t>
      </w:r>
      <w:r w:rsidR="001C0413">
        <w:t> :</w:t>
      </w:r>
    </w:p>
    <w:p w14:paraId="608E6E9A" w14:textId="77777777" w:rsidR="001C0413" w:rsidRDefault="001C0413" w:rsidP="001C0413">
      <w:r>
        <w:t>— </w:t>
      </w:r>
      <w:r w:rsidR="00530790" w:rsidRPr="005D5566">
        <w:t>Qu</w:t>
      </w:r>
      <w:r>
        <w:t>’</w:t>
      </w:r>
      <w:r w:rsidR="00530790" w:rsidRPr="005D5566">
        <w:t>est-ce que c</w:t>
      </w:r>
      <w:r>
        <w:t>’</w:t>
      </w:r>
      <w:r w:rsidR="00530790" w:rsidRPr="005D5566">
        <w:t>est</w:t>
      </w:r>
      <w:r>
        <w:t> ?</w:t>
      </w:r>
    </w:p>
    <w:p w14:paraId="593BFBFA" w14:textId="77777777" w:rsidR="001C0413" w:rsidRDefault="001C0413" w:rsidP="001C0413">
      <w:r>
        <w:t>— </w:t>
      </w:r>
      <w:r w:rsidR="00530790" w:rsidRPr="005D5566">
        <w:t>R</w:t>
      </w:r>
      <w:r>
        <w:t xml:space="preserve"> ! </w:t>
      </w:r>
      <w:r w:rsidR="00530790" w:rsidRPr="005D5566">
        <w:t>répondit-elle en riant</w:t>
      </w:r>
      <w:r>
        <w:t>.</w:t>
      </w:r>
    </w:p>
    <w:p w14:paraId="159C9B10" w14:textId="77777777" w:rsidR="001C0413" w:rsidRDefault="001C0413" w:rsidP="001C0413">
      <w:r>
        <w:t>— </w:t>
      </w:r>
      <w:r w:rsidR="00530790" w:rsidRPr="005D5566">
        <w:t>Et cela</w:t>
      </w:r>
      <w:r>
        <w:t> ?</w:t>
      </w:r>
    </w:p>
    <w:p w14:paraId="6C2F8834" w14:textId="77777777" w:rsidR="001C0413" w:rsidRDefault="001C0413" w:rsidP="001C0413">
      <w:r>
        <w:t>— </w:t>
      </w:r>
      <w:r w:rsidR="00530790" w:rsidRPr="005D5566">
        <w:t>A</w:t>
      </w:r>
      <w:r>
        <w:t> !…</w:t>
      </w:r>
    </w:p>
    <w:p w14:paraId="0571D463" w14:textId="77777777" w:rsidR="001C0413" w:rsidRDefault="00530790" w:rsidP="001C0413">
      <w:r w:rsidRPr="005D5566">
        <w:t>Elle était un peu embarrassée et humiliée</w:t>
      </w:r>
      <w:r w:rsidR="001C0413">
        <w:t xml:space="preserve">. </w:t>
      </w:r>
      <w:r w:rsidRPr="005D5566">
        <w:t>Il lui semblait que les yeux d</w:t>
      </w:r>
      <w:r w:rsidR="001C0413">
        <w:t>’</w:t>
      </w:r>
      <w:r w:rsidRPr="005D5566">
        <w:t>André se moquaient d</w:t>
      </w:r>
      <w:r w:rsidR="001C0413">
        <w:t>’</w:t>
      </w:r>
      <w:r w:rsidRPr="005D5566">
        <w:t>elle avec un rire dissimulé</w:t>
      </w:r>
      <w:r w:rsidR="001C0413">
        <w:t xml:space="preserve">, </w:t>
      </w:r>
      <w:r w:rsidRPr="005D5566">
        <w:t>et elle les évita</w:t>
      </w:r>
      <w:r w:rsidR="001C0413">
        <w:t xml:space="preserve">. </w:t>
      </w:r>
      <w:r w:rsidRPr="005D5566">
        <w:t>Mais la voix de l</w:t>
      </w:r>
      <w:r w:rsidR="001C0413">
        <w:t>’</w:t>
      </w:r>
      <w:r w:rsidRPr="005D5566">
        <w:t>homme était douce et calme</w:t>
      </w:r>
      <w:r w:rsidR="001C0413">
        <w:t xml:space="preserve"> ; </w:t>
      </w:r>
      <w:r w:rsidRPr="005D5566">
        <w:t xml:space="preserve">la mère lui jeta un </w:t>
      </w:r>
      <w:r w:rsidRPr="005D5566">
        <w:rPr>
          <w:bCs/>
        </w:rPr>
        <w:t xml:space="preserve">coup </w:t>
      </w:r>
      <w:r w:rsidRPr="005D5566">
        <w:t>d</w:t>
      </w:r>
      <w:r w:rsidR="001C0413">
        <w:t>’</w:t>
      </w:r>
      <w:r w:rsidRPr="005D5566">
        <w:t>œil oblique</w:t>
      </w:r>
      <w:r w:rsidR="001C0413">
        <w:t xml:space="preserve"> : </w:t>
      </w:r>
      <w:r w:rsidRPr="005D5566">
        <w:t>il avait l</w:t>
      </w:r>
      <w:r w:rsidR="001C0413">
        <w:t>’</w:t>
      </w:r>
      <w:r w:rsidRPr="005D5566">
        <w:t>air sérieux</w:t>
      </w:r>
      <w:r w:rsidR="001C0413">
        <w:t>.</w:t>
      </w:r>
    </w:p>
    <w:p w14:paraId="075AAE16" w14:textId="77777777" w:rsidR="001C0413" w:rsidRDefault="001C0413" w:rsidP="001C0413">
      <w:r>
        <w:t>— </w:t>
      </w:r>
      <w:r w:rsidR="00530790" w:rsidRPr="005D5566">
        <w:t>Vous pensez réellement à m</w:t>
      </w:r>
      <w:r>
        <w:t>’</w:t>
      </w:r>
      <w:r w:rsidR="00530790" w:rsidRPr="005D5566">
        <w:t>instruire</w:t>
      </w:r>
      <w:r>
        <w:t xml:space="preserve">, </w:t>
      </w:r>
      <w:r w:rsidR="00530790" w:rsidRPr="005D5566">
        <w:t>André</w:t>
      </w:r>
      <w:r>
        <w:t xml:space="preserve"> ? </w:t>
      </w:r>
      <w:r w:rsidR="00530790" w:rsidRPr="005D5566">
        <w:t>demanda-t-elle en riant involontairement</w:t>
      </w:r>
      <w:r>
        <w:t>.</w:t>
      </w:r>
    </w:p>
    <w:p w14:paraId="5C48790E" w14:textId="77777777" w:rsidR="001C0413" w:rsidRDefault="001C0413" w:rsidP="001C0413">
      <w:r>
        <w:t>— </w:t>
      </w:r>
      <w:r w:rsidR="00530790" w:rsidRPr="005D5566">
        <w:t>Et pourquoi pas</w:t>
      </w:r>
      <w:r>
        <w:t xml:space="preserve"> ? </w:t>
      </w:r>
      <w:r w:rsidR="00530790" w:rsidRPr="005D5566">
        <w:t>répliqua-t-il</w:t>
      </w:r>
      <w:r>
        <w:t xml:space="preserve">. </w:t>
      </w:r>
      <w:r w:rsidR="00530790" w:rsidRPr="005D5566">
        <w:t>Essayons</w:t>
      </w:r>
      <w:r>
        <w:t xml:space="preserve"> ! </w:t>
      </w:r>
      <w:r w:rsidR="00530790" w:rsidRPr="005D5566">
        <w:t>Puisque vous avez appris à lire</w:t>
      </w:r>
      <w:r>
        <w:t xml:space="preserve">, </w:t>
      </w:r>
      <w:r w:rsidR="00530790" w:rsidRPr="005D5566">
        <w:t>vous vous souviendrez plus facilement</w:t>
      </w:r>
      <w:r>
        <w:t xml:space="preserve">. </w:t>
      </w:r>
      <w:r w:rsidR="00530790" w:rsidRPr="005D5566">
        <w:t>Si nous réussissons</w:t>
      </w:r>
      <w:r>
        <w:t xml:space="preserve">, </w:t>
      </w:r>
      <w:r w:rsidR="00530790" w:rsidRPr="005D5566">
        <w:t>tant mieux</w:t>
      </w:r>
      <w:r>
        <w:t xml:space="preserve"> ; </w:t>
      </w:r>
      <w:r w:rsidR="00530790" w:rsidRPr="005D5566">
        <w:t>sinon</w:t>
      </w:r>
      <w:r>
        <w:t xml:space="preserve">, </w:t>
      </w:r>
      <w:r w:rsidR="00530790" w:rsidRPr="005D5566">
        <w:t>vous ne vous en porterez pas plus mal</w:t>
      </w:r>
      <w:r>
        <w:t>…</w:t>
      </w:r>
    </w:p>
    <w:p w14:paraId="66E86832" w14:textId="77777777" w:rsidR="001C0413" w:rsidRDefault="001C0413" w:rsidP="001C0413">
      <w:r>
        <w:lastRenderedPageBreak/>
        <w:t>— </w:t>
      </w:r>
      <w:r w:rsidR="00530790" w:rsidRPr="005D5566">
        <w:t>On dit aussi qu</w:t>
      </w:r>
      <w:r>
        <w:t>’</w:t>
      </w:r>
      <w:r w:rsidR="00530790" w:rsidRPr="005D5566">
        <w:t>on ne devient pas saint rien qu</w:t>
      </w:r>
      <w:r>
        <w:t>’</w:t>
      </w:r>
      <w:r w:rsidR="00530790" w:rsidRPr="005D5566">
        <w:t>en regardant les images sacrées</w:t>
      </w:r>
      <w:r>
        <w:t xml:space="preserve"> ! </w:t>
      </w:r>
      <w:r w:rsidR="00530790" w:rsidRPr="005D5566">
        <w:t>répondit la mère</w:t>
      </w:r>
      <w:r>
        <w:t>.</w:t>
      </w:r>
    </w:p>
    <w:p w14:paraId="731571C0" w14:textId="77777777" w:rsidR="001C0413" w:rsidRDefault="001C0413" w:rsidP="001C0413">
      <w:r>
        <w:t>— </w:t>
      </w:r>
      <w:r w:rsidR="00530790" w:rsidRPr="005D5566">
        <w:t>Ah</w:t>
      </w:r>
      <w:r>
        <w:t xml:space="preserve"> ! </w:t>
      </w:r>
      <w:r w:rsidR="00530790" w:rsidRPr="005D5566">
        <w:t>fit le Petit-Russien en hochant la tête</w:t>
      </w:r>
      <w:r>
        <w:t xml:space="preserve">, </w:t>
      </w:r>
      <w:r w:rsidR="00530790" w:rsidRPr="005D5566">
        <w:t>il y a beaucoup de proverbes</w:t>
      </w:r>
      <w:r>
        <w:t xml:space="preserve">. </w:t>
      </w:r>
      <w:r w:rsidR="00530790" w:rsidRPr="005D5566">
        <w:t>Celui qui dit</w:t>
      </w:r>
      <w:r>
        <w:t> : « </w:t>
      </w:r>
      <w:r w:rsidR="00530790" w:rsidRPr="005D5566">
        <w:t>Moins on sait</w:t>
      </w:r>
      <w:r>
        <w:t xml:space="preserve">, </w:t>
      </w:r>
      <w:r w:rsidR="00530790" w:rsidRPr="005D5566">
        <w:t>mieux on dort</w:t>
      </w:r>
      <w:r>
        <w:t> ! »</w:t>
      </w:r>
      <w:r w:rsidR="00530790" w:rsidRPr="005D5566">
        <w:t xml:space="preserve"> n</w:t>
      </w:r>
      <w:r>
        <w:t>’</w:t>
      </w:r>
      <w:r w:rsidR="00530790" w:rsidRPr="005D5566">
        <w:t>est-il pas vrai aussi</w:t>
      </w:r>
      <w:r>
        <w:t xml:space="preserve"> ? </w:t>
      </w:r>
      <w:r w:rsidR="00530790" w:rsidRPr="005D5566">
        <w:t>C</w:t>
      </w:r>
      <w:r>
        <w:t>’</w:t>
      </w:r>
      <w:r w:rsidR="00530790" w:rsidRPr="005D5566">
        <w:t>est l</w:t>
      </w:r>
      <w:r>
        <w:t>’</w:t>
      </w:r>
      <w:r w:rsidR="00530790" w:rsidRPr="005D5566">
        <w:t>estomac qui pense en proverbes</w:t>
      </w:r>
      <w:r>
        <w:t xml:space="preserve"> ; </w:t>
      </w:r>
      <w:r w:rsidR="00530790" w:rsidRPr="005D5566">
        <w:t xml:space="preserve">il en tisse des lisières pour </w:t>
      </w:r>
      <w:r w:rsidR="00530790" w:rsidRPr="005D5566">
        <w:rPr>
          <w:bCs/>
        </w:rPr>
        <w:t>l</w:t>
      </w:r>
      <w:r>
        <w:rPr>
          <w:bCs/>
        </w:rPr>
        <w:t>’</w:t>
      </w:r>
      <w:r w:rsidR="00530790" w:rsidRPr="005D5566">
        <w:rPr>
          <w:bCs/>
        </w:rPr>
        <w:t>âme</w:t>
      </w:r>
      <w:r>
        <w:rPr>
          <w:bCs/>
        </w:rPr>
        <w:t xml:space="preserve">, </w:t>
      </w:r>
      <w:r w:rsidR="00530790" w:rsidRPr="005D5566">
        <w:t xml:space="preserve">afin de </w:t>
      </w:r>
      <w:r w:rsidR="00530790" w:rsidRPr="005D5566">
        <w:rPr>
          <w:bCs/>
        </w:rPr>
        <w:t xml:space="preserve">mieux </w:t>
      </w:r>
      <w:r w:rsidR="00530790" w:rsidRPr="005D5566">
        <w:t>pouvoir la diriger</w:t>
      </w:r>
      <w:r>
        <w:t>…</w:t>
      </w:r>
    </w:p>
    <w:p w14:paraId="2CFE1F75" w14:textId="77777777" w:rsidR="001C0413" w:rsidRDefault="00530790" w:rsidP="001C0413">
      <w:r w:rsidRPr="005D5566">
        <w:rPr>
          <w:szCs w:val="32"/>
        </w:rPr>
        <w:t>Il faut la paix au ventre et l</w:t>
      </w:r>
      <w:r w:rsidR="001C0413">
        <w:rPr>
          <w:szCs w:val="32"/>
        </w:rPr>
        <w:t>’</w:t>
      </w:r>
      <w:r w:rsidRPr="005D5566">
        <w:rPr>
          <w:szCs w:val="32"/>
        </w:rPr>
        <w:t>espace à l</w:t>
      </w:r>
      <w:r w:rsidR="001C0413">
        <w:rPr>
          <w:szCs w:val="32"/>
        </w:rPr>
        <w:t>’</w:t>
      </w:r>
      <w:r w:rsidRPr="005D5566">
        <w:rPr>
          <w:szCs w:val="32"/>
        </w:rPr>
        <w:t>âme</w:t>
      </w:r>
      <w:r w:rsidR="001C0413">
        <w:rPr>
          <w:szCs w:val="32"/>
        </w:rPr>
        <w:t xml:space="preserve">… </w:t>
      </w:r>
      <w:r w:rsidRPr="005D5566">
        <w:rPr>
          <w:szCs w:val="32"/>
        </w:rPr>
        <w:t>Qu</w:t>
      </w:r>
      <w:r w:rsidR="001C0413">
        <w:rPr>
          <w:szCs w:val="32"/>
        </w:rPr>
        <w:t>’</w:t>
      </w:r>
      <w:r w:rsidRPr="005D5566">
        <w:rPr>
          <w:szCs w:val="32"/>
        </w:rPr>
        <w:t xml:space="preserve">est-ce </w:t>
      </w:r>
      <w:r w:rsidRPr="005D5566">
        <w:t>que cette lettre</w:t>
      </w:r>
      <w:r w:rsidR="001C0413">
        <w:t> ?</w:t>
      </w:r>
    </w:p>
    <w:p w14:paraId="05CEB889" w14:textId="77777777" w:rsidR="001C0413" w:rsidRDefault="001C0413" w:rsidP="001C0413">
      <w:r>
        <w:t>— </w:t>
      </w:r>
      <w:r w:rsidR="00530790" w:rsidRPr="005D5566">
        <w:t>L</w:t>
      </w:r>
      <w:r>
        <w:t> !</w:t>
      </w:r>
    </w:p>
    <w:p w14:paraId="5CBA6AE8" w14:textId="77777777" w:rsidR="001C0413" w:rsidRDefault="001C0413" w:rsidP="001C0413">
      <w:r>
        <w:t>— </w:t>
      </w:r>
      <w:r w:rsidR="00530790" w:rsidRPr="005D5566">
        <w:t>Bien</w:t>
      </w:r>
      <w:r>
        <w:t xml:space="preserve"> ! </w:t>
      </w:r>
      <w:r w:rsidR="00530790" w:rsidRPr="005D5566">
        <w:t>Voyez comme elle est écartée</w:t>
      </w:r>
      <w:r>
        <w:t xml:space="preserve"> !… </w:t>
      </w:r>
      <w:r w:rsidR="00530790" w:rsidRPr="005D5566">
        <w:t>Et celle-ci</w:t>
      </w:r>
      <w:r>
        <w:t> ?</w:t>
      </w:r>
    </w:p>
    <w:p w14:paraId="147C13E4" w14:textId="77777777" w:rsidR="001C0413" w:rsidRDefault="00530790" w:rsidP="001C0413">
      <w:r w:rsidRPr="005D5566">
        <w:rPr>
          <w:bCs/>
        </w:rPr>
        <w:t>S</w:t>
      </w:r>
      <w:r w:rsidR="001C0413">
        <w:t>’</w:t>
      </w:r>
      <w:r w:rsidRPr="005D5566">
        <w:t>appliquant de son mieux</w:t>
      </w:r>
      <w:r w:rsidR="001C0413">
        <w:t xml:space="preserve">, </w:t>
      </w:r>
      <w:r w:rsidRPr="005D5566">
        <w:t>remuant les sourcils</w:t>
      </w:r>
      <w:r w:rsidR="001C0413">
        <w:t xml:space="preserve">, </w:t>
      </w:r>
      <w:r w:rsidRPr="005D5566">
        <w:t xml:space="preserve">elle se </w:t>
      </w:r>
      <w:r w:rsidRPr="005D5566">
        <w:rPr>
          <w:bCs/>
        </w:rPr>
        <w:t xml:space="preserve">remémorait </w:t>
      </w:r>
      <w:r w:rsidRPr="005D5566">
        <w:t>avec effort les sig</w:t>
      </w:r>
      <w:r>
        <w:t xml:space="preserve">nes </w:t>
      </w:r>
      <w:r w:rsidRPr="005D5566">
        <w:t>oubli</w:t>
      </w:r>
      <w:r>
        <w:t>é</w:t>
      </w:r>
      <w:r w:rsidRPr="005D5566">
        <w:t>s</w:t>
      </w:r>
      <w:r w:rsidR="001C0413">
        <w:t xml:space="preserve"> : </w:t>
      </w:r>
      <w:r w:rsidRPr="005D5566">
        <w:t>elle était si profondément plongée dans sa besogne</w:t>
      </w:r>
      <w:r w:rsidR="001C0413">
        <w:t xml:space="preserve">, </w:t>
      </w:r>
      <w:r w:rsidRPr="005D5566">
        <w:t>qu</w:t>
      </w:r>
      <w:r w:rsidR="001C0413">
        <w:t>’</w:t>
      </w:r>
      <w:r w:rsidRPr="005D5566">
        <w:t>elle en oubliait tout le reste</w:t>
      </w:r>
      <w:r w:rsidR="001C0413">
        <w:t xml:space="preserve">. </w:t>
      </w:r>
      <w:r w:rsidRPr="005D5566">
        <w:t>Mais ses yeux furent bientôt fatigués</w:t>
      </w:r>
      <w:r w:rsidR="001C0413">
        <w:t xml:space="preserve">. </w:t>
      </w:r>
      <w:r w:rsidRPr="005D5566">
        <w:t>Des larmes de lassitude s</w:t>
      </w:r>
      <w:r w:rsidR="001C0413">
        <w:t>’</w:t>
      </w:r>
      <w:r w:rsidRPr="005D5566">
        <w:t>y amassèrent</w:t>
      </w:r>
      <w:r w:rsidR="001C0413">
        <w:t xml:space="preserve">, </w:t>
      </w:r>
      <w:r w:rsidRPr="005D5566">
        <w:t>suivies de larmes de chagrin</w:t>
      </w:r>
      <w:r w:rsidR="001C0413">
        <w:t>.</w:t>
      </w:r>
    </w:p>
    <w:p w14:paraId="4BD2DB07" w14:textId="77777777" w:rsidR="001C0413" w:rsidRDefault="001C0413" w:rsidP="001C0413">
      <w:r>
        <w:t>— </w:t>
      </w:r>
      <w:r w:rsidR="00530790" w:rsidRPr="005D5566">
        <w:t>J</w:t>
      </w:r>
      <w:r>
        <w:t>’</w:t>
      </w:r>
      <w:r w:rsidR="00530790" w:rsidRPr="005D5566">
        <w:t>apprends à lire</w:t>
      </w:r>
      <w:r>
        <w:t xml:space="preserve"> ! </w:t>
      </w:r>
      <w:r w:rsidR="00530790" w:rsidRPr="005D5566">
        <w:t>s</w:t>
      </w:r>
      <w:r>
        <w:rPr>
          <w:bCs/>
        </w:rPr>
        <w:t>’</w:t>
      </w:r>
      <w:r w:rsidR="00530790" w:rsidRPr="005D5566">
        <w:rPr>
          <w:bCs/>
        </w:rPr>
        <w:t xml:space="preserve">exclama-t-elle </w:t>
      </w:r>
      <w:r w:rsidR="00530790" w:rsidRPr="005D5566">
        <w:t>en sanglotant</w:t>
      </w:r>
      <w:r>
        <w:t xml:space="preserve">. </w:t>
      </w:r>
      <w:r w:rsidR="00530790" w:rsidRPr="005D5566">
        <w:t>C</w:t>
      </w:r>
      <w:r>
        <w:t>’</w:t>
      </w:r>
      <w:r w:rsidR="00530790" w:rsidRPr="005D5566">
        <w:t>est le moment de mourir</w:t>
      </w:r>
      <w:r>
        <w:t xml:space="preserve">, </w:t>
      </w:r>
      <w:r w:rsidR="00530790" w:rsidRPr="005D5566">
        <w:t>et moi</w:t>
      </w:r>
      <w:r>
        <w:t xml:space="preserve">, </w:t>
      </w:r>
      <w:r w:rsidR="00530790" w:rsidRPr="005D5566">
        <w:t>je me mets à apprendre</w:t>
      </w:r>
      <w:r>
        <w:t>…</w:t>
      </w:r>
    </w:p>
    <w:p w14:paraId="1683998E" w14:textId="77777777" w:rsidR="001C0413" w:rsidRDefault="001C0413" w:rsidP="001C0413">
      <w:r>
        <w:t>— </w:t>
      </w:r>
      <w:r w:rsidR="00530790" w:rsidRPr="005D5566">
        <w:t>Ne pleurez pas</w:t>
      </w:r>
      <w:r>
        <w:t xml:space="preserve"> ! </w:t>
      </w:r>
      <w:r w:rsidR="00530790" w:rsidRPr="005D5566">
        <w:t>dit le Petit-Russien</w:t>
      </w:r>
      <w:r>
        <w:t xml:space="preserve">, </w:t>
      </w:r>
      <w:r w:rsidR="00530790" w:rsidRPr="005D5566">
        <w:t>d</w:t>
      </w:r>
      <w:r>
        <w:t>’</w:t>
      </w:r>
      <w:r w:rsidR="00530790" w:rsidRPr="005D5566">
        <w:t>une voix basse et caressante</w:t>
      </w:r>
      <w:r>
        <w:t xml:space="preserve">. </w:t>
      </w:r>
      <w:r w:rsidR="00530790" w:rsidRPr="005D5566">
        <w:t>Vous ne pouviez pas vivre autrement</w:t>
      </w:r>
      <w:r>
        <w:t xml:space="preserve">, </w:t>
      </w:r>
      <w:r w:rsidR="00530790" w:rsidRPr="005D5566">
        <w:t>et cependant</w:t>
      </w:r>
      <w:r>
        <w:t xml:space="preserve">, </w:t>
      </w:r>
      <w:r w:rsidR="00530790" w:rsidRPr="005D5566">
        <w:t>vous comprenez maintenant que les gens vivent mal</w:t>
      </w:r>
      <w:r>
        <w:t xml:space="preserve">… </w:t>
      </w:r>
      <w:r w:rsidR="00530790" w:rsidRPr="005D5566">
        <w:t>Il y en a des milliers qui peuvent le faire mieux que vous</w:t>
      </w:r>
      <w:r>
        <w:t xml:space="preserve">… </w:t>
      </w:r>
      <w:r w:rsidR="00530790" w:rsidRPr="005D5566">
        <w:t>et ils végètent comme des brutes</w:t>
      </w:r>
      <w:r>
        <w:t xml:space="preserve">, </w:t>
      </w:r>
      <w:r w:rsidR="00530790" w:rsidRPr="005D5566">
        <w:t>non sans se vanter de bien vivre</w:t>
      </w:r>
      <w:r>
        <w:t xml:space="preserve">… </w:t>
      </w:r>
      <w:r w:rsidR="00530790" w:rsidRPr="005D5566">
        <w:t>Et qu</w:t>
      </w:r>
      <w:r>
        <w:t>’</w:t>
      </w:r>
      <w:r w:rsidR="00530790" w:rsidRPr="005D5566">
        <w:t xml:space="preserve">y a-t-il </w:t>
      </w:r>
      <w:r w:rsidR="00530790" w:rsidRPr="005D5566">
        <w:rPr>
          <w:bCs/>
        </w:rPr>
        <w:t xml:space="preserve">de </w:t>
      </w:r>
      <w:r w:rsidR="00530790" w:rsidRPr="005D5566">
        <w:t>bon dans leur existence</w:t>
      </w:r>
      <w:r>
        <w:t xml:space="preserve"> ? </w:t>
      </w:r>
      <w:r w:rsidR="00530790" w:rsidRPr="005D5566">
        <w:t>Un jour ils travaillent et mangent</w:t>
      </w:r>
      <w:r>
        <w:t xml:space="preserve">, </w:t>
      </w:r>
      <w:r w:rsidR="00530790" w:rsidRPr="005D5566">
        <w:t>le lendemain</w:t>
      </w:r>
      <w:r>
        <w:t xml:space="preserve">, </w:t>
      </w:r>
      <w:r w:rsidR="00530790" w:rsidRPr="005D5566">
        <w:t>ils travaillent et mangent</w:t>
      </w:r>
      <w:r>
        <w:t xml:space="preserve">, </w:t>
      </w:r>
      <w:r w:rsidR="00530790" w:rsidRPr="005D5566">
        <w:t>et ainsi tous les jours de leur vie</w:t>
      </w:r>
      <w:r>
        <w:t xml:space="preserve">. </w:t>
      </w:r>
      <w:r w:rsidR="00530790" w:rsidRPr="005D5566">
        <w:t>Entre temps</w:t>
      </w:r>
      <w:r>
        <w:t xml:space="preserve">, </w:t>
      </w:r>
      <w:r w:rsidR="00530790" w:rsidRPr="005D5566">
        <w:t>ils engendrent des enfants</w:t>
      </w:r>
      <w:r>
        <w:t xml:space="preserve"> ; </w:t>
      </w:r>
      <w:r w:rsidR="00530790" w:rsidRPr="005D5566">
        <w:t>ils s</w:t>
      </w:r>
      <w:r>
        <w:t>’</w:t>
      </w:r>
      <w:r w:rsidR="00530790" w:rsidRPr="005D5566">
        <w:t xml:space="preserve">en amusent </w:t>
      </w:r>
      <w:r w:rsidR="00530790" w:rsidRPr="005D5566">
        <w:rPr>
          <w:bCs/>
        </w:rPr>
        <w:t>d</w:t>
      </w:r>
      <w:r>
        <w:t>’</w:t>
      </w:r>
      <w:r w:rsidR="00530790" w:rsidRPr="005D5566">
        <w:t>abord</w:t>
      </w:r>
      <w:r>
        <w:t xml:space="preserve">, </w:t>
      </w:r>
      <w:r w:rsidR="00530790" w:rsidRPr="005D5566">
        <w:t>puis quand les petits se mettent aussi à manger beaucoup les parents se fâchent</w:t>
      </w:r>
      <w:r>
        <w:t xml:space="preserve">, </w:t>
      </w:r>
      <w:r w:rsidR="00530790" w:rsidRPr="005D5566">
        <w:t>les injurient et leur disent</w:t>
      </w:r>
      <w:r>
        <w:t xml:space="preserve"> : </w:t>
      </w:r>
      <w:r w:rsidR="00530790" w:rsidRPr="005D5566">
        <w:t>Dépêchez-vous de grandir</w:t>
      </w:r>
      <w:r>
        <w:t xml:space="preserve">, </w:t>
      </w:r>
      <w:r w:rsidR="00530790" w:rsidRPr="005D5566">
        <w:lastRenderedPageBreak/>
        <w:t>gloutons</w:t>
      </w:r>
      <w:r>
        <w:t xml:space="preserve">, </w:t>
      </w:r>
      <w:r w:rsidR="00530790" w:rsidRPr="005D5566">
        <w:t>allez travailler</w:t>
      </w:r>
      <w:r>
        <w:t xml:space="preserve"> ! </w:t>
      </w:r>
      <w:r w:rsidR="00530790" w:rsidRPr="005D5566">
        <w:t>Ils aimeraient faire de leurs mioches des animaux domestiques</w:t>
      </w:r>
      <w:r>
        <w:t xml:space="preserve">… </w:t>
      </w:r>
      <w:r w:rsidR="00530790" w:rsidRPr="005D5566">
        <w:t>Mais les enfants se mettent à</w:t>
      </w:r>
      <w:r w:rsidR="00530790" w:rsidRPr="005D5566">
        <w:rPr>
          <w:i/>
          <w:iCs/>
        </w:rPr>
        <w:t xml:space="preserve"> </w:t>
      </w:r>
      <w:r w:rsidR="00530790" w:rsidRPr="005D5566">
        <w:t>bûcher à leur tour pour leur propre ventre</w:t>
      </w:r>
      <w:r>
        <w:t xml:space="preserve">… </w:t>
      </w:r>
      <w:r w:rsidR="00530790" w:rsidRPr="005D5566">
        <w:t>et la vie continue</w:t>
      </w:r>
      <w:r>
        <w:t xml:space="preserve">… </w:t>
      </w:r>
      <w:r w:rsidR="00530790" w:rsidRPr="005D5566">
        <w:t>Jamais leur âme n</w:t>
      </w:r>
      <w:r>
        <w:t>’</w:t>
      </w:r>
      <w:r w:rsidR="00530790" w:rsidRPr="005D5566">
        <w:t xml:space="preserve">est </w:t>
      </w:r>
      <w:r w:rsidR="00530790" w:rsidRPr="005D5566">
        <w:rPr>
          <w:bCs/>
        </w:rPr>
        <w:t xml:space="preserve">effleurée </w:t>
      </w:r>
      <w:r w:rsidR="00530790" w:rsidRPr="005D5566">
        <w:t>d</w:t>
      </w:r>
      <w:r>
        <w:t>’</w:t>
      </w:r>
      <w:r w:rsidR="00530790" w:rsidRPr="005D5566">
        <w:t>une joie</w:t>
      </w:r>
      <w:r>
        <w:t xml:space="preserve">, </w:t>
      </w:r>
      <w:r w:rsidR="00530790" w:rsidRPr="005D5566">
        <w:t>d</w:t>
      </w:r>
      <w:r>
        <w:t>’</w:t>
      </w:r>
      <w:r w:rsidR="00530790" w:rsidRPr="005D5566">
        <w:t>une pensée qui réjouisse le cœur</w:t>
      </w:r>
      <w:r>
        <w:t xml:space="preserve">. </w:t>
      </w:r>
      <w:r w:rsidR="00530790" w:rsidRPr="005D5566">
        <w:t>Les uns mendient sans cesse comme des pauvres</w:t>
      </w:r>
      <w:r>
        <w:t xml:space="preserve">, </w:t>
      </w:r>
      <w:r w:rsidR="00530790" w:rsidRPr="005D5566">
        <w:t>les autres</w:t>
      </w:r>
      <w:r>
        <w:t xml:space="preserve">, </w:t>
      </w:r>
      <w:r w:rsidR="00530790" w:rsidRPr="005D5566">
        <w:t>comme des voleurs</w:t>
      </w:r>
      <w:r>
        <w:t xml:space="preserve">, </w:t>
      </w:r>
      <w:r w:rsidR="00530790" w:rsidRPr="005D5566">
        <w:t>dérobent à autrui ce dont ils ont besoin</w:t>
      </w:r>
      <w:r>
        <w:t xml:space="preserve">. </w:t>
      </w:r>
      <w:r w:rsidR="00530790" w:rsidRPr="005D5566">
        <w:t>On a</w:t>
      </w:r>
      <w:r w:rsidR="00530790" w:rsidRPr="005D5566">
        <w:rPr>
          <w:bCs/>
        </w:rPr>
        <w:t xml:space="preserve"> </w:t>
      </w:r>
      <w:r w:rsidR="00530790" w:rsidRPr="005D5566">
        <w:t>fait des lois scélérates</w:t>
      </w:r>
      <w:r>
        <w:t xml:space="preserve">, </w:t>
      </w:r>
      <w:r w:rsidR="00530790" w:rsidRPr="005D5566">
        <w:t xml:space="preserve">on a préposé à la garde </w:t>
      </w:r>
      <w:r w:rsidR="00530790" w:rsidRPr="005D5566">
        <w:rPr>
          <w:bCs/>
        </w:rPr>
        <w:t xml:space="preserve">du </w:t>
      </w:r>
      <w:r w:rsidR="00530790" w:rsidRPr="005D5566">
        <w:t>peuple des gens armés de bâtons</w:t>
      </w:r>
      <w:r>
        <w:t xml:space="preserve">, </w:t>
      </w:r>
      <w:r w:rsidR="00530790" w:rsidRPr="005D5566">
        <w:t>en leur disant</w:t>
      </w:r>
      <w:r>
        <w:t xml:space="preserve"> : </w:t>
      </w:r>
      <w:r w:rsidR="00530790" w:rsidRPr="005D5566">
        <w:t>Faites respecter nos lois</w:t>
      </w:r>
      <w:r>
        <w:t xml:space="preserve">, </w:t>
      </w:r>
      <w:r w:rsidR="00530790" w:rsidRPr="005D5566">
        <w:t>elles sont commodes</w:t>
      </w:r>
      <w:r>
        <w:t xml:space="preserve">, </w:t>
      </w:r>
      <w:r w:rsidR="00530790" w:rsidRPr="005D5566">
        <w:t>elles nous permettent de sucer le sang de l</w:t>
      </w:r>
      <w:r>
        <w:t>’</w:t>
      </w:r>
      <w:r w:rsidR="00530790" w:rsidRPr="005D5566">
        <w:t>homme</w:t>
      </w:r>
      <w:r>
        <w:t xml:space="preserve">. </w:t>
      </w:r>
      <w:r w:rsidR="00530790" w:rsidRPr="005D5566">
        <w:t>Si l</w:t>
      </w:r>
      <w:r>
        <w:t>’</w:t>
      </w:r>
      <w:r w:rsidR="00530790" w:rsidRPr="005D5566">
        <w:t>homme ne cède pas quand on le comprime de l</w:t>
      </w:r>
      <w:r>
        <w:t>’</w:t>
      </w:r>
      <w:r w:rsidR="00530790" w:rsidRPr="005D5566">
        <w:t>exté</w:t>
      </w:r>
      <w:r w:rsidR="00530790" w:rsidRPr="005D5566">
        <w:rPr>
          <w:bCs/>
        </w:rPr>
        <w:t>rieur</w:t>
      </w:r>
      <w:r>
        <w:rPr>
          <w:bCs/>
        </w:rPr>
        <w:t xml:space="preserve">, </w:t>
      </w:r>
      <w:r w:rsidR="00530790" w:rsidRPr="005D5566">
        <w:t>on lui introduit de force dans la tête des préceptes qui gênent sa raison</w:t>
      </w:r>
      <w:r>
        <w:t>…</w:t>
      </w:r>
    </w:p>
    <w:p w14:paraId="7FD471C1" w14:textId="77777777" w:rsidR="001C0413" w:rsidRDefault="00530790" w:rsidP="001C0413">
      <w:r w:rsidRPr="005D5566">
        <w:t>Accoudé sur la table</w:t>
      </w:r>
      <w:r w:rsidR="001C0413">
        <w:t xml:space="preserve">, </w:t>
      </w:r>
      <w:r w:rsidRPr="005D5566">
        <w:t>il regardait la mère de ses yeux pensifs</w:t>
      </w:r>
      <w:r w:rsidR="001C0413">
        <w:t xml:space="preserve"> ; </w:t>
      </w:r>
      <w:r w:rsidRPr="005D5566">
        <w:rPr>
          <w:bCs/>
        </w:rPr>
        <w:t xml:space="preserve">il </w:t>
      </w:r>
      <w:r w:rsidRPr="005D5566">
        <w:t>ajouta</w:t>
      </w:r>
      <w:r w:rsidR="001C0413">
        <w:t> :</w:t>
      </w:r>
    </w:p>
    <w:p w14:paraId="363F2E0E" w14:textId="77777777" w:rsidR="001C0413" w:rsidRDefault="001C0413" w:rsidP="001C0413">
      <w:r>
        <w:t>— </w:t>
      </w:r>
      <w:r w:rsidR="00530790" w:rsidRPr="005D5566">
        <w:t>Ceux-là seulement sont des hom</w:t>
      </w:r>
      <w:r w:rsidR="00530790" w:rsidRPr="00D210FA">
        <w:t>mes</w:t>
      </w:r>
      <w:r w:rsidR="00530790" w:rsidRPr="005D5566">
        <w:t xml:space="preserve"> qui arrachent les chaînes du corps et de la raison de leur prochain</w:t>
      </w:r>
      <w:r>
        <w:t xml:space="preserve">… </w:t>
      </w:r>
      <w:r w:rsidR="00530790" w:rsidRPr="005D5566">
        <w:t>Ainsi vous</w:t>
      </w:r>
      <w:r>
        <w:t xml:space="preserve">, </w:t>
      </w:r>
      <w:r w:rsidR="00530790" w:rsidRPr="005D5566">
        <w:t>vous vous êtes mise à cette besogne</w:t>
      </w:r>
      <w:r>
        <w:t xml:space="preserve">, </w:t>
      </w:r>
      <w:r w:rsidR="00530790" w:rsidRPr="005D5566">
        <w:t>selon vos propres forces</w:t>
      </w:r>
      <w:r>
        <w:t>…</w:t>
      </w:r>
    </w:p>
    <w:p w14:paraId="329D65FE" w14:textId="77777777" w:rsidR="001C0413" w:rsidRDefault="001C0413" w:rsidP="001C0413">
      <w:r>
        <w:t>— </w:t>
      </w:r>
      <w:r w:rsidR="00530790" w:rsidRPr="005D5566">
        <w:t>Moi</w:t>
      </w:r>
      <w:r>
        <w:t xml:space="preserve"> ? </w:t>
      </w:r>
      <w:r w:rsidR="00530790" w:rsidRPr="005D5566">
        <w:t>s</w:t>
      </w:r>
      <w:r>
        <w:t>’</w:t>
      </w:r>
      <w:r w:rsidR="00530790" w:rsidRPr="005D5566">
        <w:t>écria-t-elle</w:t>
      </w:r>
      <w:r>
        <w:t xml:space="preserve">, </w:t>
      </w:r>
      <w:r w:rsidR="00530790" w:rsidRPr="005D5566">
        <w:t xml:space="preserve">comment </w:t>
      </w:r>
      <w:r w:rsidR="00530790" w:rsidRPr="005D5566">
        <w:rPr>
          <w:bCs/>
        </w:rPr>
        <w:t>pourrais</w:t>
      </w:r>
      <w:r w:rsidR="00530790" w:rsidRPr="005D5566">
        <w:t>-je</w:t>
      </w:r>
      <w:r>
        <w:t>…</w:t>
      </w:r>
    </w:p>
    <w:p w14:paraId="53F9412B" w14:textId="77777777" w:rsidR="001C0413" w:rsidRDefault="001C0413" w:rsidP="001C0413">
      <w:pPr>
        <w:rPr>
          <w:bCs/>
        </w:rPr>
      </w:pPr>
      <w:r>
        <w:t>— </w:t>
      </w:r>
      <w:r w:rsidR="00530790" w:rsidRPr="005D5566">
        <w:t>Oui</w:t>
      </w:r>
      <w:r>
        <w:t xml:space="preserve">, </w:t>
      </w:r>
      <w:r w:rsidR="00530790" w:rsidRPr="005D5566">
        <w:t>vous</w:t>
      </w:r>
      <w:r>
        <w:t xml:space="preserve"> ! </w:t>
      </w:r>
      <w:r w:rsidR="00530790" w:rsidRPr="005D5566">
        <w:t>C</w:t>
      </w:r>
      <w:r>
        <w:t>’</w:t>
      </w:r>
      <w:r w:rsidR="00530790" w:rsidRPr="005D5566">
        <w:t>est comme la pluie</w:t>
      </w:r>
      <w:r>
        <w:t xml:space="preserve"> : </w:t>
      </w:r>
      <w:r w:rsidR="00530790" w:rsidRPr="005D5566">
        <w:t xml:space="preserve">chaque </w:t>
      </w:r>
      <w:r w:rsidR="00530790" w:rsidRPr="005D5566">
        <w:rPr>
          <w:bCs/>
        </w:rPr>
        <w:t xml:space="preserve">gouttelette </w:t>
      </w:r>
      <w:r w:rsidR="00530790" w:rsidRPr="005D5566">
        <w:t>abreuve un grain de blé</w:t>
      </w:r>
      <w:r>
        <w:t xml:space="preserve">. </w:t>
      </w:r>
      <w:r w:rsidR="00530790" w:rsidRPr="005D5566">
        <w:t xml:space="preserve">Et quand vous saurez </w:t>
      </w:r>
      <w:r w:rsidR="00530790" w:rsidRPr="005D5566">
        <w:rPr>
          <w:bCs/>
        </w:rPr>
        <w:t>lire</w:t>
      </w:r>
      <w:r>
        <w:rPr>
          <w:bCs/>
        </w:rPr>
        <w:t>…</w:t>
      </w:r>
    </w:p>
    <w:p w14:paraId="41FF1C83" w14:textId="77777777" w:rsidR="001C0413" w:rsidRDefault="00530790" w:rsidP="001C0413">
      <w:r w:rsidRPr="005D5566">
        <w:t>Il se mit à rire</w:t>
      </w:r>
      <w:r w:rsidR="001C0413">
        <w:t xml:space="preserve">, </w:t>
      </w:r>
      <w:r w:rsidRPr="005D5566">
        <w:t>se leva et parcourut la chambre à grands pas</w:t>
      </w:r>
      <w:r w:rsidR="001C0413">
        <w:t>.</w:t>
      </w:r>
    </w:p>
    <w:p w14:paraId="552218C3" w14:textId="77777777" w:rsidR="001C0413" w:rsidRDefault="001C0413" w:rsidP="001C0413">
      <w:r>
        <w:t>— </w:t>
      </w:r>
      <w:r w:rsidR="00530790" w:rsidRPr="005D5566">
        <w:rPr>
          <w:bCs/>
        </w:rPr>
        <w:t>Oui</w:t>
      </w:r>
      <w:r>
        <w:rPr>
          <w:bCs/>
        </w:rPr>
        <w:t xml:space="preserve">, </w:t>
      </w:r>
      <w:r w:rsidR="00530790" w:rsidRPr="005D5566">
        <w:t xml:space="preserve">vous </w:t>
      </w:r>
      <w:r w:rsidR="00530790" w:rsidRPr="005D5566">
        <w:rPr>
          <w:bCs/>
        </w:rPr>
        <w:t>apprendrez</w:t>
      </w:r>
      <w:r>
        <w:rPr>
          <w:bCs/>
        </w:rPr>
        <w:t xml:space="preserve">… </w:t>
      </w:r>
      <w:r w:rsidR="00530790" w:rsidRPr="005D5566">
        <w:t>Quand Pavel reviendra</w:t>
      </w:r>
      <w:r>
        <w:t xml:space="preserve">, </w:t>
      </w:r>
      <w:r w:rsidR="00530790" w:rsidRPr="005D5566">
        <w:t>il se</w:t>
      </w:r>
      <w:r w:rsidR="00530790" w:rsidRPr="005D5566">
        <w:rPr>
          <w:bCs/>
        </w:rPr>
        <w:t xml:space="preserve">ra </w:t>
      </w:r>
      <w:r w:rsidR="00530790" w:rsidRPr="005D5566">
        <w:t>étonné</w:t>
      </w:r>
      <w:r>
        <w:t>…</w:t>
      </w:r>
    </w:p>
    <w:p w14:paraId="2428006B" w14:textId="77777777" w:rsidR="001C0413" w:rsidRDefault="001C0413" w:rsidP="001C0413">
      <w:r>
        <w:t>— </w:t>
      </w:r>
      <w:r w:rsidR="00530790" w:rsidRPr="005D5566">
        <w:t>Ah</w:t>
      </w:r>
      <w:r>
        <w:t xml:space="preserve"> ! </w:t>
      </w:r>
      <w:r w:rsidR="00530790" w:rsidRPr="005D5566">
        <w:t>non</w:t>
      </w:r>
      <w:r>
        <w:t xml:space="preserve">, </w:t>
      </w:r>
      <w:r w:rsidR="00530790" w:rsidRPr="005D5566">
        <w:t>André</w:t>
      </w:r>
      <w:r>
        <w:t xml:space="preserve"> ! </w:t>
      </w:r>
      <w:r w:rsidR="00530790" w:rsidRPr="005D5566">
        <w:t>dit la mère</w:t>
      </w:r>
      <w:r>
        <w:t xml:space="preserve">. </w:t>
      </w:r>
      <w:r w:rsidR="00530790" w:rsidRPr="005D5566">
        <w:t>Tout est facile quand on est jeune</w:t>
      </w:r>
      <w:r>
        <w:t xml:space="preserve"> ; </w:t>
      </w:r>
      <w:r w:rsidR="00530790" w:rsidRPr="005D5566">
        <w:t>mais quand on vieillit</w:t>
      </w:r>
      <w:r>
        <w:t xml:space="preserve">, </w:t>
      </w:r>
      <w:r w:rsidR="00530790" w:rsidRPr="005D5566">
        <w:t>on a beaucoup de chagrin</w:t>
      </w:r>
      <w:r>
        <w:t xml:space="preserve">, </w:t>
      </w:r>
      <w:r w:rsidR="00530790" w:rsidRPr="005D5566">
        <w:t>peu de force et plus du tout de tête</w:t>
      </w:r>
      <w:r>
        <w:t>…</w:t>
      </w:r>
    </w:p>
    <w:p w14:paraId="2766CB24" w14:textId="77777777" w:rsidR="001C0413" w:rsidRDefault="00530790" w:rsidP="001C0413">
      <w:r w:rsidRPr="005D5566">
        <w:lastRenderedPageBreak/>
        <w:t>Le soir</w:t>
      </w:r>
      <w:r w:rsidR="001C0413">
        <w:t xml:space="preserve">, </w:t>
      </w:r>
      <w:r w:rsidRPr="005D5566">
        <w:t>le Petit-Russien sortit</w:t>
      </w:r>
      <w:r w:rsidR="001C0413">
        <w:t xml:space="preserve">. </w:t>
      </w:r>
      <w:r w:rsidRPr="005D5566">
        <w:t xml:space="preserve">Elle alluma la lampe et </w:t>
      </w:r>
      <w:r w:rsidRPr="005D5566">
        <w:rPr>
          <w:bCs/>
        </w:rPr>
        <w:t>s</w:t>
      </w:r>
      <w:r w:rsidR="001C0413">
        <w:rPr>
          <w:bCs/>
        </w:rPr>
        <w:t>’</w:t>
      </w:r>
      <w:r w:rsidRPr="005D5566">
        <w:rPr>
          <w:bCs/>
        </w:rPr>
        <w:t xml:space="preserve">assit </w:t>
      </w:r>
      <w:r w:rsidRPr="005D5566">
        <w:t xml:space="preserve">près de </w:t>
      </w:r>
      <w:r w:rsidRPr="005D5566">
        <w:rPr>
          <w:bCs/>
        </w:rPr>
        <w:t xml:space="preserve">la </w:t>
      </w:r>
      <w:r w:rsidRPr="005D5566">
        <w:t xml:space="preserve">table </w:t>
      </w:r>
      <w:r w:rsidRPr="005D5566">
        <w:rPr>
          <w:bCs/>
        </w:rPr>
        <w:t xml:space="preserve">en </w:t>
      </w:r>
      <w:r w:rsidRPr="005D5566">
        <w:t>tricotant un bas</w:t>
      </w:r>
      <w:r w:rsidR="001C0413">
        <w:t xml:space="preserve">. </w:t>
      </w:r>
      <w:r w:rsidRPr="005D5566">
        <w:t>Mais elle se leva bientôt</w:t>
      </w:r>
      <w:r w:rsidR="001C0413">
        <w:t xml:space="preserve">, </w:t>
      </w:r>
      <w:r w:rsidRPr="005D5566">
        <w:t>fit quelques pas</w:t>
      </w:r>
      <w:r w:rsidR="001C0413">
        <w:t xml:space="preserve">, </w:t>
      </w:r>
      <w:r w:rsidRPr="005D5566">
        <w:t>indécise</w:t>
      </w:r>
      <w:r w:rsidR="001C0413">
        <w:t xml:space="preserve"> ; </w:t>
      </w:r>
      <w:r w:rsidRPr="005D5566">
        <w:t xml:space="preserve">puis </w:t>
      </w:r>
      <w:r w:rsidRPr="005D5566">
        <w:rPr>
          <w:bCs/>
        </w:rPr>
        <w:t xml:space="preserve">elle </w:t>
      </w:r>
      <w:r w:rsidRPr="005D5566">
        <w:t>alla à la cuisine</w:t>
      </w:r>
      <w:r w:rsidR="001C0413">
        <w:t xml:space="preserve">, </w:t>
      </w:r>
      <w:r w:rsidRPr="005D5566">
        <w:t>ferma la porte d</w:t>
      </w:r>
      <w:r w:rsidR="001C0413">
        <w:t>’</w:t>
      </w:r>
      <w:r w:rsidRPr="005D5566">
        <w:t>entrée au verrou et revint dans la chambre</w:t>
      </w:r>
      <w:r w:rsidR="001C0413">
        <w:t xml:space="preserve">. </w:t>
      </w:r>
      <w:r w:rsidRPr="005D5566">
        <w:t>Après avoir tiré les rideaux devant la fenêtre</w:t>
      </w:r>
      <w:r w:rsidR="001C0413">
        <w:t xml:space="preserve">, </w:t>
      </w:r>
      <w:r w:rsidRPr="005D5566">
        <w:t>elle prit un livre sur le rayon</w:t>
      </w:r>
      <w:r w:rsidR="001C0413">
        <w:t xml:space="preserve">, </w:t>
      </w:r>
      <w:r w:rsidRPr="005D5566">
        <w:t>s</w:t>
      </w:r>
      <w:r w:rsidR="001C0413">
        <w:t>’</w:t>
      </w:r>
      <w:r w:rsidRPr="005D5566">
        <w:t>as</w:t>
      </w:r>
      <w:r w:rsidRPr="005D5566">
        <w:rPr>
          <w:bCs/>
        </w:rPr>
        <w:t xml:space="preserve">sit </w:t>
      </w:r>
      <w:r w:rsidRPr="005D5566">
        <w:t>à sa place</w:t>
      </w:r>
      <w:r w:rsidR="001C0413">
        <w:t xml:space="preserve">, </w:t>
      </w:r>
      <w:r w:rsidRPr="005D5566">
        <w:t xml:space="preserve">près </w:t>
      </w:r>
      <w:r w:rsidRPr="005D5566">
        <w:rPr>
          <w:bCs/>
        </w:rPr>
        <w:t xml:space="preserve">de la </w:t>
      </w:r>
      <w:r w:rsidRPr="005D5566">
        <w:t>table</w:t>
      </w:r>
      <w:r w:rsidR="001C0413">
        <w:t xml:space="preserve">, </w:t>
      </w:r>
      <w:r w:rsidRPr="005D5566">
        <w:t xml:space="preserve">se pencha sur les pages et </w:t>
      </w:r>
      <w:r w:rsidRPr="005D5566">
        <w:rPr>
          <w:bCs/>
        </w:rPr>
        <w:t xml:space="preserve">ses </w:t>
      </w:r>
      <w:r w:rsidRPr="005D5566">
        <w:t>lèvres commencèrent à se mouvoir</w:t>
      </w:r>
      <w:r w:rsidR="001C0413">
        <w:t xml:space="preserve">… </w:t>
      </w:r>
      <w:r w:rsidRPr="005D5566">
        <w:t>Lorsqu</w:t>
      </w:r>
      <w:r w:rsidR="001C0413">
        <w:t>’</w:t>
      </w:r>
      <w:r w:rsidRPr="005D5566">
        <w:t>un bruit arrivait de la rue</w:t>
      </w:r>
      <w:r w:rsidR="001C0413">
        <w:t xml:space="preserve">, </w:t>
      </w:r>
      <w:r w:rsidRPr="005D5566">
        <w:t>elle fermait le livre en tremblant et écoutait</w:t>
      </w:r>
      <w:r w:rsidR="001C0413">
        <w:t xml:space="preserve">… </w:t>
      </w:r>
      <w:r w:rsidRPr="005D5566">
        <w:t>Puis</w:t>
      </w:r>
      <w:r w:rsidR="001C0413">
        <w:t xml:space="preserve">, </w:t>
      </w:r>
      <w:r w:rsidRPr="005D5566">
        <w:t>les yeux tantôt ouverts</w:t>
      </w:r>
      <w:r w:rsidR="001C0413">
        <w:t xml:space="preserve">, </w:t>
      </w:r>
      <w:r w:rsidRPr="005D5566">
        <w:t>tantôt fermés</w:t>
      </w:r>
      <w:r w:rsidR="001C0413">
        <w:t xml:space="preserve">, </w:t>
      </w:r>
      <w:r w:rsidRPr="005D5566">
        <w:t>elle chuchotait</w:t>
      </w:r>
      <w:r w:rsidR="001C0413">
        <w:t> :</w:t>
      </w:r>
    </w:p>
    <w:p w14:paraId="69187169" w14:textId="77777777" w:rsidR="001C0413" w:rsidRDefault="00530790" w:rsidP="001C0413">
      <w:r w:rsidRPr="005D5566">
        <w:t>L</w:t>
      </w:r>
      <w:r w:rsidR="001C0413">
        <w:t xml:space="preserve">… </w:t>
      </w:r>
      <w:r w:rsidRPr="005D5566">
        <w:t>A</w:t>
      </w:r>
      <w:r w:rsidR="001C0413">
        <w:t xml:space="preserve">… </w:t>
      </w:r>
      <w:r w:rsidRPr="005D5566">
        <w:t>V</w:t>
      </w:r>
      <w:r w:rsidR="001C0413">
        <w:t xml:space="preserve">… </w:t>
      </w:r>
      <w:r w:rsidRPr="005D5566">
        <w:t>I</w:t>
      </w:r>
      <w:r w:rsidR="001C0413">
        <w:t xml:space="preserve">… </w:t>
      </w:r>
      <w:r w:rsidRPr="005D5566">
        <w:t>E</w:t>
      </w:r>
      <w:r w:rsidR="001C0413">
        <w:t>…</w:t>
      </w:r>
    </w:p>
    <w:p w14:paraId="190F5ACC" w14:textId="2D8BD934" w:rsidR="00530790" w:rsidRPr="003B37B8" w:rsidRDefault="00530790" w:rsidP="001C0413">
      <w:pPr>
        <w:pStyle w:val="Titre2"/>
        <w:rPr>
          <w:szCs w:val="44"/>
        </w:rPr>
      </w:pPr>
      <w:bookmarkStart w:id="19" w:name="_Toc202279540"/>
      <w:r w:rsidRPr="003B37B8">
        <w:rPr>
          <w:szCs w:val="44"/>
        </w:rPr>
        <w:lastRenderedPageBreak/>
        <w:t>XVIII</w:t>
      </w:r>
      <w:bookmarkEnd w:id="19"/>
      <w:r w:rsidRPr="003B37B8">
        <w:rPr>
          <w:szCs w:val="44"/>
        </w:rPr>
        <w:br/>
      </w:r>
    </w:p>
    <w:p w14:paraId="346DF85F" w14:textId="77777777" w:rsidR="001C0413" w:rsidRDefault="00530790" w:rsidP="001C0413">
      <w:r w:rsidRPr="005D5566">
        <w:t>On frappa à la porte</w:t>
      </w:r>
      <w:r w:rsidR="001C0413">
        <w:t xml:space="preserve"> ; </w:t>
      </w:r>
      <w:r w:rsidRPr="005D5566">
        <w:t>la mère se leva brusquement</w:t>
      </w:r>
      <w:r w:rsidR="001C0413">
        <w:t xml:space="preserve">, </w:t>
      </w:r>
      <w:r w:rsidRPr="005D5566">
        <w:t>jeta le livre sur le rayon et demanda avec anxiété en traversant la cuisine</w:t>
      </w:r>
      <w:r w:rsidR="001C0413">
        <w:t> :</w:t>
      </w:r>
    </w:p>
    <w:p w14:paraId="5CF2755D" w14:textId="77777777" w:rsidR="001C0413" w:rsidRDefault="001C0413" w:rsidP="001C0413">
      <w:r>
        <w:t>— </w:t>
      </w:r>
      <w:r w:rsidR="00530790" w:rsidRPr="005D5566">
        <w:t>Qui est là</w:t>
      </w:r>
      <w:r>
        <w:t> ?</w:t>
      </w:r>
    </w:p>
    <w:p w14:paraId="36828A9F" w14:textId="77777777" w:rsidR="001C0413" w:rsidRDefault="001C0413" w:rsidP="001C0413">
      <w:r>
        <w:t>— </w:t>
      </w:r>
      <w:r w:rsidR="00530790" w:rsidRPr="005D5566">
        <w:t>Moi</w:t>
      </w:r>
      <w:r>
        <w:t>…</w:t>
      </w:r>
    </w:p>
    <w:p w14:paraId="0A31E7E2" w14:textId="77777777" w:rsidR="001C0413" w:rsidRDefault="00530790" w:rsidP="001C0413">
      <w:r w:rsidRPr="005D5566">
        <w:t>Rybine entra</w:t>
      </w:r>
      <w:r w:rsidR="001C0413">
        <w:t xml:space="preserve">. </w:t>
      </w:r>
      <w:r w:rsidRPr="005D5566">
        <w:t>Les premières salutations échangées</w:t>
      </w:r>
      <w:r w:rsidR="001C0413">
        <w:t xml:space="preserve">, </w:t>
      </w:r>
      <w:r w:rsidRPr="005D5566">
        <w:t>il caressa longuement sa barbe</w:t>
      </w:r>
      <w:r w:rsidR="001C0413">
        <w:t xml:space="preserve">, </w:t>
      </w:r>
      <w:r w:rsidRPr="005D5566">
        <w:t>jeta un regard dans la chambre</w:t>
      </w:r>
      <w:r w:rsidR="001C0413">
        <w:t xml:space="preserve">, </w:t>
      </w:r>
      <w:r w:rsidRPr="005D5566">
        <w:t>et dit</w:t>
      </w:r>
      <w:r w:rsidR="001C0413">
        <w:t> :</w:t>
      </w:r>
    </w:p>
    <w:p w14:paraId="145EA1AF" w14:textId="77777777" w:rsidR="001C0413" w:rsidRDefault="001C0413" w:rsidP="001C0413">
      <w:r>
        <w:t>— </w:t>
      </w:r>
      <w:r w:rsidR="00530790" w:rsidRPr="005D5566">
        <w:t>Avant tu laissais entrer les gens sans demander qui c</w:t>
      </w:r>
      <w:r>
        <w:t>’</w:t>
      </w:r>
      <w:r w:rsidR="00530790" w:rsidRPr="005D5566">
        <w:t>était</w:t>
      </w:r>
      <w:r>
        <w:rPr>
          <w:rFonts w:eastAsia="Georgia" w:cs="Georgia"/>
        </w:rPr>
        <w:t xml:space="preserve">… </w:t>
      </w:r>
      <w:r w:rsidR="00530790" w:rsidRPr="005D5566">
        <w:t>Tu es seule</w:t>
      </w:r>
      <w:r>
        <w:t> ?</w:t>
      </w:r>
    </w:p>
    <w:p w14:paraId="3C36679E" w14:textId="77777777" w:rsidR="001C0413" w:rsidRDefault="001C0413" w:rsidP="001C0413">
      <w:r>
        <w:t>— </w:t>
      </w:r>
      <w:r w:rsidR="00530790" w:rsidRPr="005D5566">
        <w:t>Oui</w:t>
      </w:r>
      <w:r>
        <w:t> !</w:t>
      </w:r>
    </w:p>
    <w:p w14:paraId="29D4061D" w14:textId="77777777" w:rsidR="001C0413" w:rsidRDefault="001C0413" w:rsidP="001C0413">
      <w:r>
        <w:t>— </w:t>
      </w:r>
      <w:r w:rsidR="00530790" w:rsidRPr="005D5566">
        <w:t>Ah</w:t>
      </w:r>
      <w:r>
        <w:t xml:space="preserve"> ! </w:t>
      </w:r>
      <w:r w:rsidR="00530790" w:rsidRPr="005D5566">
        <w:t>je croyais que le Petit-Russien était là</w:t>
      </w:r>
      <w:r>
        <w:t xml:space="preserve">… </w:t>
      </w:r>
      <w:r w:rsidR="00530790" w:rsidRPr="005D5566">
        <w:t>Je l</w:t>
      </w:r>
      <w:r>
        <w:t>’</w:t>
      </w:r>
      <w:r w:rsidR="00530790" w:rsidRPr="005D5566">
        <w:t>ai vu aujourd</w:t>
      </w:r>
      <w:r>
        <w:t>’</w:t>
      </w:r>
      <w:r w:rsidR="00530790" w:rsidRPr="005D5566">
        <w:t>hui</w:t>
      </w:r>
      <w:r>
        <w:t xml:space="preserve">… </w:t>
      </w:r>
      <w:r w:rsidR="00530790" w:rsidRPr="005D5566">
        <w:t>La prison ne corrompt pas l</w:t>
      </w:r>
      <w:r>
        <w:t>’</w:t>
      </w:r>
      <w:r w:rsidR="00530790" w:rsidRPr="005D5566">
        <w:t>homme</w:t>
      </w:r>
      <w:r>
        <w:t xml:space="preserve">… </w:t>
      </w:r>
      <w:r w:rsidR="00530790" w:rsidRPr="005D5566">
        <w:t>C</w:t>
      </w:r>
      <w:r>
        <w:t>’</w:t>
      </w:r>
      <w:r w:rsidR="00530790" w:rsidRPr="005D5566">
        <w:t>est la bêtise qui nous corrompt plus que tout le reste</w:t>
      </w:r>
      <w:r>
        <w:t xml:space="preserve">, </w:t>
      </w:r>
      <w:r w:rsidR="00530790" w:rsidRPr="005D5566">
        <w:t>voilà</w:t>
      </w:r>
      <w:r>
        <w:t> !</w:t>
      </w:r>
    </w:p>
    <w:p w14:paraId="5670E2C6" w14:textId="77777777" w:rsidR="001C0413" w:rsidRDefault="00530790" w:rsidP="001C0413">
      <w:r w:rsidRPr="005D5566">
        <w:t>Il passa dans la chambre</w:t>
      </w:r>
      <w:r w:rsidR="001C0413">
        <w:t xml:space="preserve">, </w:t>
      </w:r>
      <w:r w:rsidRPr="005D5566">
        <w:t>s</w:t>
      </w:r>
      <w:r w:rsidR="001C0413">
        <w:t>’</w:t>
      </w:r>
      <w:r w:rsidRPr="005D5566">
        <w:t>assit et continua</w:t>
      </w:r>
      <w:r w:rsidR="001C0413">
        <w:t> :</w:t>
      </w:r>
    </w:p>
    <w:p w14:paraId="1BB6A72C" w14:textId="77777777" w:rsidR="001C0413" w:rsidRDefault="001C0413" w:rsidP="001C0413">
      <w:r>
        <w:t>— </w:t>
      </w:r>
      <w:r w:rsidR="00530790" w:rsidRPr="005D5566">
        <w:t>Eh bien</w:t>
      </w:r>
      <w:r>
        <w:t xml:space="preserve">, </w:t>
      </w:r>
      <w:r w:rsidR="00530790" w:rsidRPr="005D5566">
        <w:t>je veux te dire quelque chose</w:t>
      </w:r>
      <w:r>
        <w:t xml:space="preserve">… </w:t>
      </w:r>
      <w:r w:rsidR="00530790" w:rsidRPr="005D5566">
        <w:t>Il m</w:t>
      </w:r>
      <w:r>
        <w:t>’</w:t>
      </w:r>
      <w:r w:rsidR="00530790" w:rsidRPr="005D5566">
        <w:t>est venu une idée</w:t>
      </w:r>
      <w:r>
        <w:t xml:space="preserve">, </w:t>
      </w:r>
      <w:r w:rsidR="00530790" w:rsidRPr="005D5566">
        <w:t>vois-tu</w:t>
      </w:r>
      <w:r>
        <w:t>…</w:t>
      </w:r>
    </w:p>
    <w:p w14:paraId="0729EE2D" w14:textId="77777777" w:rsidR="001C0413" w:rsidRDefault="00530790" w:rsidP="001C0413">
      <w:r w:rsidRPr="005D5566">
        <w:t>Il avait un air grave et mystérieux qui inquiétait vaguement Pélaguée</w:t>
      </w:r>
      <w:r w:rsidR="001C0413">
        <w:t xml:space="preserve">. </w:t>
      </w:r>
      <w:r w:rsidRPr="005D5566">
        <w:t>Elle s</w:t>
      </w:r>
      <w:r w:rsidR="001C0413">
        <w:t>’</w:t>
      </w:r>
      <w:r w:rsidRPr="005D5566">
        <w:t>assit en face de lui et attendit</w:t>
      </w:r>
      <w:r w:rsidR="001C0413">
        <w:t xml:space="preserve">, </w:t>
      </w:r>
      <w:r w:rsidRPr="005D5566">
        <w:t>soucieuse</w:t>
      </w:r>
      <w:r w:rsidR="001C0413">
        <w:t xml:space="preserve">, </w:t>
      </w:r>
      <w:r w:rsidRPr="005D5566">
        <w:t>sans mot dire</w:t>
      </w:r>
      <w:r w:rsidR="001C0413">
        <w:t>.</w:t>
      </w:r>
    </w:p>
    <w:p w14:paraId="799067BC" w14:textId="77777777" w:rsidR="001C0413" w:rsidRDefault="001C0413" w:rsidP="001C0413">
      <w:r>
        <w:t>— </w:t>
      </w:r>
      <w:r w:rsidR="00530790" w:rsidRPr="005D5566">
        <w:t>Tout coûte de l</w:t>
      </w:r>
      <w:r>
        <w:t>’</w:t>
      </w:r>
      <w:r w:rsidR="00530790" w:rsidRPr="005D5566">
        <w:t>argent</w:t>
      </w:r>
      <w:r>
        <w:t xml:space="preserve"> ! </w:t>
      </w:r>
      <w:r w:rsidR="00530790" w:rsidRPr="005D5566">
        <w:t>commença-t-il de sa voix pesante</w:t>
      </w:r>
      <w:r>
        <w:t xml:space="preserve">. </w:t>
      </w:r>
      <w:r w:rsidR="00530790" w:rsidRPr="005D5566">
        <w:t>On ne naît ni ne meurt gratis</w:t>
      </w:r>
      <w:r>
        <w:t xml:space="preserve">… </w:t>
      </w:r>
      <w:r w:rsidR="00530790" w:rsidRPr="005D5566">
        <w:t>Voilà</w:t>
      </w:r>
      <w:r>
        <w:t xml:space="preserve"> ! </w:t>
      </w:r>
      <w:r w:rsidR="00530790" w:rsidRPr="005D5566">
        <w:t xml:space="preserve">Et les brochures </w:t>
      </w:r>
      <w:r w:rsidR="00530790" w:rsidRPr="005D5566">
        <w:lastRenderedPageBreak/>
        <w:t>et les feuillets coûtent aussi de l</w:t>
      </w:r>
      <w:r>
        <w:t>’</w:t>
      </w:r>
      <w:r w:rsidR="00530790" w:rsidRPr="005D5566">
        <w:t>argent</w:t>
      </w:r>
      <w:r>
        <w:t xml:space="preserve">. </w:t>
      </w:r>
      <w:r w:rsidR="00530790" w:rsidRPr="005D5566">
        <w:t>Maintenant</w:t>
      </w:r>
      <w:r>
        <w:t xml:space="preserve">, </w:t>
      </w:r>
      <w:r w:rsidR="00530790" w:rsidRPr="005D5566">
        <w:t>sais-tu d</w:t>
      </w:r>
      <w:r>
        <w:t>’</w:t>
      </w:r>
      <w:r w:rsidR="00530790" w:rsidRPr="005D5566">
        <w:t>où vient l</w:t>
      </w:r>
      <w:r>
        <w:t>’</w:t>
      </w:r>
      <w:r w:rsidR="00530790" w:rsidRPr="005D5566">
        <w:t>argent qui paie ces brochures</w:t>
      </w:r>
      <w:r>
        <w:t> ?</w:t>
      </w:r>
    </w:p>
    <w:p w14:paraId="7EC94712" w14:textId="77777777" w:rsidR="001C0413" w:rsidRDefault="001C0413" w:rsidP="001C0413">
      <w:r>
        <w:t>— </w:t>
      </w:r>
      <w:r w:rsidR="00530790" w:rsidRPr="005D5566">
        <w:t>Je ne sais pas</w:t>
      </w:r>
      <w:r>
        <w:t xml:space="preserve"> ! </w:t>
      </w:r>
      <w:r w:rsidR="00530790" w:rsidRPr="005D5566">
        <w:t>dit la mère à voix basse</w:t>
      </w:r>
      <w:r>
        <w:t xml:space="preserve">, </w:t>
      </w:r>
      <w:r w:rsidR="00530790" w:rsidRPr="005D5566">
        <w:t>devinant un danger</w:t>
      </w:r>
      <w:r>
        <w:t>.</w:t>
      </w:r>
    </w:p>
    <w:p w14:paraId="5F5B7AC5" w14:textId="77777777" w:rsidR="001C0413" w:rsidRDefault="001C0413" w:rsidP="001C0413">
      <w:r>
        <w:t>— </w:t>
      </w:r>
      <w:r w:rsidR="00530790" w:rsidRPr="005D5566">
        <w:t>Voilà</w:t>
      </w:r>
      <w:r>
        <w:t xml:space="preserve">. </w:t>
      </w:r>
      <w:r w:rsidR="00530790" w:rsidRPr="005D5566">
        <w:t>Je ne le sais pas non plus</w:t>
      </w:r>
      <w:r>
        <w:t xml:space="preserve">. </w:t>
      </w:r>
      <w:r w:rsidR="00530790" w:rsidRPr="005D5566">
        <w:t>Secondement</w:t>
      </w:r>
      <w:r>
        <w:t xml:space="preserve"> : </w:t>
      </w:r>
      <w:r w:rsidR="00530790" w:rsidRPr="005D5566">
        <w:t>qui compose ces brochures</w:t>
      </w:r>
      <w:r>
        <w:t> ?</w:t>
      </w:r>
    </w:p>
    <w:p w14:paraId="3570A710" w14:textId="77777777" w:rsidR="001C0413" w:rsidRDefault="001C0413" w:rsidP="001C0413">
      <w:r>
        <w:t>— </w:t>
      </w:r>
      <w:r w:rsidR="00530790" w:rsidRPr="005D5566">
        <w:t>Des savants</w:t>
      </w:r>
      <w:r>
        <w:t>…</w:t>
      </w:r>
    </w:p>
    <w:p w14:paraId="68A8E9CD" w14:textId="77777777" w:rsidR="001C0413" w:rsidRDefault="001C0413" w:rsidP="001C0413">
      <w:r>
        <w:t>— </w:t>
      </w:r>
      <w:r w:rsidR="00530790" w:rsidRPr="005D5566">
        <w:t>Des seigneurs</w:t>
      </w:r>
      <w:r>
        <w:t xml:space="preserve">, </w:t>
      </w:r>
      <w:r w:rsidR="00530790" w:rsidRPr="005D5566">
        <w:t>des gens au-dessus de nous</w:t>
      </w:r>
      <w:r>
        <w:t xml:space="preserve">, </w:t>
      </w:r>
      <w:r w:rsidR="00530790" w:rsidRPr="005D5566">
        <w:t>répliqua brièvement Rybine</w:t>
      </w:r>
      <w:r>
        <w:t>.</w:t>
      </w:r>
    </w:p>
    <w:p w14:paraId="2B9B4E73" w14:textId="77777777" w:rsidR="001C0413" w:rsidRDefault="00530790" w:rsidP="001C0413">
      <w:r w:rsidRPr="005D5566">
        <w:t>Ses intonations devenaient plus profondes</w:t>
      </w:r>
      <w:r w:rsidR="001C0413">
        <w:t xml:space="preserve"> ; </w:t>
      </w:r>
      <w:r w:rsidRPr="005D5566">
        <w:t>son visage barbu était rouge et tendu</w:t>
      </w:r>
      <w:r w:rsidR="001C0413">
        <w:t>.</w:t>
      </w:r>
    </w:p>
    <w:p w14:paraId="7FD0EAF1" w14:textId="77777777" w:rsidR="001C0413" w:rsidRDefault="001C0413" w:rsidP="001C0413">
      <w:pPr>
        <w:rPr>
          <w:bCs/>
          <w:i/>
          <w:iCs/>
        </w:rPr>
      </w:pPr>
      <w:r>
        <w:t>— </w:t>
      </w:r>
      <w:r w:rsidR="00530790" w:rsidRPr="005D5566">
        <w:t>Donc</w:t>
      </w:r>
      <w:r>
        <w:t xml:space="preserve">, </w:t>
      </w:r>
      <w:r w:rsidR="00530790" w:rsidRPr="005D5566">
        <w:t>ce sont les grands qui composent ses brochures</w:t>
      </w:r>
      <w:r>
        <w:t xml:space="preserve">. </w:t>
      </w:r>
      <w:r w:rsidR="00530790" w:rsidRPr="005D5566">
        <w:t>Et ces brochures sont dirigées contre les grands</w:t>
      </w:r>
      <w:r>
        <w:t xml:space="preserve">, </w:t>
      </w:r>
      <w:r w:rsidR="00530790" w:rsidRPr="005D5566">
        <w:t>les puissants</w:t>
      </w:r>
      <w:r>
        <w:t xml:space="preserve">, </w:t>
      </w:r>
      <w:r w:rsidR="00530790" w:rsidRPr="005D5566">
        <w:t>ceux qui nous commandent</w:t>
      </w:r>
      <w:r>
        <w:t xml:space="preserve">. </w:t>
      </w:r>
      <w:r w:rsidR="00530790" w:rsidRPr="005D5566">
        <w:t>Maintenant</w:t>
      </w:r>
      <w:r>
        <w:t xml:space="preserve">, </w:t>
      </w:r>
      <w:r w:rsidR="00530790" w:rsidRPr="005D5566">
        <w:t>dis-moi</w:t>
      </w:r>
      <w:r>
        <w:t xml:space="preserve">, </w:t>
      </w:r>
      <w:r w:rsidR="00530790" w:rsidRPr="005D5566">
        <w:t>quel avantage ont-ils à perdre leur argent à soulever le peuple contre eux</w:t>
      </w:r>
      <w:r>
        <w:t xml:space="preserve">… </w:t>
      </w:r>
      <w:r w:rsidR="00530790" w:rsidRPr="005D5566">
        <w:rPr>
          <w:bCs/>
        </w:rPr>
        <w:t>hein</w:t>
      </w:r>
      <w:r>
        <w:rPr>
          <w:bCs/>
          <w:i/>
          <w:iCs/>
        </w:rPr>
        <w:t> ?</w:t>
      </w:r>
    </w:p>
    <w:p w14:paraId="759D1DB6" w14:textId="77777777" w:rsidR="001C0413" w:rsidRDefault="00530790" w:rsidP="001C0413">
      <w:r w:rsidRPr="005D5566">
        <w:t>La mère ferma brusquement les yeux</w:t>
      </w:r>
      <w:r w:rsidR="001C0413">
        <w:t xml:space="preserve">, </w:t>
      </w:r>
      <w:r w:rsidRPr="005D5566">
        <w:t>puis elle les rouvrit tout grands et s</w:t>
      </w:r>
      <w:r w:rsidR="001C0413">
        <w:t>’</w:t>
      </w:r>
      <w:r w:rsidRPr="005D5566">
        <w:t>écria avec effroi</w:t>
      </w:r>
      <w:r w:rsidR="001C0413">
        <w:t> :</w:t>
      </w:r>
    </w:p>
    <w:p w14:paraId="693758C0" w14:textId="77777777" w:rsidR="001C0413" w:rsidRDefault="001C0413" w:rsidP="001C0413">
      <w:r>
        <w:t>— </w:t>
      </w:r>
      <w:r w:rsidR="00530790" w:rsidRPr="005D5566">
        <w:t>Que penses-tu</w:t>
      </w:r>
      <w:r>
        <w:t xml:space="preserve"> ?… </w:t>
      </w:r>
      <w:r w:rsidR="00530790" w:rsidRPr="005D5566">
        <w:t>Dis-le</w:t>
      </w:r>
      <w:r>
        <w:t> !</w:t>
      </w:r>
    </w:p>
    <w:p w14:paraId="47F1E5E6" w14:textId="77777777" w:rsidR="001C0413" w:rsidRDefault="001C0413" w:rsidP="001C0413">
      <w:r>
        <w:t>— </w:t>
      </w:r>
      <w:r w:rsidR="00530790" w:rsidRPr="005D5566">
        <w:t>Ah</w:t>
      </w:r>
      <w:r>
        <w:t xml:space="preserve"> ! </w:t>
      </w:r>
      <w:r w:rsidR="00530790" w:rsidRPr="005D5566">
        <w:t>ah</w:t>
      </w:r>
      <w:r>
        <w:t xml:space="preserve"> ! </w:t>
      </w:r>
      <w:r w:rsidR="00530790" w:rsidRPr="005D5566">
        <w:t>reprit Rybine en s</w:t>
      </w:r>
      <w:r>
        <w:t>’</w:t>
      </w:r>
      <w:r w:rsidR="00530790" w:rsidRPr="005D5566">
        <w:t>agitant pesamment sur sa chaise</w:t>
      </w:r>
      <w:r>
        <w:t xml:space="preserve">, </w:t>
      </w:r>
      <w:r w:rsidR="00530790" w:rsidRPr="005D5566">
        <w:t>comme un ours</w:t>
      </w:r>
      <w:r>
        <w:t xml:space="preserve">. </w:t>
      </w:r>
      <w:r w:rsidR="00530790" w:rsidRPr="005D5566">
        <w:t>Voilà</w:t>
      </w:r>
      <w:r>
        <w:t xml:space="preserve">… </w:t>
      </w:r>
      <w:r w:rsidR="00530790" w:rsidRPr="005D5566">
        <w:t>Moi aussi j</w:t>
      </w:r>
      <w:r>
        <w:t>’</w:t>
      </w:r>
      <w:r w:rsidR="00530790" w:rsidRPr="005D5566">
        <w:t>ai eu froid</w:t>
      </w:r>
      <w:r>
        <w:t xml:space="preserve">, </w:t>
      </w:r>
      <w:r w:rsidR="00530790" w:rsidRPr="005D5566">
        <w:t>quand j</w:t>
      </w:r>
      <w:r>
        <w:t>’</w:t>
      </w:r>
      <w:r w:rsidR="00530790" w:rsidRPr="005D5566">
        <w:t>en suis arrivé à cette pensée</w:t>
      </w:r>
      <w:r>
        <w:t>…</w:t>
      </w:r>
    </w:p>
    <w:p w14:paraId="6D4DA583" w14:textId="77777777" w:rsidR="001C0413" w:rsidRDefault="001C0413" w:rsidP="001C0413">
      <w:r>
        <w:t>— </w:t>
      </w:r>
      <w:r w:rsidR="00530790" w:rsidRPr="005D5566">
        <w:t>Qu</w:t>
      </w:r>
      <w:r>
        <w:t>’</w:t>
      </w:r>
      <w:r w:rsidR="00530790" w:rsidRPr="005D5566">
        <w:t>est-ce que ce serait</w:t>
      </w:r>
      <w:r>
        <w:t xml:space="preserve"> ? </w:t>
      </w:r>
      <w:r w:rsidR="00530790" w:rsidRPr="005D5566">
        <w:t>As-tu appris quelque chose</w:t>
      </w:r>
      <w:r>
        <w:t> ?</w:t>
      </w:r>
    </w:p>
    <w:p w14:paraId="09329B6E" w14:textId="77777777" w:rsidR="001C0413" w:rsidRDefault="001C0413" w:rsidP="001C0413">
      <w:r>
        <w:t>— </w:t>
      </w:r>
      <w:r w:rsidR="00530790" w:rsidRPr="005D5566">
        <w:t>C</w:t>
      </w:r>
      <w:r>
        <w:t>’</w:t>
      </w:r>
      <w:r w:rsidR="00530790" w:rsidRPr="005D5566">
        <w:t>est de la tromperie</w:t>
      </w:r>
      <w:r>
        <w:t xml:space="preserve"> ! </w:t>
      </w:r>
      <w:r w:rsidR="00530790" w:rsidRPr="005D5566">
        <w:t>répliqua Rybine</w:t>
      </w:r>
      <w:r>
        <w:t xml:space="preserve">. </w:t>
      </w:r>
      <w:r w:rsidR="00530790" w:rsidRPr="005D5566">
        <w:t>Je sens que c</w:t>
      </w:r>
      <w:r>
        <w:t>’</w:t>
      </w:r>
      <w:r w:rsidR="00530790" w:rsidRPr="005D5566">
        <w:t>est de la tromperie</w:t>
      </w:r>
      <w:r>
        <w:t xml:space="preserve">. </w:t>
      </w:r>
      <w:r w:rsidR="00530790" w:rsidRPr="005D5566">
        <w:t>Je ne sais rien</w:t>
      </w:r>
      <w:r>
        <w:t xml:space="preserve">, </w:t>
      </w:r>
      <w:r w:rsidR="00530790" w:rsidRPr="005D5566">
        <w:t>mais je vois qu</w:t>
      </w:r>
      <w:r>
        <w:t>’</w:t>
      </w:r>
      <w:r w:rsidR="00530790" w:rsidRPr="005D5566">
        <w:t xml:space="preserve">il y </w:t>
      </w:r>
      <w:r w:rsidR="00530790" w:rsidRPr="005D5566">
        <w:rPr>
          <w:bCs/>
        </w:rPr>
        <w:t xml:space="preserve">a </w:t>
      </w:r>
      <w:r w:rsidR="00530790" w:rsidRPr="005D5566">
        <w:t>de la tromperie</w:t>
      </w:r>
      <w:r>
        <w:t xml:space="preserve">… </w:t>
      </w:r>
      <w:r w:rsidR="00530790" w:rsidRPr="005D5566">
        <w:t>Voilà</w:t>
      </w:r>
      <w:r>
        <w:t xml:space="preserve"> ! </w:t>
      </w:r>
      <w:r w:rsidR="00530790" w:rsidRPr="005D5566">
        <w:t>Les nobles</w:t>
      </w:r>
      <w:r>
        <w:t xml:space="preserve">, </w:t>
      </w:r>
      <w:r w:rsidR="00530790" w:rsidRPr="005D5566">
        <w:t>les hommes instruits veulent raffiner</w:t>
      </w:r>
      <w:r>
        <w:t xml:space="preserve">… </w:t>
      </w:r>
      <w:r w:rsidR="00530790" w:rsidRPr="005D5566">
        <w:t>Et moi</w:t>
      </w:r>
      <w:r>
        <w:t xml:space="preserve">, </w:t>
      </w:r>
      <w:r w:rsidR="00530790" w:rsidRPr="005D5566">
        <w:t xml:space="preserve">je ne veux </w:t>
      </w:r>
      <w:r w:rsidR="00530790" w:rsidRPr="005D5566">
        <w:rPr>
          <w:bCs/>
        </w:rPr>
        <w:t>pas</w:t>
      </w:r>
      <w:r>
        <w:rPr>
          <w:rFonts w:eastAsia="Georgia" w:cs="Georgia"/>
          <w:bCs/>
        </w:rPr>
        <w:t xml:space="preserve">… </w:t>
      </w:r>
      <w:r w:rsidR="00530790" w:rsidRPr="005D5566">
        <w:t xml:space="preserve">Il me faut la </w:t>
      </w:r>
      <w:r w:rsidR="00530790" w:rsidRPr="005D5566">
        <w:rPr>
          <w:bCs/>
        </w:rPr>
        <w:t>vérité</w:t>
      </w:r>
      <w:r>
        <w:rPr>
          <w:bCs/>
        </w:rPr>
        <w:t xml:space="preserve">… </w:t>
      </w:r>
      <w:r w:rsidR="00530790" w:rsidRPr="005D5566">
        <w:rPr>
          <w:bCs/>
        </w:rPr>
        <w:lastRenderedPageBreak/>
        <w:t xml:space="preserve">Et je </w:t>
      </w:r>
      <w:r w:rsidR="00530790" w:rsidRPr="005D5566">
        <w:t xml:space="preserve">comprends </w:t>
      </w:r>
      <w:r w:rsidR="00530790" w:rsidRPr="005D5566">
        <w:rPr>
          <w:bCs/>
        </w:rPr>
        <w:t>la vérité</w:t>
      </w:r>
      <w:r>
        <w:rPr>
          <w:bCs/>
        </w:rPr>
        <w:t xml:space="preserve">, </w:t>
      </w:r>
      <w:r w:rsidR="00530790" w:rsidRPr="005D5566">
        <w:t>je l</w:t>
      </w:r>
      <w:r>
        <w:t>’</w:t>
      </w:r>
      <w:r w:rsidR="00530790" w:rsidRPr="005D5566">
        <w:t>ai comprise</w:t>
      </w:r>
      <w:r>
        <w:t xml:space="preserve">… </w:t>
      </w:r>
      <w:r w:rsidR="00530790" w:rsidRPr="005D5566">
        <w:t>Et je ne veux pas m</w:t>
      </w:r>
      <w:r>
        <w:t>’</w:t>
      </w:r>
      <w:r w:rsidR="00530790" w:rsidRPr="005D5566">
        <w:t>allier aux riches</w:t>
      </w:r>
      <w:r>
        <w:t xml:space="preserve">… </w:t>
      </w:r>
      <w:r w:rsidR="00530790" w:rsidRPr="005D5566">
        <w:t>Quand ils ont besoin de vous</w:t>
      </w:r>
      <w:r>
        <w:t xml:space="preserve">, </w:t>
      </w:r>
      <w:r w:rsidR="00530790" w:rsidRPr="005D5566">
        <w:t>ils vous poussent en avant</w:t>
      </w:r>
      <w:r>
        <w:t xml:space="preserve">… </w:t>
      </w:r>
      <w:r w:rsidR="00530790" w:rsidRPr="005D5566">
        <w:t>afin que vos os servent de pont pour aller plus loin</w:t>
      </w:r>
      <w:r>
        <w:t>…</w:t>
      </w:r>
    </w:p>
    <w:p w14:paraId="0651E40A" w14:textId="77777777" w:rsidR="001C0413" w:rsidRDefault="00530790" w:rsidP="001C0413">
      <w:r w:rsidRPr="005D5566">
        <w:t>Ses paroles acerbes serraient le cœur de la mère</w:t>
      </w:r>
      <w:r w:rsidR="001C0413">
        <w:t>.</w:t>
      </w:r>
    </w:p>
    <w:p w14:paraId="1517B011" w14:textId="77777777" w:rsidR="001C0413" w:rsidRDefault="001C0413" w:rsidP="001C0413">
      <w:r>
        <w:t>— </w:t>
      </w:r>
      <w:r w:rsidR="00530790" w:rsidRPr="005D5566">
        <w:t>Seigneur</w:t>
      </w:r>
      <w:r>
        <w:t xml:space="preserve"> ! </w:t>
      </w:r>
      <w:r w:rsidR="00530790" w:rsidRPr="005D5566">
        <w:t>s</w:t>
      </w:r>
      <w:r>
        <w:t>’</w:t>
      </w:r>
      <w:r w:rsidR="00530790" w:rsidRPr="005D5566">
        <w:t>écria-t-elle avec angoisse</w:t>
      </w:r>
      <w:r>
        <w:t xml:space="preserve">. </w:t>
      </w:r>
      <w:r w:rsidR="00530790" w:rsidRPr="005D5566">
        <w:t>Comment Pavel n</w:t>
      </w:r>
      <w:r>
        <w:t>’</w:t>
      </w:r>
      <w:r w:rsidR="00530790" w:rsidRPr="005D5566">
        <w:t>a-t-il pas compris</w:t>
      </w:r>
      <w:r>
        <w:t xml:space="preserve"> ? </w:t>
      </w:r>
      <w:r w:rsidR="00530790" w:rsidRPr="005D5566">
        <w:t>Et tous ceux</w:t>
      </w:r>
      <w:r>
        <w:t xml:space="preserve">… </w:t>
      </w:r>
      <w:r w:rsidR="00530790" w:rsidRPr="005D5566">
        <w:t>qui viennent de la ville</w:t>
      </w:r>
      <w:r>
        <w:t xml:space="preserve">… </w:t>
      </w:r>
      <w:r w:rsidR="00530790" w:rsidRPr="005D5566">
        <w:t>seraient-ils vraiment</w:t>
      </w:r>
      <w:r>
        <w:t> ?…</w:t>
      </w:r>
    </w:p>
    <w:p w14:paraId="11FFCF69" w14:textId="77777777" w:rsidR="001C0413" w:rsidRDefault="00530790" w:rsidP="001C0413">
      <w:r w:rsidRPr="005D5566">
        <w:t>Les visages sérieux et honnêtes de Nicolas Ivanovitch</w:t>
      </w:r>
      <w:r w:rsidR="001C0413">
        <w:t xml:space="preserve">, </w:t>
      </w:r>
      <w:r w:rsidRPr="005D5566">
        <w:t>de Iégor</w:t>
      </w:r>
      <w:r w:rsidR="001C0413">
        <w:t xml:space="preserve">, </w:t>
      </w:r>
      <w:r w:rsidRPr="005D5566">
        <w:t>de Sachenka se dressèrent devant elle</w:t>
      </w:r>
      <w:r w:rsidR="001C0413">
        <w:t xml:space="preserve"> ; </w:t>
      </w:r>
      <w:r w:rsidRPr="005D5566">
        <w:t>son cœur tressaillit</w:t>
      </w:r>
      <w:r w:rsidR="001C0413">
        <w:t> :</w:t>
      </w:r>
    </w:p>
    <w:p w14:paraId="1A634DA9" w14:textId="77777777" w:rsidR="001C0413" w:rsidRDefault="001C0413" w:rsidP="001C0413">
      <w:r>
        <w:t>— </w:t>
      </w:r>
      <w:r w:rsidR="00530790" w:rsidRPr="005D5566">
        <w:t>Non</w:t>
      </w:r>
      <w:r>
        <w:t xml:space="preserve"> ! </w:t>
      </w:r>
      <w:r w:rsidR="00530790" w:rsidRPr="005D5566">
        <w:t>non</w:t>
      </w:r>
      <w:r>
        <w:t xml:space="preserve"> ! </w:t>
      </w:r>
      <w:r w:rsidR="00530790" w:rsidRPr="005D5566">
        <w:t>continua-t-elle en hochant la tête</w:t>
      </w:r>
      <w:r>
        <w:t xml:space="preserve">. </w:t>
      </w:r>
      <w:r w:rsidR="00530790" w:rsidRPr="005D5566">
        <w:t>Je ne puis le croire</w:t>
      </w:r>
      <w:r>
        <w:t xml:space="preserve">… </w:t>
      </w:r>
      <w:r w:rsidR="00530790" w:rsidRPr="005D5566">
        <w:t>C</w:t>
      </w:r>
      <w:r>
        <w:t>’</w:t>
      </w:r>
      <w:r w:rsidR="00530790" w:rsidRPr="005D5566">
        <w:t>est leur conscience qui les pousse</w:t>
      </w:r>
      <w:r>
        <w:t xml:space="preserve">… </w:t>
      </w:r>
      <w:r w:rsidR="00530790" w:rsidRPr="005D5566">
        <w:t>Ils n</w:t>
      </w:r>
      <w:r>
        <w:t>’</w:t>
      </w:r>
      <w:r w:rsidR="00530790" w:rsidRPr="005D5566">
        <w:t>ont pas de mauvais desseins</w:t>
      </w:r>
      <w:r>
        <w:t xml:space="preserve">, </w:t>
      </w:r>
      <w:r w:rsidR="00530790" w:rsidRPr="005D5566">
        <w:t>non</w:t>
      </w:r>
      <w:r>
        <w:t>…</w:t>
      </w:r>
    </w:p>
    <w:p w14:paraId="1C532A67" w14:textId="77777777" w:rsidR="001C0413" w:rsidRDefault="001C0413" w:rsidP="001C0413">
      <w:r>
        <w:t>— </w:t>
      </w:r>
      <w:r w:rsidR="00530790" w:rsidRPr="005D5566">
        <w:t>De qui parles-tu</w:t>
      </w:r>
      <w:r>
        <w:t xml:space="preserve"> ? </w:t>
      </w:r>
      <w:r w:rsidR="00530790" w:rsidRPr="005D5566">
        <w:t>demanda Rybine pensif</w:t>
      </w:r>
      <w:r>
        <w:t>.</w:t>
      </w:r>
    </w:p>
    <w:p w14:paraId="1EFA463D" w14:textId="77777777" w:rsidR="001C0413" w:rsidRDefault="001C0413" w:rsidP="001C0413">
      <w:r>
        <w:t>— </w:t>
      </w:r>
      <w:r w:rsidR="00530790" w:rsidRPr="005D5566">
        <w:t>De tous</w:t>
      </w:r>
      <w:r>
        <w:t xml:space="preserve">, </w:t>
      </w:r>
      <w:r w:rsidR="00530790" w:rsidRPr="005D5566">
        <w:t>de tous ceux que j</w:t>
      </w:r>
      <w:r>
        <w:t>’</w:t>
      </w:r>
      <w:r w:rsidR="00530790" w:rsidRPr="005D5566">
        <w:t>ai vus</w:t>
      </w:r>
      <w:r>
        <w:t xml:space="preserve">, </w:t>
      </w:r>
      <w:r w:rsidR="00530790" w:rsidRPr="005D5566">
        <w:t>sans exception</w:t>
      </w:r>
      <w:r>
        <w:t xml:space="preserve">. </w:t>
      </w:r>
      <w:r w:rsidR="00530790" w:rsidRPr="005D5566">
        <w:t>Ils ne trafiqueraient pas du sang humain</w:t>
      </w:r>
      <w:r>
        <w:t>…</w:t>
      </w:r>
    </w:p>
    <w:p w14:paraId="059CE851" w14:textId="77777777" w:rsidR="001C0413" w:rsidRDefault="00530790" w:rsidP="001C0413">
      <w:r w:rsidRPr="005D5566">
        <w:t>Des gouttes de sueur apparurent sur son visage</w:t>
      </w:r>
      <w:r w:rsidR="001C0413">
        <w:t xml:space="preserve"> ; </w:t>
      </w:r>
      <w:r w:rsidRPr="005D5566">
        <w:t>ses doigts tremblaient</w:t>
      </w:r>
      <w:r w:rsidR="001C0413">
        <w:t>.</w:t>
      </w:r>
    </w:p>
    <w:p w14:paraId="7B1FE4D2" w14:textId="77777777" w:rsidR="001C0413" w:rsidRDefault="001C0413" w:rsidP="001C0413">
      <w:r>
        <w:t>— </w:t>
      </w:r>
      <w:r w:rsidR="00530790" w:rsidRPr="005D5566">
        <w:t>Ce n</w:t>
      </w:r>
      <w:r>
        <w:t>’</w:t>
      </w:r>
      <w:r w:rsidR="00530790" w:rsidRPr="005D5566">
        <w:t>est pas là qu</w:t>
      </w:r>
      <w:r>
        <w:t>’</w:t>
      </w:r>
      <w:r w:rsidR="00530790" w:rsidRPr="005D5566">
        <w:t>il faut regarder</w:t>
      </w:r>
      <w:r>
        <w:t xml:space="preserve">, </w:t>
      </w:r>
      <w:r w:rsidR="00530790" w:rsidRPr="005D5566">
        <w:t>mère</w:t>
      </w:r>
      <w:r>
        <w:t xml:space="preserve">, </w:t>
      </w:r>
      <w:r w:rsidR="00530790" w:rsidRPr="005D5566">
        <w:t>mais plus loin</w:t>
      </w:r>
      <w:r>
        <w:t xml:space="preserve"> ! </w:t>
      </w:r>
      <w:r w:rsidR="00530790" w:rsidRPr="005D5566">
        <w:t>dit Rybine en baissant la tête</w:t>
      </w:r>
      <w:r>
        <w:t xml:space="preserve">. </w:t>
      </w:r>
      <w:r w:rsidR="00530790" w:rsidRPr="005D5566">
        <w:t>Ceux qui se rapprochent le plus de nous ne savent peut-être rien eux-mêmes</w:t>
      </w:r>
      <w:r>
        <w:t xml:space="preserve">… </w:t>
      </w:r>
      <w:r w:rsidR="00530790" w:rsidRPr="005D5566">
        <w:t>Ils croient qu</w:t>
      </w:r>
      <w:r>
        <w:t>’</w:t>
      </w:r>
      <w:r w:rsidR="00530790" w:rsidRPr="005D5566">
        <w:t>ils agissent bien</w:t>
      </w:r>
      <w:r>
        <w:t xml:space="preserve">… </w:t>
      </w:r>
      <w:r w:rsidR="00530790" w:rsidRPr="005D5566">
        <w:t>ils aiment la vérité</w:t>
      </w:r>
      <w:r>
        <w:t xml:space="preserve">. </w:t>
      </w:r>
      <w:r w:rsidR="00530790" w:rsidRPr="005D5566">
        <w:t>Mais peut-être y en a-t-il d</w:t>
      </w:r>
      <w:r>
        <w:t>’</w:t>
      </w:r>
      <w:r w:rsidR="00530790" w:rsidRPr="005D5566">
        <w:t xml:space="preserve">autres derrière eux qui </w:t>
      </w:r>
      <w:r w:rsidR="00530790" w:rsidRPr="005D5566">
        <w:rPr>
          <w:bCs/>
        </w:rPr>
        <w:t>ne voie</w:t>
      </w:r>
      <w:r w:rsidR="00530790" w:rsidRPr="005D5566">
        <w:t>nt que leur propre avantage</w:t>
      </w:r>
      <w:r>
        <w:t xml:space="preserve">… </w:t>
      </w:r>
      <w:r w:rsidR="00530790" w:rsidRPr="005D5566">
        <w:t>L</w:t>
      </w:r>
      <w:r>
        <w:t>’</w:t>
      </w:r>
      <w:r w:rsidR="00530790" w:rsidRPr="005D5566">
        <w:t>homme ne travaille pas contre lui-même sans qu</w:t>
      </w:r>
      <w:r>
        <w:t>’</w:t>
      </w:r>
      <w:r w:rsidR="00530790" w:rsidRPr="005D5566">
        <w:t xml:space="preserve">il </w:t>
      </w:r>
      <w:r w:rsidR="00530790" w:rsidRPr="005D5566">
        <w:rPr>
          <w:bCs/>
        </w:rPr>
        <w:t xml:space="preserve">y </w:t>
      </w:r>
      <w:r w:rsidR="00530790" w:rsidRPr="005D5566">
        <w:t>ait une raison</w:t>
      </w:r>
      <w:r>
        <w:t>…</w:t>
      </w:r>
    </w:p>
    <w:p w14:paraId="66F11578" w14:textId="77777777" w:rsidR="001C0413" w:rsidRDefault="00530790" w:rsidP="001C0413">
      <w:r w:rsidRPr="005D5566">
        <w:t>Et il ajouta</w:t>
      </w:r>
      <w:r w:rsidR="001C0413">
        <w:t xml:space="preserve">, </w:t>
      </w:r>
      <w:r w:rsidRPr="005D5566">
        <w:t>avec la gauche certitude du paysan</w:t>
      </w:r>
      <w:r w:rsidR="001C0413">
        <w:t xml:space="preserve">, </w:t>
      </w:r>
      <w:r w:rsidRPr="005D5566">
        <w:t>imbu d</w:t>
      </w:r>
      <w:r w:rsidR="001C0413">
        <w:t>’</w:t>
      </w:r>
      <w:r w:rsidRPr="005D5566">
        <w:t>une incrédulité séculaire</w:t>
      </w:r>
      <w:r w:rsidR="001C0413">
        <w:t> :</w:t>
      </w:r>
    </w:p>
    <w:p w14:paraId="045D2AA1" w14:textId="77777777" w:rsidR="001C0413" w:rsidRDefault="001C0413" w:rsidP="001C0413">
      <w:r>
        <w:lastRenderedPageBreak/>
        <w:t>— </w:t>
      </w:r>
      <w:r w:rsidR="00530790" w:rsidRPr="005D5566">
        <w:t>Jamais il ne sortira rien de bon de la main des seigneurs et des gens instruits</w:t>
      </w:r>
      <w:r>
        <w:t xml:space="preserve"> ! </w:t>
      </w:r>
      <w:r w:rsidR="00530790" w:rsidRPr="005D5566">
        <w:t>Voilà</w:t>
      </w:r>
      <w:r>
        <w:t> !</w:t>
      </w:r>
    </w:p>
    <w:p w14:paraId="79461F53" w14:textId="77777777" w:rsidR="001C0413" w:rsidRDefault="001C0413" w:rsidP="001C0413">
      <w:r>
        <w:t>— </w:t>
      </w:r>
      <w:r w:rsidR="00530790" w:rsidRPr="005D5566">
        <w:t>Qu</w:t>
      </w:r>
      <w:r>
        <w:t>’</w:t>
      </w:r>
      <w:r w:rsidR="00530790" w:rsidRPr="005D5566">
        <w:t>as-tu décidé</w:t>
      </w:r>
      <w:r>
        <w:t xml:space="preserve"> ? </w:t>
      </w:r>
      <w:r w:rsidR="00530790" w:rsidRPr="005D5566">
        <w:t>demanda la mère</w:t>
      </w:r>
      <w:r>
        <w:t xml:space="preserve">, </w:t>
      </w:r>
      <w:r w:rsidR="00530790" w:rsidRPr="005D5566">
        <w:t>de nouveau en proie à un doute vague</w:t>
      </w:r>
      <w:r>
        <w:t>.</w:t>
      </w:r>
    </w:p>
    <w:p w14:paraId="5477036F" w14:textId="77777777" w:rsidR="001C0413" w:rsidRDefault="001C0413" w:rsidP="001C0413">
      <w:r>
        <w:t>— </w:t>
      </w:r>
      <w:r w:rsidR="00530790" w:rsidRPr="005D5566">
        <w:t>Moi</w:t>
      </w:r>
      <w:r>
        <w:t xml:space="preserve"> ? </w:t>
      </w:r>
      <w:r w:rsidR="00530790" w:rsidRPr="005D5566">
        <w:t>Rybine la considéra</w:t>
      </w:r>
      <w:r>
        <w:t xml:space="preserve">, </w:t>
      </w:r>
      <w:r w:rsidR="00530790" w:rsidRPr="005D5566">
        <w:t>garda le silence pendant un instant et répéta</w:t>
      </w:r>
      <w:r>
        <w:t xml:space="preserve"> : </w:t>
      </w:r>
      <w:r w:rsidR="00530790" w:rsidRPr="005D5566">
        <w:t>il ne faut pas s</w:t>
      </w:r>
      <w:r>
        <w:t>’</w:t>
      </w:r>
      <w:r w:rsidR="00530790" w:rsidRPr="005D5566">
        <w:t>allier avec ceux qui sont au-dessus de nous</w:t>
      </w:r>
      <w:r>
        <w:t xml:space="preserve">… </w:t>
      </w:r>
      <w:r w:rsidR="00530790" w:rsidRPr="005D5566">
        <w:t>Voilà</w:t>
      </w:r>
      <w:r>
        <w:t> !</w:t>
      </w:r>
    </w:p>
    <w:p w14:paraId="40A8A621" w14:textId="77777777" w:rsidR="001C0413" w:rsidRDefault="00530790" w:rsidP="001C0413">
      <w:r w:rsidRPr="005D5566">
        <w:t>Puis il se tut de nouveau</w:t>
      </w:r>
      <w:r w:rsidR="001C0413">
        <w:t xml:space="preserve"> : </w:t>
      </w:r>
      <w:r w:rsidRPr="005D5566">
        <w:t>on eût dit qu</w:t>
      </w:r>
      <w:r w:rsidR="001C0413">
        <w:t>’</w:t>
      </w:r>
      <w:r w:rsidRPr="005D5566">
        <w:t>il se pelotonnait sur lui-même</w:t>
      </w:r>
      <w:r w:rsidR="001C0413">
        <w:t>.</w:t>
      </w:r>
    </w:p>
    <w:p w14:paraId="34AF77D8" w14:textId="77777777" w:rsidR="001C0413" w:rsidRDefault="001C0413" w:rsidP="001C0413">
      <w:r>
        <w:t>— </w:t>
      </w:r>
      <w:r w:rsidR="00530790" w:rsidRPr="005D5566">
        <w:t>Je m</w:t>
      </w:r>
      <w:r>
        <w:t>’</w:t>
      </w:r>
      <w:r w:rsidR="00530790" w:rsidRPr="005D5566">
        <w:t>en vais</w:t>
      </w:r>
      <w:r>
        <w:t xml:space="preserve">, </w:t>
      </w:r>
      <w:r w:rsidR="00530790" w:rsidRPr="005D5566">
        <w:t>mère</w:t>
      </w:r>
      <w:r>
        <w:t xml:space="preserve">. </w:t>
      </w:r>
      <w:r w:rsidR="00530790" w:rsidRPr="005D5566">
        <w:t>J</w:t>
      </w:r>
      <w:r>
        <w:t>’</w:t>
      </w:r>
      <w:r w:rsidR="00530790" w:rsidRPr="005D5566">
        <w:t>aurais voulu me joindre aux camarades et travailler comme eux</w:t>
      </w:r>
      <w:r>
        <w:t xml:space="preserve">… </w:t>
      </w:r>
      <w:r w:rsidR="00530790" w:rsidRPr="005D5566">
        <w:t>Je suis bon pour cette besogne</w:t>
      </w:r>
      <w:r>
        <w:t xml:space="preserve">, </w:t>
      </w:r>
      <w:r w:rsidR="00530790" w:rsidRPr="005D5566">
        <w:t>je suis obstiné et pas bête</w:t>
      </w:r>
      <w:r>
        <w:t xml:space="preserve">, </w:t>
      </w:r>
      <w:r w:rsidR="00530790" w:rsidRPr="005D5566">
        <w:t>je sais lire et écrire</w:t>
      </w:r>
      <w:r>
        <w:t xml:space="preserve">. </w:t>
      </w:r>
      <w:r w:rsidR="00530790" w:rsidRPr="005D5566">
        <w:t>Et surtout</w:t>
      </w:r>
      <w:r>
        <w:t xml:space="preserve">, </w:t>
      </w:r>
      <w:r w:rsidR="00530790" w:rsidRPr="005D5566">
        <w:t>je sais ce qu</w:t>
      </w:r>
      <w:r>
        <w:t>’</w:t>
      </w:r>
      <w:r w:rsidR="00530790" w:rsidRPr="005D5566">
        <w:t>il faut dire aux gens</w:t>
      </w:r>
      <w:r>
        <w:t xml:space="preserve">. </w:t>
      </w:r>
      <w:r w:rsidR="00530790" w:rsidRPr="005D5566">
        <w:t>Voilà</w:t>
      </w:r>
      <w:r>
        <w:t xml:space="preserve"> ! </w:t>
      </w:r>
      <w:r w:rsidR="00530790" w:rsidRPr="005D5566">
        <w:t>Et maintenant</w:t>
      </w:r>
      <w:r>
        <w:t xml:space="preserve">, </w:t>
      </w:r>
      <w:r w:rsidR="00530790" w:rsidRPr="005D5566">
        <w:t>je m</w:t>
      </w:r>
      <w:r>
        <w:t>’</w:t>
      </w:r>
      <w:r w:rsidR="00530790" w:rsidRPr="005D5566">
        <w:t>en vais</w:t>
      </w:r>
      <w:r>
        <w:t xml:space="preserve">. </w:t>
      </w:r>
      <w:r w:rsidR="00530790" w:rsidRPr="005D5566">
        <w:t>Puisque je ne peux pas croire</w:t>
      </w:r>
      <w:r>
        <w:t xml:space="preserve">, </w:t>
      </w:r>
      <w:r w:rsidR="00530790" w:rsidRPr="005D5566">
        <w:t>je dois m</w:t>
      </w:r>
      <w:r>
        <w:t>’</w:t>
      </w:r>
      <w:r w:rsidR="00530790" w:rsidRPr="005D5566">
        <w:t>en aller</w:t>
      </w:r>
      <w:r>
        <w:t xml:space="preserve">. </w:t>
      </w:r>
      <w:r w:rsidR="00530790" w:rsidRPr="005D5566">
        <w:t>Je le sais</w:t>
      </w:r>
      <w:r>
        <w:t xml:space="preserve">, </w:t>
      </w:r>
      <w:r w:rsidR="00530790" w:rsidRPr="005D5566">
        <w:t>mère</w:t>
      </w:r>
      <w:r>
        <w:t xml:space="preserve">, </w:t>
      </w:r>
      <w:r w:rsidR="00530790" w:rsidRPr="005D5566">
        <w:t>les âmes des gens sont souillées</w:t>
      </w:r>
      <w:r>
        <w:t xml:space="preserve">… </w:t>
      </w:r>
      <w:r w:rsidR="00530790" w:rsidRPr="005D5566">
        <w:t>Tous sont pleins d</w:t>
      </w:r>
      <w:r>
        <w:t>’</w:t>
      </w:r>
      <w:r w:rsidR="00530790" w:rsidRPr="005D5566">
        <w:t>envie</w:t>
      </w:r>
      <w:r>
        <w:t xml:space="preserve">, </w:t>
      </w:r>
      <w:r w:rsidR="00530790" w:rsidRPr="005D5566">
        <w:t>tous veulent dévorer</w:t>
      </w:r>
      <w:r>
        <w:t xml:space="preserve">. </w:t>
      </w:r>
      <w:r w:rsidR="00530790" w:rsidRPr="005D5566">
        <w:t>Et comme les proies sont rares</w:t>
      </w:r>
      <w:r>
        <w:t xml:space="preserve">, </w:t>
      </w:r>
      <w:r w:rsidR="00530790" w:rsidRPr="005D5566">
        <w:t>chacun cherche à dévorer son prochain</w:t>
      </w:r>
      <w:r>
        <w:t>…</w:t>
      </w:r>
    </w:p>
    <w:p w14:paraId="62F3E9AE" w14:textId="77777777" w:rsidR="001C0413" w:rsidRDefault="00530790" w:rsidP="001C0413">
      <w:r w:rsidRPr="005D5566">
        <w:t>Il baissa la tête et se plongea dans ses réflexions</w:t>
      </w:r>
      <w:r w:rsidR="001C0413">
        <w:t>.</w:t>
      </w:r>
    </w:p>
    <w:p w14:paraId="5C68FD10" w14:textId="77777777" w:rsidR="001C0413" w:rsidRDefault="001C0413" w:rsidP="001C0413">
      <w:r>
        <w:t>— </w:t>
      </w:r>
      <w:r w:rsidR="00530790" w:rsidRPr="005D5566">
        <w:t>Je m</w:t>
      </w:r>
      <w:r>
        <w:t>’</w:t>
      </w:r>
      <w:r w:rsidR="00530790" w:rsidRPr="005D5566">
        <w:t>en irai seul par les hameaux et les villages</w:t>
      </w:r>
      <w:r>
        <w:t xml:space="preserve">. </w:t>
      </w:r>
      <w:r w:rsidR="00530790" w:rsidRPr="005D5566">
        <w:t>Je soulèverai le peuple</w:t>
      </w:r>
      <w:r>
        <w:t xml:space="preserve">. </w:t>
      </w:r>
      <w:r w:rsidR="00530790" w:rsidRPr="005D5566">
        <w:t>Il faut que le peuple lui-même parte à la conquête de la liberté</w:t>
      </w:r>
      <w:r>
        <w:t xml:space="preserve">. </w:t>
      </w:r>
      <w:r w:rsidR="00530790" w:rsidRPr="005D5566">
        <w:t>S</w:t>
      </w:r>
      <w:r>
        <w:t>’</w:t>
      </w:r>
      <w:r w:rsidR="00530790" w:rsidRPr="005D5566">
        <w:t>il sait comprendre</w:t>
      </w:r>
      <w:r>
        <w:t xml:space="preserve">, </w:t>
      </w:r>
      <w:r w:rsidR="00530790" w:rsidRPr="005D5566">
        <w:t>il trouvera une issue</w:t>
      </w:r>
      <w:r>
        <w:t xml:space="preserve">… </w:t>
      </w:r>
      <w:r w:rsidR="00530790" w:rsidRPr="005D5566">
        <w:t>J</w:t>
      </w:r>
      <w:r>
        <w:t>’</w:t>
      </w:r>
      <w:r w:rsidR="00530790" w:rsidRPr="005D5566">
        <w:t>essaierai donc de lui faire comprendre qu</w:t>
      </w:r>
      <w:r>
        <w:t>’</w:t>
      </w:r>
      <w:r w:rsidR="00530790" w:rsidRPr="005D5566">
        <w:t>il n</w:t>
      </w:r>
      <w:r>
        <w:t>’</w:t>
      </w:r>
      <w:r w:rsidR="00530790" w:rsidRPr="005D5566">
        <w:t>a personne en qui mettre son espoir</w:t>
      </w:r>
      <w:r>
        <w:t xml:space="preserve">, </w:t>
      </w:r>
      <w:r w:rsidR="00530790" w:rsidRPr="005D5566">
        <w:t>excepté lui-même</w:t>
      </w:r>
      <w:r>
        <w:t xml:space="preserve">, </w:t>
      </w:r>
      <w:r w:rsidR="00530790" w:rsidRPr="005D5566">
        <w:t>point de raison</w:t>
      </w:r>
      <w:r>
        <w:t xml:space="preserve">, </w:t>
      </w:r>
      <w:r w:rsidR="00530790" w:rsidRPr="005D5566">
        <w:t>si ce n</w:t>
      </w:r>
      <w:r>
        <w:t>’</w:t>
      </w:r>
      <w:r w:rsidR="00530790" w:rsidRPr="005D5566">
        <w:t>est la sienne</w:t>
      </w:r>
      <w:r>
        <w:t xml:space="preserve">. </w:t>
      </w:r>
      <w:r w:rsidR="00530790" w:rsidRPr="005D5566">
        <w:t>Voilà</w:t>
      </w:r>
      <w:r>
        <w:t> !</w:t>
      </w:r>
    </w:p>
    <w:p w14:paraId="0AAB3907" w14:textId="77777777" w:rsidR="001C0413" w:rsidRDefault="00530790" w:rsidP="001C0413">
      <w:r w:rsidRPr="005D5566">
        <w:t>La mère eut pitié de Rybine</w:t>
      </w:r>
      <w:r w:rsidR="001C0413">
        <w:t xml:space="preserve">, </w:t>
      </w:r>
      <w:r w:rsidRPr="005D5566">
        <w:t>son sort l</w:t>
      </w:r>
      <w:r w:rsidR="001C0413">
        <w:t>’</w:t>
      </w:r>
      <w:r w:rsidRPr="005D5566">
        <w:t>effrayait</w:t>
      </w:r>
      <w:r w:rsidR="001C0413">
        <w:t xml:space="preserve">. </w:t>
      </w:r>
      <w:r w:rsidRPr="005D5566">
        <w:t>Il lui avait toujours été antipathique</w:t>
      </w:r>
      <w:r w:rsidR="001C0413">
        <w:t xml:space="preserve"> ; </w:t>
      </w:r>
      <w:r w:rsidRPr="005D5566">
        <w:t>mais maintenant</w:t>
      </w:r>
      <w:r w:rsidR="001C0413">
        <w:t xml:space="preserve">, </w:t>
      </w:r>
      <w:r w:rsidRPr="005D5566">
        <w:t>il lui devenait soudain plus proche</w:t>
      </w:r>
      <w:r w:rsidR="001C0413">
        <w:t xml:space="preserve">, </w:t>
      </w:r>
      <w:r w:rsidRPr="005D5566">
        <w:t>plus familier</w:t>
      </w:r>
      <w:r w:rsidR="001C0413">
        <w:t>.</w:t>
      </w:r>
    </w:p>
    <w:p w14:paraId="4BF9BC81" w14:textId="77777777" w:rsidR="001C0413" w:rsidRDefault="001C0413" w:rsidP="001C0413">
      <w:r>
        <w:t>— </w:t>
      </w:r>
      <w:r w:rsidR="00530790" w:rsidRPr="005D5566">
        <w:t>Pavel va d</w:t>
      </w:r>
      <w:r>
        <w:t>’</w:t>
      </w:r>
      <w:r w:rsidR="00530790" w:rsidRPr="005D5566">
        <w:t>un côté et lui de l</w:t>
      </w:r>
      <w:r>
        <w:t>’</w:t>
      </w:r>
      <w:r w:rsidR="00530790" w:rsidRPr="005D5566">
        <w:t>autre</w:t>
      </w:r>
      <w:r>
        <w:t xml:space="preserve">… </w:t>
      </w:r>
      <w:r w:rsidR="00530790" w:rsidRPr="005D5566">
        <w:t>Pavel aura moins de peine</w:t>
      </w:r>
      <w:r>
        <w:t xml:space="preserve">, </w:t>
      </w:r>
      <w:r w:rsidR="00530790" w:rsidRPr="005D5566">
        <w:t>pensa-t-elle involontairement</w:t>
      </w:r>
      <w:r>
        <w:t xml:space="preserve"> ; </w:t>
      </w:r>
      <w:r w:rsidR="00530790" w:rsidRPr="005D5566">
        <w:t>elle dit à voix basse</w:t>
      </w:r>
      <w:r>
        <w:t> :</w:t>
      </w:r>
    </w:p>
    <w:p w14:paraId="05FAAF2C" w14:textId="77777777" w:rsidR="001C0413" w:rsidRDefault="001C0413" w:rsidP="001C0413">
      <w:r>
        <w:lastRenderedPageBreak/>
        <w:t>— </w:t>
      </w:r>
      <w:r w:rsidR="00530790" w:rsidRPr="005D5566">
        <w:t>On t</w:t>
      </w:r>
      <w:r>
        <w:t>’</w:t>
      </w:r>
      <w:r w:rsidR="00530790" w:rsidRPr="005D5566">
        <w:t>attrapera</w:t>
      </w:r>
      <w:r>
        <w:t> !</w:t>
      </w:r>
    </w:p>
    <w:p w14:paraId="247164BB" w14:textId="77777777" w:rsidR="001C0413" w:rsidRDefault="00530790" w:rsidP="001C0413">
      <w:r w:rsidRPr="005D5566">
        <w:t>Rybine lui jeta un coup d</w:t>
      </w:r>
      <w:r w:rsidR="001C0413">
        <w:t>’</w:t>
      </w:r>
      <w:r w:rsidRPr="005D5566">
        <w:t>œil et répondit</w:t>
      </w:r>
      <w:r w:rsidR="001C0413">
        <w:t> :</w:t>
      </w:r>
    </w:p>
    <w:p w14:paraId="770226BE" w14:textId="77777777" w:rsidR="001C0413" w:rsidRDefault="001C0413" w:rsidP="001C0413">
      <w:r>
        <w:t>— </w:t>
      </w:r>
      <w:r w:rsidR="00530790" w:rsidRPr="005D5566">
        <w:t>On me relâchera</w:t>
      </w:r>
      <w:r>
        <w:t xml:space="preserve">. </w:t>
      </w:r>
      <w:r w:rsidR="00530790" w:rsidRPr="005D5566">
        <w:t>Et je recommencerai</w:t>
      </w:r>
      <w:r>
        <w:t>…</w:t>
      </w:r>
    </w:p>
    <w:p w14:paraId="7E1A3902" w14:textId="77777777" w:rsidR="001C0413" w:rsidRDefault="001C0413" w:rsidP="001C0413">
      <w:r>
        <w:t>— </w:t>
      </w:r>
      <w:r w:rsidR="00530790" w:rsidRPr="005D5566">
        <w:t>Les paysans eux-mêmes te livreront</w:t>
      </w:r>
      <w:r>
        <w:t xml:space="preserve">… </w:t>
      </w:r>
      <w:r w:rsidR="00530790" w:rsidRPr="005D5566">
        <w:t>Et tu pourras rester en prison</w:t>
      </w:r>
      <w:r>
        <w:t>…</w:t>
      </w:r>
    </w:p>
    <w:p w14:paraId="4E40B5E6" w14:textId="77777777" w:rsidR="001C0413" w:rsidRDefault="001C0413" w:rsidP="001C0413">
      <w:r>
        <w:t>— </w:t>
      </w:r>
      <w:r w:rsidR="00530790" w:rsidRPr="005D5566">
        <w:t>J</w:t>
      </w:r>
      <w:r>
        <w:t>’</w:t>
      </w:r>
      <w:r w:rsidR="00530790" w:rsidRPr="005D5566">
        <w:t>en sortirai</w:t>
      </w:r>
      <w:r>
        <w:t xml:space="preserve">. </w:t>
      </w:r>
      <w:r w:rsidR="00530790" w:rsidRPr="005D5566">
        <w:t>Et j</w:t>
      </w:r>
      <w:r>
        <w:t>’</w:t>
      </w:r>
      <w:r w:rsidR="00530790" w:rsidRPr="005D5566">
        <w:t>irai de nouveau à mon ouvrage</w:t>
      </w:r>
      <w:r>
        <w:t xml:space="preserve">… </w:t>
      </w:r>
      <w:r w:rsidR="00530790" w:rsidRPr="005D5566">
        <w:t>Quant aux paysans ils me livreront une ou deux fois puis ils comprendront qu</w:t>
      </w:r>
      <w:r>
        <w:t>’</w:t>
      </w:r>
      <w:r w:rsidR="00530790" w:rsidRPr="005D5566">
        <w:t>ils feraient mieux de m</w:t>
      </w:r>
      <w:r>
        <w:t>’</w:t>
      </w:r>
      <w:r w:rsidR="00530790" w:rsidRPr="005D5566">
        <w:t>écouter</w:t>
      </w:r>
      <w:r>
        <w:t xml:space="preserve">. </w:t>
      </w:r>
      <w:r w:rsidR="00530790" w:rsidRPr="005D5566">
        <w:t>Je leur dirai</w:t>
      </w:r>
      <w:r>
        <w:t xml:space="preserve"> : </w:t>
      </w:r>
      <w:r w:rsidR="00530790" w:rsidRPr="005D5566">
        <w:t>Ne me croyez pas</w:t>
      </w:r>
      <w:r>
        <w:t xml:space="preserve">, </w:t>
      </w:r>
      <w:r w:rsidR="00530790" w:rsidRPr="005D5566">
        <w:t>écoutez-moi seulement</w:t>
      </w:r>
      <w:r>
        <w:t xml:space="preserve">… </w:t>
      </w:r>
      <w:r w:rsidR="00530790" w:rsidRPr="005D5566">
        <w:t>Et s</w:t>
      </w:r>
      <w:r>
        <w:t>’</w:t>
      </w:r>
      <w:r w:rsidR="00530790" w:rsidRPr="005D5566">
        <w:t>ils m</w:t>
      </w:r>
      <w:r>
        <w:t>’</w:t>
      </w:r>
      <w:r w:rsidR="00530790" w:rsidRPr="005D5566">
        <w:t>écoutent ils me croiront</w:t>
      </w:r>
      <w:r>
        <w:t> !…</w:t>
      </w:r>
    </w:p>
    <w:p w14:paraId="447F0A51" w14:textId="77777777" w:rsidR="001C0413" w:rsidRDefault="00530790" w:rsidP="001C0413">
      <w:r w:rsidRPr="005D5566">
        <w:t>Les deux interlocuteurs parlaient lentement</w:t>
      </w:r>
      <w:r w:rsidR="001C0413">
        <w:t xml:space="preserve">, </w:t>
      </w:r>
      <w:r w:rsidRPr="005D5566">
        <w:t>comme s</w:t>
      </w:r>
      <w:r w:rsidR="001C0413">
        <w:t>’</w:t>
      </w:r>
      <w:r w:rsidRPr="005D5566">
        <w:t>ils pesaient chaque mot avant de le prononcer</w:t>
      </w:r>
      <w:r w:rsidR="001C0413">
        <w:t>.</w:t>
      </w:r>
    </w:p>
    <w:p w14:paraId="32CB0F01" w14:textId="77777777" w:rsidR="001C0413" w:rsidRDefault="001C0413" w:rsidP="001C0413">
      <w:r>
        <w:t>— </w:t>
      </w:r>
      <w:r w:rsidR="00530790" w:rsidRPr="005D5566">
        <w:t>Je n</w:t>
      </w:r>
      <w:r>
        <w:t>’</w:t>
      </w:r>
      <w:r w:rsidR="00530790" w:rsidRPr="005D5566">
        <w:t>aurai pas beaucoup de joies</w:t>
      </w:r>
      <w:r>
        <w:t xml:space="preserve">, </w:t>
      </w:r>
      <w:r w:rsidR="00530790" w:rsidRPr="005D5566">
        <w:t>mère</w:t>
      </w:r>
      <w:r>
        <w:t xml:space="preserve">, </w:t>
      </w:r>
      <w:r w:rsidR="00530790" w:rsidRPr="005D5566">
        <w:t>continua Rybine</w:t>
      </w:r>
      <w:r>
        <w:t xml:space="preserve">. </w:t>
      </w:r>
      <w:r w:rsidR="00530790" w:rsidRPr="005D5566">
        <w:t>J</w:t>
      </w:r>
      <w:r>
        <w:t>’</w:t>
      </w:r>
      <w:r w:rsidR="00530790" w:rsidRPr="005D5566">
        <w:t>ai vécu ici ces derniers temps et j</w:t>
      </w:r>
      <w:r>
        <w:t>’</w:t>
      </w:r>
      <w:r w:rsidR="00530790" w:rsidRPr="005D5566">
        <w:t>ai remarqué bien des choses</w:t>
      </w:r>
      <w:r>
        <w:t xml:space="preserve">. </w:t>
      </w:r>
      <w:r w:rsidR="00530790" w:rsidRPr="005D5566">
        <w:t>Voilà</w:t>
      </w:r>
      <w:r>
        <w:t xml:space="preserve"> ! </w:t>
      </w:r>
      <w:r w:rsidR="00530790" w:rsidRPr="005D5566">
        <w:t>J</w:t>
      </w:r>
      <w:r>
        <w:t>’</w:t>
      </w:r>
      <w:r w:rsidR="00530790" w:rsidRPr="005D5566">
        <w:t>en ai compris quelques unes</w:t>
      </w:r>
      <w:r>
        <w:t xml:space="preserve">. </w:t>
      </w:r>
      <w:r w:rsidR="00530790" w:rsidRPr="005D5566">
        <w:t>Et maintenant</w:t>
      </w:r>
      <w:r>
        <w:t xml:space="preserve">, </w:t>
      </w:r>
      <w:r w:rsidR="00530790" w:rsidRPr="005D5566">
        <w:t>il me semble que j</w:t>
      </w:r>
      <w:r>
        <w:t>’</w:t>
      </w:r>
      <w:r w:rsidR="00530790" w:rsidRPr="005D5566">
        <w:t>enterre un enfant</w:t>
      </w:r>
      <w:r>
        <w:t>…</w:t>
      </w:r>
    </w:p>
    <w:p w14:paraId="55E2AB01" w14:textId="77777777" w:rsidR="001C0413" w:rsidRDefault="001C0413" w:rsidP="001C0413">
      <w:r>
        <w:t>— </w:t>
      </w:r>
      <w:r w:rsidR="00530790" w:rsidRPr="005D5566">
        <w:t>Tu périras</w:t>
      </w:r>
      <w:r>
        <w:t xml:space="preserve">, </w:t>
      </w:r>
      <w:r w:rsidR="00530790" w:rsidRPr="005D5566">
        <w:t>Mikhaël Ivanovitch</w:t>
      </w:r>
      <w:r>
        <w:t xml:space="preserve">, </w:t>
      </w:r>
      <w:r w:rsidR="00530790" w:rsidRPr="005D5566">
        <w:t>déclara tristement la mère en hochant la tête</w:t>
      </w:r>
      <w:r>
        <w:t>.</w:t>
      </w:r>
    </w:p>
    <w:p w14:paraId="3D578DC6" w14:textId="77777777" w:rsidR="001C0413" w:rsidRDefault="00530790" w:rsidP="001C0413">
      <w:r w:rsidRPr="005D5566">
        <w:t>Il fixa sur elle ses yeux noirs et profonds</w:t>
      </w:r>
      <w:r w:rsidR="001C0413">
        <w:t xml:space="preserve">, </w:t>
      </w:r>
      <w:r w:rsidRPr="005D5566">
        <w:t>avec un air d</w:t>
      </w:r>
      <w:r w:rsidR="001C0413">
        <w:t>’</w:t>
      </w:r>
      <w:r w:rsidRPr="005D5566">
        <w:t>interrogation</w:t>
      </w:r>
      <w:r w:rsidR="001C0413">
        <w:t xml:space="preserve">. </w:t>
      </w:r>
      <w:r w:rsidRPr="005D5566">
        <w:t>Son corps vigoureux était penché en avant</w:t>
      </w:r>
      <w:r w:rsidR="001C0413">
        <w:t xml:space="preserve">, </w:t>
      </w:r>
      <w:r w:rsidRPr="005D5566">
        <w:t>ses mains s</w:t>
      </w:r>
      <w:r w:rsidR="001C0413">
        <w:t>’</w:t>
      </w:r>
      <w:r w:rsidRPr="005D5566">
        <w:t>appuyant au siège de la chaise</w:t>
      </w:r>
      <w:r w:rsidR="001C0413">
        <w:t xml:space="preserve">, </w:t>
      </w:r>
      <w:r w:rsidRPr="005D5566">
        <w:t>son visage basané semblait pâle dans le cadre noir de la barbe</w:t>
      </w:r>
      <w:r w:rsidR="001C0413">
        <w:t>.</w:t>
      </w:r>
    </w:p>
    <w:p w14:paraId="4714F58D" w14:textId="77777777" w:rsidR="001C0413" w:rsidRDefault="001C0413" w:rsidP="001C0413">
      <w:r>
        <w:t>— </w:t>
      </w:r>
      <w:r w:rsidR="00530790" w:rsidRPr="005D5566">
        <w:t>Tu sais ce que Jésus a dit du grain de blé</w:t>
      </w:r>
      <w:r>
        <w:t> : « </w:t>
      </w:r>
      <w:r w:rsidR="00530790" w:rsidRPr="005D5566">
        <w:t>Il ne mourra pas</w:t>
      </w:r>
      <w:r>
        <w:t xml:space="preserve">, </w:t>
      </w:r>
      <w:r w:rsidR="00530790" w:rsidRPr="005D5566">
        <w:t>mais ressuscitera en un nouvel épi</w:t>
      </w:r>
      <w:r>
        <w:t>… »</w:t>
      </w:r>
      <w:r w:rsidR="00530790" w:rsidRPr="005D5566">
        <w:t xml:space="preserve"> L</w:t>
      </w:r>
      <w:r>
        <w:t>’</w:t>
      </w:r>
      <w:r w:rsidR="00530790" w:rsidRPr="005D5566">
        <w:t>homme est un grain de vérité</w:t>
      </w:r>
      <w:r>
        <w:t xml:space="preserve">, </w:t>
      </w:r>
      <w:r w:rsidR="00530790" w:rsidRPr="005D5566">
        <w:t>voilà</w:t>
      </w:r>
      <w:r>
        <w:t xml:space="preserve">… </w:t>
      </w:r>
      <w:r w:rsidR="00530790" w:rsidRPr="005D5566">
        <w:t>Je ne suis pas encore près de mourir</w:t>
      </w:r>
      <w:r>
        <w:t xml:space="preserve">… </w:t>
      </w:r>
      <w:r w:rsidR="00530790" w:rsidRPr="005D5566">
        <w:t>je suis rusé</w:t>
      </w:r>
      <w:r>
        <w:t>…</w:t>
      </w:r>
    </w:p>
    <w:p w14:paraId="160CF755" w14:textId="77777777" w:rsidR="001C0413" w:rsidRDefault="00530790" w:rsidP="001C0413">
      <w:r w:rsidRPr="005D5566">
        <w:t>Il se remua sur sa chaise et se leva sans hâte</w:t>
      </w:r>
      <w:r w:rsidR="001C0413">
        <w:t>.</w:t>
      </w:r>
    </w:p>
    <w:p w14:paraId="64E01AF9" w14:textId="77777777" w:rsidR="001C0413" w:rsidRDefault="001C0413" w:rsidP="001C0413">
      <w:r>
        <w:lastRenderedPageBreak/>
        <w:t>— </w:t>
      </w:r>
      <w:r w:rsidR="00530790" w:rsidRPr="005D5566">
        <w:t>Je vais au cabaret</w:t>
      </w:r>
      <w:r>
        <w:t xml:space="preserve">, </w:t>
      </w:r>
      <w:r w:rsidR="00530790" w:rsidRPr="005D5566">
        <w:t>je resterai un peu en compagnie</w:t>
      </w:r>
      <w:r>
        <w:t xml:space="preserve">… </w:t>
      </w:r>
      <w:r w:rsidR="00530790" w:rsidRPr="005D5566">
        <w:t>Le Petit-Russien ne vient pas</w:t>
      </w:r>
      <w:r>
        <w:t xml:space="preserve">… </w:t>
      </w:r>
      <w:r w:rsidR="00530790" w:rsidRPr="005D5566">
        <w:t>il a repris sa besogne</w:t>
      </w:r>
      <w:r>
        <w:t> ?</w:t>
      </w:r>
    </w:p>
    <w:p w14:paraId="7BB9A105" w14:textId="77777777" w:rsidR="001C0413" w:rsidRDefault="001C0413" w:rsidP="001C0413">
      <w:r>
        <w:t>— </w:t>
      </w:r>
      <w:r w:rsidR="00530790" w:rsidRPr="005D5566">
        <w:t>Oui</w:t>
      </w:r>
      <w:r>
        <w:t xml:space="preserve">, </w:t>
      </w:r>
      <w:r w:rsidR="00530790" w:rsidRPr="005D5566">
        <w:t>dit la mère en souriant</w:t>
      </w:r>
      <w:r>
        <w:t xml:space="preserve">. </w:t>
      </w:r>
      <w:r w:rsidR="00530790" w:rsidRPr="005D5566">
        <w:t>Ils sont tous les mêmes</w:t>
      </w:r>
      <w:r>
        <w:t xml:space="preserve"> : </w:t>
      </w:r>
      <w:r w:rsidR="00530790" w:rsidRPr="005D5566">
        <w:t>dès qu</w:t>
      </w:r>
      <w:r>
        <w:t>’</w:t>
      </w:r>
      <w:r w:rsidR="00530790" w:rsidRPr="005D5566">
        <w:t>ils sortent de prison</w:t>
      </w:r>
      <w:r>
        <w:t xml:space="preserve">, </w:t>
      </w:r>
      <w:r w:rsidR="00530790" w:rsidRPr="005D5566">
        <w:t>ils retournent à leurs affaires</w:t>
      </w:r>
      <w:r>
        <w:t>…</w:t>
      </w:r>
    </w:p>
    <w:p w14:paraId="47DB4991" w14:textId="77777777" w:rsidR="001C0413" w:rsidRDefault="001C0413" w:rsidP="001C0413">
      <w:r>
        <w:t>— </w:t>
      </w:r>
      <w:r w:rsidR="00530790" w:rsidRPr="005D5566">
        <w:t>C</w:t>
      </w:r>
      <w:r>
        <w:t>’</w:t>
      </w:r>
      <w:r w:rsidR="00530790" w:rsidRPr="005D5566">
        <w:t>est ce qu</w:t>
      </w:r>
      <w:r>
        <w:t>’</w:t>
      </w:r>
      <w:r w:rsidR="00530790" w:rsidRPr="005D5566">
        <w:t>il faut</w:t>
      </w:r>
      <w:r>
        <w:t xml:space="preserve">. </w:t>
      </w:r>
      <w:r w:rsidR="00530790" w:rsidRPr="005D5566">
        <w:t>Tu lui répéteras ce que je t</w:t>
      </w:r>
      <w:r>
        <w:t>’</w:t>
      </w:r>
      <w:r w:rsidR="00530790" w:rsidRPr="005D5566">
        <w:t>ai dit</w:t>
      </w:r>
      <w:r>
        <w:t> ?</w:t>
      </w:r>
    </w:p>
    <w:p w14:paraId="5D9A6711" w14:textId="77777777" w:rsidR="001C0413" w:rsidRDefault="00530790" w:rsidP="001C0413">
      <w:r w:rsidRPr="005D5566">
        <w:t>Ils passèrent lentement dans la cuisine et échangèrent quelques brèves paroles sans se regarder</w:t>
      </w:r>
      <w:r w:rsidR="001C0413">
        <w:t>.</w:t>
      </w:r>
    </w:p>
    <w:p w14:paraId="0FBBA4DC" w14:textId="77777777" w:rsidR="001C0413" w:rsidRDefault="001C0413" w:rsidP="001C0413">
      <w:r>
        <w:t>— </w:t>
      </w:r>
      <w:r w:rsidR="00530790" w:rsidRPr="005D5566">
        <w:t>Oui</w:t>
      </w:r>
      <w:r>
        <w:t xml:space="preserve"> ! </w:t>
      </w:r>
      <w:r w:rsidR="00530790" w:rsidRPr="005D5566">
        <w:t>promit-elle</w:t>
      </w:r>
      <w:r>
        <w:t>.</w:t>
      </w:r>
    </w:p>
    <w:p w14:paraId="00631EE5" w14:textId="77777777" w:rsidR="001C0413" w:rsidRDefault="001C0413" w:rsidP="001C0413">
      <w:r>
        <w:t>— </w:t>
      </w:r>
      <w:r w:rsidR="00530790" w:rsidRPr="005D5566">
        <w:t>Eh bien</w:t>
      </w:r>
      <w:r>
        <w:t xml:space="preserve">, </w:t>
      </w:r>
      <w:r w:rsidR="00530790" w:rsidRPr="005D5566">
        <w:t>adieu</w:t>
      </w:r>
      <w:r>
        <w:t> !</w:t>
      </w:r>
    </w:p>
    <w:p w14:paraId="528956C5" w14:textId="77777777" w:rsidR="001C0413" w:rsidRDefault="001C0413" w:rsidP="001C0413">
      <w:r>
        <w:t>— </w:t>
      </w:r>
      <w:r w:rsidR="00530790" w:rsidRPr="005D5566">
        <w:t>Adieu</w:t>
      </w:r>
      <w:r>
        <w:t xml:space="preserve"> ! </w:t>
      </w:r>
      <w:r w:rsidR="00530790" w:rsidRPr="005D5566">
        <w:t>Quand toucheras-tu ton salaire</w:t>
      </w:r>
      <w:r>
        <w:t> ?</w:t>
      </w:r>
    </w:p>
    <w:p w14:paraId="1EFBFB52" w14:textId="77777777" w:rsidR="001C0413" w:rsidRDefault="001C0413" w:rsidP="001C0413">
      <w:r>
        <w:t>— </w:t>
      </w:r>
      <w:r w:rsidR="00530790" w:rsidRPr="005D5566">
        <w:t>Je l</w:t>
      </w:r>
      <w:r>
        <w:t>’</w:t>
      </w:r>
      <w:r w:rsidR="00530790" w:rsidRPr="005D5566">
        <w:t>ai déjà touché</w:t>
      </w:r>
      <w:r>
        <w:t>.</w:t>
      </w:r>
    </w:p>
    <w:p w14:paraId="49F6FD57" w14:textId="77777777" w:rsidR="001C0413" w:rsidRDefault="001C0413" w:rsidP="001C0413">
      <w:r>
        <w:t>— </w:t>
      </w:r>
      <w:r w:rsidR="00530790" w:rsidRPr="005D5566">
        <w:t>Et quand pars-tu</w:t>
      </w:r>
      <w:r>
        <w:t> ?</w:t>
      </w:r>
    </w:p>
    <w:p w14:paraId="7AAABA8C" w14:textId="77777777" w:rsidR="001C0413" w:rsidRDefault="001C0413" w:rsidP="001C0413">
      <w:r>
        <w:t>— </w:t>
      </w:r>
      <w:r w:rsidR="00530790" w:rsidRPr="005D5566">
        <w:t>Demain matin de bonne heure</w:t>
      </w:r>
      <w:r>
        <w:t xml:space="preserve">, </w:t>
      </w:r>
      <w:r w:rsidR="00530790" w:rsidRPr="005D5566">
        <w:t>adieu</w:t>
      </w:r>
      <w:r>
        <w:t> !</w:t>
      </w:r>
    </w:p>
    <w:p w14:paraId="2271F749" w14:textId="77777777" w:rsidR="001C0413" w:rsidRDefault="00530790" w:rsidP="001C0413">
      <w:r w:rsidRPr="005D5566">
        <w:t>Il se pencha et sortit lourdement</w:t>
      </w:r>
      <w:r w:rsidR="001C0413">
        <w:t xml:space="preserve">, </w:t>
      </w:r>
      <w:r w:rsidRPr="005D5566">
        <w:t>à contre-cœur</w:t>
      </w:r>
      <w:r w:rsidR="001C0413">
        <w:t xml:space="preserve">. </w:t>
      </w:r>
      <w:r w:rsidRPr="005D5566">
        <w:t>Pendant un instant</w:t>
      </w:r>
      <w:r w:rsidR="001C0413">
        <w:t xml:space="preserve">, </w:t>
      </w:r>
      <w:r w:rsidRPr="005D5566">
        <w:t>la mère resta sur le seuil</w:t>
      </w:r>
      <w:r w:rsidR="001C0413">
        <w:t xml:space="preserve">, </w:t>
      </w:r>
      <w:r w:rsidRPr="005D5566">
        <w:t>prêtant l</w:t>
      </w:r>
      <w:r w:rsidR="001C0413">
        <w:t>’</w:t>
      </w:r>
      <w:r w:rsidRPr="005D5566">
        <w:t>oreille aux pas pesants qui s</w:t>
      </w:r>
      <w:r w:rsidR="001C0413">
        <w:t>’</w:t>
      </w:r>
      <w:r w:rsidRPr="005D5566">
        <w:t>éloignaient et aux doutes éveillés dans son cœur</w:t>
      </w:r>
      <w:r w:rsidR="001C0413">
        <w:t xml:space="preserve">. </w:t>
      </w:r>
      <w:r w:rsidRPr="005D5566">
        <w:t>Puis</w:t>
      </w:r>
      <w:r w:rsidR="001C0413">
        <w:t xml:space="preserve">, </w:t>
      </w:r>
      <w:r w:rsidRPr="005D5566">
        <w:t>elle rentra</w:t>
      </w:r>
      <w:r w:rsidR="001C0413">
        <w:t xml:space="preserve"> ; </w:t>
      </w:r>
      <w:r w:rsidRPr="005D5566">
        <w:t>arrivée dans la chambre</w:t>
      </w:r>
      <w:r w:rsidR="001C0413">
        <w:t xml:space="preserve">, </w:t>
      </w:r>
      <w:r w:rsidRPr="005D5566">
        <w:t>elle leva le rideau et regarda par la fenêtre</w:t>
      </w:r>
      <w:r w:rsidR="001C0413">
        <w:t xml:space="preserve">. </w:t>
      </w:r>
      <w:r w:rsidRPr="005D5566">
        <w:t>Des ténèbres épaisses se plaquaient aux vitres</w:t>
      </w:r>
      <w:r w:rsidR="001C0413">
        <w:t xml:space="preserve"> ; </w:t>
      </w:r>
      <w:r w:rsidRPr="005D5566">
        <w:t>elles semblaient attendre on ne sait quoi</w:t>
      </w:r>
      <w:r w:rsidR="001C0413">
        <w:t xml:space="preserve">, </w:t>
      </w:r>
      <w:r w:rsidRPr="005D5566">
        <w:t>avec leur gueule ouverte et sans fond</w:t>
      </w:r>
      <w:r w:rsidR="001C0413">
        <w:t>.</w:t>
      </w:r>
    </w:p>
    <w:p w14:paraId="7129B342" w14:textId="77777777" w:rsidR="001C0413" w:rsidRDefault="001C0413" w:rsidP="001C0413">
      <w:r>
        <w:t>— </w:t>
      </w:r>
      <w:r w:rsidR="00530790" w:rsidRPr="005D5566">
        <w:t>Je vis la nuit</w:t>
      </w:r>
      <w:r>
        <w:t xml:space="preserve"> ! </w:t>
      </w:r>
      <w:r w:rsidR="00530790" w:rsidRPr="005D5566">
        <w:t>pensa-t-elle</w:t>
      </w:r>
      <w:r>
        <w:t xml:space="preserve">, </w:t>
      </w:r>
      <w:r w:rsidR="00530790" w:rsidRPr="005D5566">
        <w:t>toujours la nuit</w:t>
      </w:r>
      <w:r>
        <w:t>.</w:t>
      </w:r>
    </w:p>
    <w:p w14:paraId="09298990" w14:textId="77777777" w:rsidR="001C0413" w:rsidRDefault="00530790" w:rsidP="001C0413">
      <w:r w:rsidRPr="005D5566">
        <w:t>Elle avait pitié du paysan grave à la barbe noire</w:t>
      </w:r>
      <w:r w:rsidR="001C0413">
        <w:t xml:space="preserve"> : </w:t>
      </w:r>
      <w:r w:rsidRPr="005D5566">
        <w:t>il était si large de poitrine</w:t>
      </w:r>
      <w:r w:rsidR="001C0413">
        <w:t xml:space="preserve">, </w:t>
      </w:r>
      <w:r w:rsidRPr="005D5566">
        <w:t>si robuste</w:t>
      </w:r>
      <w:r w:rsidR="001C0413">
        <w:t xml:space="preserve">… </w:t>
      </w:r>
      <w:r w:rsidRPr="005D5566">
        <w:t>et pourtant</w:t>
      </w:r>
      <w:r w:rsidR="001C0413">
        <w:t xml:space="preserve">, </w:t>
      </w:r>
      <w:r w:rsidRPr="005D5566">
        <w:t>l</w:t>
      </w:r>
      <w:r w:rsidR="001C0413">
        <w:t>’</w:t>
      </w:r>
      <w:r w:rsidRPr="005D5566">
        <w:t>impuissance était en lui comme dans tous les hommes</w:t>
      </w:r>
      <w:r w:rsidR="001C0413">
        <w:t>…</w:t>
      </w:r>
    </w:p>
    <w:p w14:paraId="2191000C" w14:textId="77777777" w:rsidR="001C0413" w:rsidRDefault="00530790" w:rsidP="001C0413">
      <w:r w:rsidRPr="005D5566">
        <w:t>André arriva bientôt</w:t>
      </w:r>
      <w:r w:rsidR="001C0413">
        <w:t xml:space="preserve">, </w:t>
      </w:r>
      <w:r w:rsidRPr="005D5566">
        <w:t>animé et joyeux</w:t>
      </w:r>
      <w:r w:rsidR="001C0413">
        <w:t xml:space="preserve">. </w:t>
      </w:r>
      <w:r w:rsidRPr="005D5566">
        <w:t>Lorsque la mère lui eut parlé de Rybine</w:t>
      </w:r>
      <w:r w:rsidR="001C0413">
        <w:t xml:space="preserve">, </w:t>
      </w:r>
      <w:r w:rsidRPr="005D5566">
        <w:t>il s</w:t>
      </w:r>
      <w:r w:rsidR="001C0413">
        <w:t>’</w:t>
      </w:r>
      <w:r w:rsidRPr="005D5566">
        <w:t>écria</w:t>
      </w:r>
      <w:r w:rsidR="001C0413">
        <w:t> :</w:t>
      </w:r>
    </w:p>
    <w:p w14:paraId="7F465959" w14:textId="77777777" w:rsidR="001C0413" w:rsidRDefault="001C0413" w:rsidP="001C0413">
      <w:r>
        <w:lastRenderedPageBreak/>
        <w:t>— </w:t>
      </w:r>
      <w:r w:rsidR="00530790" w:rsidRPr="005D5566">
        <w:t>Il part</w:t>
      </w:r>
      <w:r>
        <w:t xml:space="preserve"> ! </w:t>
      </w:r>
      <w:r w:rsidR="00530790" w:rsidRPr="005D5566">
        <w:t>Eh bien</w:t>
      </w:r>
      <w:r>
        <w:t xml:space="preserve">, </w:t>
      </w:r>
      <w:r w:rsidR="00530790" w:rsidRPr="005D5566">
        <w:t>qu</w:t>
      </w:r>
      <w:r>
        <w:t>’</w:t>
      </w:r>
      <w:r w:rsidR="00530790" w:rsidRPr="005D5566">
        <w:t>il s</w:t>
      </w:r>
      <w:r>
        <w:t>’</w:t>
      </w:r>
      <w:r w:rsidR="00530790" w:rsidRPr="005D5566">
        <w:t>en aille dans les villages</w:t>
      </w:r>
      <w:r>
        <w:t xml:space="preserve">, </w:t>
      </w:r>
      <w:r w:rsidR="00530790" w:rsidRPr="005D5566">
        <w:t>répandre la vérité</w:t>
      </w:r>
      <w:r>
        <w:t xml:space="preserve">, </w:t>
      </w:r>
      <w:r w:rsidR="00530790" w:rsidRPr="005D5566">
        <w:t>réveiller le peuple</w:t>
      </w:r>
      <w:r>
        <w:rPr>
          <w:rFonts w:eastAsia="Georgia" w:cs="Georgia"/>
        </w:rPr>
        <w:t xml:space="preserve">… </w:t>
      </w:r>
      <w:r w:rsidR="00530790" w:rsidRPr="005D5566">
        <w:t>Il lui était difficile de rester avec nous</w:t>
      </w:r>
      <w:r>
        <w:t xml:space="preserve">… </w:t>
      </w:r>
      <w:r w:rsidR="00530790" w:rsidRPr="005D5566">
        <w:t>Il a dans la tête des idées particulières qui l</w:t>
      </w:r>
      <w:r>
        <w:t>’</w:t>
      </w:r>
      <w:r w:rsidR="00530790" w:rsidRPr="005D5566">
        <w:t>empêchent d</w:t>
      </w:r>
      <w:r>
        <w:t>’</w:t>
      </w:r>
      <w:r w:rsidR="00530790" w:rsidRPr="005D5566">
        <w:t>adopter les nôtres</w:t>
      </w:r>
      <w:r>
        <w:t>…</w:t>
      </w:r>
    </w:p>
    <w:p w14:paraId="22338F69" w14:textId="77777777" w:rsidR="001C0413" w:rsidRDefault="001C0413" w:rsidP="001C0413">
      <w:r>
        <w:t>— </w:t>
      </w:r>
      <w:r w:rsidR="00530790" w:rsidRPr="005D5566">
        <w:t>Il a parlé des riches</w:t>
      </w:r>
      <w:r>
        <w:t xml:space="preserve">, </w:t>
      </w:r>
      <w:r w:rsidR="00530790" w:rsidRPr="005D5566">
        <w:t>des seigneurs</w:t>
      </w:r>
      <w:r>
        <w:t xml:space="preserve">, </w:t>
      </w:r>
      <w:r w:rsidR="00530790" w:rsidRPr="005D5566">
        <w:t>des gens instruits</w:t>
      </w:r>
      <w:r>
        <w:t xml:space="preserve">, </w:t>
      </w:r>
      <w:r w:rsidR="00530790" w:rsidRPr="005D5566">
        <w:t>il paraît qu</w:t>
      </w:r>
      <w:r>
        <w:t>’</w:t>
      </w:r>
      <w:r w:rsidR="00530790" w:rsidRPr="005D5566">
        <w:t>il y a quelque chose de louche</w:t>
      </w:r>
      <w:r>
        <w:t xml:space="preserve"> ! </w:t>
      </w:r>
      <w:r w:rsidR="00530790" w:rsidRPr="005D5566">
        <w:t>dit la mère avec prudence</w:t>
      </w:r>
      <w:r>
        <w:t xml:space="preserve">. </w:t>
      </w:r>
      <w:r w:rsidR="00530790" w:rsidRPr="005D5566">
        <w:t>Pourvu qu</w:t>
      </w:r>
      <w:r>
        <w:t>’</w:t>
      </w:r>
      <w:r w:rsidR="00530790" w:rsidRPr="005D5566">
        <w:t>ils ne nous trompent</w:t>
      </w:r>
      <w:r>
        <w:t xml:space="preserve">, </w:t>
      </w:r>
      <w:r w:rsidR="00530790" w:rsidRPr="005D5566">
        <w:t>pas</w:t>
      </w:r>
      <w:r>
        <w:t> !</w:t>
      </w:r>
    </w:p>
    <w:p w14:paraId="4D2BAF74" w14:textId="77777777" w:rsidR="001C0413" w:rsidRDefault="001C0413" w:rsidP="001C0413">
      <w:r>
        <w:t>— </w:t>
      </w:r>
      <w:r w:rsidR="00530790" w:rsidRPr="005D5566">
        <w:t>Cela vous tracasse</w:t>
      </w:r>
      <w:r>
        <w:t xml:space="preserve">, </w:t>
      </w:r>
      <w:r w:rsidR="00530790" w:rsidRPr="005D5566">
        <w:t>mère</w:t>
      </w:r>
      <w:r>
        <w:t xml:space="preserve"> ? </w:t>
      </w:r>
      <w:r w:rsidR="00530790" w:rsidRPr="005D5566">
        <w:t>s</w:t>
      </w:r>
      <w:r>
        <w:t>’</w:t>
      </w:r>
      <w:r w:rsidR="00530790" w:rsidRPr="005D5566">
        <w:t xml:space="preserve">écria le Petit-Russien </w:t>
      </w:r>
      <w:r w:rsidR="00530790" w:rsidRPr="005D5566">
        <w:rPr>
          <w:bCs/>
        </w:rPr>
        <w:t xml:space="preserve">en </w:t>
      </w:r>
      <w:r w:rsidR="00530790" w:rsidRPr="005D5566">
        <w:t>riant</w:t>
      </w:r>
      <w:r>
        <w:t xml:space="preserve">. </w:t>
      </w:r>
      <w:r w:rsidR="00530790" w:rsidRPr="005D5566">
        <w:t>Ah</w:t>
      </w:r>
      <w:r>
        <w:t xml:space="preserve"> ! </w:t>
      </w:r>
      <w:r w:rsidR="00530790" w:rsidRPr="005D5566">
        <w:t>l</w:t>
      </w:r>
      <w:r>
        <w:t>’</w:t>
      </w:r>
      <w:r w:rsidR="00530790" w:rsidRPr="005D5566">
        <w:t>argent</w:t>
      </w:r>
      <w:r>
        <w:t xml:space="preserve"> ! </w:t>
      </w:r>
      <w:r w:rsidR="00530790" w:rsidRPr="005D5566">
        <w:t xml:space="preserve">Si seulement nous </w:t>
      </w:r>
      <w:r w:rsidR="00530790" w:rsidRPr="005D5566">
        <w:rPr>
          <w:bCs/>
        </w:rPr>
        <w:t xml:space="preserve">en </w:t>
      </w:r>
      <w:r w:rsidR="00530790" w:rsidRPr="005D5566">
        <w:t>avions</w:t>
      </w:r>
      <w:r>
        <w:t xml:space="preserve">… </w:t>
      </w:r>
      <w:r w:rsidR="00530790" w:rsidRPr="005D5566">
        <w:t>Nous vivons encore sur le compte d</w:t>
      </w:r>
      <w:r>
        <w:t>’</w:t>
      </w:r>
      <w:r w:rsidR="00530790" w:rsidRPr="005D5566">
        <w:t>autrui</w:t>
      </w:r>
      <w:r>
        <w:t xml:space="preserve">… </w:t>
      </w:r>
      <w:r w:rsidR="00530790" w:rsidRPr="005D5566">
        <w:t xml:space="preserve">ainsi Nicolas Ivanovitch qui reçoit soixante-quinze roubles par mois nous </w:t>
      </w:r>
      <w:r w:rsidR="00530790" w:rsidRPr="005D5566">
        <w:rPr>
          <w:bCs/>
        </w:rPr>
        <w:t xml:space="preserve">en </w:t>
      </w:r>
      <w:r w:rsidR="00530790" w:rsidRPr="005D5566">
        <w:t>remet cinquante</w:t>
      </w:r>
      <w:r>
        <w:t xml:space="preserve">. </w:t>
      </w:r>
      <w:r w:rsidR="00530790" w:rsidRPr="005D5566">
        <w:t>Les autres font de même</w:t>
      </w:r>
      <w:r>
        <w:t xml:space="preserve">. </w:t>
      </w:r>
      <w:r w:rsidR="00530790" w:rsidRPr="005D5566">
        <w:t>Les étudiants affamés se cotisent aussi et nous envoient de petites sommes</w:t>
      </w:r>
      <w:r>
        <w:t xml:space="preserve">, </w:t>
      </w:r>
      <w:r w:rsidR="00530790" w:rsidRPr="005D5566">
        <w:t>amassées kopek par kopek</w:t>
      </w:r>
      <w:r>
        <w:t xml:space="preserve">… </w:t>
      </w:r>
      <w:r w:rsidR="00530790" w:rsidRPr="005D5566">
        <w:t>C</w:t>
      </w:r>
      <w:r>
        <w:t>’</w:t>
      </w:r>
      <w:r w:rsidR="00530790" w:rsidRPr="005D5566">
        <w:t>est bien sûr</w:t>
      </w:r>
      <w:r>
        <w:t xml:space="preserve">, </w:t>
      </w:r>
      <w:r w:rsidR="00530790" w:rsidRPr="005D5566">
        <w:t xml:space="preserve">il y a des hommes </w:t>
      </w:r>
      <w:r w:rsidR="00530790" w:rsidRPr="005D5566">
        <w:rPr>
          <w:bCs/>
        </w:rPr>
        <w:t xml:space="preserve">de </w:t>
      </w:r>
      <w:r w:rsidR="00530790" w:rsidRPr="005D5566">
        <w:t>toutes sortes</w:t>
      </w:r>
      <w:r>
        <w:t xml:space="preserve">… </w:t>
      </w:r>
      <w:r w:rsidR="00530790" w:rsidRPr="005D5566">
        <w:t>Les uns nous trompent</w:t>
      </w:r>
      <w:r>
        <w:t xml:space="preserve">, </w:t>
      </w:r>
      <w:r w:rsidR="00530790" w:rsidRPr="005D5566">
        <w:t>les autres nous empêchent d</w:t>
      </w:r>
      <w:r>
        <w:t>’</w:t>
      </w:r>
      <w:r w:rsidR="00530790" w:rsidRPr="005D5566">
        <w:t>avancer</w:t>
      </w:r>
      <w:r>
        <w:t xml:space="preserve">… </w:t>
      </w:r>
      <w:r w:rsidR="00530790" w:rsidRPr="005D5566">
        <w:t>mais les meilleurs d</w:t>
      </w:r>
      <w:r>
        <w:t>’</w:t>
      </w:r>
      <w:r w:rsidR="00530790" w:rsidRPr="005D5566">
        <w:t>entre eux nous accompagneront jusqu</w:t>
      </w:r>
      <w:r>
        <w:t>’</w:t>
      </w:r>
      <w:r w:rsidR="00530790" w:rsidRPr="005D5566">
        <w:t>à la victoire</w:t>
      </w:r>
      <w:r>
        <w:t>.</w:t>
      </w:r>
    </w:p>
    <w:p w14:paraId="5B359BEE" w14:textId="77777777" w:rsidR="001C0413" w:rsidRDefault="00530790" w:rsidP="001C0413">
      <w:r w:rsidRPr="005D5566">
        <w:t>Il continua en se frottant les mains avec vigueur</w:t>
      </w:r>
      <w:r w:rsidR="001C0413">
        <w:t> :</w:t>
      </w:r>
    </w:p>
    <w:p w14:paraId="0825FC7F" w14:textId="77777777" w:rsidR="001C0413" w:rsidRDefault="001C0413" w:rsidP="001C0413">
      <w:r>
        <w:t>— </w:t>
      </w:r>
      <w:r w:rsidR="00530790" w:rsidRPr="005D5566">
        <w:t>Mais ce triomphe est encore bien lointain</w:t>
      </w:r>
      <w:r>
        <w:t xml:space="preserve"> ! </w:t>
      </w:r>
      <w:r w:rsidR="00530790" w:rsidRPr="005D5566">
        <w:t>En attendant</w:t>
      </w:r>
      <w:r>
        <w:t xml:space="preserve">, </w:t>
      </w:r>
      <w:r w:rsidR="00530790" w:rsidRPr="005D5566">
        <w:t>nous allons organiser un petit Premier Mai</w:t>
      </w:r>
      <w:r>
        <w:t xml:space="preserve"> ! </w:t>
      </w:r>
      <w:r w:rsidR="00530790" w:rsidRPr="005D5566">
        <w:t>Ce sera très gai</w:t>
      </w:r>
      <w:r>
        <w:t> !</w:t>
      </w:r>
    </w:p>
    <w:p w14:paraId="2203EFEC" w14:textId="77777777" w:rsidR="001C0413" w:rsidRDefault="00530790" w:rsidP="001C0413">
      <w:r w:rsidRPr="005D5566">
        <w:t xml:space="preserve">Ses paroles et son animation calmèrent </w:t>
      </w:r>
      <w:r w:rsidRPr="005D5566">
        <w:rPr>
          <w:bCs/>
        </w:rPr>
        <w:t>l</w:t>
      </w:r>
      <w:r w:rsidR="001C0413">
        <w:t>’</w:t>
      </w:r>
      <w:r w:rsidRPr="005D5566">
        <w:t>inquiétude que Rybine avait semée dans le cœur de la mère</w:t>
      </w:r>
      <w:r w:rsidR="001C0413">
        <w:t xml:space="preserve">. </w:t>
      </w:r>
      <w:r w:rsidRPr="005D5566">
        <w:rPr>
          <w:bCs/>
        </w:rPr>
        <w:t xml:space="preserve">Le </w:t>
      </w:r>
      <w:r w:rsidRPr="005D5566">
        <w:t>Petit-Russien arpentait la pièce</w:t>
      </w:r>
      <w:r w:rsidR="001C0413">
        <w:t xml:space="preserve">, </w:t>
      </w:r>
      <w:r w:rsidRPr="005D5566">
        <w:t>en traînant les pieds</w:t>
      </w:r>
      <w:r w:rsidR="001C0413">
        <w:t xml:space="preserve"> ; </w:t>
      </w:r>
      <w:r w:rsidRPr="005D5566">
        <w:t>il se caressa d</w:t>
      </w:r>
      <w:r w:rsidR="001C0413">
        <w:t>’</w:t>
      </w:r>
      <w:r w:rsidRPr="005D5566">
        <w:t>une main la tête et de l</w:t>
      </w:r>
      <w:r w:rsidR="001C0413">
        <w:t>’</w:t>
      </w:r>
      <w:r w:rsidRPr="005D5566">
        <w:t>autre la poitrine</w:t>
      </w:r>
      <w:r w:rsidR="001C0413">
        <w:t xml:space="preserve">, </w:t>
      </w:r>
      <w:r w:rsidRPr="005D5566">
        <w:t>et reprit</w:t>
      </w:r>
      <w:r w:rsidR="001C0413">
        <w:t xml:space="preserve">, </w:t>
      </w:r>
      <w:r w:rsidRPr="005D5566">
        <w:t>les yeux fixés à terre</w:t>
      </w:r>
      <w:r w:rsidR="001C0413">
        <w:t> :</w:t>
      </w:r>
    </w:p>
    <w:p w14:paraId="0EC838B1" w14:textId="77777777" w:rsidR="001C0413" w:rsidRDefault="001C0413" w:rsidP="001C0413">
      <w:r>
        <w:t>— </w:t>
      </w:r>
      <w:r w:rsidR="00530790" w:rsidRPr="005D5566">
        <w:t>Si vous saviez quelle étrange sensation j</w:t>
      </w:r>
      <w:r>
        <w:t>’</w:t>
      </w:r>
      <w:r w:rsidR="00530790" w:rsidRPr="005D5566">
        <w:t>éprouve parfois</w:t>
      </w:r>
      <w:r>
        <w:t xml:space="preserve"> !… </w:t>
      </w:r>
      <w:r w:rsidR="00530790" w:rsidRPr="005D5566">
        <w:t>Il me semble que partout où je vais</w:t>
      </w:r>
      <w:r>
        <w:t xml:space="preserve">, </w:t>
      </w:r>
      <w:r w:rsidR="00530790" w:rsidRPr="005D5566">
        <w:t>les hommes sont des camarades</w:t>
      </w:r>
      <w:r>
        <w:t xml:space="preserve">, </w:t>
      </w:r>
      <w:r w:rsidR="00530790" w:rsidRPr="005D5566">
        <w:t>que tous sont embrasés du même feu</w:t>
      </w:r>
      <w:r>
        <w:t xml:space="preserve">, </w:t>
      </w:r>
      <w:r w:rsidR="00530790" w:rsidRPr="005D5566">
        <w:t>que tous sont bons</w:t>
      </w:r>
      <w:r>
        <w:t xml:space="preserve">, </w:t>
      </w:r>
      <w:r w:rsidR="00530790" w:rsidRPr="005D5566">
        <w:t>doux et joyeux</w:t>
      </w:r>
      <w:r>
        <w:t xml:space="preserve">… </w:t>
      </w:r>
      <w:r w:rsidR="00530790" w:rsidRPr="005D5566">
        <w:t xml:space="preserve">On se comprend sans </w:t>
      </w:r>
      <w:r w:rsidR="00530790" w:rsidRPr="005D5566">
        <w:lastRenderedPageBreak/>
        <w:t>parole</w:t>
      </w:r>
      <w:r>
        <w:t xml:space="preserve">, </w:t>
      </w:r>
      <w:r w:rsidR="00530790" w:rsidRPr="005D5566">
        <w:t>personne</w:t>
      </w:r>
      <w:r>
        <w:t xml:space="preserve">, </w:t>
      </w:r>
      <w:r w:rsidR="00530790" w:rsidRPr="005D5566">
        <w:t>n</w:t>
      </w:r>
      <w:r>
        <w:t>’</w:t>
      </w:r>
      <w:r w:rsidR="00530790" w:rsidRPr="005D5566">
        <w:t>offense plus son prochain</w:t>
      </w:r>
      <w:r>
        <w:t xml:space="preserve">, </w:t>
      </w:r>
      <w:r w:rsidR="00530790" w:rsidRPr="005D5566">
        <w:t>personne n</w:t>
      </w:r>
      <w:r>
        <w:t>’</w:t>
      </w:r>
      <w:r w:rsidR="00530790" w:rsidRPr="005D5566">
        <w:t>en a plus besoin</w:t>
      </w:r>
      <w:r>
        <w:t xml:space="preserve">. </w:t>
      </w:r>
      <w:r w:rsidR="00530790" w:rsidRPr="005D5566">
        <w:t>On vit en bonne harmonie</w:t>
      </w:r>
      <w:r>
        <w:t xml:space="preserve">, </w:t>
      </w:r>
      <w:r w:rsidR="00530790" w:rsidRPr="005D5566">
        <w:t>chaque cœur chante sa chanson</w:t>
      </w:r>
      <w:r>
        <w:t xml:space="preserve">… </w:t>
      </w:r>
      <w:r w:rsidR="00530790" w:rsidRPr="005D5566">
        <w:t>et comme les ruisseaux</w:t>
      </w:r>
      <w:r>
        <w:t xml:space="preserve">, </w:t>
      </w:r>
      <w:r w:rsidR="00530790" w:rsidRPr="005D5566">
        <w:t>toutes ces chansons se fondent en une seule rivière</w:t>
      </w:r>
      <w:r>
        <w:t xml:space="preserve">, </w:t>
      </w:r>
      <w:r w:rsidR="00530790" w:rsidRPr="005D5566">
        <w:t>qui se jette</w:t>
      </w:r>
      <w:r>
        <w:t xml:space="preserve">, </w:t>
      </w:r>
      <w:r w:rsidR="00530790" w:rsidRPr="005D5566">
        <w:t>majestueuse et calme</w:t>
      </w:r>
      <w:r>
        <w:t xml:space="preserve">, </w:t>
      </w:r>
      <w:r w:rsidR="00530790" w:rsidRPr="005D5566">
        <w:t>dans la mer des lumineuses clartés de la vie libre</w:t>
      </w:r>
      <w:r>
        <w:t xml:space="preserve">… </w:t>
      </w:r>
      <w:r w:rsidR="00530790" w:rsidRPr="005D5566">
        <w:t>Et je me dis que tout cela sera</w:t>
      </w:r>
      <w:r>
        <w:t xml:space="preserve"> !… </w:t>
      </w:r>
      <w:r w:rsidR="00530790" w:rsidRPr="005D5566">
        <w:t>Et cela ne pourra pas ne pas être</w:t>
      </w:r>
      <w:r>
        <w:t xml:space="preserve">, </w:t>
      </w:r>
      <w:r w:rsidR="00530790" w:rsidRPr="005D5566">
        <w:t>si nous voulons que ce soit</w:t>
      </w:r>
      <w:r>
        <w:t xml:space="preserve"> !… </w:t>
      </w:r>
      <w:r w:rsidR="00530790" w:rsidRPr="005D5566">
        <w:t>Et alors mon cœur étonné se gonfle de joie</w:t>
      </w:r>
      <w:r>
        <w:t xml:space="preserve">… </w:t>
      </w:r>
      <w:r w:rsidR="00530790" w:rsidRPr="005D5566">
        <w:t>j</w:t>
      </w:r>
      <w:r>
        <w:t>’</w:t>
      </w:r>
      <w:r w:rsidR="00530790" w:rsidRPr="005D5566">
        <w:t>ai envie de pleurer</w:t>
      </w:r>
      <w:r>
        <w:t xml:space="preserve">, </w:t>
      </w:r>
      <w:r w:rsidR="00530790" w:rsidRPr="005D5566">
        <w:t>tant je suis heureux</w:t>
      </w:r>
      <w:r>
        <w:t> !</w:t>
      </w:r>
    </w:p>
    <w:p w14:paraId="02CD8A0B" w14:textId="77777777" w:rsidR="001C0413" w:rsidRDefault="00530790" w:rsidP="001C0413">
      <w:r w:rsidRPr="005D5566">
        <w:t>La mère ne bougeait pas</w:t>
      </w:r>
      <w:r w:rsidR="001C0413">
        <w:t xml:space="preserve">, </w:t>
      </w:r>
      <w:r w:rsidRPr="005D5566">
        <w:t>afin de ne pas le troubler</w:t>
      </w:r>
      <w:r w:rsidR="001C0413">
        <w:t xml:space="preserve">, </w:t>
      </w:r>
      <w:r w:rsidRPr="005D5566">
        <w:t>ni l</w:t>
      </w:r>
      <w:r w:rsidR="001C0413">
        <w:t>’</w:t>
      </w:r>
      <w:r w:rsidRPr="005D5566">
        <w:t>interrompre</w:t>
      </w:r>
      <w:r w:rsidR="001C0413">
        <w:t xml:space="preserve">. </w:t>
      </w:r>
      <w:r w:rsidRPr="005D5566">
        <w:t>Elle l</w:t>
      </w:r>
      <w:r w:rsidR="001C0413">
        <w:t>’</w:t>
      </w:r>
      <w:r w:rsidRPr="005D5566">
        <w:t xml:space="preserve">avait toujours écouté plus </w:t>
      </w:r>
      <w:r w:rsidRPr="005D5566">
        <w:rPr>
          <w:bCs/>
        </w:rPr>
        <w:t>atten</w:t>
      </w:r>
      <w:r w:rsidRPr="005D5566">
        <w:t>tivement que ses camarades</w:t>
      </w:r>
      <w:r w:rsidR="001C0413">
        <w:t xml:space="preserve">, </w:t>
      </w:r>
      <w:r w:rsidRPr="005D5566">
        <w:t>car il parlait avec plus de simplicité</w:t>
      </w:r>
      <w:r w:rsidR="001C0413">
        <w:t xml:space="preserve"> ; </w:t>
      </w:r>
      <w:r w:rsidRPr="005D5566">
        <w:t>ses paroles touchaient le cœur plus profondément</w:t>
      </w:r>
      <w:r w:rsidR="001C0413">
        <w:t xml:space="preserve">. </w:t>
      </w:r>
      <w:r w:rsidRPr="005D5566">
        <w:t>Pavel aussi dirigeait son regard en avant</w:t>
      </w:r>
      <w:r w:rsidR="001C0413">
        <w:t xml:space="preserve"> – </w:t>
      </w:r>
      <w:r w:rsidRPr="005D5566">
        <w:t xml:space="preserve">comment ne pas le faire quand </w:t>
      </w:r>
      <w:r w:rsidRPr="005D5566">
        <w:rPr>
          <w:bCs/>
        </w:rPr>
        <w:t xml:space="preserve">on </w:t>
      </w:r>
      <w:r w:rsidRPr="005D5566">
        <w:t>suit une voie pareille</w:t>
      </w:r>
      <w:r w:rsidR="001C0413">
        <w:t xml:space="preserve"> ? – </w:t>
      </w:r>
      <w:r w:rsidRPr="005D5566">
        <w:t>mais il restait solitaire et ne disait jamais à personne ce qu</w:t>
      </w:r>
      <w:r w:rsidR="001C0413">
        <w:t>’</w:t>
      </w:r>
      <w:r w:rsidRPr="005D5566">
        <w:t>il avait vu</w:t>
      </w:r>
      <w:r w:rsidR="001C0413">
        <w:t xml:space="preserve">. </w:t>
      </w:r>
      <w:r w:rsidRPr="005D5566">
        <w:t xml:space="preserve">Il semblait à la mère </w:t>
      </w:r>
      <w:r w:rsidRPr="005D5566">
        <w:rPr>
          <w:bCs/>
        </w:rPr>
        <w:t>qu</w:t>
      </w:r>
      <w:r w:rsidR="001C0413">
        <w:rPr>
          <w:bCs/>
        </w:rPr>
        <w:t>’</w:t>
      </w:r>
      <w:r w:rsidRPr="005D5566">
        <w:rPr>
          <w:bCs/>
        </w:rPr>
        <w:t>An</w:t>
      </w:r>
      <w:r w:rsidRPr="005D5566">
        <w:t>dré</w:t>
      </w:r>
      <w:r w:rsidR="001C0413">
        <w:t xml:space="preserve">, </w:t>
      </w:r>
      <w:r w:rsidRPr="005D5566">
        <w:t>lui</w:t>
      </w:r>
      <w:r w:rsidR="001C0413">
        <w:t xml:space="preserve">, </w:t>
      </w:r>
      <w:r w:rsidRPr="005D5566">
        <w:t>envisageait toujours l</w:t>
      </w:r>
      <w:r w:rsidR="001C0413">
        <w:t>’</w:t>
      </w:r>
      <w:r w:rsidRPr="005D5566">
        <w:t>avenir avec son cœur</w:t>
      </w:r>
      <w:r w:rsidR="001C0413">
        <w:t xml:space="preserve"> : </w:t>
      </w:r>
      <w:r w:rsidRPr="005D5566">
        <w:t xml:space="preserve">toujours la légende du triomphe de toutes les créatures de </w:t>
      </w:r>
      <w:r w:rsidRPr="005D5566">
        <w:rPr>
          <w:bCs/>
        </w:rPr>
        <w:t xml:space="preserve">la </w:t>
      </w:r>
      <w:r w:rsidRPr="005D5566">
        <w:t>terre revenait dans ses discours</w:t>
      </w:r>
      <w:r w:rsidR="001C0413">
        <w:t xml:space="preserve">. </w:t>
      </w:r>
      <w:r w:rsidRPr="005D5566">
        <w:t>Et</w:t>
      </w:r>
      <w:r w:rsidR="001C0413">
        <w:t xml:space="preserve">, </w:t>
      </w:r>
      <w:r w:rsidRPr="005D5566">
        <w:t xml:space="preserve">aux yeux de </w:t>
      </w:r>
      <w:r w:rsidRPr="005D5566">
        <w:rPr>
          <w:bCs/>
        </w:rPr>
        <w:t xml:space="preserve">la </w:t>
      </w:r>
      <w:r w:rsidRPr="005D5566">
        <w:t>mère</w:t>
      </w:r>
      <w:r w:rsidR="001C0413">
        <w:t xml:space="preserve">, </w:t>
      </w:r>
      <w:r w:rsidRPr="005D5566">
        <w:t>cette légende éclairait le sens de la vie et du travail entrepris par son fils et par ses camarades</w:t>
      </w:r>
      <w:r w:rsidR="001C0413">
        <w:t>.</w:t>
      </w:r>
    </w:p>
    <w:p w14:paraId="76D1D985" w14:textId="77777777" w:rsidR="001C0413" w:rsidRDefault="001C0413" w:rsidP="001C0413">
      <w:r>
        <w:t>— </w:t>
      </w:r>
      <w:r w:rsidR="00530790" w:rsidRPr="005D5566">
        <w:t>Et quand je reviens à moi</w:t>
      </w:r>
      <w:r>
        <w:t xml:space="preserve">… </w:t>
      </w:r>
      <w:r w:rsidR="00530790" w:rsidRPr="005D5566">
        <w:t xml:space="preserve">continua le </w:t>
      </w:r>
      <w:r w:rsidR="00530790" w:rsidRPr="005D5566">
        <w:rPr>
          <w:bCs/>
        </w:rPr>
        <w:t>Petit-Russien</w:t>
      </w:r>
      <w:r>
        <w:rPr>
          <w:bCs/>
        </w:rPr>
        <w:t xml:space="preserve">, </w:t>
      </w:r>
      <w:r w:rsidR="00530790" w:rsidRPr="005D5566">
        <w:t>secouant la tête et laissant tomber les bras</w:t>
      </w:r>
      <w:r>
        <w:t xml:space="preserve">… </w:t>
      </w:r>
      <w:r w:rsidR="00530790" w:rsidRPr="005D5566">
        <w:t>quand je regarde autour de moi</w:t>
      </w:r>
      <w:r>
        <w:t xml:space="preserve">… </w:t>
      </w:r>
      <w:r w:rsidR="00530790" w:rsidRPr="005D5566">
        <w:t>je vois que tout est froid et sale</w:t>
      </w:r>
      <w:r>
        <w:t xml:space="preserve"> ! </w:t>
      </w:r>
      <w:r w:rsidR="00530790" w:rsidRPr="005D5566">
        <w:t>Les hommes sont las</w:t>
      </w:r>
      <w:r>
        <w:t xml:space="preserve">, </w:t>
      </w:r>
      <w:r w:rsidR="00530790" w:rsidRPr="005D5566">
        <w:t>irrités</w:t>
      </w:r>
      <w:r>
        <w:t xml:space="preserve">, </w:t>
      </w:r>
      <w:r w:rsidR="00530790" w:rsidRPr="005D5566">
        <w:t>leur vie est souillée</w:t>
      </w:r>
      <w:r>
        <w:t xml:space="preserve">, </w:t>
      </w:r>
      <w:r w:rsidR="00530790" w:rsidRPr="005D5566">
        <w:t>fripée</w:t>
      </w:r>
      <w:r>
        <w:t>…</w:t>
      </w:r>
    </w:p>
    <w:p w14:paraId="76193171" w14:textId="77777777" w:rsidR="001C0413" w:rsidRDefault="00530790" w:rsidP="001C0413">
      <w:r w:rsidRPr="005D5566">
        <w:t>Il s</w:t>
      </w:r>
      <w:r w:rsidR="001C0413">
        <w:t>’</w:t>
      </w:r>
      <w:r w:rsidRPr="005D5566">
        <w:t>arrêta devant Pélaguée</w:t>
      </w:r>
      <w:r w:rsidR="001C0413">
        <w:t xml:space="preserve">, </w:t>
      </w:r>
      <w:r w:rsidRPr="005D5566">
        <w:t>puis</w:t>
      </w:r>
      <w:r w:rsidR="001C0413">
        <w:t xml:space="preserve">, </w:t>
      </w:r>
      <w:r w:rsidRPr="005D5566">
        <w:t>hochant la tête</w:t>
      </w:r>
      <w:r w:rsidR="001C0413">
        <w:t xml:space="preserve">, </w:t>
      </w:r>
      <w:r w:rsidRPr="005D5566">
        <w:t>il continua d</w:t>
      </w:r>
      <w:r w:rsidR="001C0413">
        <w:t>’</w:t>
      </w:r>
      <w:r w:rsidRPr="005D5566">
        <w:t>une voix basse et triste</w:t>
      </w:r>
      <w:r w:rsidR="001C0413">
        <w:t xml:space="preserve">, </w:t>
      </w:r>
      <w:r w:rsidRPr="005D5566">
        <w:t>le regard voilé de chagrin</w:t>
      </w:r>
      <w:r w:rsidR="001C0413">
        <w:t> :</w:t>
      </w:r>
    </w:p>
    <w:p w14:paraId="48E355AB" w14:textId="77777777" w:rsidR="001C0413" w:rsidRDefault="001C0413" w:rsidP="001C0413">
      <w:r>
        <w:t>— </w:t>
      </w:r>
      <w:r w:rsidR="00530790" w:rsidRPr="005D5566">
        <w:t>C</w:t>
      </w:r>
      <w:r>
        <w:t>’</w:t>
      </w:r>
      <w:r w:rsidR="00530790" w:rsidRPr="005D5566">
        <w:t>est humiliant</w:t>
      </w:r>
      <w:r>
        <w:t xml:space="preserve">… </w:t>
      </w:r>
      <w:r w:rsidR="00530790" w:rsidRPr="005D5566">
        <w:t>on ne peut plus croire en l</w:t>
      </w:r>
      <w:r>
        <w:t>’</w:t>
      </w:r>
      <w:r w:rsidR="00530790" w:rsidRPr="005D5566">
        <w:t>homme</w:t>
      </w:r>
      <w:r>
        <w:t xml:space="preserve">, </w:t>
      </w:r>
      <w:r w:rsidR="00530790" w:rsidRPr="005D5566">
        <w:t>il faut même le craindre et le haïr</w:t>
      </w:r>
      <w:r>
        <w:t xml:space="preserve"> ! </w:t>
      </w:r>
      <w:r w:rsidR="00530790" w:rsidRPr="005D5566">
        <w:t>L</w:t>
      </w:r>
      <w:r>
        <w:t>’</w:t>
      </w:r>
      <w:r w:rsidR="00530790" w:rsidRPr="005D5566">
        <w:t>homme se dédouble</w:t>
      </w:r>
      <w:r>
        <w:t xml:space="preserve">, </w:t>
      </w:r>
      <w:r w:rsidR="00530790" w:rsidRPr="005D5566">
        <w:rPr>
          <w:bCs/>
        </w:rPr>
        <w:t xml:space="preserve">la </w:t>
      </w:r>
      <w:r w:rsidR="00530790" w:rsidRPr="005D5566">
        <w:t>vie le coupe en deux</w:t>
      </w:r>
      <w:r>
        <w:t xml:space="preserve">. </w:t>
      </w:r>
      <w:r w:rsidR="00530790" w:rsidRPr="005D5566">
        <w:t>On voudrait pouvoir aimer seulement</w:t>
      </w:r>
      <w:r>
        <w:t xml:space="preserve"> ; </w:t>
      </w:r>
      <w:r w:rsidR="00530790" w:rsidRPr="005D5566">
        <w:t>comment serait-ce possible</w:t>
      </w:r>
      <w:r>
        <w:t xml:space="preserve"> ? </w:t>
      </w:r>
      <w:r w:rsidR="00530790" w:rsidRPr="005D5566">
        <w:rPr>
          <w:bCs/>
        </w:rPr>
        <w:t xml:space="preserve">Comment </w:t>
      </w:r>
      <w:r w:rsidR="00530790" w:rsidRPr="005D5566">
        <w:t>pardonner à celui qui se précipite sur vous comme une bête féroce</w:t>
      </w:r>
      <w:r>
        <w:t xml:space="preserve">, </w:t>
      </w:r>
      <w:r w:rsidR="00530790" w:rsidRPr="005D5566">
        <w:t xml:space="preserve">qui ne veut pas </w:t>
      </w:r>
      <w:r w:rsidR="00530790" w:rsidRPr="005D5566">
        <w:lastRenderedPageBreak/>
        <w:t>reconnaître en vous une âme vivante</w:t>
      </w:r>
      <w:r>
        <w:t xml:space="preserve">, </w:t>
      </w:r>
      <w:r w:rsidR="00530790" w:rsidRPr="005D5566">
        <w:t>qui frappe votre visage humain</w:t>
      </w:r>
      <w:r>
        <w:t xml:space="preserve"> ? </w:t>
      </w:r>
      <w:r w:rsidR="00530790" w:rsidRPr="005D5566">
        <w:t>Il est impossible de lui pardonner</w:t>
      </w:r>
      <w:r>
        <w:t xml:space="preserve">. </w:t>
      </w:r>
      <w:r w:rsidR="00530790" w:rsidRPr="005D5566">
        <w:t>Ce n</w:t>
      </w:r>
      <w:r>
        <w:t>’</w:t>
      </w:r>
      <w:r w:rsidR="00530790" w:rsidRPr="005D5566">
        <w:t xml:space="preserve">est pas </w:t>
      </w:r>
      <w:r w:rsidR="00530790" w:rsidRPr="005D5566">
        <w:rPr>
          <w:bCs/>
        </w:rPr>
        <w:t xml:space="preserve">à </w:t>
      </w:r>
      <w:r w:rsidR="00530790" w:rsidRPr="005D5566">
        <w:t>cause de moi</w:t>
      </w:r>
      <w:r>
        <w:t xml:space="preserve">, </w:t>
      </w:r>
      <w:r w:rsidR="00530790" w:rsidRPr="005D5566">
        <w:t xml:space="preserve">je supporterais tous les outrages </w:t>
      </w:r>
      <w:r w:rsidR="00530790" w:rsidRPr="005D5566">
        <w:rPr>
          <w:bCs/>
        </w:rPr>
        <w:t>s</w:t>
      </w:r>
      <w:r>
        <w:rPr>
          <w:bCs/>
        </w:rPr>
        <w:t>’</w:t>
      </w:r>
      <w:r w:rsidR="00530790" w:rsidRPr="005D5566">
        <w:rPr>
          <w:bCs/>
        </w:rPr>
        <w:t xml:space="preserve">il </w:t>
      </w:r>
      <w:r w:rsidR="00530790" w:rsidRPr="005D5566">
        <w:t>ne s</w:t>
      </w:r>
      <w:r>
        <w:t>’</w:t>
      </w:r>
      <w:r w:rsidR="00530790" w:rsidRPr="005D5566">
        <w:t>agissait que de moi</w:t>
      </w:r>
      <w:r>
        <w:t xml:space="preserve">, </w:t>
      </w:r>
      <w:r w:rsidR="00530790" w:rsidRPr="005D5566">
        <w:t>mais je ne veux pas avoir de connivences avec les oppresseurs</w:t>
      </w:r>
      <w:r>
        <w:t xml:space="preserve"> ; </w:t>
      </w:r>
      <w:r w:rsidR="00530790" w:rsidRPr="005D5566">
        <w:t>je ne veux pas qu</w:t>
      </w:r>
      <w:r>
        <w:t>’</w:t>
      </w:r>
      <w:r w:rsidR="00530790" w:rsidRPr="005D5566">
        <w:t>ils se servent de mon dos pour apprendre à battre les autres</w:t>
      </w:r>
      <w:r>
        <w:t>…</w:t>
      </w:r>
    </w:p>
    <w:p w14:paraId="2BECE3AF" w14:textId="77777777" w:rsidR="001C0413" w:rsidRDefault="00530790" w:rsidP="001C0413">
      <w:r w:rsidRPr="005D5566">
        <w:t>Une froide lueur brillait dans ses yeux</w:t>
      </w:r>
      <w:r w:rsidR="001C0413">
        <w:t xml:space="preserve"> ; </w:t>
      </w:r>
      <w:r w:rsidRPr="005D5566">
        <w:t xml:space="preserve">il penchait </w:t>
      </w:r>
      <w:r w:rsidRPr="005D5566">
        <w:rPr>
          <w:bCs/>
        </w:rPr>
        <w:t xml:space="preserve">la tête </w:t>
      </w:r>
      <w:r w:rsidRPr="005D5566">
        <w:t>d</w:t>
      </w:r>
      <w:r w:rsidR="001C0413">
        <w:t>’</w:t>
      </w:r>
      <w:r w:rsidRPr="005D5566">
        <w:t>un air obstiné et parlait avec plus de fermeté</w:t>
      </w:r>
      <w:r w:rsidR="001C0413">
        <w:t>.</w:t>
      </w:r>
    </w:p>
    <w:p w14:paraId="006E5070" w14:textId="77777777" w:rsidR="001C0413" w:rsidRDefault="001C0413" w:rsidP="001C0413">
      <w:r>
        <w:t>— </w:t>
      </w:r>
      <w:r w:rsidR="00530790" w:rsidRPr="005D5566">
        <w:t>Je ne dois pardonner aucune chose mauvaise</w:t>
      </w:r>
      <w:r>
        <w:t xml:space="preserve">, </w:t>
      </w:r>
      <w:r w:rsidR="00530790" w:rsidRPr="005D5566">
        <w:t>même si elle ne me nuit pas</w:t>
      </w:r>
      <w:r>
        <w:t xml:space="preserve">. </w:t>
      </w:r>
      <w:r w:rsidR="00530790" w:rsidRPr="005D5566">
        <w:t>Je ne suis pas seul sur la terre</w:t>
      </w:r>
      <w:r>
        <w:t xml:space="preserve"> ! </w:t>
      </w:r>
      <w:r w:rsidR="00530790" w:rsidRPr="005D5566">
        <w:t>Admettons qu</w:t>
      </w:r>
      <w:r>
        <w:t>’</w:t>
      </w:r>
      <w:r w:rsidR="00530790" w:rsidRPr="005D5566">
        <w:t>aujourd</w:t>
      </w:r>
      <w:r>
        <w:t>’</w:t>
      </w:r>
      <w:r w:rsidR="00530790" w:rsidRPr="005D5566">
        <w:t>hui je me laisse insulter sans répondre à l</w:t>
      </w:r>
      <w:r>
        <w:t>’</w:t>
      </w:r>
      <w:r w:rsidR="00530790" w:rsidRPr="005D5566">
        <w:t>injure</w:t>
      </w:r>
      <w:r>
        <w:t xml:space="preserve"> ; </w:t>
      </w:r>
      <w:r w:rsidR="00530790" w:rsidRPr="005D5566">
        <w:t>j</w:t>
      </w:r>
      <w:r>
        <w:t>’</w:t>
      </w:r>
      <w:r w:rsidR="00530790" w:rsidRPr="005D5566">
        <w:t>en rirai peut-être</w:t>
      </w:r>
      <w:r>
        <w:t xml:space="preserve">, </w:t>
      </w:r>
      <w:r w:rsidR="00530790" w:rsidRPr="005D5566">
        <w:t>car elle ne me blesse pas</w:t>
      </w:r>
      <w:r>
        <w:t xml:space="preserve">… </w:t>
      </w:r>
      <w:r w:rsidR="00530790" w:rsidRPr="005D5566">
        <w:t xml:space="preserve">mais demain </w:t>
      </w:r>
      <w:r w:rsidR="00530790" w:rsidRPr="005D5566">
        <w:rPr>
          <w:bCs/>
        </w:rPr>
        <w:t>l</w:t>
      </w:r>
      <w:r>
        <w:t>’</w:t>
      </w:r>
      <w:r w:rsidR="00530790" w:rsidRPr="005D5566">
        <w:t>insulteur qui a essayé sa force sur moi tentera d</w:t>
      </w:r>
      <w:r>
        <w:t>’</w:t>
      </w:r>
      <w:r w:rsidR="00530790" w:rsidRPr="005D5566">
        <w:t>écorcher quelque autre</w:t>
      </w:r>
      <w:r>
        <w:t xml:space="preserve">… </w:t>
      </w:r>
      <w:r w:rsidR="00530790" w:rsidRPr="005D5566">
        <w:t>Et voilà pourquoi il ne faut pas considérer les gens tous de la même manière</w:t>
      </w:r>
      <w:r>
        <w:t xml:space="preserve"> ; </w:t>
      </w:r>
      <w:r w:rsidR="00530790" w:rsidRPr="005D5566">
        <w:t>il faut retenir son cœur</w:t>
      </w:r>
      <w:r>
        <w:t xml:space="preserve">, </w:t>
      </w:r>
      <w:r w:rsidR="00530790" w:rsidRPr="005D5566">
        <w:t>voir qui sont les ennemis et qui sont les amis</w:t>
      </w:r>
      <w:r>
        <w:t xml:space="preserve">… </w:t>
      </w:r>
      <w:r w:rsidR="00530790" w:rsidRPr="005D5566">
        <w:t>C</w:t>
      </w:r>
      <w:r>
        <w:t>’</w:t>
      </w:r>
      <w:r w:rsidR="00530790" w:rsidRPr="005D5566">
        <w:t>est juste</w:t>
      </w:r>
      <w:r>
        <w:t xml:space="preserve">, </w:t>
      </w:r>
      <w:r w:rsidR="00530790" w:rsidRPr="005D5566">
        <w:t xml:space="preserve">mais </w:t>
      </w:r>
      <w:r w:rsidR="00530790" w:rsidRPr="005D5566">
        <w:rPr>
          <w:bCs/>
        </w:rPr>
        <w:t>ce n</w:t>
      </w:r>
      <w:r>
        <w:rPr>
          <w:bCs/>
        </w:rPr>
        <w:t>’</w:t>
      </w:r>
      <w:r w:rsidR="00530790" w:rsidRPr="005D5566">
        <w:rPr>
          <w:bCs/>
        </w:rPr>
        <w:t xml:space="preserve">est </w:t>
      </w:r>
      <w:r w:rsidR="00530790" w:rsidRPr="005D5566">
        <w:t>pas réjouissant</w:t>
      </w:r>
      <w:r>
        <w:t> !</w:t>
      </w:r>
    </w:p>
    <w:p w14:paraId="4BB02682" w14:textId="77777777" w:rsidR="001C0413" w:rsidRDefault="00530790" w:rsidP="001C0413">
      <w:pPr>
        <w:rPr>
          <w:bCs/>
        </w:rPr>
      </w:pPr>
      <w:r w:rsidRPr="005D5566">
        <w:t>Sans savoir pourquoi</w:t>
      </w:r>
      <w:r w:rsidR="001C0413">
        <w:t xml:space="preserve">, </w:t>
      </w:r>
      <w:r w:rsidRPr="005D5566">
        <w:t>la mère pensa à Sachenka et à l</w:t>
      </w:r>
      <w:r w:rsidR="001C0413">
        <w:rPr>
          <w:bCs/>
        </w:rPr>
        <w:t>’</w:t>
      </w:r>
      <w:r w:rsidRPr="005D5566">
        <w:rPr>
          <w:bCs/>
        </w:rPr>
        <w:t>officier</w:t>
      </w:r>
      <w:r w:rsidR="001C0413">
        <w:rPr>
          <w:bCs/>
        </w:rPr>
        <w:t xml:space="preserve">. </w:t>
      </w:r>
      <w:r w:rsidRPr="005D5566">
        <w:rPr>
          <w:bCs/>
        </w:rPr>
        <w:t xml:space="preserve">Elle </w:t>
      </w:r>
      <w:r w:rsidRPr="005D5566">
        <w:t xml:space="preserve">dit </w:t>
      </w:r>
      <w:r w:rsidRPr="005D5566">
        <w:rPr>
          <w:bCs/>
        </w:rPr>
        <w:t>en soupirant</w:t>
      </w:r>
      <w:r w:rsidR="001C0413">
        <w:rPr>
          <w:bCs/>
        </w:rPr>
        <w:t> :</w:t>
      </w:r>
    </w:p>
    <w:p w14:paraId="190B1F3E" w14:textId="77777777" w:rsidR="001C0413" w:rsidRDefault="001C0413" w:rsidP="001C0413">
      <w:r>
        <w:t>— </w:t>
      </w:r>
      <w:r w:rsidR="00530790" w:rsidRPr="005D5566">
        <w:t xml:space="preserve">Comment peut-on faire du pain avec du blé qui </w:t>
      </w:r>
      <w:r w:rsidR="00530790" w:rsidRPr="005D5566">
        <w:rPr>
          <w:bCs/>
        </w:rPr>
        <w:t>n</w:t>
      </w:r>
      <w:r>
        <w:rPr>
          <w:bCs/>
        </w:rPr>
        <w:t>’</w:t>
      </w:r>
      <w:r w:rsidR="00530790" w:rsidRPr="005D5566">
        <w:rPr>
          <w:bCs/>
        </w:rPr>
        <w:t xml:space="preserve">est </w:t>
      </w:r>
      <w:r w:rsidR="00530790" w:rsidRPr="005D5566">
        <w:t>pas semé</w:t>
      </w:r>
      <w:r>
        <w:t> ?…</w:t>
      </w:r>
    </w:p>
    <w:p w14:paraId="3A5600E4" w14:textId="77777777" w:rsidR="001C0413" w:rsidRDefault="001C0413" w:rsidP="001C0413">
      <w:r>
        <w:t>— </w:t>
      </w:r>
      <w:r w:rsidR="00530790" w:rsidRPr="005D5566">
        <w:t>Voilà le malheur</w:t>
      </w:r>
      <w:r>
        <w:t xml:space="preserve"> ! </w:t>
      </w:r>
      <w:r w:rsidR="00530790" w:rsidRPr="005D5566">
        <w:t>s</w:t>
      </w:r>
      <w:r>
        <w:t>’</w:t>
      </w:r>
      <w:r w:rsidR="00530790" w:rsidRPr="005D5566">
        <w:t>écria le Petit-Russien</w:t>
      </w:r>
      <w:r>
        <w:t xml:space="preserve">. </w:t>
      </w:r>
      <w:r w:rsidR="00530790" w:rsidRPr="005D5566">
        <w:rPr>
          <w:bCs/>
        </w:rPr>
        <w:t xml:space="preserve">Il faut </w:t>
      </w:r>
      <w:r w:rsidR="00530790" w:rsidRPr="005D5566">
        <w:t>regarder avec des yeux différents</w:t>
      </w:r>
      <w:r>
        <w:t xml:space="preserve">… </w:t>
      </w:r>
      <w:r w:rsidR="00530790" w:rsidRPr="005D5566">
        <w:t>Il y a deux cœurs qui battent dans la poitrine</w:t>
      </w:r>
      <w:r>
        <w:t xml:space="preserve"> : </w:t>
      </w:r>
      <w:r w:rsidR="00530790" w:rsidRPr="005D5566">
        <w:t>l</w:t>
      </w:r>
      <w:r>
        <w:t>’</w:t>
      </w:r>
      <w:r w:rsidR="00530790" w:rsidRPr="005D5566">
        <w:t>un aime le monde</w:t>
      </w:r>
      <w:r>
        <w:t xml:space="preserve">, </w:t>
      </w:r>
      <w:r w:rsidR="00530790" w:rsidRPr="005D5566">
        <w:t>et l</w:t>
      </w:r>
      <w:r>
        <w:t>’</w:t>
      </w:r>
      <w:r w:rsidR="00530790" w:rsidRPr="005D5566">
        <w:t>autre nous dit</w:t>
      </w:r>
      <w:r>
        <w:t xml:space="preserve"> : </w:t>
      </w:r>
      <w:r w:rsidR="00530790" w:rsidRPr="005D5566">
        <w:t>Arrête-toi</w:t>
      </w:r>
      <w:r>
        <w:t xml:space="preserve">, </w:t>
      </w:r>
      <w:r w:rsidR="00530790" w:rsidRPr="005D5566">
        <w:t>prends garde</w:t>
      </w:r>
      <w:r>
        <w:t xml:space="preserve"> !… </w:t>
      </w:r>
      <w:r w:rsidR="00530790" w:rsidRPr="005D5566">
        <w:t>Et l</w:t>
      </w:r>
      <w:r>
        <w:t>’</w:t>
      </w:r>
      <w:r w:rsidR="00530790" w:rsidRPr="005D5566">
        <w:t>homme se partage</w:t>
      </w:r>
      <w:r>
        <w:t>…</w:t>
      </w:r>
    </w:p>
    <w:p w14:paraId="411F6861" w14:textId="77777777" w:rsidR="001C0413" w:rsidRDefault="001C0413" w:rsidP="001C0413">
      <w:r>
        <w:t>— </w:t>
      </w:r>
      <w:r w:rsidR="00530790" w:rsidRPr="005D5566">
        <w:t>Oui</w:t>
      </w:r>
      <w:r>
        <w:t xml:space="preserve">, </w:t>
      </w:r>
      <w:r w:rsidR="00530790" w:rsidRPr="005D5566">
        <w:t>s</w:t>
      </w:r>
      <w:r>
        <w:t>’</w:t>
      </w:r>
      <w:r w:rsidR="00530790" w:rsidRPr="005D5566">
        <w:t>écria la mère</w:t>
      </w:r>
      <w:r>
        <w:t>.</w:t>
      </w:r>
    </w:p>
    <w:p w14:paraId="6EEEA6E2" w14:textId="77777777" w:rsidR="001C0413" w:rsidRDefault="00530790" w:rsidP="001C0413">
      <w:r w:rsidRPr="005D5566">
        <w:t>Dans sa mémoire se dessinait la silhouette de son mari</w:t>
      </w:r>
      <w:r w:rsidR="001C0413">
        <w:t xml:space="preserve">, </w:t>
      </w:r>
      <w:r w:rsidRPr="005D5566">
        <w:t>grossière et maussade</w:t>
      </w:r>
      <w:r w:rsidR="001C0413">
        <w:t xml:space="preserve">, </w:t>
      </w:r>
      <w:r w:rsidRPr="005D5566">
        <w:t xml:space="preserve">pareille à une grosse pierre couverte </w:t>
      </w:r>
      <w:r w:rsidRPr="005D5566">
        <w:lastRenderedPageBreak/>
        <w:t>de mousse</w:t>
      </w:r>
      <w:r w:rsidR="001C0413">
        <w:t xml:space="preserve">. </w:t>
      </w:r>
      <w:r w:rsidRPr="005D5566">
        <w:t>Elle se représenta le Petit-Russien marié à Natacha</w:t>
      </w:r>
      <w:r w:rsidR="001C0413">
        <w:t xml:space="preserve">, </w:t>
      </w:r>
      <w:r w:rsidRPr="005D5566">
        <w:t>et son fils uni à Sachenka</w:t>
      </w:r>
      <w:r w:rsidR="001C0413">
        <w:t>.</w:t>
      </w:r>
    </w:p>
    <w:p w14:paraId="10F3A143" w14:textId="77777777" w:rsidR="001C0413" w:rsidRDefault="001C0413" w:rsidP="001C0413">
      <w:r>
        <w:t>— </w:t>
      </w:r>
      <w:r w:rsidR="00530790" w:rsidRPr="005D5566">
        <w:t>Et pourquoi cela</w:t>
      </w:r>
      <w:r>
        <w:t xml:space="preserve"> ? </w:t>
      </w:r>
      <w:r w:rsidR="00530790" w:rsidRPr="005D5566">
        <w:t>reprit André en s</w:t>
      </w:r>
      <w:r>
        <w:t>’</w:t>
      </w:r>
      <w:r w:rsidR="00530790" w:rsidRPr="005D5566">
        <w:t>échauffant</w:t>
      </w:r>
      <w:r>
        <w:t xml:space="preserve">. </w:t>
      </w:r>
      <w:r w:rsidR="00530790" w:rsidRPr="005D5566">
        <w:t>On le voit si bien que c</w:t>
      </w:r>
      <w:r>
        <w:t>’</w:t>
      </w:r>
      <w:r w:rsidR="00530790" w:rsidRPr="005D5566">
        <w:t>est même risible</w:t>
      </w:r>
      <w:r>
        <w:t xml:space="preserve">. </w:t>
      </w:r>
      <w:r w:rsidR="00530790" w:rsidRPr="005D5566">
        <w:t>C</w:t>
      </w:r>
      <w:r>
        <w:t>’</w:t>
      </w:r>
      <w:r w:rsidR="00530790" w:rsidRPr="005D5566">
        <w:t>est parce que les gens ne sont pas tous placés au même niveau</w:t>
      </w:r>
      <w:r>
        <w:t xml:space="preserve">… </w:t>
      </w:r>
      <w:r w:rsidR="00530790" w:rsidRPr="005D5566">
        <w:t>Il suffit donc de les aligner en une seule file</w:t>
      </w:r>
      <w:r>
        <w:t xml:space="preserve"> !… </w:t>
      </w:r>
      <w:r w:rsidR="00530790" w:rsidRPr="005D5566">
        <w:t>Et ensuite il faut leur distribuer par parts égales tout ce que la raison a élaboré</w:t>
      </w:r>
      <w:r>
        <w:t xml:space="preserve">, </w:t>
      </w:r>
      <w:r w:rsidR="00530790" w:rsidRPr="005D5566">
        <w:t>tout ce que les mains ont fait</w:t>
      </w:r>
      <w:r>
        <w:t xml:space="preserve">. </w:t>
      </w:r>
      <w:r w:rsidR="00530790" w:rsidRPr="005D5566">
        <w:t>On ne se gardera plus mutuellement dans l</w:t>
      </w:r>
      <w:r>
        <w:t>’</w:t>
      </w:r>
      <w:r w:rsidR="00530790" w:rsidRPr="005D5566">
        <w:t>esclavage de la peur</w:t>
      </w:r>
      <w:r>
        <w:t xml:space="preserve">, </w:t>
      </w:r>
      <w:r w:rsidR="00530790" w:rsidRPr="005D5566">
        <w:t>dans les chaînes de l</w:t>
      </w:r>
      <w:r>
        <w:t>’</w:t>
      </w:r>
      <w:r w:rsidR="00530790" w:rsidRPr="005D5566">
        <w:t>avidité et de la bêtise</w:t>
      </w:r>
      <w:r>
        <w:t>…</w:t>
      </w:r>
    </w:p>
    <w:p w14:paraId="20DF3BDD" w14:textId="77777777" w:rsidR="001C0413" w:rsidRDefault="00530790" w:rsidP="001C0413">
      <w:r w:rsidRPr="005D5566">
        <w:t>Le Petit-Russien et la mère eurent souvent des conversations de ce genre</w:t>
      </w:r>
      <w:r w:rsidR="001C0413">
        <w:t>.</w:t>
      </w:r>
    </w:p>
    <w:p w14:paraId="6E2FE1E7" w14:textId="77777777" w:rsidR="001C0413" w:rsidRDefault="00530790" w:rsidP="001C0413">
      <w:r w:rsidRPr="005D5566">
        <w:t>André avait de nouveau été embauché à la fabrique</w:t>
      </w:r>
      <w:r w:rsidR="001C0413">
        <w:t xml:space="preserve"> ; </w:t>
      </w:r>
      <w:r w:rsidRPr="005D5566">
        <w:t>il remettait tout son gain à Pélaguée</w:t>
      </w:r>
      <w:r w:rsidR="001C0413">
        <w:t xml:space="preserve">, </w:t>
      </w:r>
      <w:r w:rsidRPr="005D5566">
        <w:t>qui acceptait cet argent aussi simplement que de Pavel</w:t>
      </w:r>
      <w:r w:rsidR="001C0413">
        <w:t>.</w:t>
      </w:r>
    </w:p>
    <w:p w14:paraId="44423727" w14:textId="77777777" w:rsidR="001C0413" w:rsidRDefault="00530790" w:rsidP="001C0413">
      <w:r w:rsidRPr="005D5566">
        <w:t>Parfois</w:t>
      </w:r>
      <w:r w:rsidR="001C0413">
        <w:t xml:space="preserve">, </w:t>
      </w:r>
      <w:r w:rsidRPr="005D5566">
        <w:t>avec un sourire dans le regard</w:t>
      </w:r>
      <w:r w:rsidR="001C0413">
        <w:t xml:space="preserve">, </w:t>
      </w:r>
      <w:r w:rsidRPr="005D5566">
        <w:t>André proposait à la mère</w:t>
      </w:r>
      <w:r w:rsidR="001C0413">
        <w:t> :</w:t>
      </w:r>
    </w:p>
    <w:p w14:paraId="3ACD980C" w14:textId="77777777" w:rsidR="001C0413" w:rsidRDefault="001C0413" w:rsidP="001C0413">
      <w:r>
        <w:t>— </w:t>
      </w:r>
      <w:r w:rsidR="00530790" w:rsidRPr="005D5566">
        <w:t>Si nous comptions</w:t>
      </w:r>
      <w:r>
        <w:t xml:space="preserve">, </w:t>
      </w:r>
      <w:r w:rsidR="00530790" w:rsidRPr="005D5566">
        <w:t>petite mère</w:t>
      </w:r>
      <w:r>
        <w:t xml:space="preserve">, </w:t>
      </w:r>
      <w:r w:rsidR="00530790" w:rsidRPr="005D5566">
        <w:t>hein</w:t>
      </w:r>
      <w:r>
        <w:t> ?</w:t>
      </w:r>
    </w:p>
    <w:p w14:paraId="13B1B85A" w14:textId="3B4AACA2" w:rsidR="001C0413" w:rsidRDefault="00530790" w:rsidP="001C0413">
      <w:r w:rsidRPr="005D5566">
        <w:t>Elle refusait en plaisantant</w:t>
      </w:r>
      <w:r w:rsidR="001C0413">
        <w:t xml:space="preserve">. </w:t>
      </w:r>
      <w:r w:rsidRPr="005D5566">
        <w:t>Le sourire d</w:t>
      </w:r>
      <w:r w:rsidR="001C0413">
        <w:t>’</w:t>
      </w:r>
      <w:r w:rsidRPr="005D5566">
        <w:t>André l</w:t>
      </w:r>
      <w:r w:rsidR="001C0413">
        <w:t>’</w:t>
      </w:r>
      <w:r w:rsidRPr="005D5566">
        <w:t>embarrassait</w:t>
      </w:r>
      <w:r w:rsidR="001C0413">
        <w:t xml:space="preserve">, </w:t>
      </w:r>
      <w:r w:rsidRPr="005D5566">
        <w:t>et elle pensait</w:t>
      </w:r>
      <w:r w:rsidR="001C0413">
        <w:t xml:space="preserve">, </w:t>
      </w:r>
      <w:r w:rsidRPr="005D5566">
        <w:t>un peu vexée</w:t>
      </w:r>
      <w:r w:rsidR="001C0413">
        <w:t> : « </w:t>
      </w:r>
      <w:r w:rsidRPr="005D5566">
        <w:t>Si tu ris</w:t>
      </w:r>
      <w:r w:rsidR="001C0413">
        <w:t xml:space="preserve">, </w:t>
      </w:r>
      <w:r w:rsidRPr="005D5566">
        <w:t>pourquoi en parler</w:t>
      </w:r>
      <w:r w:rsidR="001C0413">
        <w:t> ? »</w:t>
      </w:r>
    </w:p>
    <w:p w14:paraId="75F49B9F" w14:textId="77777777" w:rsidR="001C0413" w:rsidRDefault="00530790" w:rsidP="001C0413">
      <w:r w:rsidRPr="005D5566">
        <w:t>Le Petit-Russien observa que la mère lui demandait plus fréquemment la signification des mots savants qu</w:t>
      </w:r>
      <w:r w:rsidR="001C0413">
        <w:t>’</w:t>
      </w:r>
      <w:r w:rsidRPr="005D5566">
        <w:t>elle ignorait</w:t>
      </w:r>
      <w:r w:rsidR="001C0413">
        <w:t xml:space="preserve">. </w:t>
      </w:r>
      <w:r w:rsidRPr="005D5566">
        <w:t>Elle prenait alors une voix indifférente et parlait sans le regarder</w:t>
      </w:r>
      <w:r w:rsidR="001C0413">
        <w:t xml:space="preserve">. </w:t>
      </w:r>
      <w:r w:rsidRPr="005D5566">
        <w:t>Il devinait qu</w:t>
      </w:r>
      <w:r w:rsidR="001C0413">
        <w:t>’</w:t>
      </w:r>
      <w:r w:rsidRPr="005D5566">
        <w:t>elle s</w:t>
      </w:r>
      <w:r w:rsidR="001C0413">
        <w:t>’</w:t>
      </w:r>
      <w:r w:rsidRPr="005D5566">
        <w:t>instruisait elle-même en cachette</w:t>
      </w:r>
      <w:r w:rsidR="001C0413">
        <w:t xml:space="preserve"> ; </w:t>
      </w:r>
      <w:r w:rsidRPr="005D5566">
        <w:t>il comprit sa gêne et cessa de lui proposer de lire avec lui</w:t>
      </w:r>
      <w:r w:rsidR="001C0413">
        <w:t xml:space="preserve">. </w:t>
      </w:r>
      <w:r w:rsidRPr="005D5566">
        <w:t>Elle lui déclara un jour</w:t>
      </w:r>
      <w:r w:rsidR="001C0413">
        <w:t> :</w:t>
      </w:r>
    </w:p>
    <w:p w14:paraId="47EB2945" w14:textId="77777777" w:rsidR="001C0413" w:rsidRDefault="001C0413" w:rsidP="001C0413">
      <w:r>
        <w:t>— </w:t>
      </w:r>
      <w:r w:rsidR="00530790" w:rsidRPr="005D5566">
        <w:t>Ma vue baisse</w:t>
      </w:r>
      <w:r>
        <w:t xml:space="preserve">, </w:t>
      </w:r>
      <w:r w:rsidR="00530790" w:rsidRPr="005D5566">
        <w:t>mon André</w:t>
      </w:r>
      <w:r>
        <w:t xml:space="preserve">… </w:t>
      </w:r>
      <w:r w:rsidR="00530790" w:rsidRPr="005D5566">
        <w:t>J</w:t>
      </w:r>
      <w:r>
        <w:t>’</w:t>
      </w:r>
      <w:r w:rsidR="00530790" w:rsidRPr="005D5566">
        <w:t>aimerais avoir des lunettes</w:t>
      </w:r>
      <w:r>
        <w:t>…</w:t>
      </w:r>
    </w:p>
    <w:p w14:paraId="0FB8560D" w14:textId="77777777" w:rsidR="001C0413" w:rsidRDefault="001C0413" w:rsidP="001C0413">
      <w:r>
        <w:lastRenderedPageBreak/>
        <w:t>— </w:t>
      </w:r>
      <w:r w:rsidR="00530790" w:rsidRPr="005D5566">
        <w:t>Bien</w:t>
      </w:r>
      <w:r>
        <w:t xml:space="preserve"> ! </w:t>
      </w:r>
      <w:r w:rsidR="00530790" w:rsidRPr="005D5566">
        <w:t>répliqua-t-il</w:t>
      </w:r>
      <w:r>
        <w:t xml:space="preserve">. </w:t>
      </w:r>
      <w:r w:rsidR="00530790" w:rsidRPr="005D5566">
        <w:t>Dimanche prochain nous irons à la ville ensemble</w:t>
      </w:r>
      <w:r>
        <w:t xml:space="preserve">, </w:t>
      </w:r>
      <w:r w:rsidR="00530790" w:rsidRPr="005D5566">
        <w:t>chez un docteur que je connais</w:t>
      </w:r>
      <w:r>
        <w:t xml:space="preserve"> ; </w:t>
      </w:r>
      <w:r w:rsidR="00530790" w:rsidRPr="005D5566">
        <w:t>il vous examinera</w:t>
      </w:r>
      <w:r>
        <w:t xml:space="preserve">, </w:t>
      </w:r>
      <w:r w:rsidR="00530790" w:rsidRPr="005D5566">
        <w:t>et nous achèterons des lunettes</w:t>
      </w:r>
      <w:r>
        <w:t>…</w:t>
      </w:r>
    </w:p>
    <w:p w14:paraId="563BD610" w14:textId="239B166F" w:rsidR="00530790" w:rsidRPr="003B37B8" w:rsidRDefault="00530790" w:rsidP="001C0413">
      <w:pPr>
        <w:pStyle w:val="Titre2"/>
        <w:rPr>
          <w:szCs w:val="44"/>
        </w:rPr>
      </w:pPr>
      <w:bookmarkStart w:id="20" w:name="_Toc202279541"/>
      <w:r w:rsidRPr="003B37B8">
        <w:rPr>
          <w:szCs w:val="44"/>
        </w:rPr>
        <w:lastRenderedPageBreak/>
        <w:t>XIX</w:t>
      </w:r>
      <w:bookmarkEnd w:id="20"/>
      <w:r w:rsidRPr="003B37B8">
        <w:rPr>
          <w:szCs w:val="44"/>
        </w:rPr>
        <w:br/>
      </w:r>
    </w:p>
    <w:p w14:paraId="18E9CBD3" w14:textId="77777777" w:rsidR="001C0413" w:rsidRDefault="00530790" w:rsidP="001C0413">
      <w:r w:rsidRPr="005D5566">
        <w:t>Par trois fois déjà</w:t>
      </w:r>
      <w:r w:rsidR="001C0413">
        <w:t xml:space="preserve">, </w:t>
      </w:r>
      <w:r w:rsidRPr="005D5566">
        <w:t>elle avait demandé l</w:t>
      </w:r>
      <w:r w:rsidR="001C0413">
        <w:t>’</w:t>
      </w:r>
      <w:r w:rsidRPr="005D5566">
        <w:t>autorisation de voir Pavel</w:t>
      </w:r>
      <w:r w:rsidR="001C0413">
        <w:t xml:space="preserve"> ; </w:t>
      </w:r>
      <w:r w:rsidRPr="005D5566">
        <w:t>chaque fois</w:t>
      </w:r>
      <w:r w:rsidR="001C0413">
        <w:t xml:space="preserve">, </w:t>
      </w:r>
      <w:r w:rsidRPr="005D5566">
        <w:t>elle avait essuyé un refus bienveillant de la part du général de gendarmerie</w:t>
      </w:r>
      <w:r w:rsidR="001C0413">
        <w:t xml:space="preserve">, </w:t>
      </w:r>
      <w:r w:rsidRPr="005D5566">
        <w:t>vieillard à ch</w:t>
      </w:r>
      <w:r w:rsidRPr="005D5566">
        <w:rPr>
          <w:bCs/>
        </w:rPr>
        <w:t xml:space="preserve">eveux </w:t>
      </w:r>
      <w:r w:rsidRPr="005D5566">
        <w:t>blancs</w:t>
      </w:r>
      <w:r w:rsidR="001C0413">
        <w:t xml:space="preserve">, </w:t>
      </w:r>
      <w:r w:rsidRPr="005D5566">
        <w:t>aux joues écarlates et au grand nez</w:t>
      </w:r>
      <w:r w:rsidR="001C0413">
        <w:t>.</w:t>
      </w:r>
    </w:p>
    <w:p w14:paraId="2E090DB0" w14:textId="77777777" w:rsidR="001C0413" w:rsidRDefault="001C0413" w:rsidP="001C0413">
      <w:pPr>
        <w:rPr>
          <w:bCs/>
        </w:rPr>
      </w:pPr>
      <w:r>
        <w:t>— </w:t>
      </w:r>
      <w:r w:rsidR="00530790" w:rsidRPr="005D5566">
        <w:t>Dans une semaine</w:t>
      </w:r>
      <w:r>
        <w:t xml:space="preserve">, </w:t>
      </w:r>
      <w:r w:rsidR="00530790" w:rsidRPr="005D5566">
        <w:t>bonne femme</w:t>
      </w:r>
      <w:r>
        <w:t xml:space="preserve">, </w:t>
      </w:r>
      <w:r w:rsidR="00530790" w:rsidRPr="005D5566">
        <w:t>pas avant</w:t>
      </w:r>
      <w:r>
        <w:t xml:space="preserve"> ! </w:t>
      </w:r>
      <w:r w:rsidR="00530790" w:rsidRPr="005D5566">
        <w:t xml:space="preserve">Nous verrons </w:t>
      </w:r>
      <w:r w:rsidR="00530790" w:rsidRPr="005D5566">
        <w:rPr>
          <w:bCs/>
        </w:rPr>
        <w:t xml:space="preserve">cela </w:t>
      </w:r>
      <w:r w:rsidR="00530790" w:rsidRPr="005D5566">
        <w:t>dans une semaine</w:t>
      </w:r>
      <w:r>
        <w:t xml:space="preserve">… </w:t>
      </w:r>
      <w:r w:rsidR="00530790" w:rsidRPr="005D5566">
        <w:t>aujourd</w:t>
      </w:r>
      <w:r>
        <w:rPr>
          <w:bCs/>
        </w:rPr>
        <w:t>’</w:t>
      </w:r>
      <w:r w:rsidR="00530790" w:rsidRPr="005D5566">
        <w:rPr>
          <w:bCs/>
        </w:rPr>
        <w:t>hui</w:t>
      </w:r>
      <w:r>
        <w:rPr>
          <w:bCs/>
        </w:rPr>
        <w:t xml:space="preserve">, </w:t>
      </w:r>
      <w:r w:rsidR="00530790" w:rsidRPr="005D5566">
        <w:t>c</w:t>
      </w:r>
      <w:r>
        <w:t>’</w:t>
      </w:r>
      <w:r w:rsidR="00530790" w:rsidRPr="005D5566">
        <w:t xml:space="preserve">est </w:t>
      </w:r>
      <w:r w:rsidR="00530790" w:rsidRPr="005D5566">
        <w:rPr>
          <w:bCs/>
        </w:rPr>
        <w:t>impossible</w:t>
      </w:r>
      <w:r>
        <w:rPr>
          <w:bCs/>
        </w:rPr>
        <w:t>…</w:t>
      </w:r>
    </w:p>
    <w:p w14:paraId="4ECE8DE8" w14:textId="77777777" w:rsidR="001C0413" w:rsidRDefault="00530790" w:rsidP="001C0413">
      <w:r w:rsidRPr="005D5566">
        <w:rPr>
          <w:bCs/>
        </w:rPr>
        <w:t xml:space="preserve">Il </w:t>
      </w:r>
      <w:r w:rsidRPr="005D5566">
        <w:t>était rond et replet et rappelait</w:t>
      </w:r>
      <w:r w:rsidR="001C0413">
        <w:t xml:space="preserve">, </w:t>
      </w:r>
      <w:r w:rsidRPr="005D5566">
        <w:t>on ne sait pourquoi</w:t>
      </w:r>
      <w:r w:rsidR="001C0413">
        <w:t xml:space="preserve">, </w:t>
      </w:r>
      <w:r w:rsidRPr="005D5566">
        <w:rPr>
          <w:bCs/>
        </w:rPr>
        <w:t xml:space="preserve">un </w:t>
      </w:r>
      <w:r w:rsidRPr="005D5566">
        <w:t xml:space="preserve">pruneau mûr et un peu blet qui </w:t>
      </w:r>
      <w:r w:rsidRPr="005D5566">
        <w:rPr>
          <w:bCs/>
        </w:rPr>
        <w:t xml:space="preserve">commencerait à </w:t>
      </w:r>
      <w:r w:rsidRPr="005D5566">
        <w:t>se recouvrir de moisissures duveteuses</w:t>
      </w:r>
      <w:r w:rsidR="001C0413">
        <w:t xml:space="preserve">. </w:t>
      </w:r>
      <w:r w:rsidRPr="005D5566">
        <w:t xml:space="preserve">Il grattait </w:t>
      </w:r>
      <w:r w:rsidRPr="005D5566">
        <w:rPr>
          <w:bCs/>
        </w:rPr>
        <w:t xml:space="preserve">sans </w:t>
      </w:r>
      <w:r w:rsidRPr="005D5566">
        <w:t xml:space="preserve">cesse ses petites </w:t>
      </w:r>
      <w:r w:rsidRPr="005D5566">
        <w:rPr>
          <w:bCs/>
        </w:rPr>
        <w:t xml:space="preserve">dents </w:t>
      </w:r>
      <w:r w:rsidRPr="005D5566">
        <w:t>blanches avec au cure-dents pointu</w:t>
      </w:r>
      <w:r w:rsidR="001C0413">
        <w:t xml:space="preserve"> ; </w:t>
      </w:r>
      <w:r w:rsidRPr="005D5566">
        <w:t xml:space="preserve">ses </w:t>
      </w:r>
      <w:r w:rsidRPr="005D5566">
        <w:rPr>
          <w:bCs/>
        </w:rPr>
        <w:t>petits</w:t>
      </w:r>
      <w:r w:rsidR="001C0413">
        <w:rPr>
          <w:bCs/>
        </w:rPr>
        <w:t xml:space="preserve">, </w:t>
      </w:r>
      <w:r w:rsidRPr="005D5566">
        <w:t xml:space="preserve">yeux </w:t>
      </w:r>
      <w:r w:rsidRPr="005D5566">
        <w:rPr>
          <w:bCs/>
        </w:rPr>
        <w:t xml:space="preserve">ronds et verdâtres </w:t>
      </w:r>
      <w:r w:rsidRPr="005D5566">
        <w:t>souriaient</w:t>
      </w:r>
      <w:r w:rsidR="001C0413">
        <w:t xml:space="preserve"> ; </w:t>
      </w:r>
      <w:r w:rsidRPr="005D5566">
        <w:t xml:space="preserve">sa voix avait </w:t>
      </w:r>
      <w:r w:rsidRPr="005D5566">
        <w:rPr>
          <w:bCs/>
        </w:rPr>
        <w:t xml:space="preserve">une </w:t>
      </w:r>
      <w:r w:rsidRPr="005D5566">
        <w:t>expression amicale et douce</w:t>
      </w:r>
      <w:r w:rsidR="001C0413">
        <w:t>.</w:t>
      </w:r>
    </w:p>
    <w:p w14:paraId="21170F68" w14:textId="77777777" w:rsidR="001C0413" w:rsidRDefault="001C0413" w:rsidP="001C0413">
      <w:r>
        <w:t>— </w:t>
      </w:r>
      <w:r w:rsidR="00530790" w:rsidRPr="005D5566">
        <w:t>Il est très poli</w:t>
      </w:r>
      <w:r>
        <w:t xml:space="preserve"> ! </w:t>
      </w:r>
      <w:r w:rsidR="00530790" w:rsidRPr="005D5566">
        <w:t>racontait</w:t>
      </w:r>
      <w:r w:rsidR="00530790" w:rsidRPr="00D210FA">
        <w:t xml:space="preserve"> la</w:t>
      </w:r>
      <w:r w:rsidR="00530790" w:rsidRPr="005D5566">
        <w:t xml:space="preserve"> mère au Petit-Russien</w:t>
      </w:r>
      <w:r>
        <w:t xml:space="preserve">. </w:t>
      </w:r>
      <w:r w:rsidR="00530790" w:rsidRPr="005D5566">
        <w:t>Il sourit</w:t>
      </w:r>
      <w:r>
        <w:t xml:space="preserve"> ; </w:t>
      </w:r>
      <w:r w:rsidR="00530790" w:rsidRPr="005D5566">
        <w:t>constamment</w:t>
      </w:r>
      <w:r>
        <w:t xml:space="preserve">. </w:t>
      </w:r>
      <w:r w:rsidR="00530790" w:rsidRPr="005D5566">
        <w:t>Ce n</w:t>
      </w:r>
      <w:r>
        <w:t>’</w:t>
      </w:r>
      <w:r w:rsidR="00530790" w:rsidRPr="005D5566">
        <w:t>est pas bien</w:t>
      </w:r>
      <w:r>
        <w:t xml:space="preserve">, </w:t>
      </w:r>
      <w:r w:rsidR="00530790" w:rsidRPr="005D5566">
        <w:t>selon moi</w:t>
      </w:r>
      <w:r>
        <w:t xml:space="preserve">… </w:t>
      </w:r>
      <w:r w:rsidR="00530790" w:rsidRPr="005D5566">
        <w:t>Quand on est général et qu</w:t>
      </w:r>
      <w:r>
        <w:t>’</w:t>
      </w:r>
      <w:r w:rsidR="00530790" w:rsidRPr="005D5566">
        <w:t>on s</w:t>
      </w:r>
      <w:r>
        <w:t>’</w:t>
      </w:r>
      <w:r w:rsidR="00530790" w:rsidRPr="005D5566">
        <w:t>occupe de pareilles choses</w:t>
      </w:r>
      <w:r>
        <w:t xml:space="preserve">, </w:t>
      </w:r>
      <w:r w:rsidR="00530790" w:rsidRPr="005D5566">
        <w:t>on ne devrait pas ricaner ainsi</w:t>
      </w:r>
      <w:r>
        <w:t>…</w:t>
      </w:r>
    </w:p>
    <w:p w14:paraId="5B244D58" w14:textId="77777777" w:rsidR="001C0413" w:rsidRDefault="001C0413" w:rsidP="001C0413">
      <w:r>
        <w:t>— </w:t>
      </w:r>
      <w:r w:rsidR="00530790" w:rsidRPr="005D5566">
        <w:t>Oui</w:t>
      </w:r>
      <w:r>
        <w:t xml:space="preserve"> ! </w:t>
      </w:r>
      <w:r w:rsidR="00530790" w:rsidRPr="005D5566">
        <w:t>oui</w:t>
      </w:r>
      <w:r>
        <w:t xml:space="preserve"> ! </w:t>
      </w:r>
      <w:r w:rsidR="00530790" w:rsidRPr="005D5566">
        <w:t>re</w:t>
      </w:r>
      <w:r w:rsidR="00530790" w:rsidRPr="005D5566">
        <w:rPr>
          <w:bCs/>
        </w:rPr>
        <w:t xml:space="preserve">prit </w:t>
      </w:r>
      <w:r w:rsidR="00530790" w:rsidRPr="005D5566">
        <w:t>André</w:t>
      </w:r>
      <w:r>
        <w:t xml:space="preserve">. </w:t>
      </w:r>
      <w:r w:rsidR="00530790" w:rsidRPr="005D5566">
        <w:t>Ils sont gentils</w:t>
      </w:r>
      <w:r>
        <w:t xml:space="preserve">, </w:t>
      </w:r>
      <w:r w:rsidR="00530790" w:rsidRPr="005D5566">
        <w:t>aimables</w:t>
      </w:r>
      <w:r>
        <w:t xml:space="preserve">, </w:t>
      </w:r>
      <w:r w:rsidR="00530790" w:rsidRPr="005D5566">
        <w:t>ils sourient toujours</w:t>
      </w:r>
      <w:r>
        <w:t xml:space="preserve">. </w:t>
      </w:r>
      <w:r w:rsidR="00530790" w:rsidRPr="005D5566">
        <w:t>On leur dit</w:t>
      </w:r>
      <w:r>
        <w:t xml:space="preserve"> : </w:t>
      </w:r>
      <w:r w:rsidR="00530790" w:rsidRPr="005D5566">
        <w:t>Voyez cet homme intelligent</w:t>
      </w:r>
      <w:r>
        <w:t xml:space="preserve">, </w:t>
      </w:r>
      <w:r w:rsidR="00530790" w:rsidRPr="005D5566">
        <w:rPr>
          <w:bCs/>
        </w:rPr>
        <w:t xml:space="preserve">et </w:t>
      </w:r>
      <w:r w:rsidR="00530790" w:rsidRPr="005D5566">
        <w:t>honnête</w:t>
      </w:r>
      <w:r>
        <w:t xml:space="preserve">, </w:t>
      </w:r>
      <w:r w:rsidR="00530790" w:rsidRPr="005D5566">
        <w:t>il est dangereux pour nous</w:t>
      </w:r>
      <w:r>
        <w:t xml:space="preserve">, </w:t>
      </w:r>
      <w:r w:rsidR="00530790" w:rsidRPr="005D5566">
        <w:t>pen</w:t>
      </w:r>
      <w:r w:rsidR="00530790" w:rsidRPr="005D5566">
        <w:rPr>
          <w:bCs/>
        </w:rPr>
        <w:t>dez</w:t>
      </w:r>
      <w:r w:rsidR="00530790" w:rsidRPr="005D5566">
        <w:t>-le donc</w:t>
      </w:r>
      <w:r>
        <w:t xml:space="preserve">. </w:t>
      </w:r>
      <w:r w:rsidR="00530790" w:rsidRPr="005D5566">
        <w:t xml:space="preserve">Ils sourient et </w:t>
      </w:r>
      <w:r w:rsidR="00530790" w:rsidRPr="005D5566">
        <w:rPr>
          <w:bCs/>
        </w:rPr>
        <w:t xml:space="preserve">pendent </w:t>
      </w:r>
      <w:r w:rsidR="00530790" w:rsidRPr="005D5566">
        <w:t>l</w:t>
      </w:r>
      <w:r>
        <w:t>’</w:t>
      </w:r>
      <w:r w:rsidR="00530790" w:rsidRPr="005D5566">
        <w:t xml:space="preserve">homme puis </w:t>
      </w:r>
      <w:r w:rsidR="00530790" w:rsidRPr="005D5566">
        <w:rPr>
          <w:bCs/>
        </w:rPr>
        <w:t xml:space="preserve">ils </w:t>
      </w:r>
      <w:r w:rsidR="00530790" w:rsidRPr="005D5566">
        <w:t xml:space="preserve">se remettent </w:t>
      </w:r>
      <w:r w:rsidR="00530790" w:rsidRPr="005D5566">
        <w:rPr>
          <w:bCs/>
        </w:rPr>
        <w:t xml:space="preserve">à </w:t>
      </w:r>
      <w:r w:rsidR="00530790" w:rsidRPr="005D5566">
        <w:t>sourire</w:t>
      </w:r>
      <w:r>
        <w:t>…</w:t>
      </w:r>
    </w:p>
    <w:p w14:paraId="2105A8BA" w14:textId="77777777" w:rsidR="001C0413" w:rsidRDefault="001C0413" w:rsidP="001C0413">
      <w:r>
        <w:t>— </w:t>
      </w:r>
      <w:r w:rsidR="00530790" w:rsidRPr="005D5566">
        <w:rPr>
          <w:bCs/>
        </w:rPr>
        <w:t xml:space="preserve">Celui </w:t>
      </w:r>
      <w:r w:rsidR="00530790" w:rsidRPr="005D5566">
        <w:t xml:space="preserve">qui est venu </w:t>
      </w:r>
      <w:r w:rsidR="00530790" w:rsidRPr="005D5566">
        <w:rPr>
          <w:bCs/>
        </w:rPr>
        <w:t xml:space="preserve">perquisitionner </w:t>
      </w:r>
      <w:r w:rsidR="00530790" w:rsidRPr="005D5566">
        <w:t>valait mieux</w:t>
      </w:r>
      <w:r>
        <w:t xml:space="preserve">, </w:t>
      </w:r>
      <w:r w:rsidR="00530790" w:rsidRPr="005D5566">
        <w:t>il était plus simple</w:t>
      </w:r>
      <w:r>
        <w:t xml:space="preserve"> ! </w:t>
      </w:r>
      <w:r w:rsidR="00530790" w:rsidRPr="005D5566">
        <w:t>reprit la mère</w:t>
      </w:r>
      <w:r>
        <w:t xml:space="preserve">. </w:t>
      </w:r>
      <w:r w:rsidR="00530790" w:rsidRPr="005D5566">
        <w:t>On voyait du coup que c</w:t>
      </w:r>
      <w:r>
        <w:t>’</w:t>
      </w:r>
      <w:r w:rsidR="00530790" w:rsidRPr="005D5566">
        <w:t>était une canaille</w:t>
      </w:r>
      <w:r>
        <w:t>…</w:t>
      </w:r>
    </w:p>
    <w:p w14:paraId="725BBE6A" w14:textId="77777777" w:rsidR="001C0413" w:rsidRDefault="001C0413" w:rsidP="001C0413">
      <w:r>
        <w:t>— </w:t>
      </w:r>
      <w:r w:rsidR="00530790" w:rsidRPr="005D5566">
        <w:t>On dirait que ce ne sont plus des hommes</w:t>
      </w:r>
      <w:r>
        <w:t xml:space="preserve">, </w:t>
      </w:r>
      <w:r w:rsidR="00530790" w:rsidRPr="005D5566">
        <w:t>mais des marteaux</w:t>
      </w:r>
      <w:r>
        <w:t xml:space="preserve">, </w:t>
      </w:r>
      <w:r w:rsidR="00530790" w:rsidRPr="005D5566">
        <w:t>des instruments pour assourdir le peu</w:t>
      </w:r>
      <w:r w:rsidR="00530790" w:rsidRPr="005D5566">
        <w:rPr>
          <w:bCs/>
        </w:rPr>
        <w:t>ple</w:t>
      </w:r>
      <w:r>
        <w:rPr>
          <w:bCs/>
        </w:rPr>
        <w:t xml:space="preserve">. </w:t>
      </w:r>
      <w:r w:rsidR="00530790" w:rsidRPr="005D5566">
        <w:rPr>
          <w:bCs/>
        </w:rPr>
        <w:t xml:space="preserve">Ils </w:t>
      </w:r>
      <w:r w:rsidR="00530790" w:rsidRPr="005D5566">
        <w:lastRenderedPageBreak/>
        <w:t xml:space="preserve">servent à nous façonner pour que nous soyons </w:t>
      </w:r>
      <w:r w:rsidR="00530790" w:rsidRPr="005D5566">
        <w:rPr>
          <w:bCs/>
        </w:rPr>
        <w:t>d</w:t>
      </w:r>
      <w:r>
        <w:t>’</w:t>
      </w:r>
      <w:r w:rsidR="00530790" w:rsidRPr="005D5566">
        <w:t xml:space="preserve">un usage plus facile pour </w:t>
      </w:r>
      <w:r w:rsidR="00530790" w:rsidRPr="005D5566">
        <w:rPr>
          <w:bCs/>
        </w:rPr>
        <w:t xml:space="preserve">le </w:t>
      </w:r>
      <w:r w:rsidR="00530790" w:rsidRPr="005D5566">
        <w:t>gouvernement</w:t>
      </w:r>
      <w:r>
        <w:t xml:space="preserve">. </w:t>
      </w:r>
      <w:r w:rsidR="00530790" w:rsidRPr="005D5566">
        <w:t>Ils ont été eux-mêmes accommodés à la main qui nous dirige</w:t>
      </w:r>
      <w:r>
        <w:t xml:space="preserve"> ; </w:t>
      </w:r>
      <w:r w:rsidR="00530790" w:rsidRPr="005D5566">
        <w:rPr>
          <w:bCs/>
        </w:rPr>
        <w:t xml:space="preserve">ils </w:t>
      </w:r>
      <w:r w:rsidR="00530790" w:rsidRPr="005D5566">
        <w:t>peuvent faire tout ce qu</w:t>
      </w:r>
      <w:r>
        <w:t>’</w:t>
      </w:r>
      <w:r w:rsidR="00530790" w:rsidRPr="005D5566">
        <w:t>on leur ordonne</w:t>
      </w:r>
      <w:r>
        <w:t xml:space="preserve">, </w:t>
      </w:r>
      <w:r w:rsidR="00530790" w:rsidRPr="005D5566">
        <w:t>sans réfléchir</w:t>
      </w:r>
      <w:r>
        <w:t xml:space="preserve">, </w:t>
      </w:r>
      <w:r w:rsidR="00530790" w:rsidRPr="005D5566">
        <w:t>sans demander pourquoi</w:t>
      </w:r>
      <w:r>
        <w:t>.</w:t>
      </w:r>
    </w:p>
    <w:p w14:paraId="04A5E9B2" w14:textId="77777777" w:rsidR="001C0413" w:rsidRDefault="001C0413" w:rsidP="001C0413">
      <w:pPr>
        <w:rPr>
          <w:bCs/>
        </w:rPr>
      </w:pPr>
      <w:r>
        <w:t>— </w:t>
      </w:r>
      <w:r w:rsidR="00530790" w:rsidRPr="005D5566">
        <w:t xml:space="preserve">Quel </w:t>
      </w:r>
      <w:r w:rsidR="00530790" w:rsidRPr="005D5566">
        <w:rPr>
          <w:bCs/>
        </w:rPr>
        <w:t>ventre il a</w:t>
      </w:r>
      <w:r>
        <w:rPr>
          <w:bCs/>
        </w:rPr>
        <w:t> !</w:t>
      </w:r>
    </w:p>
    <w:p w14:paraId="4CD491A3" w14:textId="77777777" w:rsidR="001C0413" w:rsidRDefault="001C0413" w:rsidP="001C0413">
      <w:pPr>
        <w:rPr>
          <w:bCs/>
        </w:rPr>
      </w:pPr>
      <w:r>
        <w:t>— </w:t>
      </w:r>
      <w:r w:rsidR="00530790" w:rsidRPr="005D5566">
        <w:t>Oui</w:t>
      </w:r>
      <w:r>
        <w:t xml:space="preserve"> !… </w:t>
      </w:r>
      <w:r w:rsidR="00530790" w:rsidRPr="005D5566">
        <w:t xml:space="preserve">Plus le ventre </w:t>
      </w:r>
      <w:r w:rsidR="00530790" w:rsidRPr="005D5566">
        <w:rPr>
          <w:bCs/>
        </w:rPr>
        <w:t xml:space="preserve">est </w:t>
      </w:r>
      <w:r w:rsidR="00530790" w:rsidRPr="005D5566">
        <w:t>plein</w:t>
      </w:r>
      <w:r>
        <w:t xml:space="preserve">, </w:t>
      </w:r>
      <w:r w:rsidR="00530790" w:rsidRPr="005D5566">
        <w:rPr>
          <w:bCs/>
        </w:rPr>
        <w:t>plus l</w:t>
      </w:r>
      <w:r>
        <w:rPr>
          <w:bCs/>
        </w:rPr>
        <w:t>’</w:t>
      </w:r>
      <w:r w:rsidR="00530790" w:rsidRPr="005D5566">
        <w:rPr>
          <w:bCs/>
        </w:rPr>
        <w:t>â</w:t>
      </w:r>
      <w:r w:rsidR="00530790" w:rsidRPr="005D5566">
        <w:t xml:space="preserve">me est </w:t>
      </w:r>
      <w:r w:rsidR="00530790" w:rsidRPr="005D5566">
        <w:rPr>
          <w:bCs/>
        </w:rPr>
        <w:t>vile</w:t>
      </w:r>
      <w:r>
        <w:rPr>
          <w:bCs/>
        </w:rPr>
        <w:t>…</w:t>
      </w:r>
    </w:p>
    <w:p w14:paraId="6EE8E7D8" w14:textId="77777777" w:rsidR="001C0413" w:rsidRDefault="001C0413" w:rsidP="001C0413">
      <w:r>
        <w:t xml:space="preserve">… </w:t>
      </w:r>
      <w:r w:rsidR="00530790" w:rsidRPr="005D5566">
        <w:t>Enfin</w:t>
      </w:r>
      <w:r>
        <w:t xml:space="preserve">, </w:t>
      </w:r>
      <w:r w:rsidR="00530790" w:rsidRPr="005D5566">
        <w:rPr>
          <w:bCs/>
        </w:rPr>
        <w:t>l</w:t>
      </w:r>
      <w:r>
        <w:rPr>
          <w:bCs/>
        </w:rPr>
        <w:t>’</w:t>
      </w:r>
      <w:r w:rsidR="00530790" w:rsidRPr="005D5566">
        <w:rPr>
          <w:bCs/>
        </w:rPr>
        <w:t xml:space="preserve">autorisation </w:t>
      </w:r>
      <w:r w:rsidR="00530790" w:rsidRPr="005D5566">
        <w:t>fut accordée à Pélaguée</w:t>
      </w:r>
      <w:r>
        <w:t xml:space="preserve">. </w:t>
      </w:r>
      <w:r w:rsidR="00530790" w:rsidRPr="005D5566">
        <w:t>Le dimanche venu</w:t>
      </w:r>
      <w:r>
        <w:t xml:space="preserve">, </w:t>
      </w:r>
      <w:r w:rsidR="00530790" w:rsidRPr="005D5566">
        <w:t xml:space="preserve">elle se rendit au greffe de la </w:t>
      </w:r>
      <w:r w:rsidR="00530790" w:rsidRPr="005D5566">
        <w:rPr>
          <w:bCs/>
        </w:rPr>
        <w:t xml:space="preserve">prison </w:t>
      </w:r>
      <w:r w:rsidR="00530790" w:rsidRPr="005D5566">
        <w:t xml:space="preserve">et </w:t>
      </w:r>
      <w:r w:rsidR="00530790" w:rsidRPr="005D5566">
        <w:rPr>
          <w:bCs/>
        </w:rPr>
        <w:t>s</w:t>
      </w:r>
      <w:r>
        <w:rPr>
          <w:bCs/>
        </w:rPr>
        <w:t>’</w:t>
      </w:r>
      <w:r w:rsidR="00530790" w:rsidRPr="005D5566">
        <w:rPr>
          <w:bCs/>
        </w:rPr>
        <w:t xml:space="preserve">assit modestement </w:t>
      </w:r>
      <w:r w:rsidR="00530790" w:rsidRPr="005D5566">
        <w:t>dans un coin</w:t>
      </w:r>
      <w:r>
        <w:t xml:space="preserve">. </w:t>
      </w:r>
      <w:r w:rsidR="00530790" w:rsidRPr="005D5566">
        <w:t xml:space="preserve">Il y avait </w:t>
      </w:r>
      <w:r w:rsidR="00530790" w:rsidRPr="005D5566">
        <w:rPr>
          <w:bCs/>
        </w:rPr>
        <w:t>d</w:t>
      </w:r>
      <w:r>
        <w:rPr>
          <w:bCs/>
        </w:rPr>
        <w:t>’</w:t>
      </w:r>
      <w:r w:rsidR="00530790" w:rsidRPr="005D5566">
        <w:rPr>
          <w:bCs/>
        </w:rPr>
        <w:t xml:space="preserve">autres </w:t>
      </w:r>
      <w:r w:rsidR="00530790" w:rsidRPr="005D5566">
        <w:t xml:space="preserve">visiteurs dans la pièce </w:t>
      </w:r>
      <w:r w:rsidR="00530790" w:rsidRPr="005D5566">
        <w:rPr>
          <w:bCs/>
        </w:rPr>
        <w:t xml:space="preserve">étroite et </w:t>
      </w:r>
      <w:r w:rsidR="00530790" w:rsidRPr="005D5566">
        <w:t>sale</w:t>
      </w:r>
      <w:r>
        <w:t xml:space="preserve">, </w:t>
      </w:r>
      <w:r w:rsidR="00530790" w:rsidRPr="005D5566">
        <w:t>au plafond bas</w:t>
      </w:r>
      <w:r>
        <w:t xml:space="preserve">. </w:t>
      </w:r>
      <w:r w:rsidR="00530790" w:rsidRPr="005D5566">
        <w:t>Sans doute</w:t>
      </w:r>
      <w:r>
        <w:t xml:space="preserve">, </w:t>
      </w:r>
      <w:r w:rsidR="00530790" w:rsidRPr="005D5566">
        <w:t>ce n</w:t>
      </w:r>
      <w:r>
        <w:t>’</w:t>
      </w:r>
      <w:r w:rsidR="00530790" w:rsidRPr="005D5566">
        <w:t>était pas la première fois qu</w:t>
      </w:r>
      <w:r>
        <w:t>’</w:t>
      </w:r>
      <w:r w:rsidR="00530790" w:rsidRPr="005D5566">
        <w:t>ils étaient là</w:t>
      </w:r>
      <w:r>
        <w:t xml:space="preserve"> ; </w:t>
      </w:r>
      <w:r w:rsidR="00530790" w:rsidRPr="005D5566">
        <w:t>ils se connaissaient entre eux</w:t>
      </w:r>
      <w:r>
        <w:t xml:space="preserve">. </w:t>
      </w:r>
      <w:r w:rsidR="00530790" w:rsidRPr="005D5566">
        <w:t>La conversation se traînait lentement</w:t>
      </w:r>
      <w:r>
        <w:t xml:space="preserve">, </w:t>
      </w:r>
      <w:r w:rsidR="00530790" w:rsidRPr="005D5566">
        <w:t>à voix basse</w:t>
      </w:r>
      <w:r>
        <w:t>.</w:t>
      </w:r>
    </w:p>
    <w:p w14:paraId="1601289D" w14:textId="77777777" w:rsidR="001C0413" w:rsidRDefault="001C0413" w:rsidP="001C0413">
      <w:r>
        <w:t>— </w:t>
      </w:r>
      <w:r w:rsidR="00530790" w:rsidRPr="005D5566">
        <w:t>Vous savez</w:t>
      </w:r>
      <w:r>
        <w:t xml:space="preserve"> ? </w:t>
      </w:r>
      <w:r w:rsidR="00530790" w:rsidRPr="005D5566">
        <w:t xml:space="preserve">disait </w:t>
      </w:r>
      <w:r w:rsidR="00530790" w:rsidRPr="005D5566">
        <w:rPr>
          <w:bCs/>
        </w:rPr>
        <w:t xml:space="preserve">une </w:t>
      </w:r>
      <w:r w:rsidR="00530790" w:rsidRPr="005D5566">
        <w:t>grosse femme au visage flétri</w:t>
      </w:r>
      <w:r>
        <w:t xml:space="preserve">, </w:t>
      </w:r>
      <w:r w:rsidR="00530790" w:rsidRPr="005D5566">
        <w:t>avec une valise sur les genoux</w:t>
      </w:r>
      <w:r>
        <w:t xml:space="preserve">, </w:t>
      </w:r>
      <w:r w:rsidR="00530790" w:rsidRPr="005D5566">
        <w:t>ce matin à la première messe</w:t>
      </w:r>
      <w:r>
        <w:t xml:space="preserve">, </w:t>
      </w:r>
      <w:r w:rsidR="00530790" w:rsidRPr="005D5566">
        <w:t>le maître de chapelle de la cathédrale a de nouveau presque arraché une oreille à un enfant de chœur</w:t>
      </w:r>
      <w:r>
        <w:t>.</w:t>
      </w:r>
    </w:p>
    <w:p w14:paraId="54EDC3E0" w14:textId="77777777" w:rsidR="001C0413" w:rsidRDefault="00530790" w:rsidP="001C0413">
      <w:r w:rsidRPr="005D5566">
        <w:t>Un individu d</w:t>
      </w:r>
      <w:r w:rsidR="001C0413">
        <w:t>’</w:t>
      </w:r>
      <w:r w:rsidRPr="005D5566">
        <w:t>âge mur</w:t>
      </w:r>
      <w:r w:rsidR="001C0413">
        <w:t xml:space="preserve">, </w:t>
      </w:r>
      <w:r w:rsidRPr="005D5566">
        <w:t>vêtu d</w:t>
      </w:r>
      <w:r w:rsidR="001C0413">
        <w:t>’</w:t>
      </w:r>
      <w:r w:rsidRPr="005D5566">
        <w:t>un uniforme de soldat</w:t>
      </w:r>
      <w:r w:rsidR="001C0413">
        <w:t xml:space="preserve">, </w:t>
      </w:r>
      <w:r w:rsidRPr="005D5566">
        <w:t>retraité</w:t>
      </w:r>
      <w:r w:rsidR="001C0413">
        <w:t xml:space="preserve">, </w:t>
      </w:r>
      <w:r w:rsidRPr="005D5566">
        <w:t>toussa avec bruit et répliqua</w:t>
      </w:r>
      <w:r w:rsidR="001C0413">
        <w:t> :</w:t>
      </w:r>
    </w:p>
    <w:p w14:paraId="16FFA10C" w14:textId="77777777" w:rsidR="001C0413" w:rsidRDefault="001C0413" w:rsidP="001C0413">
      <w:r>
        <w:t>— </w:t>
      </w:r>
      <w:r w:rsidR="00530790" w:rsidRPr="005D5566">
        <w:t>Ces enfants de chœur sont de tels polissons</w:t>
      </w:r>
      <w:r>
        <w:t> !…</w:t>
      </w:r>
    </w:p>
    <w:p w14:paraId="7F58DE57" w14:textId="77777777" w:rsidR="001C0413" w:rsidRDefault="00530790" w:rsidP="001C0413">
      <w:r w:rsidRPr="005D5566">
        <w:t>Un petit bonhomme chauve</w:t>
      </w:r>
      <w:r w:rsidR="001C0413">
        <w:t xml:space="preserve">, </w:t>
      </w:r>
      <w:r w:rsidRPr="005D5566">
        <w:t>aux jambes courtes</w:t>
      </w:r>
      <w:r w:rsidR="001C0413">
        <w:t xml:space="preserve">, </w:t>
      </w:r>
      <w:r w:rsidRPr="005D5566">
        <w:t>aux longs bras</w:t>
      </w:r>
      <w:r w:rsidR="001C0413">
        <w:t xml:space="preserve">, </w:t>
      </w:r>
      <w:r w:rsidRPr="005D5566">
        <w:t>à la mâchoire proéminente</w:t>
      </w:r>
      <w:r w:rsidR="001C0413">
        <w:t xml:space="preserve">, </w:t>
      </w:r>
      <w:r w:rsidRPr="005D5566">
        <w:t>arpentait la pièce d</w:t>
      </w:r>
      <w:r w:rsidR="001C0413">
        <w:t>’</w:t>
      </w:r>
      <w:r w:rsidRPr="005D5566">
        <w:t>un air affairé</w:t>
      </w:r>
      <w:r w:rsidR="001C0413">
        <w:t xml:space="preserve">. </w:t>
      </w:r>
      <w:r w:rsidRPr="005D5566">
        <w:t>Sans s</w:t>
      </w:r>
      <w:r w:rsidR="001C0413">
        <w:t>’</w:t>
      </w:r>
      <w:r w:rsidRPr="005D5566">
        <w:t>arrêter</w:t>
      </w:r>
      <w:r w:rsidR="001C0413">
        <w:t xml:space="preserve">, </w:t>
      </w:r>
      <w:r w:rsidRPr="005D5566">
        <w:t>il disait d</w:t>
      </w:r>
      <w:r w:rsidR="001C0413">
        <w:t>’</w:t>
      </w:r>
      <w:r w:rsidRPr="005D5566">
        <w:t>une voix inquiète</w:t>
      </w:r>
      <w:r w:rsidR="001C0413">
        <w:t> :</w:t>
      </w:r>
    </w:p>
    <w:p w14:paraId="0A89B6A0" w14:textId="77777777" w:rsidR="001C0413" w:rsidRDefault="001C0413" w:rsidP="001C0413">
      <w:r>
        <w:t>— </w:t>
      </w:r>
      <w:r w:rsidR="00530790" w:rsidRPr="005D5566">
        <w:t>La vie devient plus chère</w:t>
      </w:r>
      <w:r>
        <w:t xml:space="preserve">, </w:t>
      </w:r>
      <w:r w:rsidR="00530790" w:rsidRPr="005D5566">
        <w:t>c</w:t>
      </w:r>
      <w:r>
        <w:t>’</w:t>
      </w:r>
      <w:r w:rsidR="00530790" w:rsidRPr="005D5566">
        <w:t>est pourquoi les hommes sont pires que jamais</w:t>
      </w:r>
      <w:r>
        <w:t xml:space="preserve">… </w:t>
      </w:r>
      <w:r w:rsidR="00530790" w:rsidRPr="005D5566">
        <w:rPr>
          <w:bCs/>
        </w:rPr>
        <w:t xml:space="preserve">Le bœuf </w:t>
      </w:r>
      <w:r w:rsidR="00530790" w:rsidRPr="005D5566">
        <w:t>de seconde qualité coûte quatorze kopeks la livre</w:t>
      </w:r>
      <w:r>
        <w:t xml:space="preserve">, </w:t>
      </w:r>
      <w:r w:rsidR="00530790" w:rsidRPr="005D5566">
        <w:t>le pain deux kopeks et demi</w:t>
      </w:r>
      <w:r>
        <w:t>…</w:t>
      </w:r>
    </w:p>
    <w:p w14:paraId="22E518AA" w14:textId="77777777" w:rsidR="001C0413" w:rsidRDefault="00530790" w:rsidP="001C0413">
      <w:r w:rsidRPr="005D5566">
        <w:t>Parfois entraient des prisonniers vêtus de gris et chaussés de gros souliers de cuir</w:t>
      </w:r>
      <w:r w:rsidR="001C0413">
        <w:t xml:space="preserve">. </w:t>
      </w:r>
      <w:r w:rsidRPr="005D5566">
        <w:t xml:space="preserve">Quand ils pénétraient dans la pièce à </w:t>
      </w:r>
      <w:r w:rsidRPr="005D5566">
        <w:lastRenderedPageBreak/>
        <w:t>demi obscure</w:t>
      </w:r>
      <w:r w:rsidR="001C0413">
        <w:t xml:space="preserve">, </w:t>
      </w:r>
      <w:r w:rsidRPr="005D5566">
        <w:t>leurs yeux papillotaient</w:t>
      </w:r>
      <w:r w:rsidR="001C0413">
        <w:t xml:space="preserve">. </w:t>
      </w:r>
      <w:r w:rsidRPr="005D5566">
        <w:t>L</w:t>
      </w:r>
      <w:r w:rsidR="001C0413">
        <w:t>’</w:t>
      </w:r>
      <w:r w:rsidRPr="005D5566">
        <w:t>un d</w:t>
      </w:r>
      <w:r w:rsidR="001C0413">
        <w:t>’</w:t>
      </w:r>
      <w:r w:rsidRPr="005D5566">
        <w:t>eux avait des chaînes au pied</w:t>
      </w:r>
      <w:r w:rsidR="001C0413">
        <w:t>.</w:t>
      </w:r>
    </w:p>
    <w:p w14:paraId="16E5F62F" w14:textId="77777777" w:rsidR="001C0413" w:rsidRDefault="00530790" w:rsidP="001C0413">
      <w:r w:rsidRPr="005D5566">
        <w:t>Il semblait que les visiteurs étaient habitués depuis longtemps à ce spectacle</w:t>
      </w:r>
      <w:r w:rsidR="001C0413">
        <w:t xml:space="preserve">, </w:t>
      </w:r>
      <w:r w:rsidRPr="005D5566">
        <w:t>qu</w:t>
      </w:r>
      <w:r w:rsidR="001C0413">
        <w:t>’</w:t>
      </w:r>
      <w:r w:rsidRPr="005D5566">
        <w:t>ils s</w:t>
      </w:r>
      <w:r w:rsidR="001C0413">
        <w:t>’</w:t>
      </w:r>
      <w:r w:rsidRPr="005D5566">
        <w:t>étaient résignés à la situation</w:t>
      </w:r>
      <w:r w:rsidR="001C0413">
        <w:t xml:space="preserve"> ; </w:t>
      </w:r>
      <w:r w:rsidRPr="005D5566">
        <w:t>les uns restaient assis</w:t>
      </w:r>
      <w:r w:rsidR="001C0413">
        <w:t xml:space="preserve">, </w:t>
      </w:r>
      <w:r w:rsidRPr="005D5566">
        <w:t>les autres montaient la garde</w:t>
      </w:r>
      <w:r w:rsidR="001C0413">
        <w:t xml:space="preserve">, </w:t>
      </w:r>
      <w:r w:rsidRPr="005D5566">
        <w:t>d</w:t>
      </w:r>
      <w:r w:rsidR="001C0413">
        <w:t>’</w:t>
      </w:r>
      <w:r w:rsidRPr="005D5566">
        <w:t>autres encore s</w:t>
      </w:r>
      <w:r w:rsidR="001C0413">
        <w:t>’</w:t>
      </w:r>
      <w:r w:rsidRPr="005D5566">
        <w:t>adressaient aux prisonniers d</w:t>
      </w:r>
      <w:r w:rsidR="001C0413">
        <w:t>’</w:t>
      </w:r>
      <w:r w:rsidRPr="005D5566">
        <w:t>un ton de lassitude</w:t>
      </w:r>
      <w:r w:rsidR="001C0413">
        <w:t xml:space="preserve">. </w:t>
      </w:r>
      <w:r w:rsidRPr="005D5566">
        <w:t>Le cœur de la mère tremblait d</w:t>
      </w:r>
      <w:r w:rsidR="001C0413">
        <w:t>’</w:t>
      </w:r>
      <w:r w:rsidRPr="005D5566">
        <w:t>impatience</w:t>
      </w:r>
      <w:r w:rsidR="001C0413">
        <w:t xml:space="preserve"> ; </w:t>
      </w:r>
      <w:r w:rsidRPr="005D5566">
        <w:t>elle regardait avec perplexité tout et qui l</w:t>
      </w:r>
      <w:r w:rsidR="001C0413">
        <w:t>’</w:t>
      </w:r>
      <w:r w:rsidRPr="005D5566">
        <w:t>entourait</w:t>
      </w:r>
      <w:r w:rsidR="001C0413">
        <w:t xml:space="preserve">, </w:t>
      </w:r>
      <w:r w:rsidRPr="005D5566">
        <w:t>et la pénible simplicité de la vie l</w:t>
      </w:r>
      <w:r w:rsidR="001C0413">
        <w:t>’</w:t>
      </w:r>
      <w:r w:rsidRPr="005D5566">
        <w:t>étonnait</w:t>
      </w:r>
      <w:r w:rsidR="001C0413">
        <w:t>.</w:t>
      </w:r>
    </w:p>
    <w:p w14:paraId="29E20814" w14:textId="77777777" w:rsidR="001C0413" w:rsidRDefault="00530790" w:rsidP="001C0413">
      <w:r w:rsidRPr="005D5566">
        <w:t>À côté d</w:t>
      </w:r>
      <w:r w:rsidR="001C0413">
        <w:t>’</w:t>
      </w:r>
      <w:r w:rsidRPr="005D5566">
        <w:t>elle se trouvait une petite vieille aux joues ridées et aux yeux jaunes</w:t>
      </w:r>
      <w:r w:rsidR="001C0413">
        <w:t xml:space="preserve">. </w:t>
      </w:r>
      <w:r w:rsidRPr="005D5566">
        <w:t>Elle prêtait l</w:t>
      </w:r>
      <w:r w:rsidR="001C0413">
        <w:t>’</w:t>
      </w:r>
      <w:r w:rsidRPr="005D5566">
        <w:t>oreille à la conversation</w:t>
      </w:r>
      <w:r w:rsidR="001C0413">
        <w:t xml:space="preserve">, </w:t>
      </w:r>
      <w:r w:rsidRPr="005D5566">
        <w:t>tendait son cou mince et dévisageait tout le monde d</w:t>
      </w:r>
      <w:r w:rsidR="001C0413">
        <w:t>’</w:t>
      </w:r>
      <w:r w:rsidRPr="005D5566">
        <w:t>un air étrangement irascible</w:t>
      </w:r>
      <w:r w:rsidR="001C0413">
        <w:t>.</w:t>
      </w:r>
    </w:p>
    <w:p w14:paraId="0232B3F6" w14:textId="77777777" w:rsidR="001C0413" w:rsidRDefault="001C0413" w:rsidP="001C0413">
      <w:r>
        <w:t>— </w:t>
      </w:r>
      <w:r w:rsidR="00530790" w:rsidRPr="005D5566">
        <w:t>Qui avez-vous ici</w:t>
      </w:r>
      <w:r>
        <w:t xml:space="preserve"> ? </w:t>
      </w:r>
      <w:r w:rsidR="00530790" w:rsidRPr="005D5566">
        <w:t>lui demanda doucement la mère</w:t>
      </w:r>
      <w:r>
        <w:t>.</w:t>
      </w:r>
    </w:p>
    <w:p w14:paraId="0D616130" w14:textId="77777777" w:rsidR="001C0413" w:rsidRDefault="001C0413" w:rsidP="001C0413">
      <w:r>
        <w:t>— </w:t>
      </w:r>
      <w:r w:rsidR="00530790" w:rsidRPr="005D5566">
        <w:t>Mon fils</w:t>
      </w:r>
      <w:r>
        <w:t xml:space="preserve">, </w:t>
      </w:r>
      <w:r w:rsidR="00530790" w:rsidRPr="005D5566">
        <w:t>un étudiant</w:t>
      </w:r>
      <w:r>
        <w:t xml:space="preserve"> ! </w:t>
      </w:r>
      <w:r w:rsidR="00530790" w:rsidRPr="005D5566">
        <w:t>répondit la vieille d</w:t>
      </w:r>
      <w:r>
        <w:t>’</w:t>
      </w:r>
      <w:r w:rsidR="00530790" w:rsidRPr="005D5566">
        <w:t>une voix sonore</w:t>
      </w:r>
      <w:r>
        <w:t xml:space="preserve">. </w:t>
      </w:r>
      <w:r w:rsidR="00530790" w:rsidRPr="005D5566">
        <w:t>Et vous</w:t>
      </w:r>
      <w:r>
        <w:t> ?</w:t>
      </w:r>
    </w:p>
    <w:p w14:paraId="2C258ABB" w14:textId="77777777" w:rsidR="001C0413" w:rsidRDefault="001C0413" w:rsidP="001C0413">
      <w:r>
        <w:t>— </w:t>
      </w:r>
      <w:r w:rsidR="00530790" w:rsidRPr="005D5566">
        <w:t>Mon enfant aussi</w:t>
      </w:r>
      <w:r>
        <w:t xml:space="preserve">, </w:t>
      </w:r>
      <w:r w:rsidR="00530790" w:rsidRPr="005D5566">
        <w:t>un ouvrier</w:t>
      </w:r>
      <w:r>
        <w:t>.</w:t>
      </w:r>
    </w:p>
    <w:p w14:paraId="5E177604" w14:textId="77777777" w:rsidR="001C0413" w:rsidRDefault="001C0413" w:rsidP="001C0413">
      <w:pPr>
        <w:rPr>
          <w:i/>
          <w:iCs/>
        </w:rPr>
      </w:pPr>
      <w:r>
        <w:t>— </w:t>
      </w:r>
      <w:r w:rsidR="00530790" w:rsidRPr="005D5566">
        <w:t>Comment s</w:t>
      </w:r>
      <w:r>
        <w:t>’</w:t>
      </w:r>
      <w:r w:rsidR="00530790" w:rsidRPr="005D5566">
        <w:t>appelle-t-il</w:t>
      </w:r>
      <w:r>
        <w:rPr>
          <w:i/>
          <w:iCs/>
        </w:rPr>
        <w:t> ?</w:t>
      </w:r>
    </w:p>
    <w:p w14:paraId="2EF7897B" w14:textId="77777777" w:rsidR="001C0413" w:rsidRDefault="001C0413" w:rsidP="001C0413">
      <w:r>
        <w:t>— </w:t>
      </w:r>
      <w:r w:rsidR="00530790" w:rsidRPr="005D5566">
        <w:t>Vlassov</w:t>
      </w:r>
      <w:r>
        <w:t>.</w:t>
      </w:r>
    </w:p>
    <w:p w14:paraId="72379924" w14:textId="77777777" w:rsidR="001C0413" w:rsidRDefault="001C0413" w:rsidP="001C0413">
      <w:r>
        <w:t>— </w:t>
      </w:r>
      <w:r w:rsidR="00530790" w:rsidRPr="005D5566">
        <w:t>Je ne le connais pas</w:t>
      </w:r>
      <w:r>
        <w:t xml:space="preserve">. </w:t>
      </w:r>
      <w:r w:rsidR="00530790" w:rsidRPr="005D5566">
        <w:t>Il est là depuis longtemps</w:t>
      </w:r>
      <w:r>
        <w:t> ?</w:t>
      </w:r>
    </w:p>
    <w:p w14:paraId="0B693907" w14:textId="77777777" w:rsidR="001C0413" w:rsidRDefault="001C0413" w:rsidP="001C0413">
      <w:pPr>
        <w:rPr>
          <w:rFonts w:eastAsia="Georgia" w:cs="Georgia"/>
        </w:rPr>
      </w:pPr>
      <w:r>
        <w:t>— </w:t>
      </w:r>
      <w:r w:rsidR="00530790" w:rsidRPr="005D5566">
        <w:t>Sept semaines</w:t>
      </w:r>
      <w:r>
        <w:rPr>
          <w:rFonts w:eastAsia="Georgia" w:cs="Georgia"/>
        </w:rPr>
        <w:t>…</w:t>
      </w:r>
    </w:p>
    <w:p w14:paraId="2797D776" w14:textId="77777777" w:rsidR="001C0413" w:rsidRDefault="001C0413" w:rsidP="001C0413">
      <w:r>
        <w:rPr>
          <w:rFonts w:eastAsia="Georgia"/>
        </w:rPr>
        <w:t>— </w:t>
      </w:r>
      <w:r w:rsidR="00530790" w:rsidRPr="005D5566">
        <w:t>Et le mien depuis dix mois</w:t>
      </w:r>
      <w:r>
        <w:t xml:space="preserve"> ! </w:t>
      </w:r>
      <w:r w:rsidR="00530790" w:rsidRPr="005D5566">
        <w:t>dit la vieille</w:t>
      </w:r>
      <w:r>
        <w:t>.</w:t>
      </w:r>
    </w:p>
    <w:p w14:paraId="13B8E714" w14:textId="77777777" w:rsidR="001C0413" w:rsidRDefault="00530790" w:rsidP="001C0413">
      <w:r w:rsidRPr="005D5566">
        <w:t>Et Pélaguée entendit tinter dans sa voix quelque chose qui ressemblait à de la fierté</w:t>
      </w:r>
      <w:r w:rsidR="001C0413">
        <w:t>.</w:t>
      </w:r>
    </w:p>
    <w:p w14:paraId="1E939615" w14:textId="77777777" w:rsidR="001C0413" w:rsidRDefault="00530790" w:rsidP="001C0413">
      <w:r w:rsidRPr="005D5566">
        <w:t>Une dame de haute taille</w:t>
      </w:r>
      <w:r w:rsidR="001C0413">
        <w:t xml:space="preserve">, </w:t>
      </w:r>
      <w:r w:rsidRPr="005D5566">
        <w:t>vêtue de noir</w:t>
      </w:r>
      <w:r w:rsidR="001C0413">
        <w:t xml:space="preserve">, </w:t>
      </w:r>
      <w:r w:rsidRPr="005D5566">
        <w:t>à la figure longue et pâle dit lentement</w:t>
      </w:r>
      <w:r w:rsidR="001C0413">
        <w:t> :</w:t>
      </w:r>
    </w:p>
    <w:p w14:paraId="2DE37EBF" w14:textId="77777777" w:rsidR="001C0413" w:rsidRDefault="001C0413" w:rsidP="001C0413">
      <w:r>
        <w:lastRenderedPageBreak/>
        <w:t>— </w:t>
      </w:r>
      <w:r w:rsidR="00530790" w:rsidRPr="005D5566">
        <w:t>Bientôt on mettra tous les gens honorables en prison</w:t>
      </w:r>
      <w:r>
        <w:t xml:space="preserve">… </w:t>
      </w:r>
      <w:r w:rsidR="00530790" w:rsidRPr="005D5566">
        <w:t>On ne peut plus les supporter</w:t>
      </w:r>
      <w:r>
        <w:t>.</w:t>
      </w:r>
    </w:p>
    <w:p w14:paraId="1C845F7B" w14:textId="77777777" w:rsidR="001C0413" w:rsidRDefault="001C0413" w:rsidP="001C0413">
      <w:r>
        <w:t>— </w:t>
      </w:r>
      <w:r w:rsidR="00530790" w:rsidRPr="005D5566">
        <w:t>Oui</w:t>
      </w:r>
      <w:r>
        <w:t xml:space="preserve">, </w:t>
      </w:r>
      <w:r w:rsidR="00530790" w:rsidRPr="005D5566">
        <w:t>oui</w:t>
      </w:r>
      <w:r>
        <w:t xml:space="preserve">, </w:t>
      </w:r>
      <w:r w:rsidR="00530790" w:rsidRPr="005D5566">
        <w:t>répliqua le vieillard chauve</w:t>
      </w:r>
      <w:r>
        <w:t xml:space="preserve">. </w:t>
      </w:r>
      <w:r w:rsidR="00530790" w:rsidRPr="005D5566">
        <w:t>La patience manque</w:t>
      </w:r>
      <w:r>
        <w:t xml:space="preserve">. </w:t>
      </w:r>
      <w:r w:rsidR="00530790" w:rsidRPr="005D5566">
        <w:t>Tout le monde se fâche et crie et tout augmente de prix</w:t>
      </w:r>
      <w:r>
        <w:t xml:space="preserve">… </w:t>
      </w:r>
      <w:r w:rsidR="00530790" w:rsidRPr="005D5566">
        <w:t>et les gens diminuent de valeur en</w:t>
      </w:r>
      <w:r w:rsidR="00530790" w:rsidRPr="005D5566">
        <w:rPr>
          <w:bCs/>
        </w:rPr>
        <w:t xml:space="preserve"> conséquence</w:t>
      </w:r>
      <w:r>
        <w:rPr>
          <w:bCs/>
        </w:rPr>
        <w:t xml:space="preserve">… </w:t>
      </w:r>
      <w:r w:rsidR="00530790" w:rsidRPr="005D5566">
        <w:t>On n</w:t>
      </w:r>
      <w:r>
        <w:t>’</w:t>
      </w:r>
      <w:r w:rsidR="00530790" w:rsidRPr="005D5566">
        <w:t>entend aucune voix conciliante</w:t>
      </w:r>
      <w:r>
        <w:t>…</w:t>
      </w:r>
    </w:p>
    <w:p w14:paraId="15996F63" w14:textId="77777777" w:rsidR="001C0413" w:rsidRDefault="001C0413" w:rsidP="001C0413">
      <w:r>
        <w:t>— </w:t>
      </w:r>
      <w:r w:rsidR="00530790" w:rsidRPr="005D5566">
        <w:t>C</w:t>
      </w:r>
      <w:r>
        <w:t>’</w:t>
      </w:r>
      <w:r w:rsidR="00530790" w:rsidRPr="005D5566">
        <w:t>est parfaitement exact</w:t>
      </w:r>
      <w:r>
        <w:t xml:space="preserve"> ! </w:t>
      </w:r>
      <w:r w:rsidR="00530790" w:rsidRPr="005D5566">
        <w:t>dit le militaire</w:t>
      </w:r>
      <w:r>
        <w:t xml:space="preserve">. </w:t>
      </w:r>
      <w:r w:rsidR="00530790" w:rsidRPr="005D5566">
        <w:t>Quelle horreur</w:t>
      </w:r>
      <w:r>
        <w:t xml:space="preserve"> ! </w:t>
      </w:r>
      <w:r w:rsidR="00530790" w:rsidRPr="005D5566">
        <w:t>Il faut qu</w:t>
      </w:r>
      <w:r>
        <w:t>’</w:t>
      </w:r>
      <w:r w:rsidR="00530790" w:rsidRPr="005D5566">
        <w:t>une voix ferme ordonne enfin</w:t>
      </w:r>
      <w:r>
        <w:t xml:space="preserve"> : </w:t>
      </w:r>
      <w:r w:rsidR="00530790" w:rsidRPr="005D5566">
        <w:t>Taisez-vous</w:t>
      </w:r>
      <w:r>
        <w:t xml:space="preserve"> ! </w:t>
      </w:r>
      <w:r w:rsidR="00530790" w:rsidRPr="005D5566">
        <w:t>Voilà ce qu</w:t>
      </w:r>
      <w:r>
        <w:t>’</w:t>
      </w:r>
      <w:r w:rsidR="00530790" w:rsidRPr="005D5566">
        <w:t>il faut</w:t>
      </w:r>
      <w:r>
        <w:t xml:space="preserve">, </w:t>
      </w:r>
      <w:r w:rsidR="00530790" w:rsidRPr="005D5566">
        <w:t>une voix ferme</w:t>
      </w:r>
      <w:r>
        <w:t>…</w:t>
      </w:r>
    </w:p>
    <w:p w14:paraId="174D1352" w14:textId="77777777" w:rsidR="001C0413" w:rsidRDefault="00530790" w:rsidP="001C0413">
      <w:r w:rsidRPr="005D5566">
        <w:t>La conversation se fit plus générale et plus animée</w:t>
      </w:r>
      <w:r w:rsidR="001C0413">
        <w:t xml:space="preserve">. </w:t>
      </w:r>
      <w:r w:rsidRPr="005D5566">
        <w:t>Chacun formulait son opinion sur la vie</w:t>
      </w:r>
      <w:r w:rsidR="001C0413">
        <w:t xml:space="preserve">, </w:t>
      </w:r>
      <w:r w:rsidRPr="005D5566">
        <w:t>mais tous parlaient à mi-voix</w:t>
      </w:r>
      <w:r w:rsidR="001C0413">
        <w:t xml:space="preserve"> ; </w:t>
      </w:r>
      <w:r w:rsidRPr="005D5566">
        <w:t>et la mère sentait dans ces paroles quelque chose qui lui était étranger</w:t>
      </w:r>
      <w:r w:rsidR="001C0413">
        <w:t xml:space="preserve">. </w:t>
      </w:r>
      <w:r w:rsidRPr="005D5566">
        <w:t>Chez elle</w:t>
      </w:r>
      <w:r w:rsidR="001C0413">
        <w:t xml:space="preserve">, </w:t>
      </w:r>
      <w:r w:rsidRPr="005D5566">
        <w:t>on parlait autrement</w:t>
      </w:r>
      <w:r w:rsidR="001C0413">
        <w:t xml:space="preserve">, </w:t>
      </w:r>
      <w:r w:rsidRPr="005D5566">
        <w:t>d</w:t>
      </w:r>
      <w:r w:rsidR="001C0413">
        <w:t>’</w:t>
      </w:r>
      <w:r w:rsidRPr="005D5566">
        <w:t>une manière plus compréhensible</w:t>
      </w:r>
      <w:r w:rsidR="001C0413">
        <w:t xml:space="preserve">, </w:t>
      </w:r>
      <w:r w:rsidRPr="005D5566">
        <w:t>plus naturelle et plus ouverte</w:t>
      </w:r>
      <w:r w:rsidR="001C0413">
        <w:t>.</w:t>
      </w:r>
    </w:p>
    <w:p w14:paraId="0AF2D778" w14:textId="77777777" w:rsidR="001C0413" w:rsidRDefault="00530790" w:rsidP="001C0413">
      <w:r w:rsidRPr="005D5566">
        <w:t>Un gros surveillant à la barbe carrée et rousse cria</w:t>
      </w:r>
      <w:r w:rsidR="001C0413">
        <w:t> :</w:t>
      </w:r>
    </w:p>
    <w:p w14:paraId="4F63C862" w14:textId="77777777" w:rsidR="001C0413" w:rsidRDefault="001C0413" w:rsidP="001C0413">
      <w:r>
        <w:t>— </w:t>
      </w:r>
      <w:r w:rsidR="00530790" w:rsidRPr="005D5566">
        <w:t>Femme Vlassov</w:t>
      </w:r>
      <w:r>
        <w:t> !</w:t>
      </w:r>
    </w:p>
    <w:p w14:paraId="42CC39BE" w14:textId="77777777" w:rsidR="001C0413" w:rsidRDefault="00530790" w:rsidP="001C0413">
      <w:r w:rsidRPr="005D5566">
        <w:t>Il examina la mère de la tête aux pieds et lui dit</w:t>
      </w:r>
      <w:r w:rsidR="001C0413">
        <w:t> :</w:t>
      </w:r>
    </w:p>
    <w:p w14:paraId="589CD40C" w14:textId="77777777" w:rsidR="001C0413" w:rsidRDefault="001C0413" w:rsidP="001C0413">
      <w:r>
        <w:t>— </w:t>
      </w:r>
      <w:r w:rsidR="00530790" w:rsidRPr="005D5566">
        <w:t>Viens</w:t>
      </w:r>
      <w:r>
        <w:t> !…</w:t>
      </w:r>
    </w:p>
    <w:p w14:paraId="22B44395" w14:textId="77777777" w:rsidR="001C0413" w:rsidRDefault="00530790" w:rsidP="001C0413">
      <w:r w:rsidRPr="005D5566">
        <w:t>Il s</w:t>
      </w:r>
      <w:r w:rsidR="001C0413">
        <w:t>’</w:t>
      </w:r>
      <w:r w:rsidRPr="005D5566">
        <w:t>éloigna en boitillant</w:t>
      </w:r>
      <w:r w:rsidR="001C0413">
        <w:t xml:space="preserve"> ; </w:t>
      </w:r>
      <w:r w:rsidRPr="005D5566">
        <w:t>la mère avait envie de le pousser</w:t>
      </w:r>
      <w:r w:rsidR="001C0413">
        <w:t xml:space="preserve">, </w:t>
      </w:r>
      <w:r w:rsidRPr="005D5566">
        <w:t>afin d</w:t>
      </w:r>
      <w:r w:rsidR="001C0413">
        <w:t>’</w:t>
      </w:r>
      <w:r w:rsidRPr="005D5566">
        <w:t>avancer plus vite</w:t>
      </w:r>
      <w:r w:rsidR="001C0413">
        <w:t xml:space="preserve">. </w:t>
      </w:r>
      <w:r w:rsidRPr="005D5566">
        <w:t>Enfin</w:t>
      </w:r>
      <w:r w:rsidR="001C0413">
        <w:t xml:space="preserve">, </w:t>
      </w:r>
      <w:r w:rsidRPr="005D5566">
        <w:t>dans une petite chambre</w:t>
      </w:r>
      <w:r w:rsidR="001C0413">
        <w:t xml:space="preserve">, </w:t>
      </w:r>
      <w:r w:rsidRPr="005D5566">
        <w:t>elle vit Pavel qui souriait en lui tendant la main</w:t>
      </w:r>
      <w:r w:rsidR="001C0413">
        <w:t xml:space="preserve">. </w:t>
      </w:r>
      <w:r w:rsidRPr="005D5566">
        <w:t>La mère saisit cette main</w:t>
      </w:r>
      <w:r w:rsidR="001C0413">
        <w:t xml:space="preserve">, </w:t>
      </w:r>
      <w:r w:rsidRPr="005D5566">
        <w:t>se mit à rire</w:t>
      </w:r>
      <w:r w:rsidR="001C0413">
        <w:t xml:space="preserve">, </w:t>
      </w:r>
      <w:r w:rsidRPr="005D5566">
        <w:t>en clignant de l</w:t>
      </w:r>
      <w:r w:rsidR="001C0413">
        <w:t>’</w:t>
      </w:r>
      <w:r w:rsidRPr="005D5566">
        <w:t>œil</w:t>
      </w:r>
      <w:r w:rsidR="001C0413">
        <w:t xml:space="preserve">, </w:t>
      </w:r>
      <w:r w:rsidRPr="005D5566">
        <w:t>et dit à voix basse</w:t>
      </w:r>
      <w:r w:rsidR="001C0413">
        <w:t> :</w:t>
      </w:r>
    </w:p>
    <w:p w14:paraId="7E70D4C0" w14:textId="77777777" w:rsidR="001C0413" w:rsidRDefault="001C0413" w:rsidP="001C0413">
      <w:r>
        <w:t>— </w:t>
      </w:r>
      <w:r w:rsidR="00530790" w:rsidRPr="005D5566">
        <w:t>Bonjour</w:t>
      </w:r>
      <w:r>
        <w:t xml:space="preserve">… </w:t>
      </w:r>
      <w:r w:rsidR="00530790" w:rsidRPr="005D5566">
        <w:t>bonjour</w:t>
      </w:r>
      <w:r>
        <w:t> !</w:t>
      </w:r>
    </w:p>
    <w:p w14:paraId="6A0CFA86" w14:textId="77777777" w:rsidR="001C0413" w:rsidRDefault="001C0413" w:rsidP="001C0413">
      <w:r>
        <w:t>— </w:t>
      </w:r>
      <w:r w:rsidR="00530790" w:rsidRPr="005D5566">
        <w:t>Calme-toi</w:t>
      </w:r>
      <w:r>
        <w:t xml:space="preserve">, </w:t>
      </w:r>
      <w:r w:rsidR="00530790" w:rsidRPr="005D5566">
        <w:t>maman</w:t>
      </w:r>
      <w:r>
        <w:t xml:space="preserve"> ! </w:t>
      </w:r>
      <w:r w:rsidR="00530790" w:rsidRPr="005D5566">
        <w:t>dit Pavel en lui rendant son étreinte</w:t>
      </w:r>
      <w:r>
        <w:t>.</w:t>
      </w:r>
    </w:p>
    <w:p w14:paraId="3E51D93F" w14:textId="77777777" w:rsidR="001C0413" w:rsidRDefault="001C0413" w:rsidP="001C0413">
      <w:r>
        <w:t>— </w:t>
      </w:r>
      <w:r w:rsidR="00530790" w:rsidRPr="005D5566">
        <w:t>Oui</w:t>
      </w:r>
      <w:r>
        <w:rPr>
          <w:rFonts w:eastAsia="Georgia" w:cs="Georgia"/>
        </w:rPr>
        <w:t xml:space="preserve">… </w:t>
      </w:r>
      <w:r w:rsidR="00530790" w:rsidRPr="005D5566">
        <w:t>oui</w:t>
      </w:r>
      <w:r>
        <w:t>…</w:t>
      </w:r>
    </w:p>
    <w:p w14:paraId="0506451D" w14:textId="77777777" w:rsidR="001C0413" w:rsidRDefault="001C0413" w:rsidP="001C0413">
      <w:r>
        <w:lastRenderedPageBreak/>
        <w:t>— </w:t>
      </w:r>
      <w:r w:rsidR="00530790" w:rsidRPr="005D5566">
        <w:t>Mère</w:t>
      </w:r>
      <w:r>
        <w:t xml:space="preserve"> ! </w:t>
      </w:r>
      <w:r w:rsidR="00530790" w:rsidRPr="005D5566">
        <w:t>dit le surveillant</w:t>
      </w:r>
      <w:r>
        <w:t xml:space="preserve">, </w:t>
      </w:r>
      <w:r w:rsidR="00530790" w:rsidRPr="005D5566">
        <w:t>éloignez-vous un peu pour qu</w:t>
      </w:r>
      <w:r>
        <w:t>’</w:t>
      </w:r>
      <w:r w:rsidR="00530790" w:rsidRPr="005D5566">
        <w:t>il y ait une distance entre vous</w:t>
      </w:r>
      <w:r>
        <w:t xml:space="preserve">… </w:t>
      </w:r>
      <w:r w:rsidR="00530790" w:rsidRPr="005D5566">
        <w:t>C</w:t>
      </w:r>
      <w:r>
        <w:t>’</w:t>
      </w:r>
      <w:r w:rsidR="00530790" w:rsidRPr="005D5566">
        <w:t>est le règlement</w:t>
      </w:r>
      <w:r>
        <w:t>…</w:t>
      </w:r>
    </w:p>
    <w:p w14:paraId="084DD1F6" w14:textId="77777777" w:rsidR="001C0413" w:rsidRDefault="00530790" w:rsidP="001C0413">
      <w:r w:rsidRPr="005D5566">
        <w:t>Il soupira et bâilla</w:t>
      </w:r>
      <w:r w:rsidR="001C0413">
        <w:t xml:space="preserve">. </w:t>
      </w:r>
      <w:r w:rsidRPr="005D5566">
        <w:t>Pavel demanda à Pélaguée des nouvelles de sa santé</w:t>
      </w:r>
      <w:r w:rsidR="001C0413">
        <w:t xml:space="preserve">, </w:t>
      </w:r>
      <w:r w:rsidRPr="005D5566">
        <w:t>de la maison</w:t>
      </w:r>
      <w:r w:rsidR="001C0413">
        <w:t xml:space="preserve">… </w:t>
      </w:r>
      <w:r w:rsidRPr="005D5566">
        <w:t>Elle attendait d</w:t>
      </w:r>
      <w:r w:rsidR="001C0413">
        <w:t>’</w:t>
      </w:r>
      <w:r w:rsidRPr="005D5566">
        <w:t>autres questions</w:t>
      </w:r>
      <w:r w:rsidR="001C0413">
        <w:t xml:space="preserve">, </w:t>
      </w:r>
      <w:r w:rsidRPr="005D5566">
        <w:t>elle les chercha dans les yeux de son fils</w:t>
      </w:r>
      <w:r w:rsidR="001C0413">
        <w:t xml:space="preserve">, </w:t>
      </w:r>
      <w:r w:rsidRPr="005D5566">
        <w:t>mais ne les trouva pas</w:t>
      </w:r>
      <w:r w:rsidR="001C0413">
        <w:t xml:space="preserve">. </w:t>
      </w:r>
      <w:r w:rsidRPr="005D5566">
        <w:t>Comme toujours</w:t>
      </w:r>
      <w:r w:rsidR="001C0413">
        <w:t xml:space="preserve">, </w:t>
      </w:r>
      <w:r w:rsidRPr="005D5566">
        <w:t>il était calme</w:t>
      </w:r>
      <w:r w:rsidR="001C0413">
        <w:t xml:space="preserve"> ; </w:t>
      </w:r>
      <w:r w:rsidRPr="005D5566">
        <w:t>plus pâle seulement</w:t>
      </w:r>
      <w:r w:rsidR="001C0413">
        <w:t xml:space="preserve">, </w:t>
      </w:r>
      <w:r w:rsidRPr="005D5566">
        <w:t>et ses yeux semblaient plus grands</w:t>
      </w:r>
      <w:r w:rsidR="001C0413">
        <w:t>.</w:t>
      </w:r>
    </w:p>
    <w:p w14:paraId="3E568041" w14:textId="77777777" w:rsidR="001C0413" w:rsidRDefault="001C0413" w:rsidP="001C0413">
      <w:pPr>
        <w:rPr>
          <w:bCs/>
        </w:rPr>
      </w:pPr>
      <w:r>
        <w:t>— </w:t>
      </w:r>
      <w:r w:rsidR="00530790" w:rsidRPr="005D5566">
        <w:t>Sachenka t</w:t>
      </w:r>
      <w:r>
        <w:rPr>
          <w:bCs/>
        </w:rPr>
        <w:t>’</w:t>
      </w:r>
      <w:r w:rsidR="00530790" w:rsidRPr="005D5566">
        <w:rPr>
          <w:bCs/>
        </w:rPr>
        <w:t xml:space="preserve">envoie </w:t>
      </w:r>
      <w:r w:rsidR="00530790" w:rsidRPr="005D5566">
        <w:t>ses salutations</w:t>
      </w:r>
      <w:r>
        <w:t xml:space="preserve">, </w:t>
      </w:r>
      <w:r w:rsidR="00530790" w:rsidRPr="005D5566">
        <w:t>dit</w:t>
      </w:r>
      <w:r w:rsidR="00530790" w:rsidRPr="005D5566">
        <w:rPr>
          <w:bCs/>
        </w:rPr>
        <w:t>-elle</w:t>
      </w:r>
      <w:r>
        <w:rPr>
          <w:bCs/>
        </w:rPr>
        <w:t>.</w:t>
      </w:r>
    </w:p>
    <w:p w14:paraId="1A8F35AB" w14:textId="77777777" w:rsidR="001C0413" w:rsidRDefault="00530790" w:rsidP="001C0413">
      <w:pPr>
        <w:rPr>
          <w:szCs w:val="32"/>
        </w:rPr>
      </w:pPr>
      <w:r w:rsidRPr="005D5566">
        <w:rPr>
          <w:szCs w:val="32"/>
        </w:rPr>
        <w:t xml:space="preserve">Les paupières de Pavel </w:t>
      </w:r>
      <w:r w:rsidRPr="005D5566">
        <w:rPr>
          <w:bCs/>
          <w:szCs w:val="32"/>
        </w:rPr>
        <w:t>tressaillirent et s</w:t>
      </w:r>
      <w:r w:rsidR="001C0413">
        <w:rPr>
          <w:bCs/>
          <w:szCs w:val="32"/>
        </w:rPr>
        <w:t>’</w:t>
      </w:r>
      <w:r w:rsidRPr="005D5566">
        <w:rPr>
          <w:bCs/>
          <w:szCs w:val="32"/>
        </w:rPr>
        <w:t>abaissèrent</w:t>
      </w:r>
      <w:r w:rsidR="001C0413">
        <w:rPr>
          <w:bCs/>
          <w:szCs w:val="32"/>
        </w:rPr>
        <w:t xml:space="preserve">. </w:t>
      </w:r>
      <w:r w:rsidRPr="005D5566">
        <w:rPr>
          <w:szCs w:val="32"/>
        </w:rPr>
        <w:t>Son visage s</w:t>
      </w:r>
      <w:r w:rsidR="001C0413">
        <w:rPr>
          <w:szCs w:val="32"/>
        </w:rPr>
        <w:t>’</w:t>
      </w:r>
      <w:r w:rsidRPr="005D5566">
        <w:rPr>
          <w:szCs w:val="32"/>
        </w:rPr>
        <w:t xml:space="preserve">adoucit et </w:t>
      </w:r>
      <w:r w:rsidRPr="005D5566">
        <w:rPr>
          <w:bCs/>
          <w:szCs w:val="32"/>
        </w:rPr>
        <w:t>s</w:t>
      </w:r>
      <w:r w:rsidR="001C0413">
        <w:rPr>
          <w:bCs/>
          <w:szCs w:val="32"/>
        </w:rPr>
        <w:t>’</w:t>
      </w:r>
      <w:r w:rsidRPr="005D5566">
        <w:rPr>
          <w:bCs/>
          <w:szCs w:val="32"/>
        </w:rPr>
        <w:t xml:space="preserve">illumina </w:t>
      </w:r>
      <w:r w:rsidRPr="005D5566">
        <w:rPr>
          <w:szCs w:val="32"/>
        </w:rPr>
        <w:t>d</w:t>
      </w:r>
      <w:r w:rsidR="001C0413">
        <w:rPr>
          <w:szCs w:val="32"/>
        </w:rPr>
        <w:t>’</w:t>
      </w:r>
      <w:r w:rsidRPr="005D5566">
        <w:rPr>
          <w:szCs w:val="32"/>
        </w:rPr>
        <w:t>un sourire</w:t>
      </w:r>
      <w:r w:rsidR="001C0413">
        <w:rPr>
          <w:szCs w:val="32"/>
        </w:rPr>
        <w:t xml:space="preserve">. </w:t>
      </w:r>
      <w:r w:rsidRPr="005D5566">
        <w:rPr>
          <w:szCs w:val="32"/>
        </w:rPr>
        <w:t>Une amertume aiguë tenailla le cœur de la mère</w:t>
      </w:r>
      <w:r w:rsidR="001C0413">
        <w:rPr>
          <w:szCs w:val="32"/>
        </w:rPr>
        <w:t>.</w:t>
      </w:r>
    </w:p>
    <w:p w14:paraId="4BDEB61E" w14:textId="77777777" w:rsidR="001C0413" w:rsidRDefault="001C0413" w:rsidP="001C0413">
      <w:r>
        <w:t>— </w:t>
      </w:r>
      <w:r w:rsidR="00530790" w:rsidRPr="005D5566">
        <w:rPr>
          <w:bCs/>
        </w:rPr>
        <w:t xml:space="preserve">Te </w:t>
      </w:r>
      <w:r w:rsidR="00530790" w:rsidRPr="005D5566">
        <w:t>laissera-t-on bientôt sortir</w:t>
      </w:r>
      <w:r>
        <w:t xml:space="preserve"> ? </w:t>
      </w:r>
      <w:r w:rsidR="00530790" w:rsidRPr="005D5566">
        <w:rPr>
          <w:bCs/>
        </w:rPr>
        <w:t xml:space="preserve">reprit-elle avec </w:t>
      </w:r>
      <w:r w:rsidR="00530790" w:rsidRPr="005D5566">
        <w:t>une irritation soudaine</w:t>
      </w:r>
      <w:r>
        <w:t xml:space="preserve">. </w:t>
      </w:r>
      <w:r w:rsidR="00530790" w:rsidRPr="005D5566">
        <w:t xml:space="preserve">Pourquoi </w:t>
      </w:r>
      <w:r w:rsidR="00530790" w:rsidRPr="005D5566">
        <w:rPr>
          <w:bCs/>
        </w:rPr>
        <w:t>t</w:t>
      </w:r>
      <w:r>
        <w:t>’</w:t>
      </w:r>
      <w:r w:rsidR="00530790" w:rsidRPr="005D5566">
        <w:t>a</w:t>
      </w:r>
      <w:r w:rsidR="00530790" w:rsidRPr="005D5566">
        <w:rPr>
          <w:bCs/>
        </w:rPr>
        <w:t>-t</w:t>
      </w:r>
      <w:r w:rsidR="00530790" w:rsidRPr="005D5566">
        <w:t xml:space="preserve">-on </w:t>
      </w:r>
      <w:r w:rsidR="00530790" w:rsidRPr="005D5566">
        <w:rPr>
          <w:bCs/>
        </w:rPr>
        <w:t>arrêté</w:t>
      </w:r>
      <w:r>
        <w:rPr>
          <w:bCs/>
        </w:rPr>
        <w:t xml:space="preserve"> ? </w:t>
      </w:r>
      <w:r w:rsidR="00530790" w:rsidRPr="005D5566">
        <w:rPr>
          <w:bCs/>
        </w:rPr>
        <w:t xml:space="preserve">Car ces </w:t>
      </w:r>
      <w:r w:rsidR="00530790" w:rsidRPr="005D5566">
        <w:t>feuillets ont fait de nouveau leur apparition</w:t>
      </w:r>
      <w:r>
        <w:t>…</w:t>
      </w:r>
    </w:p>
    <w:p w14:paraId="4E9E185B" w14:textId="77777777" w:rsidR="001C0413" w:rsidRDefault="00530790" w:rsidP="001C0413">
      <w:r w:rsidRPr="005D5566">
        <w:t>Les yeux de Pavel eurent un éclair de joie</w:t>
      </w:r>
      <w:r w:rsidR="001C0413">
        <w:t>.</w:t>
      </w:r>
    </w:p>
    <w:p w14:paraId="3E20156E" w14:textId="77777777" w:rsidR="001C0413" w:rsidRDefault="001C0413" w:rsidP="001C0413">
      <w:r>
        <w:t>— </w:t>
      </w:r>
      <w:r w:rsidR="00530790" w:rsidRPr="005D5566">
        <w:t>Vraiment</w:t>
      </w:r>
      <w:r>
        <w:t xml:space="preserve"> ? </w:t>
      </w:r>
      <w:r w:rsidR="00530790" w:rsidRPr="005D5566">
        <w:t>s</w:t>
      </w:r>
      <w:r>
        <w:t>’</w:t>
      </w:r>
      <w:r w:rsidR="00530790" w:rsidRPr="005D5566">
        <w:t>exclama-t-il</w:t>
      </w:r>
      <w:r>
        <w:t>.</w:t>
      </w:r>
    </w:p>
    <w:p w14:paraId="726A9966" w14:textId="77777777" w:rsidR="001C0413" w:rsidRDefault="001C0413" w:rsidP="001C0413">
      <w:r>
        <w:t>— </w:t>
      </w:r>
      <w:r w:rsidR="00530790" w:rsidRPr="005D5566">
        <w:rPr>
          <w:bCs/>
        </w:rPr>
        <w:t xml:space="preserve">Il </w:t>
      </w:r>
      <w:r w:rsidR="00530790" w:rsidRPr="005D5566">
        <w:t xml:space="preserve">est défendu de parler de </w:t>
      </w:r>
      <w:r w:rsidR="00530790" w:rsidRPr="005D5566">
        <w:rPr>
          <w:bCs/>
        </w:rPr>
        <w:t xml:space="preserve">ces </w:t>
      </w:r>
      <w:r w:rsidR="00530790" w:rsidRPr="005D5566">
        <w:t>choses-là</w:t>
      </w:r>
      <w:r>
        <w:t xml:space="preserve"> ! </w:t>
      </w:r>
      <w:r w:rsidR="00530790" w:rsidRPr="005D5566">
        <w:rPr>
          <w:bCs/>
        </w:rPr>
        <w:t>déclara l</w:t>
      </w:r>
      <w:r w:rsidR="00530790" w:rsidRPr="005D5566">
        <w:t>e surveillant d</w:t>
      </w:r>
      <w:r>
        <w:t>’</w:t>
      </w:r>
      <w:r w:rsidR="00530790" w:rsidRPr="005D5566">
        <w:t>un ton nonchalant</w:t>
      </w:r>
      <w:r>
        <w:t xml:space="preserve">. </w:t>
      </w:r>
      <w:r w:rsidR="00530790" w:rsidRPr="005D5566">
        <w:t xml:space="preserve">Il ne </w:t>
      </w:r>
      <w:r w:rsidR="00530790" w:rsidRPr="005D5566">
        <w:rPr>
          <w:bCs/>
        </w:rPr>
        <w:t xml:space="preserve">faut parler </w:t>
      </w:r>
      <w:r w:rsidR="00530790" w:rsidRPr="005D5566">
        <w:t>que d</w:t>
      </w:r>
      <w:r>
        <w:t>’</w:t>
      </w:r>
      <w:r w:rsidR="00530790" w:rsidRPr="005D5566">
        <w:t>affaires de famille</w:t>
      </w:r>
      <w:r>
        <w:t>…</w:t>
      </w:r>
    </w:p>
    <w:p w14:paraId="555EECCB" w14:textId="77777777" w:rsidR="001C0413" w:rsidRDefault="001C0413" w:rsidP="001C0413">
      <w:r>
        <w:t>— </w:t>
      </w:r>
      <w:r w:rsidR="00530790" w:rsidRPr="005D5566">
        <w:t xml:space="preserve">Est-ce que ce ne sont pas des affaires de </w:t>
      </w:r>
      <w:r w:rsidR="00530790" w:rsidRPr="005D5566">
        <w:rPr>
          <w:bCs/>
        </w:rPr>
        <w:t>famille</w:t>
      </w:r>
      <w:r>
        <w:rPr>
          <w:bCs/>
        </w:rPr>
        <w:t xml:space="preserve">, </w:t>
      </w:r>
      <w:r w:rsidR="00530790" w:rsidRPr="005D5566">
        <w:t>ces choses-là</w:t>
      </w:r>
      <w:r>
        <w:t xml:space="preserve">, </w:t>
      </w:r>
      <w:r w:rsidR="00530790" w:rsidRPr="005D5566">
        <w:t>répliqua la mère</w:t>
      </w:r>
      <w:r>
        <w:t>.</w:t>
      </w:r>
    </w:p>
    <w:p w14:paraId="17E211E3" w14:textId="77777777" w:rsidR="001C0413" w:rsidRDefault="001C0413" w:rsidP="001C0413">
      <w:r>
        <w:t>— </w:t>
      </w:r>
      <w:r w:rsidR="00530790" w:rsidRPr="005D5566">
        <w:t>Je n</w:t>
      </w:r>
      <w:r>
        <w:t>’</w:t>
      </w:r>
      <w:r w:rsidR="00530790" w:rsidRPr="005D5566">
        <w:t>en sais rien</w:t>
      </w:r>
      <w:r>
        <w:t xml:space="preserve">. </w:t>
      </w:r>
      <w:r w:rsidR="00530790" w:rsidRPr="005D5566">
        <w:t>Seulement</w:t>
      </w:r>
      <w:r>
        <w:t xml:space="preserve">, </w:t>
      </w:r>
      <w:r w:rsidR="00530790" w:rsidRPr="005D5566">
        <w:t>c</w:t>
      </w:r>
      <w:r>
        <w:t>’</w:t>
      </w:r>
      <w:r w:rsidR="00530790" w:rsidRPr="005D5566">
        <w:t>est défendu</w:t>
      </w:r>
      <w:r>
        <w:t xml:space="preserve">. </w:t>
      </w:r>
      <w:r w:rsidR="00530790" w:rsidRPr="005D5566">
        <w:t>On peut parler de la nourriture</w:t>
      </w:r>
      <w:r>
        <w:t xml:space="preserve">, </w:t>
      </w:r>
      <w:r w:rsidR="00530790" w:rsidRPr="005D5566">
        <w:t>du linge</w:t>
      </w:r>
      <w:r>
        <w:t xml:space="preserve">, </w:t>
      </w:r>
      <w:r w:rsidR="00530790" w:rsidRPr="005D5566">
        <w:rPr>
          <w:bCs/>
        </w:rPr>
        <w:t>m</w:t>
      </w:r>
      <w:r w:rsidR="00530790" w:rsidRPr="005D5566">
        <w:t>ais de</w:t>
      </w:r>
      <w:r w:rsidR="00530790" w:rsidRPr="005D5566">
        <w:rPr>
          <w:i/>
          <w:iCs/>
        </w:rPr>
        <w:t xml:space="preserve"> </w:t>
      </w:r>
      <w:r w:rsidR="00530790" w:rsidRPr="005D5566">
        <w:t>rien autre</w:t>
      </w:r>
      <w:r>
        <w:t xml:space="preserve">, </w:t>
      </w:r>
      <w:r w:rsidR="00530790" w:rsidRPr="005D5566">
        <w:t>expliqua le surveillant</w:t>
      </w:r>
      <w:r>
        <w:t xml:space="preserve"> ; </w:t>
      </w:r>
      <w:r w:rsidR="00530790" w:rsidRPr="005D5566">
        <w:t>cependant</w:t>
      </w:r>
      <w:r>
        <w:t xml:space="preserve">, </w:t>
      </w:r>
      <w:r w:rsidR="00530790" w:rsidRPr="005D5566">
        <w:t>sa voix restait indifférente</w:t>
      </w:r>
      <w:r>
        <w:t>.</w:t>
      </w:r>
    </w:p>
    <w:p w14:paraId="441FD807" w14:textId="77777777" w:rsidR="001C0413" w:rsidRDefault="001C0413" w:rsidP="001C0413">
      <w:r>
        <w:t>— </w:t>
      </w:r>
      <w:r w:rsidR="00530790" w:rsidRPr="005D5566">
        <w:t>Bien</w:t>
      </w:r>
      <w:r>
        <w:t xml:space="preserve"> ! </w:t>
      </w:r>
      <w:r w:rsidR="00530790" w:rsidRPr="005D5566">
        <w:t>dit P</w:t>
      </w:r>
      <w:r w:rsidR="00530790" w:rsidRPr="005D5566">
        <w:rPr>
          <w:bCs/>
        </w:rPr>
        <w:t>avel</w:t>
      </w:r>
      <w:r>
        <w:rPr>
          <w:bCs/>
        </w:rPr>
        <w:t xml:space="preserve">. </w:t>
      </w:r>
      <w:r w:rsidR="00530790" w:rsidRPr="005D5566">
        <w:t xml:space="preserve">Parlons </w:t>
      </w:r>
      <w:r w:rsidR="00530790" w:rsidRPr="005D5566">
        <w:rPr>
          <w:bCs/>
        </w:rPr>
        <w:t xml:space="preserve">de </w:t>
      </w:r>
      <w:r w:rsidR="00530790" w:rsidRPr="005D5566">
        <w:t>ménage</w:t>
      </w:r>
      <w:r>
        <w:t xml:space="preserve">, </w:t>
      </w:r>
      <w:r w:rsidR="00530790" w:rsidRPr="005D5566">
        <w:rPr>
          <w:bCs/>
        </w:rPr>
        <w:t>maman</w:t>
      </w:r>
      <w:r>
        <w:rPr>
          <w:bCs/>
        </w:rPr>
        <w:t xml:space="preserve"> ! </w:t>
      </w:r>
      <w:r w:rsidR="00530790" w:rsidRPr="005D5566">
        <w:t>Que fais-tu</w:t>
      </w:r>
      <w:r>
        <w:t> ?</w:t>
      </w:r>
    </w:p>
    <w:p w14:paraId="2765A008" w14:textId="77777777" w:rsidR="001C0413" w:rsidRDefault="00530790" w:rsidP="001C0413">
      <w:r w:rsidRPr="005D5566">
        <w:lastRenderedPageBreak/>
        <w:t>Elle répondit tandis qu</w:t>
      </w:r>
      <w:r w:rsidR="001C0413">
        <w:t>’</w:t>
      </w:r>
      <w:r w:rsidRPr="005D5566">
        <w:t>elle éprouvait u</w:t>
      </w:r>
      <w:r w:rsidRPr="005D5566">
        <w:rPr>
          <w:bCs/>
        </w:rPr>
        <w:t xml:space="preserve">n </w:t>
      </w:r>
      <w:r w:rsidRPr="005D5566">
        <w:t>sentiment de jeune audace</w:t>
      </w:r>
      <w:r w:rsidR="001C0413">
        <w:t> :</w:t>
      </w:r>
    </w:p>
    <w:p w14:paraId="5ACE2EDE" w14:textId="77777777" w:rsidR="001C0413" w:rsidRDefault="001C0413" w:rsidP="001C0413">
      <w:r>
        <w:t>— </w:t>
      </w:r>
      <w:r w:rsidR="00530790" w:rsidRPr="005D5566">
        <w:t>Je porte à la fabrique toutes sortes de choses</w:t>
      </w:r>
      <w:r>
        <w:t xml:space="preserve">… </w:t>
      </w:r>
      <w:r w:rsidR="00530790" w:rsidRPr="005D5566">
        <w:t>Elle s</w:t>
      </w:r>
      <w:r>
        <w:t>’</w:t>
      </w:r>
      <w:r w:rsidR="00530790" w:rsidRPr="005D5566">
        <w:t>arrêta et reprit en souriant</w:t>
      </w:r>
      <w:r>
        <w:t> :</w:t>
      </w:r>
    </w:p>
    <w:p w14:paraId="2C00FBF5" w14:textId="77777777" w:rsidR="001C0413" w:rsidRDefault="001C0413" w:rsidP="001C0413">
      <w:r>
        <w:t>— </w:t>
      </w:r>
      <w:r w:rsidR="00530790" w:rsidRPr="005D5566">
        <w:t xml:space="preserve">De </w:t>
      </w:r>
      <w:r w:rsidR="00530790" w:rsidRPr="005D5566">
        <w:rPr>
          <w:bCs/>
        </w:rPr>
        <w:t xml:space="preserve">la </w:t>
      </w:r>
      <w:r w:rsidR="00530790" w:rsidRPr="005D5566">
        <w:t>soupe</w:t>
      </w:r>
      <w:r>
        <w:t xml:space="preserve">, </w:t>
      </w:r>
      <w:r w:rsidR="00530790" w:rsidRPr="005D5566">
        <w:t>du rôti</w:t>
      </w:r>
      <w:r>
        <w:t xml:space="preserve">, </w:t>
      </w:r>
      <w:r w:rsidR="00530790" w:rsidRPr="005D5566">
        <w:t xml:space="preserve">tout ce que Maria </w:t>
      </w:r>
      <w:r w:rsidR="00530790" w:rsidRPr="005D5566">
        <w:rPr>
          <w:bCs/>
        </w:rPr>
        <w:t>cuisine</w:t>
      </w:r>
      <w:r>
        <w:rPr>
          <w:bCs/>
        </w:rPr>
        <w:t xml:space="preserve">… </w:t>
      </w:r>
      <w:r w:rsidR="00530790" w:rsidRPr="005D5566">
        <w:t xml:space="preserve">et </w:t>
      </w:r>
      <w:r w:rsidR="00530790" w:rsidRPr="005D5566">
        <w:rPr>
          <w:bCs/>
        </w:rPr>
        <w:t>toute espèce d</w:t>
      </w:r>
      <w:r>
        <w:rPr>
          <w:bCs/>
        </w:rPr>
        <w:t>’</w:t>
      </w:r>
      <w:r w:rsidR="00530790" w:rsidRPr="005D5566">
        <w:rPr>
          <w:bCs/>
        </w:rPr>
        <w:t xml:space="preserve">autre </w:t>
      </w:r>
      <w:r w:rsidR="00530790" w:rsidRPr="005D5566">
        <w:t>nourriture</w:t>
      </w:r>
      <w:r>
        <w:t>…</w:t>
      </w:r>
    </w:p>
    <w:p w14:paraId="60F64669" w14:textId="77777777" w:rsidR="001C0413" w:rsidRDefault="00530790" w:rsidP="001C0413">
      <w:r w:rsidRPr="005D5566">
        <w:t>Pavel avait compris</w:t>
      </w:r>
      <w:r w:rsidR="001C0413">
        <w:t xml:space="preserve">. </w:t>
      </w:r>
      <w:r w:rsidRPr="005D5566">
        <w:t xml:space="preserve">Son visage se </w:t>
      </w:r>
      <w:r w:rsidRPr="005D5566">
        <w:rPr>
          <w:bCs/>
        </w:rPr>
        <w:t>convulsa d</w:t>
      </w:r>
      <w:r w:rsidR="001C0413">
        <w:rPr>
          <w:bCs/>
        </w:rPr>
        <w:t>’</w:t>
      </w:r>
      <w:r w:rsidRPr="005D5566">
        <w:rPr>
          <w:bCs/>
        </w:rPr>
        <w:t xml:space="preserve">un </w:t>
      </w:r>
      <w:r w:rsidRPr="005D5566">
        <w:t>rire qu</w:t>
      </w:r>
      <w:r w:rsidR="001C0413">
        <w:t>’</w:t>
      </w:r>
      <w:r w:rsidRPr="005D5566">
        <w:t>il retint</w:t>
      </w:r>
      <w:r w:rsidR="001C0413">
        <w:t xml:space="preserve">, </w:t>
      </w:r>
      <w:r w:rsidRPr="005D5566">
        <w:rPr>
          <w:bCs/>
        </w:rPr>
        <w:t xml:space="preserve">il </w:t>
      </w:r>
      <w:r w:rsidRPr="005D5566">
        <w:t>rejeta ses cheveux en arrière</w:t>
      </w:r>
      <w:r w:rsidR="001C0413">
        <w:t xml:space="preserve">, </w:t>
      </w:r>
      <w:r w:rsidRPr="005D5566">
        <w:rPr>
          <w:bCs/>
        </w:rPr>
        <w:t xml:space="preserve">et il </w:t>
      </w:r>
      <w:r w:rsidRPr="005D5566">
        <w:t>dit</w:t>
      </w:r>
      <w:r w:rsidR="001C0413">
        <w:t xml:space="preserve">, </w:t>
      </w:r>
      <w:r w:rsidRPr="005D5566">
        <w:t>d</w:t>
      </w:r>
      <w:r w:rsidR="001C0413">
        <w:t>’</w:t>
      </w:r>
      <w:r w:rsidRPr="005D5566">
        <w:t xml:space="preserve">une voix </w:t>
      </w:r>
      <w:r w:rsidRPr="005D5566">
        <w:rPr>
          <w:bCs/>
        </w:rPr>
        <w:t>caressante qu</w:t>
      </w:r>
      <w:r w:rsidR="001C0413">
        <w:rPr>
          <w:bCs/>
        </w:rPr>
        <w:t>’</w:t>
      </w:r>
      <w:r w:rsidRPr="005D5566">
        <w:rPr>
          <w:bCs/>
        </w:rPr>
        <w:t xml:space="preserve">elle ne lui connaissait </w:t>
      </w:r>
      <w:r w:rsidRPr="005D5566">
        <w:t>pas</w:t>
      </w:r>
      <w:r w:rsidR="001C0413">
        <w:t> :</w:t>
      </w:r>
    </w:p>
    <w:p w14:paraId="5FB50C9B" w14:textId="77777777" w:rsidR="001C0413" w:rsidRDefault="001C0413" w:rsidP="001C0413">
      <w:pPr>
        <w:rPr>
          <w:bCs/>
        </w:rPr>
      </w:pPr>
      <w:r>
        <w:t>— </w:t>
      </w:r>
      <w:r w:rsidR="00530790" w:rsidRPr="005D5566">
        <w:t xml:space="preserve">Ma </w:t>
      </w:r>
      <w:r w:rsidR="00530790" w:rsidRPr="005D5566">
        <w:rPr>
          <w:bCs/>
        </w:rPr>
        <w:t>bonne</w:t>
      </w:r>
      <w:r>
        <w:rPr>
          <w:bCs/>
        </w:rPr>
        <w:t xml:space="preserve">, </w:t>
      </w:r>
      <w:r w:rsidR="00530790" w:rsidRPr="005D5566">
        <w:rPr>
          <w:bCs/>
        </w:rPr>
        <w:t>ma c</w:t>
      </w:r>
      <w:r w:rsidR="00530790" w:rsidRPr="005D5566">
        <w:t>hère mère</w:t>
      </w:r>
      <w:r>
        <w:t xml:space="preserve">… </w:t>
      </w:r>
      <w:r w:rsidR="00530790" w:rsidRPr="005D5566">
        <w:t>c</w:t>
      </w:r>
      <w:r w:rsidR="00530790" w:rsidRPr="005D5566">
        <w:rPr>
          <w:bCs/>
        </w:rPr>
        <w:t xml:space="preserve">omme </w:t>
      </w:r>
      <w:r w:rsidR="00530790" w:rsidRPr="005D5566">
        <w:t>c</w:t>
      </w:r>
      <w:r>
        <w:t>’</w:t>
      </w:r>
      <w:r w:rsidR="00530790" w:rsidRPr="005D5566">
        <w:t xml:space="preserve">est </w:t>
      </w:r>
      <w:r w:rsidR="00530790" w:rsidRPr="005D5566">
        <w:rPr>
          <w:bCs/>
        </w:rPr>
        <w:t>bien</w:t>
      </w:r>
      <w:r>
        <w:rPr>
          <w:bCs/>
        </w:rPr>
        <w:t xml:space="preserve"> ! </w:t>
      </w:r>
      <w:r w:rsidR="00530790" w:rsidRPr="005D5566">
        <w:t>Je suis h</w:t>
      </w:r>
      <w:r w:rsidR="00530790" w:rsidRPr="005D5566">
        <w:rPr>
          <w:bCs/>
        </w:rPr>
        <w:t>eureux que tu</w:t>
      </w:r>
      <w:r w:rsidR="00530790" w:rsidRPr="005D5566">
        <w:rPr>
          <w:i/>
          <w:iCs/>
        </w:rPr>
        <w:t xml:space="preserve"> </w:t>
      </w:r>
      <w:r w:rsidR="00530790" w:rsidRPr="005D5566">
        <w:rPr>
          <w:bCs/>
        </w:rPr>
        <w:t>aies une occupation</w:t>
      </w:r>
      <w:r>
        <w:rPr>
          <w:bCs/>
        </w:rPr>
        <w:t xml:space="preserve">… </w:t>
      </w:r>
      <w:r w:rsidR="00530790" w:rsidRPr="005D5566">
        <w:rPr>
          <w:bCs/>
        </w:rPr>
        <w:t xml:space="preserve">tu ne </w:t>
      </w:r>
      <w:r w:rsidR="00530790" w:rsidRPr="005D5566">
        <w:t>t</w:t>
      </w:r>
      <w:r>
        <w:t>’</w:t>
      </w:r>
      <w:r w:rsidR="00530790" w:rsidRPr="005D5566">
        <w:t>ennuies pas</w:t>
      </w:r>
      <w:r>
        <w:t xml:space="preserve">. </w:t>
      </w:r>
      <w:r w:rsidR="00530790" w:rsidRPr="005D5566">
        <w:t>N</w:t>
      </w:r>
      <w:r>
        <w:t>’</w:t>
      </w:r>
      <w:r w:rsidR="00530790" w:rsidRPr="005D5566">
        <w:t>est-ce pas</w:t>
      </w:r>
      <w:r>
        <w:t xml:space="preserve">, </w:t>
      </w:r>
      <w:r w:rsidR="00530790" w:rsidRPr="005D5566">
        <w:t xml:space="preserve">tu </w:t>
      </w:r>
      <w:r w:rsidR="00530790" w:rsidRPr="005D5566">
        <w:rPr>
          <w:bCs/>
        </w:rPr>
        <w:t>ne t</w:t>
      </w:r>
      <w:r>
        <w:rPr>
          <w:bCs/>
        </w:rPr>
        <w:t>’</w:t>
      </w:r>
      <w:r w:rsidR="00530790" w:rsidRPr="005D5566">
        <w:rPr>
          <w:bCs/>
        </w:rPr>
        <w:t>ennuies pas</w:t>
      </w:r>
      <w:r>
        <w:rPr>
          <w:bCs/>
        </w:rPr>
        <w:t> ?</w:t>
      </w:r>
    </w:p>
    <w:p w14:paraId="16F13EEB" w14:textId="77777777" w:rsidR="001C0413" w:rsidRDefault="001C0413" w:rsidP="001C0413">
      <w:r>
        <w:t>— </w:t>
      </w:r>
      <w:r w:rsidR="00530790" w:rsidRPr="005D5566">
        <w:t xml:space="preserve">Et quand les </w:t>
      </w:r>
      <w:r w:rsidR="00530790" w:rsidRPr="005D5566">
        <w:rPr>
          <w:bCs/>
        </w:rPr>
        <w:t xml:space="preserve">feuillets </w:t>
      </w:r>
      <w:r w:rsidR="00530790" w:rsidRPr="005D5566">
        <w:t>ont re</w:t>
      </w:r>
      <w:r w:rsidR="00530790" w:rsidRPr="005D5566">
        <w:rPr>
          <w:bCs/>
        </w:rPr>
        <w:t>paru</w:t>
      </w:r>
      <w:r>
        <w:rPr>
          <w:bCs/>
        </w:rPr>
        <w:t xml:space="preserve">, </w:t>
      </w:r>
      <w:r w:rsidR="00530790" w:rsidRPr="005D5566">
        <w:t>on m</w:t>
      </w:r>
      <w:r>
        <w:t>’</w:t>
      </w:r>
      <w:r w:rsidR="00530790" w:rsidRPr="005D5566">
        <w:t>a</w:t>
      </w:r>
      <w:r w:rsidR="00530790" w:rsidRPr="005D5566">
        <w:rPr>
          <w:bCs/>
        </w:rPr>
        <w:t xml:space="preserve"> </w:t>
      </w:r>
      <w:r w:rsidR="00530790" w:rsidRPr="005D5566">
        <w:t>aussi fouillée</w:t>
      </w:r>
      <w:r>
        <w:t xml:space="preserve"> ! </w:t>
      </w:r>
      <w:r w:rsidR="00530790" w:rsidRPr="005D5566">
        <w:rPr>
          <w:bCs/>
        </w:rPr>
        <w:t>déclara-t-elle</w:t>
      </w:r>
      <w:r>
        <w:rPr>
          <w:bCs/>
        </w:rPr>
        <w:t xml:space="preserve">, </w:t>
      </w:r>
      <w:r w:rsidR="00530790" w:rsidRPr="005D5566">
        <w:t>non sans for</w:t>
      </w:r>
      <w:r w:rsidR="00530790" w:rsidRPr="005D5566">
        <w:rPr>
          <w:bCs/>
        </w:rPr>
        <w:t>fan</w:t>
      </w:r>
      <w:r w:rsidR="00530790" w:rsidRPr="005D5566">
        <w:t>terie</w:t>
      </w:r>
      <w:r>
        <w:t>.</w:t>
      </w:r>
    </w:p>
    <w:p w14:paraId="77F9EC94" w14:textId="77777777" w:rsidR="001C0413" w:rsidRDefault="001C0413" w:rsidP="001C0413">
      <w:pPr>
        <w:rPr>
          <w:bCs/>
        </w:rPr>
      </w:pPr>
      <w:r>
        <w:t>— </w:t>
      </w:r>
      <w:r w:rsidR="00530790" w:rsidRPr="005D5566">
        <w:t>Encore</w:t>
      </w:r>
      <w:r>
        <w:t xml:space="preserve"> ! </w:t>
      </w:r>
      <w:r w:rsidR="00530790" w:rsidRPr="005D5566">
        <w:rPr>
          <w:bCs/>
        </w:rPr>
        <w:t>cria l</w:t>
      </w:r>
      <w:r w:rsidR="00530790" w:rsidRPr="005D5566">
        <w:t>e su</w:t>
      </w:r>
      <w:r w:rsidR="00530790" w:rsidRPr="005D5566">
        <w:rPr>
          <w:bCs/>
        </w:rPr>
        <w:t xml:space="preserve">rveillant </w:t>
      </w:r>
      <w:r w:rsidR="00530790" w:rsidRPr="005D5566">
        <w:t>qui s</w:t>
      </w:r>
      <w:r w:rsidR="00530790" w:rsidRPr="005D5566">
        <w:rPr>
          <w:bCs/>
        </w:rPr>
        <w:t>e f</w:t>
      </w:r>
      <w:r w:rsidR="00530790" w:rsidRPr="005D5566">
        <w:t>âchait</w:t>
      </w:r>
      <w:r>
        <w:t xml:space="preserve">. </w:t>
      </w:r>
      <w:r w:rsidR="00530790" w:rsidRPr="005D5566">
        <w:t xml:space="preserve">Je </w:t>
      </w:r>
      <w:r w:rsidR="00530790" w:rsidRPr="005D5566">
        <w:rPr>
          <w:bCs/>
        </w:rPr>
        <w:t xml:space="preserve">vous </w:t>
      </w:r>
      <w:r w:rsidR="00530790" w:rsidRPr="005D5566">
        <w:t xml:space="preserve">dis que </w:t>
      </w:r>
      <w:r w:rsidR="00530790" w:rsidRPr="005D5566">
        <w:rPr>
          <w:bCs/>
        </w:rPr>
        <w:t>c</w:t>
      </w:r>
      <w:r>
        <w:t>’</w:t>
      </w:r>
      <w:r w:rsidR="00530790" w:rsidRPr="005D5566">
        <w:t xml:space="preserve">est </w:t>
      </w:r>
      <w:r w:rsidR="00530790" w:rsidRPr="005D5566">
        <w:rPr>
          <w:bCs/>
        </w:rPr>
        <w:t>interdit</w:t>
      </w:r>
      <w:r>
        <w:rPr>
          <w:bCs/>
        </w:rPr>
        <w:t xml:space="preserve"> ! </w:t>
      </w:r>
      <w:r w:rsidR="00530790" w:rsidRPr="005D5566">
        <w:t xml:space="preserve">On </w:t>
      </w:r>
      <w:r w:rsidR="00530790" w:rsidRPr="005D5566">
        <w:rPr>
          <w:bCs/>
        </w:rPr>
        <w:t xml:space="preserve">prive un </w:t>
      </w:r>
      <w:r w:rsidR="00530790" w:rsidRPr="005D5566">
        <w:t xml:space="preserve">homme </w:t>
      </w:r>
      <w:r w:rsidR="00530790" w:rsidRPr="005D5566">
        <w:rPr>
          <w:bCs/>
        </w:rPr>
        <w:t xml:space="preserve">de </w:t>
      </w:r>
      <w:r w:rsidR="00530790" w:rsidRPr="005D5566">
        <w:t>sa liberté</w:t>
      </w:r>
      <w:r>
        <w:t xml:space="preserve">, </w:t>
      </w:r>
      <w:r w:rsidR="00530790" w:rsidRPr="005D5566">
        <w:t>afin qu</w:t>
      </w:r>
      <w:r>
        <w:t>’</w:t>
      </w:r>
      <w:r w:rsidR="00530790" w:rsidRPr="005D5566">
        <w:t>il ne sache rien</w:t>
      </w:r>
      <w:r>
        <w:t xml:space="preserve">, </w:t>
      </w:r>
      <w:r w:rsidR="00530790" w:rsidRPr="005D5566">
        <w:t>et toi</w:t>
      </w:r>
      <w:r>
        <w:t xml:space="preserve">, </w:t>
      </w:r>
      <w:r w:rsidR="00530790" w:rsidRPr="005D5566">
        <w:t>mère</w:t>
      </w:r>
      <w:r>
        <w:t xml:space="preserve">, </w:t>
      </w:r>
      <w:r w:rsidR="00530790" w:rsidRPr="005D5566">
        <w:t xml:space="preserve">tu </w:t>
      </w:r>
      <w:r w:rsidR="00530790" w:rsidRPr="005D5566">
        <w:rPr>
          <w:bCs/>
        </w:rPr>
        <w:t>bavardes</w:t>
      </w:r>
      <w:r>
        <w:rPr>
          <w:bCs/>
        </w:rPr>
        <w:t xml:space="preserve">. </w:t>
      </w:r>
      <w:r w:rsidR="00530790" w:rsidRPr="005D5566">
        <w:t xml:space="preserve">Il faut comprendre que ce qui est interdit est </w:t>
      </w:r>
      <w:r w:rsidR="00530790" w:rsidRPr="005D5566">
        <w:rPr>
          <w:bCs/>
        </w:rPr>
        <w:t>interdit</w:t>
      </w:r>
      <w:r>
        <w:rPr>
          <w:bCs/>
        </w:rPr>
        <w:t>.</w:t>
      </w:r>
    </w:p>
    <w:p w14:paraId="7A543E74" w14:textId="77777777" w:rsidR="001C0413" w:rsidRDefault="001C0413" w:rsidP="001C0413">
      <w:r>
        <w:t>— </w:t>
      </w:r>
      <w:r w:rsidR="00530790" w:rsidRPr="005D5566">
        <w:t>Eh bien</w:t>
      </w:r>
      <w:r>
        <w:t xml:space="preserve">, </w:t>
      </w:r>
      <w:r w:rsidR="00530790" w:rsidRPr="005D5566">
        <w:t>ne parle plus de cela</w:t>
      </w:r>
      <w:r>
        <w:t xml:space="preserve">, </w:t>
      </w:r>
      <w:r w:rsidR="00530790" w:rsidRPr="005D5566">
        <w:t>maman</w:t>
      </w:r>
      <w:r>
        <w:t xml:space="preserve"> ! </w:t>
      </w:r>
      <w:r w:rsidR="00530790" w:rsidRPr="005D5566">
        <w:rPr>
          <w:bCs/>
        </w:rPr>
        <w:t>dit Pavel</w:t>
      </w:r>
      <w:r>
        <w:rPr>
          <w:bCs/>
        </w:rPr>
        <w:t xml:space="preserve">, </w:t>
      </w:r>
      <w:r w:rsidR="00530790" w:rsidRPr="005D5566">
        <w:rPr>
          <w:bCs/>
        </w:rPr>
        <w:t xml:space="preserve">Matvé </w:t>
      </w:r>
      <w:r w:rsidR="00530790" w:rsidRPr="005D5566">
        <w:t>Ivanovitch est un brave homme</w:t>
      </w:r>
      <w:r>
        <w:t xml:space="preserve">, </w:t>
      </w:r>
      <w:r w:rsidR="00530790" w:rsidRPr="005D5566">
        <w:t xml:space="preserve">il ne </w:t>
      </w:r>
      <w:r w:rsidR="00530790" w:rsidRPr="005D5566">
        <w:rPr>
          <w:bCs/>
        </w:rPr>
        <w:t xml:space="preserve">faut pas </w:t>
      </w:r>
      <w:r w:rsidR="00530790" w:rsidRPr="005D5566">
        <w:t>l</w:t>
      </w:r>
      <w:r>
        <w:t>’</w:t>
      </w:r>
      <w:r w:rsidR="00530790" w:rsidRPr="005D5566">
        <w:t>irriter</w:t>
      </w:r>
      <w:r>
        <w:t xml:space="preserve">. </w:t>
      </w:r>
      <w:r w:rsidR="00530790" w:rsidRPr="005D5566">
        <w:t>Nous nous accordons bien ensemble</w:t>
      </w:r>
      <w:r>
        <w:t xml:space="preserve">… </w:t>
      </w:r>
      <w:r w:rsidR="00530790" w:rsidRPr="005D5566">
        <w:rPr>
          <w:bCs/>
        </w:rPr>
        <w:t>C</w:t>
      </w:r>
      <w:r>
        <w:rPr>
          <w:bCs/>
        </w:rPr>
        <w:t>’</w:t>
      </w:r>
      <w:r w:rsidR="00530790" w:rsidRPr="005D5566">
        <w:rPr>
          <w:bCs/>
        </w:rPr>
        <w:t xml:space="preserve">est par </w:t>
      </w:r>
      <w:r w:rsidR="00530790" w:rsidRPr="005D5566">
        <w:t>hasard qu</w:t>
      </w:r>
      <w:r>
        <w:t>’</w:t>
      </w:r>
      <w:r w:rsidR="00530790" w:rsidRPr="005D5566">
        <w:t>il assiste aux entrevues aujourd</w:t>
      </w:r>
      <w:r>
        <w:rPr>
          <w:bCs/>
        </w:rPr>
        <w:t>’</w:t>
      </w:r>
      <w:r w:rsidR="00530790" w:rsidRPr="005D5566">
        <w:rPr>
          <w:bCs/>
        </w:rPr>
        <w:t>hui</w:t>
      </w:r>
      <w:r>
        <w:rPr>
          <w:bCs/>
        </w:rPr>
        <w:t xml:space="preserve"> ; </w:t>
      </w:r>
      <w:r w:rsidR="00530790" w:rsidRPr="005D5566">
        <w:t>d</w:t>
      </w:r>
      <w:r>
        <w:t>’</w:t>
      </w:r>
      <w:r w:rsidR="00530790" w:rsidRPr="005D5566">
        <w:t>habitude</w:t>
      </w:r>
      <w:r>
        <w:t xml:space="preserve">, </w:t>
      </w:r>
      <w:r w:rsidR="00530790" w:rsidRPr="005D5566">
        <w:t>c</w:t>
      </w:r>
      <w:r>
        <w:t>’</w:t>
      </w:r>
      <w:r w:rsidR="00530790" w:rsidRPr="005D5566">
        <w:t xml:space="preserve">est le directeur </w:t>
      </w:r>
      <w:r w:rsidR="00530790" w:rsidRPr="005D5566">
        <w:rPr>
          <w:bCs/>
        </w:rPr>
        <w:t xml:space="preserve">qui </w:t>
      </w:r>
      <w:r w:rsidR="00530790" w:rsidRPr="005D5566">
        <w:t>est là</w:t>
      </w:r>
      <w:r>
        <w:t xml:space="preserve">. </w:t>
      </w:r>
      <w:r w:rsidR="00530790" w:rsidRPr="005D5566">
        <w:t xml:space="preserve">Et </w:t>
      </w:r>
      <w:r w:rsidR="00530790" w:rsidRPr="005D5566">
        <w:rPr>
          <w:bCs/>
        </w:rPr>
        <w:t xml:space="preserve">Matvé </w:t>
      </w:r>
      <w:r w:rsidR="00530790" w:rsidRPr="005D5566">
        <w:t xml:space="preserve">Ivanovitch a peur que </w:t>
      </w:r>
      <w:r w:rsidR="00530790" w:rsidRPr="005D5566">
        <w:rPr>
          <w:bCs/>
        </w:rPr>
        <w:t xml:space="preserve">tu </w:t>
      </w:r>
      <w:r w:rsidR="00530790" w:rsidRPr="005D5566">
        <w:t>dises des choses superflues</w:t>
      </w:r>
      <w:r>
        <w:t>…</w:t>
      </w:r>
    </w:p>
    <w:p w14:paraId="79635539" w14:textId="77777777" w:rsidR="001C0413" w:rsidRDefault="001C0413" w:rsidP="001C0413">
      <w:r>
        <w:t>— </w:t>
      </w:r>
      <w:r w:rsidR="00530790" w:rsidRPr="005D5566">
        <w:t>La visite est finie</w:t>
      </w:r>
      <w:r>
        <w:t xml:space="preserve"> ! </w:t>
      </w:r>
      <w:r w:rsidR="00530790" w:rsidRPr="005D5566">
        <w:t>déclara le surveillant en regardant sa montre</w:t>
      </w:r>
      <w:r>
        <w:t>.</w:t>
      </w:r>
    </w:p>
    <w:p w14:paraId="35CD297E" w14:textId="77777777" w:rsidR="001C0413" w:rsidRDefault="001C0413" w:rsidP="001C0413">
      <w:r>
        <w:t>— </w:t>
      </w:r>
      <w:r w:rsidR="00530790" w:rsidRPr="005D5566">
        <w:t>Merci</w:t>
      </w:r>
      <w:r>
        <w:t xml:space="preserve">, </w:t>
      </w:r>
      <w:r w:rsidR="00530790" w:rsidRPr="005D5566">
        <w:t>maman</w:t>
      </w:r>
      <w:r>
        <w:t xml:space="preserve"> ! </w:t>
      </w:r>
      <w:r w:rsidR="00530790" w:rsidRPr="005D5566">
        <w:t>dit Pavel</w:t>
      </w:r>
      <w:r>
        <w:t xml:space="preserve">. </w:t>
      </w:r>
      <w:r w:rsidR="00530790" w:rsidRPr="005D5566">
        <w:t>Merci</w:t>
      </w:r>
      <w:r>
        <w:t xml:space="preserve">, </w:t>
      </w:r>
      <w:r w:rsidR="00530790" w:rsidRPr="005D5566">
        <w:t>ma chérie</w:t>
      </w:r>
      <w:r>
        <w:t xml:space="preserve"> ! </w:t>
      </w:r>
      <w:r w:rsidR="00530790" w:rsidRPr="005D5566">
        <w:t>Ne sois pas inquiète</w:t>
      </w:r>
      <w:r>
        <w:t xml:space="preserve">… </w:t>
      </w:r>
      <w:r w:rsidR="00530790" w:rsidRPr="005D5566">
        <w:t xml:space="preserve">je serai </w:t>
      </w:r>
      <w:r w:rsidR="00530790" w:rsidRPr="005D5566">
        <w:rPr>
          <w:bCs/>
        </w:rPr>
        <w:t xml:space="preserve">bientôt </w:t>
      </w:r>
      <w:r w:rsidR="00530790" w:rsidRPr="005D5566">
        <w:t>libéré</w:t>
      </w:r>
      <w:r>
        <w:t>…</w:t>
      </w:r>
    </w:p>
    <w:p w14:paraId="74749EFC" w14:textId="77777777" w:rsidR="001C0413" w:rsidRDefault="00530790" w:rsidP="001C0413">
      <w:r w:rsidRPr="005D5566">
        <w:lastRenderedPageBreak/>
        <w:t xml:space="preserve">Il </w:t>
      </w:r>
      <w:r w:rsidRPr="005D5566">
        <w:rPr>
          <w:bCs/>
        </w:rPr>
        <w:t>l</w:t>
      </w:r>
      <w:r w:rsidR="001C0413">
        <w:t>’</w:t>
      </w:r>
      <w:r w:rsidRPr="005D5566">
        <w:t>étreignit avec force et l</w:t>
      </w:r>
      <w:r w:rsidR="001C0413">
        <w:t>’</w:t>
      </w:r>
      <w:r w:rsidRPr="005D5566">
        <w:t>embrassa</w:t>
      </w:r>
      <w:r w:rsidR="001C0413">
        <w:t xml:space="preserve"> ; </w:t>
      </w:r>
      <w:r w:rsidRPr="005D5566">
        <w:t>la mère</w:t>
      </w:r>
      <w:r w:rsidR="001C0413">
        <w:t xml:space="preserve">, </w:t>
      </w:r>
      <w:r w:rsidRPr="005D5566">
        <w:t xml:space="preserve">heureuse </w:t>
      </w:r>
      <w:r w:rsidRPr="005D5566">
        <w:rPr>
          <w:bCs/>
        </w:rPr>
        <w:t xml:space="preserve">et </w:t>
      </w:r>
      <w:r w:rsidRPr="005D5566">
        <w:t>touchée</w:t>
      </w:r>
      <w:r w:rsidR="001C0413">
        <w:t xml:space="preserve">, </w:t>
      </w:r>
      <w:r w:rsidRPr="005D5566">
        <w:t>se mit à pleurer</w:t>
      </w:r>
      <w:r w:rsidR="001C0413">
        <w:t>.</w:t>
      </w:r>
    </w:p>
    <w:p w14:paraId="6E864AB8" w14:textId="77777777" w:rsidR="001C0413" w:rsidRDefault="001C0413" w:rsidP="001C0413">
      <w:r>
        <w:t>— </w:t>
      </w:r>
      <w:r w:rsidR="00530790" w:rsidRPr="005D5566">
        <w:t>Séparez-vous</w:t>
      </w:r>
      <w:r>
        <w:t xml:space="preserve"> ! </w:t>
      </w:r>
      <w:r w:rsidR="00530790" w:rsidRPr="005D5566">
        <w:t>s</w:t>
      </w:r>
      <w:r>
        <w:t>’</w:t>
      </w:r>
      <w:r w:rsidR="00530790" w:rsidRPr="005D5566">
        <w:t>écria le surveillant</w:t>
      </w:r>
      <w:r>
        <w:t xml:space="preserve">, </w:t>
      </w:r>
      <w:r w:rsidR="00530790" w:rsidRPr="005D5566">
        <w:t>et il reconduisit la mère tout en grommelant</w:t>
      </w:r>
      <w:r>
        <w:t> :</w:t>
      </w:r>
    </w:p>
    <w:p w14:paraId="209BFFF0" w14:textId="77777777" w:rsidR="001C0413" w:rsidRDefault="001C0413" w:rsidP="001C0413">
      <w:r>
        <w:t>— </w:t>
      </w:r>
      <w:r w:rsidR="00530790" w:rsidRPr="005D5566">
        <w:t>Ne pleure pas</w:t>
      </w:r>
      <w:r>
        <w:t xml:space="preserve">… </w:t>
      </w:r>
      <w:r w:rsidR="00530790" w:rsidRPr="005D5566">
        <w:t>il sortira bientôt</w:t>
      </w:r>
      <w:r>
        <w:t xml:space="preserve"> ! </w:t>
      </w:r>
      <w:r w:rsidR="00530790" w:rsidRPr="005D5566">
        <w:rPr>
          <w:bCs/>
        </w:rPr>
        <w:t xml:space="preserve">On </w:t>
      </w:r>
      <w:r w:rsidR="00530790" w:rsidRPr="005D5566">
        <w:t>relâchera beaucoup de monde</w:t>
      </w:r>
      <w:r>
        <w:t xml:space="preserve">… </w:t>
      </w:r>
      <w:r w:rsidR="00530790" w:rsidRPr="005D5566">
        <w:t>il n</w:t>
      </w:r>
      <w:r>
        <w:t>’</w:t>
      </w:r>
      <w:r w:rsidR="00530790" w:rsidRPr="005D5566">
        <w:t>y a plus de place</w:t>
      </w:r>
      <w:r>
        <w:t xml:space="preserve">… </w:t>
      </w:r>
      <w:r w:rsidR="00530790" w:rsidRPr="005D5566">
        <w:t>ils sont trop ici</w:t>
      </w:r>
      <w:r>
        <w:t>…</w:t>
      </w:r>
    </w:p>
    <w:p w14:paraId="400FB36A" w14:textId="77777777" w:rsidR="001C0413" w:rsidRDefault="00530790" w:rsidP="001C0413">
      <w:r w:rsidRPr="005D5566">
        <w:t>À la maison</w:t>
      </w:r>
      <w:r w:rsidR="001C0413">
        <w:t xml:space="preserve">, </w:t>
      </w:r>
      <w:r w:rsidRPr="005D5566">
        <w:t>elle dit au Petit-Russien</w:t>
      </w:r>
      <w:r w:rsidR="001C0413">
        <w:t> :</w:t>
      </w:r>
    </w:p>
    <w:p w14:paraId="2A824CC5" w14:textId="77777777" w:rsidR="001C0413" w:rsidRDefault="001C0413" w:rsidP="001C0413">
      <w:r>
        <w:t>— </w:t>
      </w:r>
      <w:r w:rsidR="00530790" w:rsidRPr="005D5566">
        <w:t>Je lui ai parlé adroitement</w:t>
      </w:r>
      <w:r>
        <w:t xml:space="preserve">… </w:t>
      </w:r>
      <w:r w:rsidR="00530790" w:rsidRPr="005D5566">
        <w:t>il a compris</w:t>
      </w:r>
      <w:r>
        <w:t>…</w:t>
      </w:r>
    </w:p>
    <w:p w14:paraId="091BC0EF" w14:textId="77777777" w:rsidR="001C0413" w:rsidRDefault="00530790" w:rsidP="001C0413">
      <w:r w:rsidRPr="005D5566">
        <w:t>Puis elle soupira avec tristesse</w:t>
      </w:r>
      <w:r w:rsidR="001C0413">
        <w:t> :</w:t>
      </w:r>
    </w:p>
    <w:p w14:paraId="11110436" w14:textId="77777777" w:rsidR="001C0413" w:rsidRDefault="001C0413" w:rsidP="001C0413">
      <w:r>
        <w:t>— </w:t>
      </w:r>
      <w:r w:rsidR="00530790" w:rsidRPr="005D5566">
        <w:t>Oui</w:t>
      </w:r>
      <w:r>
        <w:t xml:space="preserve">, </w:t>
      </w:r>
      <w:r w:rsidR="00530790" w:rsidRPr="005D5566">
        <w:t>il a compris</w:t>
      </w:r>
      <w:r>
        <w:t xml:space="preserve">, </w:t>
      </w:r>
      <w:r w:rsidR="00530790" w:rsidRPr="005D5566">
        <w:t>sinon</w:t>
      </w:r>
      <w:r>
        <w:t xml:space="preserve">, </w:t>
      </w:r>
      <w:r w:rsidR="00530790" w:rsidRPr="005D5566">
        <w:t>il ne m</w:t>
      </w:r>
      <w:r>
        <w:t>’</w:t>
      </w:r>
      <w:r w:rsidR="00530790" w:rsidRPr="005D5566">
        <w:t xml:space="preserve">aurait pas </w:t>
      </w:r>
      <w:r w:rsidR="00530790" w:rsidRPr="005D5566">
        <w:rPr>
          <w:bCs/>
        </w:rPr>
        <w:t>em</w:t>
      </w:r>
      <w:r w:rsidR="00530790" w:rsidRPr="005D5566">
        <w:t>brassée comme il l</w:t>
      </w:r>
      <w:r>
        <w:t>’</w:t>
      </w:r>
      <w:r w:rsidR="00530790" w:rsidRPr="005D5566">
        <w:t>a fait</w:t>
      </w:r>
      <w:r>
        <w:t xml:space="preserve">… </w:t>
      </w:r>
      <w:r w:rsidR="00530790" w:rsidRPr="005D5566">
        <w:rPr>
          <w:bCs/>
        </w:rPr>
        <w:t>c</w:t>
      </w:r>
      <w:r>
        <w:rPr>
          <w:bCs/>
        </w:rPr>
        <w:t>’</w:t>
      </w:r>
      <w:r w:rsidR="00530790" w:rsidRPr="005D5566">
        <w:rPr>
          <w:bCs/>
        </w:rPr>
        <w:t xml:space="preserve">était la </w:t>
      </w:r>
      <w:r w:rsidR="00530790" w:rsidRPr="005D5566">
        <w:t>première fois</w:t>
      </w:r>
      <w:r>
        <w:t>…</w:t>
      </w:r>
    </w:p>
    <w:p w14:paraId="7A74E8DC" w14:textId="77777777" w:rsidR="001C0413" w:rsidRDefault="001C0413" w:rsidP="001C0413">
      <w:r>
        <w:t>— </w:t>
      </w:r>
      <w:r w:rsidR="00530790" w:rsidRPr="005D5566">
        <w:t>Ah</w:t>
      </w:r>
      <w:r>
        <w:t xml:space="preserve"> ! </w:t>
      </w:r>
      <w:r w:rsidR="00530790" w:rsidRPr="005D5566">
        <w:t>dit André en riant</w:t>
      </w:r>
      <w:r>
        <w:t xml:space="preserve">. </w:t>
      </w:r>
      <w:r w:rsidR="00530790" w:rsidRPr="005D5566">
        <w:t>Les gens désirent toutes sortes de choses</w:t>
      </w:r>
      <w:r>
        <w:t xml:space="preserve">, </w:t>
      </w:r>
      <w:r w:rsidR="00530790" w:rsidRPr="005D5566">
        <w:t>mais les mères ne demandent que des caresses</w:t>
      </w:r>
      <w:r>
        <w:t>…</w:t>
      </w:r>
    </w:p>
    <w:p w14:paraId="5BF72E2A" w14:textId="77777777" w:rsidR="001C0413" w:rsidRDefault="001C0413" w:rsidP="001C0413">
      <w:r>
        <w:t>— </w:t>
      </w:r>
      <w:r w:rsidR="00530790" w:rsidRPr="005D5566">
        <w:t>Mais si vous aviez</w:t>
      </w:r>
      <w:r w:rsidR="00530790" w:rsidRPr="005D5566">
        <w:rPr>
          <w:bCs/>
        </w:rPr>
        <w:t xml:space="preserve"> vu </w:t>
      </w:r>
      <w:r w:rsidR="00530790" w:rsidRPr="005D5566">
        <w:t>les autres visiteurs</w:t>
      </w:r>
      <w:r>
        <w:t xml:space="preserve"> ! </w:t>
      </w:r>
      <w:r w:rsidR="00530790" w:rsidRPr="005D5566">
        <w:t>s</w:t>
      </w:r>
      <w:r>
        <w:t>’</w:t>
      </w:r>
      <w:r w:rsidR="00530790" w:rsidRPr="005D5566">
        <w:t>écria-</w:t>
      </w:r>
      <w:r w:rsidR="00530790" w:rsidRPr="005D5566">
        <w:rPr>
          <w:bCs/>
        </w:rPr>
        <w:t xml:space="preserve">t-elle </w:t>
      </w:r>
      <w:r w:rsidR="00530790" w:rsidRPr="005D5566">
        <w:t>soudain</w:t>
      </w:r>
      <w:r>
        <w:t xml:space="preserve">, </w:t>
      </w:r>
      <w:r w:rsidR="00530790" w:rsidRPr="005D5566">
        <w:t>reprise par l</w:t>
      </w:r>
      <w:r>
        <w:t>’</w:t>
      </w:r>
      <w:r w:rsidR="00530790" w:rsidRPr="005D5566">
        <w:t>étonnement</w:t>
      </w:r>
      <w:r>
        <w:t xml:space="preserve">. </w:t>
      </w:r>
      <w:r w:rsidR="00530790" w:rsidRPr="005D5566">
        <w:t xml:space="preserve">On dirait </w:t>
      </w:r>
      <w:r w:rsidR="00530790" w:rsidRPr="005D5566">
        <w:rPr>
          <w:bCs/>
        </w:rPr>
        <w:t>qu</w:t>
      </w:r>
      <w:r>
        <w:rPr>
          <w:bCs/>
        </w:rPr>
        <w:t>’</w:t>
      </w:r>
      <w:r w:rsidR="00530790" w:rsidRPr="005D5566">
        <w:rPr>
          <w:bCs/>
        </w:rPr>
        <w:t xml:space="preserve">ils </w:t>
      </w:r>
      <w:r w:rsidR="00530790" w:rsidRPr="005D5566">
        <w:t xml:space="preserve">y </w:t>
      </w:r>
      <w:r w:rsidR="00530790" w:rsidRPr="005D5566">
        <w:rPr>
          <w:bCs/>
        </w:rPr>
        <w:t xml:space="preserve">sont </w:t>
      </w:r>
      <w:r w:rsidR="00530790" w:rsidRPr="005D5566">
        <w:t>habitués</w:t>
      </w:r>
      <w:r>
        <w:t xml:space="preserve">. </w:t>
      </w:r>
      <w:r w:rsidR="00530790" w:rsidRPr="005D5566">
        <w:t>On leur a pris leurs enfants pour les mettre en prison et cela ne leur fait rien</w:t>
      </w:r>
      <w:r>
        <w:t xml:space="preserve">. </w:t>
      </w:r>
      <w:r w:rsidR="00530790" w:rsidRPr="005D5566">
        <w:t>Ils viennent</w:t>
      </w:r>
      <w:r>
        <w:t xml:space="preserve">, </w:t>
      </w:r>
      <w:r w:rsidR="00530790" w:rsidRPr="005D5566">
        <w:rPr>
          <w:bCs/>
        </w:rPr>
        <w:t xml:space="preserve">ils </w:t>
      </w:r>
      <w:r w:rsidR="00530790" w:rsidRPr="005D5566">
        <w:t>s</w:t>
      </w:r>
      <w:r>
        <w:t>’</w:t>
      </w:r>
      <w:r w:rsidR="00530790" w:rsidRPr="005D5566">
        <w:t>asseyent</w:t>
      </w:r>
      <w:r>
        <w:t xml:space="preserve">, </w:t>
      </w:r>
      <w:r w:rsidR="00530790" w:rsidRPr="005D5566">
        <w:t>ils attendent</w:t>
      </w:r>
      <w:r>
        <w:t xml:space="preserve">, </w:t>
      </w:r>
      <w:r w:rsidR="00530790" w:rsidRPr="005D5566">
        <w:t>ils causent entre eux</w:t>
      </w:r>
      <w:r>
        <w:t xml:space="preserve">. </w:t>
      </w:r>
      <w:r w:rsidR="00530790" w:rsidRPr="005D5566">
        <w:t xml:space="preserve">Du moment </w:t>
      </w:r>
      <w:r w:rsidR="00530790" w:rsidRPr="005D5566">
        <w:rPr>
          <w:bCs/>
        </w:rPr>
        <w:t xml:space="preserve">que </w:t>
      </w:r>
      <w:r w:rsidR="00530790" w:rsidRPr="005D5566">
        <w:t>les gens instruits s</w:t>
      </w:r>
      <w:r>
        <w:t>’</w:t>
      </w:r>
      <w:r w:rsidR="00530790" w:rsidRPr="005D5566">
        <w:t>accoutument si bien à cela</w:t>
      </w:r>
      <w:r>
        <w:t xml:space="preserve">, </w:t>
      </w:r>
      <w:r w:rsidR="00530790" w:rsidRPr="005D5566">
        <w:t>que dire alors des ouvriers</w:t>
      </w:r>
      <w:r>
        <w:t> ?…</w:t>
      </w:r>
    </w:p>
    <w:p w14:paraId="4EF903D2" w14:textId="77777777" w:rsidR="001C0413" w:rsidRDefault="001C0413" w:rsidP="001C0413">
      <w:r>
        <w:t>— </w:t>
      </w:r>
      <w:r w:rsidR="00530790" w:rsidRPr="005D5566">
        <w:t>C</w:t>
      </w:r>
      <w:r>
        <w:t>’</w:t>
      </w:r>
      <w:r w:rsidR="00530790" w:rsidRPr="005D5566">
        <w:t>est bien naturel</w:t>
      </w:r>
      <w:r>
        <w:t xml:space="preserve"> ! </w:t>
      </w:r>
      <w:r w:rsidR="00530790" w:rsidRPr="005D5566">
        <w:t xml:space="preserve">répondit le Petit-Russien avec </w:t>
      </w:r>
      <w:r w:rsidR="00530790" w:rsidRPr="005D5566">
        <w:rPr>
          <w:bCs/>
        </w:rPr>
        <w:t xml:space="preserve">un </w:t>
      </w:r>
      <w:r w:rsidR="00530790" w:rsidRPr="005D5566">
        <w:t>sourire</w:t>
      </w:r>
      <w:r>
        <w:t xml:space="preserve">. </w:t>
      </w:r>
      <w:r w:rsidR="00530790" w:rsidRPr="005D5566">
        <w:t>La loi est tout de même plus douce pour eux que pour nous</w:t>
      </w:r>
      <w:r>
        <w:t xml:space="preserve">… </w:t>
      </w:r>
      <w:r w:rsidR="00530790" w:rsidRPr="005D5566">
        <w:rPr>
          <w:bCs/>
        </w:rPr>
        <w:t xml:space="preserve">et </w:t>
      </w:r>
      <w:r w:rsidR="00530790" w:rsidRPr="005D5566">
        <w:t>ils ont plus besoin d</w:t>
      </w:r>
      <w:r>
        <w:t>’</w:t>
      </w:r>
      <w:r w:rsidR="00530790" w:rsidRPr="005D5566">
        <w:t>elle que vous</w:t>
      </w:r>
      <w:r>
        <w:t xml:space="preserve">. </w:t>
      </w:r>
      <w:r w:rsidR="00530790" w:rsidRPr="005D5566">
        <w:t>Aussi</w:t>
      </w:r>
      <w:r>
        <w:t xml:space="preserve">, </w:t>
      </w:r>
      <w:r w:rsidR="00530790" w:rsidRPr="005D5566">
        <w:t>quand la loi les atteint</w:t>
      </w:r>
      <w:r>
        <w:t xml:space="preserve">, </w:t>
      </w:r>
      <w:r w:rsidR="00530790" w:rsidRPr="005D5566">
        <w:t xml:space="preserve">ils se contentent </w:t>
      </w:r>
      <w:r w:rsidR="00530790" w:rsidRPr="005D5566">
        <w:rPr>
          <w:bCs/>
        </w:rPr>
        <w:t xml:space="preserve">de </w:t>
      </w:r>
      <w:r w:rsidR="00530790" w:rsidRPr="005D5566">
        <w:t>faire la grimace</w:t>
      </w:r>
      <w:r>
        <w:t xml:space="preserve">, </w:t>
      </w:r>
      <w:r w:rsidR="00530790" w:rsidRPr="005D5566">
        <w:t>mais pas trop</w:t>
      </w:r>
      <w:r>
        <w:t xml:space="preserve">… </w:t>
      </w:r>
      <w:r w:rsidR="00530790" w:rsidRPr="005D5566">
        <w:t xml:space="preserve">La loi les protège </w:t>
      </w:r>
      <w:r w:rsidR="00530790" w:rsidRPr="005D5566">
        <w:rPr>
          <w:bCs/>
        </w:rPr>
        <w:t xml:space="preserve">un </w:t>
      </w:r>
      <w:r w:rsidR="00530790" w:rsidRPr="005D5566">
        <w:t>peu</w:t>
      </w:r>
      <w:r>
        <w:t xml:space="preserve">, </w:t>
      </w:r>
      <w:r w:rsidR="00530790" w:rsidRPr="005D5566">
        <w:t>tandis que</w:t>
      </w:r>
      <w:r>
        <w:t xml:space="preserve">, </w:t>
      </w:r>
      <w:r w:rsidR="00530790" w:rsidRPr="005D5566">
        <w:t>nous autres</w:t>
      </w:r>
      <w:r>
        <w:t xml:space="preserve">, </w:t>
      </w:r>
      <w:r w:rsidR="00530790" w:rsidRPr="005D5566">
        <w:t>elle nous lie</w:t>
      </w:r>
      <w:r>
        <w:t xml:space="preserve">, </w:t>
      </w:r>
      <w:r w:rsidR="00530790" w:rsidRPr="005D5566">
        <w:t>afin que nous ne puissions pas ruer</w:t>
      </w:r>
      <w:r>
        <w:t>…</w:t>
      </w:r>
    </w:p>
    <w:p w14:paraId="630A8595" w14:textId="34B2EB48" w:rsidR="00530790" w:rsidRPr="003B37B8" w:rsidRDefault="00530790" w:rsidP="001C0413">
      <w:pPr>
        <w:pStyle w:val="Titre2"/>
        <w:rPr>
          <w:szCs w:val="44"/>
        </w:rPr>
      </w:pPr>
      <w:bookmarkStart w:id="21" w:name="_Toc202279542"/>
      <w:r w:rsidRPr="003B37B8">
        <w:rPr>
          <w:szCs w:val="44"/>
        </w:rPr>
        <w:lastRenderedPageBreak/>
        <w:t>XX</w:t>
      </w:r>
      <w:bookmarkEnd w:id="21"/>
      <w:r w:rsidRPr="003B37B8">
        <w:rPr>
          <w:szCs w:val="44"/>
        </w:rPr>
        <w:br/>
      </w:r>
    </w:p>
    <w:p w14:paraId="6C0C4D36" w14:textId="77777777" w:rsidR="001C0413" w:rsidRDefault="00530790" w:rsidP="001C0413">
      <w:r w:rsidRPr="005D5566">
        <w:t>Un soir</w:t>
      </w:r>
      <w:r w:rsidR="001C0413">
        <w:t xml:space="preserve">, </w:t>
      </w:r>
      <w:r w:rsidRPr="005D5566">
        <w:t>tan</w:t>
      </w:r>
      <w:r w:rsidRPr="005D5566">
        <w:rPr>
          <w:bCs/>
        </w:rPr>
        <w:t xml:space="preserve">dis </w:t>
      </w:r>
      <w:r w:rsidRPr="005D5566">
        <w:t>que la mère tricotait</w:t>
      </w:r>
      <w:r w:rsidR="001C0413">
        <w:t xml:space="preserve">, </w:t>
      </w:r>
      <w:r w:rsidRPr="005D5566">
        <w:t xml:space="preserve">assise près de la table </w:t>
      </w:r>
      <w:r w:rsidRPr="005D5566">
        <w:rPr>
          <w:bCs/>
        </w:rPr>
        <w:t xml:space="preserve">et </w:t>
      </w:r>
      <w:r w:rsidRPr="005D5566">
        <w:t>qu</w:t>
      </w:r>
      <w:r w:rsidR="001C0413">
        <w:t>’</w:t>
      </w:r>
      <w:r w:rsidRPr="005D5566">
        <w:t>André lisait à haute voix l</w:t>
      </w:r>
      <w:r w:rsidR="001C0413">
        <w:t>’</w:t>
      </w:r>
      <w:r w:rsidRPr="005D5566">
        <w:t xml:space="preserve">histoire du </w:t>
      </w:r>
      <w:r w:rsidRPr="005D5566">
        <w:rPr>
          <w:bCs/>
        </w:rPr>
        <w:t xml:space="preserve">soulèvement </w:t>
      </w:r>
      <w:r w:rsidRPr="005D5566">
        <w:t>des esclaves romains</w:t>
      </w:r>
      <w:r w:rsidR="001C0413">
        <w:t xml:space="preserve">, </w:t>
      </w:r>
      <w:r w:rsidRPr="005D5566">
        <w:t>quelqu</w:t>
      </w:r>
      <w:r w:rsidR="001C0413">
        <w:t>’</w:t>
      </w:r>
      <w:r w:rsidRPr="005D5566">
        <w:t xml:space="preserve">un frappa </w:t>
      </w:r>
      <w:r w:rsidRPr="005D5566">
        <w:rPr>
          <w:bCs/>
        </w:rPr>
        <w:t xml:space="preserve">violemment </w:t>
      </w:r>
      <w:r w:rsidRPr="005D5566">
        <w:t>à la porte</w:t>
      </w:r>
      <w:r w:rsidR="001C0413">
        <w:t xml:space="preserve"> ; </w:t>
      </w:r>
      <w:r w:rsidRPr="005D5566">
        <w:t>quand le Petit-Russien eut ouvert</w:t>
      </w:r>
      <w:r w:rsidR="001C0413">
        <w:t xml:space="preserve">, </w:t>
      </w:r>
      <w:r w:rsidRPr="005D5566">
        <w:rPr>
          <w:bCs/>
        </w:rPr>
        <w:t xml:space="preserve">Vessoftchikov </w:t>
      </w:r>
      <w:r w:rsidRPr="005D5566">
        <w:t>entra</w:t>
      </w:r>
      <w:r w:rsidR="001C0413">
        <w:t xml:space="preserve">, </w:t>
      </w:r>
      <w:r w:rsidRPr="005D5566">
        <w:t>un paquet sous le bras</w:t>
      </w:r>
      <w:r w:rsidR="001C0413">
        <w:t xml:space="preserve">, </w:t>
      </w:r>
      <w:r w:rsidRPr="005D5566">
        <w:t>sa casquette rabattue sur ses sourcils et couvert de boue jusqu</w:t>
      </w:r>
      <w:r w:rsidR="001C0413">
        <w:t>’</w:t>
      </w:r>
      <w:r w:rsidRPr="005D5566">
        <w:t>aux genoux</w:t>
      </w:r>
      <w:r w:rsidR="001C0413">
        <w:t> :</w:t>
      </w:r>
    </w:p>
    <w:p w14:paraId="70A45B54" w14:textId="77777777" w:rsidR="001C0413" w:rsidRDefault="001C0413" w:rsidP="001C0413">
      <w:r>
        <w:t>— </w:t>
      </w:r>
      <w:r w:rsidR="00530790" w:rsidRPr="005D5566">
        <w:t>En passant</w:t>
      </w:r>
      <w:r>
        <w:t xml:space="preserve">, </w:t>
      </w:r>
      <w:r w:rsidR="00530790" w:rsidRPr="005D5566">
        <w:t>j</w:t>
      </w:r>
      <w:r>
        <w:t>’</w:t>
      </w:r>
      <w:r w:rsidR="00530790" w:rsidRPr="005D5566">
        <w:t>ai vu que vous aviez de la lumière et je suis entré pour vous saluer</w:t>
      </w:r>
      <w:r>
        <w:t xml:space="preserve">. </w:t>
      </w:r>
      <w:r w:rsidR="00530790" w:rsidRPr="005D5566">
        <w:t>Je sors de prison à l</w:t>
      </w:r>
      <w:r>
        <w:t>’</w:t>
      </w:r>
      <w:r w:rsidR="00530790" w:rsidRPr="005D5566">
        <w:t>instant</w:t>
      </w:r>
      <w:r>
        <w:t xml:space="preserve"> ! </w:t>
      </w:r>
      <w:r w:rsidR="00530790" w:rsidRPr="005D5566">
        <w:t>expliqua-t-il d</w:t>
      </w:r>
      <w:r>
        <w:t>’</w:t>
      </w:r>
      <w:r w:rsidR="00530790" w:rsidRPr="005D5566">
        <w:t>une voix bizarre</w:t>
      </w:r>
      <w:r>
        <w:t xml:space="preserve"> ; </w:t>
      </w:r>
      <w:r w:rsidR="00530790" w:rsidRPr="005D5566">
        <w:t>puis</w:t>
      </w:r>
      <w:r>
        <w:t xml:space="preserve">, </w:t>
      </w:r>
      <w:r w:rsidR="00530790" w:rsidRPr="005D5566">
        <w:t>s</w:t>
      </w:r>
      <w:r>
        <w:t>’</w:t>
      </w:r>
      <w:r w:rsidR="00530790" w:rsidRPr="005D5566">
        <w:t>emparant de la main de la mère</w:t>
      </w:r>
      <w:r>
        <w:t xml:space="preserve">, </w:t>
      </w:r>
      <w:r w:rsidR="00530790" w:rsidRPr="005D5566">
        <w:t>il la secoua avec vigueur et dit</w:t>
      </w:r>
      <w:r>
        <w:t> :</w:t>
      </w:r>
    </w:p>
    <w:p w14:paraId="6899E790" w14:textId="77777777" w:rsidR="001C0413" w:rsidRDefault="001C0413" w:rsidP="001C0413">
      <w:r>
        <w:t>— </w:t>
      </w:r>
      <w:r w:rsidR="00530790" w:rsidRPr="005D5566">
        <w:t>Pavel vous envoie ses amitiés</w:t>
      </w:r>
      <w:r>
        <w:t>…</w:t>
      </w:r>
    </w:p>
    <w:p w14:paraId="2F85D998" w14:textId="77777777" w:rsidR="001C0413" w:rsidRDefault="00530790" w:rsidP="001C0413">
      <w:r w:rsidRPr="005D5566">
        <w:t>Et se laissant tomber sur une chaise avec hésitation</w:t>
      </w:r>
      <w:r w:rsidR="001C0413">
        <w:t xml:space="preserve">, </w:t>
      </w:r>
      <w:r w:rsidRPr="005D5566">
        <w:t>il fouilla la chambre de son regard maussade et soupçonneux</w:t>
      </w:r>
      <w:r w:rsidR="001C0413">
        <w:t>.</w:t>
      </w:r>
    </w:p>
    <w:p w14:paraId="49836B80" w14:textId="77777777" w:rsidR="001C0413" w:rsidRDefault="00530790" w:rsidP="001C0413">
      <w:r w:rsidRPr="005D5566">
        <w:t>Il déplaisait à la mère</w:t>
      </w:r>
      <w:r w:rsidR="001C0413">
        <w:t xml:space="preserve"> ; </w:t>
      </w:r>
      <w:r w:rsidRPr="005D5566">
        <w:t>il y avait dans sa tête anguleuse et tondue et dans ses petits yeux</w:t>
      </w:r>
      <w:r w:rsidR="001C0413">
        <w:t xml:space="preserve">, </w:t>
      </w:r>
      <w:r w:rsidRPr="005D5566">
        <w:t>quelque chose qui effrayait toujours la vieille femme</w:t>
      </w:r>
      <w:r w:rsidR="001C0413">
        <w:t xml:space="preserve"> ; </w:t>
      </w:r>
      <w:r w:rsidRPr="005D5566">
        <w:t>mais elle fut cependant contente de le revoir et elle lui dit</w:t>
      </w:r>
      <w:r w:rsidR="001C0413">
        <w:t xml:space="preserve">, </w:t>
      </w:r>
      <w:r w:rsidRPr="005D5566">
        <w:t>souriante et affectueuse</w:t>
      </w:r>
      <w:r w:rsidR="001C0413">
        <w:t> :</w:t>
      </w:r>
    </w:p>
    <w:p w14:paraId="49FE0792" w14:textId="77777777" w:rsidR="001C0413" w:rsidRDefault="001C0413" w:rsidP="001C0413">
      <w:r>
        <w:t>— </w:t>
      </w:r>
      <w:r w:rsidR="00530790" w:rsidRPr="005D5566">
        <w:t>Tu as bien maigri</w:t>
      </w:r>
      <w:r>
        <w:t xml:space="preserve"> !… </w:t>
      </w:r>
      <w:r w:rsidR="00530790" w:rsidRPr="005D5566">
        <w:t>André</w:t>
      </w:r>
      <w:r>
        <w:t xml:space="preserve"> ! </w:t>
      </w:r>
      <w:r w:rsidR="00530790" w:rsidRPr="005D5566">
        <w:t>Faisons-lui du thé</w:t>
      </w:r>
      <w:r>
        <w:t> !</w:t>
      </w:r>
    </w:p>
    <w:p w14:paraId="7B629645" w14:textId="77777777" w:rsidR="001C0413" w:rsidRDefault="001C0413" w:rsidP="001C0413">
      <w:r>
        <w:t>— </w:t>
      </w:r>
      <w:r w:rsidR="00530790" w:rsidRPr="005D5566">
        <w:t>Je prépare déjà le samovar</w:t>
      </w:r>
      <w:r>
        <w:t xml:space="preserve"> ! </w:t>
      </w:r>
      <w:r w:rsidR="00530790" w:rsidRPr="005D5566">
        <w:t>répondit de la cuisine le Petit-Russien</w:t>
      </w:r>
      <w:r>
        <w:t>.</w:t>
      </w:r>
    </w:p>
    <w:p w14:paraId="7A0C678E" w14:textId="77777777" w:rsidR="001C0413" w:rsidRDefault="001C0413" w:rsidP="001C0413">
      <w:r>
        <w:t>— </w:t>
      </w:r>
      <w:r w:rsidR="00530790" w:rsidRPr="005D5566">
        <w:t>Eh bien</w:t>
      </w:r>
      <w:r>
        <w:t xml:space="preserve">, </w:t>
      </w:r>
      <w:r w:rsidR="00530790" w:rsidRPr="005D5566">
        <w:t>comment va Pavel</w:t>
      </w:r>
      <w:r>
        <w:t xml:space="preserve"> ? </w:t>
      </w:r>
      <w:r w:rsidR="00530790" w:rsidRPr="005D5566">
        <w:t>En a-t-on libéré d</w:t>
      </w:r>
      <w:r>
        <w:t>’</w:t>
      </w:r>
      <w:r w:rsidR="00530790" w:rsidRPr="005D5566">
        <w:t>autres que toi</w:t>
      </w:r>
      <w:r>
        <w:t> ?</w:t>
      </w:r>
    </w:p>
    <w:p w14:paraId="613BA933" w14:textId="77777777" w:rsidR="001C0413" w:rsidRDefault="00530790" w:rsidP="001C0413">
      <w:r w:rsidRPr="005D5566">
        <w:t>Vessoftchikov répondit en baissant la tête</w:t>
      </w:r>
      <w:r w:rsidR="001C0413">
        <w:t> :</w:t>
      </w:r>
    </w:p>
    <w:p w14:paraId="7B35CCC5" w14:textId="77777777" w:rsidR="001C0413" w:rsidRDefault="001C0413" w:rsidP="001C0413">
      <w:r>
        <w:lastRenderedPageBreak/>
        <w:t>— </w:t>
      </w:r>
      <w:r w:rsidR="00530790" w:rsidRPr="005D5566">
        <w:t>Pavel est encore en prison</w:t>
      </w:r>
      <w:r>
        <w:t xml:space="preserve">… </w:t>
      </w:r>
      <w:r w:rsidR="00530790" w:rsidRPr="005D5566">
        <w:t>il prend son mal en patience</w:t>
      </w:r>
      <w:r>
        <w:t xml:space="preserve">. </w:t>
      </w:r>
      <w:r w:rsidR="00530790" w:rsidRPr="005D5566">
        <w:t>On n</w:t>
      </w:r>
      <w:r>
        <w:t>’</w:t>
      </w:r>
      <w:r w:rsidR="00530790" w:rsidRPr="005D5566">
        <w:t>a relâché que moi</w:t>
      </w:r>
      <w:r>
        <w:t>.</w:t>
      </w:r>
    </w:p>
    <w:p w14:paraId="6ED85AE7" w14:textId="77777777" w:rsidR="001C0413" w:rsidRDefault="00530790" w:rsidP="001C0413">
      <w:r w:rsidRPr="005D5566">
        <w:t>Il leva les yeux</w:t>
      </w:r>
      <w:r w:rsidR="001C0413">
        <w:t xml:space="preserve">, </w:t>
      </w:r>
      <w:r w:rsidRPr="005D5566">
        <w:t>regarda la mère et continua lentement</w:t>
      </w:r>
      <w:r w:rsidR="001C0413">
        <w:t xml:space="preserve">, </w:t>
      </w:r>
      <w:r w:rsidRPr="005D5566">
        <w:t>les dents serrées</w:t>
      </w:r>
      <w:r w:rsidR="001C0413">
        <w:t> :</w:t>
      </w:r>
    </w:p>
    <w:p w14:paraId="75C09FF8" w14:textId="77777777" w:rsidR="001C0413" w:rsidRDefault="001C0413" w:rsidP="001C0413">
      <w:r>
        <w:t>— </w:t>
      </w:r>
      <w:r w:rsidR="00530790" w:rsidRPr="005D5566">
        <w:t>Je leur ai dit</w:t>
      </w:r>
      <w:r>
        <w:t xml:space="preserve"> ; </w:t>
      </w:r>
      <w:r w:rsidR="00530790" w:rsidRPr="005D5566">
        <w:t>Laissez-moi aller</w:t>
      </w:r>
      <w:r>
        <w:t xml:space="preserve">, </w:t>
      </w:r>
      <w:r w:rsidR="00530790" w:rsidRPr="005D5566">
        <w:t>j</w:t>
      </w:r>
      <w:r>
        <w:t>’</w:t>
      </w:r>
      <w:r w:rsidR="00530790" w:rsidRPr="005D5566">
        <w:t>en ai assez</w:t>
      </w:r>
      <w:r>
        <w:t xml:space="preserve">… </w:t>
      </w:r>
      <w:r w:rsidR="00530790" w:rsidRPr="005D5566">
        <w:t>Sinon</w:t>
      </w:r>
      <w:r>
        <w:t xml:space="preserve">, </w:t>
      </w:r>
      <w:r w:rsidR="00530790" w:rsidRPr="005D5566">
        <w:t>je tue n</w:t>
      </w:r>
      <w:r>
        <w:t>’</w:t>
      </w:r>
      <w:r w:rsidR="00530790" w:rsidRPr="005D5566">
        <w:t>importe qui et je me suicide ensuite</w:t>
      </w:r>
      <w:r>
        <w:t xml:space="preserve">. </w:t>
      </w:r>
      <w:r w:rsidR="00530790" w:rsidRPr="005D5566">
        <w:t>Ils m</w:t>
      </w:r>
      <w:r>
        <w:t>’</w:t>
      </w:r>
      <w:r w:rsidR="00530790" w:rsidRPr="005D5566">
        <w:t>ont libéré</w:t>
      </w:r>
      <w:r>
        <w:t xml:space="preserve">… </w:t>
      </w:r>
      <w:r w:rsidR="00530790" w:rsidRPr="005D5566">
        <w:t>Et ils ont bien fait</w:t>
      </w:r>
      <w:r>
        <w:t xml:space="preserve">… </w:t>
      </w:r>
      <w:r w:rsidR="00530790" w:rsidRPr="005D5566">
        <w:t>J</w:t>
      </w:r>
      <w:r>
        <w:t>’</w:t>
      </w:r>
      <w:r w:rsidR="00530790" w:rsidRPr="005D5566">
        <w:t>aurais tenu parole</w:t>
      </w:r>
      <w:r>
        <w:t>…</w:t>
      </w:r>
    </w:p>
    <w:p w14:paraId="35FCF316" w14:textId="77777777" w:rsidR="001C0413" w:rsidRDefault="001C0413" w:rsidP="001C0413">
      <w:r>
        <w:t>— </w:t>
      </w:r>
      <w:r w:rsidR="00530790" w:rsidRPr="005D5566">
        <w:t>Oui</w:t>
      </w:r>
      <w:r>
        <w:t xml:space="preserve"> !… </w:t>
      </w:r>
      <w:r w:rsidR="00530790" w:rsidRPr="005D5566">
        <w:t>dit la mère en s</w:t>
      </w:r>
      <w:r>
        <w:t>’</w:t>
      </w:r>
      <w:r w:rsidR="00530790" w:rsidRPr="005D5566">
        <w:t>éloignant de lui</w:t>
      </w:r>
      <w:r>
        <w:t xml:space="preserve"> ; </w:t>
      </w:r>
      <w:r w:rsidR="00530790" w:rsidRPr="005D5566">
        <w:t>ses yeux papillotaient involontairement quand ils rencontraient le regard aigu du grêlé</w:t>
      </w:r>
      <w:r>
        <w:t>.</w:t>
      </w:r>
    </w:p>
    <w:p w14:paraId="43B28E43" w14:textId="77777777" w:rsidR="001C0413" w:rsidRDefault="001C0413" w:rsidP="001C0413">
      <w:r>
        <w:t>— </w:t>
      </w:r>
      <w:r w:rsidR="00530790" w:rsidRPr="005D5566">
        <w:t>Et comment va Fédia Mazine</w:t>
      </w:r>
      <w:r>
        <w:t xml:space="preserve"> ? </w:t>
      </w:r>
      <w:r w:rsidR="00530790" w:rsidRPr="005D5566">
        <w:t>cria de la cuisine le Petit-Russien</w:t>
      </w:r>
      <w:r>
        <w:t xml:space="preserve">. </w:t>
      </w:r>
      <w:r w:rsidR="00530790" w:rsidRPr="005D5566">
        <w:t>Il écrit toujours des poésies</w:t>
      </w:r>
      <w:r>
        <w:t> ?</w:t>
      </w:r>
    </w:p>
    <w:p w14:paraId="41FF6282" w14:textId="77777777" w:rsidR="001C0413" w:rsidRDefault="001C0413" w:rsidP="001C0413">
      <w:r>
        <w:t>— </w:t>
      </w:r>
      <w:r w:rsidR="00530790" w:rsidRPr="005D5566">
        <w:t>Oui</w:t>
      </w:r>
      <w:r>
        <w:t xml:space="preserve"> ! </w:t>
      </w:r>
      <w:r w:rsidR="00530790" w:rsidRPr="005D5566">
        <w:t>Je n</w:t>
      </w:r>
      <w:r>
        <w:t>’</w:t>
      </w:r>
      <w:r w:rsidR="00530790" w:rsidRPr="005D5566">
        <w:t>y comprends rien</w:t>
      </w:r>
      <w:r>
        <w:t xml:space="preserve"> ! </w:t>
      </w:r>
      <w:r w:rsidR="00530790" w:rsidRPr="005D5566">
        <w:t>dit le jeune homme en hochant la tête</w:t>
      </w:r>
      <w:r>
        <w:t xml:space="preserve">. </w:t>
      </w:r>
      <w:r w:rsidR="00530790" w:rsidRPr="005D5566">
        <w:t>Est-ce que c</w:t>
      </w:r>
      <w:r>
        <w:t>’</w:t>
      </w:r>
      <w:r w:rsidR="00530790" w:rsidRPr="005D5566">
        <w:t>est un pinson</w:t>
      </w:r>
      <w:r>
        <w:t xml:space="preserve"> ? </w:t>
      </w:r>
      <w:r w:rsidR="00530790" w:rsidRPr="005D5566">
        <w:t>On le met en cage</w:t>
      </w:r>
      <w:r>
        <w:t xml:space="preserve">… </w:t>
      </w:r>
      <w:r w:rsidR="00530790" w:rsidRPr="005D5566">
        <w:t>et il chante</w:t>
      </w:r>
      <w:r>
        <w:t xml:space="preserve">… </w:t>
      </w:r>
      <w:r w:rsidR="00530790" w:rsidRPr="005D5566">
        <w:t>Il y a une chose que je sais</w:t>
      </w:r>
      <w:r>
        <w:t xml:space="preserve"> : </w:t>
      </w:r>
      <w:r w:rsidR="00530790" w:rsidRPr="005D5566">
        <w:t>je n</w:t>
      </w:r>
      <w:r>
        <w:t>’</w:t>
      </w:r>
      <w:r w:rsidR="00530790" w:rsidRPr="005D5566">
        <w:t>ai pas envie d</w:t>
      </w:r>
      <w:r>
        <w:t>’</w:t>
      </w:r>
      <w:r w:rsidR="00530790" w:rsidRPr="005D5566">
        <w:t>aller à la maison</w:t>
      </w:r>
      <w:r>
        <w:t>…</w:t>
      </w:r>
    </w:p>
    <w:p w14:paraId="3B7E458A" w14:textId="77777777" w:rsidR="001C0413" w:rsidRDefault="001C0413" w:rsidP="001C0413">
      <w:r>
        <w:t>— </w:t>
      </w:r>
      <w:r w:rsidR="00530790" w:rsidRPr="005D5566">
        <w:t>En effet</w:t>
      </w:r>
      <w:r>
        <w:t xml:space="preserve">, </w:t>
      </w:r>
      <w:r w:rsidR="00530790" w:rsidRPr="005D5566">
        <w:t>qu</w:t>
      </w:r>
      <w:r>
        <w:t>’</w:t>
      </w:r>
      <w:r w:rsidR="00530790" w:rsidRPr="005D5566">
        <w:t>y trouverais-tu</w:t>
      </w:r>
      <w:r>
        <w:t xml:space="preserve"> ? </w:t>
      </w:r>
      <w:r w:rsidR="00530790" w:rsidRPr="005D5566">
        <w:t>répondit la mère en réfléchissant</w:t>
      </w:r>
      <w:r>
        <w:t xml:space="preserve">. </w:t>
      </w:r>
      <w:r w:rsidR="00530790" w:rsidRPr="005D5566">
        <w:t>Elle est vide</w:t>
      </w:r>
      <w:r>
        <w:t xml:space="preserve">, </w:t>
      </w:r>
      <w:r w:rsidR="00530790" w:rsidRPr="005D5566">
        <w:t>le poêle n</w:t>
      </w:r>
      <w:r>
        <w:t>’</w:t>
      </w:r>
      <w:r w:rsidR="00530790" w:rsidRPr="005D5566">
        <w:t>est pas allumé</w:t>
      </w:r>
      <w:r>
        <w:t xml:space="preserve">, </w:t>
      </w:r>
      <w:r w:rsidR="00530790" w:rsidRPr="005D5566">
        <w:t>il doit y faire froid</w:t>
      </w:r>
      <w:r>
        <w:t>…</w:t>
      </w:r>
    </w:p>
    <w:p w14:paraId="5B87CE3B" w14:textId="77777777" w:rsidR="001C0413" w:rsidRDefault="00530790" w:rsidP="001C0413">
      <w:r w:rsidRPr="005D5566">
        <w:t>Vessoftchikov se tut</w:t>
      </w:r>
      <w:r w:rsidR="001C0413">
        <w:t xml:space="preserve">, </w:t>
      </w:r>
      <w:r w:rsidRPr="005D5566">
        <w:t>ferma à demi les yeux</w:t>
      </w:r>
      <w:r w:rsidR="001C0413">
        <w:t xml:space="preserve">, </w:t>
      </w:r>
      <w:r w:rsidRPr="005D5566">
        <w:t>puis</w:t>
      </w:r>
      <w:r w:rsidR="001C0413">
        <w:t xml:space="preserve">, </w:t>
      </w:r>
      <w:r w:rsidRPr="005D5566">
        <w:rPr>
          <w:bCs/>
        </w:rPr>
        <w:t xml:space="preserve">sortant </w:t>
      </w:r>
      <w:r w:rsidRPr="005D5566">
        <w:t>de sa poche un étui à cigarettes</w:t>
      </w:r>
      <w:r w:rsidR="001C0413">
        <w:t xml:space="preserve">, </w:t>
      </w:r>
      <w:r w:rsidRPr="005D5566">
        <w:t xml:space="preserve">il se </w:t>
      </w:r>
      <w:r w:rsidRPr="005D5566">
        <w:rPr>
          <w:bCs/>
        </w:rPr>
        <w:t xml:space="preserve">mit </w:t>
      </w:r>
      <w:r w:rsidRPr="005D5566">
        <w:t>à fumer lentement</w:t>
      </w:r>
      <w:r w:rsidR="001C0413">
        <w:t xml:space="preserve">. </w:t>
      </w:r>
      <w:r w:rsidRPr="005D5566">
        <w:t>Du regard</w:t>
      </w:r>
      <w:r w:rsidR="001C0413">
        <w:t xml:space="preserve">, </w:t>
      </w:r>
      <w:r w:rsidRPr="005D5566">
        <w:t>il suivait les nuages de fumée grise qui se dissipaient au-dessus de sa tête</w:t>
      </w:r>
      <w:r w:rsidR="001C0413">
        <w:t xml:space="preserve">, </w:t>
      </w:r>
      <w:r w:rsidRPr="005D5566">
        <w:t>et soudain il éclata d</w:t>
      </w:r>
      <w:r w:rsidR="001C0413">
        <w:rPr>
          <w:bCs/>
        </w:rPr>
        <w:t>’</w:t>
      </w:r>
      <w:r w:rsidRPr="005D5566">
        <w:rPr>
          <w:bCs/>
        </w:rPr>
        <w:t xml:space="preserve">un </w:t>
      </w:r>
      <w:r w:rsidRPr="005D5566">
        <w:t>rire étrange</w:t>
      </w:r>
      <w:r w:rsidR="001C0413">
        <w:t xml:space="preserve">, </w:t>
      </w:r>
      <w:r w:rsidRPr="005D5566">
        <w:t>pareil à l</w:t>
      </w:r>
      <w:r w:rsidR="001C0413">
        <w:t>’</w:t>
      </w:r>
      <w:r w:rsidRPr="005D5566">
        <w:t xml:space="preserve">aboiement </w:t>
      </w:r>
      <w:r w:rsidRPr="005D5566">
        <w:rPr>
          <w:bCs/>
        </w:rPr>
        <w:t>d</w:t>
      </w:r>
      <w:r w:rsidR="001C0413">
        <w:t>’</w:t>
      </w:r>
      <w:r w:rsidRPr="005D5566">
        <w:t>un chien irrité</w:t>
      </w:r>
      <w:r w:rsidR="001C0413">
        <w:t> :</w:t>
      </w:r>
    </w:p>
    <w:p w14:paraId="7D9652DB" w14:textId="77777777" w:rsidR="001C0413" w:rsidRDefault="001C0413" w:rsidP="001C0413">
      <w:r>
        <w:t>— </w:t>
      </w:r>
      <w:r w:rsidR="00530790" w:rsidRPr="005D5566">
        <w:t>Oui</w:t>
      </w:r>
      <w:r>
        <w:t xml:space="preserve">, </w:t>
      </w:r>
      <w:r w:rsidR="00530790" w:rsidRPr="005D5566">
        <w:t>il doit y faire froid</w:t>
      </w:r>
      <w:r>
        <w:t xml:space="preserve">… </w:t>
      </w:r>
      <w:r w:rsidR="00530790" w:rsidRPr="005D5566">
        <w:t>Des blattes gelées parsèment probablement le plancher</w:t>
      </w:r>
      <w:r>
        <w:t xml:space="preserve">… </w:t>
      </w:r>
      <w:r w:rsidR="00530790" w:rsidRPr="005D5566">
        <w:t xml:space="preserve">les souris aussi ont </w:t>
      </w:r>
      <w:r w:rsidR="00530790" w:rsidRPr="005D5566">
        <w:rPr>
          <w:bCs/>
        </w:rPr>
        <w:t xml:space="preserve">dû </w:t>
      </w:r>
      <w:r w:rsidR="00530790" w:rsidRPr="005D5566">
        <w:t>crever de froid</w:t>
      </w:r>
      <w:r>
        <w:rPr>
          <w:rFonts w:eastAsia="Georgia" w:cs="Georgia"/>
        </w:rPr>
        <w:t xml:space="preserve">… </w:t>
      </w:r>
      <w:r w:rsidR="00530790" w:rsidRPr="005D5566">
        <w:t>Pélaguée Nilovna</w:t>
      </w:r>
      <w:r>
        <w:t xml:space="preserve">, </w:t>
      </w:r>
      <w:r w:rsidR="00530790" w:rsidRPr="005D5566">
        <w:t xml:space="preserve">permets-moi </w:t>
      </w:r>
      <w:r w:rsidR="00530790" w:rsidRPr="005D5566">
        <w:rPr>
          <w:bCs/>
        </w:rPr>
        <w:t xml:space="preserve">de </w:t>
      </w:r>
      <w:r w:rsidR="00530790" w:rsidRPr="005D5566">
        <w:t>passer la nuit chez toi</w:t>
      </w:r>
      <w:r>
        <w:t xml:space="preserve">, </w:t>
      </w:r>
      <w:r w:rsidR="00530790" w:rsidRPr="005D5566">
        <w:t>veux-tu</w:t>
      </w:r>
      <w:r>
        <w:t> ?</w:t>
      </w:r>
    </w:p>
    <w:p w14:paraId="0B3D1B67" w14:textId="77777777" w:rsidR="001C0413" w:rsidRDefault="00530790" w:rsidP="001C0413">
      <w:r w:rsidRPr="005D5566">
        <w:lastRenderedPageBreak/>
        <w:t xml:space="preserve">Il parlait </w:t>
      </w:r>
      <w:r w:rsidRPr="005D5566">
        <w:rPr>
          <w:bCs/>
        </w:rPr>
        <w:t>d</w:t>
      </w:r>
      <w:r w:rsidR="001C0413">
        <w:rPr>
          <w:bCs/>
        </w:rPr>
        <w:t>’</w:t>
      </w:r>
      <w:r w:rsidRPr="005D5566">
        <w:rPr>
          <w:bCs/>
        </w:rPr>
        <w:t xml:space="preserve">une </w:t>
      </w:r>
      <w:r w:rsidRPr="005D5566">
        <w:t>voix sourde</w:t>
      </w:r>
      <w:r w:rsidR="001C0413">
        <w:t xml:space="preserve">, </w:t>
      </w:r>
      <w:r w:rsidRPr="005D5566">
        <w:rPr>
          <w:bCs/>
        </w:rPr>
        <w:t xml:space="preserve">sans </w:t>
      </w:r>
      <w:r w:rsidRPr="005D5566">
        <w:t>regarder la mère</w:t>
      </w:r>
      <w:r w:rsidR="001C0413">
        <w:t>.</w:t>
      </w:r>
    </w:p>
    <w:p w14:paraId="347CA576" w14:textId="77777777" w:rsidR="001C0413" w:rsidRDefault="001C0413" w:rsidP="001C0413">
      <w:pPr>
        <w:rPr>
          <w:bCs/>
        </w:rPr>
      </w:pPr>
      <w:r>
        <w:t>— </w:t>
      </w:r>
      <w:r w:rsidR="00530790" w:rsidRPr="005D5566">
        <w:t>Bien entendu</w:t>
      </w:r>
      <w:r>
        <w:t xml:space="preserve"> ! </w:t>
      </w:r>
      <w:r w:rsidR="00530790" w:rsidRPr="005D5566">
        <w:t>répondit-elle vivement</w:t>
      </w:r>
      <w:r>
        <w:t xml:space="preserve">. </w:t>
      </w:r>
      <w:r w:rsidR="00530790" w:rsidRPr="005D5566">
        <w:t>Elle était gênée</w:t>
      </w:r>
      <w:r>
        <w:t xml:space="preserve">, </w:t>
      </w:r>
      <w:r w:rsidR="00530790" w:rsidRPr="005D5566">
        <w:t>mal à l</w:t>
      </w:r>
      <w:r>
        <w:t>’</w:t>
      </w:r>
      <w:r w:rsidR="00530790" w:rsidRPr="005D5566">
        <w:t>aise avec lui</w:t>
      </w:r>
      <w:r>
        <w:t xml:space="preserve"> ; </w:t>
      </w:r>
      <w:r w:rsidR="00530790" w:rsidRPr="005D5566">
        <w:t xml:space="preserve">elle ne savait de quoi </w:t>
      </w:r>
      <w:r w:rsidR="00530790" w:rsidRPr="005D5566">
        <w:rPr>
          <w:bCs/>
        </w:rPr>
        <w:t>parler</w:t>
      </w:r>
      <w:r>
        <w:rPr>
          <w:bCs/>
        </w:rPr>
        <w:t>.</w:t>
      </w:r>
    </w:p>
    <w:p w14:paraId="53B38B36" w14:textId="77777777" w:rsidR="001C0413" w:rsidRDefault="00530790" w:rsidP="001C0413">
      <w:r w:rsidRPr="005D5566">
        <w:rPr>
          <w:bCs/>
        </w:rPr>
        <w:t xml:space="preserve">Mais </w:t>
      </w:r>
      <w:r w:rsidRPr="005D5566">
        <w:t>il reprit d</w:t>
      </w:r>
      <w:r w:rsidR="001C0413">
        <w:t>’</w:t>
      </w:r>
      <w:r w:rsidRPr="005D5566">
        <w:t>une voix étrangement brisée</w:t>
      </w:r>
      <w:r w:rsidR="001C0413">
        <w:t> :</w:t>
      </w:r>
    </w:p>
    <w:p w14:paraId="07E06CA3" w14:textId="77777777" w:rsidR="001C0413" w:rsidRDefault="001C0413" w:rsidP="001C0413">
      <w:r>
        <w:t>— </w:t>
      </w:r>
      <w:r w:rsidR="00530790" w:rsidRPr="005D5566">
        <w:t xml:space="preserve">Maintenant </w:t>
      </w:r>
      <w:r w:rsidR="00530790" w:rsidRPr="005D5566">
        <w:rPr>
          <w:bCs/>
        </w:rPr>
        <w:t xml:space="preserve">le </w:t>
      </w:r>
      <w:r w:rsidR="00530790" w:rsidRPr="005D5566">
        <w:t>temps est venu où les enfants ont honte de leurs parents</w:t>
      </w:r>
      <w:r>
        <w:t>…</w:t>
      </w:r>
    </w:p>
    <w:p w14:paraId="6D7FE208" w14:textId="77777777" w:rsidR="001C0413" w:rsidRDefault="001C0413" w:rsidP="001C0413">
      <w:r>
        <w:t>— </w:t>
      </w:r>
      <w:r w:rsidR="00530790" w:rsidRPr="005D5566">
        <w:t>Quoi</w:t>
      </w:r>
      <w:r>
        <w:t xml:space="preserve"> ? </w:t>
      </w:r>
      <w:r w:rsidR="00530790" w:rsidRPr="005D5566">
        <w:t>demanda la mère avec un tressaillement</w:t>
      </w:r>
      <w:r>
        <w:t>.</w:t>
      </w:r>
    </w:p>
    <w:p w14:paraId="0879061A" w14:textId="77777777" w:rsidR="001C0413" w:rsidRDefault="00530790" w:rsidP="001C0413">
      <w:r w:rsidRPr="005D5566">
        <w:t>Il lui jeta un coup d</w:t>
      </w:r>
      <w:r w:rsidR="001C0413">
        <w:t>’</w:t>
      </w:r>
      <w:r w:rsidRPr="005D5566">
        <w:t>œil</w:t>
      </w:r>
      <w:r w:rsidR="001C0413">
        <w:t xml:space="preserve">, </w:t>
      </w:r>
      <w:r w:rsidRPr="005D5566">
        <w:t>ferma les paupières</w:t>
      </w:r>
      <w:r w:rsidR="001C0413">
        <w:t xml:space="preserve">, </w:t>
      </w:r>
      <w:r w:rsidRPr="005D5566">
        <w:t>et son visage grêlé devint impassible</w:t>
      </w:r>
      <w:r w:rsidR="001C0413">
        <w:t>.</w:t>
      </w:r>
    </w:p>
    <w:p w14:paraId="62B3AC76" w14:textId="77777777" w:rsidR="001C0413" w:rsidRDefault="001C0413" w:rsidP="001C0413">
      <w:r>
        <w:t>— </w:t>
      </w:r>
      <w:r w:rsidR="00530790" w:rsidRPr="005D5566">
        <w:rPr>
          <w:bCs/>
        </w:rPr>
        <w:t xml:space="preserve">Je </w:t>
      </w:r>
      <w:r w:rsidR="00530790" w:rsidRPr="005D5566">
        <w:t>dis que les enfants commencent à avoir honte de leurs parents</w:t>
      </w:r>
      <w:r>
        <w:t xml:space="preserve">, </w:t>
      </w:r>
      <w:r w:rsidR="00530790" w:rsidRPr="005D5566">
        <w:t>répéta-t-il</w:t>
      </w:r>
      <w:r>
        <w:t xml:space="preserve">, </w:t>
      </w:r>
      <w:r w:rsidR="00530790" w:rsidRPr="005D5566">
        <w:t xml:space="preserve">et il soupira </w:t>
      </w:r>
      <w:r w:rsidR="00530790" w:rsidRPr="005D5566">
        <w:rPr>
          <w:bCs/>
        </w:rPr>
        <w:t>bruyamment</w:t>
      </w:r>
      <w:r>
        <w:rPr>
          <w:bCs/>
        </w:rPr>
        <w:t xml:space="preserve">. </w:t>
      </w:r>
      <w:r w:rsidR="00530790" w:rsidRPr="005D5566">
        <w:t>N</w:t>
      </w:r>
      <w:r>
        <w:t>’</w:t>
      </w:r>
      <w:r w:rsidR="00530790" w:rsidRPr="005D5566">
        <w:t>aie pas peur</w:t>
      </w:r>
      <w:r>
        <w:t xml:space="preserve">, </w:t>
      </w:r>
      <w:r w:rsidR="00530790" w:rsidRPr="005D5566">
        <w:t xml:space="preserve">ce </w:t>
      </w:r>
      <w:r w:rsidR="00530790" w:rsidRPr="005D5566">
        <w:rPr>
          <w:bCs/>
        </w:rPr>
        <w:t>n</w:t>
      </w:r>
      <w:r>
        <w:t>’</w:t>
      </w:r>
      <w:r w:rsidR="00530790" w:rsidRPr="005D5566">
        <w:t xml:space="preserve">est pas de toi </w:t>
      </w:r>
      <w:r w:rsidR="00530790" w:rsidRPr="005D5566">
        <w:rPr>
          <w:bCs/>
        </w:rPr>
        <w:t xml:space="preserve">que </w:t>
      </w:r>
      <w:r w:rsidR="00530790" w:rsidRPr="005D5566">
        <w:t>je parle</w:t>
      </w:r>
      <w:r>
        <w:t xml:space="preserve">. </w:t>
      </w:r>
      <w:r w:rsidR="00530790" w:rsidRPr="005D5566">
        <w:t xml:space="preserve">Jamais tu </w:t>
      </w:r>
      <w:r w:rsidR="00530790" w:rsidRPr="005D5566">
        <w:rPr>
          <w:bCs/>
        </w:rPr>
        <w:t xml:space="preserve">ne </w:t>
      </w:r>
      <w:r w:rsidR="00530790" w:rsidRPr="005D5566">
        <w:t>feras honte à Pavel</w:t>
      </w:r>
      <w:r>
        <w:t xml:space="preserve">… </w:t>
      </w:r>
      <w:r w:rsidR="00530790" w:rsidRPr="005D5566">
        <w:t>Mais moi</w:t>
      </w:r>
      <w:r>
        <w:t xml:space="preserve">, </w:t>
      </w:r>
      <w:r w:rsidR="00530790" w:rsidRPr="005D5566">
        <w:t>j</w:t>
      </w:r>
      <w:r>
        <w:t>’</w:t>
      </w:r>
      <w:r w:rsidR="00530790" w:rsidRPr="005D5566">
        <w:t>ai honte de mon père</w:t>
      </w:r>
      <w:r>
        <w:t xml:space="preserve">… </w:t>
      </w:r>
      <w:r w:rsidR="00530790" w:rsidRPr="005D5566">
        <w:t>Et je ne veux plus retourner chez lui</w:t>
      </w:r>
      <w:r>
        <w:t xml:space="preserve">… </w:t>
      </w:r>
      <w:r w:rsidR="00530790" w:rsidRPr="005D5566">
        <w:t>Je n</w:t>
      </w:r>
      <w:r>
        <w:t>’</w:t>
      </w:r>
      <w:r w:rsidR="00530790" w:rsidRPr="005D5566">
        <w:t>ai plus ni père</w:t>
      </w:r>
      <w:r>
        <w:t xml:space="preserve">, </w:t>
      </w:r>
      <w:r w:rsidR="00530790" w:rsidRPr="005D5566">
        <w:t>ni demeure</w:t>
      </w:r>
      <w:r>
        <w:t xml:space="preserve"> !… </w:t>
      </w:r>
      <w:r w:rsidR="00530790" w:rsidRPr="005D5566">
        <w:t xml:space="preserve">Je suis sous la surveillance </w:t>
      </w:r>
      <w:r w:rsidR="00530790" w:rsidRPr="005D5566">
        <w:rPr>
          <w:bCs/>
        </w:rPr>
        <w:t xml:space="preserve">de </w:t>
      </w:r>
      <w:r w:rsidR="00530790" w:rsidRPr="005D5566">
        <w:t>la police</w:t>
      </w:r>
      <w:r>
        <w:t xml:space="preserve">, </w:t>
      </w:r>
      <w:r w:rsidR="00530790" w:rsidRPr="005D5566">
        <w:t>maintenant</w:t>
      </w:r>
      <w:r>
        <w:t xml:space="preserve">, </w:t>
      </w:r>
      <w:r w:rsidR="00530790" w:rsidRPr="005D5566">
        <w:t>sinon</w:t>
      </w:r>
      <w:r>
        <w:t xml:space="preserve">, </w:t>
      </w:r>
      <w:r w:rsidR="00530790" w:rsidRPr="005D5566">
        <w:t>je serais parti en Sibérie</w:t>
      </w:r>
      <w:r>
        <w:t xml:space="preserve">… </w:t>
      </w:r>
      <w:r w:rsidR="00530790" w:rsidRPr="005D5566">
        <w:t>Je crois qu</w:t>
      </w:r>
      <w:r>
        <w:t>’</w:t>
      </w:r>
      <w:r w:rsidR="00530790" w:rsidRPr="005D5566">
        <w:t xml:space="preserve">un homme qui ne ménagerait pas </w:t>
      </w:r>
      <w:r w:rsidR="00530790" w:rsidRPr="005D5566">
        <w:rPr>
          <w:bCs/>
        </w:rPr>
        <w:t xml:space="preserve">sa </w:t>
      </w:r>
      <w:r w:rsidR="00530790" w:rsidRPr="005D5566">
        <w:t>peine peut faire beaucoup de choses en Sibérie</w:t>
      </w:r>
      <w:r>
        <w:t xml:space="preserve">… </w:t>
      </w:r>
      <w:r w:rsidR="00530790" w:rsidRPr="005D5566">
        <w:rPr>
          <w:bCs/>
        </w:rPr>
        <w:t>J</w:t>
      </w:r>
      <w:r>
        <w:rPr>
          <w:bCs/>
        </w:rPr>
        <w:t>’</w:t>
      </w:r>
      <w:r w:rsidR="00530790" w:rsidRPr="005D5566">
        <w:rPr>
          <w:bCs/>
        </w:rPr>
        <w:t xml:space="preserve">aurais </w:t>
      </w:r>
      <w:r w:rsidR="00530790" w:rsidRPr="005D5566">
        <w:t xml:space="preserve">donné </w:t>
      </w:r>
      <w:r w:rsidR="00530790" w:rsidRPr="005D5566">
        <w:rPr>
          <w:bCs/>
        </w:rPr>
        <w:t xml:space="preserve">la </w:t>
      </w:r>
      <w:r w:rsidR="00530790" w:rsidRPr="005D5566">
        <w:t>liberté aux exilés</w:t>
      </w:r>
      <w:r>
        <w:t xml:space="preserve">, </w:t>
      </w:r>
      <w:r w:rsidR="00530790" w:rsidRPr="005D5566">
        <w:t xml:space="preserve">je les aurais aidés à </w:t>
      </w:r>
      <w:r w:rsidR="00530790" w:rsidRPr="005D5566">
        <w:rPr>
          <w:bCs/>
        </w:rPr>
        <w:t>s</w:t>
      </w:r>
      <w:r>
        <w:t>’</w:t>
      </w:r>
      <w:r w:rsidR="00530790" w:rsidRPr="005D5566">
        <w:t>enfuir</w:t>
      </w:r>
      <w:r>
        <w:t>…</w:t>
      </w:r>
    </w:p>
    <w:p w14:paraId="7BC188C5" w14:textId="77777777" w:rsidR="001C0413" w:rsidRDefault="00530790" w:rsidP="001C0413">
      <w:r w:rsidRPr="005D5566">
        <w:t>Grâce à son cœur subtil</w:t>
      </w:r>
      <w:r w:rsidR="001C0413">
        <w:t xml:space="preserve">, </w:t>
      </w:r>
      <w:r w:rsidRPr="005D5566">
        <w:t xml:space="preserve">la mère sentait </w:t>
      </w:r>
      <w:r w:rsidRPr="005D5566">
        <w:rPr>
          <w:bCs/>
        </w:rPr>
        <w:t xml:space="preserve">que le jeune homme </w:t>
      </w:r>
      <w:r w:rsidRPr="005D5566">
        <w:t>souffrait</w:t>
      </w:r>
      <w:r w:rsidR="001C0413">
        <w:t xml:space="preserve"> ; </w:t>
      </w:r>
      <w:r w:rsidRPr="005D5566">
        <w:t>mais la douleur du grêlé n</w:t>
      </w:r>
      <w:r w:rsidR="001C0413">
        <w:t>’</w:t>
      </w:r>
      <w:r w:rsidRPr="005D5566">
        <w:t>excitait pas sa compassion</w:t>
      </w:r>
      <w:r w:rsidR="001C0413">
        <w:t>.</w:t>
      </w:r>
    </w:p>
    <w:p w14:paraId="4B74AA62" w14:textId="77777777" w:rsidR="001C0413" w:rsidRDefault="001C0413" w:rsidP="001C0413">
      <w:r>
        <w:t>— </w:t>
      </w:r>
      <w:r w:rsidR="00530790" w:rsidRPr="005D5566">
        <w:t>Oui</w:t>
      </w:r>
      <w:r>
        <w:t xml:space="preserve">, </w:t>
      </w:r>
      <w:r w:rsidR="00530790" w:rsidRPr="005D5566">
        <w:t xml:space="preserve">bien </w:t>
      </w:r>
      <w:r w:rsidR="00530790" w:rsidRPr="005D5566">
        <w:rPr>
          <w:bCs/>
        </w:rPr>
        <w:t>entendu</w:t>
      </w:r>
      <w:r>
        <w:rPr>
          <w:bCs/>
        </w:rPr>
        <w:t xml:space="preserve">… </w:t>
      </w:r>
      <w:r w:rsidR="00530790" w:rsidRPr="005D5566">
        <w:rPr>
          <w:bCs/>
        </w:rPr>
        <w:t>s</w:t>
      </w:r>
      <w:r>
        <w:rPr>
          <w:bCs/>
        </w:rPr>
        <w:t>’</w:t>
      </w:r>
      <w:r w:rsidR="00530790" w:rsidRPr="005D5566">
        <w:rPr>
          <w:bCs/>
        </w:rPr>
        <w:t xml:space="preserve">il </w:t>
      </w:r>
      <w:r w:rsidR="00530790" w:rsidRPr="005D5566">
        <w:t>en est ainsi</w:t>
      </w:r>
      <w:r>
        <w:t xml:space="preserve">, </w:t>
      </w:r>
      <w:r w:rsidR="00530790" w:rsidRPr="005D5566">
        <w:t>il vaut mieux partir</w:t>
      </w:r>
      <w:r>
        <w:t xml:space="preserve"> ! </w:t>
      </w:r>
      <w:r w:rsidR="00530790" w:rsidRPr="005D5566">
        <w:t>dit-elle pour ne pas l</w:t>
      </w:r>
      <w:r>
        <w:t>’</w:t>
      </w:r>
      <w:r w:rsidR="00530790" w:rsidRPr="005D5566">
        <w:t>offenser en gardant le silence</w:t>
      </w:r>
      <w:r>
        <w:t>.</w:t>
      </w:r>
    </w:p>
    <w:p w14:paraId="403CA379" w14:textId="77777777" w:rsidR="001C0413" w:rsidRDefault="00530790" w:rsidP="001C0413">
      <w:r w:rsidRPr="005D5566">
        <w:t>André sortit de la cuisine</w:t>
      </w:r>
      <w:r w:rsidR="001C0413">
        <w:t xml:space="preserve">, </w:t>
      </w:r>
      <w:r w:rsidRPr="005D5566">
        <w:t>et demanda en riant</w:t>
      </w:r>
      <w:r w:rsidR="001C0413">
        <w:t> :</w:t>
      </w:r>
    </w:p>
    <w:p w14:paraId="6039E6ED" w14:textId="77777777" w:rsidR="001C0413" w:rsidRDefault="001C0413" w:rsidP="001C0413">
      <w:r>
        <w:t>— </w:t>
      </w:r>
      <w:r w:rsidR="00530790" w:rsidRPr="005D5566">
        <w:t>Qu</w:t>
      </w:r>
      <w:r>
        <w:t>’</w:t>
      </w:r>
      <w:r w:rsidR="00530790" w:rsidRPr="005D5566">
        <w:t>est-ce que tu racontes</w:t>
      </w:r>
      <w:r>
        <w:t xml:space="preserve">, </w:t>
      </w:r>
      <w:r w:rsidR="00530790" w:rsidRPr="005D5566">
        <w:t>hein</w:t>
      </w:r>
      <w:r>
        <w:t> ?</w:t>
      </w:r>
    </w:p>
    <w:p w14:paraId="11891434" w14:textId="77777777" w:rsidR="001C0413" w:rsidRDefault="00530790" w:rsidP="001C0413">
      <w:r w:rsidRPr="005D5566">
        <w:t>La mère se leva et dit</w:t>
      </w:r>
      <w:r w:rsidR="001C0413">
        <w:t> :</w:t>
      </w:r>
    </w:p>
    <w:p w14:paraId="6470F61B" w14:textId="77777777" w:rsidR="001C0413" w:rsidRDefault="001C0413" w:rsidP="001C0413">
      <w:r>
        <w:lastRenderedPageBreak/>
        <w:t>— </w:t>
      </w:r>
      <w:r w:rsidR="00530790" w:rsidRPr="005D5566">
        <w:t>Je vais préparer quelque chose à manger</w:t>
      </w:r>
      <w:r>
        <w:t>.</w:t>
      </w:r>
    </w:p>
    <w:p w14:paraId="427E5BF9" w14:textId="77777777" w:rsidR="001C0413" w:rsidRDefault="00530790" w:rsidP="001C0413">
      <w:r w:rsidRPr="005D5566">
        <w:t>Vessoftchikov regarda fixement le Petit-Russien et déclara soudain</w:t>
      </w:r>
      <w:r w:rsidR="001C0413">
        <w:t> :</w:t>
      </w:r>
    </w:p>
    <w:p w14:paraId="4FAD4468" w14:textId="77777777" w:rsidR="001C0413" w:rsidRDefault="001C0413" w:rsidP="001C0413">
      <w:r>
        <w:t>— </w:t>
      </w:r>
      <w:r w:rsidR="00530790" w:rsidRPr="005D5566">
        <w:t xml:space="preserve">Je dis </w:t>
      </w:r>
      <w:r w:rsidR="00530790" w:rsidRPr="005D5566">
        <w:rPr>
          <w:bCs/>
        </w:rPr>
        <w:t>qu</w:t>
      </w:r>
      <w:r>
        <w:t>’</w:t>
      </w:r>
      <w:r w:rsidR="00530790" w:rsidRPr="005D5566">
        <w:t xml:space="preserve">il y a des gens </w:t>
      </w:r>
      <w:r w:rsidR="00530790" w:rsidRPr="005D5566">
        <w:rPr>
          <w:bCs/>
        </w:rPr>
        <w:t>qu</w:t>
      </w:r>
      <w:r>
        <w:rPr>
          <w:bCs/>
        </w:rPr>
        <w:t>’</w:t>
      </w:r>
      <w:r w:rsidR="00530790" w:rsidRPr="005D5566">
        <w:rPr>
          <w:bCs/>
        </w:rPr>
        <w:t xml:space="preserve">il </w:t>
      </w:r>
      <w:r w:rsidR="00530790" w:rsidRPr="005D5566">
        <w:t>faut tuer</w:t>
      </w:r>
      <w:r>
        <w:t> !</w:t>
      </w:r>
    </w:p>
    <w:p w14:paraId="61657120" w14:textId="77777777" w:rsidR="001C0413" w:rsidRDefault="001C0413" w:rsidP="001C0413">
      <w:r>
        <w:t>— </w:t>
      </w:r>
      <w:r w:rsidR="00530790" w:rsidRPr="005D5566">
        <w:t>Hou</w:t>
      </w:r>
      <w:r>
        <w:t xml:space="preserve"> ! </w:t>
      </w:r>
      <w:r w:rsidR="00530790" w:rsidRPr="005D5566">
        <w:t>Et pourquoi</w:t>
      </w:r>
      <w:r>
        <w:t xml:space="preserve"> ? </w:t>
      </w:r>
      <w:r w:rsidR="00530790" w:rsidRPr="005D5566">
        <w:t>demanda le Petit-Russien avec tranquillité</w:t>
      </w:r>
      <w:r>
        <w:t>.</w:t>
      </w:r>
    </w:p>
    <w:p w14:paraId="3C1B0543" w14:textId="77777777" w:rsidR="001C0413" w:rsidRDefault="001C0413" w:rsidP="001C0413">
      <w:r>
        <w:t>— </w:t>
      </w:r>
      <w:r w:rsidR="00530790" w:rsidRPr="005D5566">
        <w:t>Pour qu</w:t>
      </w:r>
      <w:r>
        <w:t>’</w:t>
      </w:r>
      <w:r w:rsidR="00530790" w:rsidRPr="005D5566">
        <w:t>ils n</w:t>
      </w:r>
      <w:r>
        <w:t>’</w:t>
      </w:r>
      <w:r w:rsidR="00530790" w:rsidRPr="005D5566">
        <w:t>existent plus</w:t>
      </w:r>
      <w:r>
        <w:t> !</w:t>
      </w:r>
    </w:p>
    <w:p w14:paraId="38FBE22D" w14:textId="77777777" w:rsidR="001C0413" w:rsidRDefault="001C0413" w:rsidP="001C0413">
      <w:r>
        <w:t>— </w:t>
      </w:r>
      <w:r w:rsidR="00530790" w:rsidRPr="005D5566">
        <w:t xml:space="preserve">Tu as donc le droit </w:t>
      </w:r>
      <w:r w:rsidR="00530790" w:rsidRPr="005D5566">
        <w:rPr>
          <w:bCs/>
        </w:rPr>
        <w:t>de</w:t>
      </w:r>
      <w:r w:rsidR="00530790" w:rsidRPr="005D5566">
        <w:t xml:space="preserve"> transformer en cadavres des vivants</w:t>
      </w:r>
      <w:r>
        <w:t xml:space="preserve"> ? </w:t>
      </w:r>
      <w:r w:rsidR="00530790" w:rsidRPr="005D5566">
        <w:t>Où l</w:t>
      </w:r>
      <w:r>
        <w:t>’</w:t>
      </w:r>
      <w:r w:rsidR="00530790" w:rsidRPr="005D5566">
        <w:t>as</w:t>
      </w:r>
      <w:r w:rsidR="00530790" w:rsidRPr="005D5566">
        <w:rPr>
          <w:bCs/>
        </w:rPr>
        <w:t xml:space="preserve">-tu </w:t>
      </w:r>
      <w:r w:rsidR="00530790" w:rsidRPr="005D5566">
        <w:t>pris</w:t>
      </w:r>
      <w:r>
        <w:t> ?</w:t>
      </w:r>
    </w:p>
    <w:p w14:paraId="27C8D67F" w14:textId="77777777" w:rsidR="001C0413" w:rsidRDefault="001C0413" w:rsidP="001C0413">
      <w:r>
        <w:t>— </w:t>
      </w:r>
      <w:r w:rsidR="00530790" w:rsidRPr="005D5566">
        <w:t>Les hommes me l</w:t>
      </w:r>
      <w:r>
        <w:t>’</w:t>
      </w:r>
      <w:r w:rsidR="00530790" w:rsidRPr="005D5566">
        <w:t>ont donné</w:t>
      </w:r>
      <w:r>
        <w:t>…</w:t>
      </w:r>
    </w:p>
    <w:p w14:paraId="5A31F5A7" w14:textId="77777777" w:rsidR="001C0413" w:rsidRDefault="00530790" w:rsidP="001C0413">
      <w:r w:rsidRPr="005D5566">
        <w:rPr>
          <w:bCs/>
        </w:rPr>
        <w:t xml:space="preserve">Le </w:t>
      </w:r>
      <w:r w:rsidRPr="005D5566">
        <w:t>Petit-Russien</w:t>
      </w:r>
      <w:r w:rsidR="001C0413">
        <w:t xml:space="preserve">, </w:t>
      </w:r>
      <w:r w:rsidRPr="005D5566">
        <w:t>grand</w:t>
      </w:r>
      <w:r w:rsidRPr="005D5566">
        <w:rPr>
          <w:bCs/>
        </w:rPr>
        <w:t xml:space="preserve"> et </w:t>
      </w:r>
      <w:r w:rsidRPr="005D5566">
        <w:t>sec</w:t>
      </w:r>
      <w:r w:rsidR="001C0413">
        <w:t xml:space="preserve">, </w:t>
      </w:r>
      <w:r w:rsidRPr="005D5566">
        <w:t>resta au milieu de la pièce</w:t>
      </w:r>
      <w:r w:rsidR="001C0413">
        <w:t xml:space="preserve">, </w:t>
      </w:r>
      <w:r w:rsidRPr="005D5566">
        <w:t>balançant son long corps</w:t>
      </w:r>
      <w:r w:rsidR="001C0413">
        <w:t xml:space="preserve"> ; </w:t>
      </w:r>
      <w:r w:rsidRPr="005D5566">
        <w:t>il examinait le grêlé du haut en bas</w:t>
      </w:r>
      <w:r w:rsidR="001C0413">
        <w:t xml:space="preserve">, </w:t>
      </w:r>
      <w:r w:rsidRPr="005D5566">
        <w:t>les mains dans les poches</w:t>
      </w:r>
      <w:r w:rsidR="001C0413">
        <w:t xml:space="preserve">. </w:t>
      </w:r>
      <w:r w:rsidRPr="005D5566">
        <w:t>Vessoftchikov était assis</w:t>
      </w:r>
      <w:r w:rsidR="001C0413">
        <w:t xml:space="preserve">, </w:t>
      </w:r>
      <w:r w:rsidRPr="005D5566">
        <w:t>enveloppé d</w:t>
      </w:r>
      <w:r w:rsidR="001C0413">
        <w:t>’</w:t>
      </w:r>
      <w:r w:rsidRPr="005D5566">
        <w:t>un nuage de fumée</w:t>
      </w:r>
      <w:r w:rsidR="001C0413">
        <w:t xml:space="preserve"> ; </w:t>
      </w:r>
      <w:r w:rsidRPr="005D5566">
        <w:t>des plaques rouges apparaissaient sur son visage blême</w:t>
      </w:r>
      <w:r w:rsidR="001C0413">
        <w:t>.</w:t>
      </w:r>
    </w:p>
    <w:p w14:paraId="15488962" w14:textId="77777777" w:rsidR="001C0413" w:rsidRDefault="001C0413" w:rsidP="001C0413">
      <w:r>
        <w:t>— </w:t>
      </w:r>
      <w:r w:rsidR="00530790" w:rsidRPr="005D5566">
        <w:t>Les hommes me l</w:t>
      </w:r>
      <w:r>
        <w:t>’</w:t>
      </w:r>
      <w:r w:rsidR="00530790" w:rsidRPr="005D5566">
        <w:t>ont donné</w:t>
      </w:r>
      <w:r>
        <w:t xml:space="preserve"> ! </w:t>
      </w:r>
      <w:r w:rsidR="00530790" w:rsidRPr="005D5566">
        <w:t>répéta-t-il en faisant le poing</w:t>
      </w:r>
      <w:r>
        <w:t xml:space="preserve">. </w:t>
      </w:r>
      <w:r w:rsidR="00530790" w:rsidRPr="005D5566">
        <w:t>Du moment qu</w:t>
      </w:r>
      <w:r>
        <w:t>’</w:t>
      </w:r>
      <w:r w:rsidR="00530790" w:rsidRPr="005D5566">
        <w:t>on me lance des coups de pied</w:t>
      </w:r>
      <w:r>
        <w:t xml:space="preserve">, </w:t>
      </w:r>
      <w:r w:rsidR="00530790" w:rsidRPr="005D5566">
        <w:t>j</w:t>
      </w:r>
      <w:r>
        <w:rPr>
          <w:bCs/>
        </w:rPr>
        <w:t>’</w:t>
      </w:r>
      <w:r w:rsidR="00530790" w:rsidRPr="005D5566">
        <w:rPr>
          <w:bCs/>
        </w:rPr>
        <w:t xml:space="preserve">ai </w:t>
      </w:r>
      <w:r w:rsidR="00530790" w:rsidRPr="005D5566">
        <w:t>le droit de riposter</w:t>
      </w:r>
      <w:r>
        <w:t xml:space="preserve">… </w:t>
      </w:r>
      <w:r w:rsidR="00530790" w:rsidRPr="005D5566">
        <w:t xml:space="preserve">de frapper </w:t>
      </w:r>
      <w:r w:rsidR="00530790" w:rsidRPr="005D5566">
        <w:rPr>
          <w:bCs/>
        </w:rPr>
        <w:t xml:space="preserve">au </w:t>
      </w:r>
      <w:r w:rsidR="00530790" w:rsidRPr="005D5566">
        <w:t>museau</w:t>
      </w:r>
      <w:r>
        <w:t xml:space="preserve">… </w:t>
      </w:r>
      <w:r w:rsidR="00530790" w:rsidRPr="005D5566">
        <w:rPr>
          <w:bCs/>
        </w:rPr>
        <w:t xml:space="preserve">aux </w:t>
      </w:r>
      <w:r w:rsidR="00530790" w:rsidRPr="005D5566">
        <w:t>yeux</w:t>
      </w:r>
      <w:r>
        <w:t xml:space="preserve">… </w:t>
      </w:r>
      <w:r w:rsidR="00530790" w:rsidRPr="005D5566">
        <w:t>Si on ne me touche pas</w:t>
      </w:r>
      <w:r>
        <w:t xml:space="preserve">, </w:t>
      </w:r>
      <w:r w:rsidR="00530790" w:rsidRPr="005D5566">
        <w:t>je ne touche personne</w:t>
      </w:r>
      <w:r>
        <w:t xml:space="preserve">. </w:t>
      </w:r>
      <w:r w:rsidR="00530790" w:rsidRPr="005D5566">
        <w:t>Si on me laisse vivre comme je veux</w:t>
      </w:r>
      <w:r>
        <w:t xml:space="preserve">, </w:t>
      </w:r>
      <w:r w:rsidR="00530790" w:rsidRPr="005D5566">
        <w:t>je vivrai tranquillement</w:t>
      </w:r>
      <w:r>
        <w:t xml:space="preserve">, </w:t>
      </w:r>
      <w:r w:rsidR="00530790" w:rsidRPr="005D5566">
        <w:t>sans déranger personne</w:t>
      </w:r>
      <w:r>
        <w:t xml:space="preserve">, </w:t>
      </w:r>
      <w:r w:rsidR="00530790" w:rsidRPr="005D5566">
        <w:t>je le jure</w:t>
      </w:r>
      <w:r>
        <w:t xml:space="preserve"> ! </w:t>
      </w:r>
      <w:r w:rsidR="00530790" w:rsidRPr="005D5566">
        <w:t>Admettons que je veuille m</w:t>
      </w:r>
      <w:r>
        <w:t>’</w:t>
      </w:r>
      <w:r w:rsidR="00530790" w:rsidRPr="005D5566">
        <w:t>installer dans la forêt</w:t>
      </w:r>
      <w:r>
        <w:t xml:space="preserve">. </w:t>
      </w:r>
      <w:r w:rsidR="00530790" w:rsidRPr="005D5566">
        <w:t>Je m</w:t>
      </w:r>
      <w:r>
        <w:t>’</w:t>
      </w:r>
      <w:r w:rsidR="00530790" w:rsidRPr="005D5566">
        <w:t>y construirai une hutte dans un ravin</w:t>
      </w:r>
      <w:r>
        <w:t xml:space="preserve">, </w:t>
      </w:r>
      <w:r w:rsidR="00530790" w:rsidRPr="005D5566">
        <w:t>au bord d</w:t>
      </w:r>
      <w:r>
        <w:t>’</w:t>
      </w:r>
      <w:r w:rsidR="00530790" w:rsidRPr="005D5566">
        <w:t>un ruisseau</w:t>
      </w:r>
      <w:r>
        <w:t xml:space="preserve">… </w:t>
      </w:r>
      <w:r w:rsidR="00530790" w:rsidRPr="005D5566">
        <w:t>et je resterai là</w:t>
      </w:r>
      <w:r>
        <w:t xml:space="preserve">… </w:t>
      </w:r>
      <w:r w:rsidR="00530790" w:rsidRPr="005D5566">
        <w:t>tout seul</w:t>
      </w:r>
      <w:r>
        <w:t>…</w:t>
      </w:r>
    </w:p>
    <w:p w14:paraId="020373F4" w14:textId="77777777" w:rsidR="001C0413" w:rsidRDefault="001C0413" w:rsidP="001C0413">
      <w:r>
        <w:t>— </w:t>
      </w:r>
      <w:r w:rsidR="00530790" w:rsidRPr="005D5566">
        <w:t>Eh bien</w:t>
      </w:r>
      <w:r>
        <w:t xml:space="preserve">… </w:t>
      </w:r>
      <w:r w:rsidR="00530790" w:rsidRPr="005D5566">
        <w:t>fais-le</w:t>
      </w:r>
      <w:r>
        <w:t xml:space="preserve"> ! </w:t>
      </w:r>
      <w:r w:rsidR="00530790" w:rsidRPr="005D5566">
        <w:t>dit le Petit-Russien en haussant les épaules</w:t>
      </w:r>
      <w:r>
        <w:t>.</w:t>
      </w:r>
    </w:p>
    <w:p w14:paraId="3B323DFC" w14:textId="77777777" w:rsidR="001C0413" w:rsidRDefault="001C0413" w:rsidP="001C0413">
      <w:r>
        <w:t>— </w:t>
      </w:r>
      <w:r w:rsidR="00530790" w:rsidRPr="005D5566">
        <w:t>Maintenant</w:t>
      </w:r>
      <w:r>
        <w:t xml:space="preserve"> ? </w:t>
      </w:r>
      <w:r w:rsidR="00530790" w:rsidRPr="005D5566">
        <w:t>demanda le jeune homme</w:t>
      </w:r>
      <w:r>
        <w:t>.</w:t>
      </w:r>
    </w:p>
    <w:p w14:paraId="1427F710" w14:textId="77777777" w:rsidR="001C0413" w:rsidRDefault="00530790" w:rsidP="001C0413">
      <w:r w:rsidRPr="005D5566">
        <w:t>Il hocha la tête</w:t>
      </w:r>
      <w:r w:rsidR="001C0413">
        <w:t xml:space="preserve">, </w:t>
      </w:r>
      <w:r w:rsidRPr="005D5566">
        <w:t>et se frappant le genou du poing</w:t>
      </w:r>
      <w:r w:rsidR="001C0413">
        <w:t> :</w:t>
      </w:r>
    </w:p>
    <w:p w14:paraId="4C00014E" w14:textId="77777777" w:rsidR="001C0413" w:rsidRDefault="001C0413" w:rsidP="001C0413">
      <w:r>
        <w:lastRenderedPageBreak/>
        <w:t>— </w:t>
      </w:r>
      <w:r w:rsidR="00530790" w:rsidRPr="005D5566">
        <w:t>Maintenant</w:t>
      </w:r>
      <w:r>
        <w:t xml:space="preserve">, </w:t>
      </w:r>
      <w:r w:rsidR="00530790" w:rsidRPr="005D5566">
        <w:t>ce n</w:t>
      </w:r>
      <w:r>
        <w:t>’</w:t>
      </w:r>
      <w:r w:rsidR="00530790" w:rsidRPr="005D5566">
        <w:t>est plus possible</w:t>
      </w:r>
      <w:r>
        <w:t> !</w:t>
      </w:r>
    </w:p>
    <w:p w14:paraId="012972B1" w14:textId="77777777" w:rsidR="001C0413" w:rsidRDefault="001C0413" w:rsidP="001C0413">
      <w:r>
        <w:t>— </w:t>
      </w:r>
      <w:r w:rsidR="00530790" w:rsidRPr="005D5566">
        <w:t>Qui t</w:t>
      </w:r>
      <w:r>
        <w:t>’</w:t>
      </w:r>
      <w:r w:rsidR="00530790" w:rsidRPr="005D5566">
        <w:t>en empêche</w:t>
      </w:r>
      <w:r>
        <w:t> ?</w:t>
      </w:r>
    </w:p>
    <w:p w14:paraId="598C925F" w14:textId="77777777" w:rsidR="001C0413" w:rsidRDefault="001C0413" w:rsidP="001C0413">
      <w:r>
        <w:t>— </w:t>
      </w:r>
      <w:r w:rsidR="00530790" w:rsidRPr="005D5566">
        <w:t>Les hommes</w:t>
      </w:r>
      <w:r>
        <w:t xml:space="preserve"> ! </w:t>
      </w:r>
      <w:r w:rsidR="00530790" w:rsidRPr="005D5566">
        <w:t>Je suis étroitement lié à eux jusqu</w:t>
      </w:r>
      <w:r>
        <w:t>’</w:t>
      </w:r>
      <w:r w:rsidR="00530790" w:rsidRPr="005D5566">
        <w:t>à ma mort</w:t>
      </w:r>
      <w:r>
        <w:t xml:space="preserve">… </w:t>
      </w:r>
      <w:r w:rsidR="00530790" w:rsidRPr="005D5566">
        <w:t>ils ont enlacé mon cœur avec de la haine</w:t>
      </w:r>
      <w:r>
        <w:t xml:space="preserve">… </w:t>
      </w:r>
      <w:r w:rsidR="00530790" w:rsidRPr="005D5566">
        <w:t>ils m</w:t>
      </w:r>
      <w:r>
        <w:t>’</w:t>
      </w:r>
      <w:r w:rsidR="00530790" w:rsidRPr="005D5566">
        <w:t>ont attaché à eux par le mal</w:t>
      </w:r>
      <w:r>
        <w:t xml:space="preserve">… </w:t>
      </w:r>
      <w:r w:rsidR="00530790" w:rsidRPr="005D5566">
        <w:t>et c</w:t>
      </w:r>
      <w:r>
        <w:t>’</w:t>
      </w:r>
      <w:r w:rsidR="00530790" w:rsidRPr="005D5566">
        <w:t>est un lien solide</w:t>
      </w:r>
      <w:r>
        <w:t xml:space="preserve">… </w:t>
      </w:r>
      <w:r w:rsidR="00530790" w:rsidRPr="005D5566">
        <w:t>Je les hais</w:t>
      </w:r>
      <w:r>
        <w:t xml:space="preserve">, </w:t>
      </w:r>
      <w:r w:rsidR="00530790" w:rsidRPr="005D5566">
        <w:t>et partout où j</w:t>
      </w:r>
      <w:r>
        <w:t>’</w:t>
      </w:r>
      <w:r w:rsidR="00530790" w:rsidRPr="005D5566">
        <w:t>irai</w:t>
      </w:r>
      <w:r>
        <w:t xml:space="preserve">, </w:t>
      </w:r>
      <w:r w:rsidR="00530790" w:rsidRPr="005D5566">
        <w:t>je les empêcherai de vivre tranquilles</w:t>
      </w:r>
      <w:r>
        <w:t xml:space="preserve">. </w:t>
      </w:r>
      <w:r w:rsidR="00530790" w:rsidRPr="005D5566">
        <w:t>Ils me gênent</w:t>
      </w:r>
      <w:r>
        <w:t xml:space="preserve">, </w:t>
      </w:r>
      <w:r w:rsidR="00530790" w:rsidRPr="005D5566">
        <w:t>et moi je les gênerai</w:t>
      </w:r>
      <w:r>
        <w:t xml:space="preserve">. </w:t>
      </w:r>
      <w:r w:rsidR="00530790" w:rsidRPr="005D5566">
        <w:rPr>
          <w:bCs/>
        </w:rPr>
        <w:t xml:space="preserve">Je </w:t>
      </w:r>
      <w:r w:rsidR="00530790" w:rsidRPr="005D5566">
        <w:t xml:space="preserve">réponds </w:t>
      </w:r>
      <w:r w:rsidR="00530790" w:rsidRPr="005D5566">
        <w:rPr>
          <w:bCs/>
        </w:rPr>
        <w:t xml:space="preserve">de </w:t>
      </w:r>
      <w:r w:rsidR="00530790" w:rsidRPr="005D5566">
        <w:t>moi</w:t>
      </w:r>
      <w:r>
        <w:t xml:space="preserve">… </w:t>
      </w:r>
      <w:r w:rsidR="00530790" w:rsidRPr="005D5566">
        <w:t>de moi seul</w:t>
      </w:r>
      <w:r>
        <w:t xml:space="preserve">… </w:t>
      </w:r>
      <w:r w:rsidR="00530790" w:rsidRPr="005D5566">
        <w:rPr>
          <w:bCs/>
        </w:rPr>
        <w:t xml:space="preserve">et </w:t>
      </w:r>
      <w:r w:rsidR="00530790" w:rsidRPr="005D5566">
        <w:t>je ne peux répondre de personne autre</w:t>
      </w:r>
      <w:r>
        <w:t xml:space="preserve">… </w:t>
      </w:r>
      <w:r w:rsidR="00530790" w:rsidRPr="005D5566">
        <w:t>Et si mon père est un voleur</w:t>
      </w:r>
      <w:r>
        <w:t>…</w:t>
      </w:r>
    </w:p>
    <w:p w14:paraId="02926DE7" w14:textId="77777777" w:rsidR="001C0413" w:rsidRDefault="001C0413" w:rsidP="001C0413">
      <w:r>
        <w:t>— </w:t>
      </w:r>
      <w:r w:rsidR="00530790" w:rsidRPr="005D5566">
        <w:t>Ah</w:t>
      </w:r>
      <w:r>
        <w:t xml:space="preserve"> ! </w:t>
      </w:r>
      <w:r w:rsidR="00530790" w:rsidRPr="005D5566">
        <w:t>dit le Petit-Russien à mi-voix en s</w:t>
      </w:r>
      <w:r>
        <w:t>’</w:t>
      </w:r>
      <w:r w:rsidR="00530790" w:rsidRPr="005D5566">
        <w:t>approchant de Vessoftchikov</w:t>
      </w:r>
      <w:r>
        <w:t>.</w:t>
      </w:r>
    </w:p>
    <w:p w14:paraId="71DA57D8" w14:textId="77777777" w:rsidR="001C0413" w:rsidRDefault="001C0413" w:rsidP="001C0413">
      <w:r>
        <w:t>— </w:t>
      </w:r>
      <w:r w:rsidR="00530790" w:rsidRPr="005D5566">
        <w:t>J</w:t>
      </w:r>
      <w:r>
        <w:t>’</w:t>
      </w:r>
      <w:r w:rsidR="00530790" w:rsidRPr="005D5566">
        <w:t>arracherai la tête à Isaïe Gorbov</w:t>
      </w:r>
      <w:r>
        <w:t xml:space="preserve">, </w:t>
      </w:r>
      <w:r w:rsidR="00530790" w:rsidRPr="005D5566">
        <w:t>tu verras</w:t>
      </w:r>
      <w:r>
        <w:t> !</w:t>
      </w:r>
    </w:p>
    <w:p w14:paraId="366FEAF5" w14:textId="77777777" w:rsidR="001C0413" w:rsidRDefault="001C0413" w:rsidP="001C0413">
      <w:r>
        <w:t>— </w:t>
      </w:r>
      <w:r w:rsidR="00530790" w:rsidRPr="005D5566">
        <w:t>Pourquoi</w:t>
      </w:r>
      <w:r>
        <w:t xml:space="preserve"> ? </w:t>
      </w:r>
      <w:r w:rsidR="00530790" w:rsidRPr="005D5566">
        <w:t>demanda André sérieux</w:t>
      </w:r>
      <w:r>
        <w:t xml:space="preserve">, </w:t>
      </w:r>
      <w:r w:rsidR="00530790" w:rsidRPr="005D5566">
        <w:t xml:space="preserve">à </w:t>
      </w:r>
      <w:r w:rsidR="00530790" w:rsidRPr="005D5566">
        <w:rPr>
          <w:bCs/>
        </w:rPr>
        <w:t xml:space="preserve">voix </w:t>
      </w:r>
      <w:r w:rsidR="00530790" w:rsidRPr="005D5566">
        <w:t>basse</w:t>
      </w:r>
      <w:r>
        <w:t>.</w:t>
      </w:r>
    </w:p>
    <w:p w14:paraId="4C1DCF68" w14:textId="77777777" w:rsidR="001C0413" w:rsidRDefault="001C0413" w:rsidP="001C0413">
      <w:r>
        <w:t>— </w:t>
      </w:r>
      <w:r w:rsidR="00530790" w:rsidRPr="005D5566">
        <w:t>Pour qu</w:t>
      </w:r>
      <w:r>
        <w:t>’</w:t>
      </w:r>
      <w:r w:rsidR="00530790" w:rsidRPr="005D5566">
        <w:t>il n</w:t>
      </w:r>
      <w:r>
        <w:t>’</w:t>
      </w:r>
      <w:r w:rsidR="00530790" w:rsidRPr="005D5566">
        <w:t>espionne et ne rapporte plus</w:t>
      </w:r>
      <w:r>
        <w:t xml:space="preserve">. </w:t>
      </w:r>
      <w:r w:rsidR="00530790" w:rsidRPr="005D5566">
        <w:t>C</w:t>
      </w:r>
      <w:r>
        <w:t>’</w:t>
      </w:r>
      <w:r w:rsidR="00530790" w:rsidRPr="005D5566">
        <w:t>est à cause de lui que mon père s</w:t>
      </w:r>
      <w:r>
        <w:t>’</w:t>
      </w:r>
      <w:r w:rsidR="00530790" w:rsidRPr="005D5566">
        <w:t>est dégradé</w:t>
      </w:r>
      <w:r>
        <w:t xml:space="preserve">… </w:t>
      </w:r>
      <w:r w:rsidR="00530790" w:rsidRPr="005D5566">
        <w:t>et c</w:t>
      </w:r>
      <w:r>
        <w:t>’</w:t>
      </w:r>
      <w:r w:rsidR="00530790" w:rsidRPr="005D5566">
        <w:t>est sur lui que mon père compte pour entrer dans la police secrète</w:t>
      </w:r>
      <w:r>
        <w:t xml:space="preserve"> ! </w:t>
      </w:r>
      <w:r w:rsidR="00530790" w:rsidRPr="005D5566">
        <w:t>répondit Vessoftchikov en regardant André avec hostilité</w:t>
      </w:r>
      <w:r>
        <w:t>.</w:t>
      </w:r>
    </w:p>
    <w:p w14:paraId="639ABA84" w14:textId="77777777" w:rsidR="001C0413" w:rsidRDefault="001C0413" w:rsidP="001C0413">
      <w:r>
        <w:t>— </w:t>
      </w:r>
      <w:r w:rsidR="00530790" w:rsidRPr="005D5566">
        <w:rPr>
          <w:bCs/>
        </w:rPr>
        <w:t xml:space="preserve">Voilà </w:t>
      </w:r>
      <w:r w:rsidR="00530790" w:rsidRPr="005D5566">
        <w:t>l</w:t>
      </w:r>
      <w:r>
        <w:t>’</w:t>
      </w:r>
      <w:r w:rsidR="00530790" w:rsidRPr="005D5566">
        <w:t>affaire</w:t>
      </w:r>
      <w:r>
        <w:t xml:space="preserve"> ! </w:t>
      </w:r>
      <w:r w:rsidR="00530790" w:rsidRPr="005D5566">
        <w:t>s</w:t>
      </w:r>
      <w:r>
        <w:t>’</w:t>
      </w:r>
      <w:r w:rsidR="00530790" w:rsidRPr="005D5566">
        <w:t>écria le Petit-Russien</w:t>
      </w:r>
      <w:r>
        <w:t xml:space="preserve">, </w:t>
      </w:r>
      <w:r w:rsidR="00530790" w:rsidRPr="005D5566">
        <w:t xml:space="preserve">mais qui </w:t>
      </w:r>
      <w:r w:rsidR="00530790" w:rsidRPr="005D5566">
        <w:rPr>
          <w:bCs/>
        </w:rPr>
        <w:t xml:space="preserve">te </w:t>
      </w:r>
      <w:r w:rsidR="00530790" w:rsidRPr="005D5566">
        <w:t xml:space="preserve">reprocherait </w:t>
      </w:r>
      <w:r w:rsidR="00530790" w:rsidRPr="005D5566">
        <w:rPr>
          <w:bCs/>
        </w:rPr>
        <w:t xml:space="preserve">la </w:t>
      </w:r>
      <w:r w:rsidR="00530790" w:rsidRPr="005D5566">
        <w:t>vie même de ton père</w:t>
      </w:r>
      <w:r>
        <w:t xml:space="preserve"> ? </w:t>
      </w:r>
      <w:r w:rsidR="00530790" w:rsidRPr="005D5566">
        <w:t>Les imbéciles</w:t>
      </w:r>
      <w:r>
        <w:t> !</w:t>
      </w:r>
    </w:p>
    <w:p w14:paraId="08EF886A" w14:textId="77777777" w:rsidR="001C0413" w:rsidRDefault="001C0413" w:rsidP="001C0413">
      <w:r>
        <w:t>— </w:t>
      </w:r>
      <w:r w:rsidR="00530790" w:rsidRPr="005D5566">
        <w:rPr>
          <w:bCs/>
        </w:rPr>
        <w:t>Les imbéciles</w:t>
      </w:r>
      <w:r>
        <w:rPr>
          <w:bCs/>
        </w:rPr>
        <w:t xml:space="preserve">… </w:t>
      </w:r>
      <w:r w:rsidR="00530790" w:rsidRPr="005D5566">
        <w:rPr>
          <w:bCs/>
        </w:rPr>
        <w:t xml:space="preserve">et </w:t>
      </w:r>
      <w:r w:rsidR="00530790" w:rsidRPr="005D5566">
        <w:t xml:space="preserve">les </w:t>
      </w:r>
      <w:r w:rsidR="00530790" w:rsidRPr="005D5566">
        <w:rPr>
          <w:bCs/>
        </w:rPr>
        <w:t>gens d</w:t>
      </w:r>
      <w:r>
        <w:rPr>
          <w:bCs/>
        </w:rPr>
        <w:t>’</w:t>
      </w:r>
      <w:r w:rsidR="00530790" w:rsidRPr="005D5566">
        <w:rPr>
          <w:bCs/>
        </w:rPr>
        <w:t>esprit aussi</w:t>
      </w:r>
      <w:r>
        <w:rPr>
          <w:bCs/>
        </w:rPr>
        <w:t xml:space="preserve"> ! </w:t>
      </w:r>
      <w:r w:rsidR="00530790" w:rsidRPr="005D5566">
        <w:rPr>
          <w:bCs/>
        </w:rPr>
        <w:t>Ainsi toi</w:t>
      </w:r>
      <w:r>
        <w:rPr>
          <w:bCs/>
        </w:rPr>
        <w:t xml:space="preserve">, </w:t>
      </w:r>
      <w:r w:rsidR="00530790" w:rsidRPr="005D5566">
        <w:t xml:space="preserve">tu es un garçon </w:t>
      </w:r>
      <w:r w:rsidR="00530790" w:rsidRPr="005D5566">
        <w:rPr>
          <w:bCs/>
        </w:rPr>
        <w:t>intelligent</w:t>
      </w:r>
      <w:r>
        <w:rPr>
          <w:bCs/>
        </w:rPr>
        <w:t xml:space="preserve">, </w:t>
      </w:r>
      <w:r w:rsidR="00530790" w:rsidRPr="005D5566">
        <w:t>Pavel aussi</w:t>
      </w:r>
      <w:r>
        <w:t xml:space="preserve">… </w:t>
      </w:r>
      <w:r w:rsidR="00530790" w:rsidRPr="005D5566">
        <w:t>eh bien</w:t>
      </w:r>
      <w:r>
        <w:t xml:space="preserve">, </w:t>
      </w:r>
      <w:r w:rsidR="00530790" w:rsidRPr="005D5566">
        <w:t xml:space="preserve">me </w:t>
      </w:r>
      <w:r w:rsidR="00530790" w:rsidRPr="005D5566">
        <w:rPr>
          <w:bCs/>
        </w:rPr>
        <w:t xml:space="preserve">considérez-vous </w:t>
      </w:r>
      <w:r w:rsidR="00530790" w:rsidRPr="005D5566">
        <w:t>de la même manière que Fédia Marine ou Samoïlov</w:t>
      </w:r>
      <w:r>
        <w:t xml:space="preserve">, </w:t>
      </w:r>
      <w:r w:rsidR="00530790" w:rsidRPr="005D5566">
        <w:t xml:space="preserve">ou comme vous vous considérez </w:t>
      </w:r>
      <w:r w:rsidR="00530790" w:rsidRPr="005D5566">
        <w:rPr>
          <w:bCs/>
        </w:rPr>
        <w:t>mutuellement</w:t>
      </w:r>
      <w:r>
        <w:rPr>
          <w:bCs/>
        </w:rPr>
        <w:t xml:space="preserve"> ? </w:t>
      </w:r>
      <w:r w:rsidR="00530790" w:rsidRPr="005D5566">
        <w:t>Ne mens pas</w:t>
      </w:r>
      <w:r>
        <w:t xml:space="preserve">, </w:t>
      </w:r>
      <w:r w:rsidR="00530790" w:rsidRPr="005D5566">
        <w:t xml:space="preserve">je ne te croirais pas </w:t>
      </w:r>
      <w:r w:rsidR="00530790" w:rsidRPr="005D5566">
        <w:rPr>
          <w:bCs/>
        </w:rPr>
        <w:t xml:space="preserve">quand </w:t>
      </w:r>
      <w:r w:rsidR="00530790" w:rsidRPr="005D5566">
        <w:t>même</w:t>
      </w:r>
      <w:r>
        <w:t xml:space="preserve">… </w:t>
      </w:r>
      <w:r w:rsidR="00530790" w:rsidRPr="005D5566">
        <w:t>vous tous</w:t>
      </w:r>
      <w:r>
        <w:t xml:space="preserve">, </w:t>
      </w:r>
      <w:r w:rsidR="00530790" w:rsidRPr="005D5566">
        <w:t>vous me poussez de côté</w:t>
      </w:r>
      <w:r>
        <w:t xml:space="preserve">, </w:t>
      </w:r>
      <w:r w:rsidR="00530790" w:rsidRPr="005D5566">
        <w:t>vous me mettez à l</w:t>
      </w:r>
      <w:r>
        <w:t>’</w:t>
      </w:r>
      <w:r w:rsidR="00530790" w:rsidRPr="005D5566">
        <w:t>écart</w:t>
      </w:r>
      <w:r>
        <w:t>…</w:t>
      </w:r>
    </w:p>
    <w:p w14:paraId="070134A7" w14:textId="77777777" w:rsidR="001C0413" w:rsidRDefault="001C0413" w:rsidP="001C0413">
      <w:r>
        <w:t>— </w:t>
      </w:r>
      <w:r w:rsidR="00530790" w:rsidRPr="005D5566">
        <w:rPr>
          <w:bCs/>
        </w:rPr>
        <w:t xml:space="preserve">Tu as </w:t>
      </w:r>
      <w:r w:rsidR="00530790" w:rsidRPr="005D5566">
        <w:t>l</w:t>
      </w:r>
      <w:r>
        <w:rPr>
          <w:bCs/>
        </w:rPr>
        <w:t>’</w:t>
      </w:r>
      <w:r w:rsidR="00530790" w:rsidRPr="005D5566">
        <w:rPr>
          <w:bCs/>
        </w:rPr>
        <w:t>âme malade</w:t>
      </w:r>
      <w:r>
        <w:rPr>
          <w:bCs/>
        </w:rPr>
        <w:t xml:space="preserve">, </w:t>
      </w:r>
      <w:r w:rsidR="00530790" w:rsidRPr="005D5566">
        <w:rPr>
          <w:bCs/>
        </w:rPr>
        <w:t>ami</w:t>
      </w:r>
      <w:r>
        <w:rPr>
          <w:bCs/>
        </w:rPr>
        <w:t xml:space="preserve"> ! </w:t>
      </w:r>
      <w:r w:rsidR="00530790" w:rsidRPr="005D5566">
        <w:rPr>
          <w:bCs/>
        </w:rPr>
        <w:t>répondit le Petit-Russien d</w:t>
      </w:r>
      <w:r>
        <w:rPr>
          <w:bCs/>
        </w:rPr>
        <w:t>’</w:t>
      </w:r>
      <w:r w:rsidR="00530790" w:rsidRPr="005D5566">
        <w:rPr>
          <w:bCs/>
        </w:rPr>
        <w:t xml:space="preserve">une </w:t>
      </w:r>
      <w:r w:rsidR="00530790" w:rsidRPr="005D5566">
        <w:t>voix douce et affectueuse</w:t>
      </w:r>
      <w:r>
        <w:t xml:space="preserve">, </w:t>
      </w:r>
      <w:r w:rsidR="00530790" w:rsidRPr="005D5566">
        <w:t>en s</w:t>
      </w:r>
      <w:r>
        <w:rPr>
          <w:bCs/>
        </w:rPr>
        <w:t>’</w:t>
      </w:r>
      <w:r w:rsidR="00530790" w:rsidRPr="005D5566">
        <w:rPr>
          <w:bCs/>
        </w:rPr>
        <w:t xml:space="preserve">asseyant à </w:t>
      </w:r>
      <w:r w:rsidR="00530790" w:rsidRPr="005D5566">
        <w:t>côté de lui</w:t>
      </w:r>
      <w:r>
        <w:t>.</w:t>
      </w:r>
    </w:p>
    <w:p w14:paraId="40F24087" w14:textId="77777777" w:rsidR="001C0413" w:rsidRDefault="001C0413" w:rsidP="001C0413">
      <w:pPr>
        <w:rPr>
          <w:bCs/>
        </w:rPr>
      </w:pPr>
      <w:r>
        <w:lastRenderedPageBreak/>
        <w:t>— </w:t>
      </w:r>
      <w:r w:rsidR="00530790" w:rsidRPr="005D5566">
        <w:t>Oui</w:t>
      </w:r>
      <w:r>
        <w:t xml:space="preserve">. </w:t>
      </w:r>
      <w:r w:rsidR="00530790" w:rsidRPr="005D5566">
        <w:t>La vôtre aussi souffre</w:t>
      </w:r>
      <w:r>
        <w:t xml:space="preserve">… </w:t>
      </w:r>
      <w:r w:rsidR="00530790" w:rsidRPr="005D5566">
        <w:t>Seulement vous croyez que vos ulcères sont plus nobles que les miens</w:t>
      </w:r>
      <w:r>
        <w:t xml:space="preserve">… </w:t>
      </w:r>
      <w:r w:rsidR="00530790" w:rsidRPr="005D5566">
        <w:t>Nous agissons tous en canailles les uns envers les autres</w:t>
      </w:r>
      <w:r>
        <w:t xml:space="preserve">… </w:t>
      </w:r>
      <w:r w:rsidR="00530790" w:rsidRPr="005D5566">
        <w:t>voilà ce que je dis</w:t>
      </w:r>
      <w:r>
        <w:t xml:space="preserve">… </w:t>
      </w:r>
      <w:r w:rsidR="00530790" w:rsidRPr="005D5566">
        <w:t>Et que peux-tu me répondre</w:t>
      </w:r>
      <w:r>
        <w:t xml:space="preserve">… </w:t>
      </w:r>
      <w:r w:rsidR="00530790" w:rsidRPr="005D5566">
        <w:rPr>
          <w:bCs/>
        </w:rPr>
        <w:t>hein</w:t>
      </w:r>
      <w:r>
        <w:rPr>
          <w:bCs/>
        </w:rPr>
        <w:t> ?</w:t>
      </w:r>
    </w:p>
    <w:p w14:paraId="75B37E60" w14:textId="77777777" w:rsidR="001C0413" w:rsidRDefault="00530790" w:rsidP="001C0413">
      <w:r w:rsidRPr="005D5566">
        <w:t>Il fixa son regard aigu sur André et attendit en découvrant ses dents</w:t>
      </w:r>
      <w:r w:rsidR="001C0413">
        <w:t xml:space="preserve">. </w:t>
      </w:r>
      <w:r w:rsidRPr="005D5566">
        <w:t>Son visage blême était impassible</w:t>
      </w:r>
      <w:r w:rsidR="001C0413">
        <w:t xml:space="preserve"> ; </w:t>
      </w:r>
      <w:r w:rsidRPr="005D5566">
        <w:t>seules ses lèvres épaisses tremblaient comme si elles eussent été brûlées et contractées par quelque liquide caustique</w:t>
      </w:r>
      <w:r w:rsidR="001C0413">
        <w:t>.</w:t>
      </w:r>
    </w:p>
    <w:p w14:paraId="737DC376" w14:textId="77777777" w:rsidR="001C0413" w:rsidRDefault="001C0413" w:rsidP="001C0413">
      <w:r>
        <w:t>— </w:t>
      </w:r>
      <w:r w:rsidR="00530790" w:rsidRPr="005D5566">
        <w:t xml:space="preserve">Je ne </w:t>
      </w:r>
      <w:r w:rsidR="00530790" w:rsidRPr="005D5566">
        <w:rPr>
          <w:bCs/>
        </w:rPr>
        <w:t xml:space="preserve">te </w:t>
      </w:r>
      <w:r w:rsidR="00530790" w:rsidRPr="005D5566">
        <w:t>répondrai rien</w:t>
      </w:r>
      <w:r>
        <w:t xml:space="preserve"> ! </w:t>
      </w:r>
      <w:r w:rsidR="00530790" w:rsidRPr="005D5566">
        <w:t xml:space="preserve">répliqua le Petit-Russien en caressant le regard hostile de Vessoftchikov avec </w:t>
      </w:r>
      <w:r w:rsidR="00530790" w:rsidRPr="005D5566">
        <w:rPr>
          <w:bCs/>
        </w:rPr>
        <w:t xml:space="preserve">le </w:t>
      </w:r>
      <w:r w:rsidR="00530790" w:rsidRPr="005D5566">
        <w:t xml:space="preserve">sourire lumineux </w:t>
      </w:r>
      <w:r w:rsidR="00530790" w:rsidRPr="005D5566">
        <w:rPr>
          <w:bCs/>
        </w:rPr>
        <w:t xml:space="preserve">et </w:t>
      </w:r>
      <w:r w:rsidR="00530790" w:rsidRPr="005D5566">
        <w:t>triste de ses yeux bleus</w:t>
      </w:r>
      <w:r>
        <w:t xml:space="preserve">… </w:t>
      </w:r>
      <w:r w:rsidR="00530790" w:rsidRPr="005D5566">
        <w:t>Je le sais bien</w:t>
      </w:r>
      <w:r>
        <w:t xml:space="preserve">… </w:t>
      </w:r>
      <w:r w:rsidR="00530790" w:rsidRPr="005D5566">
        <w:t>vouloir discuter avec quelqu</w:t>
      </w:r>
      <w:r>
        <w:t>’</w:t>
      </w:r>
      <w:r w:rsidR="00530790" w:rsidRPr="005D5566">
        <w:t>un dont le cœur saigne</w:t>
      </w:r>
      <w:r>
        <w:t xml:space="preserve">, </w:t>
      </w:r>
      <w:r w:rsidR="00530790" w:rsidRPr="005D5566">
        <w:t>c</w:t>
      </w:r>
      <w:r>
        <w:t>’</w:t>
      </w:r>
      <w:r w:rsidR="00530790" w:rsidRPr="005D5566">
        <w:t>est seulement l</w:t>
      </w:r>
      <w:r>
        <w:t>’</w:t>
      </w:r>
      <w:r w:rsidR="00530790" w:rsidRPr="005D5566">
        <w:t>irriter</w:t>
      </w:r>
      <w:r>
        <w:t xml:space="preserve">… </w:t>
      </w:r>
      <w:r w:rsidR="00530790" w:rsidRPr="005D5566">
        <w:t xml:space="preserve">je </w:t>
      </w:r>
      <w:r w:rsidR="00530790" w:rsidRPr="005D5566">
        <w:rPr>
          <w:bCs/>
        </w:rPr>
        <w:t>le sais</w:t>
      </w:r>
      <w:r>
        <w:rPr>
          <w:bCs/>
        </w:rPr>
        <w:t xml:space="preserve">, </w:t>
      </w:r>
      <w:r w:rsidR="00530790" w:rsidRPr="005D5566">
        <w:t>frère</w:t>
      </w:r>
      <w:r>
        <w:t> !</w:t>
      </w:r>
    </w:p>
    <w:p w14:paraId="031B94E0" w14:textId="77777777" w:rsidR="001C0413" w:rsidRDefault="001C0413" w:rsidP="001C0413">
      <w:r>
        <w:t>— </w:t>
      </w:r>
      <w:r w:rsidR="00530790" w:rsidRPr="005D5566">
        <w:rPr>
          <w:bCs/>
        </w:rPr>
        <w:t xml:space="preserve">On </w:t>
      </w:r>
      <w:r w:rsidR="00530790" w:rsidRPr="005D5566">
        <w:t>ne peut pas discuter avec moi</w:t>
      </w:r>
      <w:r>
        <w:t xml:space="preserve">, </w:t>
      </w:r>
      <w:r w:rsidR="00530790" w:rsidRPr="005D5566">
        <w:t xml:space="preserve">je ne sais pas </w:t>
      </w:r>
      <w:r w:rsidR="00530790" w:rsidRPr="005D5566">
        <w:rPr>
          <w:bCs/>
        </w:rPr>
        <w:t>discuter</w:t>
      </w:r>
      <w:r>
        <w:rPr>
          <w:bCs/>
        </w:rPr>
        <w:t xml:space="preserve"> ! </w:t>
      </w:r>
      <w:r w:rsidR="00530790" w:rsidRPr="005D5566">
        <w:rPr>
          <w:bCs/>
        </w:rPr>
        <w:t xml:space="preserve">grommela </w:t>
      </w:r>
      <w:r w:rsidR="00530790" w:rsidRPr="005D5566">
        <w:t>le jeune homme</w:t>
      </w:r>
      <w:r>
        <w:t xml:space="preserve">, </w:t>
      </w:r>
      <w:r w:rsidR="00530790" w:rsidRPr="005D5566">
        <w:t>en baissant des yeux</w:t>
      </w:r>
      <w:r>
        <w:t>.</w:t>
      </w:r>
    </w:p>
    <w:p w14:paraId="12C5BBF3" w14:textId="77777777" w:rsidR="001C0413" w:rsidRDefault="001C0413" w:rsidP="001C0413">
      <w:r>
        <w:t>— </w:t>
      </w:r>
      <w:r w:rsidR="00530790" w:rsidRPr="005D5566">
        <w:t>Je crois que chacun de nous a marché pieds nus sur des éclats de verre</w:t>
      </w:r>
      <w:r>
        <w:t xml:space="preserve">, </w:t>
      </w:r>
      <w:r w:rsidR="00530790" w:rsidRPr="005D5566">
        <w:t>continua André</w:t>
      </w:r>
      <w:r>
        <w:t xml:space="preserve">, </w:t>
      </w:r>
      <w:r w:rsidR="00530790" w:rsidRPr="005D5566">
        <w:t>chacun de nous a respiré dans ses heures sombres</w:t>
      </w:r>
      <w:r>
        <w:t xml:space="preserve">, </w:t>
      </w:r>
      <w:r w:rsidR="00530790" w:rsidRPr="005D5566">
        <w:t>comme tu le fais maintenant</w:t>
      </w:r>
      <w:r>
        <w:t>…</w:t>
      </w:r>
    </w:p>
    <w:p w14:paraId="04A0CE26" w14:textId="77777777" w:rsidR="001C0413" w:rsidRDefault="001C0413" w:rsidP="001C0413">
      <w:r>
        <w:t>— </w:t>
      </w:r>
      <w:r w:rsidR="00530790" w:rsidRPr="005D5566">
        <w:t>Tu ne peux rien dire qui m</w:t>
      </w:r>
      <w:r>
        <w:t>’</w:t>
      </w:r>
      <w:r w:rsidR="00530790" w:rsidRPr="005D5566">
        <w:t>apaise</w:t>
      </w:r>
      <w:r>
        <w:t xml:space="preserve"> ! </w:t>
      </w:r>
      <w:r w:rsidR="00530790" w:rsidRPr="005D5566">
        <w:t>dit Vessoftchikov lentement</w:t>
      </w:r>
      <w:r>
        <w:t xml:space="preserve">. </w:t>
      </w:r>
      <w:r w:rsidR="00530790" w:rsidRPr="005D5566">
        <w:t>Rien</w:t>
      </w:r>
      <w:r>
        <w:t xml:space="preserve"> ! </w:t>
      </w:r>
      <w:r w:rsidR="00530790" w:rsidRPr="005D5566">
        <w:t xml:space="preserve">Mon </w:t>
      </w:r>
      <w:r w:rsidR="00530790" w:rsidRPr="005D5566">
        <w:rPr>
          <w:bCs/>
        </w:rPr>
        <w:t xml:space="preserve">âme </w:t>
      </w:r>
      <w:r w:rsidR="00530790" w:rsidRPr="005D5566">
        <w:t>hurle comme un loup</w:t>
      </w:r>
      <w:r>
        <w:t>.</w:t>
      </w:r>
    </w:p>
    <w:p w14:paraId="39F3759F" w14:textId="77777777" w:rsidR="001C0413" w:rsidRDefault="001C0413" w:rsidP="001C0413">
      <w:r>
        <w:t>— </w:t>
      </w:r>
      <w:r w:rsidR="00530790" w:rsidRPr="005D5566">
        <w:t>Je n</w:t>
      </w:r>
      <w:r>
        <w:t>’</w:t>
      </w:r>
      <w:r w:rsidR="00530790" w:rsidRPr="005D5566">
        <w:t>en ai pas l</w:t>
      </w:r>
      <w:r>
        <w:t>’</w:t>
      </w:r>
      <w:r w:rsidR="00530790" w:rsidRPr="005D5566">
        <w:t>intention</w:t>
      </w:r>
      <w:r>
        <w:t xml:space="preserve">. </w:t>
      </w:r>
      <w:r w:rsidR="00530790" w:rsidRPr="005D5566">
        <w:t>Seulement</w:t>
      </w:r>
      <w:r>
        <w:t xml:space="preserve">, </w:t>
      </w:r>
      <w:r w:rsidR="00530790" w:rsidRPr="005D5566">
        <w:t>je sais que cela passera</w:t>
      </w:r>
      <w:r>
        <w:t xml:space="preserve">… </w:t>
      </w:r>
      <w:r w:rsidR="00530790" w:rsidRPr="005D5566">
        <w:t>Peut-être pas tout de suite</w:t>
      </w:r>
      <w:r>
        <w:t xml:space="preserve">, </w:t>
      </w:r>
      <w:r w:rsidR="00530790" w:rsidRPr="005D5566">
        <w:t>mais cela passera</w:t>
      </w:r>
      <w:r>
        <w:t>…</w:t>
      </w:r>
    </w:p>
    <w:p w14:paraId="6E0F0542" w14:textId="77777777" w:rsidR="001C0413" w:rsidRDefault="00530790" w:rsidP="001C0413">
      <w:r w:rsidRPr="005D5566">
        <w:t xml:space="preserve">Il se mit </w:t>
      </w:r>
      <w:r w:rsidRPr="005D5566">
        <w:rPr>
          <w:bCs/>
        </w:rPr>
        <w:t xml:space="preserve">à </w:t>
      </w:r>
      <w:r w:rsidRPr="005D5566">
        <w:t>rire et reprit en frappant sur l</w:t>
      </w:r>
      <w:r w:rsidR="001C0413">
        <w:t>’</w:t>
      </w:r>
      <w:r w:rsidRPr="005D5566">
        <w:t>épaule du jeune homme</w:t>
      </w:r>
      <w:r w:rsidR="001C0413">
        <w:t> :</w:t>
      </w:r>
    </w:p>
    <w:p w14:paraId="114B9365" w14:textId="77777777" w:rsidR="001C0413" w:rsidRDefault="001C0413" w:rsidP="001C0413">
      <w:r>
        <w:t>— </w:t>
      </w:r>
      <w:r w:rsidR="00530790" w:rsidRPr="005D5566">
        <w:t>C</w:t>
      </w:r>
      <w:r>
        <w:t>’</w:t>
      </w:r>
      <w:r w:rsidR="00530790" w:rsidRPr="005D5566">
        <w:t>est une maladie de l</w:t>
      </w:r>
      <w:r>
        <w:t>’</w:t>
      </w:r>
      <w:r w:rsidR="00530790" w:rsidRPr="005D5566">
        <w:t>enfance</w:t>
      </w:r>
      <w:r>
        <w:t xml:space="preserve">… </w:t>
      </w:r>
      <w:r w:rsidR="00530790" w:rsidRPr="005D5566">
        <w:t>dans le genre de la rougeole</w:t>
      </w:r>
      <w:r>
        <w:t xml:space="preserve">, </w:t>
      </w:r>
      <w:r w:rsidR="00530790" w:rsidRPr="005D5566">
        <w:t>frère</w:t>
      </w:r>
      <w:r>
        <w:t xml:space="preserve">… </w:t>
      </w:r>
      <w:r w:rsidR="00530790" w:rsidRPr="005D5566">
        <w:t>Nous en avons tous été atteints</w:t>
      </w:r>
      <w:r>
        <w:t xml:space="preserve">, </w:t>
      </w:r>
      <w:r w:rsidR="00530790" w:rsidRPr="005D5566">
        <w:t>avec plus ou moins de violence</w:t>
      </w:r>
      <w:r>
        <w:t xml:space="preserve">, </w:t>
      </w:r>
      <w:r w:rsidR="00530790" w:rsidRPr="005D5566">
        <w:t>selon que nous étions forts ou faibles</w:t>
      </w:r>
      <w:r>
        <w:t xml:space="preserve">… </w:t>
      </w:r>
      <w:r w:rsidR="00530790" w:rsidRPr="005D5566">
        <w:t>Elle attaque les gens de notre espèce quand on se trouve tout seul</w:t>
      </w:r>
      <w:r>
        <w:t xml:space="preserve">, </w:t>
      </w:r>
      <w:r w:rsidR="00530790" w:rsidRPr="005D5566">
        <w:t>qu</w:t>
      </w:r>
      <w:r>
        <w:t>’</w:t>
      </w:r>
      <w:r w:rsidR="00530790" w:rsidRPr="005D5566">
        <w:t>on ne comprend pas encore la vie et qu</w:t>
      </w:r>
      <w:r>
        <w:t>’</w:t>
      </w:r>
      <w:r w:rsidR="00530790" w:rsidRPr="005D5566">
        <w:t xml:space="preserve">on ne voit pas </w:t>
      </w:r>
      <w:r w:rsidR="00530790" w:rsidRPr="005D5566">
        <w:lastRenderedPageBreak/>
        <w:t>la place qui nous est destinée</w:t>
      </w:r>
      <w:r>
        <w:t xml:space="preserve"> ; </w:t>
      </w:r>
      <w:r w:rsidR="00530790" w:rsidRPr="005D5566">
        <w:t>il semble qu</w:t>
      </w:r>
      <w:r>
        <w:t>’</w:t>
      </w:r>
      <w:r w:rsidR="00530790" w:rsidRPr="005D5566">
        <w:t>on soit le seul vrai homme de la terre et que personne ne se soucie de nous</w:t>
      </w:r>
      <w:r>
        <w:t xml:space="preserve">, </w:t>
      </w:r>
      <w:r w:rsidR="00530790" w:rsidRPr="005D5566">
        <w:t>excepté pour nous dévorer</w:t>
      </w:r>
      <w:r>
        <w:t xml:space="preserve">, </w:t>
      </w:r>
      <w:r w:rsidR="00530790" w:rsidRPr="005D5566">
        <w:t>Plus tard</w:t>
      </w:r>
      <w:r>
        <w:t xml:space="preserve">, </w:t>
      </w:r>
      <w:r w:rsidR="00530790" w:rsidRPr="005D5566">
        <w:t>dans quelque temps</w:t>
      </w:r>
      <w:r>
        <w:t xml:space="preserve">, </w:t>
      </w:r>
      <w:r w:rsidR="00530790" w:rsidRPr="005D5566">
        <w:t>quand tu verras qu</w:t>
      </w:r>
      <w:r>
        <w:t>’</w:t>
      </w:r>
      <w:r w:rsidR="00530790" w:rsidRPr="005D5566">
        <w:t>il y a aussi une bonne âme dans d</w:t>
      </w:r>
      <w:r>
        <w:t>’</w:t>
      </w:r>
      <w:r w:rsidR="00530790" w:rsidRPr="005D5566">
        <w:t>autres poitrines que la tienne</w:t>
      </w:r>
      <w:r>
        <w:t xml:space="preserve">, </w:t>
      </w:r>
      <w:r w:rsidR="00530790" w:rsidRPr="005D5566">
        <w:t>tu seras soulagé</w:t>
      </w:r>
      <w:r>
        <w:t xml:space="preserve">… </w:t>
      </w:r>
      <w:r w:rsidR="00530790" w:rsidRPr="005D5566">
        <w:t>et un peu honteux alors d</w:t>
      </w:r>
      <w:r>
        <w:t>’</w:t>
      </w:r>
      <w:r w:rsidR="00530790" w:rsidRPr="005D5566">
        <w:t>avoir cru que seul tu donnais la note juste</w:t>
      </w:r>
      <w:r>
        <w:t xml:space="preserve">, </w:t>
      </w:r>
      <w:r w:rsidR="00530790" w:rsidRPr="005D5566">
        <w:t>et d</w:t>
      </w:r>
      <w:r>
        <w:t>’</w:t>
      </w:r>
      <w:r w:rsidR="00530790" w:rsidRPr="005D5566">
        <w:t>avoir voulu grimper au clocher</w:t>
      </w:r>
      <w:r>
        <w:t xml:space="preserve">, </w:t>
      </w:r>
      <w:r w:rsidR="00530790" w:rsidRPr="005D5566">
        <w:t>quand ta cloche est si petite qu</w:t>
      </w:r>
      <w:r>
        <w:t>’</w:t>
      </w:r>
      <w:r w:rsidR="00530790" w:rsidRPr="005D5566">
        <w:t>on ne l</w:t>
      </w:r>
      <w:r>
        <w:t>’</w:t>
      </w:r>
      <w:r w:rsidR="00530790" w:rsidRPr="005D5566">
        <w:t>entend pas dans la sonnerie des jours de fête</w:t>
      </w:r>
      <w:r>
        <w:t xml:space="preserve">… </w:t>
      </w:r>
      <w:r w:rsidR="00530790" w:rsidRPr="005D5566">
        <w:t>Ensuite tu t</w:t>
      </w:r>
      <w:r>
        <w:t>’</w:t>
      </w:r>
      <w:r w:rsidR="00530790" w:rsidRPr="005D5566">
        <w:t>apercevras que tu n</w:t>
      </w:r>
      <w:r>
        <w:t>’</w:t>
      </w:r>
      <w:r w:rsidR="00530790" w:rsidRPr="005D5566">
        <w:t>es qu</w:t>
      </w:r>
      <w:r>
        <w:t>’</w:t>
      </w:r>
      <w:r w:rsidR="00530790" w:rsidRPr="005D5566">
        <w:t>une voix à peine perceptible</w:t>
      </w:r>
      <w:r>
        <w:t xml:space="preserve">, </w:t>
      </w:r>
      <w:r w:rsidR="00530790" w:rsidRPr="005D5566">
        <w:t>mais nécessaire cependant</w:t>
      </w:r>
      <w:r>
        <w:t xml:space="preserve">, </w:t>
      </w:r>
      <w:r w:rsidR="00530790" w:rsidRPr="005D5566">
        <w:t>dans le chœur puissant et magnifique de la vérité</w:t>
      </w:r>
      <w:r>
        <w:t xml:space="preserve">… </w:t>
      </w:r>
      <w:r w:rsidR="00530790" w:rsidRPr="005D5566">
        <w:t>Comprends-tu ce que je veux dire</w:t>
      </w:r>
      <w:r>
        <w:t> ?</w:t>
      </w:r>
    </w:p>
    <w:p w14:paraId="24F67398" w14:textId="77777777" w:rsidR="001C0413" w:rsidRDefault="001C0413" w:rsidP="001C0413">
      <w:r>
        <w:t>— </w:t>
      </w:r>
      <w:r w:rsidR="00530790" w:rsidRPr="005D5566">
        <w:t>Je comprends</w:t>
      </w:r>
      <w:r>
        <w:t xml:space="preserve">… </w:t>
      </w:r>
      <w:r w:rsidR="00530790" w:rsidRPr="005D5566">
        <w:t>répondit Vessoftchikov en hochant la tête</w:t>
      </w:r>
      <w:r>
        <w:t xml:space="preserve">. </w:t>
      </w:r>
      <w:r w:rsidR="00530790" w:rsidRPr="005D5566">
        <w:t>Seulement</w:t>
      </w:r>
      <w:r>
        <w:t xml:space="preserve">, </w:t>
      </w:r>
      <w:r w:rsidR="00530790" w:rsidRPr="005D5566">
        <w:t>je ne te crois pas</w:t>
      </w:r>
      <w:r>
        <w:t> !</w:t>
      </w:r>
    </w:p>
    <w:p w14:paraId="0342DC2C" w14:textId="77777777" w:rsidR="001C0413" w:rsidRDefault="00530790" w:rsidP="001C0413">
      <w:r w:rsidRPr="005D5566">
        <w:t>Le Petit-Russien se mit à rire</w:t>
      </w:r>
      <w:r w:rsidR="001C0413">
        <w:t xml:space="preserve">, </w:t>
      </w:r>
      <w:r w:rsidRPr="005D5566">
        <w:t>se leva soudain et arpenta bruyamment la chambre</w:t>
      </w:r>
      <w:r w:rsidR="001C0413">
        <w:t>.</w:t>
      </w:r>
    </w:p>
    <w:p w14:paraId="5EC014F2" w14:textId="77777777" w:rsidR="001C0413" w:rsidRDefault="001C0413" w:rsidP="001C0413">
      <w:r>
        <w:t>— </w:t>
      </w:r>
      <w:r w:rsidR="00530790" w:rsidRPr="005D5566">
        <w:t>Moi non plus</w:t>
      </w:r>
      <w:r>
        <w:t xml:space="preserve">, </w:t>
      </w:r>
      <w:r w:rsidR="00530790" w:rsidRPr="005D5566">
        <w:t>je n</w:t>
      </w:r>
      <w:r>
        <w:t>’</w:t>
      </w:r>
      <w:r w:rsidR="00530790" w:rsidRPr="005D5566">
        <w:t>ai pas voulu croire</w:t>
      </w:r>
      <w:r>
        <w:t xml:space="preserve">… </w:t>
      </w:r>
      <w:r w:rsidR="00530790" w:rsidRPr="005D5566">
        <w:t>Hé</w:t>
      </w:r>
      <w:r>
        <w:t xml:space="preserve">… </w:t>
      </w:r>
      <w:r w:rsidR="00530790" w:rsidRPr="005D5566">
        <w:t>tu n</w:t>
      </w:r>
      <w:r>
        <w:t>’</w:t>
      </w:r>
      <w:r w:rsidR="00530790" w:rsidRPr="005D5566">
        <w:t>es qu</w:t>
      </w:r>
      <w:r>
        <w:t>’</w:t>
      </w:r>
      <w:r w:rsidR="00530790" w:rsidRPr="005D5566">
        <w:t>une charrette</w:t>
      </w:r>
      <w:r>
        <w:t> !</w:t>
      </w:r>
    </w:p>
    <w:p w14:paraId="6683F38A" w14:textId="77777777" w:rsidR="001C0413" w:rsidRDefault="001C0413" w:rsidP="001C0413">
      <w:r>
        <w:t>— </w:t>
      </w:r>
      <w:r w:rsidR="00530790" w:rsidRPr="005D5566">
        <w:t>Pourquoi</w:t>
      </w:r>
      <w:r>
        <w:t xml:space="preserve"> ? </w:t>
      </w:r>
      <w:r w:rsidR="00530790" w:rsidRPr="005D5566">
        <w:t>dit le jeune homme en regardant André d</w:t>
      </w:r>
      <w:r>
        <w:t>’</w:t>
      </w:r>
      <w:r w:rsidR="00530790" w:rsidRPr="005D5566">
        <w:t>un air morne</w:t>
      </w:r>
      <w:r>
        <w:t>.</w:t>
      </w:r>
    </w:p>
    <w:p w14:paraId="2B0277BA" w14:textId="77777777" w:rsidR="001C0413" w:rsidRDefault="001C0413" w:rsidP="001C0413">
      <w:r>
        <w:t>— </w:t>
      </w:r>
      <w:r w:rsidR="00530790" w:rsidRPr="005D5566">
        <w:t>Tu ressembles à une charrette</w:t>
      </w:r>
      <w:r>
        <w:t> !</w:t>
      </w:r>
    </w:p>
    <w:p w14:paraId="613CD370" w14:textId="77777777" w:rsidR="001C0413" w:rsidRDefault="00530790" w:rsidP="001C0413">
      <w:r w:rsidRPr="005D5566">
        <w:t>Le grêlé riait aussi</w:t>
      </w:r>
      <w:r w:rsidR="001C0413">
        <w:t xml:space="preserve">, </w:t>
      </w:r>
      <w:r w:rsidRPr="005D5566">
        <w:t>la bouche fendue j</w:t>
      </w:r>
      <w:r w:rsidRPr="005D5566">
        <w:rPr>
          <w:bCs/>
        </w:rPr>
        <w:t>usqu</w:t>
      </w:r>
      <w:r w:rsidR="001C0413">
        <w:rPr>
          <w:bCs/>
        </w:rPr>
        <w:t>’</w:t>
      </w:r>
      <w:r w:rsidRPr="005D5566">
        <w:rPr>
          <w:bCs/>
        </w:rPr>
        <w:t xml:space="preserve">aux </w:t>
      </w:r>
      <w:r w:rsidRPr="005D5566">
        <w:t>oreilles</w:t>
      </w:r>
      <w:r w:rsidR="001C0413">
        <w:t>.</w:t>
      </w:r>
    </w:p>
    <w:p w14:paraId="0DC094EF" w14:textId="77777777" w:rsidR="001C0413" w:rsidRDefault="001C0413" w:rsidP="001C0413">
      <w:r>
        <w:t>— </w:t>
      </w:r>
      <w:r w:rsidR="00530790" w:rsidRPr="005D5566">
        <w:t>Qu</w:t>
      </w:r>
      <w:r>
        <w:t>’</w:t>
      </w:r>
      <w:r w:rsidR="00530790" w:rsidRPr="005D5566">
        <w:t>as-tu</w:t>
      </w:r>
      <w:r>
        <w:t xml:space="preserve"> ? </w:t>
      </w:r>
      <w:r w:rsidR="00530790" w:rsidRPr="005D5566">
        <w:t>demanda le Petit-Russien étonné</w:t>
      </w:r>
      <w:r>
        <w:t xml:space="preserve">, </w:t>
      </w:r>
      <w:r w:rsidR="00530790" w:rsidRPr="005D5566">
        <w:t>en s</w:t>
      </w:r>
      <w:r>
        <w:t>’</w:t>
      </w:r>
      <w:r w:rsidR="00530790" w:rsidRPr="005D5566">
        <w:t>arrêtant devant lui</w:t>
      </w:r>
      <w:r>
        <w:t>.</w:t>
      </w:r>
    </w:p>
    <w:p w14:paraId="17A8628A" w14:textId="77777777" w:rsidR="001C0413" w:rsidRDefault="001C0413" w:rsidP="001C0413">
      <w:r>
        <w:t>— </w:t>
      </w:r>
      <w:r w:rsidR="00530790" w:rsidRPr="005D5566">
        <w:t>Je me disais que celui qui t</w:t>
      </w:r>
      <w:r>
        <w:t>’</w:t>
      </w:r>
      <w:r w:rsidR="00530790" w:rsidRPr="005D5566">
        <w:t>insulterait serait un imbécile</w:t>
      </w:r>
      <w:r>
        <w:t> !</w:t>
      </w:r>
    </w:p>
    <w:p w14:paraId="6F080102" w14:textId="77777777" w:rsidR="001C0413" w:rsidRDefault="001C0413" w:rsidP="001C0413">
      <w:r>
        <w:t>— </w:t>
      </w:r>
      <w:r w:rsidR="00530790" w:rsidRPr="005D5566">
        <w:t>Mais comment pourrait-on m</w:t>
      </w:r>
      <w:r>
        <w:t>’</w:t>
      </w:r>
      <w:r w:rsidR="00530790" w:rsidRPr="005D5566">
        <w:t>insulter</w:t>
      </w:r>
      <w:r>
        <w:t xml:space="preserve"> ? </w:t>
      </w:r>
      <w:r w:rsidR="00530790" w:rsidRPr="005D5566">
        <w:t>répliqua André en haussant les épaules</w:t>
      </w:r>
      <w:r>
        <w:t>.</w:t>
      </w:r>
    </w:p>
    <w:p w14:paraId="3E16586A" w14:textId="77777777" w:rsidR="001C0413" w:rsidRDefault="001C0413" w:rsidP="001C0413">
      <w:r>
        <w:lastRenderedPageBreak/>
        <w:t>— </w:t>
      </w:r>
      <w:r w:rsidR="00530790" w:rsidRPr="005D5566">
        <w:t>Je n</w:t>
      </w:r>
      <w:r>
        <w:t>’</w:t>
      </w:r>
      <w:r w:rsidR="00530790" w:rsidRPr="005D5566">
        <w:t>en sais rien</w:t>
      </w:r>
      <w:r>
        <w:t xml:space="preserve">, </w:t>
      </w:r>
      <w:r w:rsidR="00530790" w:rsidRPr="005D5566">
        <w:t>répondit le grêlé avec un sourire condescendant</w:t>
      </w:r>
      <w:r>
        <w:t xml:space="preserve">. </w:t>
      </w:r>
      <w:r w:rsidR="00530790" w:rsidRPr="005D5566">
        <w:t>Je disais seulement que l</w:t>
      </w:r>
      <w:r>
        <w:t>’</w:t>
      </w:r>
      <w:r w:rsidR="00530790" w:rsidRPr="005D5566">
        <w:t>homme qui t</w:t>
      </w:r>
      <w:r>
        <w:t>’</w:t>
      </w:r>
      <w:r w:rsidR="00530790" w:rsidRPr="005D5566">
        <w:t>aura insulté sera joliment confus</w:t>
      </w:r>
      <w:r>
        <w:t xml:space="preserve">, </w:t>
      </w:r>
      <w:r w:rsidR="00530790" w:rsidRPr="005D5566">
        <w:t>après</w:t>
      </w:r>
      <w:r>
        <w:t> !</w:t>
      </w:r>
    </w:p>
    <w:p w14:paraId="1E2F34EE" w14:textId="77777777" w:rsidR="001C0413" w:rsidRDefault="001C0413" w:rsidP="001C0413">
      <w:r>
        <w:t>— </w:t>
      </w:r>
      <w:r w:rsidR="00530790" w:rsidRPr="005D5566">
        <w:t>Ah</w:t>
      </w:r>
      <w:r>
        <w:t xml:space="preserve"> ! </w:t>
      </w:r>
      <w:r w:rsidR="00530790" w:rsidRPr="005D5566">
        <w:t>voilà</w:t>
      </w:r>
      <w:r>
        <w:t xml:space="preserve">, </w:t>
      </w:r>
      <w:r w:rsidR="00530790" w:rsidRPr="005D5566">
        <w:t>où tu voulais en venir</w:t>
      </w:r>
      <w:r>
        <w:t xml:space="preserve"> ! </w:t>
      </w:r>
      <w:r w:rsidR="00530790" w:rsidRPr="005D5566">
        <w:t>dit le Petit-Russien en riant</w:t>
      </w:r>
      <w:r>
        <w:t>.</w:t>
      </w:r>
    </w:p>
    <w:p w14:paraId="04548B39" w14:textId="77777777" w:rsidR="001C0413" w:rsidRDefault="001C0413" w:rsidP="001C0413">
      <w:r>
        <w:t>— </w:t>
      </w:r>
      <w:r w:rsidR="00530790" w:rsidRPr="005D5566">
        <w:t>André</w:t>
      </w:r>
      <w:r>
        <w:t xml:space="preserve">, </w:t>
      </w:r>
      <w:r w:rsidR="00530790" w:rsidRPr="005D5566">
        <w:t>venez prendre le samovar</w:t>
      </w:r>
      <w:r>
        <w:t xml:space="preserve"> ! </w:t>
      </w:r>
      <w:r w:rsidR="00530790" w:rsidRPr="005D5566">
        <w:rPr>
          <w:bCs/>
        </w:rPr>
        <w:t>appela la</w:t>
      </w:r>
      <w:r w:rsidR="00530790" w:rsidRPr="005D5566">
        <w:t xml:space="preserve"> mère</w:t>
      </w:r>
      <w:r>
        <w:t>.</w:t>
      </w:r>
    </w:p>
    <w:p w14:paraId="1E308F0F" w14:textId="77777777" w:rsidR="001C0413" w:rsidRDefault="00530790" w:rsidP="001C0413">
      <w:r w:rsidRPr="005D5566">
        <w:t>André sortit</w:t>
      </w:r>
      <w:r w:rsidR="001C0413">
        <w:t>.</w:t>
      </w:r>
    </w:p>
    <w:p w14:paraId="6A6516EB" w14:textId="77777777" w:rsidR="001C0413" w:rsidRDefault="00530790" w:rsidP="001C0413">
      <w:r w:rsidRPr="005D5566">
        <w:t>Resté seul</w:t>
      </w:r>
      <w:r w:rsidR="001C0413">
        <w:t xml:space="preserve">, </w:t>
      </w:r>
      <w:r w:rsidRPr="005D5566">
        <w:t>Vessoftchikov jeta un coup d</w:t>
      </w:r>
      <w:r w:rsidR="001C0413">
        <w:t>’</w:t>
      </w:r>
      <w:r w:rsidRPr="005D5566">
        <w:t>œil autour de lui</w:t>
      </w:r>
      <w:r w:rsidR="001C0413">
        <w:t xml:space="preserve"> ; </w:t>
      </w:r>
      <w:r w:rsidRPr="005D5566">
        <w:t>il étendit sa jambe</w:t>
      </w:r>
      <w:r w:rsidR="001C0413">
        <w:t xml:space="preserve">, </w:t>
      </w:r>
      <w:r w:rsidRPr="005D5566">
        <w:t>chaussée d</w:t>
      </w:r>
      <w:r w:rsidR="001C0413">
        <w:t>’</w:t>
      </w:r>
      <w:r w:rsidRPr="005D5566">
        <w:t>une lourde botte</w:t>
      </w:r>
      <w:r w:rsidR="001C0413">
        <w:t xml:space="preserve">, </w:t>
      </w:r>
      <w:r w:rsidRPr="005D5566">
        <w:t>la considéra</w:t>
      </w:r>
      <w:r w:rsidR="001C0413">
        <w:t xml:space="preserve">, </w:t>
      </w:r>
      <w:r w:rsidRPr="005D5566">
        <w:t>se pencha</w:t>
      </w:r>
      <w:r w:rsidR="001C0413">
        <w:t xml:space="preserve">, </w:t>
      </w:r>
      <w:r w:rsidRPr="005D5566">
        <w:t>tâta son gros mollet</w:t>
      </w:r>
      <w:r w:rsidR="001C0413">
        <w:t xml:space="preserve">, </w:t>
      </w:r>
      <w:r w:rsidRPr="005D5566">
        <w:t>puis il leva la main</w:t>
      </w:r>
      <w:r w:rsidR="001C0413">
        <w:t xml:space="preserve">, </w:t>
      </w:r>
      <w:r w:rsidRPr="005D5566">
        <w:t>en examina attentivement la paume et le dos</w:t>
      </w:r>
      <w:r w:rsidR="001C0413">
        <w:t xml:space="preserve">. </w:t>
      </w:r>
      <w:r w:rsidRPr="005D5566">
        <w:t>Sa main était épaisse et couverte d</w:t>
      </w:r>
      <w:r w:rsidR="001C0413">
        <w:t>’</w:t>
      </w:r>
      <w:r w:rsidRPr="005D5566">
        <w:t>un duvet jaune</w:t>
      </w:r>
      <w:r w:rsidR="001C0413">
        <w:t xml:space="preserve"> ; </w:t>
      </w:r>
      <w:r w:rsidRPr="005D5566">
        <w:t>les doigts courts</w:t>
      </w:r>
      <w:r w:rsidR="001C0413">
        <w:t xml:space="preserve">. </w:t>
      </w:r>
      <w:r w:rsidRPr="005D5566">
        <w:t>Il les agita en l</w:t>
      </w:r>
      <w:r w:rsidR="001C0413">
        <w:t>’</w:t>
      </w:r>
      <w:r w:rsidRPr="005D5566">
        <w:t>air et se leva</w:t>
      </w:r>
      <w:r w:rsidR="001C0413">
        <w:t>.</w:t>
      </w:r>
    </w:p>
    <w:p w14:paraId="3411CC41" w14:textId="77777777" w:rsidR="001C0413" w:rsidRDefault="00530790" w:rsidP="001C0413">
      <w:r w:rsidRPr="005D5566">
        <w:t>Quand André revint</w:t>
      </w:r>
      <w:r w:rsidR="001C0413">
        <w:t xml:space="preserve">, </w:t>
      </w:r>
      <w:r w:rsidRPr="005D5566">
        <w:t>portant le samovar</w:t>
      </w:r>
      <w:r w:rsidR="001C0413">
        <w:t xml:space="preserve">, </w:t>
      </w:r>
      <w:r w:rsidRPr="005D5566">
        <w:t>le grêlé devant le miroir</w:t>
      </w:r>
      <w:r w:rsidR="001C0413">
        <w:t xml:space="preserve">, </w:t>
      </w:r>
      <w:r w:rsidRPr="005D5566">
        <w:t>l</w:t>
      </w:r>
      <w:r w:rsidR="001C0413">
        <w:t>’</w:t>
      </w:r>
      <w:r w:rsidRPr="005D5566">
        <w:t>accueillit par ces paroles</w:t>
      </w:r>
      <w:r w:rsidR="001C0413">
        <w:t> :</w:t>
      </w:r>
    </w:p>
    <w:p w14:paraId="046990CD" w14:textId="77777777" w:rsidR="001C0413" w:rsidRDefault="001C0413" w:rsidP="001C0413">
      <w:r>
        <w:t>— </w:t>
      </w:r>
      <w:r w:rsidR="00530790" w:rsidRPr="005D5566">
        <w:t>Il y avait longtemps que je n</w:t>
      </w:r>
      <w:r>
        <w:t>’</w:t>
      </w:r>
      <w:r w:rsidR="00530790" w:rsidRPr="005D5566">
        <w:t>avais vu mon museau</w:t>
      </w:r>
      <w:r>
        <w:t>…</w:t>
      </w:r>
    </w:p>
    <w:p w14:paraId="437B1A65" w14:textId="77777777" w:rsidR="001C0413" w:rsidRDefault="00530790" w:rsidP="001C0413">
      <w:r w:rsidRPr="005D5566">
        <w:t>Il ajouta en souriant et en hochant la tête</w:t>
      </w:r>
      <w:r w:rsidR="001C0413">
        <w:t> :</w:t>
      </w:r>
    </w:p>
    <w:p w14:paraId="60EBD94C" w14:textId="77777777" w:rsidR="001C0413" w:rsidRDefault="001C0413" w:rsidP="001C0413">
      <w:r>
        <w:t>— </w:t>
      </w:r>
      <w:r w:rsidR="00530790" w:rsidRPr="005D5566">
        <w:rPr>
          <w:bCs/>
        </w:rPr>
        <w:t xml:space="preserve">Je </w:t>
      </w:r>
      <w:r w:rsidR="00530790" w:rsidRPr="005D5566">
        <w:t>suis bien laid</w:t>
      </w:r>
      <w:r>
        <w:t>…</w:t>
      </w:r>
    </w:p>
    <w:p w14:paraId="306FDCFF" w14:textId="77777777" w:rsidR="001C0413" w:rsidRDefault="001C0413" w:rsidP="001C0413">
      <w:r>
        <w:t>— </w:t>
      </w:r>
      <w:r w:rsidR="00530790" w:rsidRPr="005D5566">
        <w:t>Qu</w:t>
      </w:r>
      <w:r>
        <w:t>’</w:t>
      </w:r>
      <w:r w:rsidR="00530790" w:rsidRPr="005D5566">
        <w:t>est-ce que cela peut te faire</w:t>
      </w:r>
      <w:r>
        <w:t xml:space="preserve"> ? </w:t>
      </w:r>
      <w:r w:rsidR="00530790" w:rsidRPr="005D5566">
        <w:t>demanda André en le considérant avec curiosité</w:t>
      </w:r>
      <w:r>
        <w:t>.</w:t>
      </w:r>
    </w:p>
    <w:p w14:paraId="4F0A0B7F" w14:textId="77777777" w:rsidR="001C0413" w:rsidRDefault="001C0413" w:rsidP="001C0413">
      <w:r>
        <w:t>— </w:t>
      </w:r>
      <w:r w:rsidR="00530790" w:rsidRPr="005D5566">
        <w:t xml:space="preserve">Sachenka dit que le visage est le miroir </w:t>
      </w:r>
      <w:r w:rsidR="00530790" w:rsidRPr="005D5566">
        <w:rPr>
          <w:bCs/>
        </w:rPr>
        <w:t xml:space="preserve">de </w:t>
      </w:r>
      <w:r w:rsidR="00530790" w:rsidRPr="005D5566">
        <w:t>l</w:t>
      </w:r>
      <w:r>
        <w:t>’</w:t>
      </w:r>
      <w:r w:rsidR="00530790" w:rsidRPr="005D5566">
        <w:t>âme</w:t>
      </w:r>
      <w:r>
        <w:t xml:space="preserve">, </w:t>
      </w:r>
      <w:r w:rsidR="00530790" w:rsidRPr="005D5566">
        <w:t>expliqua lentement le jeune homme</w:t>
      </w:r>
      <w:r>
        <w:t>.</w:t>
      </w:r>
    </w:p>
    <w:p w14:paraId="5FFD9F2E" w14:textId="77777777" w:rsidR="001C0413" w:rsidRDefault="001C0413" w:rsidP="001C0413">
      <w:r>
        <w:t>— </w:t>
      </w:r>
      <w:r w:rsidR="00530790" w:rsidRPr="005D5566">
        <w:t>Ce n</w:t>
      </w:r>
      <w:r>
        <w:t>’</w:t>
      </w:r>
      <w:r w:rsidR="00530790" w:rsidRPr="005D5566">
        <w:t>est pas vrai</w:t>
      </w:r>
      <w:r>
        <w:t xml:space="preserve"> ! </w:t>
      </w:r>
      <w:r w:rsidR="00530790" w:rsidRPr="005D5566">
        <w:t>s</w:t>
      </w:r>
      <w:r>
        <w:t>’</w:t>
      </w:r>
      <w:r w:rsidR="00530790" w:rsidRPr="005D5566">
        <w:t>écria le Petit-Russien</w:t>
      </w:r>
      <w:r>
        <w:t xml:space="preserve">. </w:t>
      </w:r>
      <w:r w:rsidR="00530790" w:rsidRPr="005D5566">
        <w:t>Elle a un nez crochu</w:t>
      </w:r>
      <w:r>
        <w:t xml:space="preserve">, </w:t>
      </w:r>
      <w:r w:rsidR="00530790" w:rsidRPr="005D5566">
        <w:t>des pommettes pointues comme des ciseaux et l</w:t>
      </w:r>
      <w:r>
        <w:t>’</w:t>
      </w:r>
      <w:r w:rsidR="00530790" w:rsidRPr="005D5566">
        <w:t>âme pareille à une étoile</w:t>
      </w:r>
      <w:r>
        <w:t xml:space="preserve">… </w:t>
      </w:r>
      <w:r w:rsidR="00530790" w:rsidRPr="005D5566">
        <w:t>d</w:t>
      </w:r>
      <w:r>
        <w:t>’</w:t>
      </w:r>
      <w:r w:rsidR="00530790" w:rsidRPr="005D5566">
        <w:t>une pureté</w:t>
      </w:r>
      <w:r>
        <w:t>…</w:t>
      </w:r>
    </w:p>
    <w:p w14:paraId="1E7C7F16" w14:textId="77777777" w:rsidR="001C0413" w:rsidRDefault="00530790" w:rsidP="001C0413">
      <w:r w:rsidRPr="005D5566">
        <w:t>Ils s</w:t>
      </w:r>
      <w:r w:rsidR="001C0413">
        <w:t>’</w:t>
      </w:r>
      <w:r w:rsidRPr="005D5566">
        <w:t>assirent pour prendre le thé et manger</w:t>
      </w:r>
      <w:r w:rsidR="001C0413">
        <w:t>.</w:t>
      </w:r>
    </w:p>
    <w:p w14:paraId="6A6DA5B6" w14:textId="77777777" w:rsidR="001C0413" w:rsidRDefault="00530790" w:rsidP="001C0413">
      <w:r w:rsidRPr="005D5566">
        <w:lastRenderedPageBreak/>
        <w:t>Vessoftchikov s</w:t>
      </w:r>
      <w:r w:rsidR="001C0413">
        <w:t>’</w:t>
      </w:r>
      <w:r w:rsidRPr="005D5566">
        <w:t>empara d</w:t>
      </w:r>
      <w:r w:rsidR="001C0413">
        <w:t>’</w:t>
      </w:r>
      <w:r w:rsidRPr="005D5566">
        <w:t>une grosse pomme de terre</w:t>
      </w:r>
      <w:r w:rsidR="001C0413">
        <w:t xml:space="preserve">, </w:t>
      </w:r>
      <w:r w:rsidRPr="005D5566">
        <w:t>sala un morceau de pain et se mit à mâcher tranquillement</w:t>
      </w:r>
      <w:r w:rsidR="001C0413">
        <w:t xml:space="preserve">, </w:t>
      </w:r>
      <w:r w:rsidRPr="005D5566">
        <w:t>lentement</w:t>
      </w:r>
      <w:r w:rsidR="001C0413">
        <w:t xml:space="preserve">, </w:t>
      </w:r>
      <w:r w:rsidRPr="005D5566">
        <w:t>comme un loup</w:t>
      </w:r>
      <w:r w:rsidR="001C0413">
        <w:t>.</w:t>
      </w:r>
    </w:p>
    <w:p w14:paraId="0F4B6A61" w14:textId="77777777" w:rsidR="001C0413" w:rsidRDefault="001C0413" w:rsidP="001C0413">
      <w:r>
        <w:t>— </w:t>
      </w:r>
      <w:r w:rsidR="00530790" w:rsidRPr="005D5566">
        <w:t>Et comment vont les affaires ici</w:t>
      </w:r>
      <w:r>
        <w:t xml:space="preserve"> ? </w:t>
      </w:r>
      <w:r w:rsidR="00530790" w:rsidRPr="005D5566">
        <w:t>reprit-il</w:t>
      </w:r>
      <w:r>
        <w:t xml:space="preserve">, </w:t>
      </w:r>
      <w:r w:rsidR="00530790" w:rsidRPr="005D5566">
        <w:t>la bouche pleine</w:t>
      </w:r>
      <w:r>
        <w:t>.</w:t>
      </w:r>
    </w:p>
    <w:p w14:paraId="477B20FA" w14:textId="77777777" w:rsidR="001C0413" w:rsidRDefault="00530790" w:rsidP="001C0413">
      <w:r w:rsidRPr="005D5566">
        <w:t>Lorsque André lui eut raconté avec enthousiasme combien la propagande socialiste se développait à la fabrique</w:t>
      </w:r>
      <w:r w:rsidR="001C0413">
        <w:t xml:space="preserve">, </w:t>
      </w:r>
      <w:r w:rsidRPr="005D5566">
        <w:t>il redevint sombre et dit d</w:t>
      </w:r>
      <w:r w:rsidR="001C0413">
        <w:t>’</w:t>
      </w:r>
      <w:r w:rsidRPr="005D5566">
        <w:t>une voix rauque</w:t>
      </w:r>
      <w:r w:rsidR="001C0413">
        <w:t> :</w:t>
      </w:r>
    </w:p>
    <w:p w14:paraId="59462453" w14:textId="77777777" w:rsidR="001C0413" w:rsidRDefault="001C0413" w:rsidP="001C0413">
      <w:pPr>
        <w:rPr>
          <w:bCs/>
        </w:rPr>
      </w:pPr>
      <w:r>
        <w:t>— </w:t>
      </w:r>
      <w:r w:rsidR="00530790" w:rsidRPr="005D5566">
        <w:t>C</w:t>
      </w:r>
      <w:r>
        <w:t>’</w:t>
      </w:r>
      <w:r w:rsidR="00530790" w:rsidRPr="005D5566">
        <w:t>est bien long</w:t>
      </w:r>
      <w:r>
        <w:t xml:space="preserve">, </w:t>
      </w:r>
      <w:r w:rsidR="00530790" w:rsidRPr="005D5566">
        <w:t>tout cela</w:t>
      </w:r>
      <w:r>
        <w:t xml:space="preserve"> ! </w:t>
      </w:r>
      <w:r w:rsidR="00530790" w:rsidRPr="005D5566">
        <w:t xml:space="preserve">Il faut aller plus </w:t>
      </w:r>
      <w:r w:rsidR="00530790" w:rsidRPr="005D5566">
        <w:rPr>
          <w:bCs/>
        </w:rPr>
        <w:t>vite</w:t>
      </w:r>
      <w:r>
        <w:rPr>
          <w:bCs/>
        </w:rPr>
        <w:t>…</w:t>
      </w:r>
    </w:p>
    <w:p w14:paraId="74AFFEF9" w14:textId="47D8B9B6" w:rsidR="001C0413" w:rsidRDefault="00530790" w:rsidP="001C0413">
      <w:r w:rsidRPr="005D5566">
        <w:t>La mère lui jeta un coup d</w:t>
      </w:r>
      <w:r w:rsidR="001C0413">
        <w:t>’</w:t>
      </w:r>
      <w:r w:rsidRPr="005D5566">
        <w:t>œil</w:t>
      </w:r>
      <w:r w:rsidR="001C0413">
        <w:t xml:space="preserve"> ; </w:t>
      </w:r>
      <w:r w:rsidR="005511D5">
        <w:t>un</w:t>
      </w:r>
      <w:r w:rsidR="005511D5" w:rsidRPr="005D5566">
        <w:t xml:space="preserve"> </w:t>
      </w:r>
      <w:r w:rsidRPr="005D5566">
        <w:rPr>
          <w:bCs/>
        </w:rPr>
        <w:t xml:space="preserve">sentiment hostile </w:t>
      </w:r>
      <w:r w:rsidRPr="005D5566">
        <w:t>s</w:t>
      </w:r>
      <w:r w:rsidR="001C0413">
        <w:t>’</w:t>
      </w:r>
      <w:r w:rsidRPr="005D5566">
        <w:t>agita dans son cœur</w:t>
      </w:r>
      <w:r w:rsidR="001C0413">
        <w:t>.</w:t>
      </w:r>
    </w:p>
    <w:p w14:paraId="7FF3C650" w14:textId="77777777" w:rsidR="001C0413" w:rsidRDefault="001C0413" w:rsidP="001C0413">
      <w:r>
        <w:t>— </w:t>
      </w:r>
      <w:r w:rsidR="00530790" w:rsidRPr="005D5566">
        <w:t>La vie n</w:t>
      </w:r>
      <w:r>
        <w:t>’</w:t>
      </w:r>
      <w:r w:rsidR="00530790" w:rsidRPr="005D5566">
        <w:t>est pas un cheval</w:t>
      </w:r>
      <w:r>
        <w:t xml:space="preserve">, </w:t>
      </w:r>
      <w:r w:rsidR="00530790" w:rsidRPr="005D5566">
        <w:t>on ne la fait pas avancer à coups de fouet</w:t>
      </w:r>
      <w:r>
        <w:t xml:space="preserve"> ! </w:t>
      </w:r>
      <w:r w:rsidR="00530790" w:rsidRPr="005D5566">
        <w:t>répliqua André</w:t>
      </w:r>
      <w:r>
        <w:t>.</w:t>
      </w:r>
    </w:p>
    <w:p w14:paraId="548967CA" w14:textId="77777777" w:rsidR="001C0413" w:rsidRDefault="00530790" w:rsidP="001C0413">
      <w:r w:rsidRPr="005D5566">
        <w:t>Mais le grêlé hochait la tête avec opiniâtreté</w:t>
      </w:r>
      <w:r w:rsidR="001C0413">
        <w:t> :</w:t>
      </w:r>
    </w:p>
    <w:p w14:paraId="0A212010" w14:textId="77777777" w:rsidR="001C0413" w:rsidRDefault="001C0413" w:rsidP="001C0413">
      <w:r>
        <w:t>— </w:t>
      </w:r>
      <w:r w:rsidR="00530790" w:rsidRPr="005D5566">
        <w:t>C</w:t>
      </w:r>
      <w:r>
        <w:t>’</w:t>
      </w:r>
      <w:r w:rsidR="00530790" w:rsidRPr="005D5566">
        <w:t>est trop long</w:t>
      </w:r>
      <w:r>
        <w:t xml:space="preserve"> ! </w:t>
      </w:r>
      <w:r w:rsidR="00530790" w:rsidRPr="005D5566">
        <w:t>Je n</w:t>
      </w:r>
      <w:r>
        <w:t>’</w:t>
      </w:r>
      <w:r w:rsidR="00530790" w:rsidRPr="005D5566">
        <w:t xml:space="preserve">ai pas </w:t>
      </w:r>
      <w:r w:rsidR="00530790" w:rsidRPr="005D5566">
        <w:rPr>
          <w:bCs/>
        </w:rPr>
        <w:t xml:space="preserve">assez de </w:t>
      </w:r>
      <w:r w:rsidR="00530790" w:rsidRPr="005D5566">
        <w:t>patience</w:t>
      </w:r>
      <w:r>
        <w:t xml:space="preserve">… </w:t>
      </w:r>
      <w:r w:rsidR="00530790" w:rsidRPr="005D5566">
        <w:t>Que faut-il que je fasse</w:t>
      </w:r>
      <w:r>
        <w:t> ?</w:t>
      </w:r>
    </w:p>
    <w:p w14:paraId="78226413" w14:textId="77777777" w:rsidR="001C0413" w:rsidRDefault="00530790" w:rsidP="001C0413">
      <w:r w:rsidRPr="005D5566">
        <w:t xml:space="preserve">Il laissa tomber ses </w:t>
      </w:r>
      <w:r w:rsidRPr="005D5566">
        <w:rPr>
          <w:bCs/>
        </w:rPr>
        <w:t xml:space="preserve">bras </w:t>
      </w:r>
      <w:r w:rsidRPr="005D5566">
        <w:t>avec découragement</w:t>
      </w:r>
      <w:r w:rsidR="001C0413">
        <w:t xml:space="preserve">, </w:t>
      </w:r>
      <w:r w:rsidRPr="005D5566">
        <w:t>regarda le Petit-Russien et se tut</w:t>
      </w:r>
      <w:r w:rsidR="001C0413">
        <w:t xml:space="preserve">, </w:t>
      </w:r>
      <w:r w:rsidRPr="005D5566">
        <w:t>attendant une réponse</w:t>
      </w:r>
      <w:r w:rsidR="001C0413">
        <w:t>.</w:t>
      </w:r>
    </w:p>
    <w:p w14:paraId="1BDD6225" w14:textId="77777777" w:rsidR="001C0413" w:rsidRDefault="001C0413" w:rsidP="001C0413">
      <w:r>
        <w:t>— </w:t>
      </w:r>
      <w:r w:rsidR="00530790" w:rsidRPr="005D5566">
        <w:t>Nous devons tous apprendre et enseigner aux autres</w:t>
      </w:r>
      <w:r>
        <w:t xml:space="preserve">, </w:t>
      </w:r>
      <w:r w:rsidR="00530790" w:rsidRPr="005D5566">
        <w:t>voilà notre tâche</w:t>
      </w:r>
      <w:r>
        <w:t xml:space="preserve"> ! </w:t>
      </w:r>
      <w:r w:rsidR="00530790" w:rsidRPr="005D5566">
        <w:t>dit André en baissant la tête</w:t>
      </w:r>
      <w:r>
        <w:t>.</w:t>
      </w:r>
    </w:p>
    <w:p w14:paraId="15AF26DE" w14:textId="77777777" w:rsidR="001C0413" w:rsidRDefault="00530790" w:rsidP="001C0413">
      <w:r w:rsidRPr="005D5566">
        <w:t>Vessoftchikov demanda</w:t>
      </w:r>
      <w:r w:rsidR="001C0413">
        <w:t> :</w:t>
      </w:r>
    </w:p>
    <w:p w14:paraId="7C21F710" w14:textId="77777777" w:rsidR="001C0413" w:rsidRDefault="001C0413" w:rsidP="001C0413">
      <w:r>
        <w:t>— </w:t>
      </w:r>
      <w:r w:rsidR="00530790" w:rsidRPr="005D5566">
        <w:rPr>
          <w:bCs/>
        </w:rPr>
        <w:t xml:space="preserve">Et quand </w:t>
      </w:r>
      <w:r w:rsidR="00530790" w:rsidRPr="005D5566">
        <w:t>nous battrons-nous</w:t>
      </w:r>
      <w:r>
        <w:t> ?</w:t>
      </w:r>
    </w:p>
    <w:p w14:paraId="0A7677B9" w14:textId="77777777" w:rsidR="001C0413" w:rsidRDefault="001C0413" w:rsidP="001C0413">
      <w:r>
        <w:t>— </w:t>
      </w:r>
      <w:r w:rsidR="00530790" w:rsidRPr="005D5566">
        <w:t>On nous battra encore plus d</w:t>
      </w:r>
      <w:r>
        <w:t>’</w:t>
      </w:r>
      <w:r w:rsidR="00530790" w:rsidRPr="005D5566">
        <w:t>une fois auparavant</w:t>
      </w:r>
      <w:r>
        <w:rPr>
          <w:bCs/>
        </w:rPr>
        <w:t xml:space="preserve">, </w:t>
      </w:r>
      <w:r w:rsidR="00530790" w:rsidRPr="005D5566">
        <w:t>je le sais bien</w:t>
      </w:r>
      <w:r>
        <w:t xml:space="preserve">… </w:t>
      </w:r>
      <w:r w:rsidR="00530790" w:rsidRPr="005D5566">
        <w:t>Mais j</w:t>
      </w:r>
      <w:r>
        <w:t>’</w:t>
      </w:r>
      <w:r w:rsidR="00530790" w:rsidRPr="005D5566">
        <w:t>ignore quand le moment de lutter viendra pour nous</w:t>
      </w:r>
      <w:r>
        <w:t xml:space="preserve"> ! </w:t>
      </w:r>
      <w:r w:rsidR="00530790" w:rsidRPr="005D5566">
        <w:t>Vois-tu</w:t>
      </w:r>
      <w:r>
        <w:t xml:space="preserve">, </w:t>
      </w:r>
      <w:r w:rsidR="00530790" w:rsidRPr="005D5566">
        <w:t>il faut d</w:t>
      </w:r>
      <w:r>
        <w:t>’</w:t>
      </w:r>
      <w:r w:rsidR="00530790" w:rsidRPr="005D5566">
        <w:t>abord armer la tête et après seulement les mains</w:t>
      </w:r>
      <w:r>
        <w:t xml:space="preserve">… </w:t>
      </w:r>
      <w:r w:rsidR="00530790" w:rsidRPr="005D5566">
        <w:t>à mon avis</w:t>
      </w:r>
      <w:r>
        <w:t>…</w:t>
      </w:r>
    </w:p>
    <w:p w14:paraId="6F15D23C" w14:textId="77777777" w:rsidR="001C0413" w:rsidRDefault="00530790" w:rsidP="001C0413">
      <w:r w:rsidRPr="005D5566">
        <w:lastRenderedPageBreak/>
        <w:t>Le jeune homme garda le silence et se remit à manger</w:t>
      </w:r>
      <w:r w:rsidR="001C0413">
        <w:t xml:space="preserve">. </w:t>
      </w:r>
      <w:r w:rsidRPr="005D5566">
        <w:t>Sans qu</w:t>
      </w:r>
      <w:r w:rsidR="001C0413">
        <w:t>’</w:t>
      </w:r>
      <w:r w:rsidRPr="005D5566">
        <w:t>il s</w:t>
      </w:r>
      <w:r w:rsidR="001C0413">
        <w:t>’</w:t>
      </w:r>
      <w:r w:rsidRPr="005D5566">
        <w:t>en aperçût</w:t>
      </w:r>
      <w:r w:rsidR="001C0413">
        <w:t xml:space="preserve">, </w:t>
      </w:r>
      <w:r w:rsidRPr="005D5566">
        <w:t xml:space="preserve">la mère examinait </w:t>
      </w:r>
      <w:r w:rsidRPr="005D5566">
        <w:rPr>
          <w:bCs/>
        </w:rPr>
        <w:t xml:space="preserve">son large </w:t>
      </w:r>
      <w:r w:rsidRPr="005D5566">
        <w:t>visage grêlé</w:t>
      </w:r>
      <w:r w:rsidR="001C0413">
        <w:t xml:space="preserve">, </w:t>
      </w:r>
      <w:r w:rsidRPr="005D5566">
        <w:t>essayant d</w:t>
      </w:r>
      <w:r w:rsidR="001C0413">
        <w:t>’</w:t>
      </w:r>
      <w:r w:rsidRPr="005D5566">
        <w:t xml:space="preserve">y trouver quelque chose </w:t>
      </w:r>
      <w:r w:rsidRPr="005D5566">
        <w:rPr>
          <w:bCs/>
        </w:rPr>
        <w:t xml:space="preserve">qui la </w:t>
      </w:r>
      <w:r w:rsidRPr="005D5566">
        <w:t>réconciliât avec la personne massive et pesante du jeune homme</w:t>
      </w:r>
      <w:r w:rsidR="001C0413">
        <w:t xml:space="preserve">. </w:t>
      </w:r>
      <w:r w:rsidRPr="005D5566">
        <w:t xml:space="preserve">Et quand elle rencontrait le regard </w:t>
      </w:r>
      <w:r w:rsidRPr="005D5566">
        <w:rPr>
          <w:bCs/>
        </w:rPr>
        <w:t>p</w:t>
      </w:r>
      <w:r w:rsidRPr="005D5566">
        <w:t>erçant de ses petits yeux</w:t>
      </w:r>
      <w:r w:rsidR="001C0413">
        <w:t xml:space="preserve">, </w:t>
      </w:r>
      <w:r w:rsidRPr="005D5566">
        <w:t>elle remuait les sourcils</w:t>
      </w:r>
      <w:r w:rsidR="001C0413">
        <w:t xml:space="preserve">. </w:t>
      </w:r>
      <w:r w:rsidRPr="005D5566">
        <w:t>André se prenait la tête entre les mains et</w:t>
      </w:r>
      <w:r w:rsidR="001C0413">
        <w:t xml:space="preserve">, </w:t>
      </w:r>
      <w:r w:rsidRPr="005D5566">
        <w:t>l</w:t>
      </w:r>
      <w:r w:rsidR="001C0413">
        <w:t>’</w:t>
      </w:r>
      <w:r w:rsidRPr="005D5566">
        <w:t>air agité</w:t>
      </w:r>
      <w:r w:rsidR="001C0413">
        <w:t xml:space="preserve">, </w:t>
      </w:r>
      <w:r w:rsidRPr="005D5566">
        <w:t>tantôt se mettait à parler et à rire</w:t>
      </w:r>
      <w:r w:rsidR="001C0413">
        <w:t xml:space="preserve">, </w:t>
      </w:r>
      <w:r w:rsidRPr="005D5566">
        <w:t>tantôt</w:t>
      </w:r>
      <w:r w:rsidR="001C0413">
        <w:t xml:space="preserve">, </w:t>
      </w:r>
      <w:r w:rsidRPr="005D5566">
        <w:t>s</w:t>
      </w:r>
      <w:r w:rsidR="001C0413">
        <w:t>’</w:t>
      </w:r>
      <w:r w:rsidRPr="005D5566">
        <w:t>interrompant brusquement</w:t>
      </w:r>
      <w:r w:rsidR="001C0413">
        <w:t xml:space="preserve">, </w:t>
      </w:r>
      <w:r w:rsidRPr="005D5566">
        <w:t>sifflotait un air</w:t>
      </w:r>
      <w:r w:rsidR="001C0413">
        <w:t>.</w:t>
      </w:r>
    </w:p>
    <w:p w14:paraId="35F5D040" w14:textId="77777777" w:rsidR="001C0413" w:rsidRDefault="00530790" w:rsidP="001C0413">
      <w:pPr>
        <w:rPr>
          <w:bCs/>
        </w:rPr>
      </w:pPr>
      <w:r w:rsidRPr="005D5566">
        <w:t>Il semblait à la mère qu</w:t>
      </w:r>
      <w:r w:rsidR="001C0413">
        <w:t>’</w:t>
      </w:r>
      <w:r w:rsidRPr="005D5566">
        <w:t>elle comprenait la cause de l</w:t>
      </w:r>
      <w:r w:rsidR="001C0413">
        <w:t>’</w:t>
      </w:r>
      <w:r w:rsidRPr="005D5566">
        <w:t>inquiétude du jeune homme</w:t>
      </w:r>
      <w:r w:rsidR="001C0413">
        <w:t xml:space="preserve">. </w:t>
      </w:r>
      <w:r w:rsidRPr="005D5566">
        <w:t>Vessoftchikov était taciturne</w:t>
      </w:r>
      <w:r w:rsidR="001C0413">
        <w:t xml:space="preserve"> ; </w:t>
      </w:r>
      <w:r w:rsidRPr="005D5566">
        <w:t>quand le Petit-Russien l</w:t>
      </w:r>
      <w:r w:rsidR="001C0413">
        <w:t>’</w:t>
      </w:r>
      <w:r w:rsidRPr="005D5566">
        <w:t>interrogeait sur n</w:t>
      </w:r>
      <w:r w:rsidR="001C0413">
        <w:t>’</w:t>
      </w:r>
      <w:r w:rsidRPr="005D5566">
        <w:t>importe quoi</w:t>
      </w:r>
      <w:r w:rsidR="001C0413">
        <w:t xml:space="preserve">, </w:t>
      </w:r>
      <w:r w:rsidRPr="005D5566">
        <w:t>il répondait brièvemen</w:t>
      </w:r>
      <w:r w:rsidRPr="005D5566">
        <w:rPr>
          <w:bCs/>
        </w:rPr>
        <w:t>t</w:t>
      </w:r>
      <w:r w:rsidR="001C0413">
        <w:rPr>
          <w:bCs/>
        </w:rPr>
        <w:t xml:space="preserve">, </w:t>
      </w:r>
      <w:r w:rsidRPr="005D5566">
        <w:rPr>
          <w:bCs/>
        </w:rPr>
        <w:t>avec une répugnance visible</w:t>
      </w:r>
      <w:r w:rsidR="001C0413">
        <w:rPr>
          <w:bCs/>
        </w:rPr>
        <w:t>.</w:t>
      </w:r>
    </w:p>
    <w:p w14:paraId="4EC18A35" w14:textId="77777777" w:rsidR="001C0413" w:rsidRDefault="00530790" w:rsidP="001C0413">
      <w:r w:rsidRPr="005D5566">
        <w:t>Les deux habitants de la chaumière se sentaient à l</w:t>
      </w:r>
      <w:r w:rsidR="001C0413">
        <w:t>’</w:t>
      </w:r>
      <w:r w:rsidRPr="005D5566">
        <w:t>étroit et mal à leur aise dans la petite chambre et jetaient tour à tour un furtif coup d</w:t>
      </w:r>
      <w:r w:rsidR="001C0413">
        <w:t>’</w:t>
      </w:r>
      <w:r w:rsidRPr="005D5566">
        <w:t>œil à leur visiteur</w:t>
      </w:r>
      <w:r w:rsidR="001C0413">
        <w:t xml:space="preserve">. </w:t>
      </w:r>
      <w:r w:rsidRPr="005D5566">
        <w:t>Enfin</w:t>
      </w:r>
      <w:r w:rsidR="001C0413">
        <w:t xml:space="preserve">, </w:t>
      </w:r>
      <w:r w:rsidRPr="005D5566">
        <w:t>celui-ci se leva en disant</w:t>
      </w:r>
      <w:r w:rsidR="001C0413">
        <w:t> :</w:t>
      </w:r>
    </w:p>
    <w:p w14:paraId="3A20FAA7" w14:textId="77777777" w:rsidR="001C0413" w:rsidRDefault="001C0413" w:rsidP="001C0413">
      <w:r>
        <w:t>— </w:t>
      </w:r>
      <w:r w:rsidR="00530790" w:rsidRPr="005D5566">
        <w:t>J</w:t>
      </w:r>
      <w:r>
        <w:t>’</w:t>
      </w:r>
      <w:r w:rsidR="00530790" w:rsidRPr="005D5566">
        <w:t>aimerais me coucher</w:t>
      </w:r>
      <w:r>
        <w:t xml:space="preserve">… </w:t>
      </w:r>
      <w:r w:rsidR="00530790" w:rsidRPr="005D5566">
        <w:t>J</w:t>
      </w:r>
      <w:r>
        <w:t>’</w:t>
      </w:r>
      <w:r w:rsidR="00530790" w:rsidRPr="005D5566">
        <w:t>ai été longtemps enfermé</w:t>
      </w:r>
      <w:r>
        <w:t xml:space="preserve">, </w:t>
      </w:r>
      <w:r w:rsidR="00530790" w:rsidRPr="005D5566">
        <w:t>on m</w:t>
      </w:r>
      <w:r>
        <w:t>’</w:t>
      </w:r>
      <w:r w:rsidR="00530790" w:rsidRPr="005D5566">
        <w:t>a lâché subitement</w:t>
      </w:r>
      <w:r>
        <w:t xml:space="preserve">, </w:t>
      </w:r>
      <w:r w:rsidR="00530790" w:rsidRPr="005D5566">
        <w:rPr>
          <w:bCs/>
        </w:rPr>
        <w:t>je suis parti</w:t>
      </w:r>
      <w:r>
        <w:rPr>
          <w:rFonts w:eastAsia="Georgia" w:cs="Georgia"/>
          <w:bCs/>
        </w:rPr>
        <w:t xml:space="preserve">… </w:t>
      </w:r>
      <w:r w:rsidR="00530790" w:rsidRPr="005D5566">
        <w:t>je suis fatigué</w:t>
      </w:r>
      <w:r>
        <w:t>…</w:t>
      </w:r>
    </w:p>
    <w:p w14:paraId="1A792CD0" w14:textId="77777777" w:rsidR="001C0413" w:rsidRDefault="00530790" w:rsidP="001C0413">
      <w:r w:rsidRPr="005D5566">
        <w:t>Lorsqu</w:t>
      </w:r>
      <w:r w:rsidR="001C0413">
        <w:t>’</w:t>
      </w:r>
      <w:r w:rsidRPr="005D5566">
        <w:t>il fut dans la cuisine</w:t>
      </w:r>
      <w:r w:rsidR="001C0413">
        <w:t xml:space="preserve">, </w:t>
      </w:r>
      <w:r w:rsidRPr="005D5566">
        <w:t>il re</w:t>
      </w:r>
      <w:r w:rsidRPr="005D5566">
        <w:rPr>
          <w:bCs/>
        </w:rPr>
        <w:t>mua encore un peu</w:t>
      </w:r>
      <w:r w:rsidR="001C0413">
        <w:rPr>
          <w:bCs/>
        </w:rPr>
        <w:t xml:space="preserve"> ; </w:t>
      </w:r>
      <w:r w:rsidRPr="005D5566">
        <w:rPr>
          <w:bCs/>
        </w:rPr>
        <w:t xml:space="preserve">le bruit </w:t>
      </w:r>
      <w:r w:rsidRPr="005D5566">
        <w:t>cessa</w:t>
      </w:r>
      <w:r w:rsidR="001C0413">
        <w:t xml:space="preserve">, </w:t>
      </w:r>
      <w:r w:rsidRPr="005D5566">
        <w:t>puis un silence de mort se fit</w:t>
      </w:r>
      <w:r w:rsidR="001C0413">
        <w:t xml:space="preserve">. </w:t>
      </w:r>
      <w:r w:rsidRPr="005D5566">
        <w:t>La mère chuchota à André</w:t>
      </w:r>
      <w:r w:rsidR="001C0413">
        <w:t> :</w:t>
      </w:r>
    </w:p>
    <w:p w14:paraId="1338B7F5" w14:textId="77777777" w:rsidR="001C0413" w:rsidRDefault="001C0413" w:rsidP="001C0413">
      <w:r>
        <w:t>— </w:t>
      </w:r>
      <w:r w:rsidR="00530790" w:rsidRPr="005D5566">
        <w:t>Il a des pensées terribles</w:t>
      </w:r>
      <w:r>
        <w:t> !</w:t>
      </w:r>
    </w:p>
    <w:p w14:paraId="5429120F" w14:textId="77777777" w:rsidR="001C0413" w:rsidRDefault="001C0413" w:rsidP="001C0413">
      <w:r>
        <w:t>— </w:t>
      </w:r>
      <w:r w:rsidR="00530790" w:rsidRPr="005D5566">
        <w:t>C</w:t>
      </w:r>
      <w:r>
        <w:t>’</w:t>
      </w:r>
      <w:r w:rsidR="00530790" w:rsidRPr="005D5566">
        <w:t>est un garçon pas commode</w:t>
      </w:r>
      <w:r>
        <w:t xml:space="preserve"> ! </w:t>
      </w:r>
      <w:r w:rsidR="00530790" w:rsidRPr="005D5566">
        <w:t>acquiesça le Petit</w:t>
      </w:r>
      <w:r w:rsidR="00530790" w:rsidRPr="005D5566">
        <w:rPr>
          <w:bCs/>
        </w:rPr>
        <w:t>-</w:t>
      </w:r>
      <w:r w:rsidR="00530790" w:rsidRPr="005D5566">
        <w:t>Russien</w:t>
      </w:r>
      <w:r>
        <w:t xml:space="preserve">, </w:t>
      </w:r>
      <w:r w:rsidR="00530790" w:rsidRPr="005D5566">
        <w:t>en hochant la tête</w:t>
      </w:r>
      <w:r>
        <w:t xml:space="preserve">. </w:t>
      </w:r>
      <w:r w:rsidR="00530790" w:rsidRPr="005D5566">
        <w:t>Mais cela passera</w:t>
      </w:r>
      <w:r>
        <w:t xml:space="preserve">. </w:t>
      </w:r>
      <w:r w:rsidR="00530790" w:rsidRPr="005D5566">
        <w:t>Moi aussi</w:t>
      </w:r>
      <w:r>
        <w:t xml:space="preserve">, </w:t>
      </w:r>
      <w:r w:rsidR="00530790" w:rsidRPr="005D5566">
        <w:t>j</w:t>
      </w:r>
      <w:r>
        <w:t>’</w:t>
      </w:r>
      <w:r w:rsidR="00530790" w:rsidRPr="005D5566">
        <w:t>étais comme lui</w:t>
      </w:r>
      <w:r>
        <w:t xml:space="preserve">. </w:t>
      </w:r>
      <w:r w:rsidR="00530790" w:rsidRPr="005D5566">
        <w:t>Quand le cœur ne brûle pas</w:t>
      </w:r>
      <w:r w:rsidR="00530790" w:rsidRPr="005D5566">
        <w:rPr>
          <w:bCs/>
        </w:rPr>
        <w:t xml:space="preserve"> </w:t>
      </w:r>
      <w:r w:rsidR="00530790" w:rsidRPr="005D5566">
        <w:t>avec ardeur</w:t>
      </w:r>
      <w:r>
        <w:t xml:space="preserve">, </w:t>
      </w:r>
      <w:r w:rsidR="00530790" w:rsidRPr="005D5566">
        <w:t>il s</w:t>
      </w:r>
      <w:r>
        <w:t>’</w:t>
      </w:r>
      <w:r w:rsidR="00530790" w:rsidRPr="005D5566">
        <w:t>y accumule bea</w:t>
      </w:r>
      <w:r w:rsidR="00530790" w:rsidRPr="005D5566">
        <w:rPr>
          <w:bCs/>
        </w:rPr>
        <w:t>ucoup</w:t>
      </w:r>
      <w:r w:rsidR="00530790" w:rsidRPr="005D5566">
        <w:t xml:space="preserve"> de suie</w:t>
      </w:r>
      <w:r>
        <w:rPr>
          <w:rFonts w:eastAsia="Georgia" w:cs="Georgia"/>
        </w:rPr>
        <w:t xml:space="preserve">… </w:t>
      </w:r>
      <w:r w:rsidR="00530790" w:rsidRPr="005D5566">
        <w:t>Allez vous coucher</w:t>
      </w:r>
      <w:r>
        <w:t xml:space="preserve">, </w:t>
      </w:r>
      <w:r w:rsidR="00530790" w:rsidRPr="005D5566">
        <w:t>petite mère</w:t>
      </w:r>
      <w:r>
        <w:t xml:space="preserve">, </w:t>
      </w:r>
      <w:r w:rsidR="00530790" w:rsidRPr="005D5566">
        <w:t>je veux lire encore un moment</w:t>
      </w:r>
      <w:r>
        <w:t>…</w:t>
      </w:r>
    </w:p>
    <w:p w14:paraId="01C7B714" w14:textId="77777777" w:rsidR="001C0413" w:rsidRDefault="00530790" w:rsidP="001C0413">
      <w:pPr>
        <w:rPr>
          <w:bCs/>
        </w:rPr>
      </w:pPr>
      <w:r w:rsidRPr="005D5566">
        <w:t>Elle alla dans un angle</w:t>
      </w:r>
      <w:r w:rsidR="001C0413">
        <w:t xml:space="preserve">, </w:t>
      </w:r>
      <w:r w:rsidRPr="005D5566">
        <w:t>où se trouvait un lit couvert</w:t>
      </w:r>
      <w:r w:rsidRPr="005D5566">
        <w:rPr>
          <w:bCs/>
        </w:rPr>
        <w:t xml:space="preserve"> </w:t>
      </w:r>
      <w:r w:rsidRPr="005D5566">
        <w:t>d</w:t>
      </w:r>
      <w:r w:rsidR="001C0413">
        <w:t>’</w:t>
      </w:r>
      <w:r w:rsidRPr="005D5566">
        <w:t>indienne</w:t>
      </w:r>
      <w:r w:rsidR="001C0413">
        <w:t xml:space="preserve">. </w:t>
      </w:r>
      <w:r w:rsidRPr="005D5566">
        <w:t>Assis à la table</w:t>
      </w:r>
      <w:r w:rsidR="001C0413">
        <w:t xml:space="preserve">, </w:t>
      </w:r>
      <w:r w:rsidRPr="005D5566">
        <w:t xml:space="preserve">André entendit le </w:t>
      </w:r>
      <w:r w:rsidRPr="005D5566">
        <w:rPr>
          <w:bCs/>
        </w:rPr>
        <w:t xml:space="preserve">chaud </w:t>
      </w:r>
      <w:r w:rsidRPr="005D5566">
        <w:t xml:space="preserve">murmure de </w:t>
      </w:r>
      <w:r w:rsidRPr="005D5566">
        <w:lastRenderedPageBreak/>
        <w:t xml:space="preserve">ses prières et </w:t>
      </w:r>
      <w:r w:rsidRPr="005D5566">
        <w:rPr>
          <w:bCs/>
        </w:rPr>
        <w:t xml:space="preserve">de </w:t>
      </w:r>
      <w:r w:rsidRPr="005D5566">
        <w:t>ses soupirs</w:t>
      </w:r>
      <w:r w:rsidR="001C0413">
        <w:t xml:space="preserve">. </w:t>
      </w:r>
      <w:r w:rsidRPr="005D5566">
        <w:t>Tout en tournant avec rapidité les pages de son livre</w:t>
      </w:r>
      <w:r w:rsidR="001C0413">
        <w:t xml:space="preserve">, </w:t>
      </w:r>
      <w:r w:rsidRPr="005D5566">
        <w:t>il s</w:t>
      </w:r>
      <w:r w:rsidR="001C0413">
        <w:t>’</w:t>
      </w:r>
      <w:r w:rsidRPr="005D5566">
        <w:t>essuyait le front fiévreusement</w:t>
      </w:r>
      <w:r w:rsidR="001C0413">
        <w:t xml:space="preserve">, </w:t>
      </w:r>
      <w:r w:rsidRPr="005D5566">
        <w:t>effilait sa moustache avec ses longs doigts</w:t>
      </w:r>
      <w:r w:rsidR="001C0413">
        <w:t xml:space="preserve">, </w:t>
      </w:r>
      <w:r w:rsidRPr="005D5566">
        <w:t>remuait les pieds</w:t>
      </w:r>
      <w:r w:rsidR="001C0413">
        <w:rPr>
          <w:rFonts w:eastAsia="Georgia" w:cs="Georgia"/>
        </w:rPr>
        <w:t xml:space="preserve">… </w:t>
      </w:r>
      <w:r w:rsidRPr="005D5566">
        <w:t>Le balancier de l</w:t>
      </w:r>
      <w:r w:rsidR="001C0413">
        <w:t>’</w:t>
      </w:r>
      <w:r w:rsidRPr="005D5566">
        <w:t>horloge résonnait</w:t>
      </w:r>
      <w:r w:rsidR="001C0413">
        <w:t xml:space="preserve"> ; </w:t>
      </w:r>
      <w:r w:rsidRPr="005D5566">
        <w:t>aux fenêtres</w:t>
      </w:r>
      <w:r w:rsidR="001C0413">
        <w:t xml:space="preserve">, </w:t>
      </w:r>
      <w:r w:rsidRPr="005D5566">
        <w:rPr>
          <w:bCs/>
        </w:rPr>
        <w:t xml:space="preserve">le vent glissait sur les </w:t>
      </w:r>
      <w:r w:rsidRPr="005D5566">
        <w:t>vitres en gémissant</w:t>
      </w:r>
      <w:r w:rsidR="001C0413">
        <w:t xml:space="preserve">. </w:t>
      </w:r>
      <w:r w:rsidRPr="005D5566">
        <w:t>Et la mère disait à voix basse</w:t>
      </w:r>
      <w:r w:rsidR="001C0413">
        <w:rPr>
          <w:bCs/>
        </w:rPr>
        <w:t> :</w:t>
      </w:r>
    </w:p>
    <w:p w14:paraId="263DF7AC" w14:textId="77777777" w:rsidR="001C0413" w:rsidRDefault="001C0413" w:rsidP="001C0413">
      <w:r>
        <w:t>— </w:t>
      </w:r>
      <w:r w:rsidR="00530790" w:rsidRPr="005D5566">
        <w:t>Ô Seigneur</w:t>
      </w:r>
      <w:r>
        <w:t xml:space="preserve"> ! </w:t>
      </w:r>
      <w:r w:rsidR="00530790" w:rsidRPr="005D5566">
        <w:t>Que de gens il y a au monde</w:t>
      </w:r>
      <w:r>
        <w:rPr>
          <w:rFonts w:eastAsia="Georgia" w:cs="Georgia"/>
        </w:rPr>
        <w:t xml:space="preserve">… </w:t>
      </w:r>
      <w:r w:rsidR="00530790" w:rsidRPr="005D5566">
        <w:t>et chacun se plaint à sa manière</w:t>
      </w:r>
      <w:r>
        <w:rPr>
          <w:rFonts w:eastAsia="Georgia" w:cs="Georgia"/>
        </w:rPr>
        <w:t xml:space="preserve">… </w:t>
      </w:r>
      <w:r w:rsidR="00530790" w:rsidRPr="005D5566">
        <w:t>où sont ceux qui sont heureux</w:t>
      </w:r>
      <w:r>
        <w:t> ?</w:t>
      </w:r>
    </w:p>
    <w:p w14:paraId="40932B77" w14:textId="77777777" w:rsidR="001C0413" w:rsidRDefault="001C0413" w:rsidP="001C0413">
      <w:pPr>
        <w:rPr>
          <w:rFonts w:eastAsia="Georgia" w:cs="Georgia"/>
        </w:rPr>
      </w:pPr>
      <w:r>
        <w:t>— </w:t>
      </w:r>
      <w:r w:rsidR="00530790" w:rsidRPr="005D5566">
        <w:t>Il y en a</w:t>
      </w:r>
      <w:r>
        <w:t xml:space="preserve">, </w:t>
      </w:r>
      <w:r w:rsidR="00530790" w:rsidRPr="005D5566">
        <w:t>il y en a</w:t>
      </w:r>
      <w:r>
        <w:t xml:space="preserve"> ! </w:t>
      </w:r>
      <w:r w:rsidR="00530790" w:rsidRPr="005D5566">
        <w:t>Et bientôt</w:t>
      </w:r>
      <w:r>
        <w:t xml:space="preserve">, </w:t>
      </w:r>
      <w:r w:rsidR="00530790" w:rsidRPr="005D5566">
        <w:t>ils seront nombreux</w:t>
      </w:r>
      <w:r>
        <w:rPr>
          <w:rFonts w:eastAsia="Georgia" w:cs="Georgia"/>
        </w:rPr>
        <w:t xml:space="preserve">… </w:t>
      </w:r>
      <w:r w:rsidR="00530790" w:rsidRPr="005D5566">
        <w:rPr>
          <w:rFonts w:eastAsia="Georgia" w:cs="Georgia"/>
        </w:rPr>
        <w:t>ah</w:t>
      </w:r>
      <w:r>
        <w:rPr>
          <w:rFonts w:eastAsia="Georgia" w:cs="Georgia"/>
        </w:rPr>
        <w:t xml:space="preserve"> ! </w:t>
      </w:r>
      <w:r w:rsidR="00530790" w:rsidRPr="005D5566">
        <w:rPr>
          <w:rFonts w:eastAsia="Georgia" w:cs="Georgia"/>
        </w:rPr>
        <w:t>si nombreux</w:t>
      </w:r>
      <w:r>
        <w:rPr>
          <w:rFonts w:eastAsia="Georgia" w:cs="Georgia"/>
        </w:rPr>
        <w:t xml:space="preserve"> ! </w:t>
      </w:r>
      <w:r w:rsidR="00530790" w:rsidRPr="005D5566">
        <w:rPr>
          <w:rFonts w:eastAsia="Georgia" w:cs="Georgia"/>
        </w:rPr>
        <w:t>déclara le Petit-Russien</w:t>
      </w:r>
      <w:r>
        <w:rPr>
          <w:rFonts w:eastAsia="Georgia" w:cs="Georgia"/>
        </w:rPr>
        <w:t>.</w:t>
      </w:r>
    </w:p>
    <w:p w14:paraId="0239976E" w14:textId="32534BE4" w:rsidR="00530790" w:rsidRPr="003B37B8" w:rsidRDefault="00530790" w:rsidP="001C0413">
      <w:pPr>
        <w:pStyle w:val="Titre2"/>
        <w:rPr>
          <w:szCs w:val="44"/>
        </w:rPr>
      </w:pPr>
      <w:bookmarkStart w:id="22" w:name="_Toc202279543"/>
      <w:r w:rsidRPr="003B37B8">
        <w:rPr>
          <w:szCs w:val="44"/>
        </w:rPr>
        <w:lastRenderedPageBreak/>
        <w:t>XXI</w:t>
      </w:r>
      <w:bookmarkEnd w:id="22"/>
      <w:r w:rsidRPr="003B37B8">
        <w:rPr>
          <w:szCs w:val="44"/>
        </w:rPr>
        <w:br/>
      </w:r>
    </w:p>
    <w:p w14:paraId="717DB8F1" w14:textId="77777777" w:rsidR="001C0413" w:rsidRDefault="00530790" w:rsidP="001C0413">
      <w:r w:rsidRPr="005D5566">
        <w:t>La vie s</w:t>
      </w:r>
      <w:r w:rsidR="001C0413">
        <w:t>’</w:t>
      </w:r>
      <w:r w:rsidRPr="005D5566">
        <w:t>écoulait rapide</w:t>
      </w:r>
      <w:r w:rsidR="001C0413">
        <w:t xml:space="preserve">, </w:t>
      </w:r>
      <w:r w:rsidRPr="005D5566">
        <w:t>les jours étaient bariolés et divers</w:t>
      </w:r>
      <w:r w:rsidR="001C0413">
        <w:rPr>
          <w:rFonts w:eastAsia="Georgia" w:cs="Georgia"/>
        </w:rPr>
        <w:t xml:space="preserve">… </w:t>
      </w:r>
      <w:r w:rsidRPr="005D5566">
        <w:t>Chacun d</w:t>
      </w:r>
      <w:r w:rsidR="001C0413">
        <w:t>’</w:t>
      </w:r>
      <w:r w:rsidRPr="005D5566">
        <w:t>eux apportait quelque chose de nouveau</w:t>
      </w:r>
      <w:r w:rsidR="001C0413">
        <w:t xml:space="preserve">, </w:t>
      </w:r>
      <w:r w:rsidRPr="005D5566">
        <w:t>qui ne troublait plus la mère</w:t>
      </w:r>
      <w:r w:rsidR="001C0413">
        <w:t xml:space="preserve">. </w:t>
      </w:r>
      <w:r w:rsidRPr="005D5566">
        <w:t>De plus en plus souvent</w:t>
      </w:r>
      <w:r w:rsidR="001C0413">
        <w:t xml:space="preserve">, </w:t>
      </w:r>
      <w:r w:rsidRPr="005D5566">
        <w:t>des inconnus arrivaient la nuit</w:t>
      </w:r>
      <w:r w:rsidR="001C0413">
        <w:t xml:space="preserve"> ; </w:t>
      </w:r>
      <w:r w:rsidRPr="005D5566">
        <w:t>ils conversaient à mi-voix avec André</w:t>
      </w:r>
      <w:r w:rsidR="001C0413">
        <w:t xml:space="preserve">, </w:t>
      </w:r>
      <w:r w:rsidRPr="005D5566">
        <w:t>d</w:t>
      </w:r>
      <w:r w:rsidR="001C0413">
        <w:t>’</w:t>
      </w:r>
      <w:r w:rsidRPr="005D5566">
        <w:t>un air soucieux</w:t>
      </w:r>
      <w:r w:rsidR="001C0413">
        <w:t xml:space="preserve"> ; </w:t>
      </w:r>
      <w:r w:rsidRPr="005D5566">
        <w:t>puis</w:t>
      </w:r>
      <w:r w:rsidR="001C0413">
        <w:t xml:space="preserve">, </w:t>
      </w:r>
      <w:r w:rsidRPr="005D5566">
        <w:t>très tard</w:t>
      </w:r>
      <w:r w:rsidR="001C0413">
        <w:t xml:space="preserve">, </w:t>
      </w:r>
      <w:r w:rsidRPr="005D5566">
        <w:t>ils s</w:t>
      </w:r>
      <w:r w:rsidR="001C0413">
        <w:t>’</w:t>
      </w:r>
      <w:r w:rsidRPr="005D5566">
        <w:t>en allaient par les ténèbres</w:t>
      </w:r>
      <w:r w:rsidR="001C0413">
        <w:t xml:space="preserve">, </w:t>
      </w:r>
      <w:r w:rsidRPr="005D5566">
        <w:t>prudents</w:t>
      </w:r>
      <w:r w:rsidR="001C0413">
        <w:t xml:space="preserve">, </w:t>
      </w:r>
      <w:r w:rsidRPr="005D5566">
        <w:t>sans faire de bruit</w:t>
      </w:r>
      <w:r w:rsidR="001C0413">
        <w:t xml:space="preserve">, </w:t>
      </w:r>
      <w:r w:rsidRPr="005D5566">
        <w:t>le col relevé</w:t>
      </w:r>
      <w:r w:rsidR="001C0413">
        <w:t xml:space="preserve">, </w:t>
      </w:r>
      <w:r w:rsidRPr="005D5566">
        <w:t>la visière de leur casquette rabattue</w:t>
      </w:r>
      <w:r w:rsidR="001C0413">
        <w:t xml:space="preserve">. </w:t>
      </w:r>
      <w:r w:rsidRPr="005D5566">
        <w:t>Et l</w:t>
      </w:r>
      <w:r w:rsidR="001C0413">
        <w:t>’</w:t>
      </w:r>
      <w:r w:rsidRPr="005D5566">
        <w:t>on sentait que chacun d</w:t>
      </w:r>
      <w:r w:rsidR="001C0413">
        <w:t>’</w:t>
      </w:r>
      <w:r w:rsidRPr="005D5566">
        <w:t>eux retenait son excitation</w:t>
      </w:r>
      <w:r w:rsidR="001C0413">
        <w:t xml:space="preserve">, </w:t>
      </w:r>
      <w:r w:rsidRPr="005D5566">
        <w:t>que tous auraient voulu chanter et rire</w:t>
      </w:r>
      <w:r w:rsidR="001C0413">
        <w:t xml:space="preserve">, </w:t>
      </w:r>
      <w:r w:rsidRPr="005D5566">
        <w:t>mais qu</w:t>
      </w:r>
      <w:r w:rsidR="001C0413">
        <w:t>’</w:t>
      </w:r>
      <w:r w:rsidRPr="005D5566">
        <w:t>ils n</w:t>
      </w:r>
      <w:r w:rsidR="001C0413">
        <w:t>’</w:t>
      </w:r>
      <w:r w:rsidRPr="005D5566">
        <w:t>en avaient pas le loisir</w:t>
      </w:r>
      <w:r w:rsidR="001C0413">
        <w:t xml:space="preserve"> ; </w:t>
      </w:r>
      <w:r w:rsidRPr="005D5566">
        <w:t>ils étaient toujours pressés</w:t>
      </w:r>
      <w:r w:rsidR="001C0413">
        <w:t xml:space="preserve">. </w:t>
      </w:r>
      <w:r w:rsidRPr="005D5566">
        <w:t>Les uns</w:t>
      </w:r>
      <w:r w:rsidR="001C0413">
        <w:t xml:space="preserve">, </w:t>
      </w:r>
      <w:r w:rsidRPr="005D5566">
        <w:t>ironiques et graves</w:t>
      </w:r>
      <w:r w:rsidR="001C0413">
        <w:t xml:space="preserve">, </w:t>
      </w:r>
      <w:r w:rsidRPr="005D5566">
        <w:t>les autres franchement joyeux</w:t>
      </w:r>
      <w:r w:rsidR="001C0413">
        <w:t xml:space="preserve">, </w:t>
      </w:r>
      <w:r w:rsidRPr="005D5566">
        <w:t>vibrants de jeunesse</w:t>
      </w:r>
      <w:r w:rsidR="001C0413">
        <w:t xml:space="preserve">, </w:t>
      </w:r>
      <w:r w:rsidRPr="005D5566">
        <w:t>d</w:t>
      </w:r>
      <w:r w:rsidR="001C0413">
        <w:t>’</w:t>
      </w:r>
      <w:r w:rsidRPr="005D5566">
        <w:t>autres encore</w:t>
      </w:r>
      <w:r w:rsidR="001C0413">
        <w:t xml:space="preserve">, </w:t>
      </w:r>
      <w:r w:rsidRPr="005D5566">
        <w:t>pensifs et silencieux</w:t>
      </w:r>
      <w:r w:rsidR="001C0413">
        <w:t xml:space="preserve">, </w:t>
      </w:r>
      <w:r w:rsidRPr="005D5566">
        <w:t>ils avaient tous</w:t>
      </w:r>
      <w:r w:rsidR="001C0413">
        <w:t xml:space="preserve">, </w:t>
      </w:r>
      <w:r w:rsidRPr="005D5566">
        <w:t>aux yeux de la mère</w:t>
      </w:r>
      <w:r w:rsidR="001C0413">
        <w:t xml:space="preserve">, </w:t>
      </w:r>
      <w:r w:rsidRPr="005D5566">
        <w:t>quelque chose d</w:t>
      </w:r>
      <w:r w:rsidR="001C0413">
        <w:t>’</w:t>
      </w:r>
      <w:r w:rsidRPr="005D5566">
        <w:t>opiniâtre et d</w:t>
      </w:r>
      <w:r w:rsidR="001C0413">
        <w:t>’</w:t>
      </w:r>
      <w:r w:rsidRPr="005D5566">
        <w:t>assuré</w:t>
      </w:r>
      <w:r w:rsidR="001C0413">
        <w:t xml:space="preserve">. </w:t>
      </w:r>
      <w:r w:rsidRPr="005D5566">
        <w:t>Pour elle</w:t>
      </w:r>
      <w:r w:rsidR="001C0413">
        <w:t xml:space="preserve">, </w:t>
      </w:r>
      <w:r w:rsidRPr="005D5566">
        <w:t>toutes ces figures</w:t>
      </w:r>
      <w:r w:rsidR="001C0413">
        <w:t xml:space="preserve">, </w:t>
      </w:r>
      <w:r w:rsidRPr="005D5566">
        <w:t>si différentes fussent-elles</w:t>
      </w:r>
      <w:r w:rsidR="001C0413">
        <w:t xml:space="preserve">, </w:t>
      </w:r>
      <w:r w:rsidRPr="005D5566">
        <w:t>se fondaient en un seul visage</w:t>
      </w:r>
      <w:r w:rsidR="001C0413">
        <w:t xml:space="preserve">, </w:t>
      </w:r>
      <w:r w:rsidRPr="005D5566">
        <w:t>maigre</w:t>
      </w:r>
      <w:r w:rsidR="001C0413">
        <w:t xml:space="preserve">, </w:t>
      </w:r>
      <w:r w:rsidRPr="005D5566">
        <w:t>calme</w:t>
      </w:r>
      <w:r w:rsidR="001C0413">
        <w:t xml:space="preserve">, </w:t>
      </w:r>
      <w:r w:rsidRPr="005D5566">
        <w:t>résolu</w:t>
      </w:r>
      <w:r w:rsidR="001C0413">
        <w:t xml:space="preserve">, </w:t>
      </w:r>
      <w:r w:rsidRPr="005D5566">
        <w:t>un clair visage au regard profond</w:t>
      </w:r>
      <w:r w:rsidR="001C0413">
        <w:t xml:space="preserve">, </w:t>
      </w:r>
      <w:r w:rsidRPr="005D5566">
        <w:t>caressant et sévère</w:t>
      </w:r>
      <w:r w:rsidR="001C0413">
        <w:t xml:space="preserve">, </w:t>
      </w:r>
      <w:r w:rsidRPr="005D5566">
        <w:t>comme celui de Jésus à Emmaüs</w:t>
      </w:r>
      <w:r w:rsidR="001C0413">
        <w:t>.</w:t>
      </w:r>
    </w:p>
    <w:p w14:paraId="7913B358" w14:textId="77777777" w:rsidR="001C0413" w:rsidRDefault="00530790" w:rsidP="001C0413">
      <w:r w:rsidRPr="005D5566">
        <w:t>La mère les comptait</w:t>
      </w:r>
      <w:r w:rsidR="001C0413">
        <w:t xml:space="preserve">, </w:t>
      </w:r>
      <w:r w:rsidRPr="005D5566">
        <w:t>et se les représentait entourant Pavel comme d</w:t>
      </w:r>
      <w:r w:rsidR="001C0413">
        <w:t>’</w:t>
      </w:r>
      <w:r w:rsidRPr="005D5566">
        <w:t>une foule</w:t>
      </w:r>
      <w:r w:rsidR="001C0413">
        <w:t xml:space="preserve"> ; </w:t>
      </w:r>
      <w:r w:rsidRPr="005D5566">
        <w:t>ainsi il devenait moins visible aux yeux des ennemis</w:t>
      </w:r>
      <w:r w:rsidR="001C0413">
        <w:t>.</w:t>
      </w:r>
    </w:p>
    <w:p w14:paraId="7FBCE012" w14:textId="77777777" w:rsidR="001C0413" w:rsidRDefault="00530790" w:rsidP="001C0413">
      <w:r w:rsidRPr="005D5566">
        <w:t>Un soir</w:t>
      </w:r>
      <w:r w:rsidR="001C0413">
        <w:t xml:space="preserve">, </w:t>
      </w:r>
      <w:r w:rsidRPr="005D5566">
        <w:t>une jeune fille alerte</w:t>
      </w:r>
      <w:r w:rsidR="001C0413">
        <w:t xml:space="preserve">, </w:t>
      </w:r>
      <w:r w:rsidRPr="005D5566">
        <w:t>aux cheveux bouclés</w:t>
      </w:r>
      <w:r w:rsidR="001C0413">
        <w:t xml:space="preserve">, </w:t>
      </w:r>
      <w:r w:rsidRPr="005D5566">
        <w:t>arriva de la ville</w:t>
      </w:r>
      <w:r w:rsidR="001C0413">
        <w:t xml:space="preserve"> ; </w:t>
      </w:r>
      <w:r w:rsidRPr="005D5566">
        <w:t>elle apportait un paquet à André</w:t>
      </w:r>
      <w:r w:rsidR="001C0413">
        <w:t xml:space="preserve"> ; </w:t>
      </w:r>
      <w:r w:rsidRPr="005D5566">
        <w:t>en sortant</w:t>
      </w:r>
      <w:r w:rsidR="001C0413">
        <w:t xml:space="preserve">, </w:t>
      </w:r>
      <w:r w:rsidRPr="005D5566">
        <w:t>elle dit à la mère</w:t>
      </w:r>
      <w:r w:rsidR="001C0413">
        <w:t xml:space="preserve">, </w:t>
      </w:r>
      <w:r w:rsidRPr="005D5566">
        <w:t>avec un regard joyeux et étincelant</w:t>
      </w:r>
      <w:r w:rsidR="001C0413">
        <w:t> :</w:t>
      </w:r>
    </w:p>
    <w:p w14:paraId="22B260CD" w14:textId="77777777" w:rsidR="001C0413" w:rsidRDefault="001C0413" w:rsidP="001C0413">
      <w:r>
        <w:t>— </w:t>
      </w:r>
      <w:r w:rsidR="00530790" w:rsidRPr="005D5566">
        <w:t>Au revoir</w:t>
      </w:r>
      <w:r>
        <w:t xml:space="preserve">, </w:t>
      </w:r>
      <w:r w:rsidR="00530790" w:rsidRPr="005D5566">
        <w:t>camarade</w:t>
      </w:r>
      <w:r>
        <w:t> !</w:t>
      </w:r>
    </w:p>
    <w:p w14:paraId="7ECE6C85" w14:textId="77777777" w:rsidR="001C0413" w:rsidRDefault="001C0413" w:rsidP="001C0413">
      <w:r>
        <w:t>— </w:t>
      </w:r>
      <w:r w:rsidR="00530790" w:rsidRPr="005D5566">
        <w:t>Au revoir</w:t>
      </w:r>
      <w:r>
        <w:t xml:space="preserve"> ! </w:t>
      </w:r>
      <w:r w:rsidR="00530790" w:rsidRPr="005D5566">
        <w:t>répondit la mère</w:t>
      </w:r>
      <w:r>
        <w:t xml:space="preserve">, </w:t>
      </w:r>
      <w:r w:rsidR="00530790" w:rsidRPr="005D5566">
        <w:t>en réprimant un sourire</w:t>
      </w:r>
      <w:r>
        <w:t>.</w:t>
      </w:r>
    </w:p>
    <w:p w14:paraId="5FEA0823" w14:textId="77777777" w:rsidR="001C0413" w:rsidRDefault="00530790" w:rsidP="001C0413">
      <w:r w:rsidRPr="005D5566">
        <w:t>Et</w:t>
      </w:r>
      <w:r w:rsidR="001C0413">
        <w:t xml:space="preserve">, </w:t>
      </w:r>
      <w:r w:rsidRPr="005D5566">
        <w:t>après avoir reconduit la jeune fille</w:t>
      </w:r>
      <w:r w:rsidR="001C0413">
        <w:t xml:space="preserve">, </w:t>
      </w:r>
      <w:r w:rsidRPr="005D5566">
        <w:t xml:space="preserve">elle revint à la fenêtre et regarda sa </w:t>
      </w:r>
      <w:r w:rsidR="001C0413">
        <w:t>« </w:t>
      </w:r>
      <w:r w:rsidRPr="005D5566">
        <w:t>camarade</w:t>
      </w:r>
      <w:r w:rsidR="001C0413">
        <w:t> »</w:t>
      </w:r>
      <w:r w:rsidRPr="005D5566">
        <w:t xml:space="preserve"> s</w:t>
      </w:r>
      <w:r w:rsidR="001C0413">
        <w:t>’</w:t>
      </w:r>
      <w:r w:rsidRPr="005D5566">
        <w:t>en aller par la rue</w:t>
      </w:r>
      <w:r w:rsidR="001C0413">
        <w:t xml:space="preserve">, </w:t>
      </w:r>
      <w:r w:rsidRPr="005D5566">
        <w:lastRenderedPageBreak/>
        <w:t>trottinant</w:t>
      </w:r>
      <w:r w:rsidR="001C0413">
        <w:t xml:space="preserve">, </w:t>
      </w:r>
      <w:r w:rsidRPr="005D5566">
        <w:t>fraîche</w:t>
      </w:r>
      <w:r w:rsidR="001C0413">
        <w:t xml:space="preserve">, </w:t>
      </w:r>
      <w:r w:rsidRPr="005D5566">
        <w:t>comme une fleur printanière</w:t>
      </w:r>
      <w:r w:rsidR="001C0413">
        <w:t xml:space="preserve">, </w:t>
      </w:r>
      <w:r w:rsidRPr="005D5566">
        <w:t>légère comme un papillon</w:t>
      </w:r>
      <w:r w:rsidR="001C0413">
        <w:t>.</w:t>
      </w:r>
    </w:p>
    <w:p w14:paraId="32D28C62" w14:textId="77777777" w:rsidR="001C0413" w:rsidRDefault="001C0413" w:rsidP="001C0413">
      <w:r>
        <w:t>— « </w:t>
      </w:r>
      <w:r w:rsidR="00530790" w:rsidRPr="005D5566">
        <w:t>Camarade</w:t>
      </w:r>
      <w:r>
        <w:t> ! »</w:t>
      </w:r>
      <w:r w:rsidR="00530790" w:rsidRPr="005D5566">
        <w:t xml:space="preserve"> se dit la mère</w:t>
      </w:r>
      <w:r>
        <w:t xml:space="preserve">, </w:t>
      </w:r>
      <w:r w:rsidR="00530790" w:rsidRPr="005D5566">
        <w:t>lorsque la jeune fille eut disparu</w:t>
      </w:r>
      <w:r>
        <w:t xml:space="preserve">. </w:t>
      </w:r>
      <w:r w:rsidR="00530790" w:rsidRPr="005D5566">
        <w:t>Ah</w:t>
      </w:r>
      <w:r>
        <w:t xml:space="preserve"> ! </w:t>
      </w:r>
      <w:r w:rsidR="00530790" w:rsidRPr="005D5566">
        <w:t>ma chérie</w:t>
      </w:r>
      <w:r>
        <w:t xml:space="preserve"> ! </w:t>
      </w:r>
      <w:r w:rsidR="00530790" w:rsidRPr="005D5566">
        <w:t xml:space="preserve">que Dieu te donne un bon camarade pour </w:t>
      </w:r>
      <w:r w:rsidR="00530790">
        <w:t>l</w:t>
      </w:r>
      <w:r w:rsidR="00530790" w:rsidRPr="005D5566">
        <w:t>a vie entière</w:t>
      </w:r>
      <w:r>
        <w:t> !</w:t>
      </w:r>
    </w:p>
    <w:p w14:paraId="5579E4BC" w14:textId="77777777" w:rsidR="001C0413" w:rsidRDefault="00530790" w:rsidP="001C0413">
      <w:r w:rsidRPr="005D5566">
        <w:t>Elle remarquait que souvent ceux qui venaient de la ville avaient quelque chose d</w:t>
      </w:r>
      <w:r w:rsidR="001C0413">
        <w:t>’</w:t>
      </w:r>
      <w:r w:rsidRPr="005D5566">
        <w:t>enfantin sur leurs traits</w:t>
      </w:r>
      <w:r w:rsidR="001C0413">
        <w:t xml:space="preserve"> ; </w:t>
      </w:r>
      <w:r w:rsidRPr="005D5566">
        <w:t>elle souriait alors avec condescendance</w:t>
      </w:r>
      <w:r w:rsidR="001C0413">
        <w:t xml:space="preserve"> ; </w:t>
      </w:r>
      <w:r w:rsidRPr="005D5566">
        <w:t>mais</w:t>
      </w:r>
      <w:r w:rsidR="001C0413">
        <w:t xml:space="preserve">, </w:t>
      </w:r>
      <w:r w:rsidRPr="005D5566">
        <w:t>en même temps</w:t>
      </w:r>
      <w:r w:rsidR="001C0413">
        <w:t xml:space="preserve">, </w:t>
      </w:r>
      <w:r w:rsidRPr="005D5566">
        <w:t>un étonnement joyeux la touchait en face de cette foi</w:t>
      </w:r>
      <w:r w:rsidR="001C0413">
        <w:t xml:space="preserve">, </w:t>
      </w:r>
      <w:r w:rsidRPr="005D5566">
        <w:t>dont elle sentait de plus en plus la profondeur</w:t>
      </w:r>
      <w:r w:rsidR="001C0413">
        <w:t xml:space="preserve"> ; </w:t>
      </w:r>
      <w:r w:rsidRPr="005D5566">
        <w:t>leurs rêves du triomphe de la justice la charmaient et la réchauffaient</w:t>
      </w:r>
      <w:r w:rsidR="001C0413">
        <w:t xml:space="preserve"> ; </w:t>
      </w:r>
      <w:r w:rsidRPr="005D5566">
        <w:t>quand ils en parlaient</w:t>
      </w:r>
      <w:r w:rsidR="001C0413">
        <w:t xml:space="preserve">, </w:t>
      </w:r>
      <w:r w:rsidRPr="005D5566">
        <w:t>elle soupirait sans le vouloir</w:t>
      </w:r>
      <w:r w:rsidR="001C0413">
        <w:t xml:space="preserve">, </w:t>
      </w:r>
      <w:r w:rsidRPr="005D5566">
        <w:t>en proie à un chagrin inconnu</w:t>
      </w:r>
      <w:r w:rsidR="001C0413">
        <w:t xml:space="preserve">. </w:t>
      </w:r>
      <w:r w:rsidRPr="005D5566">
        <w:t>Mais ce qui l</w:t>
      </w:r>
      <w:r w:rsidR="001C0413">
        <w:t>’</w:t>
      </w:r>
      <w:r w:rsidRPr="005D5566">
        <w:t>émouvait surtout</w:t>
      </w:r>
      <w:r w:rsidR="001C0413">
        <w:t xml:space="preserve">, </w:t>
      </w:r>
      <w:r w:rsidRPr="005D5566">
        <w:t>c</w:t>
      </w:r>
      <w:r w:rsidR="001C0413">
        <w:t>’</w:t>
      </w:r>
      <w:r w:rsidRPr="005D5566">
        <w:t>était leur simplicité</w:t>
      </w:r>
      <w:r w:rsidR="001C0413">
        <w:t xml:space="preserve">, </w:t>
      </w:r>
      <w:r w:rsidRPr="005D5566">
        <w:t>leur si beau et si généreux oubli de soi-même</w:t>
      </w:r>
      <w:r w:rsidR="001C0413">
        <w:t>.</w:t>
      </w:r>
    </w:p>
    <w:p w14:paraId="44A07100" w14:textId="77777777" w:rsidR="001C0413" w:rsidRDefault="00530790" w:rsidP="001C0413">
      <w:r w:rsidRPr="005D5566">
        <w:t>Elle comprenait déjà bien des choses lorsque ses hôtes discutaient de la vie</w:t>
      </w:r>
      <w:r w:rsidR="001C0413">
        <w:t xml:space="preserve"> ; </w:t>
      </w:r>
      <w:r w:rsidRPr="005D5566">
        <w:t>elle sentait qu</w:t>
      </w:r>
      <w:r w:rsidR="001C0413">
        <w:t>’</w:t>
      </w:r>
      <w:r w:rsidRPr="005D5566">
        <w:t>ils avaient</w:t>
      </w:r>
      <w:r w:rsidR="001C0413">
        <w:t xml:space="preserve">, </w:t>
      </w:r>
      <w:r w:rsidRPr="005D5566">
        <w:t>eu effet</w:t>
      </w:r>
      <w:r w:rsidR="001C0413">
        <w:t xml:space="preserve">, </w:t>
      </w:r>
      <w:r w:rsidRPr="005D5566">
        <w:t>trouvé la vraie source du malheur des hommes</w:t>
      </w:r>
      <w:r w:rsidR="001C0413">
        <w:t xml:space="preserve">, </w:t>
      </w:r>
      <w:r w:rsidRPr="005D5566">
        <w:t>et elle s</w:t>
      </w:r>
      <w:r w:rsidR="001C0413">
        <w:t>’</w:t>
      </w:r>
      <w:r w:rsidRPr="005D5566">
        <w:t>accoutumait à approuver leurs opinions</w:t>
      </w:r>
      <w:r w:rsidR="001C0413">
        <w:t xml:space="preserve">. </w:t>
      </w:r>
      <w:r w:rsidRPr="005D5566">
        <w:t>Mais</w:t>
      </w:r>
      <w:r w:rsidR="001C0413">
        <w:t xml:space="preserve">, </w:t>
      </w:r>
      <w:r w:rsidRPr="005D5566">
        <w:t>au fond de son âme</w:t>
      </w:r>
      <w:r w:rsidR="001C0413">
        <w:t xml:space="preserve">, </w:t>
      </w:r>
      <w:r w:rsidRPr="005D5566">
        <w:t>elle ne croyait pas qu</w:t>
      </w:r>
      <w:r w:rsidR="001C0413">
        <w:t>’</w:t>
      </w:r>
      <w:r w:rsidRPr="005D5566">
        <w:t>ils pourraient transformer l</w:t>
      </w:r>
      <w:r w:rsidR="001C0413">
        <w:t>’</w:t>
      </w:r>
      <w:r w:rsidRPr="005D5566">
        <w:t>existence à leur idée</w:t>
      </w:r>
      <w:r w:rsidR="001C0413">
        <w:t xml:space="preserve">, </w:t>
      </w:r>
      <w:r w:rsidRPr="005D5566">
        <w:t>ni qu</w:t>
      </w:r>
      <w:r w:rsidR="001C0413">
        <w:t>’</w:t>
      </w:r>
      <w:r w:rsidRPr="005D5566">
        <w:t>ils auraient suffisamment de force pour attirer tous les ouvriers à eux</w:t>
      </w:r>
      <w:r w:rsidR="001C0413">
        <w:t xml:space="preserve">. </w:t>
      </w:r>
      <w:r w:rsidRPr="005D5566">
        <w:t>Chacun veut être rassasié le jour même</w:t>
      </w:r>
      <w:r w:rsidR="001C0413">
        <w:t xml:space="preserve">, </w:t>
      </w:r>
      <w:r w:rsidRPr="005D5566">
        <w:t>personne ne veut remettre son dîner</w:t>
      </w:r>
      <w:r w:rsidR="001C0413">
        <w:t xml:space="preserve">, </w:t>
      </w:r>
      <w:r w:rsidRPr="005D5566">
        <w:t>ne fût-ce que d</w:t>
      </w:r>
      <w:r w:rsidR="001C0413">
        <w:t>’</w:t>
      </w:r>
      <w:r w:rsidRPr="005D5566">
        <w:t>une semaine</w:t>
      </w:r>
      <w:r w:rsidR="001C0413">
        <w:t xml:space="preserve">, </w:t>
      </w:r>
      <w:r w:rsidRPr="005D5566">
        <w:t>s</w:t>
      </w:r>
      <w:r w:rsidR="001C0413">
        <w:t>’</w:t>
      </w:r>
      <w:r w:rsidRPr="005D5566">
        <w:t>il peut le manger à l</w:t>
      </w:r>
      <w:r w:rsidR="001C0413">
        <w:t>’</w:t>
      </w:r>
      <w:r w:rsidRPr="005D5566">
        <w:t>instant</w:t>
      </w:r>
      <w:r w:rsidR="001C0413">
        <w:t xml:space="preserve">. </w:t>
      </w:r>
      <w:r w:rsidRPr="005D5566">
        <w:t>Ceux qui prendraient cette voie lointaine seraient peu nombreux</w:t>
      </w:r>
      <w:r w:rsidR="001C0413">
        <w:t xml:space="preserve"> ; </w:t>
      </w:r>
      <w:r w:rsidRPr="005D5566">
        <w:t>les yeux ne verraient pas tous qu</w:t>
      </w:r>
      <w:r w:rsidR="001C0413">
        <w:t>’</w:t>
      </w:r>
      <w:r w:rsidRPr="005D5566">
        <w:t>elle menait au royaume légendaire de la fraternité des hommes</w:t>
      </w:r>
      <w:r w:rsidR="001C0413">
        <w:t xml:space="preserve">. </w:t>
      </w:r>
      <w:r w:rsidRPr="005D5566">
        <w:t>Et c</w:t>
      </w:r>
      <w:r w:rsidR="001C0413">
        <w:t>’</w:t>
      </w:r>
      <w:r w:rsidRPr="005D5566">
        <w:t>est pourquoi tous ces braves gens</w:t>
      </w:r>
      <w:r w:rsidR="001C0413">
        <w:t xml:space="preserve">, </w:t>
      </w:r>
      <w:r w:rsidRPr="005D5566">
        <w:t>malgré leur barbe et leur visage souvent fatigué</w:t>
      </w:r>
      <w:r w:rsidR="001C0413">
        <w:t xml:space="preserve">, </w:t>
      </w:r>
      <w:r w:rsidRPr="005D5566">
        <w:t>étaient des enfants à ses yeux</w:t>
      </w:r>
      <w:r w:rsidR="001C0413">
        <w:t>.</w:t>
      </w:r>
    </w:p>
    <w:p w14:paraId="7C2E6F5E" w14:textId="77777777" w:rsidR="001C0413" w:rsidRDefault="001C0413" w:rsidP="001C0413">
      <w:r>
        <w:t>— </w:t>
      </w:r>
      <w:r w:rsidR="00530790" w:rsidRPr="005D5566">
        <w:t>Mes chéris</w:t>
      </w:r>
      <w:r>
        <w:t xml:space="preserve"> ! </w:t>
      </w:r>
      <w:r w:rsidR="00530790" w:rsidRPr="005D5566">
        <w:t>pensait-elle en hochant la tête</w:t>
      </w:r>
      <w:r>
        <w:t>.</w:t>
      </w:r>
    </w:p>
    <w:p w14:paraId="12A61322" w14:textId="77777777" w:rsidR="001C0413" w:rsidRDefault="00530790" w:rsidP="001C0413">
      <w:r w:rsidRPr="005D5566">
        <w:lastRenderedPageBreak/>
        <w:t>Ils vivaient tous maintenant d</w:t>
      </w:r>
      <w:r w:rsidR="001C0413">
        <w:t>’</w:t>
      </w:r>
      <w:r w:rsidRPr="005D5566">
        <w:t>une vie bonne</w:t>
      </w:r>
      <w:r w:rsidR="001C0413">
        <w:t xml:space="preserve">, </w:t>
      </w:r>
      <w:r w:rsidRPr="005D5566">
        <w:t>sérieuse et intelligente</w:t>
      </w:r>
      <w:r w:rsidR="001C0413">
        <w:t xml:space="preserve"> ; </w:t>
      </w:r>
      <w:r w:rsidRPr="005D5566">
        <w:t>tous parlaient du bien</w:t>
      </w:r>
      <w:r w:rsidR="001C0413">
        <w:t xml:space="preserve"> ; </w:t>
      </w:r>
      <w:r w:rsidRPr="005D5566">
        <w:t>et désireux d</w:t>
      </w:r>
      <w:r w:rsidR="001C0413">
        <w:t>’</w:t>
      </w:r>
      <w:r w:rsidRPr="005D5566">
        <w:t>enseigner aux gens ce qu</w:t>
      </w:r>
      <w:r w:rsidR="001C0413">
        <w:t>’</w:t>
      </w:r>
      <w:r w:rsidRPr="005D5566">
        <w:t>ils savaient</w:t>
      </w:r>
      <w:r w:rsidR="001C0413">
        <w:t xml:space="preserve">, </w:t>
      </w:r>
      <w:r w:rsidRPr="005D5566">
        <w:t>ils le faisaient sans s</w:t>
      </w:r>
      <w:r w:rsidR="001C0413">
        <w:t>’</w:t>
      </w:r>
      <w:r w:rsidRPr="005D5566">
        <w:t>épargner</w:t>
      </w:r>
      <w:r w:rsidR="001C0413">
        <w:t xml:space="preserve">. </w:t>
      </w:r>
      <w:r w:rsidRPr="005D5566">
        <w:t>La mère comprenait qu</w:t>
      </w:r>
      <w:r w:rsidR="001C0413">
        <w:t>’</w:t>
      </w:r>
      <w:r w:rsidRPr="005D5566">
        <w:t>on pouvait aimer une existence pareille</w:t>
      </w:r>
      <w:r w:rsidR="001C0413">
        <w:t xml:space="preserve">, </w:t>
      </w:r>
      <w:r w:rsidRPr="005D5566">
        <w:t>malgré ses dangers</w:t>
      </w:r>
      <w:r w:rsidR="001C0413">
        <w:t xml:space="preserve"> ; </w:t>
      </w:r>
      <w:r w:rsidRPr="005D5566">
        <w:t>et avec un soupir</w:t>
      </w:r>
      <w:r w:rsidR="001C0413">
        <w:t xml:space="preserve">, </w:t>
      </w:r>
      <w:r w:rsidRPr="005D5566">
        <w:t>elle regardait en arrière</w:t>
      </w:r>
      <w:r w:rsidR="001C0413">
        <w:t xml:space="preserve">, </w:t>
      </w:r>
      <w:r w:rsidRPr="005D5566">
        <w:t>là où son passé s</w:t>
      </w:r>
      <w:r w:rsidR="001C0413">
        <w:t>’</w:t>
      </w:r>
      <w:r w:rsidRPr="005D5566">
        <w:t>allongeait en une étroite bande</w:t>
      </w:r>
      <w:r w:rsidR="001C0413">
        <w:t xml:space="preserve">, </w:t>
      </w:r>
      <w:r w:rsidRPr="005D5566">
        <w:t>sombre et plate</w:t>
      </w:r>
      <w:r w:rsidR="001C0413">
        <w:t xml:space="preserve">. </w:t>
      </w:r>
      <w:r w:rsidRPr="005D5566">
        <w:t>Sans qu</w:t>
      </w:r>
      <w:r w:rsidR="001C0413">
        <w:t>’</w:t>
      </w:r>
      <w:r w:rsidRPr="005D5566">
        <w:t>elle s</w:t>
      </w:r>
      <w:r w:rsidR="001C0413">
        <w:t>’</w:t>
      </w:r>
      <w:r w:rsidRPr="005D5566">
        <w:t>en doutât</w:t>
      </w:r>
      <w:r w:rsidR="001C0413">
        <w:t xml:space="preserve">, </w:t>
      </w:r>
      <w:r w:rsidRPr="005D5566">
        <w:t>la conscience d</w:t>
      </w:r>
      <w:r w:rsidR="001C0413">
        <w:t>’</w:t>
      </w:r>
      <w:r w:rsidRPr="005D5566">
        <w:t>être indispensable à cette nouvelle vie lui venait peu à peu</w:t>
      </w:r>
      <w:r w:rsidR="001C0413">
        <w:t xml:space="preserve"> ; </w:t>
      </w:r>
      <w:r w:rsidRPr="005D5566">
        <w:t>autrefois</w:t>
      </w:r>
      <w:r w:rsidR="001C0413">
        <w:t xml:space="preserve">, </w:t>
      </w:r>
      <w:r w:rsidRPr="005D5566">
        <w:t>elle ne s</w:t>
      </w:r>
      <w:r w:rsidR="001C0413">
        <w:t>’</w:t>
      </w:r>
      <w:r w:rsidRPr="005D5566">
        <w:t>était jamais sentie utile à qui que ce fût</w:t>
      </w:r>
      <w:r w:rsidR="001C0413">
        <w:t xml:space="preserve"> ; </w:t>
      </w:r>
      <w:r w:rsidRPr="005D5566">
        <w:t>et maintenant</w:t>
      </w:r>
      <w:r w:rsidR="001C0413">
        <w:t xml:space="preserve">, </w:t>
      </w:r>
      <w:r w:rsidRPr="005D5566">
        <w:t>elle voyait nettement que beaucoup de gens avaient besoin d</w:t>
      </w:r>
      <w:r w:rsidR="001C0413">
        <w:t>’</w:t>
      </w:r>
      <w:r w:rsidRPr="005D5566">
        <w:t>elle</w:t>
      </w:r>
      <w:r w:rsidR="001C0413">
        <w:t xml:space="preserve"> ; </w:t>
      </w:r>
      <w:r w:rsidRPr="005D5566">
        <w:t>c</w:t>
      </w:r>
      <w:r w:rsidR="001C0413">
        <w:t>’</w:t>
      </w:r>
      <w:r w:rsidRPr="005D5566">
        <w:t>était une sensation nouvelle et agréable</w:t>
      </w:r>
      <w:r w:rsidR="001C0413">
        <w:t xml:space="preserve">, </w:t>
      </w:r>
      <w:r w:rsidRPr="005D5566">
        <w:t>qui lui faisait redresser la tête</w:t>
      </w:r>
      <w:r w:rsidR="001C0413">
        <w:t>.</w:t>
      </w:r>
    </w:p>
    <w:p w14:paraId="025C5EC0" w14:textId="77777777" w:rsidR="001C0413" w:rsidRDefault="00530790" w:rsidP="001C0413">
      <w:r w:rsidRPr="005D5566">
        <w:t>Elle introduisait régulièrement des brochures à la fabrique</w:t>
      </w:r>
      <w:r w:rsidR="001C0413">
        <w:t xml:space="preserve">, </w:t>
      </w:r>
      <w:r w:rsidRPr="005D5566">
        <w:t>avec le sentiment du devoir accompli</w:t>
      </w:r>
      <w:r w:rsidR="001C0413">
        <w:t xml:space="preserve"> ; </w:t>
      </w:r>
      <w:r w:rsidRPr="005D5566">
        <w:t>elle avait imaginé toutes sortes de ruses très habiles</w:t>
      </w:r>
      <w:r w:rsidR="001C0413">
        <w:t xml:space="preserve"> ; </w:t>
      </w:r>
      <w:r w:rsidRPr="005D5566">
        <w:t>les agents de police</w:t>
      </w:r>
      <w:r w:rsidR="001C0413">
        <w:t xml:space="preserve">, </w:t>
      </w:r>
      <w:r w:rsidRPr="005D5566">
        <w:t>habitués à la voir</w:t>
      </w:r>
      <w:r w:rsidR="001C0413">
        <w:t xml:space="preserve">, </w:t>
      </w:r>
      <w:r w:rsidRPr="005D5566">
        <w:t>ne faisaient plus attention à elle</w:t>
      </w:r>
      <w:r w:rsidR="001C0413">
        <w:t xml:space="preserve">. </w:t>
      </w:r>
      <w:r w:rsidRPr="005D5566">
        <w:t>À plusieurs reprises cependant</w:t>
      </w:r>
      <w:r w:rsidR="001C0413">
        <w:t xml:space="preserve">, </w:t>
      </w:r>
      <w:r w:rsidRPr="005D5566">
        <w:t>on la fouilla</w:t>
      </w:r>
      <w:r w:rsidR="001C0413">
        <w:t xml:space="preserve">, </w:t>
      </w:r>
      <w:r w:rsidRPr="005D5566">
        <w:t>mais toujours le lendemain du jour où les feuillets avaient été distribués</w:t>
      </w:r>
      <w:r w:rsidR="001C0413">
        <w:t xml:space="preserve">. </w:t>
      </w:r>
      <w:r w:rsidRPr="005D5566">
        <w:t>Lorsqu</w:t>
      </w:r>
      <w:r w:rsidR="001C0413">
        <w:t>’</w:t>
      </w:r>
      <w:r w:rsidRPr="005D5566">
        <w:t>elle n</w:t>
      </w:r>
      <w:r w:rsidR="001C0413">
        <w:t>’</w:t>
      </w:r>
      <w:r w:rsidRPr="005D5566">
        <w:t>avait rien de compromettant sur elle</w:t>
      </w:r>
      <w:r w:rsidR="001C0413">
        <w:t xml:space="preserve">, </w:t>
      </w:r>
      <w:r w:rsidRPr="005D5566">
        <w:t>elle savait exciter les soupçons des gardiens et des espions</w:t>
      </w:r>
      <w:r w:rsidR="001C0413">
        <w:t xml:space="preserve"> ; </w:t>
      </w:r>
      <w:r w:rsidRPr="005D5566">
        <w:t>ils l</w:t>
      </w:r>
      <w:r w:rsidR="001C0413">
        <w:t>’</w:t>
      </w:r>
      <w:r w:rsidRPr="005D5566">
        <w:t>arrêtaient</w:t>
      </w:r>
      <w:r w:rsidR="001C0413">
        <w:t xml:space="preserve">, </w:t>
      </w:r>
      <w:r w:rsidRPr="005D5566">
        <w:t>la palpaient</w:t>
      </w:r>
      <w:r w:rsidR="001C0413">
        <w:t xml:space="preserve">. </w:t>
      </w:r>
      <w:r w:rsidRPr="005D5566">
        <w:t>Alors elle feignait d</w:t>
      </w:r>
      <w:r w:rsidR="001C0413">
        <w:t>’</w:t>
      </w:r>
      <w:r w:rsidRPr="005D5566">
        <w:t>être outragée</w:t>
      </w:r>
      <w:r w:rsidR="001C0413">
        <w:t xml:space="preserve">, </w:t>
      </w:r>
      <w:r w:rsidRPr="005D5566">
        <w:t>se querellait avec les agents</w:t>
      </w:r>
      <w:r w:rsidR="001C0413">
        <w:t xml:space="preserve"> ; </w:t>
      </w:r>
      <w:r w:rsidRPr="005D5566">
        <w:t>puis</w:t>
      </w:r>
      <w:r w:rsidR="001C0413">
        <w:t xml:space="preserve">, </w:t>
      </w:r>
      <w:r w:rsidRPr="005D5566">
        <w:t>après les avoir confondus</w:t>
      </w:r>
      <w:r w:rsidR="001C0413">
        <w:t xml:space="preserve">, </w:t>
      </w:r>
      <w:r w:rsidRPr="005D5566">
        <w:t>elle s</w:t>
      </w:r>
      <w:r w:rsidR="001C0413">
        <w:t>’</w:t>
      </w:r>
      <w:r w:rsidRPr="005D5566">
        <w:t>en allait</w:t>
      </w:r>
      <w:r w:rsidR="001C0413">
        <w:t xml:space="preserve">, </w:t>
      </w:r>
      <w:r w:rsidRPr="005D5566">
        <w:t>fière de son adresse</w:t>
      </w:r>
      <w:r w:rsidR="001C0413">
        <w:t xml:space="preserve">. </w:t>
      </w:r>
      <w:r w:rsidRPr="005D5566">
        <w:t>Le jeu commençait à lui plaire</w:t>
      </w:r>
      <w:r w:rsidR="001C0413">
        <w:t>.</w:t>
      </w:r>
    </w:p>
    <w:p w14:paraId="51330CC9" w14:textId="5D48563F" w:rsidR="001C0413" w:rsidRDefault="00530790" w:rsidP="001C0413">
      <w:r w:rsidRPr="005D5566">
        <w:t>Vessoftchikov ne fut pas repris à la fabrique</w:t>
      </w:r>
      <w:r w:rsidR="001C0413">
        <w:t xml:space="preserve"> ; </w:t>
      </w:r>
      <w:r w:rsidRPr="005D5566">
        <w:t>il s</w:t>
      </w:r>
      <w:r w:rsidR="001C0413">
        <w:t>’</w:t>
      </w:r>
      <w:r w:rsidRPr="005D5566">
        <w:t>embaucha comme ouvrier chez un marchand de bois</w:t>
      </w:r>
      <w:r w:rsidR="001C0413">
        <w:t xml:space="preserve"> ; </w:t>
      </w:r>
      <w:r w:rsidRPr="005D5566">
        <w:t>du matin au soir il accompagnait dans le faubourg des chargements de poutres</w:t>
      </w:r>
      <w:r w:rsidR="001C0413">
        <w:t xml:space="preserve">, </w:t>
      </w:r>
      <w:r w:rsidRPr="005D5566">
        <w:t>de bois de chauffage</w:t>
      </w:r>
      <w:r w:rsidR="001C0413">
        <w:t xml:space="preserve">, </w:t>
      </w:r>
      <w:r w:rsidRPr="005D5566">
        <w:t>de planches</w:t>
      </w:r>
      <w:r w:rsidR="001C0413">
        <w:t xml:space="preserve">. </w:t>
      </w:r>
      <w:r w:rsidRPr="005D5566">
        <w:t>La mère le voyait presque chaque jour</w:t>
      </w:r>
      <w:r w:rsidR="001C0413">
        <w:t xml:space="preserve">. </w:t>
      </w:r>
      <w:r w:rsidRPr="005D5566">
        <w:t>Une paire de chevaux noirs avançaient leurs jambes tremblantes sous la tension</w:t>
      </w:r>
      <w:r w:rsidR="001C0413">
        <w:t xml:space="preserve">, </w:t>
      </w:r>
      <w:r w:rsidRPr="005D5566">
        <w:t>fortement appuyées sur le sol</w:t>
      </w:r>
      <w:r w:rsidR="001C0413">
        <w:t xml:space="preserve"> ; </w:t>
      </w:r>
      <w:r w:rsidRPr="005D5566">
        <w:t>c</w:t>
      </w:r>
      <w:r w:rsidR="001C0413">
        <w:t>’</w:t>
      </w:r>
      <w:r w:rsidRPr="005D5566">
        <w:t>étaient de vieilles bêtes osseuses</w:t>
      </w:r>
      <w:r w:rsidR="001C0413">
        <w:t xml:space="preserve"> ; </w:t>
      </w:r>
      <w:r w:rsidRPr="005D5566">
        <w:t>leur tête s</w:t>
      </w:r>
      <w:r w:rsidR="001C0413">
        <w:t>’</w:t>
      </w:r>
      <w:r w:rsidRPr="005D5566">
        <w:t>agitait triste et fatiguée</w:t>
      </w:r>
      <w:r w:rsidR="001C0413">
        <w:t xml:space="preserve">, </w:t>
      </w:r>
      <w:r w:rsidRPr="005D5566">
        <w:t>leurs yeux ternes clignotaient de lassitude</w:t>
      </w:r>
      <w:r w:rsidR="001C0413">
        <w:t xml:space="preserve">. </w:t>
      </w:r>
      <w:r w:rsidRPr="005D5566">
        <w:t>Derrière eux</w:t>
      </w:r>
      <w:r w:rsidR="001C0413">
        <w:t xml:space="preserve">, </w:t>
      </w:r>
      <w:r w:rsidRPr="005D5566">
        <w:t>s</w:t>
      </w:r>
      <w:r w:rsidR="001C0413">
        <w:t>’</w:t>
      </w:r>
      <w:r w:rsidRPr="005D5566">
        <w:t xml:space="preserve">allongeait une poutre trépidante et </w:t>
      </w:r>
      <w:r w:rsidRPr="005D5566">
        <w:lastRenderedPageBreak/>
        <w:t>mouillée ou un tas de planches dont les extrémités résonnaient avec fracas</w:t>
      </w:r>
      <w:r w:rsidR="001C0413">
        <w:t xml:space="preserve"> ; </w:t>
      </w:r>
      <w:r w:rsidRPr="005D5566">
        <w:t xml:space="preserve">et à </w:t>
      </w:r>
      <w:r w:rsidR="005511D5">
        <w:t>côté</w:t>
      </w:r>
      <w:r w:rsidR="001C0413">
        <w:t xml:space="preserve">, </w:t>
      </w:r>
      <w:r w:rsidRPr="005D5566">
        <w:t>sans tenir les rênes marchait le grêlé</w:t>
      </w:r>
      <w:r w:rsidR="001C0413">
        <w:t xml:space="preserve">, </w:t>
      </w:r>
      <w:r w:rsidRPr="005D5566">
        <w:t>sale</w:t>
      </w:r>
      <w:r w:rsidR="001C0413">
        <w:t xml:space="preserve">, </w:t>
      </w:r>
      <w:r w:rsidRPr="005D5566">
        <w:t>déguenillé</w:t>
      </w:r>
      <w:r w:rsidR="001C0413">
        <w:t xml:space="preserve">, </w:t>
      </w:r>
      <w:r w:rsidRPr="005D5566">
        <w:t xml:space="preserve">chaussé de lourdes </w:t>
      </w:r>
      <w:r w:rsidRPr="00D210FA">
        <w:t>bottes</w:t>
      </w:r>
      <w:r w:rsidR="001C0413">
        <w:t xml:space="preserve">, </w:t>
      </w:r>
      <w:r w:rsidRPr="005D5566">
        <w:t>la casquette sur l</w:t>
      </w:r>
      <w:r w:rsidR="001C0413">
        <w:t>’</w:t>
      </w:r>
      <w:r w:rsidRPr="005D5566">
        <w:t>oreille</w:t>
      </w:r>
      <w:r w:rsidR="001C0413">
        <w:t xml:space="preserve">, </w:t>
      </w:r>
      <w:r w:rsidRPr="005D5566">
        <w:t>gauche et équarri comme une bûche qu</w:t>
      </w:r>
      <w:r w:rsidR="001C0413">
        <w:t>’</w:t>
      </w:r>
      <w:r w:rsidRPr="005D5566">
        <w:t>on n</w:t>
      </w:r>
      <w:r w:rsidR="001C0413">
        <w:t>’</w:t>
      </w:r>
      <w:r w:rsidRPr="005D5566">
        <w:t>a pas encore façonnée</w:t>
      </w:r>
      <w:r w:rsidR="001C0413">
        <w:t xml:space="preserve">. </w:t>
      </w:r>
      <w:r w:rsidRPr="005D5566">
        <w:t>Il secouait la tête</w:t>
      </w:r>
      <w:r w:rsidR="001C0413">
        <w:t xml:space="preserve">, </w:t>
      </w:r>
      <w:r w:rsidRPr="005D5566">
        <w:t>les yeux à terre</w:t>
      </w:r>
      <w:r w:rsidR="001C0413">
        <w:t xml:space="preserve">, </w:t>
      </w:r>
      <w:r w:rsidRPr="005D5566">
        <w:t>pour ne rien voir</w:t>
      </w:r>
      <w:r w:rsidR="001C0413">
        <w:t xml:space="preserve">. </w:t>
      </w:r>
      <w:r w:rsidRPr="005D5566">
        <w:t>Ses chevaux marchaient aveuglément sur les gens</w:t>
      </w:r>
      <w:r w:rsidR="001C0413">
        <w:t xml:space="preserve">, </w:t>
      </w:r>
      <w:r w:rsidRPr="005D5566">
        <w:t>sur les charrettes qui venaient en sens inverse</w:t>
      </w:r>
      <w:r w:rsidR="001C0413">
        <w:t xml:space="preserve"> ; </w:t>
      </w:r>
      <w:r w:rsidRPr="005D5566">
        <w:t>autour du jeune homme voltigeaient</w:t>
      </w:r>
      <w:r w:rsidR="001C0413">
        <w:t xml:space="preserve">, </w:t>
      </w:r>
      <w:r w:rsidRPr="005D5566">
        <w:t>comme des bourdons</w:t>
      </w:r>
      <w:r w:rsidR="001C0413">
        <w:t xml:space="preserve">, </w:t>
      </w:r>
      <w:r w:rsidRPr="005D5566">
        <w:t>des cris de colère</w:t>
      </w:r>
      <w:r w:rsidR="001C0413">
        <w:t xml:space="preserve"> ; </w:t>
      </w:r>
      <w:r w:rsidRPr="005D5566">
        <w:t>des invectives furieuses</w:t>
      </w:r>
      <w:r w:rsidR="001C0413">
        <w:t xml:space="preserve">. </w:t>
      </w:r>
      <w:r w:rsidRPr="005D5566">
        <w:t>Sans lever la tête</w:t>
      </w:r>
      <w:r w:rsidR="001C0413">
        <w:t xml:space="preserve">, </w:t>
      </w:r>
      <w:r w:rsidRPr="005D5566">
        <w:t>sans répondre</w:t>
      </w:r>
      <w:r w:rsidR="001C0413">
        <w:t xml:space="preserve">, </w:t>
      </w:r>
      <w:r w:rsidRPr="005D5566">
        <w:t>il sifflait d</w:t>
      </w:r>
      <w:r w:rsidR="001C0413">
        <w:t>’</w:t>
      </w:r>
      <w:r w:rsidRPr="005D5566">
        <w:t>une manière assourdissante</w:t>
      </w:r>
      <w:r w:rsidR="001C0413">
        <w:t xml:space="preserve">, </w:t>
      </w:r>
      <w:r w:rsidRPr="005D5566">
        <w:t>aiguë</w:t>
      </w:r>
      <w:r w:rsidR="001C0413">
        <w:t xml:space="preserve">, </w:t>
      </w:r>
      <w:r w:rsidRPr="005D5566">
        <w:t>et grommelait sourdement à ses chevaux</w:t>
      </w:r>
      <w:r w:rsidR="001C0413">
        <w:t> :</w:t>
      </w:r>
    </w:p>
    <w:p w14:paraId="3EB5972A" w14:textId="77777777" w:rsidR="001C0413" w:rsidRDefault="001C0413" w:rsidP="001C0413">
      <w:r>
        <w:t>— </w:t>
      </w:r>
      <w:r w:rsidR="00530790" w:rsidRPr="005D5566">
        <w:t>Eh bien</w:t>
      </w:r>
      <w:r>
        <w:t xml:space="preserve">, </w:t>
      </w:r>
      <w:r w:rsidR="00530790" w:rsidRPr="005D5566">
        <w:t>prends</w:t>
      </w:r>
      <w:r>
        <w:t xml:space="preserve">, </w:t>
      </w:r>
      <w:r w:rsidR="00530790" w:rsidRPr="005D5566">
        <w:t>prends</w:t>
      </w:r>
      <w:r>
        <w:t> !…</w:t>
      </w:r>
    </w:p>
    <w:p w14:paraId="3E3594E5" w14:textId="77777777" w:rsidR="001C0413" w:rsidRDefault="00530790" w:rsidP="001C0413">
      <w:r w:rsidRPr="005D5566">
        <w:t>Chaque fois qu</w:t>
      </w:r>
      <w:r w:rsidR="001C0413">
        <w:t>’</w:t>
      </w:r>
      <w:r w:rsidRPr="005D5566">
        <w:t>on se rassemblait chez André pour lire une brochure</w:t>
      </w:r>
      <w:r w:rsidR="001C0413">
        <w:t xml:space="preserve">, </w:t>
      </w:r>
      <w:r w:rsidRPr="005D5566">
        <w:t>le dernier numéro d</w:t>
      </w:r>
      <w:r w:rsidR="001C0413">
        <w:t>’</w:t>
      </w:r>
      <w:r w:rsidRPr="005D5566">
        <w:t>un journal étranger</w:t>
      </w:r>
      <w:r w:rsidR="001C0413">
        <w:t xml:space="preserve">, </w:t>
      </w:r>
      <w:r w:rsidRPr="005D5566">
        <w:t>Vessoftchikov venait</w:t>
      </w:r>
      <w:r w:rsidR="001C0413">
        <w:t xml:space="preserve">, </w:t>
      </w:r>
      <w:r w:rsidRPr="005D5566">
        <w:t>s</w:t>
      </w:r>
      <w:r w:rsidR="001C0413">
        <w:t>’</w:t>
      </w:r>
      <w:r w:rsidRPr="005D5566">
        <w:t>asseyait et écoutait sans mot dire une heure ou deux</w:t>
      </w:r>
      <w:r w:rsidR="001C0413">
        <w:t xml:space="preserve">. </w:t>
      </w:r>
      <w:r w:rsidRPr="005D5566">
        <w:t>La lecture terminée</w:t>
      </w:r>
      <w:r w:rsidR="001C0413">
        <w:t xml:space="preserve">, </w:t>
      </w:r>
      <w:r w:rsidRPr="005D5566">
        <w:t>les jeunes gens</w:t>
      </w:r>
      <w:r w:rsidR="001C0413">
        <w:t xml:space="preserve">, </w:t>
      </w:r>
      <w:r w:rsidRPr="005D5566">
        <w:t>discutaient longuement</w:t>
      </w:r>
      <w:r w:rsidR="001C0413">
        <w:t xml:space="preserve"> ; </w:t>
      </w:r>
      <w:r w:rsidRPr="005D5566">
        <w:t>mais le grêlé ne prenait jamais part à la controverse</w:t>
      </w:r>
      <w:r w:rsidR="001C0413">
        <w:t xml:space="preserve"> ; </w:t>
      </w:r>
      <w:r w:rsidRPr="005D5566">
        <w:t>il s</w:t>
      </w:r>
      <w:r w:rsidR="001C0413">
        <w:t>’</w:t>
      </w:r>
      <w:r w:rsidRPr="005D5566">
        <w:t>en allait le dernier</w:t>
      </w:r>
      <w:r w:rsidR="001C0413">
        <w:t xml:space="preserve">. </w:t>
      </w:r>
      <w:r w:rsidRPr="005D5566">
        <w:t>Quand il restait seul avec André</w:t>
      </w:r>
      <w:r w:rsidR="001C0413">
        <w:t xml:space="preserve">, </w:t>
      </w:r>
      <w:r w:rsidRPr="005D5566">
        <w:t>il lui posait des questions</w:t>
      </w:r>
      <w:r w:rsidR="001C0413">
        <w:t xml:space="preserve">, </w:t>
      </w:r>
      <w:r w:rsidRPr="005D5566">
        <w:t>d</w:t>
      </w:r>
      <w:r w:rsidR="001C0413">
        <w:t>’</w:t>
      </w:r>
      <w:r w:rsidRPr="005D5566">
        <w:t>un air morne</w:t>
      </w:r>
      <w:r w:rsidR="001C0413">
        <w:t>.</w:t>
      </w:r>
    </w:p>
    <w:p w14:paraId="4A9ABD99" w14:textId="77777777" w:rsidR="001C0413" w:rsidRDefault="001C0413" w:rsidP="001C0413">
      <w:r>
        <w:t>— </w:t>
      </w:r>
      <w:r w:rsidR="00530790" w:rsidRPr="005D5566">
        <w:t>Qui est le plus coupable de tous</w:t>
      </w:r>
      <w:r>
        <w:t> ?</w:t>
      </w:r>
    </w:p>
    <w:p w14:paraId="1DF50B25" w14:textId="77777777" w:rsidR="001C0413" w:rsidRDefault="001C0413" w:rsidP="001C0413">
      <w:pPr>
        <w:rPr>
          <w:szCs w:val="32"/>
        </w:rPr>
      </w:pPr>
      <w:r>
        <w:t>— </w:t>
      </w:r>
      <w:r w:rsidR="00530790" w:rsidRPr="005D5566">
        <w:rPr>
          <w:szCs w:val="32"/>
        </w:rPr>
        <w:t>C</w:t>
      </w:r>
      <w:r>
        <w:rPr>
          <w:szCs w:val="32"/>
        </w:rPr>
        <w:t>’</w:t>
      </w:r>
      <w:r w:rsidR="00530790" w:rsidRPr="005D5566">
        <w:rPr>
          <w:szCs w:val="32"/>
        </w:rPr>
        <w:t>est celui qui a dit le premier</w:t>
      </w:r>
      <w:r>
        <w:rPr>
          <w:szCs w:val="32"/>
        </w:rPr>
        <w:t xml:space="preserve"> : </w:t>
      </w:r>
      <w:r w:rsidR="00530790" w:rsidRPr="005D5566">
        <w:rPr>
          <w:szCs w:val="32"/>
        </w:rPr>
        <w:t>C</w:t>
      </w:r>
      <w:r>
        <w:rPr>
          <w:szCs w:val="32"/>
        </w:rPr>
        <w:t>’</w:t>
      </w:r>
      <w:r w:rsidR="00530790" w:rsidRPr="005D5566">
        <w:rPr>
          <w:szCs w:val="32"/>
        </w:rPr>
        <w:t>est à moi</w:t>
      </w:r>
      <w:r>
        <w:rPr>
          <w:szCs w:val="32"/>
        </w:rPr>
        <w:t xml:space="preserve"> ! </w:t>
      </w:r>
      <w:r w:rsidR="00530790" w:rsidRPr="005D5566">
        <w:rPr>
          <w:szCs w:val="32"/>
        </w:rPr>
        <w:t>Cet homme est mort il y a des milliers d</w:t>
      </w:r>
      <w:r>
        <w:rPr>
          <w:szCs w:val="32"/>
        </w:rPr>
        <w:t>’</w:t>
      </w:r>
      <w:r w:rsidR="00530790" w:rsidRPr="005D5566">
        <w:rPr>
          <w:szCs w:val="32"/>
        </w:rPr>
        <w:t>années</w:t>
      </w:r>
      <w:r>
        <w:rPr>
          <w:szCs w:val="32"/>
        </w:rPr>
        <w:t xml:space="preserve">, </w:t>
      </w:r>
      <w:r w:rsidR="00530790" w:rsidRPr="005D5566">
        <w:rPr>
          <w:szCs w:val="32"/>
        </w:rPr>
        <w:t>il est donc inutile de se fâcher contre lui</w:t>
      </w:r>
      <w:r>
        <w:rPr>
          <w:szCs w:val="32"/>
        </w:rPr>
        <w:t xml:space="preserve"> ! </w:t>
      </w:r>
      <w:r w:rsidR="00530790" w:rsidRPr="005D5566">
        <w:rPr>
          <w:szCs w:val="32"/>
        </w:rPr>
        <w:t>disait le Petit-Russien en plaisantant</w:t>
      </w:r>
      <w:r>
        <w:rPr>
          <w:szCs w:val="32"/>
        </w:rPr>
        <w:t xml:space="preserve">, </w:t>
      </w:r>
      <w:r w:rsidR="00530790" w:rsidRPr="005D5566">
        <w:rPr>
          <w:szCs w:val="32"/>
        </w:rPr>
        <w:t>mais ses yeux avaient une expression inquiète</w:t>
      </w:r>
      <w:r>
        <w:rPr>
          <w:szCs w:val="32"/>
        </w:rPr>
        <w:t>.</w:t>
      </w:r>
    </w:p>
    <w:p w14:paraId="4D1B48EB" w14:textId="77777777" w:rsidR="001C0413" w:rsidRDefault="001C0413" w:rsidP="001C0413">
      <w:r>
        <w:t>— </w:t>
      </w:r>
      <w:r w:rsidR="00530790" w:rsidRPr="005D5566">
        <w:t>Mais les riches et les puissants</w:t>
      </w:r>
      <w:r>
        <w:t xml:space="preserve"> ? </w:t>
      </w:r>
      <w:r w:rsidR="00530790" w:rsidRPr="005D5566">
        <w:t>Et ceux qui les défendent ont-ils raison</w:t>
      </w:r>
      <w:r>
        <w:t> ?</w:t>
      </w:r>
    </w:p>
    <w:p w14:paraId="03A7A9AC" w14:textId="77777777" w:rsidR="001C0413" w:rsidRDefault="00530790" w:rsidP="001C0413">
      <w:r w:rsidRPr="005D5566">
        <w:t>Le Petit-Russien se prenait la tête entre les mains</w:t>
      </w:r>
      <w:r w:rsidR="001C0413">
        <w:t xml:space="preserve">, </w:t>
      </w:r>
      <w:r w:rsidRPr="005D5566">
        <w:t>tortillait sa moustache et parlait longuement de la vie des hommes</w:t>
      </w:r>
      <w:r w:rsidR="001C0413">
        <w:t xml:space="preserve">, </w:t>
      </w:r>
      <w:r w:rsidRPr="005D5566">
        <w:t>avec des paroles simples et claires</w:t>
      </w:r>
      <w:r w:rsidR="001C0413">
        <w:t xml:space="preserve">. </w:t>
      </w:r>
      <w:r w:rsidRPr="005D5566">
        <w:t>Mais il ressortait toujours de ses propos que tous les hommes en général étaient fautifs</w:t>
      </w:r>
      <w:r w:rsidR="001C0413">
        <w:t xml:space="preserve">, </w:t>
      </w:r>
      <w:r w:rsidRPr="005D5566">
        <w:lastRenderedPageBreak/>
        <w:t>ce qui ne satisfaisait pas le grêlé</w:t>
      </w:r>
      <w:r w:rsidR="001C0413">
        <w:t xml:space="preserve">. </w:t>
      </w:r>
      <w:r w:rsidRPr="005D5566">
        <w:t>Les lèvres épaisses fortement pincées</w:t>
      </w:r>
      <w:r w:rsidR="001C0413">
        <w:t xml:space="preserve">, </w:t>
      </w:r>
      <w:r w:rsidRPr="005D5566">
        <w:t>celui-ci hochait la tête et déclarait d</w:t>
      </w:r>
      <w:r w:rsidR="001C0413">
        <w:t>’</w:t>
      </w:r>
      <w:r w:rsidRPr="005D5566">
        <w:t>un ton méfiant qu</w:t>
      </w:r>
      <w:r w:rsidR="001C0413">
        <w:t>’</w:t>
      </w:r>
      <w:r w:rsidRPr="005D5566">
        <w:t>il n</w:t>
      </w:r>
      <w:r w:rsidR="001C0413">
        <w:t>’</w:t>
      </w:r>
      <w:r w:rsidRPr="005D5566">
        <w:t>en était pas ainsi</w:t>
      </w:r>
      <w:r w:rsidR="001C0413">
        <w:t xml:space="preserve">, </w:t>
      </w:r>
      <w:r w:rsidRPr="005D5566">
        <w:t>et s</w:t>
      </w:r>
      <w:r w:rsidR="001C0413">
        <w:t>’</w:t>
      </w:r>
      <w:r w:rsidRPr="005D5566">
        <w:t>en allait mécontent et sombre</w:t>
      </w:r>
      <w:r w:rsidR="001C0413">
        <w:t>.</w:t>
      </w:r>
    </w:p>
    <w:p w14:paraId="6E13F7CF" w14:textId="77777777" w:rsidR="001C0413" w:rsidRDefault="00530790" w:rsidP="001C0413">
      <w:r w:rsidRPr="005D5566">
        <w:t>Il s</w:t>
      </w:r>
      <w:r w:rsidR="001C0413">
        <w:t>’</w:t>
      </w:r>
      <w:r w:rsidRPr="005D5566">
        <w:t>écria une fois</w:t>
      </w:r>
      <w:r w:rsidR="001C0413">
        <w:t> :</w:t>
      </w:r>
    </w:p>
    <w:p w14:paraId="7536944D" w14:textId="77777777" w:rsidR="001C0413" w:rsidRDefault="001C0413" w:rsidP="001C0413">
      <w:r>
        <w:t>— </w:t>
      </w:r>
      <w:r w:rsidR="00530790" w:rsidRPr="005D5566">
        <w:t>Non</w:t>
      </w:r>
      <w:r>
        <w:t xml:space="preserve">… </w:t>
      </w:r>
      <w:r w:rsidR="00530790" w:rsidRPr="005D5566">
        <w:t>il doit y avoir des coupables</w:t>
      </w:r>
      <w:r>
        <w:t xml:space="preserve">… </w:t>
      </w:r>
      <w:r w:rsidR="00530790" w:rsidRPr="005D5566">
        <w:t>ils sont là</w:t>
      </w:r>
      <w:r>
        <w:t xml:space="preserve"> ! </w:t>
      </w:r>
      <w:r w:rsidR="00530790" w:rsidRPr="005D5566">
        <w:t>Je te le dis</w:t>
      </w:r>
      <w:r>
        <w:t xml:space="preserve">, </w:t>
      </w:r>
      <w:r w:rsidR="00530790" w:rsidRPr="005D5566">
        <w:t>il faut que nous labourions à fond la vie tout entière</w:t>
      </w:r>
      <w:r>
        <w:t xml:space="preserve">, </w:t>
      </w:r>
      <w:r w:rsidR="00530790" w:rsidRPr="005D5566">
        <w:t>sans pitié</w:t>
      </w:r>
      <w:r>
        <w:t xml:space="preserve">, </w:t>
      </w:r>
      <w:r w:rsidR="00530790" w:rsidRPr="005D5566">
        <w:t>comme un champ couvert de mauvaises herbes</w:t>
      </w:r>
      <w:r>
        <w:t>…</w:t>
      </w:r>
    </w:p>
    <w:p w14:paraId="56FC81A4" w14:textId="77777777" w:rsidR="001C0413" w:rsidRDefault="001C0413" w:rsidP="001C0413">
      <w:r>
        <w:t>— </w:t>
      </w:r>
      <w:r w:rsidR="00530790" w:rsidRPr="005D5566">
        <w:t>C</w:t>
      </w:r>
      <w:r>
        <w:t>’</w:t>
      </w:r>
      <w:r w:rsidR="00530790" w:rsidRPr="005D5566">
        <w:t>est ce qu</w:t>
      </w:r>
      <w:r>
        <w:t>’</w:t>
      </w:r>
      <w:r w:rsidR="00530790" w:rsidRPr="005D5566">
        <w:t>Isaïe le pointeur a dit une fois en parlant de vous</w:t>
      </w:r>
      <w:r>
        <w:t xml:space="preserve"> ! </w:t>
      </w:r>
      <w:r w:rsidR="00530790" w:rsidRPr="005D5566">
        <w:t>observa la mère</w:t>
      </w:r>
      <w:r>
        <w:t>.</w:t>
      </w:r>
    </w:p>
    <w:p w14:paraId="7FC8B55B" w14:textId="77777777" w:rsidR="001C0413" w:rsidRDefault="001C0413" w:rsidP="001C0413">
      <w:r>
        <w:t>— </w:t>
      </w:r>
      <w:r w:rsidR="00530790" w:rsidRPr="005D5566">
        <w:t>Isaïe</w:t>
      </w:r>
      <w:r>
        <w:t xml:space="preserve"> ? </w:t>
      </w:r>
      <w:r w:rsidR="00530790" w:rsidRPr="005D5566">
        <w:t>demanda Vessoftchikov</w:t>
      </w:r>
      <w:r>
        <w:t xml:space="preserve">, </w:t>
      </w:r>
      <w:r w:rsidR="00530790" w:rsidRPr="005D5566">
        <w:t>après un instant de silence</w:t>
      </w:r>
      <w:r>
        <w:t>.</w:t>
      </w:r>
    </w:p>
    <w:p w14:paraId="71F43520" w14:textId="77777777" w:rsidR="001C0413" w:rsidRDefault="001C0413" w:rsidP="001C0413">
      <w:r>
        <w:t>— </w:t>
      </w:r>
      <w:r w:rsidR="00530790" w:rsidRPr="005D5566">
        <w:t>Oui</w:t>
      </w:r>
      <w:r>
        <w:t xml:space="preserve"> ! </w:t>
      </w:r>
      <w:r w:rsidR="00530790" w:rsidRPr="005D5566">
        <w:t>Quel méchant homme</w:t>
      </w:r>
      <w:r>
        <w:t xml:space="preserve"> ! </w:t>
      </w:r>
      <w:r w:rsidR="00530790" w:rsidRPr="005D5566">
        <w:t>Il surveille et épie tout le monde</w:t>
      </w:r>
      <w:r>
        <w:t xml:space="preserve">, </w:t>
      </w:r>
      <w:r w:rsidR="00530790" w:rsidRPr="005D5566">
        <w:t>il questionne</w:t>
      </w:r>
      <w:r>
        <w:t xml:space="preserve">… </w:t>
      </w:r>
      <w:r w:rsidR="00530790" w:rsidRPr="005D5566">
        <w:t>il s</w:t>
      </w:r>
      <w:r>
        <w:t>’</w:t>
      </w:r>
      <w:r w:rsidR="00530790" w:rsidRPr="005D5566">
        <w:t>est mis à venir souvent dans notre rue</w:t>
      </w:r>
      <w:r>
        <w:t xml:space="preserve">, </w:t>
      </w:r>
      <w:r w:rsidR="00530790" w:rsidRPr="005D5566">
        <w:t>il regarde nos fenêtres</w:t>
      </w:r>
      <w:r>
        <w:t>…</w:t>
      </w:r>
    </w:p>
    <w:p w14:paraId="62989EDD" w14:textId="77777777" w:rsidR="001C0413" w:rsidRDefault="001C0413" w:rsidP="001C0413">
      <w:r>
        <w:t>— </w:t>
      </w:r>
      <w:r w:rsidR="00530790" w:rsidRPr="005D5566">
        <w:t>Vos fenêtres</w:t>
      </w:r>
      <w:r>
        <w:t xml:space="preserve"> ! </w:t>
      </w:r>
      <w:r w:rsidR="00530790" w:rsidRPr="005D5566">
        <w:t>répéta Vessoftchikov</w:t>
      </w:r>
      <w:r>
        <w:t>.</w:t>
      </w:r>
    </w:p>
    <w:p w14:paraId="4805CCAA" w14:textId="77777777" w:rsidR="001C0413" w:rsidRDefault="00530790" w:rsidP="001C0413">
      <w:r w:rsidRPr="005D5566">
        <w:t>La mère était déjà couchée et ne pouvait pas voir sa physionomie</w:t>
      </w:r>
      <w:r w:rsidR="001C0413">
        <w:t xml:space="preserve">. </w:t>
      </w:r>
      <w:r w:rsidRPr="005D5566">
        <w:t>Mais elle comprit qu</w:t>
      </w:r>
      <w:r w:rsidR="001C0413">
        <w:t>’</w:t>
      </w:r>
      <w:r w:rsidRPr="005D5566">
        <w:t>elle avait trop parlé</w:t>
      </w:r>
      <w:r w:rsidR="001C0413">
        <w:t xml:space="preserve"> ; </w:t>
      </w:r>
      <w:r w:rsidRPr="005D5566">
        <w:t>lorsque le Petit-Russien s</w:t>
      </w:r>
      <w:r w:rsidR="001C0413">
        <w:t>’</w:t>
      </w:r>
      <w:r w:rsidRPr="005D5566">
        <w:t>écria vivement</w:t>
      </w:r>
      <w:r w:rsidR="001C0413">
        <w:t xml:space="preserve">, </w:t>
      </w:r>
      <w:r w:rsidRPr="005D5566">
        <w:t>d</w:t>
      </w:r>
      <w:r w:rsidR="001C0413">
        <w:t>’</w:t>
      </w:r>
      <w:r w:rsidRPr="005D5566">
        <w:t>un ton conciliant</w:t>
      </w:r>
      <w:r w:rsidR="001C0413">
        <w:t> :</w:t>
      </w:r>
    </w:p>
    <w:p w14:paraId="31A1E5B6" w14:textId="77777777" w:rsidR="001C0413" w:rsidRDefault="001C0413" w:rsidP="001C0413">
      <w:r>
        <w:t>— </w:t>
      </w:r>
      <w:r w:rsidR="00530790" w:rsidRPr="005D5566">
        <w:t>Peu importe</w:t>
      </w:r>
      <w:r>
        <w:t xml:space="preserve"> ! </w:t>
      </w:r>
      <w:r w:rsidR="00530790" w:rsidRPr="005D5566">
        <w:t>qu</w:t>
      </w:r>
      <w:r>
        <w:t>’</w:t>
      </w:r>
      <w:r w:rsidR="00530790" w:rsidRPr="005D5566">
        <w:t>il vienne dans cette rue et qu</w:t>
      </w:r>
      <w:r>
        <w:t>’</w:t>
      </w:r>
      <w:r w:rsidR="00530790" w:rsidRPr="005D5566">
        <w:t>il regarde chez nous</w:t>
      </w:r>
      <w:r>
        <w:t xml:space="preserve"> ! </w:t>
      </w:r>
      <w:r w:rsidR="00530790" w:rsidRPr="005D5566">
        <w:t>Il a des loisirs et il se promène</w:t>
      </w:r>
      <w:r>
        <w:t>.</w:t>
      </w:r>
    </w:p>
    <w:p w14:paraId="44115542" w14:textId="77777777" w:rsidR="001C0413" w:rsidRDefault="001C0413" w:rsidP="001C0413">
      <w:r>
        <w:t>— </w:t>
      </w:r>
      <w:r w:rsidR="00530790" w:rsidRPr="005D5566">
        <w:t>Non</w:t>
      </w:r>
      <w:r>
        <w:t xml:space="preserve">, </w:t>
      </w:r>
      <w:r w:rsidR="00530790" w:rsidRPr="005D5566">
        <w:t>attends</w:t>
      </w:r>
      <w:r>
        <w:t xml:space="preserve"> ! </w:t>
      </w:r>
      <w:r w:rsidR="00530790" w:rsidRPr="005D5566">
        <w:t>s</w:t>
      </w:r>
      <w:r>
        <w:t>’</w:t>
      </w:r>
      <w:r w:rsidR="00530790" w:rsidRPr="005D5566">
        <w:t>exclama le jeune homme d</w:t>
      </w:r>
      <w:r>
        <w:t>’</w:t>
      </w:r>
      <w:r w:rsidR="00530790" w:rsidRPr="005D5566">
        <w:t>une voix sourde</w:t>
      </w:r>
      <w:r>
        <w:t xml:space="preserve">. </w:t>
      </w:r>
      <w:r w:rsidR="00530790" w:rsidRPr="005D5566">
        <w:t>Le voilà</w:t>
      </w:r>
      <w:r>
        <w:t xml:space="preserve">, </w:t>
      </w:r>
      <w:r w:rsidR="00530790" w:rsidRPr="005D5566">
        <w:t>le coupable</w:t>
      </w:r>
      <w:r>
        <w:t> !</w:t>
      </w:r>
    </w:p>
    <w:p w14:paraId="7949FB92" w14:textId="77777777" w:rsidR="001C0413" w:rsidRDefault="001C0413" w:rsidP="001C0413">
      <w:r>
        <w:t>— </w:t>
      </w:r>
      <w:r w:rsidR="00530790" w:rsidRPr="005D5566">
        <w:t>Coupable de quoi</w:t>
      </w:r>
      <w:r>
        <w:t xml:space="preserve"> ? </w:t>
      </w:r>
      <w:r w:rsidR="00530790" w:rsidRPr="005D5566">
        <w:t>demanda André</w:t>
      </w:r>
      <w:r>
        <w:t xml:space="preserve">, </w:t>
      </w:r>
      <w:r w:rsidR="00530790" w:rsidRPr="005D5566">
        <w:t>d</w:t>
      </w:r>
      <w:r>
        <w:t>’</w:t>
      </w:r>
      <w:r w:rsidR="00530790" w:rsidRPr="005D5566">
        <w:t>être bête</w:t>
      </w:r>
      <w:r>
        <w:t> ?</w:t>
      </w:r>
    </w:p>
    <w:p w14:paraId="421711A6" w14:textId="77777777" w:rsidR="001C0413" w:rsidRDefault="00530790" w:rsidP="001C0413">
      <w:r w:rsidRPr="005D5566">
        <w:t>Mais le grêlé ne répondit pas et s</w:t>
      </w:r>
      <w:r w:rsidR="001C0413">
        <w:t>’</w:t>
      </w:r>
      <w:r w:rsidRPr="005D5566">
        <w:t>en alla</w:t>
      </w:r>
      <w:r w:rsidR="001C0413">
        <w:t>.</w:t>
      </w:r>
    </w:p>
    <w:p w14:paraId="2AA4F848" w14:textId="77777777" w:rsidR="001C0413" w:rsidRDefault="00530790" w:rsidP="001C0413">
      <w:r w:rsidRPr="005D5566">
        <w:lastRenderedPageBreak/>
        <w:t>Le Petit-Russien marchait de long en large</w:t>
      </w:r>
      <w:r w:rsidR="001C0413">
        <w:t xml:space="preserve">, </w:t>
      </w:r>
      <w:r w:rsidRPr="005D5566">
        <w:t>lentement</w:t>
      </w:r>
      <w:r w:rsidR="001C0413">
        <w:t xml:space="preserve">, </w:t>
      </w:r>
      <w:r w:rsidRPr="005D5566">
        <w:t>avec lassitude</w:t>
      </w:r>
      <w:r w:rsidR="001C0413">
        <w:t xml:space="preserve">, </w:t>
      </w:r>
      <w:r w:rsidRPr="005D5566">
        <w:t>traînant doucement ses pieds minces comme des pattes d</w:t>
      </w:r>
      <w:r w:rsidR="001C0413">
        <w:t>’</w:t>
      </w:r>
      <w:r w:rsidRPr="005D5566">
        <w:t>araignée</w:t>
      </w:r>
      <w:r w:rsidR="001C0413">
        <w:t xml:space="preserve">. </w:t>
      </w:r>
      <w:r w:rsidRPr="005D5566">
        <w:t>Il avait enlevé ses bottes</w:t>
      </w:r>
      <w:r w:rsidR="001C0413">
        <w:t xml:space="preserve">, </w:t>
      </w:r>
      <w:r w:rsidRPr="005D5566">
        <w:t>comme toujours</w:t>
      </w:r>
      <w:r w:rsidR="001C0413">
        <w:t xml:space="preserve">, </w:t>
      </w:r>
      <w:r w:rsidRPr="005D5566">
        <w:t>pour ne pas faire de bruit ni déranger la mère</w:t>
      </w:r>
      <w:r w:rsidR="001C0413">
        <w:t xml:space="preserve">. </w:t>
      </w:r>
      <w:r w:rsidRPr="005D5566">
        <w:t>Mais elle ne dormait pas</w:t>
      </w:r>
      <w:r w:rsidR="001C0413">
        <w:t>.</w:t>
      </w:r>
    </w:p>
    <w:p w14:paraId="403E7DFA" w14:textId="77777777" w:rsidR="001C0413" w:rsidRDefault="001C0413" w:rsidP="001C0413">
      <w:r>
        <w:t>— </w:t>
      </w:r>
      <w:r w:rsidR="00530790" w:rsidRPr="005D5566">
        <w:t>J</w:t>
      </w:r>
      <w:r>
        <w:t>’</w:t>
      </w:r>
      <w:r w:rsidR="00530790" w:rsidRPr="005D5566">
        <w:t>ai peur de lui</w:t>
      </w:r>
      <w:r>
        <w:t xml:space="preserve"> ! </w:t>
      </w:r>
      <w:r w:rsidR="00530790" w:rsidRPr="005D5566">
        <w:t>dit-elle</w:t>
      </w:r>
      <w:r>
        <w:t xml:space="preserve">, </w:t>
      </w:r>
      <w:r w:rsidR="00530790" w:rsidRPr="005D5566">
        <w:t>avec inquiétude</w:t>
      </w:r>
      <w:r>
        <w:t xml:space="preserve">, </w:t>
      </w:r>
      <w:r w:rsidR="00530790" w:rsidRPr="005D5566">
        <w:t>après le départ du grêlé</w:t>
      </w:r>
      <w:r>
        <w:t xml:space="preserve">. </w:t>
      </w:r>
      <w:r w:rsidR="00530790" w:rsidRPr="005D5566">
        <w:t>On dirait un poêle chauffé à blanc</w:t>
      </w:r>
      <w:r>
        <w:t xml:space="preserve">, </w:t>
      </w:r>
      <w:r w:rsidR="00530790" w:rsidRPr="005D5566">
        <w:t>il ne donne pas de chaleur</w:t>
      </w:r>
      <w:r>
        <w:t xml:space="preserve">, </w:t>
      </w:r>
      <w:r w:rsidR="00530790" w:rsidRPr="005D5566">
        <w:t>mais il brûle</w:t>
      </w:r>
      <w:r>
        <w:t>…</w:t>
      </w:r>
    </w:p>
    <w:p w14:paraId="4B4472F4" w14:textId="77777777" w:rsidR="001C0413" w:rsidRDefault="001C0413" w:rsidP="001C0413">
      <w:r>
        <w:t>— </w:t>
      </w:r>
      <w:r w:rsidR="00530790" w:rsidRPr="005D5566">
        <w:t>Oui</w:t>
      </w:r>
      <w:r>
        <w:t xml:space="preserve"> ! </w:t>
      </w:r>
      <w:r w:rsidR="00530790" w:rsidRPr="005D5566">
        <w:t xml:space="preserve">répondit </w:t>
      </w:r>
      <w:r w:rsidR="00530790">
        <w:t>l</w:t>
      </w:r>
      <w:r w:rsidR="00530790" w:rsidRPr="005D5566">
        <w:t>e Petit-Russien</w:t>
      </w:r>
      <w:r>
        <w:t xml:space="preserve">, </w:t>
      </w:r>
      <w:r w:rsidR="00530790" w:rsidRPr="005D5566">
        <w:t>appuyant sur les mots</w:t>
      </w:r>
      <w:r>
        <w:t xml:space="preserve">. </w:t>
      </w:r>
      <w:r w:rsidR="00530790" w:rsidRPr="005D5566">
        <w:t>C</w:t>
      </w:r>
      <w:r>
        <w:t>’</w:t>
      </w:r>
      <w:r w:rsidR="00530790" w:rsidRPr="005D5566">
        <w:t>est un gamin irascible</w:t>
      </w:r>
      <w:r>
        <w:t xml:space="preserve">. </w:t>
      </w:r>
      <w:r w:rsidR="00530790" w:rsidRPr="005D5566">
        <w:t>Ne lui parlez jamais d</w:t>
      </w:r>
      <w:r>
        <w:t>’</w:t>
      </w:r>
      <w:r w:rsidR="00530790" w:rsidRPr="005D5566">
        <w:t>Isaïe</w:t>
      </w:r>
      <w:r>
        <w:t xml:space="preserve">, </w:t>
      </w:r>
      <w:r w:rsidR="00530790" w:rsidRPr="005D5566">
        <w:t>petite mère</w:t>
      </w:r>
      <w:r>
        <w:t xml:space="preserve">… </w:t>
      </w:r>
      <w:r w:rsidR="00530790" w:rsidRPr="005D5566">
        <w:t>Cet Isaïe est vraiment un espion</w:t>
      </w:r>
      <w:r>
        <w:t xml:space="preserve">… </w:t>
      </w:r>
      <w:r w:rsidR="00530790" w:rsidRPr="005D5566">
        <w:t>il est même payé pour ça</w:t>
      </w:r>
      <w:r>
        <w:t>…</w:t>
      </w:r>
    </w:p>
    <w:p w14:paraId="012C1F0F" w14:textId="77777777" w:rsidR="001C0413" w:rsidRDefault="001C0413" w:rsidP="001C0413">
      <w:r>
        <w:t>— </w:t>
      </w:r>
      <w:r w:rsidR="00530790" w:rsidRPr="005D5566">
        <w:t>Ce n</w:t>
      </w:r>
      <w:r>
        <w:t>’</w:t>
      </w:r>
      <w:r w:rsidR="00530790" w:rsidRPr="005D5566">
        <w:t>est pas étonnant</w:t>
      </w:r>
      <w:r>
        <w:t xml:space="preserve"> ! </w:t>
      </w:r>
      <w:r w:rsidR="00530790" w:rsidRPr="005D5566">
        <w:t>Son meilleur ami est un gendarme</w:t>
      </w:r>
      <w:r>
        <w:t> !</w:t>
      </w:r>
    </w:p>
    <w:p w14:paraId="44AD5251" w14:textId="77777777" w:rsidR="001C0413" w:rsidRDefault="001C0413" w:rsidP="001C0413">
      <w:r>
        <w:t>— </w:t>
      </w:r>
      <w:r w:rsidR="00530790" w:rsidRPr="005D5566">
        <w:t>Vessoftchikov finira par l</w:t>
      </w:r>
      <w:r>
        <w:t>’</w:t>
      </w:r>
      <w:r w:rsidR="00530790" w:rsidRPr="005D5566">
        <w:t>égorger</w:t>
      </w:r>
      <w:r>
        <w:t xml:space="preserve"> ! </w:t>
      </w:r>
      <w:r w:rsidR="00530790" w:rsidRPr="005D5566">
        <w:t>reprit André avec inquiétude</w:t>
      </w:r>
      <w:r>
        <w:t xml:space="preserve">. </w:t>
      </w:r>
      <w:r w:rsidR="00530790" w:rsidRPr="005D5566">
        <w:t>Là</w:t>
      </w:r>
      <w:r>
        <w:t xml:space="preserve">, </w:t>
      </w:r>
      <w:r w:rsidR="00530790" w:rsidRPr="005D5566">
        <w:t>voyez-vous quels sentiments messieurs les commandants de notre vie font naître dans les rangs inférieurs</w:t>
      </w:r>
      <w:r>
        <w:t xml:space="preserve"> !… </w:t>
      </w:r>
      <w:r w:rsidR="00530790" w:rsidRPr="005D5566">
        <w:t>Quand tous ceux qui ressemblent au grêlé prendront conscience de leur situation humiliante et qu</w:t>
      </w:r>
      <w:r>
        <w:t>’</w:t>
      </w:r>
      <w:r w:rsidR="00530790" w:rsidRPr="005D5566">
        <w:t>ils perdront patience</w:t>
      </w:r>
      <w:r>
        <w:t xml:space="preserve">… </w:t>
      </w:r>
      <w:r w:rsidR="00530790" w:rsidRPr="005D5566">
        <w:t>mon Dieu</w:t>
      </w:r>
      <w:r>
        <w:t xml:space="preserve">, </w:t>
      </w:r>
      <w:r w:rsidR="00530790" w:rsidRPr="005D5566">
        <w:t>qu</w:t>
      </w:r>
      <w:r>
        <w:t>’</w:t>
      </w:r>
      <w:r w:rsidR="00530790" w:rsidRPr="005D5566">
        <w:t>arrivera-t-il</w:t>
      </w:r>
      <w:r>
        <w:t xml:space="preserve"> ? </w:t>
      </w:r>
      <w:r w:rsidR="00530790" w:rsidRPr="005D5566">
        <w:t>Le ciel sera éclaboussé de sang</w:t>
      </w:r>
      <w:r>
        <w:t xml:space="preserve">, </w:t>
      </w:r>
      <w:r w:rsidR="00530790" w:rsidRPr="005D5566">
        <w:t>et la terre écumera comme si une mousse rouge la recouvrait</w:t>
      </w:r>
      <w:r>
        <w:t>.</w:t>
      </w:r>
    </w:p>
    <w:p w14:paraId="3950F227" w14:textId="77777777" w:rsidR="001C0413" w:rsidRDefault="001C0413" w:rsidP="001C0413">
      <w:r>
        <w:t>— </w:t>
      </w:r>
      <w:r w:rsidR="00530790" w:rsidRPr="005D5566">
        <w:t>C</w:t>
      </w:r>
      <w:r>
        <w:t>’</w:t>
      </w:r>
      <w:r w:rsidR="00530790" w:rsidRPr="005D5566">
        <w:t>est terrible</w:t>
      </w:r>
      <w:r>
        <w:t xml:space="preserve">, </w:t>
      </w:r>
      <w:r w:rsidR="00530790" w:rsidRPr="005D5566">
        <w:t>mon André</w:t>
      </w:r>
      <w:r>
        <w:t xml:space="preserve"> ! </w:t>
      </w:r>
      <w:r w:rsidR="00530790" w:rsidRPr="005D5566">
        <w:t>articula fébrilement la mère</w:t>
      </w:r>
      <w:r>
        <w:t>.</w:t>
      </w:r>
    </w:p>
    <w:p w14:paraId="06372487" w14:textId="77777777" w:rsidR="001C0413" w:rsidRDefault="001C0413" w:rsidP="001C0413">
      <w:r>
        <w:t>— </w:t>
      </w:r>
      <w:r w:rsidR="00530790" w:rsidRPr="005D5566">
        <w:t>Nos ennemis n</w:t>
      </w:r>
      <w:r>
        <w:t>’</w:t>
      </w:r>
      <w:r w:rsidR="00530790" w:rsidRPr="005D5566">
        <w:t>auront que ce qu</w:t>
      </w:r>
      <w:r>
        <w:t>’</w:t>
      </w:r>
      <w:r w:rsidR="00530790" w:rsidRPr="005D5566">
        <w:t>ils méritent</w:t>
      </w:r>
      <w:r>
        <w:t xml:space="preserve">… </w:t>
      </w:r>
      <w:r w:rsidR="00530790" w:rsidRPr="005D5566">
        <w:t>Et pourtant</w:t>
      </w:r>
      <w:r>
        <w:t xml:space="preserve">, </w:t>
      </w:r>
      <w:r w:rsidR="00530790" w:rsidRPr="005D5566">
        <w:t>petite mère</w:t>
      </w:r>
      <w:r>
        <w:t xml:space="preserve">, </w:t>
      </w:r>
      <w:r w:rsidR="00530790" w:rsidRPr="005D5566">
        <w:t>chaque gouttelette de leur sang aura été lavée à l</w:t>
      </w:r>
      <w:r>
        <w:t>’</w:t>
      </w:r>
      <w:r w:rsidR="00530790" w:rsidRPr="005D5566">
        <w:t>avance par les lacs de larmes du peuple</w:t>
      </w:r>
      <w:r>
        <w:t>…</w:t>
      </w:r>
    </w:p>
    <w:p w14:paraId="4A7E8EAE" w14:textId="77777777" w:rsidR="001C0413" w:rsidRDefault="00530790" w:rsidP="001C0413">
      <w:r w:rsidRPr="005D5566">
        <w:t>Il se mit soudain à rire et ajouta</w:t>
      </w:r>
      <w:r w:rsidR="001C0413">
        <w:t> :</w:t>
      </w:r>
    </w:p>
    <w:p w14:paraId="1E970FC2" w14:textId="77777777" w:rsidR="001C0413" w:rsidRDefault="001C0413" w:rsidP="001C0413">
      <w:r>
        <w:t>— </w:t>
      </w:r>
      <w:r w:rsidR="00530790" w:rsidRPr="005D5566">
        <w:t>C</w:t>
      </w:r>
      <w:r>
        <w:t>’</w:t>
      </w:r>
      <w:r w:rsidR="00530790" w:rsidRPr="005D5566">
        <w:t>est juste</w:t>
      </w:r>
      <w:r>
        <w:t xml:space="preserve">, </w:t>
      </w:r>
      <w:r w:rsidR="00530790" w:rsidRPr="005D5566">
        <w:t>mais ce n</w:t>
      </w:r>
      <w:r>
        <w:t>’</w:t>
      </w:r>
      <w:r w:rsidR="00530790" w:rsidRPr="005D5566">
        <w:t>est pas consolant</w:t>
      </w:r>
      <w:r>
        <w:t>…</w:t>
      </w:r>
    </w:p>
    <w:p w14:paraId="58FCD5F9" w14:textId="743489CA" w:rsidR="00530790" w:rsidRPr="003B37B8" w:rsidRDefault="00530790" w:rsidP="001C0413">
      <w:pPr>
        <w:pStyle w:val="Titre2"/>
        <w:rPr>
          <w:szCs w:val="44"/>
        </w:rPr>
      </w:pPr>
      <w:bookmarkStart w:id="23" w:name="_Toc202279544"/>
      <w:r w:rsidRPr="003B37B8">
        <w:rPr>
          <w:szCs w:val="44"/>
        </w:rPr>
        <w:lastRenderedPageBreak/>
        <w:t>XXII</w:t>
      </w:r>
      <w:bookmarkEnd w:id="23"/>
      <w:r w:rsidRPr="003B37B8">
        <w:rPr>
          <w:szCs w:val="44"/>
        </w:rPr>
        <w:br/>
      </w:r>
    </w:p>
    <w:p w14:paraId="367D513F" w14:textId="77777777" w:rsidR="001C0413" w:rsidRDefault="00530790" w:rsidP="001C0413">
      <w:r w:rsidRPr="005D5566">
        <w:t>Un dimanche</w:t>
      </w:r>
      <w:r w:rsidR="001C0413">
        <w:t xml:space="preserve">, </w:t>
      </w:r>
      <w:r w:rsidRPr="005D5566">
        <w:t>lorsque la mère</w:t>
      </w:r>
      <w:r w:rsidR="001C0413">
        <w:t xml:space="preserve">, </w:t>
      </w:r>
      <w:r w:rsidRPr="005D5566">
        <w:t>revenant de l</w:t>
      </w:r>
      <w:r w:rsidR="001C0413">
        <w:t>’</w:t>
      </w:r>
      <w:r w:rsidRPr="005D5566">
        <w:t>épicerie</w:t>
      </w:r>
      <w:r w:rsidR="001C0413">
        <w:t xml:space="preserve">, </w:t>
      </w:r>
      <w:r w:rsidRPr="005D5566">
        <w:t>ouvrit la porte d</w:t>
      </w:r>
      <w:r w:rsidR="001C0413">
        <w:t>’</w:t>
      </w:r>
      <w:r w:rsidRPr="005D5566">
        <w:t>entrée et parut sur le seuil</w:t>
      </w:r>
      <w:r w:rsidR="001C0413">
        <w:t xml:space="preserve">, </w:t>
      </w:r>
      <w:r w:rsidRPr="005D5566">
        <w:t>elle fut envahie par une joie subite</w:t>
      </w:r>
      <w:r w:rsidR="001C0413">
        <w:t xml:space="preserve">, </w:t>
      </w:r>
      <w:r w:rsidRPr="005D5566">
        <w:t>pareille à une pluie d</w:t>
      </w:r>
      <w:r w:rsidR="001C0413">
        <w:t>’</w:t>
      </w:r>
      <w:r w:rsidRPr="005D5566">
        <w:t>été</w:t>
      </w:r>
      <w:r w:rsidR="001C0413">
        <w:t xml:space="preserve"> : </w:t>
      </w:r>
      <w:r w:rsidRPr="005D5566">
        <w:t>elle avait entendu résonner dans la chambre la forte voix de Pavel</w:t>
      </w:r>
      <w:r w:rsidR="001C0413">
        <w:t>.</w:t>
      </w:r>
    </w:p>
    <w:p w14:paraId="7A756E83" w14:textId="77777777" w:rsidR="001C0413" w:rsidRDefault="001C0413" w:rsidP="001C0413">
      <w:r>
        <w:t>— </w:t>
      </w:r>
      <w:r w:rsidR="00530790" w:rsidRPr="005D5566">
        <w:t>La voilà</w:t>
      </w:r>
      <w:r>
        <w:t xml:space="preserve"> ! </w:t>
      </w:r>
      <w:r w:rsidR="00530790" w:rsidRPr="005D5566">
        <w:t>s</w:t>
      </w:r>
      <w:r>
        <w:t>’</w:t>
      </w:r>
      <w:r w:rsidR="00530790" w:rsidRPr="005D5566">
        <w:t>écria le Petit-Russien</w:t>
      </w:r>
      <w:r>
        <w:t>.</w:t>
      </w:r>
    </w:p>
    <w:p w14:paraId="3533280A" w14:textId="77777777" w:rsidR="001C0413" w:rsidRDefault="00530790" w:rsidP="001C0413">
      <w:r w:rsidRPr="005D5566">
        <w:t>La mère remarqua la rapidité avec laquelle son fils se tourna vers elle</w:t>
      </w:r>
      <w:r w:rsidR="001C0413">
        <w:t xml:space="preserve"> ; </w:t>
      </w:r>
      <w:r w:rsidRPr="005D5566">
        <w:t>elle vit son visage s</w:t>
      </w:r>
      <w:r w:rsidR="001C0413">
        <w:t>’</w:t>
      </w:r>
      <w:r w:rsidRPr="005D5566">
        <w:t>illuminer d</w:t>
      </w:r>
      <w:r w:rsidR="001C0413">
        <w:t>’</w:t>
      </w:r>
      <w:r w:rsidRPr="005D5566">
        <w:t>un sentiment qui promettait de grandes choses</w:t>
      </w:r>
      <w:r w:rsidR="001C0413">
        <w:t>.</w:t>
      </w:r>
    </w:p>
    <w:p w14:paraId="71D91527" w14:textId="77777777" w:rsidR="001C0413" w:rsidRDefault="001C0413" w:rsidP="001C0413">
      <w:r>
        <w:t>— </w:t>
      </w:r>
      <w:r w:rsidR="00530790" w:rsidRPr="005D5566">
        <w:t>Te voilà revenu</w:t>
      </w:r>
      <w:r>
        <w:t xml:space="preserve">… </w:t>
      </w:r>
      <w:r w:rsidR="00530790" w:rsidRPr="005D5566">
        <w:t>à la maison</w:t>
      </w:r>
      <w:r>
        <w:t xml:space="preserve"> ! </w:t>
      </w:r>
      <w:r w:rsidR="00530790" w:rsidRPr="005D5566">
        <w:t>chuchota-t-elle</w:t>
      </w:r>
      <w:r>
        <w:t xml:space="preserve">, </w:t>
      </w:r>
      <w:r w:rsidR="00530790" w:rsidRPr="005D5566">
        <w:t>toute déconcertée par la surprise</w:t>
      </w:r>
      <w:r>
        <w:t xml:space="preserve">, </w:t>
      </w:r>
      <w:r w:rsidR="00530790" w:rsidRPr="005D5566">
        <w:t>et elle s</w:t>
      </w:r>
      <w:r>
        <w:t>’</w:t>
      </w:r>
      <w:r w:rsidR="00530790" w:rsidRPr="005D5566">
        <w:t>assit</w:t>
      </w:r>
      <w:r>
        <w:t>.</w:t>
      </w:r>
    </w:p>
    <w:p w14:paraId="0E833405" w14:textId="77777777" w:rsidR="001C0413" w:rsidRDefault="00530790" w:rsidP="001C0413">
      <w:r w:rsidRPr="005D5566">
        <w:t>Pavel se pencha vers elle</w:t>
      </w:r>
      <w:r w:rsidR="001C0413">
        <w:t xml:space="preserve">, </w:t>
      </w:r>
      <w:r w:rsidRPr="005D5566">
        <w:t>très pâle</w:t>
      </w:r>
      <w:r w:rsidR="001C0413">
        <w:t xml:space="preserve"> ; </w:t>
      </w:r>
      <w:r w:rsidRPr="005D5566">
        <w:t>de petites larmes lumineuses brillaient au coin de ses yeux et ses lèvres frémissaient</w:t>
      </w:r>
      <w:r w:rsidR="001C0413">
        <w:t xml:space="preserve">. </w:t>
      </w:r>
      <w:r w:rsidRPr="005D5566">
        <w:t>Pendant un instant</w:t>
      </w:r>
      <w:r w:rsidR="001C0413">
        <w:t xml:space="preserve">, </w:t>
      </w:r>
      <w:r w:rsidRPr="005D5566">
        <w:t>il garda le silence</w:t>
      </w:r>
      <w:r w:rsidR="001C0413">
        <w:t xml:space="preserve"> ; </w:t>
      </w:r>
      <w:r w:rsidRPr="005D5566">
        <w:t>Pélaguée le considérait sans mot dire</w:t>
      </w:r>
      <w:r w:rsidR="001C0413">
        <w:t>.</w:t>
      </w:r>
    </w:p>
    <w:p w14:paraId="7DA83C14" w14:textId="77777777" w:rsidR="001C0413" w:rsidRDefault="00530790" w:rsidP="001C0413">
      <w:r w:rsidRPr="005D5566">
        <w:t>Le Petit-Russien passa devant eux en sifflotant</w:t>
      </w:r>
      <w:r w:rsidR="001C0413">
        <w:t xml:space="preserve">, </w:t>
      </w:r>
      <w:r w:rsidRPr="005D5566">
        <w:t>tête baissée</w:t>
      </w:r>
      <w:r w:rsidR="001C0413">
        <w:t xml:space="preserve">, </w:t>
      </w:r>
      <w:r w:rsidRPr="005D5566">
        <w:t>et sortit</w:t>
      </w:r>
      <w:r w:rsidR="001C0413">
        <w:t>.</w:t>
      </w:r>
    </w:p>
    <w:p w14:paraId="6E430DC2" w14:textId="77777777" w:rsidR="001C0413" w:rsidRDefault="001C0413" w:rsidP="001C0413">
      <w:r>
        <w:t>— </w:t>
      </w:r>
      <w:r w:rsidR="00530790" w:rsidRPr="005D5566">
        <w:t>Merci</w:t>
      </w:r>
      <w:r>
        <w:t xml:space="preserve">, </w:t>
      </w:r>
      <w:r w:rsidR="00530790" w:rsidRPr="005D5566">
        <w:t>maman</w:t>
      </w:r>
      <w:r>
        <w:t xml:space="preserve"> ! </w:t>
      </w:r>
      <w:r w:rsidR="00530790" w:rsidRPr="005D5566">
        <w:t>dit Pavel d</w:t>
      </w:r>
      <w:r>
        <w:t>’</w:t>
      </w:r>
      <w:r w:rsidR="00530790" w:rsidRPr="005D5566">
        <w:t>une voix basse et profonde</w:t>
      </w:r>
      <w:r>
        <w:t xml:space="preserve">, </w:t>
      </w:r>
      <w:r w:rsidR="00530790" w:rsidRPr="005D5566">
        <w:t>en lui serrant la main de ses doigts tremblants</w:t>
      </w:r>
      <w:r>
        <w:t xml:space="preserve">. </w:t>
      </w:r>
      <w:r w:rsidR="00530790" w:rsidRPr="005D5566">
        <w:t>Merci</w:t>
      </w:r>
      <w:r>
        <w:t xml:space="preserve">, </w:t>
      </w:r>
      <w:r w:rsidR="00530790" w:rsidRPr="005D5566">
        <w:t>chérie</w:t>
      </w:r>
      <w:r>
        <w:t> !</w:t>
      </w:r>
    </w:p>
    <w:p w14:paraId="7D42D093" w14:textId="77777777" w:rsidR="001C0413" w:rsidRDefault="00530790" w:rsidP="001C0413">
      <w:r w:rsidRPr="005D5566">
        <w:t>Joyeusement émue par l</w:t>
      </w:r>
      <w:r w:rsidR="001C0413">
        <w:t>’</w:t>
      </w:r>
      <w:r w:rsidRPr="005D5566">
        <w:t>expression du visage de son fils et les accents de sa voix</w:t>
      </w:r>
      <w:r w:rsidR="001C0413">
        <w:t xml:space="preserve">, </w:t>
      </w:r>
      <w:r w:rsidRPr="005D5566">
        <w:t>elle lui caressait les cheveux et</w:t>
      </w:r>
      <w:r w:rsidR="001C0413">
        <w:t xml:space="preserve">, </w:t>
      </w:r>
      <w:r w:rsidRPr="005D5566">
        <w:t>réprimant les battements de son cœur</w:t>
      </w:r>
      <w:r w:rsidR="001C0413">
        <w:t xml:space="preserve">, </w:t>
      </w:r>
      <w:r w:rsidRPr="005D5566">
        <w:t>elle dit doucement</w:t>
      </w:r>
      <w:r w:rsidR="001C0413">
        <w:t> :</w:t>
      </w:r>
    </w:p>
    <w:p w14:paraId="059C9644" w14:textId="77777777" w:rsidR="001C0413" w:rsidRDefault="001C0413" w:rsidP="001C0413">
      <w:r>
        <w:t>— </w:t>
      </w:r>
      <w:r w:rsidR="00530790" w:rsidRPr="005D5566">
        <w:t>Que Dieu soit avec toi</w:t>
      </w:r>
      <w:r>
        <w:t xml:space="preserve"> !… </w:t>
      </w:r>
      <w:r w:rsidR="00530790" w:rsidRPr="005D5566">
        <w:t>Pourquoi me remercier</w:t>
      </w:r>
      <w:r>
        <w:t> ?…</w:t>
      </w:r>
    </w:p>
    <w:p w14:paraId="447675AF" w14:textId="77777777" w:rsidR="001C0413" w:rsidRDefault="001C0413" w:rsidP="001C0413">
      <w:r>
        <w:lastRenderedPageBreak/>
        <w:t>— </w:t>
      </w:r>
      <w:r w:rsidR="00530790" w:rsidRPr="005D5566">
        <w:t xml:space="preserve">De ce que tu nous aides </w:t>
      </w:r>
      <w:r w:rsidR="00530790" w:rsidRPr="005D5566">
        <w:rPr>
          <w:bCs/>
        </w:rPr>
        <w:t xml:space="preserve">à </w:t>
      </w:r>
      <w:r w:rsidR="00530790" w:rsidRPr="005D5566">
        <w:t>accomplir notre grande œuvre</w:t>
      </w:r>
      <w:r>
        <w:t xml:space="preserve"> ! </w:t>
      </w:r>
      <w:r w:rsidR="00530790" w:rsidRPr="005D5566">
        <w:t>Merci</w:t>
      </w:r>
      <w:r>
        <w:t xml:space="preserve"> ! </w:t>
      </w:r>
      <w:r w:rsidR="00530790" w:rsidRPr="005D5566">
        <w:t>reprit-il</w:t>
      </w:r>
      <w:r>
        <w:t xml:space="preserve">. </w:t>
      </w:r>
      <w:r w:rsidR="00530790" w:rsidRPr="005D5566">
        <w:t>C</w:t>
      </w:r>
      <w:r>
        <w:t>’</w:t>
      </w:r>
      <w:r w:rsidR="00530790" w:rsidRPr="005D5566">
        <w:t>est un grand bonheur pour l</w:t>
      </w:r>
      <w:r>
        <w:t>’</w:t>
      </w:r>
      <w:r w:rsidR="00530790" w:rsidRPr="005D5566">
        <w:t>homme quand il peut dire de sa mère qu</w:t>
      </w:r>
      <w:r>
        <w:t>’</w:t>
      </w:r>
      <w:r w:rsidR="00530790" w:rsidRPr="005D5566">
        <w:t>elle lui est parent par l</w:t>
      </w:r>
      <w:r>
        <w:t>’</w:t>
      </w:r>
      <w:r w:rsidR="00530790" w:rsidRPr="005D5566">
        <w:t>esprit aussi</w:t>
      </w:r>
      <w:r>
        <w:t>…</w:t>
      </w:r>
    </w:p>
    <w:p w14:paraId="47C53E2F" w14:textId="77777777" w:rsidR="001C0413" w:rsidRDefault="00530790" w:rsidP="001C0413">
      <w:r w:rsidRPr="005D5566">
        <w:t>Elle ne répondit pas</w:t>
      </w:r>
      <w:r w:rsidR="001C0413">
        <w:t xml:space="preserve"> ; </w:t>
      </w:r>
      <w:r w:rsidRPr="005D5566">
        <w:t>le cœur épanoui</w:t>
      </w:r>
      <w:r w:rsidR="001C0413">
        <w:t xml:space="preserve">, </w:t>
      </w:r>
      <w:r w:rsidRPr="005D5566">
        <w:t>elle aspirait avec avidité les paroles de Pavel</w:t>
      </w:r>
      <w:r w:rsidR="001C0413">
        <w:t xml:space="preserve">, </w:t>
      </w:r>
      <w:r w:rsidRPr="005D5566">
        <w:t>le contemplait</w:t>
      </w:r>
      <w:r w:rsidR="001C0413">
        <w:t xml:space="preserve">, </w:t>
      </w:r>
      <w:r w:rsidRPr="005D5566">
        <w:t>ravie</w:t>
      </w:r>
      <w:r w:rsidR="001C0413">
        <w:t xml:space="preserve"> ; </w:t>
      </w:r>
      <w:r w:rsidRPr="005D5566">
        <w:t>il lui semblait si lumineux</w:t>
      </w:r>
      <w:r w:rsidR="001C0413">
        <w:t xml:space="preserve">, </w:t>
      </w:r>
      <w:r w:rsidRPr="005D5566">
        <w:t>si proche</w:t>
      </w:r>
      <w:r w:rsidR="001C0413">
        <w:t>…</w:t>
      </w:r>
    </w:p>
    <w:p w14:paraId="222CEA6E" w14:textId="77777777" w:rsidR="001C0413" w:rsidRDefault="001C0413" w:rsidP="001C0413">
      <w:r>
        <w:t>— </w:t>
      </w:r>
      <w:r w:rsidR="00530790" w:rsidRPr="005D5566">
        <w:t>Je me taisais</w:t>
      </w:r>
      <w:r>
        <w:t xml:space="preserve">, </w:t>
      </w:r>
      <w:r w:rsidR="00530790" w:rsidRPr="005D5566">
        <w:t>maman</w:t>
      </w:r>
      <w:r>
        <w:t xml:space="preserve">… </w:t>
      </w:r>
      <w:r w:rsidR="00530790" w:rsidRPr="005D5566">
        <w:t>je voyais bien que des choses dans ma vie te froissaient</w:t>
      </w:r>
      <w:r>
        <w:t xml:space="preserve">… </w:t>
      </w:r>
      <w:r w:rsidR="00530790" w:rsidRPr="005D5566">
        <w:t>j</w:t>
      </w:r>
      <w:r>
        <w:t>’</w:t>
      </w:r>
      <w:r w:rsidR="00530790" w:rsidRPr="005D5566">
        <w:t>avais pitié de ton âme</w:t>
      </w:r>
      <w:r>
        <w:t xml:space="preserve">, </w:t>
      </w:r>
      <w:r w:rsidR="00530790" w:rsidRPr="005D5566">
        <w:t>et je ne pouvais rien faire</w:t>
      </w:r>
      <w:r>
        <w:t xml:space="preserve">, </w:t>
      </w:r>
      <w:r w:rsidR="00530790" w:rsidRPr="005D5566">
        <w:t>je ne savais pas comment m</w:t>
      </w:r>
      <w:r>
        <w:t>’</w:t>
      </w:r>
      <w:r w:rsidR="00530790" w:rsidRPr="005D5566">
        <w:t>y prendre</w:t>
      </w:r>
      <w:r>
        <w:t xml:space="preserve"> !… </w:t>
      </w:r>
      <w:r w:rsidR="00530790" w:rsidRPr="005D5566">
        <w:t>Je croyais que jamais tu ne te joindrais à nous</w:t>
      </w:r>
      <w:r>
        <w:t xml:space="preserve">, </w:t>
      </w:r>
      <w:r w:rsidR="00530790" w:rsidRPr="005D5566">
        <w:t>que tu n</w:t>
      </w:r>
      <w:r>
        <w:t>’</w:t>
      </w:r>
      <w:r w:rsidR="00530790" w:rsidRPr="005D5566">
        <w:t>adopterais jamais nos opinions</w:t>
      </w:r>
      <w:r>
        <w:t xml:space="preserve">… </w:t>
      </w:r>
      <w:r w:rsidR="00530790" w:rsidRPr="005D5566">
        <w:t>mais que tu continuerais à tout supporter en silence</w:t>
      </w:r>
      <w:r>
        <w:t xml:space="preserve">, </w:t>
      </w:r>
      <w:r w:rsidR="00530790" w:rsidRPr="005D5566">
        <w:t>comme tu l</w:t>
      </w:r>
      <w:r>
        <w:t>’</w:t>
      </w:r>
      <w:r w:rsidR="00530790" w:rsidRPr="005D5566">
        <w:t>as fait toute ta vie</w:t>
      </w:r>
      <w:r>
        <w:t xml:space="preserve">… </w:t>
      </w:r>
      <w:r w:rsidR="00530790" w:rsidRPr="005D5566">
        <w:t>Cela m</w:t>
      </w:r>
      <w:r>
        <w:t>’</w:t>
      </w:r>
      <w:r w:rsidR="00530790" w:rsidRPr="005D5566">
        <w:t>était pénible</w:t>
      </w:r>
      <w:r>
        <w:t> !…</w:t>
      </w:r>
    </w:p>
    <w:p w14:paraId="5EC59B33" w14:textId="77777777" w:rsidR="001C0413" w:rsidRDefault="001C0413" w:rsidP="001C0413">
      <w:r>
        <w:rPr>
          <w:rFonts w:eastAsia="Georgia"/>
        </w:rPr>
        <w:t>— </w:t>
      </w:r>
      <w:r w:rsidR="00530790" w:rsidRPr="005D5566">
        <w:t>André m</w:t>
      </w:r>
      <w:r>
        <w:t>’</w:t>
      </w:r>
      <w:r w:rsidR="00530790" w:rsidRPr="005D5566">
        <w:t>a fait comprendre bien des choses</w:t>
      </w:r>
      <w:r>
        <w:t xml:space="preserve"> ! </w:t>
      </w:r>
      <w:r w:rsidR="00530790" w:rsidRPr="005D5566">
        <w:t>dit-elle</w:t>
      </w:r>
      <w:r>
        <w:t xml:space="preserve">, </w:t>
      </w:r>
      <w:r w:rsidR="00530790" w:rsidRPr="005D5566">
        <w:t>désireuse de rappeler le Petit-Russien à son fils</w:t>
      </w:r>
      <w:r>
        <w:t>.</w:t>
      </w:r>
    </w:p>
    <w:p w14:paraId="72F525D8" w14:textId="77777777" w:rsidR="001C0413" w:rsidRDefault="001C0413" w:rsidP="001C0413">
      <w:r>
        <w:t>— </w:t>
      </w:r>
      <w:r w:rsidR="00530790" w:rsidRPr="005D5566">
        <w:t>Il m</w:t>
      </w:r>
      <w:r>
        <w:t>’</w:t>
      </w:r>
      <w:r w:rsidR="00530790" w:rsidRPr="005D5566">
        <w:t>a raconté tout ce que tu faisais</w:t>
      </w:r>
      <w:r>
        <w:t xml:space="preserve"> ! </w:t>
      </w:r>
      <w:r w:rsidR="00530790" w:rsidRPr="005D5566">
        <w:t>reprit Pavel en riant</w:t>
      </w:r>
      <w:r>
        <w:t>.</w:t>
      </w:r>
    </w:p>
    <w:p w14:paraId="10668AFA" w14:textId="77777777" w:rsidR="001C0413" w:rsidRDefault="001C0413" w:rsidP="001C0413">
      <w:r>
        <w:t>— </w:t>
      </w:r>
      <w:r w:rsidR="00530790" w:rsidRPr="005D5566">
        <w:t>Iégor aussi</w:t>
      </w:r>
      <w:r>
        <w:t xml:space="preserve">. </w:t>
      </w:r>
      <w:r w:rsidR="00530790" w:rsidRPr="005D5566">
        <w:t>Nous sommes du même village</w:t>
      </w:r>
      <w:r>
        <w:t xml:space="preserve">… </w:t>
      </w:r>
      <w:r w:rsidR="00530790" w:rsidRPr="005D5566">
        <w:t>André voulait même m</w:t>
      </w:r>
      <w:r>
        <w:t>’</w:t>
      </w:r>
      <w:r w:rsidR="00530790" w:rsidRPr="005D5566">
        <w:t>apprendre à lire</w:t>
      </w:r>
      <w:r>
        <w:t>…</w:t>
      </w:r>
    </w:p>
    <w:p w14:paraId="78AFB441" w14:textId="77777777" w:rsidR="001C0413" w:rsidRDefault="001C0413" w:rsidP="001C0413">
      <w:r>
        <w:t>— </w:t>
      </w:r>
      <w:r w:rsidR="00530790" w:rsidRPr="005D5566">
        <w:t>Et tu as eu honte et tu t</w:t>
      </w:r>
      <w:r>
        <w:t>’</w:t>
      </w:r>
      <w:r w:rsidR="00530790" w:rsidRPr="005D5566">
        <w:t>es mise à étudier toute seule</w:t>
      </w:r>
      <w:r>
        <w:t xml:space="preserve">, </w:t>
      </w:r>
      <w:r w:rsidR="00530790" w:rsidRPr="005D5566">
        <w:t>en cachette</w:t>
      </w:r>
      <w:r>
        <w:t>…</w:t>
      </w:r>
    </w:p>
    <w:p w14:paraId="1538E493" w14:textId="77777777" w:rsidR="001C0413" w:rsidRDefault="001C0413" w:rsidP="001C0413">
      <w:r>
        <w:t>— </w:t>
      </w:r>
      <w:r w:rsidR="00530790" w:rsidRPr="005D5566">
        <w:t>Ah</w:t>
      </w:r>
      <w:r>
        <w:t xml:space="preserve"> ! </w:t>
      </w:r>
      <w:r w:rsidR="00530790" w:rsidRPr="005D5566">
        <w:t>il m</w:t>
      </w:r>
      <w:r>
        <w:t>’</w:t>
      </w:r>
      <w:r w:rsidR="00530790" w:rsidRPr="005D5566">
        <w:t>a espionnée</w:t>
      </w:r>
      <w:r>
        <w:t xml:space="preserve"> ! </w:t>
      </w:r>
      <w:r w:rsidR="00530790" w:rsidRPr="005D5566">
        <w:t>s</w:t>
      </w:r>
      <w:r>
        <w:t>’</w:t>
      </w:r>
      <w:r w:rsidR="00530790" w:rsidRPr="005D5566">
        <w:t>écria-t-elle avec embarras</w:t>
      </w:r>
      <w:r>
        <w:t xml:space="preserve">. </w:t>
      </w:r>
      <w:r w:rsidR="00530790" w:rsidRPr="005D5566">
        <w:t>Et</w:t>
      </w:r>
      <w:r>
        <w:t xml:space="preserve">, </w:t>
      </w:r>
      <w:r w:rsidR="00530790" w:rsidRPr="005D5566">
        <w:t>agitée par l</w:t>
      </w:r>
      <w:r>
        <w:t>’</w:t>
      </w:r>
      <w:r w:rsidR="00530790" w:rsidRPr="005D5566">
        <w:t>excès de joie qui remplissait son cœur</w:t>
      </w:r>
      <w:r>
        <w:t xml:space="preserve">, </w:t>
      </w:r>
      <w:r w:rsidR="00530790" w:rsidRPr="005D5566">
        <w:t>elle proposa à Pavel</w:t>
      </w:r>
      <w:r>
        <w:t> :</w:t>
      </w:r>
    </w:p>
    <w:p w14:paraId="6505384C" w14:textId="77777777" w:rsidR="001C0413" w:rsidRDefault="001C0413" w:rsidP="001C0413">
      <w:r>
        <w:t>— </w:t>
      </w:r>
      <w:r w:rsidR="00530790" w:rsidRPr="005D5566">
        <w:t>Il faut l</w:t>
      </w:r>
      <w:r>
        <w:t>’</w:t>
      </w:r>
      <w:r w:rsidR="00530790" w:rsidRPr="005D5566">
        <w:t>appeler</w:t>
      </w:r>
      <w:r>
        <w:t xml:space="preserve"> ! </w:t>
      </w:r>
      <w:r w:rsidR="00530790" w:rsidRPr="005D5566">
        <w:t>Il est sorti pour ne pas nous gêner</w:t>
      </w:r>
      <w:r>
        <w:t xml:space="preserve">. </w:t>
      </w:r>
      <w:r w:rsidR="00530790" w:rsidRPr="005D5566">
        <w:t>Il n</w:t>
      </w:r>
      <w:r>
        <w:t>’</w:t>
      </w:r>
      <w:r w:rsidR="00530790" w:rsidRPr="005D5566">
        <w:t>a pas de mère</w:t>
      </w:r>
      <w:r>
        <w:t>…</w:t>
      </w:r>
    </w:p>
    <w:p w14:paraId="7FE10925" w14:textId="77777777" w:rsidR="001C0413" w:rsidRDefault="001C0413" w:rsidP="001C0413">
      <w:r>
        <w:lastRenderedPageBreak/>
        <w:t>— </w:t>
      </w:r>
      <w:r w:rsidR="00530790" w:rsidRPr="005D5566">
        <w:t>André</w:t>
      </w:r>
      <w:r>
        <w:t xml:space="preserve"> ! </w:t>
      </w:r>
      <w:r w:rsidR="00530790" w:rsidRPr="005D5566">
        <w:t>cria Pavel</w:t>
      </w:r>
      <w:r>
        <w:t xml:space="preserve">, </w:t>
      </w:r>
      <w:r w:rsidR="00530790" w:rsidRPr="005D5566">
        <w:t>en ouvrant la porte d</w:t>
      </w:r>
      <w:r>
        <w:t>’</w:t>
      </w:r>
      <w:r w:rsidR="00530790" w:rsidRPr="005D5566">
        <w:t>entrée</w:t>
      </w:r>
      <w:r>
        <w:t xml:space="preserve">. </w:t>
      </w:r>
      <w:r w:rsidR="00530790" w:rsidRPr="005D5566">
        <w:t>Où es-tu</w:t>
      </w:r>
      <w:r>
        <w:t> ?</w:t>
      </w:r>
    </w:p>
    <w:p w14:paraId="7174D74F" w14:textId="77777777" w:rsidR="001C0413" w:rsidRDefault="001C0413" w:rsidP="001C0413">
      <w:r>
        <w:t>— </w:t>
      </w:r>
      <w:r w:rsidR="00530790" w:rsidRPr="005D5566">
        <w:t>Ici</w:t>
      </w:r>
      <w:r>
        <w:t xml:space="preserve">, </w:t>
      </w:r>
      <w:r w:rsidR="00530790" w:rsidRPr="005D5566">
        <w:rPr>
          <w:bCs/>
        </w:rPr>
        <w:t xml:space="preserve">je </w:t>
      </w:r>
      <w:r w:rsidR="00530790" w:rsidRPr="005D5566">
        <w:t>vais fendre du bois</w:t>
      </w:r>
      <w:r>
        <w:t>…</w:t>
      </w:r>
    </w:p>
    <w:p w14:paraId="5F0A2F5C" w14:textId="77777777" w:rsidR="001C0413" w:rsidRDefault="001C0413" w:rsidP="001C0413">
      <w:pPr>
        <w:rPr>
          <w:bCs/>
          <w:szCs w:val="32"/>
        </w:rPr>
      </w:pPr>
      <w:r>
        <w:t>— </w:t>
      </w:r>
      <w:r w:rsidR="00530790" w:rsidRPr="005D5566">
        <w:rPr>
          <w:szCs w:val="32"/>
        </w:rPr>
        <w:t>Tu as bien le temps</w:t>
      </w:r>
      <w:r>
        <w:rPr>
          <w:szCs w:val="32"/>
        </w:rPr>
        <w:t xml:space="preserve">, </w:t>
      </w:r>
      <w:r w:rsidR="00530790" w:rsidRPr="005D5566">
        <w:rPr>
          <w:bCs/>
          <w:szCs w:val="32"/>
        </w:rPr>
        <w:t>viens</w:t>
      </w:r>
      <w:r>
        <w:rPr>
          <w:bCs/>
          <w:szCs w:val="32"/>
        </w:rPr>
        <w:t> !</w:t>
      </w:r>
    </w:p>
    <w:p w14:paraId="1E430785" w14:textId="77777777" w:rsidR="001C0413" w:rsidRDefault="001C0413" w:rsidP="001C0413">
      <w:r>
        <w:t>— </w:t>
      </w:r>
      <w:r w:rsidR="00530790" w:rsidRPr="005D5566">
        <w:t>Oui</w:t>
      </w:r>
      <w:r>
        <w:t>…</w:t>
      </w:r>
    </w:p>
    <w:p w14:paraId="4951EFE7" w14:textId="77777777" w:rsidR="001C0413" w:rsidRDefault="00530790" w:rsidP="001C0413">
      <w:r w:rsidRPr="005D5566">
        <w:t>Mais il ne rentra pas immédiatement et</w:t>
      </w:r>
      <w:r w:rsidR="001C0413">
        <w:t xml:space="preserve">, </w:t>
      </w:r>
      <w:r w:rsidRPr="005D5566">
        <w:t>sur le seuil de la cuisine</w:t>
      </w:r>
      <w:r w:rsidR="001C0413">
        <w:t xml:space="preserve">, </w:t>
      </w:r>
      <w:r w:rsidRPr="005D5566">
        <w:t>il déclara d</w:t>
      </w:r>
      <w:r w:rsidR="001C0413">
        <w:t>’</w:t>
      </w:r>
      <w:r w:rsidRPr="005D5566">
        <w:t>un air affairé</w:t>
      </w:r>
      <w:r w:rsidR="001C0413">
        <w:t> :</w:t>
      </w:r>
    </w:p>
    <w:p w14:paraId="69C244A7" w14:textId="77777777" w:rsidR="001C0413" w:rsidRDefault="001C0413" w:rsidP="001C0413">
      <w:r>
        <w:t>— </w:t>
      </w:r>
      <w:r w:rsidR="00530790" w:rsidRPr="005D5566">
        <w:t xml:space="preserve">Il faut dire à </w:t>
      </w:r>
      <w:r w:rsidR="00530790" w:rsidRPr="005D5566">
        <w:rPr>
          <w:bCs/>
        </w:rPr>
        <w:t xml:space="preserve">Vessoftchikov </w:t>
      </w:r>
      <w:r w:rsidR="00530790" w:rsidRPr="005D5566">
        <w:t>qu</w:t>
      </w:r>
      <w:r>
        <w:t>’</w:t>
      </w:r>
      <w:r w:rsidR="00530790" w:rsidRPr="005D5566">
        <w:t>il apporte du bois</w:t>
      </w:r>
      <w:r>
        <w:t xml:space="preserve">, </w:t>
      </w:r>
      <w:r w:rsidR="00530790" w:rsidRPr="005D5566">
        <w:t>il n</w:t>
      </w:r>
      <w:r>
        <w:t>’</w:t>
      </w:r>
      <w:r w:rsidR="00530790" w:rsidRPr="005D5566">
        <w:t>en reste plus beaucoup</w:t>
      </w:r>
      <w:r>
        <w:t xml:space="preserve">. </w:t>
      </w:r>
      <w:r w:rsidR="00530790" w:rsidRPr="005D5566">
        <w:t>Vous voyez comme la prison a fait du bien à Pavel</w:t>
      </w:r>
      <w:r>
        <w:t xml:space="preserve">… </w:t>
      </w:r>
      <w:r w:rsidR="00530790" w:rsidRPr="005D5566">
        <w:t>Au lieu de punir les révoltés</w:t>
      </w:r>
      <w:r>
        <w:t xml:space="preserve">, </w:t>
      </w:r>
      <w:r w:rsidR="00530790" w:rsidRPr="005D5566">
        <w:t>le gouvernement les engraisse</w:t>
      </w:r>
      <w:r>
        <w:t>…</w:t>
      </w:r>
    </w:p>
    <w:p w14:paraId="49D265E8" w14:textId="77777777" w:rsidR="001C0413" w:rsidRDefault="00530790" w:rsidP="001C0413">
      <w:r w:rsidRPr="005D5566">
        <w:t>La mère se mit à rire</w:t>
      </w:r>
      <w:r w:rsidR="001C0413">
        <w:t xml:space="preserve">, </w:t>
      </w:r>
      <w:r w:rsidRPr="005D5566">
        <w:t>son cœur tressaillit doucement</w:t>
      </w:r>
      <w:r w:rsidR="001C0413">
        <w:t xml:space="preserve"> ; </w:t>
      </w:r>
      <w:r w:rsidRPr="005D5566">
        <w:t>elle était comme grisée de bonheur</w:t>
      </w:r>
      <w:r w:rsidR="001C0413">
        <w:t xml:space="preserve"> ; </w:t>
      </w:r>
      <w:r w:rsidRPr="005D5566">
        <w:t>mais déjà un sentiment de prudence lui faisait désirer de voir son fils calme comme il l</w:t>
      </w:r>
      <w:r w:rsidR="001C0413">
        <w:t>’</w:t>
      </w:r>
      <w:r w:rsidRPr="005D5566">
        <w:t>était toujours</w:t>
      </w:r>
      <w:r w:rsidR="001C0413">
        <w:t xml:space="preserve">. </w:t>
      </w:r>
      <w:r w:rsidRPr="005D5566">
        <w:t>Son âme trop heureuse voulait que la première joie de sa vie se repliât d</w:t>
      </w:r>
      <w:r w:rsidR="001C0413">
        <w:t>’</w:t>
      </w:r>
      <w:r w:rsidRPr="005D5566">
        <w:t>un coup dans son cœur pour rester pour toujours aussi forte et aussi vive</w:t>
      </w:r>
      <w:r w:rsidR="001C0413">
        <w:t xml:space="preserve">. </w:t>
      </w:r>
      <w:r w:rsidRPr="005D5566">
        <w:t>Comme si elle eût craint que son bonheur ne s</w:t>
      </w:r>
      <w:r w:rsidR="001C0413">
        <w:t>’</w:t>
      </w:r>
      <w:r w:rsidRPr="005D5566">
        <w:t>amoindrît</w:t>
      </w:r>
      <w:r w:rsidR="001C0413">
        <w:t xml:space="preserve">, </w:t>
      </w:r>
      <w:r w:rsidRPr="005D5566">
        <w:t>elle se hâta de le recouvrir</w:t>
      </w:r>
      <w:r w:rsidR="001C0413">
        <w:t xml:space="preserve">, </w:t>
      </w:r>
      <w:r w:rsidRPr="005D5566">
        <w:t>tel l</w:t>
      </w:r>
      <w:r w:rsidR="001C0413">
        <w:t>’</w:t>
      </w:r>
      <w:r w:rsidRPr="005D5566">
        <w:t>oiseleur qui a pris par hasard un oiseau merveilleux</w:t>
      </w:r>
      <w:r w:rsidR="001C0413">
        <w:t>.</w:t>
      </w:r>
    </w:p>
    <w:p w14:paraId="31C25360" w14:textId="77777777" w:rsidR="001C0413" w:rsidRDefault="001C0413" w:rsidP="001C0413">
      <w:r>
        <w:t>— </w:t>
      </w:r>
      <w:r w:rsidR="00530790" w:rsidRPr="005D5566">
        <w:t>Tu n</w:t>
      </w:r>
      <w:r>
        <w:t>’</w:t>
      </w:r>
      <w:r w:rsidR="00530790" w:rsidRPr="005D5566">
        <w:t>as pas encore mangé</w:t>
      </w:r>
      <w:r>
        <w:t xml:space="preserve">, </w:t>
      </w:r>
      <w:r w:rsidR="00530790" w:rsidRPr="005D5566">
        <w:t>allons dîner</w:t>
      </w:r>
      <w:r>
        <w:t xml:space="preserve">, </w:t>
      </w:r>
      <w:r w:rsidR="00530790" w:rsidRPr="005D5566">
        <w:t>Pavel</w:t>
      </w:r>
      <w:r>
        <w:t xml:space="preserve"> ! </w:t>
      </w:r>
      <w:r w:rsidR="00530790" w:rsidRPr="005D5566">
        <w:t>proposa-t-elle</w:t>
      </w:r>
      <w:r>
        <w:t>.</w:t>
      </w:r>
    </w:p>
    <w:p w14:paraId="73D52067" w14:textId="77777777" w:rsidR="001C0413" w:rsidRDefault="001C0413" w:rsidP="001C0413">
      <w:r>
        <w:t>— </w:t>
      </w:r>
      <w:r w:rsidR="00530790" w:rsidRPr="005D5566">
        <w:t>Non</w:t>
      </w:r>
      <w:r>
        <w:t xml:space="preserve">. </w:t>
      </w:r>
      <w:r w:rsidR="00530790" w:rsidRPr="005D5566">
        <w:t>Le surveillant m</w:t>
      </w:r>
      <w:r>
        <w:t>’</w:t>
      </w:r>
      <w:r w:rsidR="00530790" w:rsidRPr="005D5566">
        <w:t>a appris hier qu</w:t>
      </w:r>
      <w:r>
        <w:t>’</w:t>
      </w:r>
      <w:r w:rsidR="00530790" w:rsidRPr="005D5566">
        <w:t>on avait décidé de me libérer et depuis lors je n</w:t>
      </w:r>
      <w:r>
        <w:t>’</w:t>
      </w:r>
      <w:r w:rsidR="00530790" w:rsidRPr="005D5566">
        <w:t>ai eu ni faim ni soif</w:t>
      </w:r>
      <w:r>
        <w:t xml:space="preserve">… </w:t>
      </w:r>
      <w:r w:rsidR="00530790" w:rsidRPr="005D5566">
        <w:t>La première personne que j</w:t>
      </w:r>
      <w:r>
        <w:t>’</w:t>
      </w:r>
      <w:r w:rsidR="00530790" w:rsidRPr="005D5566">
        <w:t>ai rencontrée ici</w:t>
      </w:r>
      <w:r>
        <w:t xml:space="preserve">, </w:t>
      </w:r>
      <w:r w:rsidR="00530790" w:rsidRPr="005D5566">
        <w:t>c</w:t>
      </w:r>
      <w:r>
        <w:t>’</w:t>
      </w:r>
      <w:r w:rsidR="00530790" w:rsidRPr="005D5566">
        <w:t xml:space="preserve">est </w:t>
      </w:r>
      <w:r w:rsidR="00530790" w:rsidRPr="005D5566">
        <w:rPr>
          <w:bCs/>
        </w:rPr>
        <w:t xml:space="preserve">le </w:t>
      </w:r>
      <w:r w:rsidR="00530790" w:rsidRPr="005D5566">
        <w:t>vieux Sizov</w:t>
      </w:r>
      <w:r>
        <w:t xml:space="preserve">, </w:t>
      </w:r>
      <w:r w:rsidR="00530790" w:rsidRPr="005D5566">
        <w:rPr>
          <w:bCs/>
        </w:rPr>
        <w:t xml:space="preserve">raconta-t-il </w:t>
      </w:r>
      <w:r w:rsidR="00530790" w:rsidRPr="005D5566">
        <w:t>à André</w:t>
      </w:r>
      <w:r>
        <w:t xml:space="preserve">. </w:t>
      </w:r>
      <w:r w:rsidR="00530790" w:rsidRPr="005D5566">
        <w:t>En me voyant</w:t>
      </w:r>
      <w:r>
        <w:t xml:space="preserve">, </w:t>
      </w:r>
      <w:r w:rsidR="00530790" w:rsidRPr="005D5566">
        <w:t>il a traversé la rue pour me dire bonjour</w:t>
      </w:r>
      <w:r>
        <w:t xml:space="preserve">… </w:t>
      </w:r>
      <w:r w:rsidR="00530790" w:rsidRPr="005D5566">
        <w:t>je l</w:t>
      </w:r>
      <w:r>
        <w:t>’</w:t>
      </w:r>
      <w:r w:rsidR="00530790" w:rsidRPr="005D5566">
        <w:t>ai engagé à être plus prudent</w:t>
      </w:r>
      <w:r>
        <w:t xml:space="preserve">, </w:t>
      </w:r>
      <w:r w:rsidR="00530790" w:rsidRPr="005D5566">
        <w:t>puisque je suis un homme dangereux</w:t>
      </w:r>
      <w:r>
        <w:t xml:space="preserve">, </w:t>
      </w:r>
      <w:r w:rsidR="00530790" w:rsidRPr="005D5566">
        <w:t>sous la surveillance de la police</w:t>
      </w:r>
      <w:r>
        <w:t xml:space="preserve"> ! – </w:t>
      </w:r>
      <w:r w:rsidR="00530790" w:rsidRPr="005D5566">
        <w:t>Cela ne fait rien</w:t>
      </w:r>
      <w:r>
        <w:t xml:space="preserve">, </w:t>
      </w:r>
      <w:r w:rsidR="00530790" w:rsidRPr="005D5566">
        <w:t>m</w:t>
      </w:r>
      <w:r>
        <w:t>’</w:t>
      </w:r>
      <w:r w:rsidR="00530790" w:rsidRPr="005D5566">
        <w:t>a-t-il répondu</w:t>
      </w:r>
      <w:r>
        <w:t xml:space="preserve">. </w:t>
      </w:r>
      <w:r w:rsidR="00530790" w:rsidRPr="005D5566">
        <w:t xml:space="preserve">Et sais-tu </w:t>
      </w:r>
      <w:r w:rsidR="00530790" w:rsidRPr="005D5566">
        <w:rPr>
          <w:bCs/>
        </w:rPr>
        <w:t xml:space="preserve">ce </w:t>
      </w:r>
      <w:r w:rsidR="00530790" w:rsidRPr="005D5566">
        <w:t>qu</w:t>
      </w:r>
      <w:r>
        <w:t>’</w:t>
      </w:r>
      <w:r w:rsidR="00530790" w:rsidRPr="005D5566">
        <w:t xml:space="preserve">il </w:t>
      </w:r>
      <w:r w:rsidR="00530790" w:rsidRPr="005D5566">
        <w:lastRenderedPageBreak/>
        <w:t>m</w:t>
      </w:r>
      <w:r>
        <w:t>’</w:t>
      </w:r>
      <w:r w:rsidR="00530790" w:rsidRPr="005D5566">
        <w:t>a demandé au sujet de son neveu</w:t>
      </w:r>
      <w:r>
        <w:t xml:space="preserve"> ? – </w:t>
      </w:r>
      <w:r w:rsidR="00530790" w:rsidRPr="005D5566">
        <w:t>Fédor s</w:t>
      </w:r>
      <w:r>
        <w:t>’</w:t>
      </w:r>
      <w:r w:rsidR="00530790" w:rsidRPr="005D5566">
        <w:t>est-il bien conduit en prison</w:t>
      </w:r>
      <w:r>
        <w:t xml:space="preserve"> ? – </w:t>
      </w:r>
      <w:r w:rsidR="00530790" w:rsidRPr="005D5566">
        <w:t>Qu</w:t>
      </w:r>
      <w:r>
        <w:t>’</w:t>
      </w:r>
      <w:r w:rsidR="00530790" w:rsidRPr="005D5566">
        <w:t>entendez-vous par bien se conduire quand on est en prison</w:t>
      </w:r>
      <w:r>
        <w:t xml:space="preserve"> ? – </w:t>
      </w:r>
      <w:r w:rsidR="00530790" w:rsidRPr="005D5566">
        <w:t>Eh bien</w:t>
      </w:r>
      <w:r>
        <w:t xml:space="preserve">, </w:t>
      </w:r>
      <w:r w:rsidR="00530790" w:rsidRPr="005D5566">
        <w:t>ne pas bavarder au sujet des camarades</w:t>
      </w:r>
      <w:r>
        <w:t xml:space="preserve"> ! </w:t>
      </w:r>
      <w:r w:rsidR="00530790" w:rsidRPr="005D5566">
        <w:t xml:space="preserve">Quand je lui ai appris </w:t>
      </w:r>
      <w:r w:rsidR="00530790" w:rsidRPr="005D5566">
        <w:rPr>
          <w:bCs/>
        </w:rPr>
        <w:t xml:space="preserve">que </w:t>
      </w:r>
      <w:r w:rsidR="00530790" w:rsidRPr="005D5566">
        <w:t>Fédor est un garçon honnête et intelligent</w:t>
      </w:r>
      <w:r>
        <w:t xml:space="preserve">, </w:t>
      </w:r>
      <w:r w:rsidR="00530790" w:rsidRPr="005D5566">
        <w:t>il s</w:t>
      </w:r>
      <w:r>
        <w:t>’</w:t>
      </w:r>
      <w:r w:rsidR="00530790" w:rsidRPr="005D5566">
        <w:t>est caressé la barbe en me déclarant fièrement</w:t>
      </w:r>
      <w:r>
        <w:t xml:space="preserve"> : – </w:t>
      </w:r>
      <w:r w:rsidR="00530790" w:rsidRPr="005D5566">
        <w:t>Nous autres Sizov</w:t>
      </w:r>
      <w:r>
        <w:t xml:space="preserve">, </w:t>
      </w:r>
      <w:r w:rsidR="00530790" w:rsidRPr="005D5566">
        <w:t>nous n</w:t>
      </w:r>
      <w:r>
        <w:t>’</w:t>
      </w:r>
      <w:r w:rsidR="00530790" w:rsidRPr="005D5566">
        <w:t>avons pas de coquins dans la famille</w:t>
      </w:r>
      <w:r>
        <w:t>…</w:t>
      </w:r>
    </w:p>
    <w:p w14:paraId="5414E4AF" w14:textId="77777777" w:rsidR="001C0413" w:rsidRDefault="001C0413" w:rsidP="001C0413">
      <w:r>
        <w:t>— </w:t>
      </w:r>
      <w:r w:rsidR="00530790" w:rsidRPr="005D5566">
        <w:t>Il n</w:t>
      </w:r>
      <w:r>
        <w:t>’</w:t>
      </w:r>
      <w:r w:rsidR="00530790" w:rsidRPr="005D5566">
        <w:t>est pas bête</w:t>
      </w:r>
      <w:r>
        <w:t xml:space="preserve">, </w:t>
      </w:r>
      <w:r w:rsidR="00530790" w:rsidRPr="005D5566">
        <w:t>ce vieillard</w:t>
      </w:r>
      <w:r>
        <w:t xml:space="preserve">, </w:t>
      </w:r>
      <w:r w:rsidR="00530790" w:rsidRPr="005D5566">
        <w:t>dit André en secouant la tête</w:t>
      </w:r>
      <w:r>
        <w:t xml:space="preserve">. </w:t>
      </w:r>
      <w:r w:rsidR="00530790" w:rsidRPr="005D5566">
        <w:t>Nous parlons souvent ensemble</w:t>
      </w:r>
      <w:r>
        <w:t xml:space="preserve">… </w:t>
      </w:r>
      <w:r w:rsidR="00530790" w:rsidRPr="005D5566">
        <w:rPr>
          <w:bCs/>
        </w:rPr>
        <w:t>c</w:t>
      </w:r>
      <w:r>
        <w:t>’</w:t>
      </w:r>
      <w:r w:rsidR="00530790" w:rsidRPr="005D5566">
        <w:t>est on brave homme</w:t>
      </w:r>
      <w:r>
        <w:t xml:space="preserve"> ! </w:t>
      </w:r>
      <w:r w:rsidR="00530790" w:rsidRPr="005D5566">
        <w:t>Fédia sera-t</w:t>
      </w:r>
      <w:r w:rsidR="00530790" w:rsidRPr="005D5566">
        <w:rPr>
          <w:bCs/>
        </w:rPr>
        <w:t xml:space="preserve">-il </w:t>
      </w:r>
      <w:r w:rsidR="00530790" w:rsidRPr="005D5566">
        <w:t>bientôt libéré</w:t>
      </w:r>
      <w:r>
        <w:t> ?</w:t>
      </w:r>
    </w:p>
    <w:p w14:paraId="51C1C058" w14:textId="77777777" w:rsidR="001C0413" w:rsidRDefault="001C0413" w:rsidP="001C0413">
      <w:r>
        <w:t>— </w:t>
      </w:r>
      <w:r w:rsidR="00530790" w:rsidRPr="005D5566">
        <w:t>Ces jours-ci</w:t>
      </w:r>
      <w:r>
        <w:t xml:space="preserve">, </w:t>
      </w:r>
      <w:r w:rsidR="00530790" w:rsidRPr="005D5566">
        <w:t>probablement</w:t>
      </w:r>
      <w:r>
        <w:t xml:space="preserve">… </w:t>
      </w:r>
      <w:r w:rsidR="00530790" w:rsidRPr="005D5566">
        <w:t>Je crois qu</w:t>
      </w:r>
      <w:r>
        <w:t>’</w:t>
      </w:r>
      <w:r w:rsidR="00530790" w:rsidRPr="005D5566">
        <w:t>on relâchera tout le monde</w:t>
      </w:r>
      <w:r>
        <w:t xml:space="preserve">. </w:t>
      </w:r>
      <w:r w:rsidR="00530790" w:rsidRPr="005D5566">
        <w:t>On n</w:t>
      </w:r>
      <w:r>
        <w:t>’</w:t>
      </w:r>
      <w:r w:rsidR="00530790" w:rsidRPr="005D5566">
        <w:t>a point de preuves contre nous</w:t>
      </w:r>
      <w:r>
        <w:t xml:space="preserve">, </w:t>
      </w:r>
      <w:r w:rsidR="00530790" w:rsidRPr="005D5566">
        <w:t>sauf les dépositions d</w:t>
      </w:r>
      <w:r>
        <w:t>’</w:t>
      </w:r>
      <w:r w:rsidR="00530790" w:rsidRPr="005D5566">
        <w:t>Isaïe</w:t>
      </w:r>
      <w:r>
        <w:t xml:space="preserve"> ; </w:t>
      </w:r>
      <w:r w:rsidR="00530790" w:rsidRPr="005D5566">
        <w:t xml:space="preserve">et </w:t>
      </w:r>
      <w:r w:rsidR="00530790" w:rsidRPr="005D5566">
        <w:rPr>
          <w:bCs/>
        </w:rPr>
        <w:t>que pouvait</w:t>
      </w:r>
      <w:r w:rsidR="00530790" w:rsidRPr="005D5566">
        <w:t>-il savoir</w:t>
      </w:r>
      <w:r>
        <w:t> ?</w:t>
      </w:r>
    </w:p>
    <w:p w14:paraId="4C94BED8" w14:textId="77777777" w:rsidR="001C0413" w:rsidRDefault="00530790" w:rsidP="001C0413">
      <w:r w:rsidRPr="005D5566">
        <w:t>La mère allait et venait</w:t>
      </w:r>
      <w:r w:rsidR="001C0413">
        <w:t xml:space="preserve">, </w:t>
      </w:r>
      <w:r w:rsidRPr="005D5566">
        <w:t>et contemplait son fils</w:t>
      </w:r>
      <w:r w:rsidR="001C0413">
        <w:t xml:space="preserve">. </w:t>
      </w:r>
      <w:r w:rsidRPr="005D5566">
        <w:t>André écoutait le jeune homme</w:t>
      </w:r>
      <w:r w:rsidR="001C0413">
        <w:t xml:space="preserve">, </w:t>
      </w:r>
      <w:r w:rsidRPr="005D5566">
        <w:t>debout devant la fenêtre</w:t>
      </w:r>
      <w:r w:rsidR="001C0413">
        <w:t xml:space="preserve">, </w:t>
      </w:r>
      <w:r w:rsidRPr="005D5566">
        <w:t>les bras croisés derrière le dos</w:t>
      </w:r>
      <w:r w:rsidR="001C0413">
        <w:t xml:space="preserve">. </w:t>
      </w:r>
      <w:r w:rsidRPr="005D5566">
        <w:t>Pavel arpentait la chambre à grands pas</w:t>
      </w:r>
      <w:r w:rsidR="001C0413">
        <w:t xml:space="preserve">. </w:t>
      </w:r>
      <w:r w:rsidRPr="005D5566">
        <w:t>Il avait laissé pousser sa barbe</w:t>
      </w:r>
      <w:r w:rsidR="001C0413">
        <w:t xml:space="preserve">, </w:t>
      </w:r>
      <w:r w:rsidRPr="005D5566">
        <w:t>qui bouclait sur ses joues en petits anneaux noirs et fins et atténuait la vigueur de son teint basané</w:t>
      </w:r>
      <w:r w:rsidR="001C0413">
        <w:t xml:space="preserve">. </w:t>
      </w:r>
      <w:r w:rsidRPr="005D5566">
        <w:t>Ses yeux cernés avaient un regard sombre</w:t>
      </w:r>
      <w:r w:rsidR="001C0413">
        <w:t>.</w:t>
      </w:r>
    </w:p>
    <w:p w14:paraId="6688AFFA" w14:textId="77777777" w:rsidR="001C0413" w:rsidRDefault="001C0413" w:rsidP="001C0413">
      <w:r>
        <w:t>— </w:t>
      </w:r>
      <w:r w:rsidR="00530790" w:rsidRPr="005D5566">
        <w:t>Asseyez-vous</w:t>
      </w:r>
      <w:r>
        <w:t xml:space="preserve"> ! </w:t>
      </w:r>
      <w:r w:rsidR="00530790" w:rsidRPr="005D5566">
        <w:t>dit la mère en servant le dîner</w:t>
      </w:r>
      <w:r>
        <w:t>.</w:t>
      </w:r>
    </w:p>
    <w:p w14:paraId="7418D641" w14:textId="77777777" w:rsidR="001C0413" w:rsidRDefault="00530790" w:rsidP="001C0413">
      <w:r w:rsidRPr="005D5566">
        <w:t>Tout en mangeant</w:t>
      </w:r>
      <w:r w:rsidR="001C0413">
        <w:t xml:space="preserve">, </w:t>
      </w:r>
      <w:r w:rsidRPr="005D5566">
        <w:t>André mit la conversation sur Rybine</w:t>
      </w:r>
      <w:r w:rsidR="001C0413">
        <w:t xml:space="preserve">. </w:t>
      </w:r>
      <w:r w:rsidRPr="005D5566">
        <w:t>Quand il eut achevé de raconter ce qui était arrivé</w:t>
      </w:r>
      <w:r w:rsidR="001C0413">
        <w:t xml:space="preserve">, </w:t>
      </w:r>
      <w:r w:rsidRPr="005D5566">
        <w:t>Pavel fit</w:t>
      </w:r>
      <w:r w:rsidR="001C0413">
        <w:t xml:space="preserve">, </w:t>
      </w:r>
      <w:r w:rsidRPr="005D5566">
        <w:t>d</w:t>
      </w:r>
      <w:r w:rsidR="001C0413">
        <w:t>’</w:t>
      </w:r>
      <w:r w:rsidRPr="005D5566">
        <w:t>une voix pleine de regrets</w:t>
      </w:r>
      <w:r w:rsidR="001C0413">
        <w:t> :</w:t>
      </w:r>
    </w:p>
    <w:p w14:paraId="79205C80" w14:textId="77777777" w:rsidR="001C0413" w:rsidRDefault="001C0413" w:rsidP="001C0413">
      <w:r>
        <w:t>— </w:t>
      </w:r>
      <w:r w:rsidR="00530790" w:rsidRPr="005D5566">
        <w:t>Si j</w:t>
      </w:r>
      <w:r>
        <w:t>’</w:t>
      </w:r>
      <w:r w:rsidR="00530790" w:rsidRPr="005D5566">
        <w:t>avais été là</w:t>
      </w:r>
      <w:r>
        <w:t xml:space="preserve">, </w:t>
      </w:r>
      <w:r w:rsidR="00530790" w:rsidRPr="005D5566">
        <w:t>je ne l</w:t>
      </w:r>
      <w:r>
        <w:t>’</w:t>
      </w:r>
      <w:r w:rsidR="00530790" w:rsidRPr="005D5566">
        <w:t>aurais pas laissé partir ainsi</w:t>
      </w:r>
      <w:r>
        <w:t xml:space="preserve"> ! </w:t>
      </w:r>
      <w:r w:rsidR="00530790" w:rsidRPr="005D5566">
        <w:t>Qu</w:t>
      </w:r>
      <w:r>
        <w:t>’</w:t>
      </w:r>
      <w:r w:rsidR="00530790" w:rsidRPr="005D5566">
        <w:t>emporte-t-il avec lui</w:t>
      </w:r>
      <w:r>
        <w:t xml:space="preserve"> ? </w:t>
      </w:r>
      <w:r w:rsidR="00530790" w:rsidRPr="005D5566">
        <w:t>Un sentiment de révolte et des idées embrouillées</w:t>
      </w:r>
      <w:r>
        <w:t> !…</w:t>
      </w:r>
    </w:p>
    <w:p w14:paraId="5B2F691B" w14:textId="77777777" w:rsidR="001C0413" w:rsidRDefault="001C0413" w:rsidP="001C0413">
      <w:r>
        <w:t>— </w:t>
      </w:r>
      <w:r w:rsidR="00530790" w:rsidRPr="005D5566">
        <w:t>Hé</w:t>
      </w:r>
      <w:r>
        <w:t xml:space="preserve"> ! </w:t>
      </w:r>
      <w:r w:rsidR="00530790" w:rsidRPr="005D5566">
        <w:t>s</w:t>
      </w:r>
      <w:r>
        <w:t>’</w:t>
      </w:r>
      <w:r w:rsidR="00530790" w:rsidRPr="005D5566">
        <w:t>écria André en riant</w:t>
      </w:r>
      <w:r>
        <w:t xml:space="preserve">, </w:t>
      </w:r>
      <w:r w:rsidR="00530790" w:rsidRPr="005D5566">
        <w:t>quand un homme a quarante ans</w:t>
      </w:r>
      <w:r>
        <w:t xml:space="preserve">, </w:t>
      </w:r>
      <w:r w:rsidR="00530790" w:rsidRPr="005D5566">
        <w:t>qu</w:t>
      </w:r>
      <w:r>
        <w:t>’</w:t>
      </w:r>
      <w:r w:rsidR="00530790" w:rsidRPr="005D5566">
        <w:t>il a lui-même longtemps lutté contre les doutes et les soupçons de son âme</w:t>
      </w:r>
      <w:r>
        <w:t xml:space="preserve">, </w:t>
      </w:r>
      <w:r w:rsidR="00530790" w:rsidRPr="005D5566">
        <w:t>il est difficile de le transformer</w:t>
      </w:r>
      <w:r>
        <w:t>…</w:t>
      </w:r>
    </w:p>
    <w:p w14:paraId="6601C610" w14:textId="77777777" w:rsidR="001C0413" w:rsidRDefault="00530790" w:rsidP="001C0413">
      <w:r w:rsidRPr="005D5566">
        <w:lastRenderedPageBreak/>
        <w:t>Ils discutèrent en employant des termes que la mère ne comprenait pas</w:t>
      </w:r>
      <w:r w:rsidR="001C0413">
        <w:t xml:space="preserve">. </w:t>
      </w:r>
      <w:r w:rsidRPr="005D5566">
        <w:t>Le dîner était achevé qu</w:t>
      </w:r>
      <w:r w:rsidR="001C0413">
        <w:t>’</w:t>
      </w:r>
      <w:r w:rsidRPr="005D5566">
        <w:t>ils continuaient encore à se bombarder sans pitié de paroles savantes</w:t>
      </w:r>
      <w:r w:rsidR="001C0413">
        <w:t xml:space="preserve">. </w:t>
      </w:r>
      <w:r w:rsidRPr="005D5566">
        <w:t>Parfois</w:t>
      </w:r>
      <w:r w:rsidR="001C0413">
        <w:t xml:space="preserve">, </w:t>
      </w:r>
      <w:r w:rsidRPr="005D5566">
        <w:t>ils s</w:t>
      </w:r>
      <w:r w:rsidR="001C0413">
        <w:t>’</w:t>
      </w:r>
      <w:r w:rsidRPr="005D5566">
        <w:t>exprimaient plus simplement</w:t>
      </w:r>
      <w:r w:rsidR="001C0413">
        <w:t> :</w:t>
      </w:r>
    </w:p>
    <w:p w14:paraId="588458D3" w14:textId="77777777" w:rsidR="001C0413" w:rsidRDefault="001C0413" w:rsidP="001C0413">
      <w:r>
        <w:t>— </w:t>
      </w:r>
      <w:r w:rsidR="00530790" w:rsidRPr="005D5566">
        <w:t>Nous devons suivre notre voie</w:t>
      </w:r>
      <w:r>
        <w:t xml:space="preserve">, </w:t>
      </w:r>
      <w:r w:rsidR="00530790" w:rsidRPr="005D5566">
        <w:t>sans nous en écarter d</w:t>
      </w:r>
      <w:r>
        <w:t>’</w:t>
      </w:r>
      <w:r w:rsidR="00530790" w:rsidRPr="005D5566">
        <w:t>un seul pas</w:t>
      </w:r>
      <w:r>
        <w:t xml:space="preserve">… </w:t>
      </w:r>
      <w:r w:rsidR="00530790" w:rsidRPr="005D5566">
        <w:t>déclara Pavel avec fermeté</w:t>
      </w:r>
      <w:r>
        <w:t>.</w:t>
      </w:r>
    </w:p>
    <w:p w14:paraId="713D6057" w14:textId="77777777" w:rsidR="001C0413" w:rsidRDefault="001C0413" w:rsidP="001C0413">
      <w:r>
        <w:t>— </w:t>
      </w:r>
      <w:r w:rsidR="00530790" w:rsidRPr="005D5566">
        <w:t>Et nous heurter en chemin à des dizaines de millions d</w:t>
      </w:r>
      <w:r>
        <w:t>’</w:t>
      </w:r>
      <w:r w:rsidR="00530790" w:rsidRPr="005D5566">
        <w:t>hommes qui nous considèrent comme des ennemis</w:t>
      </w:r>
      <w:r>
        <w:t>…</w:t>
      </w:r>
    </w:p>
    <w:p w14:paraId="26A36301" w14:textId="77777777" w:rsidR="001C0413" w:rsidRDefault="00530790" w:rsidP="001C0413">
      <w:r w:rsidRPr="005D5566">
        <w:t>La mère écoutait</w:t>
      </w:r>
      <w:r w:rsidR="001C0413">
        <w:t xml:space="preserve"> ; </w:t>
      </w:r>
      <w:r w:rsidRPr="005D5566">
        <w:t>elle put saisir que Pavel n</w:t>
      </w:r>
      <w:r w:rsidR="001C0413">
        <w:t>’</w:t>
      </w:r>
      <w:r w:rsidRPr="005D5566">
        <w:t>aimait pas les paysans</w:t>
      </w:r>
      <w:r w:rsidR="001C0413">
        <w:t xml:space="preserve">, </w:t>
      </w:r>
      <w:r w:rsidRPr="005D5566">
        <w:t>tandis qu</w:t>
      </w:r>
      <w:r w:rsidR="001C0413">
        <w:t>’</w:t>
      </w:r>
      <w:r w:rsidRPr="005D5566">
        <w:t>André prenait leur défense et trouvait qu</w:t>
      </w:r>
      <w:r w:rsidR="001C0413">
        <w:t>’</w:t>
      </w:r>
      <w:r w:rsidRPr="005D5566">
        <w:t xml:space="preserve">il fallait leur enseigner le bien à </w:t>
      </w:r>
      <w:r w:rsidRPr="005D5566">
        <w:rPr>
          <w:bCs/>
        </w:rPr>
        <w:t xml:space="preserve">eux </w:t>
      </w:r>
      <w:r w:rsidRPr="005D5566">
        <w:t>aussi</w:t>
      </w:r>
      <w:r w:rsidR="001C0413">
        <w:t xml:space="preserve">. </w:t>
      </w:r>
      <w:r w:rsidRPr="005D5566">
        <w:t>Elle comprenait mieux André</w:t>
      </w:r>
      <w:r w:rsidR="001C0413">
        <w:t xml:space="preserve">, </w:t>
      </w:r>
      <w:r w:rsidRPr="005D5566">
        <w:t>il lui semblait qu</w:t>
      </w:r>
      <w:r w:rsidR="001C0413">
        <w:t>’</w:t>
      </w:r>
      <w:r w:rsidRPr="005D5566">
        <w:t>il avait raison</w:t>
      </w:r>
      <w:r w:rsidR="001C0413">
        <w:t xml:space="preserve"> ; </w:t>
      </w:r>
      <w:r w:rsidRPr="005D5566">
        <w:t>chaque fois qu</w:t>
      </w:r>
      <w:r w:rsidR="001C0413">
        <w:t>’</w:t>
      </w:r>
      <w:r w:rsidRPr="005D5566">
        <w:t>il disait quelque chose à Pavel</w:t>
      </w:r>
      <w:r w:rsidR="001C0413">
        <w:t xml:space="preserve">, </w:t>
      </w:r>
      <w:r w:rsidRPr="005D5566">
        <w:t>elle tendait l</w:t>
      </w:r>
      <w:r w:rsidR="001C0413">
        <w:t>’</w:t>
      </w:r>
      <w:r w:rsidRPr="005D5566">
        <w:t>oreille et retenait sa respiration</w:t>
      </w:r>
      <w:r w:rsidR="001C0413">
        <w:t xml:space="preserve">, </w:t>
      </w:r>
      <w:r w:rsidRPr="005D5566">
        <w:t>attendant avec impatience la réponse de son fils</w:t>
      </w:r>
      <w:r w:rsidR="001C0413">
        <w:t xml:space="preserve">, </w:t>
      </w:r>
      <w:r w:rsidRPr="005D5566">
        <w:t>afin de savoir si le Petit-Russien ne l</w:t>
      </w:r>
      <w:r w:rsidR="001C0413">
        <w:t>’</w:t>
      </w:r>
      <w:r w:rsidRPr="005D5566">
        <w:t>avait pas offensé</w:t>
      </w:r>
      <w:r w:rsidR="001C0413">
        <w:t xml:space="preserve">. </w:t>
      </w:r>
      <w:r w:rsidRPr="005D5566">
        <w:t>Mais ils discutaient sans se fâcher</w:t>
      </w:r>
      <w:r w:rsidR="001C0413">
        <w:t>.</w:t>
      </w:r>
    </w:p>
    <w:p w14:paraId="2DF1514D" w14:textId="77777777" w:rsidR="001C0413" w:rsidRDefault="00530790" w:rsidP="001C0413">
      <w:r w:rsidRPr="005D5566">
        <w:t>De temps en temps</w:t>
      </w:r>
      <w:r w:rsidR="001C0413">
        <w:t xml:space="preserve">, </w:t>
      </w:r>
      <w:r w:rsidRPr="005D5566">
        <w:t>Pélaguée demandait à son fils</w:t>
      </w:r>
      <w:r w:rsidR="001C0413">
        <w:t> :</w:t>
      </w:r>
    </w:p>
    <w:p w14:paraId="38595744" w14:textId="77777777" w:rsidR="001C0413" w:rsidRDefault="001C0413" w:rsidP="001C0413">
      <w:r>
        <w:t>— </w:t>
      </w:r>
      <w:r w:rsidR="00530790" w:rsidRPr="005D5566">
        <w:t>C</w:t>
      </w:r>
      <w:r>
        <w:t>’</w:t>
      </w:r>
      <w:r w:rsidR="00530790" w:rsidRPr="005D5566">
        <w:t>est bien comme ça</w:t>
      </w:r>
      <w:r>
        <w:t xml:space="preserve">, </w:t>
      </w:r>
      <w:r w:rsidR="00530790" w:rsidRPr="005D5566">
        <w:t>Pavel</w:t>
      </w:r>
      <w:r>
        <w:t> ?</w:t>
      </w:r>
    </w:p>
    <w:p w14:paraId="79C9FDC3" w14:textId="77777777" w:rsidR="001C0413" w:rsidRDefault="00530790" w:rsidP="001C0413">
      <w:r w:rsidRPr="005D5566">
        <w:t>Et il répondait en souriant</w:t>
      </w:r>
      <w:r w:rsidR="001C0413">
        <w:t> :</w:t>
      </w:r>
    </w:p>
    <w:p w14:paraId="3D2B1520" w14:textId="77777777" w:rsidR="001C0413" w:rsidRDefault="001C0413" w:rsidP="001C0413">
      <w:r>
        <w:t>— </w:t>
      </w:r>
      <w:r w:rsidR="00530790" w:rsidRPr="005D5566">
        <w:t>Oui</w:t>
      </w:r>
      <w:r>
        <w:t> !</w:t>
      </w:r>
    </w:p>
    <w:p w14:paraId="0D7FCA3F" w14:textId="77777777" w:rsidR="001C0413" w:rsidRDefault="001C0413" w:rsidP="001C0413">
      <w:r>
        <w:t>— </w:t>
      </w:r>
      <w:r w:rsidR="00530790" w:rsidRPr="005D5566">
        <w:t>Ainsi vous</w:t>
      </w:r>
      <w:r>
        <w:t xml:space="preserve">, </w:t>
      </w:r>
      <w:r w:rsidR="00530790" w:rsidRPr="005D5566">
        <w:t>monsieur</w:t>
      </w:r>
      <w:r>
        <w:t xml:space="preserve">, </w:t>
      </w:r>
      <w:r w:rsidR="00530790" w:rsidRPr="005D5566">
        <w:t>disait le Petit-Russien d</w:t>
      </w:r>
      <w:r>
        <w:t>’</w:t>
      </w:r>
      <w:r w:rsidR="00530790" w:rsidRPr="005D5566">
        <w:t>un ton malicieux</w:t>
      </w:r>
      <w:r>
        <w:t xml:space="preserve">, </w:t>
      </w:r>
      <w:r w:rsidR="00530790" w:rsidRPr="005D5566">
        <w:t>vous avez bien mangé et vous n</w:t>
      </w:r>
      <w:r>
        <w:t>’</w:t>
      </w:r>
      <w:r w:rsidR="00530790" w:rsidRPr="005D5566">
        <w:t>avez pas mâché suffisamment et il vous est resté un morceau dans la gorge</w:t>
      </w:r>
      <w:r>
        <w:t xml:space="preserve">… </w:t>
      </w:r>
      <w:r w:rsidR="00530790" w:rsidRPr="005D5566">
        <w:t>Vous vous gargarisez</w:t>
      </w:r>
      <w:r>
        <w:t>…</w:t>
      </w:r>
    </w:p>
    <w:p w14:paraId="614EE277" w14:textId="77777777" w:rsidR="001C0413" w:rsidRDefault="001C0413" w:rsidP="001C0413">
      <w:r>
        <w:t>— </w:t>
      </w:r>
      <w:r w:rsidR="00530790" w:rsidRPr="005D5566">
        <w:t>Ne dites pas de bêtises</w:t>
      </w:r>
      <w:r>
        <w:t xml:space="preserve">, </w:t>
      </w:r>
      <w:r w:rsidR="00530790" w:rsidRPr="005D5566">
        <w:t>conseillait Pavel</w:t>
      </w:r>
      <w:r>
        <w:t>.</w:t>
      </w:r>
    </w:p>
    <w:p w14:paraId="4976557B" w14:textId="77777777" w:rsidR="001C0413" w:rsidRDefault="001C0413" w:rsidP="001C0413">
      <w:r>
        <w:t>— </w:t>
      </w:r>
      <w:r w:rsidR="00530790" w:rsidRPr="005D5566">
        <w:t>Moi</w:t>
      </w:r>
      <w:r>
        <w:t xml:space="preserve"> ! </w:t>
      </w:r>
      <w:r w:rsidR="00530790" w:rsidRPr="005D5566">
        <w:t>Je suis aussi sérieux qu</w:t>
      </w:r>
      <w:r>
        <w:t>’</w:t>
      </w:r>
      <w:r w:rsidR="00530790" w:rsidRPr="005D5566">
        <w:t>à un enterrement</w:t>
      </w:r>
      <w:r>
        <w:t> !…</w:t>
      </w:r>
    </w:p>
    <w:p w14:paraId="0FF48A10" w14:textId="77777777" w:rsidR="001C0413" w:rsidRDefault="00530790" w:rsidP="001C0413">
      <w:r w:rsidRPr="005D5566">
        <w:t>La mère riait en hochant la tête</w:t>
      </w:r>
      <w:r w:rsidR="001C0413">
        <w:t>…</w:t>
      </w:r>
    </w:p>
    <w:p w14:paraId="3E08FEEC" w14:textId="5BBA2A45" w:rsidR="00530790" w:rsidRPr="003B37B8" w:rsidRDefault="00530790" w:rsidP="001C0413">
      <w:pPr>
        <w:pStyle w:val="Titre2"/>
        <w:rPr>
          <w:szCs w:val="44"/>
        </w:rPr>
      </w:pPr>
      <w:bookmarkStart w:id="24" w:name="_Toc202279545"/>
      <w:r w:rsidRPr="003B37B8">
        <w:rPr>
          <w:szCs w:val="44"/>
        </w:rPr>
        <w:lastRenderedPageBreak/>
        <w:t>XXIII</w:t>
      </w:r>
      <w:bookmarkEnd w:id="24"/>
      <w:r w:rsidRPr="003B37B8">
        <w:rPr>
          <w:szCs w:val="44"/>
        </w:rPr>
        <w:br/>
      </w:r>
    </w:p>
    <w:p w14:paraId="7ED36253" w14:textId="77777777" w:rsidR="001C0413" w:rsidRDefault="00530790" w:rsidP="001C0413">
      <w:r w:rsidRPr="005D5566">
        <w:t>Le printemps approchait</w:t>
      </w:r>
      <w:r w:rsidR="001C0413">
        <w:t xml:space="preserve">, </w:t>
      </w:r>
      <w:r w:rsidRPr="005D5566">
        <w:t>la neige fondait</w:t>
      </w:r>
      <w:r w:rsidR="001C0413">
        <w:t xml:space="preserve">, </w:t>
      </w:r>
      <w:r w:rsidRPr="005D5566">
        <w:t>découvrant la fange et la suie des cheminées de la fabrique</w:t>
      </w:r>
      <w:r w:rsidR="001C0413">
        <w:t xml:space="preserve">, </w:t>
      </w:r>
      <w:r w:rsidRPr="005D5566">
        <w:t>qu</w:t>
      </w:r>
      <w:r w:rsidR="001C0413">
        <w:t>’</w:t>
      </w:r>
      <w:r w:rsidRPr="005D5566">
        <w:t>elle avait dissimulées sous sa blancheur</w:t>
      </w:r>
      <w:r w:rsidR="001C0413">
        <w:t>.</w:t>
      </w:r>
    </w:p>
    <w:p w14:paraId="7B6F750C" w14:textId="77777777" w:rsidR="001C0413" w:rsidRDefault="00530790" w:rsidP="001C0413">
      <w:r w:rsidRPr="005D5566">
        <w:t>Chaque jour</w:t>
      </w:r>
      <w:r w:rsidR="001C0413">
        <w:t xml:space="preserve">, </w:t>
      </w:r>
      <w:r w:rsidRPr="005D5566">
        <w:t>la boue se faisait plus agressivement apparente</w:t>
      </w:r>
      <w:r w:rsidR="001C0413">
        <w:t xml:space="preserve">, </w:t>
      </w:r>
      <w:r w:rsidRPr="005D5566">
        <w:t>le faubourg tout entier semblait sale et couvert de guenilles</w:t>
      </w:r>
      <w:r w:rsidR="001C0413">
        <w:t xml:space="preserve">. </w:t>
      </w:r>
      <w:r w:rsidRPr="005D5566">
        <w:t>Le jour</w:t>
      </w:r>
      <w:r w:rsidR="001C0413">
        <w:t xml:space="preserve">, </w:t>
      </w:r>
      <w:r w:rsidRPr="005D5566">
        <w:t>les toits dégouttaient et les murs gris des maisons fumaient comme s</w:t>
      </w:r>
      <w:r w:rsidR="001C0413">
        <w:t>’</w:t>
      </w:r>
      <w:r w:rsidRPr="005D5566">
        <w:t>ils transpiraient</w:t>
      </w:r>
      <w:r w:rsidR="001C0413">
        <w:t xml:space="preserve">. </w:t>
      </w:r>
      <w:r w:rsidRPr="005D5566">
        <w:t>La nuit</w:t>
      </w:r>
      <w:r w:rsidR="001C0413">
        <w:t xml:space="preserve">, </w:t>
      </w:r>
      <w:r w:rsidRPr="005D5566">
        <w:t>des glaçons pendaient partout et scintillaient faiblement</w:t>
      </w:r>
      <w:r w:rsidR="001C0413">
        <w:t xml:space="preserve">. </w:t>
      </w:r>
      <w:r w:rsidRPr="005D5566">
        <w:t>Le soleil se montrait de plus en plus souvent</w:t>
      </w:r>
      <w:r w:rsidR="001C0413">
        <w:t xml:space="preserve">, </w:t>
      </w:r>
      <w:r w:rsidRPr="005D5566">
        <w:t>et les ruisseaux indécis se mettaient à couler doucement vers le marais</w:t>
      </w:r>
      <w:r w:rsidR="001C0413">
        <w:t xml:space="preserve">. </w:t>
      </w:r>
      <w:r w:rsidRPr="005D5566">
        <w:t>À midi</w:t>
      </w:r>
      <w:r w:rsidR="001C0413">
        <w:t xml:space="preserve">, </w:t>
      </w:r>
      <w:r w:rsidRPr="005D5566">
        <w:t>la chanson caressante des espoirs printaniers palpitait au-dessus du faubourg</w:t>
      </w:r>
      <w:r w:rsidR="001C0413">
        <w:t>.</w:t>
      </w:r>
    </w:p>
    <w:p w14:paraId="1E559A2A" w14:textId="77777777" w:rsidR="001C0413" w:rsidRDefault="00530790" w:rsidP="001C0413">
      <w:r w:rsidRPr="005D5566">
        <w:t>On se préparait à fêter le Premier Mai</w:t>
      </w:r>
      <w:r w:rsidR="001C0413">
        <w:t>.</w:t>
      </w:r>
    </w:p>
    <w:p w14:paraId="314B78B0" w14:textId="77777777" w:rsidR="001C0413" w:rsidRDefault="00530790" w:rsidP="001C0413">
      <w:r w:rsidRPr="005D5566">
        <w:t>Des feuillets avaient été répandus à la fabrique et dans le quartier</w:t>
      </w:r>
      <w:r w:rsidR="001C0413">
        <w:t xml:space="preserve"> : </w:t>
      </w:r>
      <w:r w:rsidRPr="005D5566">
        <w:t>ils expliquaient la signification de cette fête</w:t>
      </w:r>
      <w:r w:rsidR="001C0413">
        <w:t xml:space="preserve"> ; </w:t>
      </w:r>
      <w:r w:rsidRPr="005D5566">
        <w:t>et même des jeunes gens qui n</w:t>
      </w:r>
      <w:r w:rsidR="001C0413">
        <w:t>’</w:t>
      </w:r>
      <w:r w:rsidRPr="005D5566">
        <w:t>avaient rien de commun avec les socialistes</w:t>
      </w:r>
      <w:r w:rsidR="001C0413">
        <w:t xml:space="preserve">, </w:t>
      </w:r>
      <w:r w:rsidRPr="005D5566">
        <w:t>disaient en les lisant</w:t>
      </w:r>
      <w:r w:rsidR="001C0413">
        <w:t> :</w:t>
      </w:r>
    </w:p>
    <w:p w14:paraId="3D2CE2D0" w14:textId="77777777" w:rsidR="001C0413" w:rsidRDefault="001C0413" w:rsidP="001C0413">
      <w:r>
        <w:t>— </w:t>
      </w:r>
      <w:r w:rsidR="00530790" w:rsidRPr="005D5566">
        <w:t>Il faut arranger ça</w:t>
      </w:r>
      <w:r>
        <w:t> !</w:t>
      </w:r>
    </w:p>
    <w:p w14:paraId="4ADB9081" w14:textId="77777777" w:rsidR="001C0413" w:rsidRDefault="00530790" w:rsidP="001C0413">
      <w:r w:rsidRPr="005D5566">
        <w:t>Vessoftchikov s</w:t>
      </w:r>
      <w:r w:rsidR="001C0413">
        <w:t>’</w:t>
      </w:r>
      <w:r w:rsidRPr="005D5566">
        <w:t>écriait avec un sourire maussade</w:t>
      </w:r>
      <w:r w:rsidR="001C0413">
        <w:t> :</w:t>
      </w:r>
    </w:p>
    <w:p w14:paraId="0E20FCE4" w14:textId="77777777" w:rsidR="001C0413" w:rsidRDefault="001C0413" w:rsidP="001C0413">
      <w:r>
        <w:t>— </w:t>
      </w:r>
      <w:r w:rsidR="00530790" w:rsidRPr="005D5566">
        <w:t>Ce n</w:t>
      </w:r>
      <w:r>
        <w:t>’</w:t>
      </w:r>
      <w:r w:rsidR="00530790" w:rsidRPr="005D5566">
        <w:t>est pas trop tôt</w:t>
      </w:r>
      <w:r>
        <w:t xml:space="preserve">, </w:t>
      </w:r>
      <w:r w:rsidR="00530790" w:rsidRPr="005D5566">
        <w:t>c</w:t>
      </w:r>
      <w:r>
        <w:t>’</w:t>
      </w:r>
      <w:r w:rsidR="00530790" w:rsidRPr="005D5566">
        <w:t>est assez joué à cache-cache</w:t>
      </w:r>
      <w:r>
        <w:t> !</w:t>
      </w:r>
    </w:p>
    <w:p w14:paraId="675834BF" w14:textId="77777777" w:rsidR="001C0413" w:rsidRDefault="00530790" w:rsidP="001C0413">
      <w:r w:rsidRPr="005D5566">
        <w:t>Fédia Mazine se réjouissait</w:t>
      </w:r>
      <w:r w:rsidR="001C0413">
        <w:t xml:space="preserve">. </w:t>
      </w:r>
      <w:r w:rsidRPr="005D5566">
        <w:t>Il avait beaucoup maigri</w:t>
      </w:r>
      <w:r w:rsidR="001C0413">
        <w:t xml:space="preserve">, </w:t>
      </w:r>
      <w:r w:rsidRPr="005D5566">
        <w:t>et la nervosité de ses gestes et de ses propos faisait songer à une alouette en cage</w:t>
      </w:r>
      <w:r w:rsidR="001C0413">
        <w:t xml:space="preserve">. </w:t>
      </w:r>
      <w:r w:rsidRPr="005D5566">
        <w:t>Il était toujours accompagné de Jacob Somov</w:t>
      </w:r>
      <w:r w:rsidR="001C0413">
        <w:t xml:space="preserve">, </w:t>
      </w:r>
      <w:r w:rsidRPr="005D5566">
        <w:t>garçon taciturne</w:t>
      </w:r>
      <w:r w:rsidR="001C0413">
        <w:t xml:space="preserve">, </w:t>
      </w:r>
      <w:r w:rsidRPr="005D5566">
        <w:t>très sérieux malgré son jeune âge et qui travaillait maintenant en ville</w:t>
      </w:r>
      <w:r w:rsidR="001C0413">
        <w:t xml:space="preserve">, </w:t>
      </w:r>
      <w:r w:rsidRPr="005D5566">
        <w:t>Samoïlov</w:t>
      </w:r>
      <w:r w:rsidR="001C0413">
        <w:t xml:space="preserve">, </w:t>
      </w:r>
      <w:r w:rsidRPr="005D5566">
        <w:t xml:space="preserve">dont les cheveux </w:t>
      </w:r>
      <w:r w:rsidRPr="005D5566">
        <w:lastRenderedPageBreak/>
        <w:t>et la barbe étaient devenus encore plus rouges eu prison</w:t>
      </w:r>
      <w:r w:rsidR="001C0413">
        <w:t xml:space="preserve">, </w:t>
      </w:r>
      <w:r w:rsidRPr="005D5566">
        <w:t>Vassili Goussev</w:t>
      </w:r>
      <w:r w:rsidR="001C0413">
        <w:t xml:space="preserve">, </w:t>
      </w:r>
      <w:r w:rsidRPr="005D5566">
        <w:t>Boukine</w:t>
      </w:r>
      <w:r w:rsidR="001C0413">
        <w:t xml:space="preserve">, </w:t>
      </w:r>
      <w:r w:rsidRPr="005D5566">
        <w:t>Drégounov et quelques autres jugeaient qu</w:t>
      </w:r>
      <w:r w:rsidR="001C0413">
        <w:t>’</w:t>
      </w:r>
      <w:r w:rsidRPr="005D5566">
        <w:t>il était indispensable de se munir d</w:t>
      </w:r>
      <w:r w:rsidR="001C0413">
        <w:t>’</w:t>
      </w:r>
      <w:r w:rsidRPr="005D5566">
        <w:t>armes</w:t>
      </w:r>
      <w:r w:rsidR="001C0413">
        <w:t xml:space="preserve"> ; </w:t>
      </w:r>
      <w:r w:rsidRPr="005D5566">
        <w:t>mais Pavel</w:t>
      </w:r>
      <w:r w:rsidR="001C0413">
        <w:t xml:space="preserve">, </w:t>
      </w:r>
      <w:r w:rsidRPr="005D5566">
        <w:t>le Petit-Russien</w:t>
      </w:r>
      <w:r w:rsidR="001C0413">
        <w:t xml:space="preserve">, </w:t>
      </w:r>
      <w:r w:rsidRPr="005D5566">
        <w:t>Somov et leurs amis n</w:t>
      </w:r>
      <w:r w:rsidR="001C0413">
        <w:t>’</w:t>
      </w:r>
      <w:r w:rsidRPr="005D5566">
        <w:t>étaient pas de cet avis</w:t>
      </w:r>
      <w:r w:rsidR="001C0413">
        <w:t>.</w:t>
      </w:r>
    </w:p>
    <w:p w14:paraId="318D370D" w14:textId="77777777" w:rsidR="001C0413" w:rsidRDefault="00530790" w:rsidP="001C0413">
      <w:r w:rsidRPr="005D5566">
        <w:t>Iégor arriva alors</w:t>
      </w:r>
      <w:r w:rsidR="001C0413">
        <w:t xml:space="preserve"> ; </w:t>
      </w:r>
      <w:r w:rsidRPr="005D5566">
        <w:t>comme toujours</w:t>
      </w:r>
      <w:r w:rsidR="001C0413">
        <w:t xml:space="preserve">, </w:t>
      </w:r>
      <w:r w:rsidRPr="005D5566">
        <w:t>il était fatigué</w:t>
      </w:r>
      <w:r w:rsidR="001C0413">
        <w:t xml:space="preserve">, </w:t>
      </w:r>
      <w:r w:rsidRPr="005D5566">
        <w:t>haletant et couvert de sueur</w:t>
      </w:r>
      <w:r w:rsidR="001C0413">
        <w:t xml:space="preserve">. </w:t>
      </w:r>
      <w:r w:rsidRPr="005D5566">
        <w:t>Il dit en plaisantant</w:t>
      </w:r>
      <w:r w:rsidR="001C0413">
        <w:t> :</w:t>
      </w:r>
    </w:p>
    <w:p w14:paraId="53207E2D" w14:textId="77777777" w:rsidR="001C0413" w:rsidRDefault="001C0413" w:rsidP="001C0413">
      <w:r>
        <w:t>— </w:t>
      </w:r>
      <w:r w:rsidR="00530790" w:rsidRPr="005D5566">
        <w:t>La transformation de l</w:t>
      </w:r>
      <w:r>
        <w:t>’</w:t>
      </w:r>
      <w:r w:rsidR="00530790" w:rsidRPr="005D5566">
        <w:t>organisation actuelle est une grande œuvre</w:t>
      </w:r>
      <w:r>
        <w:t xml:space="preserve">, </w:t>
      </w:r>
      <w:r w:rsidR="00530790" w:rsidRPr="005D5566">
        <w:t>camarades</w:t>
      </w:r>
      <w:r>
        <w:t xml:space="preserve">, </w:t>
      </w:r>
      <w:r w:rsidR="00530790" w:rsidRPr="005D5566">
        <w:t>mais</w:t>
      </w:r>
      <w:r>
        <w:t xml:space="preserve">, </w:t>
      </w:r>
      <w:r w:rsidR="00530790" w:rsidRPr="005D5566">
        <w:t>pour qu</w:t>
      </w:r>
      <w:r>
        <w:t>’</w:t>
      </w:r>
      <w:r w:rsidR="00530790" w:rsidRPr="005D5566">
        <w:t>elle marche plus facilement</w:t>
      </w:r>
      <w:r>
        <w:t xml:space="preserve">, </w:t>
      </w:r>
      <w:r w:rsidR="00530790" w:rsidRPr="005D5566">
        <w:t>il faut que je m</w:t>
      </w:r>
      <w:r>
        <w:t>’</w:t>
      </w:r>
      <w:r w:rsidR="00530790" w:rsidRPr="005D5566">
        <w:t>achète des souliers neufs</w:t>
      </w:r>
      <w:r>
        <w:t> ! (</w:t>
      </w:r>
      <w:r w:rsidR="00530790" w:rsidRPr="005D5566">
        <w:t>Il montra ses bottines éculées et trempées d</w:t>
      </w:r>
      <w:r>
        <w:t>’</w:t>
      </w:r>
      <w:r w:rsidR="00530790" w:rsidRPr="005D5566">
        <w:t>eau</w:t>
      </w:r>
      <w:r>
        <w:t xml:space="preserve">.) </w:t>
      </w:r>
      <w:r w:rsidR="00530790" w:rsidRPr="005D5566">
        <w:t>Mes caoutchoucs aussi sont bien malades</w:t>
      </w:r>
      <w:r>
        <w:t xml:space="preserve"> ; </w:t>
      </w:r>
      <w:r w:rsidR="00530790" w:rsidRPr="005D5566">
        <w:t>tous les jours</w:t>
      </w:r>
      <w:r>
        <w:t xml:space="preserve">, </w:t>
      </w:r>
      <w:r w:rsidR="00530790" w:rsidRPr="005D5566">
        <w:t>je me mouille les pieds</w:t>
      </w:r>
      <w:r>
        <w:t xml:space="preserve">. </w:t>
      </w:r>
      <w:r w:rsidR="00530790" w:rsidRPr="005D5566">
        <w:t>Je ne veux pas descendre au sein de la terre avant que nous ayons renié le vieux monde d</w:t>
      </w:r>
      <w:r>
        <w:t>’</w:t>
      </w:r>
      <w:r w:rsidR="00530790" w:rsidRPr="005D5566">
        <w:t>une manière publique et visible</w:t>
      </w:r>
      <w:r>
        <w:t xml:space="preserve"> ; </w:t>
      </w:r>
      <w:r w:rsidR="00530790" w:rsidRPr="005D5566">
        <w:t>c</w:t>
      </w:r>
      <w:r>
        <w:t>’</w:t>
      </w:r>
      <w:r w:rsidR="00530790" w:rsidRPr="005D5566">
        <w:t>est pourquoi</w:t>
      </w:r>
      <w:r>
        <w:t xml:space="preserve">, </w:t>
      </w:r>
      <w:r w:rsidR="00530790" w:rsidRPr="005D5566">
        <w:t>repoussant la motion du camarade Samoïlov relativement à une démonstration armée</w:t>
      </w:r>
      <w:r>
        <w:t xml:space="preserve">, </w:t>
      </w:r>
      <w:r w:rsidR="00530790" w:rsidRPr="005D5566">
        <w:t>je propose qu</w:t>
      </w:r>
      <w:r>
        <w:t>’</w:t>
      </w:r>
      <w:r w:rsidR="00530790" w:rsidRPr="005D5566">
        <w:t>on me chausse d</w:t>
      </w:r>
      <w:r>
        <w:t>’</w:t>
      </w:r>
      <w:r w:rsidR="00530790" w:rsidRPr="005D5566">
        <w:t>une paire de solides bottes</w:t>
      </w:r>
      <w:r>
        <w:t xml:space="preserve">, </w:t>
      </w:r>
      <w:r w:rsidR="00530790" w:rsidRPr="005D5566">
        <w:t>car je suis profondément convaincu que c</w:t>
      </w:r>
      <w:r>
        <w:t>’</w:t>
      </w:r>
      <w:r w:rsidR="00530790" w:rsidRPr="005D5566">
        <w:t>est plus utile pour le triomphe de notre cause que la plus vaste échauffourée</w:t>
      </w:r>
      <w:r>
        <w:t> !</w:t>
      </w:r>
    </w:p>
    <w:p w14:paraId="1CFAACBC" w14:textId="77777777" w:rsidR="001C0413" w:rsidRDefault="00530790" w:rsidP="001C0413">
      <w:r w:rsidRPr="005D5566">
        <w:t>Toujours dans le même langage imagé</w:t>
      </w:r>
      <w:r w:rsidR="001C0413">
        <w:t xml:space="preserve">, </w:t>
      </w:r>
      <w:r w:rsidRPr="005D5566">
        <w:t>il dit comment le peuple avait essayé d</w:t>
      </w:r>
      <w:r w:rsidR="001C0413">
        <w:t>’</w:t>
      </w:r>
      <w:r w:rsidRPr="005D5566">
        <w:t>améliorer son sort</w:t>
      </w:r>
      <w:r w:rsidR="001C0413">
        <w:t xml:space="preserve">, </w:t>
      </w:r>
      <w:r w:rsidRPr="005D5566">
        <w:t>dans divers pays</w:t>
      </w:r>
      <w:r w:rsidR="001C0413">
        <w:t xml:space="preserve">. </w:t>
      </w:r>
      <w:r w:rsidRPr="005D5566">
        <w:t>La mère aimait à entendre ses discours</w:t>
      </w:r>
      <w:r w:rsidR="001C0413">
        <w:t xml:space="preserve"> ; </w:t>
      </w:r>
      <w:r w:rsidRPr="005D5566">
        <w:t>ils produisaient sur elle un effet bizarre</w:t>
      </w:r>
      <w:r w:rsidR="001C0413">
        <w:t xml:space="preserve">. </w:t>
      </w:r>
      <w:r w:rsidRPr="005D5566">
        <w:t>Elle se représentait alors que les pires ennemis du peuple</w:t>
      </w:r>
      <w:r w:rsidR="001C0413">
        <w:t xml:space="preserve">, </w:t>
      </w:r>
      <w:r w:rsidRPr="005D5566">
        <w:t>ceux qui le trompaient si souvent et avec la plus grande cruauté</w:t>
      </w:r>
      <w:r w:rsidR="001C0413">
        <w:t xml:space="preserve">, </w:t>
      </w:r>
      <w:r w:rsidRPr="005D5566">
        <w:t>c</w:t>
      </w:r>
      <w:r w:rsidR="001C0413">
        <w:t>’</w:t>
      </w:r>
      <w:r w:rsidRPr="005D5566">
        <w:t>étaient de petits hommes</w:t>
      </w:r>
      <w:r w:rsidR="001C0413">
        <w:t xml:space="preserve">, </w:t>
      </w:r>
      <w:r w:rsidRPr="005D5566">
        <w:t>à la grande panse</w:t>
      </w:r>
      <w:r w:rsidR="001C0413">
        <w:t xml:space="preserve">, </w:t>
      </w:r>
      <w:r w:rsidRPr="005D5566">
        <w:t>aux joues rouges</w:t>
      </w:r>
      <w:r w:rsidR="001C0413">
        <w:t xml:space="preserve">, </w:t>
      </w:r>
      <w:r w:rsidRPr="005D5566">
        <w:t>rapaces</w:t>
      </w:r>
      <w:r w:rsidR="001C0413">
        <w:t xml:space="preserve">, </w:t>
      </w:r>
      <w:r w:rsidRPr="005D5566">
        <w:t>rusés</w:t>
      </w:r>
      <w:r w:rsidR="001C0413">
        <w:t xml:space="preserve">, </w:t>
      </w:r>
      <w:r w:rsidRPr="005D5566">
        <w:t>impitoyables et fourbes</w:t>
      </w:r>
      <w:r w:rsidR="001C0413">
        <w:t xml:space="preserve">. </w:t>
      </w:r>
      <w:r w:rsidRPr="005D5566">
        <w:t>Si le pouvoir des tsars leur rendait la vie difficile</w:t>
      </w:r>
      <w:r w:rsidR="001C0413">
        <w:t xml:space="preserve">, </w:t>
      </w:r>
      <w:r w:rsidRPr="005D5566">
        <w:t>ils excitaient le monde ouvrier à s</w:t>
      </w:r>
      <w:r w:rsidR="001C0413">
        <w:t>’</w:t>
      </w:r>
      <w:r w:rsidRPr="005D5566">
        <w:t>emparer de l</w:t>
      </w:r>
      <w:r w:rsidR="001C0413">
        <w:t>’</w:t>
      </w:r>
      <w:r w:rsidRPr="005D5566">
        <w:t>autorité</w:t>
      </w:r>
      <w:r w:rsidR="001C0413">
        <w:t xml:space="preserve"> ; </w:t>
      </w:r>
      <w:r w:rsidRPr="005D5566">
        <w:t>puis</w:t>
      </w:r>
      <w:r w:rsidR="001C0413">
        <w:t xml:space="preserve">, </w:t>
      </w:r>
      <w:r w:rsidRPr="005D5566">
        <w:t>quand le peuple se soulevait et arrachait le pouvoir des mains de l</w:t>
      </w:r>
      <w:r w:rsidR="001C0413">
        <w:t>’</w:t>
      </w:r>
      <w:r w:rsidRPr="005D5566">
        <w:t>empereur</w:t>
      </w:r>
      <w:r w:rsidR="001C0413">
        <w:t xml:space="preserve">, </w:t>
      </w:r>
      <w:r w:rsidRPr="005D5566">
        <w:t>les petits hommes le leur enlevaient adroitement et envoyaient les travailleurs dans leur taudis</w:t>
      </w:r>
      <w:r w:rsidR="001C0413">
        <w:t xml:space="preserve"> : </w:t>
      </w:r>
      <w:r w:rsidRPr="005D5566">
        <w:t xml:space="preserve">et si </w:t>
      </w:r>
      <w:r w:rsidRPr="005D5566">
        <w:lastRenderedPageBreak/>
        <w:t>ceux-ci voulaient discuter avec eux</w:t>
      </w:r>
      <w:r w:rsidR="001C0413">
        <w:t xml:space="preserve">, </w:t>
      </w:r>
      <w:r w:rsidRPr="005D5566">
        <w:t>ils les massacraient par centaines et par milliers</w:t>
      </w:r>
      <w:r w:rsidR="001C0413">
        <w:t>.</w:t>
      </w:r>
    </w:p>
    <w:p w14:paraId="2FE4CCDD" w14:textId="77777777" w:rsidR="001C0413" w:rsidRDefault="00530790" w:rsidP="001C0413">
      <w:r w:rsidRPr="005D5566">
        <w:t>Pavel dit une fois en parlant d</w:t>
      </w:r>
      <w:r w:rsidR="001C0413">
        <w:t>’</w:t>
      </w:r>
      <w:r w:rsidRPr="005D5566">
        <w:t>Iégor</w:t>
      </w:r>
      <w:r w:rsidR="001C0413">
        <w:t> :</w:t>
      </w:r>
    </w:p>
    <w:p w14:paraId="02401611" w14:textId="77777777" w:rsidR="001C0413" w:rsidRDefault="001C0413" w:rsidP="001C0413">
      <w:r>
        <w:t>— </w:t>
      </w:r>
      <w:r w:rsidR="00530790" w:rsidRPr="005D5566">
        <w:t>Tu sais</w:t>
      </w:r>
      <w:r>
        <w:t xml:space="preserve">, </w:t>
      </w:r>
      <w:r w:rsidR="00530790" w:rsidRPr="005D5566">
        <w:t>André</w:t>
      </w:r>
      <w:r>
        <w:t xml:space="preserve">, </w:t>
      </w:r>
      <w:r w:rsidR="00530790" w:rsidRPr="005D5566">
        <w:t>les gens qui rient le plus souvent sont ceux dont le cœur souffre sans cesse</w:t>
      </w:r>
      <w:r>
        <w:t>.</w:t>
      </w:r>
    </w:p>
    <w:p w14:paraId="30908D3E" w14:textId="77777777" w:rsidR="001C0413" w:rsidRDefault="00530790" w:rsidP="001C0413">
      <w:r w:rsidRPr="005D5566">
        <w:t>Après un instant de silence</w:t>
      </w:r>
      <w:r w:rsidR="001C0413">
        <w:t xml:space="preserve">, </w:t>
      </w:r>
      <w:r w:rsidRPr="005D5566">
        <w:t>le Petit-Russien répondit en fermant à demi les paupières</w:t>
      </w:r>
      <w:r w:rsidR="001C0413">
        <w:t> :</w:t>
      </w:r>
    </w:p>
    <w:p w14:paraId="450D6D60" w14:textId="77777777" w:rsidR="001C0413" w:rsidRDefault="001C0413" w:rsidP="001C0413">
      <w:r>
        <w:t>— </w:t>
      </w:r>
      <w:r w:rsidR="00530790" w:rsidRPr="005D5566">
        <w:t>Ce n</w:t>
      </w:r>
      <w:r>
        <w:t>’</w:t>
      </w:r>
      <w:r w:rsidR="00530790" w:rsidRPr="005D5566">
        <w:t>est pas vrai</w:t>
      </w:r>
      <w:r>
        <w:t xml:space="preserve"> ! </w:t>
      </w:r>
      <w:r w:rsidR="00530790" w:rsidRPr="005D5566">
        <w:t>S</w:t>
      </w:r>
      <w:r>
        <w:t>’</w:t>
      </w:r>
      <w:r w:rsidR="00530790" w:rsidRPr="005D5566">
        <w:t>il en était ainsi</w:t>
      </w:r>
      <w:r>
        <w:t xml:space="preserve">, </w:t>
      </w:r>
      <w:r w:rsidR="00530790" w:rsidRPr="005D5566">
        <w:t>la Russie tout entière mourrait de rire</w:t>
      </w:r>
      <w:r>
        <w:t> !…</w:t>
      </w:r>
    </w:p>
    <w:p w14:paraId="72ED1FAB" w14:textId="77777777" w:rsidR="001C0413" w:rsidRDefault="00530790" w:rsidP="001C0413">
      <w:r w:rsidRPr="005D5566">
        <w:t>Natacha revint aussi</w:t>
      </w:r>
      <w:r w:rsidR="001C0413">
        <w:t xml:space="preserve"> ; </w:t>
      </w:r>
      <w:r w:rsidRPr="005D5566">
        <w:t>elle avait été en prison</w:t>
      </w:r>
      <w:r w:rsidR="001C0413">
        <w:t xml:space="preserve">, </w:t>
      </w:r>
      <w:r w:rsidRPr="005D5566">
        <w:t>dans une autre ville</w:t>
      </w:r>
      <w:r w:rsidR="001C0413">
        <w:t xml:space="preserve">, </w:t>
      </w:r>
      <w:r w:rsidRPr="005D5566">
        <w:t>mais elle n</w:t>
      </w:r>
      <w:r w:rsidR="001C0413">
        <w:t>’</w:t>
      </w:r>
      <w:r w:rsidRPr="005D5566">
        <w:t>avait pas changé</w:t>
      </w:r>
      <w:r w:rsidR="001C0413">
        <w:t xml:space="preserve">. </w:t>
      </w:r>
      <w:r w:rsidRPr="005D5566">
        <w:t>La mère remarqua que lorsque la jeune fille était prése</w:t>
      </w:r>
      <w:r w:rsidRPr="005D5566">
        <w:rPr>
          <w:bCs/>
        </w:rPr>
        <w:t>nte</w:t>
      </w:r>
      <w:r w:rsidR="001C0413">
        <w:rPr>
          <w:bCs/>
        </w:rPr>
        <w:t xml:space="preserve">, </w:t>
      </w:r>
      <w:r w:rsidRPr="005D5566">
        <w:t>le Petit-Russien devenait plus gai</w:t>
      </w:r>
      <w:r w:rsidR="001C0413">
        <w:t xml:space="preserve">, </w:t>
      </w:r>
      <w:r w:rsidRPr="005D5566">
        <w:t>plaisantait tout le monde avec une malice sans méchanceté et excitait les rires de Natacha</w:t>
      </w:r>
      <w:r w:rsidR="001C0413">
        <w:t xml:space="preserve">. </w:t>
      </w:r>
      <w:r w:rsidRPr="005D5566">
        <w:t>Mais</w:t>
      </w:r>
      <w:r w:rsidR="001C0413">
        <w:t xml:space="preserve">, </w:t>
      </w:r>
      <w:r w:rsidRPr="005D5566">
        <w:t>quand elle était partie</w:t>
      </w:r>
      <w:r w:rsidR="001C0413">
        <w:t xml:space="preserve">, </w:t>
      </w:r>
      <w:r w:rsidRPr="005D5566">
        <w:t>il se mettait à siffler tristement ses innombrables chansons</w:t>
      </w:r>
      <w:r w:rsidR="001C0413">
        <w:t xml:space="preserve"> ; </w:t>
      </w:r>
      <w:r w:rsidRPr="005D5566">
        <w:t>et il se promenait à travers la chambre en traînant les pieds</w:t>
      </w:r>
      <w:r w:rsidR="001C0413">
        <w:t>.</w:t>
      </w:r>
    </w:p>
    <w:p w14:paraId="1D991F71" w14:textId="77777777" w:rsidR="001C0413" w:rsidRDefault="00530790" w:rsidP="001C0413">
      <w:r w:rsidRPr="005D5566">
        <w:t>Sachenka venait souvent</w:t>
      </w:r>
      <w:r w:rsidR="001C0413">
        <w:t xml:space="preserve"> ; </w:t>
      </w:r>
      <w:r w:rsidRPr="005D5566">
        <w:t>elle était toujours morose et pressée</w:t>
      </w:r>
      <w:r w:rsidR="001C0413">
        <w:t xml:space="preserve"> ; </w:t>
      </w:r>
      <w:r w:rsidRPr="005D5566">
        <w:t>elle devenait sans cesse plus âpre</w:t>
      </w:r>
      <w:r w:rsidR="001C0413">
        <w:t xml:space="preserve">, </w:t>
      </w:r>
      <w:r w:rsidRPr="005D5566">
        <w:t>plus anguleuse</w:t>
      </w:r>
      <w:r w:rsidR="001C0413">
        <w:t>.</w:t>
      </w:r>
    </w:p>
    <w:p w14:paraId="461891B0" w14:textId="77777777" w:rsidR="001C0413" w:rsidRDefault="00530790" w:rsidP="001C0413">
      <w:r w:rsidRPr="005D5566">
        <w:t>Une fois que Pavel était sorti de la maison pour l</w:t>
      </w:r>
      <w:r w:rsidR="001C0413">
        <w:t>’</w:t>
      </w:r>
      <w:r w:rsidRPr="005D5566">
        <w:t>accompagner</w:t>
      </w:r>
      <w:r w:rsidR="001C0413">
        <w:t xml:space="preserve">, </w:t>
      </w:r>
      <w:r w:rsidRPr="005D5566">
        <w:t>sans refermer la porte derrière lui</w:t>
      </w:r>
      <w:r w:rsidR="001C0413">
        <w:t xml:space="preserve">, </w:t>
      </w:r>
      <w:r w:rsidRPr="005D5566">
        <w:t>la mère entendit une rapide conversation</w:t>
      </w:r>
      <w:r w:rsidR="001C0413">
        <w:t> :</w:t>
      </w:r>
    </w:p>
    <w:p w14:paraId="26345219" w14:textId="77777777" w:rsidR="001C0413" w:rsidRDefault="001C0413" w:rsidP="001C0413">
      <w:r>
        <w:t>— </w:t>
      </w:r>
      <w:r w:rsidR="00530790" w:rsidRPr="005D5566">
        <w:t>C</w:t>
      </w:r>
      <w:r>
        <w:t>’</w:t>
      </w:r>
      <w:r w:rsidR="00530790" w:rsidRPr="005D5566">
        <w:t>est vous qui porterez le drapeau</w:t>
      </w:r>
      <w:r>
        <w:t xml:space="preserve"> ? </w:t>
      </w:r>
      <w:r w:rsidR="00530790" w:rsidRPr="005D5566">
        <w:t>demandait la jeune fille à voix basse</w:t>
      </w:r>
      <w:r>
        <w:t>.</w:t>
      </w:r>
    </w:p>
    <w:p w14:paraId="2F32E549" w14:textId="77777777" w:rsidR="001C0413" w:rsidRDefault="001C0413" w:rsidP="001C0413">
      <w:r>
        <w:t>— </w:t>
      </w:r>
      <w:r w:rsidR="00530790" w:rsidRPr="005D5566">
        <w:t>Oui</w:t>
      </w:r>
      <w:r>
        <w:t> !</w:t>
      </w:r>
    </w:p>
    <w:p w14:paraId="762C7C53" w14:textId="77777777" w:rsidR="001C0413" w:rsidRDefault="001C0413" w:rsidP="001C0413">
      <w:r>
        <w:t>— </w:t>
      </w:r>
      <w:r w:rsidR="00530790" w:rsidRPr="005D5566">
        <w:t>C</w:t>
      </w:r>
      <w:r>
        <w:t>’</w:t>
      </w:r>
      <w:r w:rsidR="00530790" w:rsidRPr="005D5566">
        <w:t>est décidé</w:t>
      </w:r>
      <w:r>
        <w:t> ?</w:t>
      </w:r>
    </w:p>
    <w:p w14:paraId="5F37D7CE" w14:textId="77777777" w:rsidR="001C0413" w:rsidRDefault="001C0413" w:rsidP="001C0413">
      <w:r>
        <w:t>— </w:t>
      </w:r>
      <w:r w:rsidR="00530790" w:rsidRPr="005D5566">
        <w:t>Oui</w:t>
      </w:r>
      <w:r>
        <w:t xml:space="preserve">, </w:t>
      </w:r>
      <w:r w:rsidR="00530790" w:rsidRPr="005D5566">
        <w:t>c</w:t>
      </w:r>
      <w:r>
        <w:t>’</w:t>
      </w:r>
      <w:r w:rsidR="00530790" w:rsidRPr="005D5566">
        <w:t>est mon droit</w:t>
      </w:r>
      <w:r>
        <w:t> !</w:t>
      </w:r>
    </w:p>
    <w:p w14:paraId="603B5F5E" w14:textId="77777777" w:rsidR="001C0413" w:rsidRDefault="001C0413" w:rsidP="001C0413">
      <w:r>
        <w:lastRenderedPageBreak/>
        <w:t>— </w:t>
      </w:r>
      <w:r w:rsidR="00530790" w:rsidRPr="005D5566">
        <w:t>Et de nouveau la prison</w:t>
      </w:r>
      <w:r>
        <w:t> ?…</w:t>
      </w:r>
    </w:p>
    <w:p w14:paraId="39F0D1AB" w14:textId="77777777" w:rsidR="001C0413" w:rsidRDefault="00530790" w:rsidP="001C0413">
      <w:r w:rsidRPr="005D5566">
        <w:t>Pavel garda le silence</w:t>
      </w:r>
      <w:r w:rsidR="001C0413">
        <w:t>.</w:t>
      </w:r>
    </w:p>
    <w:p w14:paraId="625261C4" w14:textId="77777777" w:rsidR="001C0413" w:rsidRDefault="001C0413" w:rsidP="001C0413">
      <w:r>
        <w:t>— </w:t>
      </w:r>
      <w:r w:rsidR="00530790" w:rsidRPr="005D5566">
        <w:t>Vous ne pourriez pas</w:t>
      </w:r>
      <w:r>
        <w:rPr>
          <w:rFonts w:eastAsia="Georgia" w:cs="Georgia"/>
        </w:rPr>
        <w:t xml:space="preserve">… </w:t>
      </w:r>
      <w:r w:rsidR="00530790" w:rsidRPr="005D5566">
        <w:t>reprit Sachenka</w:t>
      </w:r>
      <w:r>
        <w:t>.</w:t>
      </w:r>
    </w:p>
    <w:p w14:paraId="240074D2" w14:textId="77777777" w:rsidR="001C0413" w:rsidRDefault="00530790" w:rsidP="001C0413">
      <w:r w:rsidRPr="005D5566">
        <w:t>Puis elle s</w:t>
      </w:r>
      <w:r w:rsidR="001C0413">
        <w:t>’</w:t>
      </w:r>
      <w:r w:rsidRPr="005D5566">
        <w:t>interrompit</w:t>
      </w:r>
      <w:r w:rsidR="001C0413">
        <w:t>.</w:t>
      </w:r>
    </w:p>
    <w:p w14:paraId="32A1B552" w14:textId="77777777" w:rsidR="001C0413" w:rsidRDefault="001C0413" w:rsidP="001C0413">
      <w:r>
        <w:t>— </w:t>
      </w:r>
      <w:r w:rsidR="00530790" w:rsidRPr="005D5566">
        <w:t>Quoi</w:t>
      </w:r>
      <w:r>
        <w:t xml:space="preserve"> ? </w:t>
      </w:r>
      <w:r w:rsidR="00530790" w:rsidRPr="005D5566">
        <w:t>demanda Pavel</w:t>
      </w:r>
      <w:r>
        <w:t>.</w:t>
      </w:r>
    </w:p>
    <w:p w14:paraId="5922B36C" w14:textId="77777777" w:rsidR="001C0413" w:rsidRDefault="001C0413" w:rsidP="001C0413">
      <w:r>
        <w:t>— </w:t>
      </w:r>
      <w:r w:rsidR="00530790" w:rsidRPr="005D5566">
        <w:t>Laisser un autre</w:t>
      </w:r>
      <w:r>
        <w:t>…</w:t>
      </w:r>
    </w:p>
    <w:p w14:paraId="6EB5DF3D" w14:textId="77777777" w:rsidR="001C0413" w:rsidRDefault="001C0413" w:rsidP="001C0413">
      <w:r>
        <w:t>— </w:t>
      </w:r>
      <w:r w:rsidR="00530790" w:rsidRPr="005D5566">
        <w:t>Non</w:t>
      </w:r>
      <w:r>
        <w:t xml:space="preserve"> ! </w:t>
      </w:r>
      <w:r w:rsidR="00530790" w:rsidRPr="005D5566">
        <w:t>dit-il résolument</w:t>
      </w:r>
      <w:r>
        <w:t>.</w:t>
      </w:r>
    </w:p>
    <w:p w14:paraId="4C5AAA39" w14:textId="77777777" w:rsidR="001C0413" w:rsidRDefault="001C0413" w:rsidP="001C0413">
      <w:pPr>
        <w:rPr>
          <w:bCs/>
        </w:rPr>
      </w:pPr>
      <w:r>
        <w:t>— </w:t>
      </w:r>
      <w:r w:rsidR="00530790" w:rsidRPr="005D5566">
        <w:t>Réfléchissez</w:t>
      </w:r>
      <w:r>
        <w:t xml:space="preserve">… </w:t>
      </w:r>
      <w:r w:rsidR="00530790" w:rsidRPr="005D5566">
        <w:t>vous avez tant d</w:t>
      </w:r>
      <w:r>
        <w:t>’</w:t>
      </w:r>
      <w:r w:rsidR="00530790" w:rsidRPr="005D5566">
        <w:t>influence</w:t>
      </w:r>
      <w:r>
        <w:t xml:space="preserve">… </w:t>
      </w:r>
      <w:r w:rsidR="00530790" w:rsidRPr="005D5566">
        <w:t>on vous aime</w:t>
      </w:r>
      <w:r>
        <w:t xml:space="preserve">. </w:t>
      </w:r>
      <w:r w:rsidR="00530790" w:rsidRPr="005D5566">
        <w:t>Vous êtes les chefs ici</w:t>
      </w:r>
      <w:r>
        <w:t xml:space="preserve">, </w:t>
      </w:r>
      <w:r w:rsidR="00530790" w:rsidRPr="005D5566">
        <w:t>André et vous</w:t>
      </w:r>
      <w:r>
        <w:t xml:space="preserve">… </w:t>
      </w:r>
      <w:r w:rsidR="00530790" w:rsidRPr="005D5566">
        <w:t>que de choses vous pouvez faire en étant libres</w:t>
      </w:r>
      <w:r>
        <w:t xml:space="preserve"> !… </w:t>
      </w:r>
      <w:r w:rsidR="00530790" w:rsidRPr="005D5566">
        <w:t>réfléchissez</w:t>
      </w:r>
      <w:r>
        <w:t xml:space="preserve"> ! </w:t>
      </w:r>
      <w:r w:rsidR="00530790" w:rsidRPr="005D5566">
        <w:t>Car on vous exilera pour cela</w:t>
      </w:r>
      <w:r>
        <w:t xml:space="preserve">… </w:t>
      </w:r>
      <w:r w:rsidR="00530790" w:rsidRPr="005D5566">
        <w:t>très loin</w:t>
      </w:r>
      <w:r>
        <w:t xml:space="preserve">… </w:t>
      </w:r>
      <w:r w:rsidR="00530790" w:rsidRPr="005D5566">
        <w:t>et pour des années</w:t>
      </w:r>
      <w:r>
        <w:t> !…</w:t>
      </w:r>
    </w:p>
    <w:p w14:paraId="5728BDC3" w14:textId="77777777" w:rsidR="001C0413" w:rsidRDefault="00530790" w:rsidP="001C0413">
      <w:r w:rsidRPr="005D5566">
        <w:t>Il parut à la mère qu</w:t>
      </w:r>
      <w:r w:rsidR="001C0413">
        <w:t>’</w:t>
      </w:r>
      <w:r w:rsidRPr="005D5566">
        <w:t>il y avait dans la voix de la jeune fille des sentiments qu</w:t>
      </w:r>
      <w:r w:rsidR="001C0413">
        <w:t>’</w:t>
      </w:r>
      <w:r w:rsidRPr="005D5566">
        <w:t>elle-même connaissait bien</w:t>
      </w:r>
      <w:r w:rsidR="001C0413">
        <w:t xml:space="preserve"> : </w:t>
      </w:r>
      <w:r w:rsidRPr="005D5566">
        <w:t>de la peur et de l</w:t>
      </w:r>
      <w:r w:rsidR="001C0413">
        <w:t>’</w:t>
      </w:r>
      <w:r w:rsidRPr="005D5566">
        <w:t>anxiété</w:t>
      </w:r>
      <w:r w:rsidR="001C0413">
        <w:t xml:space="preserve">. </w:t>
      </w:r>
      <w:r w:rsidRPr="005D5566">
        <w:t>Et les paroles de Sachenka tombèrent sur son cœur de mère</w:t>
      </w:r>
      <w:r w:rsidR="001C0413">
        <w:t xml:space="preserve">, </w:t>
      </w:r>
      <w:r w:rsidRPr="005D5566">
        <w:t>comme de grosses gouttes d</w:t>
      </w:r>
      <w:r w:rsidR="001C0413">
        <w:t>’</w:t>
      </w:r>
      <w:r w:rsidRPr="005D5566">
        <w:t>eau glacée</w:t>
      </w:r>
      <w:r w:rsidR="001C0413">
        <w:t>…</w:t>
      </w:r>
    </w:p>
    <w:p w14:paraId="41808744" w14:textId="77777777" w:rsidR="001C0413" w:rsidRDefault="001C0413" w:rsidP="001C0413">
      <w:r>
        <w:t>— </w:t>
      </w:r>
      <w:r w:rsidR="00530790" w:rsidRPr="005D5566">
        <w:t>Non</w:t>
      </w:r>
      <w:r>
        <w:t xml:space="preserve">, </w:t>
      </w:r>
      <w:r w:rsidR="00530790" w:rsidRPr="005D5566">
        <w:t>je suis décidé</w:t>
      </w:r>
      <w:r>
        <w:t xml:space="preserve"> ! </w:t>
      </w:r>
      <w:r w:rsidR="00530790" w:rsidRPr="005D5566">
        <w:t>répondit Pavel</w:t>
      </w:r>
      <w:r>
        <w:t xml:space="preserve">. </w:t>
      </w:r>
      <w:r w:rsidR="00530790" w:rsidRPr="005D5566">
        <w:t>Je n</w:t>
      </w:r>
      <w:r>
        <w:t>’</w:t>
      </w:r>
      <w:r w:rsidR="00530790" w:rsidRPr="005D5566">
        <w:t>y renoncerai pour rien au monde</w:t>
      </w:r>
      <w:r>
        <w:t>…</w:t>
      </w:r>
    </w:p>
    <w:p w14:paraId="6826EBF3" w14:textId="77777777" w:rsidR="001C0413" w:rsidRDefault="001C0413" w:rsidP="001C0413">
      <w:r>
        <w:t>— </w:t>
      </w:r>
      <w:r w:rsidR="00530790" w:rsidRPr="005D5566">
        <w:t>Même si je vous en priais</w:t>
      </w:r>
      <w:r>
        <w:t xml:space="preserve">… </w:t>
      </w:r>
      <w:r w:rsidR="00530790" w:rsidRPr="005D5566">
        <w:t>même si je</w:t>
      </w:r>
      <w:r>
        <w:t>…</w:t>
      </w:r>
    </w:p>
    <w:p w14:paraId="28A887AF" w14:textId="77777777" w:rsidR="001C0413" w:rsidRDefault="00530790" w:rsidP="001C0413">
      <w:r w:rsidRPr="005D5566">
        <w:t>Pavel l</w:t>
      </w:r>
      <w:r w:rsidR="001C0413">
        <w:t>’</w:t>
      </w:r>
      <w:r w:rsidRPr="005D5566">
        <w:t>interrompit vivement</w:t>
      </w:r>
      <w:r w:rsidR="001C0413">
        <w:t xml:space="preserve">, </w:t>
      </w:r>
      <w:r w:rsidRPr="005D5566">
        <w:t>d</w:t>
      </w:r>
      <w:r w:rsidR="001C0413">
        <w:t>’</w:t>
      </w:r>
      <w:r w:rsidRPr="005D5566">
        <w:t>une voix particulièrement sévère</w:t>
      </w:r>
      <w:r w:rsidR="001C0413">
        <w:t> :</w:t>
      </w:r>
    </w:p>
    <w:p w14:paraId="55AA9F5A" w14:textId="77777777" w:rsidR="001C0413" w:rsidRDefault="001C0413" w:rsidP="001C0413">
      <w:r>
        <w:t>— </w:t>
      </w:r>
      <w:r w:rsidR="00530790" w:rsidRPr="005D5566">
        <w:t>Il ne faut pas parler ainsi</w:t>
      </w:r>
      <w:r>
        <w:t xml:space="preserve">… </w:t>
      </w:r>
      <w:r w:rsidR="00530790" w:rsidRPr="005D5566">
        <w:t>à quoi pensez-vous</w:t>
      </w:r>
      <w:r>
        <w:t xml:space="preserve"> ? </w:t>
      </w:r>
      <w:r w:rsidR="00530790" w:rsidRPr="005D5566">
        <w:t>Vous ne devez pas parler ainsi</w:t>
      </w:r>
      <w:r>
        <w:t> !</w:t>
      </w:r>
    </w:p>
    <w:p w14:paraId="39741B8F" w14:textId="77777777" w:rsidR="001C0413" w:rsidRDefault="001C0413" w:rsidP="001C0413">
      <w:r>
        <w:t>— </w:t>
      </w:r>
      <w:r w:rsidR="00530790" w:rsidRPr="005D5566">
        <w:t>Je suis une créature humaine</w:t>
      </w:r>
      <w:r>
        <w:t xml:space="preserve"> ! </w:t>
      </w:r>
      <w:r w:rsidR="00530790" w:rsidRPr="005D5566">
        <w:t>plaida-t-elle</w:t>
      </w:r>
      <w:r>
        <w:t>.</w:t>
      </w:r>
    </w:p>
    <w:p w14:paraId="080180E2" w14:textId="77777777" w:rsidR="001C0413" w:rsidRDefault="001C0413" w:rsidP="001C0413">
      <w:r>
        <w:t>— </w:t>
      </w:r>
      <w:r w:rsidR="00530790" w:rsidRPr="005D5566">
        <w:t>Une bonne et douce créature</w:t>
      </w:r>
      <w:r>
        <w:t xml:space="preserve"> ! </w:t>
      </w:r>
      <w:r w:rsidR="00530790" w:rsidRPr="005D5566">
        <w:t>répliqua Pavel à voix basse</w:t>
      </w:r>
      <w:r>
        <w:t xml:space="preserve">, </w:t>
      </w:r>
      <w:r w:rsidR="00530790" w:rsidRPr="005D5566">
        <w:t>d</w:t>
      </w:r>
      <w:r>
        <w:t>’</w:t>
      </w:r>
      <w:r w:rsidR="00530790" w:rsidRPr="005D5566">
        <w:t>un ton bizarre</w:t>
      </w:r>
      <w:r>
        <w:t xml:space="preserve">, </w:t>
      </w:r>
      <w:r w:rsidR="00530790" w:rsidRPr="005D5566">
        <w:t>comme s</w:t>
      </w:r>
      <w:r>
        <w:t>’</w:t>
      </w:r>
      <w:r w:rsidR="00530790" w:rsidRPr="005D5566">
        <w:t>il avait de la peine à respirer</w:t>
      </w:r>
      <w:r>
        <w:t xml:space="preserve">, </w:t>
      </w:r>
      <w:r w:rsidR="00530790" w:rsidRPr="005D5566">
        <w:lastRenderedPageBreak/>
        <w:t>une créature qui m</w:t>
      </w:r>
      <w:r>
        <w:t>’</w:t>
      </w:r>
      <w:r w:rsidR="00530790" w:rsidRPr="005D5566">
        <w:t>est chère</w:t>
      </w:r>
      <w:r>
        <w:t xml:space="preserve">… </w:t>
      </w:r>
      <w:r w:rsidR="00530790" w:rsidRPr="005D5566">
        <w:t>si chère</w:t>
      </w:r>
      <w:r>
        <w:t xml:space="preserve"> !… </w:t>
      </w:r>
      <w:r w:rsidR="00530790" w:rsidRPr="005D5566">
        <w:t>Et c</w:t>
      </w:r>
      <w:r>
        <w:t>’</w:t>
      </w:r>
      <w:r w:rsidR="00530790" w:rsidRPr="005D5566">
        <w:t>est pour cela</w:t>
      </w:r>
      <w:r>
        <w:t xml:space="preserve">… </w:t>
      </w:r>
      <w:r w:rsidR="00530790" w:rsidRPr="005D5566">
        <w:t>c</w:t>
      </w:r>
      <w:r>
        <w:t>’</w:t>
      </w:r>
      <w:r w:rsidR="00530790" w:rsidRPr="005D5566">
        <w:t>est pour cela qu</w:t>
      </w:r>
      <w:r>
        <w:t>’</w:t>
      </w:r>
      <w:r w:rsidR="00530790" w:rsidRPr="005D5566">
        <w:t>il ne faut pas parler ainsi</w:t>
      </w:r>
      <w:r>
        <w:t>.</w:t>
      </w:r>
    </w:p>
    <w:p w14:paraId="4A945D2D" w14:textId="77777777" w:rsidR="001C0413" w:rsidRDefault="001C0413" w:rsidP="001C0413">
      <w:r>
        <w:t>— </w:t>
      </w:r>
      <w:r w:rsidR="00530790" w:rsidRPr="005D5566">
        <w:t>Adieu</w:t>
      </w:r>
      <w:r>
        <w:t xml:space="preserve"> ! </w:t>
      </w:r>
      <w:r w:rsidR="00530790" w:rsidRPr="005D5566">
        <w:t xml:space="preserve">dit </w:t>
      </w:r>
      <w:r w:rsidR="00530790" w:rsidRPr="005D5566">
        <w:rPr>
          <w:bCs/>
        </w:rPr>
        <w:t xml:space="preserve">la </w:t>
      </w:r>
      <w:r w:rsidR="00530790" w:rsidRPr="005D5566">
        <w:t>jeune fille</w:t>
      </w:r>
      <w:r>
        <w:t>.</w:t>
      </w:r>
    </w:p>
    <w:p w14:paraId="55B42B6B" w14:textId="77777777" w:rsidR="001C0413" w:rsidRDefault="00530790" w:rsidP="001C0413">
      <w:r w:rsidRPr="005D5566">
        <w:t>Et au bruit de ses talons</w:t>
      </w:r>
      <w:r w:rsidR="001C0413">
        <w:t xml:space="preserve">, </w:t>
      </w:r>
      <w:r w:rsidRPr="005D5566">
        <w:t>la mère comprit que Sachenka s</w:t>
      </w:r>
      <w:r w:rsidR="001C0413">
        <w:t>’</w:t>
      </w:r>
      <w:r w:rsidRPr="005D5566">
        <w:t>en allait avec rapidité</w:t>
      </w:r>
      <w:r w:rsidR="001C0413">
        <w:t xml:space="preserve">, </w:t>
      </w:r>
      <w:r w:rsidRPr="005D5566">
        <w:t>presque en courant</w:t>
      </w:r>
      <w:r w:rsidR="001C0413">
        <w:t xml:space="preserve">. </w:t>
      </w:r>
      <w:r w:rsidRPr="005D5566">
        <w:t>Pavel la suivit dans la cour</w:t>
      </w:r>
      <w:r w:rsidR="001C0413">
        <w:t>.</w:t>
      </w:r>
    </w:p>
    <w:p w14:paraId="2041C1FC" w14:textId="77777777" w:rsidR="001C0413" w:rsidRDefault="00530790" w:rsidP="001C0413">
      <w:r w:rsidRPr="005D5566">
        <w:t>Une terreur accablante</w:t>
      </w:r>
      <w:r w:rsidR="001C0413">
        <w:t xml:space="preserve">, </w:t>
      </w:r>
      <w:r w:rsidRPr="005D5566">
        <w:t>atroce</w:t>
      </w:r>
      <w:r w:rsidR="001C0413">
        <w:t xml:space="preserve">, </w:t>
      </w:r>
      <w:r w:rsidRPr="005D5566">
        <w:t>envahit la mère</w:t>
      </w:r>
      <w:r w:rsidR="001C0413">
        <w:t xml:space="preserve">. </w:t>
      </w:r>
      <w:r w:rsidRPr="005D5566">
        <w:t>Elle n</w:t>
      </w:r>
      <w:r w:rsidR="001C0413">
        <w:t>’</w:t>
      </w:r>
      <w:r w:rsidRPr="005D5566">
        <w:t>avait pas compris de quoi il était question</w:t>
      </w:r>
      <w:r w:rsidR="001C0413">
        <w:t xml:space="preserve">, </w:t>
      </w:r>
      <w:r w:rsidRPr="005D5566">
        <w:t>mais elle devinait qu</w:t>
      </w:r>
      <w:r w:rsidR="001C0413">
        <w:t>’</w:t>
      </w:r>
      <w:r w:rsidRPr="005D5566">
        <w:t>un nouveau malheur la guettait</w:t>
      </w:r>
      <w:r w:rsidR="001C0413">
        <w:t xml:space="preserve">, </w:t>
      </w:r>
      <w:r w:rsidRPr="005D5566">
        <w:t>un grand malheur obscur</w:t>
      </w:r>
      <w:r w:rsidR="001C0413">
        <w:t xml:space="preserve">. </w:t>
      </w:r>
      <w:r w:rsidRPr="005D5566">
        <w:t>Et cette question</w:t>
      </w:r>
      <w:r w:rsidR="001C0413">
        <w:t> : « </w:t>
      </w:r>
      <w:r w:rsidRPr="005D5566">
        <w:t>Que veut-il faire</w:t>
      </w:r>
      <w:r w:rsidR="001C0413">
        <w:t> ? »</w:t>
      </w:r>
      <w:r w:rsidRPr="005D5566">
        <w:t xml:space="preserve"> pénétra dans son cerveau comme un clou</w:t>
      </w:r>
      <w:r w:rsidR="001C0413">
        <w:t>.</w:t>
      </w:r>
    </w:p>
    <w:p w14:paraId="57D9FF79" w14:textId="77777777" w:rsidR="001C0413" w:rsidRDefault="00530790" w:rsidP="001C0413">
      <w:r w:rsidRPr="005D5566">
        <w:t>Pavel rentra dans la cuisine avec André</w:t>
      </w:r>
      <w:r w:rsidR="001C0413">
        <w:t xml:space="preserve"> ; </w:t>
      </w:r>
      <w:r w:rsidRPr="005D5566">
        <w:t>celui-ci disait en hochant la tête</w:t>
      </w:r>
      <w:r w:rsidR="001C0413">
        <w:t> :</w:t>
      </w:r>
    </w:p>
    <w:p w14:paraId="3B150A0A" w14:textId="77777777" w:rsidR="001C0413" w:rsidRDefault="001C0413" w:rsidP="001C0413">
      <w:r>
        <w:t>— </w:t>
      </w:r>
      <w:r w:rsidR="00530790" w:rsidRPr="005D5566">
        <w:t>Ah</w:t>
      </w:r>
      <w:r>
        <w:t xml:space="preserve"> ! </w:t>
      </w:r>
      <w:r w:rsidR="00530790" w:rsidRPr="005D5566">
        <w:t>cet Isaïe de malheur</w:t>
      </w:r>
      <w:r>
        <w:t xml:space="preserve"> ! </w:t>
      </w:r>
      <w:r w:rsidR="00530790" w:rsidRPr="005D5566">
        <w:t>que faut-il faire de lui</w:t>
      </w:r>
      <w:r>
        <w:t> ?</w:t>
      </w:r>
    </w:p>
    <w:p w14:paraId="739D152D" w14:textId="77777777" w:rsidR="001C0413" w:rsidRDefault="001C0413" w:rsidP="001C0413">
      <w:r>
        <w:t>— </w:t>
      </w:r>
      <w:r w:rsidR="00530790" w:rsidRPr="005D5566">
        <w:t>Il faut lui conseiller de renoncer à l</w:t>
      </w:r>
      <w:r>
        <w:t>’</w:t>
      </w:r>
      <w:r w:rsidR="00530790" w:rsidRPr="005D5566">
        <w:t>espionnage</w:t>
      </w:r>
      <w:r>
        <w:t xml:space="preserve">, </w:t>
      </w:r>
      <w:r w:rsidR="00530790" w:rsidRPr="005D5566">
        <w:t>répondit Pavel morose</w:t>
      </w:r>
      <w:r>
        <w:t>.</w:t>
      </w:r>
    </w:p>
    <w:p w14:paraId="484A4220" w14:textId="77777777" w:rsidR="001C0413" w:rsidRDefault="001C0413" w:rsidP="001C0413">
      <w:r>
        <w:t>— </w:t>
      </w:r>
      <w:r w:rsidR="00530790" w:rsidRPr="005D5566">
        <w:t>Il dénoncera ceux qui l</w:t>
      </w:r>
      <w:r>
        <w:t>’</w:t>
      </w:r>
      <w:r w:rsidR="00530790" w:rsidRPr="005D5566">
        <w:t>avertiront</w:t>
      </w:r>
      <w:r>
        <w:t xml:space="preserve"> ! </w:t>
      </w:r>
      <w:r w:rsidR="00530790" w:rsidRPr="005D5566">
        <w:t>reprit le Petit-Russien</w:t>
      </w:r>
      <w:r>
        <w:t xml:space="preserve">, </w:t>
      </w:r>
      <w:r w:rsidR="00530790" w:rsidRPr="005D5566">
        <w:t>et il jeta sa casquette dans un coin</w:t>
      </w:r>
      <w:r>
        <w:t>.</w:t>
      </w:r>
    </w:p>
    <w:p w14:paraId="639A180E" w14:textId="77777777" w:rsidR="001C0413" w:rsidRDefault="001C0413" w:rsidP="001C0413">
      <w:r>
        <w:t>— </w:t>
      </w:r>
      <w:r w:rsidR="00530790" w:rsidRPr="005D5566">
        <w:t>Que veux-tu faire</w:t>
      </w:r>
      <w:r>
        <w:t xml:space="preserve">, </w:t>
      </w:r>
      <w:r w:rsidR="00530790" w:rsidRPr="005D5566">
        <w:t>Pavel</w:t>
      </w:r>
      <w:r>
        <w:t xml:space="preserve"> ? </w:t>
      </w:r>
      <w:r w:rsidR="00530790" w:rsidRPr="005D5566">
        <w:t>demanda la mère en baissant la tête</w:t>
      </w:r>
      <w:r>
        <w:t>.</w:t>
      </w:r>
    </w:p>
    <w:p w14:paraId="08308CE9" w14:textId="77777777" w:rsidR="001C0413" w:rsidRDefault="001C0413" w:rsidP="001C0413">
      <w:r>
        <w:t>— </w:t>
      </w:r>
      <w:r w:rsidR="00530790" w:rsidRPr="005D5566">
        <w:t>Quand</w:t>
      </w:r>
      <w:r>
        <w:t xml:space="preserve"> ?… </w:t>
      </w:r>
      <w:r w:rsidR="00530790" w:rsidRPr="005D5566">
        <w:t>Maintenant</w:t>
      </w:r>
      <w:r>
        <w:t> ?</w:t>
      </w:r>
    </w:p>
    <w:p w14:paraId="46180B43" w14:textId="77777777" w:rsidR="001C0413" w:rsidRDefault="001C0413" w:rsidP="001C0413">
      <w:r>
        <w:t>— </w:t>
      </w:r>
      <w:r w:rsidR="00530790" w:rsidRPr="005D5566">
        <w:t>Le Premier</w:t>
      </w:r>
      <w:r>
        <w:t xml:space="preserve">… </w:t>
      </w:r>
      <w:r w:rsidR="00530790" w:rsidRPr="005D5566">
        <w:t>le Premier Mai</w:t>
      </w:r>
      <w:r>
        <w:t> ?</w:t>
      </w:r>
    </w:p>
    <w:p w14:paraId="55C9328E" w14:textId="77777777" w:rsidR="001C0413" w:rsidRDefault="001C0413" w:rsidP="001C0413">
      <w:r>
        <w:t>— </w:t>
      </w:r>
      <w:r w:rsidR="00530790" w:rsidRPr="005D5566">
        <w:t>Ah</w:t>
      </w:r>
      <w:r>
        <w:t xml:space="preserve"> ! </w:t>
      </w:r>
      <w:r w:rsidR="00530790" w:rsidRPr="005D5566">
        <w:t>s</w:t>
      </w:r>
      <w:r>
        <w:t>’</w:t>
      </w:r>
      <w:r w:rsidR="00530790" w:rsidRPr="005D5566">
        <w:t>exclama Pavel en baissant la voix</w:t>
      </w:r>
      <w:r>
        <w:t xml:space="preserve">, </w:t>
      </w:r>
      <w:r w:rsidR="00530790" w:rsidRPr="005D5566">
        <w:t>je veux porter notre drapeau</w:t>
      </w:r>
      <w:r>
        <w:t xml:space="preserve">… </w:t>
      </w:r>
      <w:r w:rsidR="00530790" w:rsidRPr="005D5566">
        <w:t>Je me placerai à la tête du cortège</w:t>
      </w:r>
      <w:r>
        <w:t xml:space="preserve">, </w:t>
      </w:r>
      <w:r w:rsidR="00530790" w:rsidRPr="005D5566">
        <w:t>l</w:t>
      </w:r>
      <w:r>
        <w:t>’</w:t>
      </w:r>
      <w:r w:rsidR="00530790" w:rsidRPr="005D5566">
        <w:t>étendard à la main</w:t>
      </w:r>
      <w:r>
        <w:t xml:space="preserve">… </w:t>
      </w:r>
      <w:r w:rsidR="00530790" w:rsidRPr="005D5566">
        <w:t>On me mettra de nouveau en prison</w:t>
      </w:r>
      <w:r>
        <w:t xml:space="preserve">, </w:t>
      </w:r>
      <w:r w:rsidR="00530790" w:rsidRPr="005D5566">
        <w:t>probablement</w:t>
      </w:r>
      <w:r>
        <w:t>…</w:t>
      </w:r>
    </w:p>
    <w:p w14:paraId="3BEF1363" w14:textId="77777777" w:rsidR="001C0413" w:rsidRDefault="001C0413" w:rsidP="001C0413">
      <w:r>
        <w:lastRenderedPageBreak/>
        <w:t>— </w:t>
      </w:r>
      <w:r w:rsidR="00530790" w:rsidRPr="005D5566">
        <w:t>Les yeux de la mère devinrent brûlants</w:t>
      </w:r>
      <w:r>
        <w:t xml:space="preserve"> ; </w:t>
      </w:r>
      <w:r w:rsidR="00530790" w:rsidRPr="005D5566">
        <w:t>une sécheresse fiévreuse lui remplit soudain la bouche</w:t>
      </w:r>
      <w:r>
        <w:t xml:space="preserve">. </w:t>
      </w:r>
      <w:r w:rsidR="00530790" w:rsidRPr="005D5566">
        <w:t>Pavel lui prit la main et la caressa</w:t>
      </w:r>
      <w:r>
        <w:t> :</w:t>
      </w:r>
    </w:p>
    <w:p w14:paraId="4EB19A55" w14:textId="77777777" w:rsidR="001C0413" w:rsidRDefault="001C0413" w:rsidP="001C0413">
      <w:r>
        <w:t>— </w:t>
      </w:r>
      <w:r w:rsidR="00530790" w:rsidRPr="005D5566">
        <w:t>Il me faut cela</w:t>
      </w:r>
      <w:r>
        <w:t xml:space="preserve">, </w:t>
      </w:r>
      <w:r w:rsidR="00530790" w:rsidRPr="005D5566">
        <w:t>mère</w:t>
      </w:r>
      <w:r>
        <w:t xml:space="preserve"> ! </w:t>
      </w:r>
      <w:r w:rsidR="00530790" w:rsidRPr="005D5566">
        <w:t>C</w:t>
      </w:r>
      <w:r>
        <w:t>’</w:t>
      </w:r>
      <w:r w:rsidR="00530790" w:rsidRPr="005D5566">
        <w:t>est là qu</w:t>
      </w:r>
      <w:r>
        <w:t>’</w:t>
      </w:r>
      <w:r w:rsidR="00530790" w:rsidRPr="005D5566">
        <w:t>est le bonheur</w:t>
      </w:r>
      <w:r>
        <w:t> !</w:t>
      </w:r>
    </w:p>
    <w:p w14:paraId="0F2EFD42" w14:textId="77777777" w:rsidR="001C0413" w:rsidRDefault="001C0413" w:rsidP="001C0413">
      <w:r>
        <w:t>— </w:t>
      </w:r>
      <w:r w:rsidR="00530790" w:rsidRPr="005D5566">
        <w:t>Je n</w:t>
      </w:r>
      <w:r>
        <w:t>’</w:t>
      </w:r>
      <w:r w:rsidR="00530790" w:rsidRPr="005D5566">
        <w:t>ai rien dit</w:t>
      </w:r>
      <w:r>
        <w:t xml:space="preserve"> ! </w:t>
      </w:r>
      <w:r w:rsidR="00530790" w:rsidRPr="005D5566">
        <w:t>prononça-t-elle lentement</w:t>
      </w:r>
      <w:r>
        <w:t xml:space="preserve">, </w:t>
      </w:r>
      <w:r w:rsidR="00530790" w:rsidRPr="005D5566">
        <w:t>en levant la tête</w:t>
      </w:r>
      <w:r>
        <w:t>.</w:t>
      </w:r>
    </w:p>
    <w:p w14:paraId="2E369F1F" w14:textId="77777777" w:rsidR="001C0413" w:rsidRDefault="00530790" w:rsidP="001C0413">
      <w:r w:rsidRPr="005D5566">
        <w:t>Mais lorsque ses yeux eurent rencontré le regard obstiné de Pavel</w:t>
      </w:r>
      <w:r w:rsidR="001C0413">
        <w:t xml:space="preserve">, </w:t>
      </w:r>
      <w:r w:rsidRPr="005D5566">
        <w:t>elle baissa de nouveau la tête</w:t>
      </w:r>
      <w:r w:rsidR="001C0413">
        <w:t>.</w:t>
      </w:r>
    </w:p>
    <w:p w14:paraId="45667E4F" w14:textId="77777777" w:rsidR="001C0413" w:rsidRDefault="00530790" w:rsidP="001C0413">
      <w:r w:rsidRPr="005D5566">
        <w:t>Il laissa tomber la main de sa mère</w:t>
      </w:r>
      <w:r w:rsidR="001C0413">
        <w:t xml:space="preserve">, </w:t>
      </w:r>
      <w:r w:rsidRPr="005D5566">
        <w:t>poussa un soupir</w:t>
      </w:r>
      <w:r w:rsidR="001C0413">
        <w:t xml:space="preserve">, </w:t>
      </w:r>
      <w:r w:rsidRPr="005D5566">
        <w:t>et reprit d</w:t>
      </w:r>
      <w:r w:rsidR="001C0413">
        <w:t>’</w:t>
      </w:r>
      <w:r w:rsidRPr="005D5566">
        <w:t>un ton de reproche</w:t>
      </w:r>
      <w:r w:rsidR="001C0413">
        <w:t> :</w:t>
      </w:r>
    </w:p>
    <w:p w14:paraId="4767ECE4" w14:textId="77777777" w:rsidR="001C0413" w:rsidRDefault="001C0413" w:rsidP="001C0413">
      <w:r>
        <w:t>— </w:t>
      </w:r>
      <w:r w:rsidR="00530790" w:rsidRPr="005D5566">
        <w:t>Tu devrais te réjouir et non pas te chagriner</w:t>
      </w:r>
      <w:r>
        <w:t xml:space="preserve">… </w:t>
      </w:r>
      <w:r w:rsidR="00530790" w:rsidRPr="005D5566">
        <w:t>Quand il y aura des mères qui enverront leurs enfants avec joie même à la mort</w:t>
      </w:r>
      <w:r>
        <w:t>…</w:t>
      </w:r>
    </w:p>
    <w:p w14:paraId="526DDFE3" w14:textId="77777777" w:rsidR="001C0413" w:rsidRDefault="001C0413" w:rsidP="001C0413">
      <w:r>
        <w:t>— </w:t>
      </w:r>
      <w:r w:rsidR="00530790" w:rsidRPr="005D5566">
        <w:t>Hop</w:t>
      </w:r>
      <w:r>
        <w:t xml:space="preserve">, </w:t>
      </w:r>
      <w:r w:rsidR="00530790" w:rsidRPr="005D5566">
        <w:t>hop</w:t>
      </w:r>
      <w:r>
        <w:t xml:space="preserve"> ! </w:t>
      </w:r>
      <w:r w:rsidR="00530790" w:rsidRPr="005D5566">
        <w:t>grogna le Petit-Russien</w:t>
      </w:r>
      <w:r>
        <w:t xml:space="preserve">. </w:t>
      </w:r>
      <w:r w:rsidR="00530790" w:rsidRPr="005D5566">
        <w:t>Notre bonhomme a enfourché son dada</w:t>
      </w:r>
      <w:r>
        <w:t xml:space="preserve">, </w:t>
      </w:r>
      <w:r w:rsidR="00530790" w:rsidRPr="005D5566">
        <w:t>et il va</w:t>
      </w:r>
      <w:r>
        <w:t xml:space="preserve">, </w:t>
      </w:r>
      <w:r w:rsidR="00530790" w:rsidRPr="005D5566">
        <w:t>il va</w:t>
      </w:r>
      <w:r>
        <w:t> !…</w:t>
      </w:r>
    </w:p>
    <w:p w14:paraId="2AFF50B6" w14:textId="77777777" w:rsidR="001C0413" w:rsidRDefault="001C0413" w:rsidP="001C0413">
      <w:r>
        <w:t>— </w:t>
      </w:r>
      <w:r w:rsidR="00530790" w:rsidRPr="005D5566">
        <w:t>Je n</w:t>
      </w:r>
      <w:r>
        <w:t>’</w:t>
      </w:r>
      <w:r w:rsidR="00530790" w:rsidRPr="005D5566">
        <w:t>ai rien dit</w:t>
      </w:r>
      <w:r>
        <w:t xml:space="preserve"> ! </w:t>
      </w:r>
      <w:r w:rsidR="00530790" w:rsidRPr="005D5566">
        <w:t>répéta la mère</w:t>
      </w:r>
      <w:r>
        <w:t xml:space="preserve">. </w:t>
      </w:r>
      <w:r w:rsidR="00530790" w:rsidRPr="005D5566">
        <w:t>Je ne t</w:t>
      </w:r>
      <w:r>
        <w:t>’</w:t>
      </w:r>
      <w:r w:rsidR="00530790" w:rsidRPr="005D5566">
        <w:t>empêche pas</w:t>
      </w:r>
      <w:r>
        <w:t xml:space="preserve">… </w:t>
      </w:r>
      <w:r w:rsidR="00530790" w:rsidRPr="005D5566">
        <w:t>Si j</w:t>
      </w:r>
      <w:r>
        <w:t>’</w:t>
      </w:r>
      <w:r w:rsidR="00530790" w:rsidRPr="005D5566">
        <w:t>ai pitié de toi</w:t>
      </w:r>
      <w:r>
        <w:t xml:space="preserve">, </w:t>
      </w:r>
      <w:r w:rsidR="00530790" w:rsidRPr="005D5566">
        <w:t>c</w:t>
      </w:r>
      <w:r>
        <w:t>’</w:t>
      </w:r>
      <w:r w:rsidR="00530790" w:rsidRPr="005D5566">
        <w:t>est mon affaire</w:t>
      </w:r>
      <w:r>
        <w:t>…</w:t>
      </w:r>
    </w:p>
    <w:p w14:paraId="5B32BAB6" w14:textId="77777777" w:rsidR="001C0413" w:rsidRDefault="00530790" w:rsidP="001C0413">
      <w:r w:rsidRPr="005D5566">
        <w:t>Pavel s</w:t>
      </w:r>
      <w:r w:rsidR="001C0413">
        <w:t>’</w:t>
      </w:r>
      <w:r w:rsidRPr="005D5566">
        <w:t>éloigna un peu d</w:t>
      </w:r>
      <w:r w:rsidR="001C0413">
        <w:t>’</w:t>
      </w:r>
      <w:r w:rsidRPr="005D5566">
        <w:t>elle</w:t>
      </w:r>
      <w:r w:rsidR="001C0413">
        <w:t xml:space="preserve"> ; </w:t>
      </w:r>
      <w:r w:rsidRPr="005D5566">
        <w:t>elle l</w:t>
      </w:r>
      <w:r w:rsidR="001C0413">
        <w:t>’</w:t>
      </w:r>
      <w:r w:rsidRPr="005D5566">
        <w:t>entendit prononcer des paroles tranchantes et acerbes</w:t>
      </w:r>
      <w:r w:rsidR="001C0413">
        <w:t> :</w:t>
      </w:r>
    </w:p>
    <w:p w14:paraId="45F162B9" w14:textId="77777777" w:rsidR="001C0413" w:rsidRDefault="001C0413" w:rsidP="001C0413">
      <w:r>
        <w:t>— </w:t>
      </w:r>
      <w:r w:rsidR="00530790" w:rsidRPr="005D5566">
        <w:t>Il y a des affections qui empêchent l</w:t>
      </w:r>
      <w:r>
        <w:t>’</w:t>
      </w:r>
      <w:r w:rsidR="00530790" w:rsidRPr="005D5566">
        <w:t>homme de vivre</w:t>
      </w:r>
      <w:r>
        <w:t>.</w:t>
      </w:r>
    </w:p>
    <w:p w14:paraId="3A8F8D47" w14:textId="77777777" w:rsidR="001C0413" w:rsidRDefault="00530790" w:rsidP="001C0413">
      <w:r w:rsidRPr="005D5566">
        <w:t>Elle tressaillit et</w:t>
      </w:r>
      <w:r w:rsidR="001C0413">
        <w:t xml:space="preserve">, </w:t>
      </w:r>
      <w:r w:rsidRPr="005D5566">
        <w:t>de peur qu</w:t>
      </w:r>
      <w:r w:rsidR="001C0413">
        <w:t>’</w:t>
      </w:r>
      <w:r w:rsidRPr="005D5566">
        <w:t>il dît encore d</w:t>
      </w:r>
      <w:r w:rsidR="001C0413">
        <w:t>’</w:t>
      </w:r>
      <w:r w:rsidRPr="005D5566">
        <w:t>autres choses pour repousser son cœur</w:t>
      </w:r>
      <w:r w:rsidR="001C0413">
        <w:t xml:space="preserve">, </w:t>
      </w:r>
      <w:r w:rsidRPr="005D5566">
        <w:t>elle s</w:t>
      </w:r>
      <w:r w:rsidR="001C0413">
        <w:t>’</w:t>
      </w:r>
      <w:r w:rsidRPr="005D5566">
        <w:t>écria vivement</w:t>
      </w:r>
      <w:r w:rsidR="001C0413">
        <w:t> :</w:t>
      </w:r>
    </w:p>
    <w:p w14:paraId="14F699F6" w14:textId="77777777" w:rsidR="001C0413" w:rsidRDefault="001C0413" w:rsidP="001C0413">
      <w:r>
        <w:t>— </w:t>
      </w:r>
      <w:r w:rsidR="00530790" w:rsidRPr="005D5566">
        <w:t>Ne parle pas ainsi</w:t>
      </w:r>
      <w:r>
        <w:t xml:space="preserve">, </w:t>
      </w:r>
      <w:r w:rsidR="00530790" w:rsidRPr="005D5566">
        <w:t>Pavel</w:t>
      </w:r>
      <w:r>
        <w:t xml:space="preserve">… </w:t>
      </w:r>
      <w:r w:rsidR="00530790" w:rsidRPr="005D5566">
        <w:t>Je comprends</w:t>
      </w:r>
      <w:r>
        <w:t xml:space="preserve">… </w:t>
      </w:r>
      <w:r w:rsidR="00530790" w:rsidRPr="005D5566">
        <w:t>tu ne peux agir autrement</w:t>
      </w:r>
      <w:r>
        <w:t xml:space="preserve">, </w:t>
      </w:r>
      <w:r w:rsidR="00530790" w:rsidRPr="005D5566">
        <w:t>à cause des camarades</w:t>
      </w:r>
      <w:r>
        <w:t>…</w:t>
      </w:r>
    </w:p>
    <w:p w14:paraId="058E8536" w14:textId="77777777" w:rsidR="001C0413" w:rsidRDefault="001C0413" w:rsidP="001C0413">
      <w:r>
        <w:t>— </w:t>
      </w:r>
      <w:r w:rsidR="00530790" w:rsidRPr="005D5566">
        <w:t>Non</w:t>
      </w:r>
      <w:r>
        <w:t xml:space="preserve"> ! </w:t>
      </w:r>
      <w:r w:rsidR="00530790" w:rsidRPr="005D5566">
        <w:t>dit-il</w:t>
      </w:r>
      <w:r>
        <w:t xml:space="preserve">. </w:t>
      </w:r>
      <w:r w:rsidR="00530790" w:rsidRPr="005D5566">
        <w:t>C</w:t>
      </w:r>
      <w:r>
        <w:t>’</w:t>
      </w:r>
      <w:r w:rsidR="00530790" w:rsidRPr="005D5566">
        <w:t>est pour moi que j</w:t>
      </w:r>
      <w:r>
        <w:t>’</w:t>
      </w:r>
      <w:r w:rsidR="00530790" w:rsidRPr="005D5566">
        <w:t>irai</w:t>
      </w:r>
      <w:r>
        <w:t xml:space="preserve">… </w:t>
      </w:r>
      <w:r w:rsidR="00530790" w:rsidRPr="005D5566">
        <w:t>Je pourrais ne pas le faire</w:t>
      </w:r>
      <w:r>
        <w:t xml:space="preserve">, </w:t>
      </w:r>
      <w:r w:rsidR="00530790" w:rsidRPr="005D5566">
        <w:t>mais je le veux et j</w:t>
      </w:r>
      <w:r>
        <w:t>’</w:t>
      </w:r>
      <w:r w:rsidR="00530790" w:rsidRPr="005D5566">
        <w:t>irai</w:t>
      </w:r>
      <w:r>
        <w:t> !</w:t>
      </w:r>
    </w:p>
    <w:p w14:paraId="569B649E" w14:textId="77777777" w:rsidR="001C0413" w:rsidRDefault="00530790" w:rsidP="001C0413">
      <w:r w:rsidRPr="005D5566">
        <w:lastRenderedPageBreak/>
        <w:t>André s</w:t>
      </w:r>
      <w:r w:rsidR="001C0413">
        <w:t>’</w:t>
      </w:r>
      <w:r w:rsidRPr="005D5566">
        <w:t>arrêta sur le seuil</w:t>
      </w:r>
      <w:r w:rsidR="001C0413">
        <w:t xml:space="preserve"> ; </w:t>
      </w:r>
      <w:r w:rsidRPr="005D5566">
        <w:t>il semblait placé sur un cadre</w:t>
      </w:r>
      <w:r w:rsidR="001C0413">
        <w:t xml:space="preserve"> ; </w:t>
      </w:r>
      <w:r w:rsidRPr="005D5566">
        <w:t>il était plus haut que la porte et ployait les genoux d</w:t>
      </w:r>
      <w:r w:rsidR="001C0413">
        <w:t>’</w:t>
      </w:r>
      <w:r w:rsidRPr="005D5566">
        <w:t>une manière bizarre</w:t>
      </w:r>
      <w:r w:rsidR="001C0413">
        <w:t xml:space="preserve">, </w:t>
      </w:r>
      <w:r w:rsidRPr="005D5566">
        <w:t>appuyant une épaule contre un montant et projetant en avant le cou</w:t>
      </w:r>
      <w:r w:rsidR="001C0413">
        <w:t xml:space="preserve">, </w:t>
      </w:r>
      <w:r w:rsidRPr="005D5566">
        <w:t>la tête et l</w:t>
      </w:r>
      <w:r w:rsidR="001C0413">
        <w:t>’</w:t>
      </w:r>
      <w:r w:rsidRPr="005D5566">
        <w:t>autre épaule</w:t>
      </w:r>
      <w:r w:rsidR="001C0413">
        <w:t>.</w:t>
      </w:r>
    </w:p>
    <w:p w14:paraId="371B11C4" w14:textId="77777777" w:rsidR="001C0413" w:rsidRDefault="001C0413" w:rsidP="001C0413">
      <w:r>
        <w:t>— </w:t>
      </w:r>
      <w:r w:rsidR="00530790" w:rsidRPr="005D5566">
        <w:t>Vous feriez mieux de ne pas tant bavarder</w:t>
      </w:r>
      <w:r>
        <w:t xml:space="preserve">, </w:t>
      </w:r>
      <w:r w:rsidR="00530790" w:rsidRPr="005D5566">
        <w:t>monsieur</w:t>
      </w:r>
      <w:r>
        <w:t xml:space="preserve"> ! </w:t>
      </w:r>
      <w:r w:rsidR="00530790" w:rsidRPr="005D5566">
        <w:t>dit-il en fixant d</w:t>
      </w:r>
      <w:r>
        <w:t>’</w:t>
      </w:r>
      <w:r w:rsidR="00530790" w:rsidRPr="005D5566">
        <w:t>un air sombre ses yeux bombés sur Pavel</w:t>
      </w:r>
      <w:r>
        <w:t xml:space="preserve">. </w:t>
      </w:r>
      <w:r w:rsidR="00530790" w:rsidRPr="005D5566">
        <w:t>Il ressemblait à un lézard caché dans la fente d</w:t>
      </w:r>
      <w:r>
        <w:t>’</w:t>
      </w:r>
      <w:r w:rsidR="00530790" w:rsidRPr="005D5566">
        <w:t>une pierre</w:t>
      </w:r>
      <w:r>
        <w:t>.</w:t>
      </w:r>
    </w:p>
    <w:p w14:paraId="2B1BD784" w14:textId="77777777" w:rsidR="001C0413" w:rsidRDefault="00530790" w:rsidP="001C0413">
      <w:r w:rsidRPr="005D5566">
        <w:t>La mère avait envie de pleurer</w:t>
      </w:r>
      <w:r w:rsidR="001C0413">
        <w:t xml:space="preserve"> ; </w:t>
      </w:r>
      <w:r w:rsidRPr="005D5566">
        <w:t>mais ne voulant pas que Pavel s</w:t>
      </w:r>
      <w:r w:rsidR="001C0413">
        <w:t>’</w:t>
      </w:r>
      <w:r w:rsidRPr="005D5566">
        <w:t>en aperçût</w:t>
      </w:r>
      <w:r w:rsidR="001C0413">
        <w:t xml:space="preserve">, </w:t>
      </w:r>
      <w:r w:rsidRPr="005D5566">
        <w:t>elle marmotta soudain</w:t>
      </w:r>
      <w:r w:rsidR="001C0413">
        <w:t> :</w:t>
      </w:r>
    </w:p>
    <w:p w14:paraId="1C6E95D6" w14:textId="77777777" w:rsidR="001C0413" w:rsidRDefault="001C0413" w:rsidP="001C0413">
      <w:r>
        <w:t>— </w:t>
      </w:r>
      <w:r w:rsidR="00530790" w:rsidRPr="005D5566">
        <w:t>Ah</w:t>
      </w:r>
      <w:r>
        <w:t xml:space="preserve"> ! </w:t>
      </w:r>
      <w:r w:rsidR="00530790" w:rsidRPr="005D5566">
        <w:t>voilà que j</w:t>
      </w:r>
      <w:r>
        <w:t>’</w:t>
      </w:r>
      <w:r w:rsidR="00530790" w:rsidRPr="005D5566">
        <w:t>ai oublié</w:t>
      </w:r>
      <w:r>
        <w:t>…</w:t>
      </w:r>
    </w:p>
    <w:p w14:paraId="43257019" w14:textId="77777777" w:rsidR="001C0413" w:rsidRDefault="00530790" w:rsidP="001C0413">
      <w:r w:rsidRPr="005D5566">
        <w:t>Et elle sortit</w:t>
      </w:r>
      <w:r w:rsidR="001C0413">
        <w:t xml:space="preserve">. </w:t>
      </w:r>
      <w:r w:rsidRPr="005D5566">
        <w:t>Sous l</w:t>
      </w:r>
      <w:r w:rsidR="001C0413">
        <w:t>’</w:t>
      </w:r>
      <w:r w:rsidRPr="005D5566">
        <w:t>auvent</w:t>
      </w:r>
      <w:r w:rsidR="001C0413">
        <w:t xml:space="preserve">, </w:t>
      </w:r>
      <w:r w:rsidRPr="005D5566">
        <w:t>elle appuya sa tête contre le mur</w:t>
      </w:r>
      <w:r w:rsidR="001C0413">
        <w:t xml:space="preserve">, </w:t>
      </w:r>
      <w:r w:rsidRPr="005D5566">
        <w:t>dans un coin</w:t>
      </w:r>
      <w:r w:rsidR="001C0413">
        <w:t xml:space="preserve">, </w:t>
      </w:r>
      <w:r w:rsidRPr="005D5566">
        <w:t>et donna libre cours à ses larmes</w:t>
      </w:r>
      <w:r w:rsidR="001C0413">
        <w:t xml:space="preserve"> ; </w:t>
      </w:r>
      <w:r w:rsidRPr="005D5566">
        <w:t>elle pleurait sans bruit</w:t>
      </w:r>
      <w:r w:rsidR="001C0413">
        <w:t xml:space="preserve">, </w:t>
      </w:r>
      <w:r w:rsidRPr="005D5566">
        <w:t>sans gémissement</w:t>
      </w:r>
      <w:r w:rsidR="001C0413">
        <w:t xml:space="preserve">, </w:t>
      </w:r>
      <w:r w:rsidRPr="005D5566">
        <w:t>défaillant comme si le sang de son cœur s</w:t>
      </w:r>
      <w:r w:rsidR="001C0413">
        <w:t>’</w:t>
      </w:r>
      <w:r w:rsidRPr="005D5566">
        <w:t>échappait par ses yeux</w:t>
      </w:r>
      <w:r w:rsidR="001C0413">
        <w:t xml:space="preserve">. </w:t>
      </w:r>
      <w:r w:rsidRPr="005D5566">
        <w:t>Par l</w:t>
      </w:r>
      <w:r w:rsidR="001C0413">
        <w:t>’</w:t>
      </w:r>
      <w:r w:rsidRPr="005D5566">
        <w:t>entre-bâillement de la porte mal fermée</w:t>
      </w:r>
      <w:r w:rsidR="001C0413">
        <w:t xml:space="preserve">, </w:t>
      </w:r>
      <w:r w:rsidRPr="005D5566">
        <w:t>des bruits sourds de discussion arrivaient jusqu</w:t>
      </w:r>
      <w:r w:rsidR="001C0413">
        <w:t>’</w:t>
      </w:r>
      <w:r w:rsidRPr="005D5566">
        <w:t>à elle</w:t>
      </w:r>
      <w:r w:rsidR="001C0413">
        <w:t>.</w:t>
      </w:r>
    </w:p>
    <w:p w14:paraId="556BB9EB" w14:textId="77777777" w:rsidR="001C0413" w:rsidRDefault="001C0413" w:rsidP="001C0413">
      <w:r>
        <w:t>— </w:t>
      </w:r>
      <w:r w:rsidR="00530790" w:rsidRPr="005D5566">
        <w:t>Tu te plais à la tourmenter</w:t>
      </w:r>
      <w:r>
        <w:t xml:space="preserve"> ! </w:t>
      </w:r>
      <w:r w:rsidR="00530790" w:rsidRPr="005D5566">
        <w:t>disait le Petit-Russien</w:t>
      </w:r>
      <w:r>
        <w:t>.</w:t>
      </w:r>
    </w:p>
    <w:p w14:paraId="41147671" w14:textId="77777777" w:rsidR="001C0413" w:rsidRDefault="001C0413" w:rsidP="001C0413">
      <w:r>
        <w:t>— </w:t>
      </w:r>
      <w:r w:rsidR="00530790" w:rsidRPr="005D5566">
        <w:t>Tu n</w:t>
      </w:r>
      <w:r>
        <w:t>’</w:t>
      </w:r>
      <w:r w:rsidR="00530790" w:rsidRPr="005D5566">
        <w:t>as pas le droit de me parler ainsi</w:t>
      </w:r>
      <w:r>
        <w:t> !</w:t>
      </w:r>
    </w:p>
    <w:p w14:paraId="1D2A5E29" w14:textId="77777777" w:rsidR="001C0413" w:rsidRDefault="001C0413" w:rsidP="001C0413">
      <w:r>
        <w:t>— </w:t>
      </w:r>
      <w:r w:rsidR="00530790" w:rsidRPr="005D5566">
        <w:t>Je ne serais pas un bon camarade</w:t>
      </w:r>
      <w:r>
        <w:t xml:space="preserve">, </w:t>
      </w:r>
      <w:r w:rsidR="00530790" w:rsidRPr="005D5566">
        <w:t>si je me taisais devant tes cabrioles stupides</w:t>
      </w:r>
      <w:r>
        <w:t xml:space="preserve">… </w:t>
      </w:r>
      <w:r w:rsidR="00530790" w:rsidRPr="005D5566">
        <w:t>Pourquoi as-tu dit cela</w:t>
      </w:r>
      <w:r>
        <w:t xml:space="preserve"> ? </w:t>
      </w:r>
      <w:r w:rsidR="00530790" w:rsidRPr="005D5566">
        <w:t>Le sais-tu</w:t>
      </w:r>
      <w:r>
        <w:t> ?</w:t>
      </w:r>
    </w:p>
    <w:p w14:paraId="0E7EFF3C" w14:textId="77777777" w:rsidR="001C0413" w:rsidRDefault="001C0413" w:rsidP="001C0413">
      <w:r>
        <w:t>— </w:t>
      </w:r>
      <w:r w:rsidR="00530790" w:rsidRPr="005D5566">
        <w:t>Il faut toujours parler avec fermeté</w:t>
      </w:r>
      <w:r>
        <w:t xml:space="preserve">, </w:t>
      </w:r>
      <w:r w:rsidR="00530790" w:rsidRPr="005D5566">
        <w:t>quoi qu</w:t>
      </w:r>
      <w:r>
        <w:t>’</w:t>
      </w:r>
      <w:r w:rsidR="00530790" w:rsidRPr="005D5566">
        <w:t>on ait à dire</w:t>
      </w:r>
      <w:r>
        <w:t>.</w:t>
      </w:r>
    </w:p>
    <w:p w14:paraId="12962C4F" w14:textId="77777777" w:rsidR="001C0413" w:rsidRDefault="001C0413" w:rsidP="001C0413">
      <w:r>
        <w:t>— </w:t>
      </w:r>
      <w:r w:rsidR="00530790" w:rsidRPr="005D5566">
        <w:t>À ta mère</w:t>
      </w:r>
      <w:r>
        <w:t> ?</w:t>
      </w:r>
    </w:p>
    <w:p w14:paraId="607F8DCC" w14:textId="77777777" w:rsidR="001C0413" w:rsidRDefault="001C0413" w:rsidP="001C0413">
      <w:r>
        <w:t>— </w:t>
      </w:r>
      <w:r w:rsidR="00530790" w:rsidRPr="005D5566">
        <w:t>À tous</w:t>
      </w:r>
      <w:r>
        <w:t xml:space="preserve"> ! </w:t>
      </w:r>
      <w:r w:rsidR="00530790" w:rsidRPr="005D5566">
        <w:t>Je ne veux pas d</w:t>
      </w:r>
      <w:r>
        <w:t>’</w:t>
      </w:r>
      <w:r w:rsidR="00530790" w:rsidRPr="005D5566">
        <w:t>un amour ou d</w:t>
      </w:r>
      <w:r>
        <w:t>’</w:t>
      </w:r>
      <w:r w:rsidR="00530790" w:rsidRPr="005D5566">
        <w:t>une amitié qui m</w:t>
      </w:r>
      <w:r>
        <w:t>’</w:t>
      </w:r>
      <w:r w:rsidR="00530790" w:rsidRPr="005D5566">
        <w:t>arrête ou qui m</w:t>
      </w:r>
      <w:r>
        <w:t>’</w:t>
      </w:r>
      <w:r w:rsidR="00530790" w:rsidRPr="005D5566">
        <w:t>entrave</w:t>
      </w:r>
      <w:r>
        <w:t>…</w:t>
      </w:r>
    </w:p>
    <w:p w14:paraId="0EA1C9BF" w14:textId="77777777" w:rsidR="001C0413" w:rsidRDefault="001C0413" w:rsidP="001C0413">
      <w:r>
        <w:lastRenderedPageBreak/>
        <w:t>— </w:t>
      </w:r>
      <w:r w:rsidR="00530790" w:rsidRPr="005D5566">
        <w:t>Quel héros</w:t>
      </w:r>
      <w:r>
        <w:t xml:space="preserve"> ! </w:t>
      </w:r>
      <w:r w:rsidR="00530790" w:rsidRPr="005D5566">
        <w:t>Mouche-toi</w:t>
      </w:r>
      <w:r>
        <w:t xml:space="preserve"> ! </w:t>
      </w:r>
      <w:r w:rsidR="00530790" w:rsidRPr="005D5566">
        <w:t>et ensuite va dire cela à Sachenka</w:t>
      </w:r>
      <w:r>
        <w:t xml:space="preserve">… </w:t>
      </w:r>
      <w:r w:rsidR="00530790" w:rsidRPr="005D5566">
        <w:t>C</w:t>
      </w:r>
      <w:r>
        <w:t>’</w:t>
      </w:r>
      <w:r w:rsidR="00530790" w:rsidRPr="005D5566">
        <w:t>est à elle que tu aurais dû parler ainsi</w:t>
      </w:r>
      <w:r>
        <w:t>.</w:t>
      </w:r>
    </w:p>
    <w:p w14:paraId="7FD15613" w14:textId="77777777" w:rsidR="001C0413" w:rsidRDefault="001C0413" w:rsidP="001C0413">
      <w:r>
        <w:t>— </w:t>
      </w:r>
      <w:r w:rsidR="00530790" w:rsidRPr="005D5566">
        <w:t>Je l</w:t>
      </w:r>
      <w:r>
        <w:t>’</w:t>
      </w:r>
      <w:r w:rsidR="00530790" w:rsidRPr="005D5566">
        <w:t>ai fait</w:t>
      </w:r>
      <w:r>
        <w:t> !</w:t>
      </w:r>
    </w:p>
    <w:p w14:paraId="5D30A98D" w14:textId="30731354" w:rsidR="001C0413" w:rsidRDefault="001C0413" w:rsidP="001C0413">
      <w:r>
        <w:t>— </w:t>
      </w:r>
      <w:r w:rsidR="00530790" w:rsidRPr="005D5566">
        <w:t>Aussi durement</w:t>
      </w:r>
      <w:r>
        <w:t xml:space="preserve"> ? </w:t>
      </w:r>
      <w:r w:rsidR="00530790" w:rsidRPr="005D5566">
        <w:t>Ce n</w:t>
      </w:r>
      <w:r>
        <w:t>’</w:t>
      </w:r>
      <w:r w:rsidR="00530790" w:rsidRPr="005D5566">
        <w:t>est pas vrai</w:t>
      </w:r>
      <w:r>
        <w:t xml:space="preserve"> ! </w:t>
      </w:r>
      <w:r w:rsidR="00530790" w:rsidRPr="005D5566">
        <w:t>À elle</w:t>
      </w:r>
      <w:r>
        <w:t xml:space="preserve">, </w:t>
      </w:r>
      <w:r w:rsidR="00530790" w:rsidRPr="005D5566">
        <w:t>tu as parlé d</w:t>
      </w:r>
      <w:r>
        <w:t>’</w:t>
      </w:r>
      <w:r w:rsidR="00530790" w:rsidRPr="005D5566">
        <w:t>une voix caressante</w:t>
      </w:r>
      <w:r>
        <w:t xml:space="preserve">, </w:t>
      </w:r>
      <w:r w:rsidR="00530790" w:rsidRPr="005D5566">
        <w:t>avec tendresse</w:t>
      </w:r>
      <w:r>
        <w:t xml:space="preserve">… </w:t>
      </w:r>
      <w:r w:rsidR="00530790" w:rsidRPr="005D5566">
        <w:t>Je ne t</w:t>
      </w:r>
      <w:r>
        <w:t>’</w:t>
      </w:r>
      <w:r w:rsidR="00530790" w:rsidRPr="005D5566">
        <w:t>ai pas entendu</w:t>
      </w:r>
      <w:r>
        <w:t xml:space="preserve">, </w:t>
      </w:r>
      <w:r w:rsidR="00530790" w:rsidRPr="005D5566">
        <w:t>mais je le sais</w:t>
      </w:r>
      <w:r>
        <w:t xml:space="preserve">… </w:t>
      </w:r>
      <w:r w:rsidR="00530790" w:rsidRPr="005D5566">
        <w:t>Mais devant ta mère</w:t>
      </w:r>
      <w:r>
        <w:t xml:space="preserve">, </w:t>
      </w:r>
      <w:r w:rsidR="00530790" w:rsidRPr="005D5566">
        <w:t>tu manifeste</w:t>
      </w:r>
      <w:r w:rsidR="000E747A">
        <w:t>s</w:t>
      </w:r>
      <w:r w:rsidR="00530790" w:rsidRPr="005D5566">
        <w:t xml:space="preserve"> ton héroïsme</w:t>
      </w:r>
      <w:r>
        <w:t xml:space="preserve">… </w:t>
      </w:r>
      <w:r w:rsidR="00530790" w:rsidRPr="005D5566">
        <w:t>n</w:t>
      </w:r>
      <w:r>
        <w:t>’</w:t>
      </w:r>
      <w:r w:rsidR="00530790" w:rsidRPr="005D5566">
        <w:t>est-ce pas</w:t>
      </w:r>
      <w:r>
        <w:t xml:space="preserve"> ? </w:t>
      </w:r>
      <w:r w:rsidR="00530790" w:rsidRPr="005D5566">
        <w:t>Comprends-le donc</w:t>
      </w:r>
      <w:r>
        <w:t xml:space="preserve">, </w:t>
      </w:r>
      <w:r w:rsidR="00530790" w:rsidRPr="005D5566">
        <w:t>animal</w:t>
      </w:r>
      <w:r>
        <w:t xml:space="preserve">, </w:t>
      </w:r>
      <w:r w:rsidR="00530790" w:rsidRPr="005D5566">
        <w:t>ton héroïsme ne vaut rien</w:t>
      </w:r>
      <w:r>
        <w:t>…</w:t>
      </w:r>
    </w:p>
    <w:p w14:paraId="34B6888A" w14:textId="77777777" w:rsidR="001C0413" w:rsidRDefault="00530790" w:rsidP="001C0413">
      <w:r w:rsidRPr="005D5566">
        <w:t>Pélaguée essuya vivement ses larmes</w:t>
      </w:r>
      <w:r w:rsidR="001C0413">
        <w:t xml:space="preserve">. </w:t>
      </w:r>
      <w:r w:rsidRPr="005D5566">
        <w:t>Elle craignait que le Petit-Russien offensât son fils</w:t>
      </w:r>
      <w:r w:rsidR="001C0413">
        <w:t xml:space="preserve"> ; </w:t>
      </w:r>
      <w:r w:rsidRPr="005D5566">
        <w:t>elle ouvrit la porte</w:t>
      </w:r>
      <w:r w:rsidR="001C0413">
        <w:t xml:space="preserve">, </w:t>
      </w:r>
      <w:r w:rsidRPr="005D5566">
        <w:t>et</w:t>
      </w:r>
      <w:r w:rsidR="001C0413">
        <w:t xml:space="preserve">, </w:t>
      </w:r>
      <w:r w:rsidRPr="005D5566">
        <w:t>rentrant dans la cuisine</w:t>
      </w:r>
      <w:r w:rsidR="001C0413">
        <w:t xml:space="preserve">, </w:t>
      </w:r>
      <w:r w:rsidRPr="005D5566">
        <w:t>elle dit</w:t>
      </w:r>
      <w:r w:rsidR="001C0413">
        <w:t xml:space="preserve">, </w:t>
      </w:r>
      <w:r w:rsidRPr="005D5566">
        <w:t>toute tremblante de chagrin et de peur</w:t>
      </w:r>
      <w:r w:rsidR="001C0413">
        <w:t> :</w:t>
      </w:r>
    </w:p>
    <w:p w14:paraId="0E1A5585" w14:textId="77777777" w:rsidR="001C0413" w:rsidRDefault="001C0413" w:rsidP="001C0413">
      <w:r>
        <w:t>— </w:t>
      </w:r>
      <w:r w:rsidR="00530790" w:rsidRPr="005D5566">
        <w:t>Oh</w:t>
      </w:r>
      <w:r>
        <w:t xml:space="preserve"> ! </w:t>
      </w:r>
      <w:r w:rsidR="00530790" w:rsidRPr="005D5566">
        <w:t>comme il fait froid</w:t>
      </w:r>
      <w:r>
        <w:t xml:space="preserve"> ! </w:t>
      </w:r>
      <w:r w:rsidR="00530790" w:rsidRPr="005D5566">
        <w:t>Et c</w:t>
      </w:r>
      <w:r>
        <w:t>’</w:t>
      </w:r>
      <w:r w:rsidR="00530790" w:rsidRPr="005D5566">
        <w:t>est le printemps</w:t>
      </w:r>
      <w:r>
        <w:t>…</w:t>
      </w:r>
    </w:p>
    <w:p w14:paraId="3E2282DB" w14:textId="77777777" w:rsidR="001C0413" w:rsidRDefault="00530790" w:rsidP="001C0413">
      <w:r w:rsidRPr="005D5566">
        <w:t>Et tout en déplaçant des ustensiles sans savoir pourquoi</w:t>
      </w:r>
      <w:r w:rsidR="001C0413">
        <w:t xml:space="preserve">, </w:t>
      </w:r>
      <w:r w:rsidRPr="005D5566">
        <w:t>elle continua en haussant la voix pour tâcher de dominer le bruit de la conversation des jeunes gens</w:t>
      </w:r>
      <w:r w:rsidR="001C0413">
        <w:t> :</w:t>
      </w:r>
    </w:p>
    <w:p w14:paraId="02A031CF" w14:textId="77777777" w:rsidR="001C0413" w:rsidRDefault="001C0413" w:rsidP="001C0413">
      <w:r>
        <w:t>— </w:t>
      </w:r>
      <w:r w:rsidR="00530790" w:rsidRPr="005D5566">
        <w:t>Tout a changé</w:t>
      </w:r>
      <w:r>
        <w:t xml:space="preserve">… </w:t>
      </w:r>
      <w:r w:rsidR="00530790" w:rsidRPr="005D5566">
        <w:t>les gens s</w:t>
      </w:r>
      <w:r>
        <w:t>’</w:t>
      </w:r>
      <w:r w:rsidR="00530790" w:rsidRPr="005D5566">
        <w:t>échauffent et le temps se refroidit</w:t>
      </w:r>
      <w:r>
        <w:t xml:space="preserve">… </w:t>
      </w:r>
      <w:r w:rsidR="00530790" w:rsidRPr="005D5566">
        <w:t>Autrefois</w:t>
      </w:r>
      <w:r>
        <w:t xml:space="preserve">, </w:t>
      </w:r>
      <w:r w:rsidR="00530790" w:rsidRPr="005D5566">
        <w:t>à cette époque</w:t>
      </w:r>
      <w:r>
        <w:t xml:space="preserve">, </w:t>
      </w:r>
      <w:r w:rsidR="00530790" w:rsidRPr="005D5566">
        <w:t>il faisait déjà chaud</w:t>
      </w:r>
      <w:r>
        <w:t xml:space="preserve">, </w:t>
      </w:r>
      <w:r w:rsidR="00530790" w:rsidRPr="005D5566">
        <w:t>le ciel était clair</w:t>
      </w:r>
      <w:r>
        <w:t xml:space="preserve">, </w:t>
      </w:r>
      <w:r w:rsidR="00530790" w:rsidRPr="005D5566">
        <w:t>le soleil brillait</w:t>
      </w:r>
      <w:r>
        <w:t>…</w:t>
      </w:r>
    </w:p>
    <w:p w14:paraId="5A82AD10" w14:textId="77777777" w:rsidR="001C0413" w:rsidRDefault="00530790" w:rsidP="001C0413">
      <w:r w:rsidRPr="005D5566">
        <w:t>Le silence se fit dans la chambre</w:t>
      </w:r>
      <w:r w:rsidR="001C0413">
        <w:t xml:space="preserve">. </w:t>
      </w:r>
      <w:r w:rsidRPr="005D5566">
        <w:t>La mère resta immobile au milieu de la cuisine</w:t>
      </w:r>
      <w:r w:rsidR="001C0413">
        <w:t xml:space="preserve">, </w:t>
      </w:r>
      <w:r w:rsidRPr="005D5566">
        <w:t>attendant on ne sait quoi</w:t>
      </w:r>
      <w:r w:rsidR="001C0413">
        <w:t>.</w:t>
      </w:r>
    </w:p>
    <w:p w14:paraId="53816C21" w14:textId="77777777" w:rsidR="001C0413" w:rsidRDefault="001C0413" w:rsidP="001C0413">
      <w:r>
        <w:t>— </w:t>
      </w:r>
      <w:r w:rsidR="00530790" w:rsidRPr="005D5566">
        <w:t>Tu as compris</w:t>
      </w:r>
      <w:r>
        <w:t xml:space="preserve"> ? </w:t>
      </w:r>
      <w:r w:rsidR="00530790" w:rsidRPr="005D5566">
        <w:t>demanda André à voix basse</w:t>
      </w:r>
      <w:r>
        <w:t xml:space="preserve">. </w:t>
      </w:r>
      <w:r w:rsidR="00530790" w:rsidRPr="005D5566">
        <w:t>Il faut comprendre</w:t>
      </w:r>
      <w:r>
        <w:t xml:space="preserve">… </w:t>
      </w:r>
      <w:r w:rsidR="00530790" w:rsidRPr="005D5566">
        <w:t>que diable</w:t>
      </w:r>
      <w:r>
        <w:t xml:space="preserve"> ! </w:t>
      </w:r>
      <w:r w:rsidR="00530790" w:rsidRPr="005D5566">
        <w:t>Elle est plus riche de cœur que toi</w:t>
      </w:r>
      <w:r>
        <w:t> !…</w:t>
      </w:r>
    </w:p>
    <w:p w14:paraId="459AE7A3" w14:textId="77777777" w:rsidR="001C0413" w:rsidRDefault="001C0413" w:rsidP="001C0413">
      <w:r>
        <w:t>— </w:t>
      </w:r>
      <w:r w:rsidR="00530790" w:rsidRPr="005D5566">
        <w:t>Voulez-vous du thé</w:t>
      </w:r>
      <w:r>
        <w:t xml:space="preserve"> ? </w:t>
      </w:r>
      <w:r w:rsidR="00530790" w:rsidRPr="005D5566">
        <w:t>dit la mère d</w:t>
      </w:r>
      <w:r>
        <w:t>’</w:t>
      </w:r>
      <w:r w:rsidR="00530790" w:rsidRPr="005D5566">
        <w:t>une voix entrecoupée</w:t>
      </w:r>
      <w:r>
        <w:t xml:space="preserve">. </w:t>
      </w:r>
      <w:r w:rsidR="00530790" w:rsidRPr="005D5566">
        <w:t>Et</w:t>
      </w:r>
      <w:r>
        <w:t xml:space="preserve">, </w:t>
      </w:r>
      <w:r w:rsidR="00530790" w:rsidRPr="005D5566">
        <w:t>sans attendre la réponse</w:t>
      </w:r>
      <w:r>
        <w:t xml:space="preserve">, </w:t>
      </w:r>
      <w:r w:rsidR="00530790" w:rsidRPr="005D5566">
        <w:t>elle s</w:t>
      </w:r>
      <w:r>
        <w:t>’</w:t>
      </w:r>
      <w:r w:rsidR="00530790" w:rsidRPr="005D5566">
        <w:t>écria pour dissimuler son trouble</w:t>
      </w:r>
      <w:r>
        <w:t> :</w:t>
      </w:r>
    </w:p>
    <w:p w14:paraId="5BE6996A" w14:textId="77777777" w:rsidR="001C0413" w:rsidRDefault="001C0413" w:rsidP="001C0413">
      <w:r>
        <w:lastRenderedPageBreak/>
        <w:t>— </w:t>
      </w:r>
      <w:r w:rsidR="00530790" w:rsidRPr="005D5566">
        <w:t>Qu</w:t>
      </w:r>
      <w:r>
        <w:t>’</w:t>
      </w:r>
      <w:r w:rsidR="00530790" w:rsidRPr="005D5566">
        <w:t>ai-je donc</w:t>
      </w:r>
      <w:r>
        <w:t xml:space="preserve"> ? </w:t>
      </w:r>
      <w:r w:rsidR="00530790" w:rsidRPr="005D5566">
        <w:t>je suis transie de froid</w:t>
      </w:r>
      <w:r>
        <w:t> !</w:t>
      </w:r>
    </w:p>
    <w:p w14:paraId="45A0DE93" w14:textId="77777777" w:rsidR="001C0413" w:rsidRDefault="00530790" w:rsidP="001C0413">
      <w:r w:rsidRPr="005D5566">
        <w:t>Pavel sortit lentement de la chambre</w:t>
      </w:r>
      <w:r w:rsidR="001C0413">
        <w:t xml:space="preserve">. </w:t>
      </w:r>
      <w:r w:rsidRPr="005D5566">
        <w:t>Il regarda sa mère furtivement</w:t>
      </w:r>
      <w:r w:rsidR="001C0413">
        <w:t xml:space="preserve">, </w:t>
      </w:r>
      <w:r w:rsidRPr="005D5566">
        <w:t>et un sourire embarrassé tremblait sur ses lèvres</w:t>
      </w:r>
      <w:r w:rsidR="001C0413">
        <w:t>.</w:t>
      </w:r>
    </w:p>
    <w:p w14:paraId="35002B56" w14:textId="77777777" w:rsidR="001C0413" w:rsidRDefault="001C0413" w:rsidP="001C0413">
      <w:r>
        <w:t>— </w:t>
      </w:r>
      <w:r w:rsidR="00530790" w:rsidRPr="005D5566">
        <w:t>Pardonne-moi</w:t>
      </w:r>
      <w:r>
        <w:t xml:space="preserve">, </w:t>
      </w:r>
      <w:r w:rsidR="00530790" w:rsidRPr="005D5566">
        <w:t>mère</w:t>
      </w:r>
      <w:r>
        <w:t xml:space="preserve"> ! </w:t>
      </w:r>
      <w:r w:rsidR="00530790" w:rsidRPr="005D5566">
        <w:t>murmura-t-il</w:t>
      </w:r>
      <w:r>
        <w:t xml:space="preserve">, </w:t>
      </w:r>
      <w:r w:rsidR="00530790" w:rsidRPr="005D5566">
        <w:t>je suis encore un enfant</w:t>
      </w:r>
      <w:r>
        <w:t xml:space="preserve">, </w:t>
      </w:r>
      <w:r w:rsidR="00530790" w:rsidRPr="005D5566">
        <w:t>un nigaud</w:t>
      </w:r>
      <w:r>
        <w:t>…</w:t>
      </w:r>
    </w:p>
    <w:p w14:paraId="140B4953" w14:textId="77777777" w:rsidR="001C0413" w:rsidRDefault="001C0413" w:rsidP="001C0413">
      <w:r>
        <w:t>— </w:t>
      </w:r>
      <w:r w:rsidR="00530790" w:rsidRPr="005D5566">
        <w:t>Ne me gronde plus</w:t>
      </w:r>
      <w:r>
        <w:t xml:space="preserve"> ! </w:t>
      </w:r>
      <w:r w:rsidR="00530790" w:rsidRPr="005D5566">
        <w:t>dit la mère avec tristesse</w:t>
      </w:r>
      <w:r>
        <w:t xml:space="preserve">, </w:t>
      </w:r>
      <w:r w:rsidR="00530790" w:rsidRPr="005D5566">
        <w:t>en serrant la tête de Pavel contre sa poitrine</w:t>
      </w:r>
      <w:r>
        <w:t xml:space="preserve">. </w:t>
      </w:r>
      <w:r w:rsidR="00530790" w:rsidRPr="005D5566">
        <w:t>Ne me dis plus rien</w:t>
      </w:r>
      <w:r>
        <w:t xml:space="preserve">… </w:t>
      </w:r>
      <w:r w:rsidR="00530790" w:rsidRPr="005D5566">
        <w:t>Que Dieu soit avec toi</w:t>
      </w:r>
      <w:r>
        <w:t xml:space="preserve"> !… </w:t>
      </w:r>
      <w:r w:rsidR="00530790" w:rsidRPr="005D5566">
        <w:t>Ta vie</w:t>
      </w:r>
      <w:r>
        <w:t xml:space="preserve">, </w:t>
      </w:r>
      <w:r w:rsidR="00530790" w:rsidRPr="005D5566">
        <w:t>c</w:t>
      </w:r>
      <w:r>
        <w:t>’</w:t>
      </w:r>
      <w:r w:rsidR="00530790" w:rsidRPr="005D5566">
        <w:t>est ton affaire</w:t>
      </w:r>
      <w:r>
        <w:t xml:space="preserve">… </w:t>
      </w:r>
      <w:r w:rsidR="00530790" w:rsidRPr="005D5566">
        <w:t>Mais ne louche pas à mon cœur</w:t>
      </w:r>
      <w:r>
        <w:t xml:space="preserve"> ! </w:t>
      </w:r>
      <w:r w:rsidR="00530790" w:rsidRPr="005D5566">
        <w:t>Comment une mère pourrait-elle ne pas avoir pitié de son fils</w:t>
      </w:r>
      <w:r>
        <w:t xml:space="preserve"> ?… </w:t>
      </w:r>
      <w:r w:rsidR="00530790" w:rsidRPr="005D5566">
        <w:t>C</w:t>
      </w:r>
      <w:r>
        <w:t>’</w:t>
      </w:r>
      <w:r w:rsidR="00530790" w:rsidRPr="005D5566">
        <w:t>est impossible</w:t>
      </w:r>
      <w:r>
        <w:t xml:space="preserve">… </w:t>
      </w:r>
      <w:r w:rsidR="00530790" w:rsidRPr="005D5566">
        <w:t>J</w:t>
      </w:r>
      <w:r>
        <w:t>’</w:t>
      </w:r>
      <w:r w:rsidR="00530790" w:rsidRPr="005D5566">
        <w:t>ai pitié de vous tous</w:t>
      </w:r>
      <w:r>
        <w:t xml:space="preserve">… </w:t>
      </w:r>
      <w:r w:rsidR="00530790" w:rsidRPr="005D5566">
        <w:t>Ah</w:t>
      </w:r>
      <w:r>
        <w:t xml:space="preserve"> ! </w:t>
      </w:r>
      <w:r w:rsidR="00530790" w:rsidRPr="005D5566">
        <w:t>comme vous êtes tous de la même race</w:t>
      </w:r>
      <w:r>
        <w:t xml:space="preserve"> ! </w:t>
      </w:r>
      <w:r w:rsidR="00530790" w:rsidRPr="005D5566">
        <w:t>Vous êtes tous bons</w:t>
      </w:r>
      <w:r>
        <w:t xml:space="preserve">… </w:t>
      </w:r>
      <w:r w:rsidR="00530790" w:rsidRPr="005D5566">
        <w:t>Et qui vous prendrait en pitié</w:t>
      </w:r>
      <w:r>
        <w:t xml:space="preserve">, </w:t>
      </w:r>
      <w:r w:rsidR="00530790" w:rsidRPr="005D5566">
        <w:t>sinon moi</w:t>
      </w:r>
      <w:r>
        <w:t xml:space="preserve"> ?… </w:t>
      </w:r>
      <w:r w:rsidR="00530790" w:rsidRPr="005D5566">
        <w:t>Tu as choisi cette voie</w:t>
      </w:r>
      <w:r>
        <w:t xml:space="preserve">… </w:t>
      </w:r>
      <w:r w:rsidR="00530790" w:rsidRPr="005D5566">
        <w:t>d</w:t>
      </w:r>
      <w:r>
        <w:t>’</w:t>
      </w:r>
      <w:r w:rsidR="00530790" w:rsidRPr="005D5566">
        <w:t>autres t</w:t>
      </w:r>
      <w:r>
        <w:t>’</w:t>
      </w:r>
      <w:r w:rsidR="00530790" w:rsidRPr="005D5566">
        <w:t>ont suivi et ont tout laissé et sont partis</w:t>
      </w:r>
      <w:r>
        <w:t xml:space="preserve">… </w:t>
      </w:r>
      <w:r w:rsidR="00530790" w:rsidRPr="005D5566">
        <w:t>ils sont partis</w:t>
      </w:r>
      <w:r>
        <w:t xml:space="preserve">, </w:t>
      </w:r>
      <w:r w:rsidR="00530790" w:rsidRPr="005D5566">
        <w:t>Pavel</w:t>
      </w:r>
      <w:r>
        <w:t>…</w:t>
      </w:r>
    </w:p>
    <w:p w14:paraId="3A815466" w14:textId="77777777" w:rsidR="001C0413" w:rsidRDefault="00530790" w:rsidP="001C0413">
      <w:r w:rsidRPr="005D5566">
        <w:t>Une grande pensée s</w:t>
      </w:r>
      <w:r w:rsidR="001C0413">
        <w:t>’</w:t>
      </w:r>
      <w:r w:rsidRPr="005D5566">
        <w:t>agitait dans son cœur</w:t>
      </w:r>
      <w:r w:rsidR="001C0413">
        <w:t xml:space="preserve">, </w:t>
      </w:r>
      <w:r w:rsidRPr="005D5566">
        <w:t>lui donnait des ailes et la remplissait d</w:t>
      </w:r>
      <w:r w:rsidR="001C0413">
        <w:t>’</w:t>
      </w:r>
      <w:r w:rsidRPr="005D5566">
        <w:t>une joie angoissée et martyrisée</w:t>
      </w:r>
      <w:r w:rsidR="001C0413">
        <w:t xml:space="preserve"> ; </w:t>
      </w:r>
      <w:r w:rsidRPr="005D5566">
        <w:t>mais la mère ne trouvait pas de paroles pour l</w:t>
      </w:r>
      <w:r w:rsidR="001C0413">
        <w:t>’</w:t>
      </w:r>
      <w:r w:rsidRPr="005D5566">
        <w:t>exprimer et elle regardait son fils avec des yeux brillant d</w:t>
      </w:r>
      <w:r w:rsidR="001C0413">
        <w:t>’</w:t>
      </w:r>
      <w:r w:rsidRPr="005D5566">
        <w:t>une douleur aiguë et ardente</w:t>
      </w:r>
      <w:r w:rsidR="001C0413">
        <w:t>…</w:t>
      </w:r>
    </w:p>
    <w:p w14:paraId="35D4C9F4" w14:textId="77777777" w:rsidR="001C0413" w:rsidRDefault="001C0413" w:rsidP="001C0413">
      <w:r>
        <w:t>— </w:t>
      </w:r>
      <w:r w:rsidR="00530790" w:rsidRPr="005D5566">
        <w:t>C</w:t>
      </w:r>
      <w:r>
        <w:t>’</w:t>
      </w:r>
      <w:r w:rsidR="00530790" w:rsidRPr="005D5566">
        <w:t>est bon</w:t>
      </w:r>
      <w:r>
        <w:t xml:space="preserve">, </w:t>
      </w:r>
      <w:r w:rsidR="00530790" w:rsidRPr="005D5566">
        <w:t>maman</w:t>
      </w:r>
      <w:r>
        <w:t xml:space="preserve"> ! </w:t>
      </w:r>
      <w:r w:rsidR="00530790" w:rsidRPr="005D5566">
        <w:t>Pardonne</w:t>
      </w:r>
      <w:r>
        <w:t xml:space="preserve">… </w:t>
      </w:r>
      <w:r w:rsidR="00530790" w:rsidRPr="005D5566">
        <w:t>J</w:t>
      </w:r>
      <w:r>
        <w:t>’</w:t>
      </w:r>
      <w:r w:rsidR="00530790" w:rsidRPr="005D5566">
        <w:t>ai tort</w:t>
      </w:r>
      <w:r>
        <w:t xml:space="preserve"> ! </w:t>
      </w:r>
      <w:r w:rsidR="00530790" w:rsidRPr="005D5566">
        <w:t>chuchota Pavel en baissant la tête</w:t>
      </w:r>
      <w:r>
        <w:t xml:space="preserve">. </w:t>
      </w:r>
      <w:r w:rsidR="00530790" w:rsidRPr="005D5566">
        <w:t>Il lui jeta un coup d</w:t>
      </w:r>
      <w:r>
        <w:t>’</w:t>
      </w:r>
      <w:r w:rsidR="00530790" w:rsidRPr="005D5566">
        <w:t>œil rapide en souriant</w:t>
      </w:r>
      <w:r>
        <w:t xml:space="preserve"> ; </w:t>
      </w:r>
      <w:r w:rsidR="00530790" w:rsidRPr="005D5566">
        <w:t>puis il ajouta en se détournant</w:t>
      </w:r>
      <w:r>
        <w:t xml:space="preserve">, </w:t>
      </w:r>
      <w:r w:rsidR="00530790" w:rsidRPr="005D5566">
        <w:t>confus</w:t>
      </w:r>
      <w:r>
        <w:t xml:space="preserve">, </w:t>
      </w:r>
      <w:r w:rsidR="00530790" w:rsidRPr="005D5566">
        <w:t>mais apaisé</w:t>
      </w:r>
      <w:r>
        <w:t> :</w:t>
      </w:r>
    </w:p>
    <w:p w14:paraId="24489EBD" w14:textId="77777777" w:rsidR="001C0413" w:rsidRDefault="001C0413" w:rsidP="001C0413">
      <w:r>
        <w:t>— </w:t>
      </w:r>
      <w:r w:rsidR="00530790" w:rsidRPr="005D5566">
        <w:t>Je ne l</w:t>
      </w:r>
      <w:r>
        <w:t>’</w:t>
      </w:r>
      <w:r w:rsidR="00530790" w:rsidRPr="005D5566">
        <w:t>oublierai jamais</w:t>
      </w:r>
      <w:r>
        <w:t xml:space="preserve">, </w:t>
      </w:r>
      <w:r w:rsidR="00530790" w:rsidRPr="005D5566">
        <w:t>parole d</w:t>
      </w:r>
      <w:r>
        <w:t>’</w:t>
      </w:r>
      <w:r w:rsidR="00530790" w:rsidRPr="005D5566">
        <w:t>honneur</w:t>
      </w:r>
      <w:r>
        <w:t> !</w:t>
      </w:r>
    </w:p>
    <w:p w14:paraId="0E10EF2A" w14:textId="77777777" w:rsidR="001C0413" w:rsidRDefault="00530790" w:rsidP="001C0413">
      <w:r w:rsidRPr="005D5566">
        <w:t>L</w:t>
      </w:r>
      <w:r w:rsidR="001C0413">
        <w:t>’</w:t>
      </w:r>
      <w:r w:rsidRPr="005D5566">
        <w:t>écartant d</w:t>
      </w:r>
      <w:r w:rsidR="001C0413">
        <w:t>’</w:t>
      </w:r>
      <w:r w:rsidRPr="005D5566">
        <w:t>elle</w:t>
      </w:r>
      <w:r w:rsidR="001C0413">
        <w:t xml:space="preserve">, </w:t>
      </w:r>
      <w:r w:rsidRPr="005D5566">
        <w:t>Pélaguée passa dans la chambre et fit d</w:t>
      </w:r>
      <w:r w:rsidR="001C0413">
        <w:t>’</w:t>
      </w:r>
      <w:r w:rsidRPr="005D5566">
        <w:t>une voix suppliante</w:t>
      </w:r>
      <w:r w:rsidR="001C0413">
        <w:t xml:space="preserve">, </w:t>
      </w:r>
      <w:r w:rsidRPr="005D5566">
        <w:t>à André</w:t>
      </w:r>
      <w:r w:rsidR="001C0413">
        <w:t> :</w:t>
      </w:r>
    </w:p>
    <w:p w14:paraId="1DD87E1D" w14:textId="77777777" w:rsidR="001C0413" w:rsidRDefault="001C0413" w:rsidP="001C0413">
      <w:r>
        <w:t>— </w:t>
      </w:r>
      <w:r w:rsidR="00530790" w:rsidRPr="005D5566">
        <w:t>André</w:t>
      </w:r>
      <w:r>
        <w:t xml:space="preserve">, </w:t>
      </w:r>
      <w:r w:rsidR="00530790" w:rsidRPr="005D5566">
        <w:t>ne le grondez pas</w:t>
      </w:r>
      <w:r>
        <w:t xml:space="preserve"> !… </w:t>
      </w:r>
      <w:r w:rsidR="00530790" w:rsidRPr="005D5566">
        <w:t>Je sais bien que vous êtes l</w:t>
      </w:r>
      <w:r>
        <w:t>’</w:t>
      </w:r>
      <w:r w:rsidR="00530790" w:rsidRPr="005D5566">
        <w:t>aîné</w:t>
      </w:r>
      <w:r>
        <w:t xml:space="preserve">… </w:t>
      </w:r>
      <w:r w:rsidR="00530790" w:rsidRPr="005D5566">
        <w:t>mais</w:t>
      </w:r>
      <w:r>
        <w:t>…</w:t>
      </w:r>
    </w:p>
    <w:p w14:paraId="3D60D643" w14:textId="77777777" w:rsidR="001C0413" w:rsidRDefault="00530790" w:rsidP="001C0413">
      <w:r w:rsidRPr="005D5566">
        <w:lastRenderedPageBreak/>
        <w:t>Le Petit-Russien</w:t>
      </w:r>
      <w:r w:rsidR="001C0413">
        <w:t xml:space="preserve">, </w:t>
      </w:r>
      <w:r w:rsidRPr="005D5566">
        <w:t>qui lui tournait le dos</w:t>
      </w:r>
      <w:r w:rsidR="001C0413">
        <w:t xml:space="preserve">, </w:t>
      </w:r>
      <w:r w:rsidRPr="005D5566">
        <w:t>ne bougea pas et se mit à crier d</w:t>
      </w:r>
      <w:r w:rsidR="001C0413">
        <w:t>’</w:t>
      </w:r>
      <w:r w:rsidRPr="005D5566">
        <w:t>une voix bizarre et comique</w:t>
      </w:r>
      <w:r w:rsidR="001C0413">
        <w:t> :</w:t>
      </w:r>
    </w:p>
    <w:p w14:paraId="328481E6" w14:textId="77777777" w:rsidR="001C0413" w:rsidRDefault="001C0413" w:rsidP="001C0413">
      <w:r>
        <w:t>— </w:t>
      </w:r>
      <w:r w:rsidR="00530790" w:rsidRPr="005D5566">
        <w:t>Hou</w:t>
      </w:r>
      <w:r>
        <w:t xml:space="preserve"> ! </w:t>
      </w:r>
      <w:r w:rsidR="00530790" w:rsidRPr="005D5566">
        <w:t>hou</w:t>
      </w:r>
      <w:r>
        <w:t xml:space="preserve"> ! </w:t>
      </w:r>
      <w:r w:rsidR="00530790" w:rsidRPr="005D5566">
        <w:t>hou</w:t>
      </w:r>
      <w:r>
        <w:t xml:space="preserve"> ! </w:t>
      </w:r>
      <w:r w:rsidR="00530790" w:rsidRPr="005D5566">
        <w:t>Si</w:t>
      </w:r>
      <w:r>
        <w:t xml:space="preserve">, </w:t>
      </w:r>
      <w:r w:rsidR="00530790" w:rsidRPr="005D5566">
        <w:t>je le querellerai</w:t>
      </w:r>
      <w:r>
        <w:t xml:space="preserve">… </w:t>
      </w:r>
      <w:r w:rsidR="00530790" w:rsidRPr="005D5566">
        <w:t>je le rosserai même</w:t>
      </w:r>
      <w:r>
        <w:t> !</w:t>
      </w:r>
    </w:p>
    <w:p w14:paraId="3D596D35" w14:textId="77777777" w:rsidR="001C0413" w:rsidRDefault="00530790" w:rsidP="001C0413">
      <w:r w:rsidRPr="005D5566">
        <w:t>La mère se dirigea lentement vers lui</w:t>
      </w:r>
      <w:r w:rsidR="001C0413">
        <w:t xml:space="preserve">, </w:t>
      </w:r>
      <w:r w:rsidRPr="005D5566">
        <w:t>la main tendue et dit</w:t>
      </w:r>
      <w:r w:rsidR="001C0413">
        <w:t> :</w:t>
      </w:r>
    </w:p>
    <w:p w14:paraId="0D75271E" w14:textId="77777777" w:rsidR="001C0413" w:rsidRDefault="001C0413" w:rsidP="001C0413">
      <w:r>
        <w:t>— </w:t>
      </w:r>
      <w:r w:rsidR="00530790" w:rsidRPr="005D5566">
        <w:t>Mon bon ami</w:t>
      </w:r>
      <w:r>
        <w:t> !…</w:t>
      </w:r>
    </w:p>
    <w:p w14:paraId="238D5492" w14:textId="77777777" w:rsidR="001C0413" w:rsidRDefault="00530790" w:rsidP="001C0413">
      <w:r w:rsidRPr="005D5566">
        <w:t>Le Petit-Russien se détourna</w:t>
      </w:r>
      <w:r w:rsidR="001C0413">
        <w:t xml:space="preserve">, </w:t>
      </w:r>
      <w:r w:rsidRPr="005D5566">
        <w:t>pencha la tête en avant comme un taureau et s</w:t>
      </w:r>
      <w:r w:rsidR="001C0413">
        <w:t>’</w:t>
      </w:r>
      <w:r w:rsidRPr="005D5566">
        <w:t>enfuit à la cuisine</w:t>
      </w:r>
      <w:r w:rsidR="001C0413">
        <w:t xml:space="preserve">, </w:t>
      </w:r>
      <w:r w:rsidRPr="005D5566">
        <w:t>les mains cachées derrière le dos</w:t>
      </w:r>
      <w:r w:rsidR="001C0413">
        <w:t xml:space="preserve">. </w:t>
      </w:r>
      <w:r w:rsidRPr="005D5566">
        <w:t>Sa voix résonna bientôt</w:t>
      </w:r>
      <w:r w:rsidR="001C0413">
        <w:t xml:space="preserve">, </w:t>
      </w:r>
      <w:r w:rsidRPr="005D5566">
        <w:t>ironique et sombre</w:t>
      </w:r>
      <w:r w:rsidR="001C0413">
        <w:t> :</w:t>
      </w:r>
    </w:p>
    <w:p w14:paraId="06444A63" w14:textId="77777777" w:rsidR="001C0413" w:rsidRDefault="001C0413" w:rsidP="001C0413">
      <w:r>
        <w:t>— </w:t>
      </w:r>
      <w:r w:rsidR="00530790" w:rsidRPr="005D5566">
        <w:t>Va-t-en</w:t>
      </w:r>
      <w:r>
        <w:t xml:space="preserve">, </w:t>
      </w:r>
      <w:r w:rsidR="00530790" w:rsidRPr="005D5566">
        <w:t>Pavel</w:t>
      </w:r>
      <w:r>
        <w:t xml:space="preserve">, </w:t>
      </w:r>
      <w:r w:rsidR="00530790" w:rsidRPr="005D5566">
        <w:t>si tu ne veux pas que je t</w:t>
      </w:r>
      <w:r>
        <w:t>’</w:t>
      </w:r>
      <w:r w:rsidR="00530790" w:rsidRPr="005D5566">
        <w:t>arrache la tête</w:t>
      </w:r>
      <w:r>
        <w:t xml:space="preserve"> !… </w:t>
      </w:r>
      <w:r w:rsidR="00530790" w:rsidRPr="005D5566">
        <w:t>Je plaisante</w:t>
      </w:r>
      <w:r>
        <w:t xml:space="preserve">, </w:t>
      </w:r>
      <w:r w:rsidR="00530790" w:rsidRPr="005D5566">
        <w:t>petite mère</w:t>
      </w:r>
      <w:r>
        <w:t xml:space="preserve">, </w:t>
      </w:r>
      <w:r w:rsidR="00530790" w:rsidRPr="005D5566">
        <w:t>ne me croyez pas</w:t>
      </w:r>
      <w:r>
        <w:t xml:space="preserve"> ! </w:t>
      </w:r>
      <w:r w:rsidR="00530790" w:rsidRPr="005D5566">
        <w:t>Je prépare le samovar</w:t>
      </w:r>
      <w:r>
        <w:t xml:space="preserve"> ! </w:t>
      </w:r>
      <w:r w:rsidR="00530790" w:rsidRPr="005D5566">
        <w:t>Oui</w:t>
      </w:r>
      <w:r>
        <w:t xml:space="preserve">, </w:t>
      </w:r>
      <w:r w:rsidR="00530790" w:rsidRPr="005D5566">
        <w:t>parfaitement</w:t>
      </w:r>
      <w:r>
        <w:t xml:space="preserve">… </w:t>
      </w:r>
      <w:r w:rsidR="00530790" w:rsidRPr="005D5566">
        <w:t>Il est mauvais</w:t>
      </w:r>
      <w:r>
        <w:t xml:space="preserve">, </w:t>
      </w:r>
      <w:r w:rsidR="00530790" w:rsidRPr="005D5566">
        <w:t>notre charbon</w:t>
      </w:r>
      <w:r>
        <w:t xml:space="preserve">… </w:t>
      </w:r>
      <w:r w:rsidR="00530790" w:rsidRPr="005D5566">
        <w:t>il est humide</w:t>
      </w:r>
      <w:r>
        <w:t xml:space="preserve">… </w:t>
      </w:r>
      <w:r w:rsidR="00530790" w:rsidRPr="005D5566">
        <w:t>qu</w:t>
      </w:r>
      <w:r>
        <w:t>’</w:t>
      </w:r>
      <w:r w:rsidR="00530790" w:rsidRPr="005D5566">
        <w:t>il aille à tous les diables</w:t>
      </w:r>
      <w:r>
        <w:t> !</w:t>
      </w:r>
    </w:p>
    <w:p w14:paraId="16922147" w14:textId="77777777" w:rsidR="001C0413" w:rsidRDefault="00530790" w:rsidP="001C0413">
      <w:r w:rsidRPr="005D5566">
        <w:t>Il se tut</w:t>
      </w:r>
      <w:r w:rsidR="001C0413">
        <w:t xml:space="preserve">. </w:t>
      </w:r>
      <w:r w:rsidRPr="005D5566">
        <w:t>Lorsque la mère rentra dans la cuisine</w:t>
      </w:r>
      <w:r w:rsidR="001C0413">
        <w:t xml:space="preserve">, </w:t>
      </w:r>
      <w:r w:rsidRPr="005D5566">
        <w:t>il était assis sur le sol et allumait le samovar</w:t>
      </w:r>
      <w:r w:rsidR="001C0413">
        <w:t xml:space="preserve">. </w:t>
      </w:r>
      <w:r w:rsidRPr="005D5566">
        <w:t>Sans la regarder</w:t>
      </w:r>
      <w:r w:rsidR="001C0413">
        <w:t xml:space="preserve">, </w:t>
      </w:r>
      <w:r w:rsidRPr="005D5566">
        <w:t>il reprit</w:t>
      </w:r>
      <w:r w:rsidR="001C0413">
        <w:t> :</w:t>
      </w:r>
    </w:p>
    <w:p w14:paraId="252CDA60" w14:textId="77777777" w:rsidR="001C0413" w:rsidRDefault="001C0413" w:rsidP="001C0413">
      <w:r>
        <w:t>— </w:t>
      </w:r>
      <w:r w:rsidR="00530790" w:rsidRPr="005D5566">
        <w:t>N</w:t>
      </w:r>
      <w:r>
        <w:t>’</w:t>
      </w:r>
      <w:r w:rsidR="00530790" w:rsidRPr="005D5566">
        <w:t>ayez pas peur</w:t>
      </w:r>
      <w:r>
        <w:t xml:space="preserve">, </w:t>
      </w:r>
      <w:r w:rsidR="00530790" w:rsidRPr="005D5566">
        <w:t>petite mère</w:t>
      </w:r>
      <w:r>
        <w:t xml:space="preserve">, </w:t>
      </w:r>
      <w:r w:rsidR="00530790" w:rsidRPr="005D5566">
        <w:t>je ne le toucherai pas</w:t>
      </w:r>
      <w:r>
        <w:t xml:space="preserve"> ! </w:t>
      </w:r>
      <w:r w:rsidR="00530790" w:rsidRPr="005D5566">
        <w:t>Je suis bon et doux</w:t>
      </w:r>
      <w:r>
        <w:t xml:space="preserve">… </w:t>
      </w:r>
      <w:r w:rsidR="00530790" w:rsidRPr="005D5566">
        <w:t>comme un navet bouilli</w:t>
      </w:r>
      <w:r>
        <w:t xml:space="preserve">… </w:t>
      </w:r>
      <w:r w:rsidR="00530790" w:rsidRPr="005D5566">
        <w:t>Et moi aussi</w:t>
      </w:r>
      <w:r>
        <w:t xml:space="preserve">, </w:t>
      </w:r>
      <w:r w:rsidR="00530790" w:rsidRPr="005D5566">
        <w:t>je l</w:t>
      </w:r>
      <w:r>
        <w:t>’</w:t>
      </w:r>
      <w:r w:rsidR="00530790" w:rsidRPr="005D5566">
        <w:t>aime</w:t>
      </w:r>
      <w:r>
        <w:t xml:space="preserve"> ! </w:t>
      </w:r>
      <w:r w:rsidR="00530790" w:rsidRPr="005D5566">
        <w:t>N</w:t>
      </w:r>
      <w:r>
        <w:t>’</w:t>
      </w:r>
      <w:r w:rsidR="00530790" w:rsidRPr="005D5566">
        <w:t>écoute pas</w:t>
      </w:r>
      <w:r>
        <w:t xml:space="preserve">, </w:t>
      </w:r>
      <w:r w:rsidR="00530790" w:rsidRPr="005D5566">
        <w:t>toi</w:t>
      </w:r>
      <w:r>
        <w:t xml:space="preserve">, </w:t>
      </w:r>
      <w:r w:rsidR="00530790" w:rsidRPr="005D5566">
        <w:t>le héros</w:t>
      </w:r>
      <w:r>
        <w:t xml:space="preserve"> ! </w:t>
      </w:r>
      <w:r w:rsidR="00530790" w:rsidRPr="005D5566">
        <w:t>Mais c</w:t>
      </w:r>
      <w:r>
        <w:t>’</w:t>
      </w:r>
      <w:r w:rsidR="00530790" w:rsidRPr="005D5566">
        <w:t>est son gilet que je n</w:t>
      </w:r>
      <w:r>
        <w:t>’</w:t>
      </w:r>
      <w:r w:rsidR="00530790" w:rsidRPr="005D5566">
        <w:t>aime pas</w:t>
      </w:r>
      <w:r>
        <w:t xml:space="preserve">… </w:t>
      </w:r>
      <w:r w:rsidR="00530790" w:rsidRPr="005D5566">
        <w:t>Il a mis un gilet neuf</w:t>
      </w:r>
      <w:r>
        <w:t xml:space="preserve">, </w:t>
      </w:r>
      <w:r w:rsidR="00530790" w:rsidRPr="005D5566">
        <w:t>voyez-vous</w:t>
      </w:r>
      <w:r>
        <w:t xml:space="preserve">, </w:t>
      </w:r>
      <w:r w:rsidR="00530790" w:rsidRPr="005D5566">
        <w:t>et qui lui plaît beaucoup</w:t>
      </w:r>
      <w:r>
        <w:t xml:space="preserve"> ; </w:t>
      </w:r>
      <w:r w:rsidR="00530790" w:rsidRPr="005D5566">
        <w:t>il marche le ventre en avant et pousse tout le monde afin qu</w:t>
      </w:r>
      <w:r>
        <w:t>’</w:t>
      </w:r>
      <w:r w:rsidR="00530790" w:rsidRPr="005D5566">
        <w:t>on voie bien son gilet</w:t>
      </w:r>
      <w:r>
        <w:t xml:space="preserve"> ! </w:t>
      </w:r>
      <w:r w:rsidR="00530790" w:rsidRPr="005D5566">
        <w:t>Il est joli</w:t>
      </w:r>
      <w:r>
        <w:t xml:space="preserve">, </w:t>
      </w:r>
      <w:r w:rsidR="00530790" w:rsidRPr="005D5566">
        <w:t>c</w:t>
      </w:r>
      <w:r>
        <w:t>’</w:t>
      </w:r>
      <w:r w:rsidR="00530790" w:rsidRPr="005D5566">
        <w:t>est vrai</w:t>
      </w:r>
      <w:r>
        <w:t xml:space="preserve">, </w:t>
      </w:r>
      <w:r w:rsidR="00530790" w:rsidRPr="005D5566">
        <w:t>mais à quoi bon bousculer son prochain</w:t>
      </w:r>
      <w:r>
        <w:t xml:space="preserve"> ! </w:t>
      </w:r>
      <w:r w:rsidR="00530790" w:rsidRPr="005D5566">
        <w:t>Il y a déjà si peu de place</w:t>
      </w:r>
      <w:r>
        <w:t> !</w:t>
      </w:r>
    </w:p>
    <w:p w14:paraId="709745BD" w14:textId="77777777" w:rsidR="001C0413" w:rsidRDefault="00530790" w:rsidP="001C0413">
      <w:r w:rsidRPr="005D5566">
        <w:t>Pavel demanda en souriant</w:t>
      </w:r>
      <w:r w:rsidR="001C0413">
        <w:t> :</w:t>
      </w:r>
    </w:p>
    <w:p w14:paraId="28C2C1AD" w14:textId="77777777" w:rsidR="001C0413" w:rsidRDefault="001C0413" w:rsidP="001C0413">
      <w:r>
        <w:t>— </w:t>
      </w:r>
      <w:r w:rsidR="00530790" w:rsidRPr="005D5566">
        <w:t>Grogneras-tu encore longtemps</w:t>
      </w:r>
      <w:r>
        <w:t xml:space="preserve"> ? </w:t>
      </w:r>
      <w:r w:rsidR="00530790" w:rsidRPr="005D5566">
        <w:t>Tu m</w:t>
      </w:r>
      <w:r>
        <w:t>’</w:t>
      </w:r>
      <w:r w:rsidR="00530790" w:rsidRPr="005D5566">
        <w:t>as déjà fait des remontrances</w:t>
      </w:r>
      <w:r>
        <w:t xml:space="preserve">, </w:t>
      </w:r>
      <w:r w:rsidR="00530790" w:rsidRPr="005D5566">
        <w:t>ça suffit</w:t>
      </w:r>
      <w:r>
        <w:t>…</w:t>
      </w:r>
    </w:p>
    <w:p w14:paraId="7E0296E8" w14:textId="77777777" w:rsidR="001C0413" w:rsidRDefault="00530790" w:rsidP="001C0413">
      <w:r w:rsidRPr="005D5566">
        <w:lastRenderedPageBreak/>
        <w:t>Le Petit-Russien</w:t>
      </w:r>
      <w:r w:rsidR="001C0413">
        <w:t xml:space="preserve">, </w:t>
      </w:r>
      <w:r w:rsidRPr="005D5566">
        <w:t>toujours assis à terre</w:t>
      </w:r>
      <w:r w:rsidR="001C0413">
        <w:t xml:space="preserve">, </w:t>
      </w:r>
      <w:r w:rsidRPr="005D5566">
        <w:t>avait placé entre ses jambes le samovar et le contemplait</w:t>
      </w:r>
      <w:r w:rsidR="001C0413">
        <w:t xml:space="preserve">. </w:t>
      </w:r>
      <w:r w:rsidRPr="005D5566">
        <w:t>La mère debout près de la porte</w:t>
      </w:r>
      <w:r w:rsidR="001C0413">
        <w:t xml:space="preserve">, </w:t>
      </w:r>
      <w:r w:rsidRPr="005D5566">
        <w:t>fixait ses yeux attristés et affectueux sur la nuque ronde et sur le long cou d</w:t>
      </w:r>
      <w:r w:rsidR="001C0413">
        <w:t>’</w:t>
      </w:r>
      <w:r w:rsidRPr="005D5566">
        <w:t>André</w:t>
      </w:r>
      <w:r w:rsidR="001C0413">
        <w:t xml:space="preserve">. </w:t>
      </w:r>
      <w:r w:rsidRPr="005D5566">
        <w:t>Il se renversa en arrière</w:t>
      </w:r>
      <w:r w:rsidR="001C0413">
        <w:t xml:space="preserve">, </w:t>
      </w:r>
      <w:r w:rsidRPr="005D5566">
        <w:t>les mains appuyées au plancher</w:t>
      </w:r>
      <w:r w:rsidR="001C0413">
        <w:t xml:space="preserve">, </w:t>
      </w:r>
      <w:r w:rsidRPr="005D5566">
        <w:t>et regarda la mère et le fils avec des yeux un peu rougis</w:t>
      </w:r>
      <w:r w:rsidR="001C0413">
        <w:t> :</w:t>
      </w:r>
    </w:p>
    <w:p w14:paraId="52270585" w14:textId="77777777" w:rsidR="001C0413" w:rsidRDefault="001C0413" w:rsidP="001C0413">
      <w:r>
        <w:t>— </w:t>
      </w:r>
      <w:r w:rsidR="00530790" w:rsidRPr="005D5566">
        <w:t>Vous êtes vraiment de braves gens</w:t>
      </w:r>
      <w:r>
        <w:t xml:space="preserve"> ! </w:t>
      </w:r>
      <w:r w:rsidR="00530790" w:rsidRPr="005D5566">
        <w:t>dit-il à mi-voix</w:t>
      </w:r>
      <w:r>
        <w:t xml:space="preserve">. </w:t>
      </w:r>
      <w:r w:rsidR="00530790" w:rsidRPr="005D5566">
        <w:t>Pavel se pencha et lui saisit le bras</w:t>
      </w:r>
      <w:r>
        <w:t>.</w:t>
      </w:r>
    </w:p>
    <w:p w14:paraId="61E4D853" w14:textId="77777777" w:rsidR="001C0413" w:rsidRDefault="001C0413" w:rsidP="001C0413">
      <w:r>
        <w:t>— </w:t>
      </w:r>
      <w:r w:rsidR="00530790" w:rsidRPr="005D5566">
        <w:t>Ne tire pas</w:t>
      </w:r>
      <w:r>
        <w:t xml:space="preserve"> ! </w:t>
      </w:r>
      <w:r w:rsidR="00530790" w:rsidRPr="005D5566">
        <w:t>dit le Petit-Russien sourdement</w:t>
      </w:r>
      <w:r>
        <w:t xml:space="preserve">. </w:t>
      </w:r>
      <w:r w:rsidR="00530790" w:rsidRPr="005D5566">
        <w:t>Tu vas me faire tomber</w:t>
      </w:r>
      <w:r>
        <w:t xml:space="preserve">… </w:t>
      </w:r>
      <w:r w:rsidR="00530790" w:rsidRPr="005D5566">
        <w:t>Va-t-en</w:t>
      </w:r>
      <w:r>
        <w:t>…</w:t>
      </w:r>
    </w:p>
    <w:p w14:paraId="30772FBE" w14:textId="77777777" w:rsidR="001C0413" w:rsidRDefault="001C0413" w:rsidP="001C0413">
      <w:r>
        <w:t>— </w:t>
      </w:r>
      <w:r w:rsidR="00530790" w:rsidRPr="005D5566">
        <w:t>Pourquoi vous gênez-vous</w:t>
      </w:r>
      <w:r>
        <w:t xml:space="preserve"> ? </w:t>
      </w:r>
      <w:r w:rsidR="00530790" w:rsidRPr="005D5566">
        <w:t>demanda la mère avec tristesse</w:t>
      </w:r>
      <w:r>
        <w:t xml:space="preserve">. </w:t>
      </w:r>
      <w:r w:rsidR="00530790" w:rsidRPr="005D5566">
        <w:t>Vous feriez mieux de vous embrasser</w:t>
      </w:r>
      <w:r>
        <w:t xml:space="preserve">, </w:t>
      </w:r>
      <w:r w:rsidR="00530790" w:rsidRPr="005D5566">
        <w:t>bien fort</w:t>
      </w:r>
      <w:r>
        <w:t>.</w:t>
      </w:r>
    </w:p>
    <w:p w14:paraId="365ECF92" w14:textId="77777777" w:rsidR="001C0413" w:rsidRDefault="001C0413" w:rsidP="001C0413">
      <w:r>
        <w:t>— </w:t>
      </w:r>
      <w:r w:rsidR="00530790" w:rsidRPr="005D5566">
        <w:t>Veux-tu</w:t>
      </w:r>
      <w:r>
        <w:t xml:space="preserve"> ? </w:t>
      </w:r>
      <w:r w:rsidR="00530790" w:rsidRPr="005D5566">
        <w:t>dit Pavel à voix basse</w:t>
      </w:r>
      <w:r>
        <w:t>.</w:t>
      </w:r>
    </w:p>
    <w:p w14:paraId="3F667A01" w14:textId="77777777" w:rsidR="001C0413" w:rsidRDefault="001C0413" w:rsidP="001C0413">
      <w:r>
        <w:t>— </w:t>
      </w:r>
      <w:r w:rsidR="00530790" w:rsidRPr="005D5566">
        <w:t>Pourquoi pas</w:t>
      </w:r>
      <w:r>
        <w:t xml:space="preserve"> ? </w:t>
      </w:r>
      <w:r w:rsidR="00530790" w:rsidRPr="005D5566">
        <w:t>répondit André en se levant</w:t>
      </w:r>
      <w:r>
        <w:t xml:space="preserve">. </w:t>
      </w:r>
      <w:r w:rsidR="00530790" w:rsidRPr="005D5566">
        <w:t>Pavel se mit à genoux et les deux hommes s</w:t>
      </w:r>
      <w:r>
        <w:t>’</w:t>
      </w:r>
      <w:r w:rsidR="00530790" w:rsidRPr="005D5566">
        <w:t>étreignirent</w:t>
      </w:r>
      <w:r>
        <w:t xml:space="preserve"> ; </w:t>
      </w:r>
      <w:r w:rsidR="00530790" w:rsidRPr="005D5566">
        <w:t>pendant un instant</w:t>
      </w:r>
      <w:r>
        <w:t xml:space="preserve">, </w:t>
      </w:r>
      <w:r w:rsidR="00530790" w:rsidRPr="005D5566">
        <w:t>les deux corps n</w:t>
      </w:r>
      <w:r>
        <w:t>’</w:t>
      </w:r>
      <w:r w:rsidR="00530790" w:rsidRPr="005D5566">
        <w:t>eurent qu</w:t>
      </w:r>
      <w:r>
        <w:t>’</w:t>
      </w:r>
      <w:r w:rsidR="00530790" w:rsidRPr="005D5566">
        <w:t xml:space="preserve">une seule âme qui brûlait </w:t>
      </w:r>
      <w:r w:rsidR="00530790" w:rsidRPr="00D210FA">
        <w:t>d</w:t>
      </w:r>
      <w:r>
        <w:t>’</w:t>
      </w:r>
      <w:r w:rsidR="00530790" w:rsidRPr="005D5566">
        <w:t>une ardente amitié</w:t>
      </w:r>
      <w:r>
        <w:t>.</w:t>
      </w:r>
    </w:p>
    <w:p w14:paraId="5260E60B" w14:textId="77777777" w:rsidR="001C0413" w:rsidRDefault="00530790" w:rsidP="001C0413">
      <w:r w:rsidRPr="005D5566">
        <w:t>Des larmes coulaient sur le visage de la mère</w:t>
      </w:r>
      <w:r w:rsidR="001C0413">
        <w:t xml:space="preserve">, </w:t>
      </w:r>
      <w:r w:rsidRPr="005D5566">
        <w:t>mais elles n</w:t>
      </w:r>
      <w:r w:rsidR="001C0413">
        <w:t>’</w:t>
      </w:r>
      <w:r w:rsidRPr="005D5566">
        <w:t>avaient rien d</w:t>
      </w:r>
      <w:r w:rsidR="001C0413">
        <w:t>’</w:t>
      </w:r>
      <w:r w:rsidRPr="005D5566">
        <w:t>amer</w:t>
      </w:r>
      <w:r w:rsidR="001C0413">
        <w:t xml:space="preserve">. </w:t>
      </w:r>
      <w:r w:rsidRPr="005D5566">
        <w:t>Elle dit avec embarras en les essuyant</w:t>
      </w:r>
      <w:r w:rsidR="001C0413">
        <w:t> :</w:t>
      </w:r>
    </w:p>
    <w:p w14:paraId="6B63B76D" w14:textId="77777777" w:rsidR="001C0413" w:rsidRDefault="001C0413" w:rsidP="001C0413">
      <w:r>
        <w:t>— </w:t>
      </w:r>
      <w:r w:rsidR="00530790" w:rsidRPr="005D5566">
        <w:t>Les femmes aiment à pleurer</w:t>
      </w:r>
      <w:r>
        <w:t xml:space="preserve">… </w:t>
      </w:r>
      <w:r w:rsidR="00530790" w:rsidRPr="005D5566">
        <w:t>elles pleurent de joie comme de chagrin</w:t>
      </w:r>
      <w:r>
        <w:t>…</w:t>
      </w:r>
    </w:p>
    <w:p w14:paraId="439E4AD9" w14:textId="77777777" w:rsidR="001C0413" w:rsidRDefault="00530790" w:rsidP="001C0413">
      <w:r w:rsidRPr="005D5566">
        <w:t>Le Petit-Russien écarta Pavel d</w:t>
      </w:r>
      <w:r w:rsidR="001C0413">
        <w:t>’</w:t>
      </w:r>
      <w:r w:rsidRPr="005D5566">
        <w:t>un léger mouvement de la main et fit</w:t>
      </w:r>
      <w:r w:rsidR="001C0413">
        <w:t xml:space="preserve">, </w:t>
      </w:r>
      <w:r w:rsidRPr="005D5566">
        <w:t>en se frottant les yeux</w:t>
      </w:r>
      <w:r w:rsidR="001C0413">
        <w:t> :</w:t>
      </w:r>
    </w:p>
    <w:p w14:paraId="5DFBF520" w14:textId="77777777" w:rsidR="001C0413" w:rsidRDefault="001C0413" w:rsidP="001C0413">
      <w:r>
        <w:t>— </w:t>
      </w:r>
      <w:r w:rsidR="00530790" w:rsidRPr="005D5566">
        <w:t>Assez</w:t>
      </w:r>
      <w:r>
        <w:t xml:space="preserve"> ! </w:t>
      </w:r>
      <w:r w:rsidR="00530790" w:rsidRPr="005D5566">
        <w:t>Quand les veaux ont folâtré pendant quelque temps</w:t>
      </w:r>
      <w:r>
        <w:t xml:space="preserve">, </w:t>
      </w:r>
      <w:r w:rsidR="00530790" w:rsidRPr="005D5566">
        <w:t>on en fait du rôti</w:t>
      </w:r>
      <w:r>
        <w:t xml:space="preserve">. </w:t>
      </w:r>
      <w:r w:rsidR="00530790" w:rsidRPr="005D5566">
        <w:t>Ah</w:t>
      </w:r>
      <w:r>
        <w:t xml:space="preserve"> ! </w:t>
      </w:r>
      <w:r w:rsidR="00530790" w:rsidRPr="005D5566">
        <w:t>quel diable de charbon</w:t>
      </w:r>
      <w:r>
        <w:t xml:space="preserve"> ! </w:t>
      </w:r>
      <w:r w:rsidR="00530790" w:rsidRPr="005D5566">
        <w:t>J</w:t>
      </w:r>
      <w:r>
        <w:t>’</w:t>
      </w:r>
      <w:r w:rsidR="00530790" w:rsidRPr="005D5566">
        <w:t>ai tant soufflé que j</w:t>
      </w:r>
      <w:r>
        <w:t>’</w:t>
      </w:r>
      <w:r w:rsidR="00530790" w:rsidRPr="005D5566">
        <w:t>en ai plein les yeux</w:t>
      </w:r>
      <w:r>
        <w:t>…</w:t>
      </w:r>
    </w:p>
    <w:p w14:paraId="2904B18B" w14:textId="77777777" w:rsidR="001C0413" w:rsidRDefault="00530790" w:rsidP="001C0413">
      <w:r w:rsidRPr="005D5566">
        <w:t>Pavel s</w:t>
      </w:r>
      <w:r w:rsidR="001C0413">
        <w:t>’</w:t>
      </w:r>
      <w:r w:rsidRPr="005D5566">
        <w:t>assit près de la fenêtre</w:t>
      </w:r>
      <w:r w:rsidR="001C0413">
        <w:t xml:space="preserve">, </w:t>
      </w:r>
      <w:r w:rsidRPr="005D5566">
        <w:t>la tête inclinée</w:t>
      </w:r>
      <w:r w:rsidR="001C0413">
        <w:t> :</w:t>
      </w:r>
    </w:p>
    <w:p w14:paraId="2BE59933" w14:textId="77777777" w:rsidR="001C0413" w:rsidRDefault="001C0413" w:rsidP="001C0413">
      <w:r>
        <w:lastRenderedPageBreak/>
        <w:t>— </w:t>
      </w:r>
      <w:r w:rsidR="00530790" w:rsidRPr="005D5566">
        <w:t>Il ne faut pas avoir honte de pleurer ces larmes-là</w:t>
      </w:r>
      <w:r>
        <w:t xml:space="preserve"> !… </w:t>
      </w:r>
      <w:r w:rsidR="00530790" w:rsidRPr="005D5566">
        <w:t>dit-il doucement</w:t>
      </w:r>
      <w:r>
        <w:t>.</w:t>
      </w:r>
    </w:p>
    <w:p w14:paraId="182540BE" w14:textId="77777777" w:rsidR="001C0413" w:rsidRDefault="00530790" w:rsidP="001C0413">
      <w:r w:rsidRPr="005D5566">
        <w:t>La mère s</w:t>
      </w:r>
      <w:r w:rsidR="001C0413">
        <w:t>’</w:t>
      </w:r>
      <w:r w:rsidRPr="005D5566">
        <w:t>approcha de lui et s</w:t>
      </w:r>
      <w:r w:rsidR="001C0413">
        <w:t>’</w:t>
      </w:r>
      <w:r w:rsidRPr="005D5566">
        <w:t>assit à ses côtés</w:t>
      </w:r>
      <w:r w:rsidR="001C0413">
        <w:t xml:space="preserve">. </w:t>
      </w:r>
      <w:r w:rsidRPr="005D5566">
        <w:t>Son cœur s</w:t>
      </w:r>
      <w:r w:rsidR="001C0413">
        <w:t>’</w:t>
      </w:r>
      <w:r w:rsidRPr="005D5566">
        <w:t>était rempli d</w:t>
      </w:r>
      <w:r w:rsidR="001C0413">
        <w:t>’</w:t>
      </w:r>
      <w:r w:rsidRPr="005D5566">
        <w:t>un sentiment de vaillance</w:t>
      </w:r>
      <w:r w:rsidR="001C0413">
        <w:t xml:space="preserve">, </w:t>
      </w:r>
      <w:r w:rsidRPr="005D5566">
        <w:t>doux et chaud</w:t>
      </w:r>
      <w:r w:rsidR="001C0413">
        <w:t>.</w:t>
      </w:r>
    </w:p>
    <w:p w14:paraId="4DB71E2B" w14:textId="77777777" w:rsidR="001C0413" w:rsidRDefault="001C0413" w:rsidP="001C0413">
      <w:r>
        <w:t>— </w:t>
      </w:r>
      <w:r w:rsidR="00530790" w:rsidRPr="005D5566">
        <w:t>Qu</w:t>
      </w:r>
      <w:r>
        <w:t>’</w:t>
      </w:r>
      <w:r w:rsidR="00530790" w:rsidRPr="005D5566">
        <w:t>importe</w:t>
      </w:r>
      <w:r>
        <w:t xml:space="preserve"> ! </w:t>
      </w:r>
      <w:r w:rsidR="00530790" w:rsidRPr="005D5566">
        <w:t>pensait-elle</w:t>
      </w:r>
      <w:r>
        <w:t xml:space="preserve">, </w:t>
      </w:r>
      <w:r w:rsidR="00530790" w:rsidRPr="005D5566">
        <w:t>en caressant la main de son fils</w:t>
      </w:r>
      <w:r>
        <w:t xml:space="preserve">. </w:t>
      </w:r>
      <w:r w:rsidR="00530790" w:rsidRPr="005D5566">
        <w:t>Il est impossible qu</w:t>
      </w:r>
      <w:r>
        <w:t>’</w:t>
      </w:r>
      <w:r w:rsidR="00530790" w:rsidRPr="005D5566">
        <w:t>il en soit autrement</w:t>
      </w:r>
      <w:r>
        <w:t xml:space="preserve">… </w:t>
      </w:r>
      <w:r w:rsidR="00530790" w:rsidRPr="005D5566">
        <w:t>il faut que ce soit ainsi</w:t>
      </w:r>
      <w:r>
        <w:t> !</w:t>
      </w:r>
    </w:p>
    <w:p w14:paraId="66910924" w14:textId="77777777" w:rsidR="001C0413" w:rsidRDefault="00530790" w:rsidP="001C0413">
      <w:r w:rsidRPr="005D5566">
        <w:t>Et d</w:t>
      </w:r>
      <w:r w:rsidR="001C0413">
        <w:t>’</w:t>
      </w:r>
      <w:r w:rsidRPr="005D5566">
        <w:t>autres pensées familières tournoyaient dans sa mémoire</w:t>
      </w:r>
      <w:r w:rsidR="001C0413">
        <w:t xml:space="preserve">, </w:t>
      </w:r>
      <w:r w:rsidRPr="005D5566">
        <w:t>mais elle n</w:t>
      </w:r>
      <w:r w:rsidR="001C0413">
        <w:t>’</w:t>
      </w:r>
      <w:r w:rsidRPr="005D5566">
        <w:t>en trouva aucune qui pût exprimer ce qu</w:t>
      </w:r>
      <w:r w:rsidR="001C0413">
        <w:t>’</w:t>
      </w:r>
      <w:r w:rsidRPr="005D5566">
        <w:t>elle éprouvait en cet instant</w:t>
      </w:r>
      <w:r w:rsidR="001C0413">
        <w:t>.</w:t>
      </w:r>
    </w:p>
    <w:p w14:paraId="7A7809CC" w14:textId="77777777" w:rsidR="001C0413" w:rsidRDefault="001C0413" w:rsidP="001C0413">
      <w:r>
        <w:t>— </w:t>
      </w:r>
      <w:r w:rsidR="00530790" w:rsidRPr="005D5566">
        <w:t>Je serrerai la vaisselle</w:t>
      </w:r>
      <w:r>
        <w:rPr>
          <w:rFonts w:eastAsia="Georgia" w:cs="Georgia"/>
        </w:rPr>
        <w:t xml:space="preserve">… </w:t>
      </w:r>
      <w:r w:rsidR="00530790" w:rsidRPr="005D5566">
        <w:t>petite mère</w:t>
      </w:r>
      <w:r>
        <w:t xml:space="preserve">, </w:t>
      </w:r>
      <w:r w:rsidR="00530790" w:rsidRPr="005D5566">
        <w:t>restez assise</w:t>
      </w:r>
      <w:r>
        <w:t xml:space="preserve">, </w:t>
      </w:r>
      <w:r w:rsidR="00530790" w:rsidRPr="005D5566">
        <w:t>dit le Petit-Russien en se levant et passant dans la pièce voisine</w:t>
      </w:r>
      <w:r>
        <w:t xml:space="preserve">. </w:t>
      </w:r>
      <w:r w:rsidR="00530790" w:rsidRPr="005D5566">
        <w:t>Reposez-vous</w:t>
      </w:r>
      <w:r>
        <w:t xml:space="preserve">… </w:t>
      </w:r>
      <w:r w:rsidR="00530790" w:rsidRPr="005D5566">
        <w:t>On vous a fait assez souffrir</w:t>
      </w:r>
      <w:r>
        <w:t>…</w:t>
      </w:r>
    </w:p>
    <w:p w14:paraId="6CAE4A23" w14:textId="77777777" w:rsidR="001C0413" w:rsidRDefault="00530790" w:rsidP="001C0413">
      <w:r w:rsidRPr="005D5566">
        <w:t>Et sa voix chantante se fit plus sonore</w:t>
      </w:r>
      <w:r w:rsidR="001C0413">
        <w:t xml:space="preserve">, </w:t>
      </w:r>
      <w:r w:rsidRPr="005D5566">
        <w:t>lorsqu</w:t>
      </w:r>
      <w:r w:rsidR="001C0413">
        <w:t>’</w:t>
      </w:r>
      <w:r w:rsidRPr="005D5566">
        <w:t>il fut hors de vue</w:t>
      </w:r>
      <w:r w:rsidR="001C0413">
        <w:t> :</w:t>
      </w:r>
    </w:p>
    <w:p w14:paraId="5DA4075C" w14:textId="77777777" w:rsidR="001C0413" w:rsidRDefault="001C0413" w:rsidP="001C0413">
      <w:pPr>
        <w:rPr>
          <w:szCs w:val="32"/>
        </w:rPr>
      </w:pPr>
      <w:r>
        <w:t>— </w:t>
      </w:r>
      <w:r w:rsidR="00530790" w:rsidRPr="005D5566">
        <w:rPr>
          <w:szCs w:val="32"/>
        </w:rPr>
        <w:t>Il n</w:t>
      </w:r>
      <w:r>
        <w:rPr>
          <w:szCs w:val="32"/>
        </w:rPr>
        <w:t>’</w:t>
      </w:r>
      <w:r w:rsidR="00530790" w:rsidRPr="005D5566">
        <w:rPr>
          <w:szCs w:val="32"/>
        </w:rPr>
        <w:t>est</w:t>
      </w:r>
      <w:r>
        <w:rPr>
          <w:szCs w:val="32"/>
        </w:rPr>
        <w:t xml:space="preserve">, </w:t>
      </w:r>
      <w:r w:rsidR="00530790" w:rsidRPr="005D5566">
        <w:rPr>
          <w:szCs w:val="32"/>
        </w:rPr>
        <w:t>pas bien de se vanter et</w:t>
      </w:r>
      <w:r>
        <w:rPr>
          <w:szCs w:val="32"/>
        </w:rPr>
        <w:t xml:space="preserve">, </w:t>
      </w:r>
      <w:r w:rsidR="00530790" w:rsidRPr="005D5566">
        <w:rPr>
          <w:szCs w:val="32"/>
        </w:rPr>
        <w:t>pourtant</w:t>
      </w:r>
      <w:r>
        <w:rPr>
          <w:szCs w:val="32"/>
        </w:rPr>
        <w:t xml:space="preserve">, </w:t>
      </w:r>
      <w:r w:rsidR="00530790" w:rsidRPr="005D5566">
        <w:rPr>
          <w:szCs w:val="32"/>
        </w:rPr>
        <w:t>nous venons de vivre un moment d</w:t>
      </w:r>
      <w:r>
        <w:rPr>
          <w:szCs w:val="32"/>
        </w:rPr>
        <w:t>’</w:t>
      </w:r>
      <w:r w:rsidR="00530790" w:rsidRPr="005D5566">
        <w:rPr>
          <w:szCs w:val="32"/>
        </w:rPr>
        <w:t>une vie bonne</w:t>
      </w:r>
      <w:r>
        <w:rPr>
          <w:szCs w:val="32"/>
        </w:rPr>
        <w:t xml:space="preserve">, </w:t>
      </w:r>
      <w:r w:rsidR="00530790" w:rsidRPr="005D5566">
        <w:rPr>
          <w:szCs w:val="32"/>
        </w:rPr>
        <w:t>humaine</w:t>
      </w:r>
      <w:r>
        <w:rPr>
          <w:szCs w:val="32"/>
        </w:rPr>
        <w:t xml:space="preserve">, </w:t>
      </w:r>
      <w:r w:rsidR="00530790" w:rsidRPr="005D5566">
        <w:rPr>
          <w:szCs w:val="32"/>
        </w:rPr>
        <w:t>pleine d</w:t>
      </w:r>
      <w:r>
        <w:rPr>
          <w:szCs w:val="32"/>
        </w:rPr>
        <w:t>’</w:t>
      </w:r>
      <w:r w:rsidR="00530790" w:rsidRPr="005D5566">
        <w:rPr>
          <w:szCs w:val="32"/>
        </w:rPr>
        <w:t>amour</w:t>
      </w:r>
      <w:r>
        <w:rPr>
          <w:szCs w:val="32"/>
        </w:rPr>
        <w:t xml:space="preserve"> ! </w:t>
      </w:r>
      <w:r w:rsidR="00530790" w:rsidRPr="005D5566">
        <w:rPr>
          <w:szCs w:val="32"/>
        </w:rPr>
        <w:t>C</w:t>
      </w:r>
      <w:r>
        <w:rPr>
          <w:szCs w:val="32"/>
        </w:rPr>
        <w:t>’</w:t>
      </w:r>
      <w:r w:rsidR="00530790" w:rsidRPr="005D5566">
        <w:rPr>
          <w:szCs w:val="32"/>
        </w:rPr>
        <w:t>est sain</w:t>
      </w:r>
      <w:r>
        <w:rPr>
          <w:szCs w:val="32"/>
        </w:rPr>
        <w:t>…</w:t>
      </w:r>
    </w:p>
    <w:p w14:paraId="43546AB2" w14:textId="77777777" w:rsidR="001C0413" w:rsidRDefault="001C0413" w:rsidP="001C0413">
      <w:r>
        <w:t>— </w:t>
      </w:r>
      <w:r w:rsidR="00530790" w:rsidRPr="005D5566">
        <w:t>Oui</w:t>
      </w:r>
      <w:r>
        <w:t xml:space="preserve"> ! </w:t>
      </w:r>
      <w:r w:rsidR="00530790" w:rsidRPr="005D5566">
        <w:t>dit Pavel en jetant un coup d</w:t>
      </w:r>
      <w:r>
        <w:t>’</w:t>
      </w:r>
      <w:r w:rsidR="00530790" w:rsidRPr="005D5566">
        <w:t>œil sur la mère</w:t>
      </w:r>
      <w:r>
        <w:t>.</w:t>
      </w:r>
    </w:p>
    <w:p w14:paraId="1DD7784B" w14:textId="77777777" w:rsidR="001C0413" w:rsidRDefault="001C0413" w:rsidP="001C0413">
      <w:r>
        <w:t>— </w:t>
      </w:r>
      <w:r w:rsidR="00530790" w:rsidRPr="005D5566">
        <w:t>Tout a changé</w:t>
      </w:r>
      <w:r>
        <w:t xml:space="preserve"> ! </w:t>
      </w:r>
      <w:r w:rsidR="00530790" w:rsidRPr="005D5566">
        <w:t>répliqua-t-elle</w:t>
      </w:r>
      <w:r>
        <w:t xml:space="preserve">. </w:t>
      </w:r>
      <w:r w:rsidR="00530790" w:rsidRPr="005D5566">
        <w:t>Le chagrin est autre</w:t>
      </w:r>
      <w:r>
        <w:t xml:space="preserve">, </w:t>
      </w:r>
      <w:r w:rsidR="00530790" w:rsidRPr="005D5566">
        <w:t>la joie est autre</w:t>
      </w:r>
      <w:r>
        <w:t xml:space="preserve">… </w:t>
      </w:r>
      <w:r w:rsidR="00530790" w:rsidRPr="005D5566">
        <w:t>Je ne sais plus</w:t>
      </w:r>
      <w:r>
        <w:t xml:space="preserve">… </w:t>
      </w:r>
      <w:r w:rsidR="00530790" w:rsidRPr="005D5566">
        <w:t>je ne comprends plus ce qui me fait vivre</w:t>
      </w:r>
      <w:r>
        <w:t xml:space="preserve">… </w:t>
      </w:r>
      <w:r w:rsidR="00530790" w:rsidRPr="005D5566">
        <w:t>et je ne puis rien dire avec des paroles</w:t>
      </w:r>
      <w:r>
        <w:t> !</w:t>
      </w:r>
    </w:p>
    <w:p w14:paraId="0D311100" w14:textId="3B218654" w:rsidR="001C0413" w:rsidRDefault="001C0413" w:rsidP="001C0413">
      <w:r>
        <w:t>— </w:t>
      </w:r>
      <w:r w:rsidR="00530790" w:rsidRPr="005D5566">
        <w:t>Tout a changé</w:t>
      </w:r>
      <w:r>
        <w:t xml:space="preserve"> !… </w:t>
      </w:r>
      <w:r w:rsidR="00530790" w:rsidRPr="005D5566">
        <w:t>Oui</w:t>
      </w:r>
      <w:r>
        <w:t xml:space="preserve">, </w:t>
      </w:r>
      <w:r w:rsidR="00530790" w:rsidRPr="005D5566">
        <w:t>et c</w:t>
      </w:r>
      <w:r>
        <w:t>’</w:t>
      </w:r>
      <w:r w:rsidR="00530790" w:rsidRPr="005D5566">
        <w:t>est ainsi qu</w:t>
      </w:r>
      <w:r>
        <w:t>’</w:t>
      </w:r>
      <w:r w:rsidR="00530790" w:rsidRPr="005D5566">
        <w:t>il doit en être</w:t>
      </w:r>
      <w:r>
        <w:t xml:space="preserve"> ! </w:t>
      </w:r>
      <w:r w:rsidR="00530790" w:rsidRPr="005D5566">
        <w:t>déclara le Petit-Russien</w:t>
      </w:r>
      <w:r>
        <w:t xml:space="preserve">. </w:t>
      </w:r>
      <w:r w:rsidR="00530790" w:rsidRPr="005D5566">
        <w:t>C</w:t>
      </w:r>
      <w:r>
        <w:t>’</w:t>
      </w:r>
      <w:r w:rsidR="00530790" w:rsidRPr="005D5566">
        <w:t>est parce qu</w:t>
      </w:r>
      <w:r>
        <w:t>’</w:t>
      </w:r>
      <w:r w:rsidR="00530790" w:rsidRPr="005D5566">
        <w:t>un nouveau cœur se développe dans la vie</w:t>
      </w:r>
      <w:r>
        <w:t xml:space="preserve">, </w:t>
      </w:r>
      <w:r w:rsidR="00530790" w:rsidRPr="005D5566">
        <w:t>petite mère</w:t>
      </w:r>
      <w:r>
        <w:t xml:space="preserve">. </w:t>
      </w:r>
      <w:r w:rsidR="00530790" w:rsidRPr="005D5566">
        <w:t>Les cœurs sont tous brisés par la diversité des intérêts</w:t>
      </w:r>
      <w:r>
        <w:t xml:space="preserve">, </w:t>
      </w:r>
      <w:r w:rsidR="00530790" w:rsidRPr="005D5566">
        <w:t>rongés par l</w:t>
      </w:r>
      <w:r>
        <w:t>’</w:t>
      </w:r>
      <w:r w:rsidR="00530790" w:rsidRPr="005D5566">
        <w:t>avidité aveugle</w:t>
      </w:r>
      <w:r>
        <w:t xml:space="preserve">, </w:t>
      </w:r>
      <w:r w:rsidR="00530790" w:rsidRPr="005D5566">
        <w:t>mordus par l</w:t>
      </w:r>
      <w:r>
        <w:t>’</w:t>
      </w:r>
      <w:r w:rsidR="00530790" w:rsidRPr="005D5566">
        <w:t>envie</w:t>
      </w:r>
      <w:r>
        <w:t xml:space="preserve">, </w:t>
      </w:r>
      <w:r w:rsidR="00530790" w:rsidRPr="005D5566">
        <w:t>couverts de plaies et de blessures purulentes</w:t>
      </w:r>
      <w:r>
        <w:t xml:space="preserve">… </w:t>
      </w:r>
      <w:r w:rsidR="00530790" w:rsidRPr="005D5566">
        <w:t>de mensonge</w:t>
      </w:r>
      <w:r>
        <w:t xml:space="preserve">, </w:t>
      </w:r>
      <w:r w:rsidR="00530790" w:rsidRPr="005D5566">
        <w:t>de poltronnerie</w:t>
      </w:r>
      <w:r>
        <w:t xml:space="preserve">… </w:t>
      </w:r>
      <w:r w:rsidR="00530790" w:rsidRPr="005D5566">
        <w:t xml:space="preserve">Les hommes sont </w:t>
      </w:r>
      <w:r w:rsidR="00530790" w:rsidRPr="005D5566">
        <w:lastRenderedPageBreak/>
        <w:t>tous malades</w:t>
      </w:r>
      <w:r>
        <w:t xml:space="preserve">, </w:t>
      </w:r>
      <w:r w:rsidR="00530790" w:rsidRPr="005D5566">
        <w:t>ils ont peur de vivre</w:t>
      </w:r>
      <w:r>
        <w:t xml:space="preserve">… </w:t>
      </w:r>
      <w:r w:rsidR="00530790" w:rsidRPr="005D5566">
        <w:t>on dirait qu</w:t>
      </w:r>
      <w:r>
        <w:t>’</w:t>
      </w:r>
      <w:r w:rsidR="00530790" w:rsidRPr="005D5566">
        <w:t>ils errent dans le brouillard</w:t>
      </w:r>
      <w:r>
        <w:t xml:space="preserve">… </w:t>
      </w:r>
      <w:r w:rsidR="00530790" w:rsidRPr="005D5566">
        <w:t>chacun ne connaît que sa propre douleur</w:t>
      </w:r>
      <w:r>
        <w:t xml:space="preserve">. </w:t>
      </w:r>
      <w:r w:rsidR="00530790" w:rsidRPr="005D5566">
        <w:t>Mais voilà qu</w:t>
      </w:r>
      <w:r>
        <w:t>’</w:t>
      </w:r>
      <w:r w:rsidR="00530790" w:rsidRPr="005D5566">
        <w:t>il survient un homme qui éclaire la vie du feu de la raison et qui crie et appelle</w:t>
      </w:r>
      <w:r>
        <w:t xml:space="preserve"> : </w:t>
      </w:r>
      <w:r w:rsidR="00530790" w:rsidRPr="005D5566">
        <w:t>Hé</w:t>
      </w:r>
      <w:r>
        <w:t xml:space="preserve"> ! </w:t>
      </w:r>
      <w:r w:rsidR="00530790" w:rsidRPr="005D5566">
        <w:t>les pauvres insectes égarés</w:t>
      </w:r>
      <w:r>
        <w:t xml:space="preserve"> ! </w:t>
      </w:r>
      <w:r w:rsidR="00530790" w:rsidRPr="005D5566">
        <w:t>Il est temps de comprendre que vous avez tons les mêmes intérêts</w:t>
      </w:r>
      <w:r>
        <w:t xml:space="preserve">, </w:t>
      </w:r>
      <w:r w:rsidR="00530790" w:rsidRPr="005D5566">
        <w:t>que chacun a le droit de vivre</w:t>
      </w:r>
      <w:r>
        <w:t xml:space="preserve">, </w:t>
      </w:r>
      <w:r w:rsidR="00530790" w:rsidRPr="005D5566">
        <w:t>de se développer</w:t>
      </w:r>
      <w:r>
        <w:t xml:space="preserve"> ! </w:t>
      </w:r>
      <w:r w:rsidR="00530790" w:rsidRPr="005D5566">
        <w:t>Il est isolé</w:t>
      </w:r>
      <w:r>
        <w:t xml:space="preserve">, </w:t>
      </w:r>
      <w:r w:rsidR="00530790" w:rsidRPr="005D5566">
        <w:t>cet homme qui crie</w:t>
      </w:r>
      <w:r>
        <w:t xml:space="preserve">, </w:t>
      </w:r>
      <w:r w:rsidR="00530790" w:rsidRPr="005D5566">
        <w:t>et c</w:t>
      </w:r>
      <w:r>
        <w:t>’</w:t>
      </w:r>
      <w:r w:rsidR="00530790" w:rsidRPr="005D5566">
        <w:t>est pourquoi il clame à haute voix</w:t>
      </w:r>
      <w:r>
        <w:t xml:space="preserve"> ; </w:t>
      </w:r>
      <w:r w:rsidR="00530790" w:rsidRPr="005D5566">
        <w:t>il lui faut des amis</w:t>
      </w:r>
      <w:r>
        <w:t xml:space="preserve">. </w:t>
      </w:r>
      <w:r w:rsidR="00530790" w:rsidRPr="005D5566">
        <w:t>Il se sent triste tout seul</w:t>
      </w:r>
      <w:r>
        <w:t xml:space="preserve">, </w:t>
      </w:r>
      <w:r w:rsidR="00530790" w:rsidRPr="005D5566">
        <w:t>il a froid</w:t>
      </w:r>
      <w:r>
        <w:t xml:space="preserve">. </w:t>
      </w:r>
      <w:r w:rsidR="00530790" w:rsidRPr="005D5566">
        <w:t>Et à son appel</w:t>
      </w:r>
      <w:r>
        <w:t xml:space="preserve">, </w:t>
      </w:r>
      <w:r w:rsidR="00530790" w:rsidRPr="005D5566">
        <w:t>tous les cœurs se joignent en un seul</w:t>
      </w:r>
      <w:r>
        <w:t xml:space="preserve">, </w:t>
      </w:r>
      <w:r w:rsidR="00530790" w:rsidRPr="005D5566">
        <w:t>par ce qu</w:t>
      </w:r>
      <w:r>
        <w:t>’</w:t>
      </w:r>
      <w:r w:rsidR="00530790" w:rsidRPr="005D5566">
        <w:t>ils ont de meilleur</w:t>
      </w:r>
      <w:r>
        <w:t xml:space="preserve">, </w:t>
      </w:r>
      <w:r w:rsidR="00530790" w:rsidRPr="005D5566">
        <w:t>formant un cœur immense</w:t>
      </w:r>
      <w:r>
        <w:t xml:space="preserve">, </w:t>
      </w:r>
      <w:r w:rsidR="00530790" w:rsidRPr="005D5566">
        <w:t>fort</w:t>
      </w:r>
      <w:r>
        <w:t xml:space="preserve">, </w:t>
      </w:r>
      <w:r w:rsidR="00530790" w:rsidRPr="005D5566">
        <w:t>profond</w:t>
      </w:r>
      <w:r>
        <w:t xml:space="preserve">, </w:t>
      </w:r>
      <w:r w:rsidR="00530790" w:rsidRPr="005D5566">
        <w:t>sensible</w:t>
      </w:r>
      <w:r>
        <w:t xml:space="preserve">, </w:t>
      </w:r>
      <w:r w:rsidR="00530790" w:rsidRPr="005D5566">
        <w:t>comme une cloche d</w:t>
      </w:r>
      <w:r>
        <w:t>’</w:t>
      </w:r>
      <w:r w:rsidR="00530790" w:rsidRPr="005D5566">
        <w:t>argent</w:t>
      </w:r>
      <w:r>
        <w:t xml:space="preserve">… </w:t>
      </w:r>
      <w:r w:rsidR="00530790" w:rsidRPr="005D5566">
        <w:t>Et voici ce qu</w:t>
      </w:r>
      <w:r>
        <w:t>’</w:t>
      </w:r>
      <w:r w:rsidR="00530790" w:rsidRPr="005D5566">
        <w:t>elle nous dit</w:t>
      </w:r>
      <w:r>
        <w:t xml:space="preserve">, </w:t>
      </w:r>
      <w:r w:rsidR="00530790" w:rsidRPr="005D5566">
        <w:t>cette cloche</w:t>
      </w:r>
      <w:r>
        <w:t xml:space="preserve"> : </w:t>
      </w:r>
      <w:r w:rsidR="00530790" w:rsidRPr="005D5566">
        <w:t>Unissez-vous</w:t>
      </w:r>
      <w:r>
        <w:t xml:space="preserve">, </w:t>
      </w:r>
      <w:r w:rsidR="00530790" w:rsidRPr="005D5566">
        <w:t xml:space="preserve">hommes de </w:t>
      </w:r>
      <w:r w:rsidR="00EC3298">
        <w:t>tous</w:t>
      </w:r>
      <w:r w:rsidR="00EC3298" w:rsidRPr="005D5566">
        <w:t xml:space="preserve"> </w:t>
      </w:r>
      <w:r w:rsidR="00530790" w:rsidRPr="005D5566">
        <w:t>les pays</w:t>
      </w:r>
      <w:r>
        <w:t xml:space="preserve">, </w:t>
      </w:r>
      <w:r w:rsidR="00530790" w:rsidRPr="005D5566">
        <w:t>ne formez qu</w:t>
      </w:r>
      <w:r>
        <w:t>’</w:t>
      </w:r>
      <w:r w:rsidR="00530790" w:rsidRPr="005D5566">
        <w:t>une seule famille</w:t>
      </w:r>
      <w:r>
        <w:t xml:space="preserve"> ! </w:t>
      </w:r>
      <w:r w:rsidR="00530790" w:rsidRPr="005D5566">
        <w:t>C</w:t>
      </w:r>
      <w:r>
        <w:t>’</w:t>
      </w:r>
      <w:r w:rsidR="00530790" w:rsidRPr="005D5566">
        <w:t>est l</w:t>
      </w:r>
      <w:r>
        <w:t>’</w:t>
      </w:r>
      <w:r w:rsidR="00530790" w:rsidRPr="005D5566">
        <w:t>affection qui est la mère de la vie et non la haine</w:t>
      </w:r>
      <w:r>
        <w:t xml:space="preserve">. </w:t>
      </w:r>
      <w:r w:rsidR="00530790" w:rsidRPr="005D5566">
        <w:t>Frères</w:t>
      </w:r>
      <w:r>
        <w:t xml:space="preserve">, </w:t>
      </w:r>
      <w:r w:rsidR="00530790" w:rsidRPr="005D5566">
        <w:t>j</w:t>
      </w:r>
      <w:r>
        <w:t>’</w:t>
      </w:r>
      <w:r w:rsidR="00530790" w:rsidRPr="005D5566">
        <w:t>entends déjà cette cloche</w:t>
      </w:r>
      <w:r>
        <w:t> !</w:t>
      </w:r>
    </w:p>
    <w:p w14:paraId="147B8457" w14:textId="77777777" w:rsidR="001C0413" w:rsidRDefault="001C0413" w:rsidP="001C0413">
      <w:r>
        <w:t>— </w:t>
      </w:r>
      <w:r w:rsidR="00530790" w:rsidRPr="005D5566">
        <w:t>Et moi aussi</w:t>
      </w:r>
      <w:r>
        <w:t xml:space="preserve"> ! </w:t>
      </w:r>
      <w:r w:rsidR="00530790" w:rsidRPr="005D5566">
        <w:t>dit Pavel</w:t>
      </w:r>
      <w:r>
        <w:t>.</w:t>
      </w:r>
    </w:p>
    <w:p w14:paraId="0A3EDDC4" w14:textId="77777777" w:rsidR="001C0413" w:rsidRDefault="00530790" w:rsidP="001C0413">
      <w:r w:rsidRPr="005D5566">
        <w:t>La mère serra ses lèvres avec force</w:t>
      </w:r>
      <w:r w:rsidR="001C0413">
        <w:t xml:space="preserve">, </w:t>
      </w:r>
      <w:r w:rsidRPr="005D5566">
        <w:t>pour les empêcher de trembler et ferma les yeux pour retenir ses larmes</w:t>
      </w:r>
      <w:r w:rsidR="001C0413">
        <w:t>.</w:t>
      </w:r>
    </w:p>
    <w:p w14:paraId="0F7D7570" w14:textId="77777777" w:rsidR="001C0413" w:rsidRDefault="001C0413" w:rsidP="001C0413">
      <w:r>
        <w:t>— </w:t>
      </w:r>
      <w:r w:rsidR="00530790" w:rsidRPr="005D5566">
        <w:t>Que je sois couché ou que je m</w:t>
      </w:r>
      <w:r>
        <w:t>’</w:t>
      </w:r>
      <w:r w:rsidR="00530790" w:rsidRPr="005D5566">
        <w:t>en aille n</w:t>
      </w:r>
      <w:r>
        <w:t>’</w:t>
      </w:r>
      <w:r w:rsidR="00530790" w:rsidRPr="005D5566">
        <w:t>importe où</w:t>
      </w:r>
      <w:r>
        <w:t xml:space="preserve">, </w:t>
      </w:r>
      <w:r w:rsidR="00530790" w:rsidRPr="005D5566">
        <w:t>j</w:t>
      </w:r>
      <w:r>
        <w:t>’</w:t>
      </w:r>
      <w:r w:rsidR="00530790" w:rsidRPr="005D5566">
        <w:t>entends cette cloche résonner partout</w:t>
      </w:r>
      <w:r>
        <w:t xml:space="preserve">… </w:t>
      </w:r>
      <w:r w:rsidR="00530790" w:rsidRPr="005D5566">
        <w:t>et j</w:t>
      </w:r>
      <w:r>
        <w:t>’</w:t>
      </w:r>
      <w:r w:rsidR="00530790" w:rsidRPr="005D5566">
        <w:t>en suis heureux</w:t>
      </w:r>
      <w:r>
        <w:t xml:space="preserve">. </w:t>
      </w:r>
      <w:r w:rsidR="00530790" w:rsidRPr="005D5566">
        <w:t>Je le sais</w:t>
      </w:r>
      <w:r>
        <w:t xml:space="preserve"> : </w:t>
      </w:r>
      <w:r w:rsidR="00530790" w:rsidRPr="005D5566">
        <w:t>la terre est lasse de supporter l</w:t>
      </w:r>
      <w:r>
        <w:t>’</w:t>
      </w:r>
      <w:r w:rsidR="00530790" w:rsidRPr="005D5566">
        <w:t>injustice et la douleur</w:t>
      </w:r>
      <w:r>
        <w:t xml:space="preserve">, </w:t>
      </w:r>
      <w:r w:rsidR="00530790" w:rsidRPr="005D5566">
        <w:t>elle bruisse comme si elle répondait à la sonnerie</w:t>
      </w:r>
      <w:r>
        <w:t xml:space="preserve">, </w:t>
      </w:r>
      <w:r w:rsidR="00530790" w:rsidRPr="005D5566">
        <w:t>elle frémit doucement pour souhaiter la bienvenue au soleil nouveau qui se lève dans la poitrine de l</w:t>
      </w:r>
      <w:r>
        <w:t>’</w:t>
      </w:r>
      <w:r w:rsidR="00530790" w:rsidRPr="005D5566">
        <w:t>homme</w:t>
      </w:r>
      <w:r>
        <w:t> !</w:t>
      </w:r>
    </w:p>
    <w:p w14:paraId="6AAB3390" w14:textId="77777777" w:rsidR="001C0413" w:rsidRDefault="00530790" w:rsidP="001C0413">
      <w:r w:rsidRPr="005D5566">
        <w:t>Pavel agita la main</w:t>
      </w:r>
      <w:r w:rsidR="001C0413">
        <w:t xml:space="preserve"> ; </w:t>
      </w:r>
      <w:r w:rsidRPr="005D5566">
        <w:t>il allait parler lorsque la mère lui saisit le bras et le tira</w:t>
      </w:r>
      <w:r w:rsidR="001C0413">
        <w:t xml:space="preserve">, </w:t>
      </w:r>
      <w:r w:rsidRPr="005D5566">
        <w:t>en chuchotant</w:t>
      </w:r>
      <w:r w:rsidR="001C0413">
        <w:t> :</w:t>
      </w:r>
    </w:p>
    <w:p w14:paraId="49337A37" w14:textId="77777777" w:rsidR="001C0413" w:rsidRDefault="001C0413" w:rsidP="001C0413">
      <w:r>
        <w:t>— </w:t>
      </w:r>
      <w:r w:rsidR="00530790" w:rsidRPr="005D5566">
        <w:t>Ne l</w:t>
      </w:r>
      <w:r>
        <w:t>’</w:t>
      </w:r>
      <w:r w:rsidR="00530790" w:rsidRPr="005D5566">
        <w:t>interromps pas</w:t>
      </w:r>
      <w:r>
        <w:t> !…</w:t>
      </w:r>
    </w:p>
    <w:p w14:paraId="116C499B" w14:textId="7B65D0EE" w:rsidR="001C0413" w:rsidRDefault="001C0413" w:rsidP="001C0413">
      <w:r>
        <w:t>— </w:t>
      </w:r>
      <w:r w:rsidR="00530790" w:rsidRPr="005D5566">
        <w:t>Savez-vous</w:t>
      </w:r>
      <w:r>
        <w:t xml:space="preserve"> ? </w:t>
      </w:r>
      <w:r w:rsidR="00530790" w:rsidRPr="005D5566">
        <w:t>continua le Petit-Russien</w:t>
      </w:r>
      <w:r>
        <w:t xml:space="preserve">, </w:t>
      </w:r>
      <w:r w:rsidR="00530790" w:rsidRPr="005D5566">
        <w:t>debout près de la porte</w:t>
      </w:r>
      <w:r>
        <w:t xml:space="preserve">, </w:t>
      </w:r>
      <w:r w:rsidR="00530790" w:rsidRPr="005D5566">
        <w:t>les yeux étincelants</w:t>
      </w:r>
      <w:r>
        <w:t xml:space="preserve">, </w:t>
      </w:r>
      <w:r w:rsidR="00530790" w:rsidRPr="005D5566">
        <w:t>il y a encore bien des douleurs en réserve pour les hommes</w:t>
      </w:r>
      <w:r>
        <w:t xml:space="preserve">, </w:t>
      </w:r>
      <w:r w:rsidR="00530790" w:rsidRPr="005D5566">
        <w:t xml:space="preserve">des mains avides leur prendront </w:t>
      </w:r>
      <w:r w:rsidR="00530790" w:rsidRPr="005D5566">
        <w:lastRenderedPageBreak/>
        <w:t>encore beaucoup de sang</w:t>
      </w:r>
      <w:r>
        <w:t xml:space="preserve">… </w:t>
      </w:r>
      <w:r w:rsidR="00530790" w:rsidRPr="005D5566">
        <w:t>mais tout cela</w:t>
      </w:r>
      <w:r>
        <w:t xml:space="preserve">, </w:t>
      </w:r>
      <w:r w:rsidR="00530790" w:rsidRPr="005D5566">
        <w:t>toute ma douleur et tout mon sang ne sont qu</w:t>
      </w:r>
      <w:r>
        <w:t>’</w:t>
      </w:r>
      <w:r w:rsidR="00530790" w:rsidRPr="005D5566">
        <w:t>une faible rançon pour ce que je possède déjà en moi</w:t>
      </w:r>
      <w:r>
        <w:t xml:space="preserve">, </w:t>
      </w:r>
      <w:r w:rsidR="00530790" w:rsidRPr="005D5566">
        <w:t>dans mon cerveau</w:t>
      </w:r>
      <w:r>
        <w:t xml:space="preserve">, </w:t>
      </w:r>
      <w:r w:rsidR="00530790" w:rsidRPr="005D5566">
        <w:t xml:space="preserve">dans la </w:t>
      </w:r>
      <w:r>
        <w:t>moel</w:t>
      </w:r>
      <w:r w:rsidR="00530790" w:rsidRPr="005D5566">
        <w:t>le de mes os</w:t>
      </w:r>
      <w:r>
        <w:t xml:space="preserve"> ! </w:t>
      </w:r>
      <w:r w:rsidR="00530790" w:rsidRPr="005D5566">
        <w:t>Je suis déjà riche</w:t>
      </w:r>
      <w:r>
        <w:t xml:space="preserve">, </w:t>
      </w:r>
      <w:r w:rsidR="00530790" w:rsidRPr="005D5566">
        <w:t>comme une étoile est riche en rayons</w:t>
      </w:r>
      <w:r>
        <w:t xml:space="preserve">… </w:t>
      </w:r>
      <w:r w:rsidR="00530790" w:rsidRPr="005D5566">
        <w:t>je supporterai tout</w:t>
      </w:r>
      <w:r>
        <w:t xml:space="preserve">… </w:t>
      </w:r>
      <w:r w:rsidR="00530790" w:rsidRPr="005D5566">
        <w:t>j</w:t>
      </w:r>
      <w:r>
        <w:t>’</w:t>
      </w:r>
      <w:r w:rsidR="00530790" w:rsidRPr="005D5566">
        <w:t>endurerai tout</w:t>
      </w:r>
      <w:r>
        <w:t xml:space="preserve">… </w:t>
      </w:r>
      <w:r w:rsidR="00530790" w:rsidRPr="005D5566">
        <w:t>car j</w:t>
      </w:r>
      <w:r>
        <w:t>’</w:t>
      </w:r>
      <w:r w:rsidR="00530790" w:rsidRPr="005D5566">
        <w:t>ai en moi une joie que personne</w:t>
      </w:r>
      <w:r>
        <w:t xml:space="preserve">, </w:t>
      </w:r>
      <w:r w:rsidR="00530790" w:rsidRPr="005D5566">
        <w:t>ni rien ne tuera jamais</w:t>
      </w:r>
      <w:r>
        <w:t xml:space="preserve">, </w:t>
      </w:r>
      <w:r w:rsidR="00530790" w:rsidRPr="005D5566">
        <w:t>et cette joie</w:t>
      </w:r>
      <w:r>
        <w:t xml:space="preserve">, </w:t>
      </w:r>
      <w:r w:rsidR="00530790" w:rsidRPr="005D5566">
        <w:t>c</w:t>
      </w:r>
      <w:r>
        <w:t>’</w:t>
      </w:r>
      <w:r w:rsidR="00530790" w:rsidRPr="005D5566">
        <w:t>est ma force</w:t>
      </w:r>
      <w:r>
        <w:t> !</w:t>
      </w:r>
    </w:p>
    <w:p w14:paraId="63FCD2EE" w14:textId="77777777" w:rsidR="001C0413" w:rsidRDefault="00530790" w:rsidP="001C0413">
      <w:r w:rsidRPr="005D5566">
        <w:t>Et jusqu</w:t>
      </w:r>
      <w:r w:rsidR="001C0413">
        <w:t>’</w:t>
      </w:r>
      <w:r w:rsidRPr="005D5566">
        <w:t>à minuit leur conversation se poursuivit</w:t>
      </w:r>
      <w:r w:rsidR="001C0413">
        <w:t xml:space="preserve">, </w:t>
      </w:r>
      <w:r w:rsidRPr="005D5566">
        <w:t>harmonieuse et sincère</w:t>
      </w:r>
      <w:r w:rsidR="001C0413">
        <w:t xml:space="preserve">, </w:t>
      </w:r>
      <w:r w:rsidRPr="005D5566">
        <w:t>sur la vie</w:t>
      </w:r>
      <w:r w:rsidR="001C0413">
        <w:t xml:space="preserve">, </w:t>
      </w:r>
      <w:r w:rsidRPr="005D5566">
        <w:t>les hommes</w:t>
      </w:r>
      <w:r w:rsidR="001C0413">
        <w:t xml:space="preserve">, </w:t>
      </w:r>
      <w:r w:rsidRPr="005D5566">
        <w:t>l</w:t>
      </w:r>
      <w:r w:rsidR="001C0413">
        <w:t>’</w:t>
      </w:r>
      <w:r w:rsidRPr="005D5566">
        <w:t>avenir</w:t>
      </w:r>
      <w:r w:rsidR="001C0413">
        <w:t>.</w:t>
      </w:r>
    </w:p>
    <w:p w14:paraId="08FA64B3" w14:textId="77777777" w:rsidR="001C0413" w:rsidRDefault="00530790" w:rsidP="001C0413">
      <w:r w:rsidRPr="005D5566">
        <w:t>Quand une pensée lui devenait claire</w:t>
      </w:r>
      <w:r w:rsidR="001C0413">
        <w:t xml:space="preserve">, </w:t>
      </w:r>
      <w:r w:rsidRPr="005D5566">
        <w:t>Pélaguée choisissait en soupirant n</w:t>
      </w:r>
      <w:r w:rsidR="001C0413">
        <w:t>’</w:t>
      </w:r>
      <w:r w:rsidRPr="005D5566">
        <w:t>importe quoi dans son passé</w:t>
      </w:r>
      <w:r w:rsidR="001C0413">
        <w:t xml:space="preserve"> – </w:t>
      </w:r>
      <w:r w:rsidRPr="005D5566">
        <w:t>c</w:t>
      </w:r>
      <w:r w:rsidR="001C0413">
        <w:t>’</w:t>
      </w:r>
      <w:r w:rsidRPr="005D5566">
        <w:t>était toujours quelque chose de pénible et de grossier</w:t>
      </w:r>
      <w:r w:rsidR="001C0413">
        <w:t xml:space="preserve"> – </w:t>
      </w:r>
      <w:r w:rsidRPr="005D5566">
        <w:t>et s</w:t>
      </w:r>
      <w:r w:rsidR="001C0413">
        <w:t>’</w:t>
      </w:r>
      <w:r w:rsidRPr="005D5566">
        <w:t>en servait comme d</w:t>
      </w:r>
      <w:r w:rsidR="001C0413">
        <w:t>’</w:t>
      </w:r>
      <w:r w:rsidRPr="005D5566">
        <w:t>une pierre pour consolider cette pensée dans son cœur</w:t>
      </w:r>
      <w:r w:rsidR="001C0413">
        <w:t xml:space="preserve">. </w:t>
      </w:r>
      <w:r w:rsidRPr="005D5566">
        <w:t>Sous la chaude influence de cet entretien</w:t>
      </w:r>
      <w:r w:rsidR="001C0413">
        <w:t xml:space="preserve">, </w:t>
      </w:r>
      <w:r w:rsidRPr="005D5566">
        <w:t>son inquiétude fondait</w:t>
      </w:r>
      <w:r w:rsidR="001C0413">
        <w:t xml:space="preserve"> ; </w:t>
      </w:r>
      <w:r w:rsidRPr="005D5566">
        <w:t>elle éprouvait les mêmes sentiments que le jour où son père lui avait dit</w:t>
      </w:r>
      <w:r w:rsidR="001C0413">
        <w:t xml:space="preserve">, </w:t>
      </w:r>
      <w:r w:rsidRPr="005D5566">
        <w:t>d</w:t>
      </w:r>
      <w:r w:rsidR="001C0413">
        <w:t>’</w:t>
      </w:r>
      <w:r w:rsidRPr="005D5566">
        <w:t>un ton rébarbatif</w:t>
      </w:r>
      <w:r w:rsidR="001C0413">
        <w:t> :</w:t>
      </w:r>
    </w:p>
    <w:p w14:paraId="5A2B5FC7" w14:textId="306A30BF" w:rsidR="001C0413" w:rsidRDefault="001C0413" w:rsidP="001C0413">
      <w:r>
        <w:t>— </w:t>
      </w:r>
      <w:r w:rsidR="00530790" w:rsidRPr="005D5566">
        <w:t>Inutile de faire des grimaces</w:t>
      </w:r>
      <w:r>
        <w:t xml:space="preserve"> ! </w:t>
      </w:r>
      <w:r w:rsidR="00530790" w:rsidRPr="005D5566">
        <w:t xml:space="preserve">Il y a un imbécile qui veut </w:t>
      </w:r>
      <w:r w:rsidR="00A23E4D">
        <w:t>t</w:t>
      </w:r>
      <w:r>
        <w:t>’</w:t>
      </w:r>
      <w:r w:rsidR="00A23E4D" w:rsidRPr="005D5566">
        <w:t>épouser</w:t>
      </w:r>
      <w:r>
        <w:t xml:space="preserve">, </w:t>
      </w:r>
      <w:r w:rsidR="00530790" w:rsidRPr="005D5566">
        <w:t>prends-le</w:t>
      </w:r>
      <w:r>
        <w:t xml:space="preserve">. </w:t>
      </w:r>
      <w:r w:rsidR="00530790" w:rsidRPr="005D5566">
        <w:t>Toutes les filles se marient</w:t>
      </w:r>
      <w:r>
        <w:t xml:space="preserve">, </w:t>
      </w:r>
      <w:r w:rsidR="00530790" w:rsidRPr="005D5566">
        <w:t>toutes les femmes font des enfants</w:t>
      </w:r>
      <w:r>
        <w:t xml:space="preserve"> ; </w:t>
      </w:r>
      <w:r w:rsidR="00530790" w:rsidRPr="005D5566">
        <w:t>pour tous les parents</w:t>
      </w:r>
      <w:r>
        <w:t xml:space="preserve">, </w:t>
      </w:r>
      <w:r w:rsidR="00530790" w:rsidRPr="005D5566">
        <w:t>les enfants sont un chagrin</w:t>
      </w:r>
      <w:r>
        <w:t xml:space="preserve">. </w:t>
      </w:r>
      <w:r w:rsidR="00530790" w:rsidRPr="005D5566">
        <w:t>Tu n</w:t>
      </w:r>
      <w:r>
        <w:t>’</w:t>
      </w:r>
      <w:r w:rsidR="00530790" w:rsidRPr="005D5566">
        <w:t>es donc pas une créature humaine</w:t>
      </w:r>
      <w:r>
        <w:t> ?</w:t>
      </w:r>
    </w:p>
    <w:p w14:paraId="0150BCC5" w14:textId="77777777" w:rsidR="001C0413" w:rsidRDefault="00530790" w:rsidP="001C0413">
      <w:r w:rsidRPr="005D5566">
        <w:t>Elle avait alors vu se dessiner devant elle un sentier inévitable qui s</w:t>
      </w:r>
      <w:r w:rsidR="001C0413">
        <w:t>’</w:t>
      </w:r>
      <w:r w:rsidRPr="005D5566">
        <w:t>allongeait sans but</w:t>
      </w:r>
      <w:r w:rsidR="001C0413">
        <w:t xml:space="preserve">, </w:t>
      </w:r>
      <w:r w:rsidRPr="005D5566">
        <w:t>autour d</w:t>
      </w:r>
      <w:r w:rsidR="001C0413">
        <w:t>’</w:t>
      </w:r>
      <w:r w:rsidRPr="005D5566">
        <w:t>un lieu désert et obscur</w:t>
      </w:r>
      <w:r w:rsidR="001C0413">
        <w:t xml:space="preserve">. </w:t>
      </w:r>
      <w:r w:rsidRPr="005D5566">
        <w:t>Et l</w:t>
      </w:r>
      <w:r w:rsidR="001C0413">
        <w:t>’</w:t>
      </w:r>
      <w:r w:rsidRPr="005D5566">
        <w:t>inéluctabilité de sa destinée avait rempli son cœur d</w:t>
      </w:r>
      <w:r w:rsidR="001C0413">
        <w:t>’</w:t>
      </w:r>
      <w:r w:rsidRPr="005D5566">
        <w:t>un</w:t>
      </w:r>
      <w:r w:rsidRPr="005D5566">
        <w:rPr>
          <w:i/>
          <w:iCs/>
        </w:rPr>
        <w:t xml:space="preserve"> </w:t>
      </w:r>
      <w:r w:rsidRPr="005D5566">
        <w:t>calme aveugle</w:t>
      </w:r>
      <w:r w:rsidR="001C0413">
        <w:t xml:space="preserve">. </w:t>
      </w:r>
      <w:r w:rsidRPr="005D5566">
        <w:t>Il en était de même maintenant</w:t>
      </w:r>
      <w:r w:rsidR="001C0413">
        <w:t xml:space="preserve">. </w:t>
      </w:r>
      <w:r w:rsidRPr="005D5566">
        <w:t>Mais en pressentant la venue d</w:t>
      </w:r>
      <w:r w:rsidR="001C0413">
        <w:t>’</w:t>
      </w:r>
      <w:r w:rsidRPr="005D5566">
        <w:t>un nouveau malheur</w:t>
      </w:r>
      <w:r w:rsidR="001C0413">
        <w:t xml:space="preserve">, </w:t>
      </w:r>
      <w:r w:rsidRPr="005D5566">
        <w:t>elle disait intérieurement</w:t>
      </w:r>
      <w:r w:rsidR="001C0413">
        <w:t xml:space="preserve">, </w:t>
      </w:r>
      <w:r w:rsidRPr="005D5566">
        <w:t>on ne sait à qui</w:t>
      </w:r>
      <w:r w:rsidR="001C0413">
        <w:t> :</w:t>
      </w:r>
    </w:p>
    <w:p w14:paraId="23BD57AC" w14:textId="77777777" w:rsidR="001C0413" w:rsidRDefault="001C0413" w:rsidP="001C0413">
      <w:r>
        <w:t>— </w:t>
      </w:r>
      <w:r w:rsidR="00530790" w:rsidRPr="005D5566">
        <w:t>Tenez</w:t>
      </w:r>
      <w:r>
        <w:t xml:space="preserve">, </w:t>
      </w:r>
      <w:r w:rsidR="00530790" w:rsidRPr="005D5566">
        <w:t>prenez</w:t>
      </w:r>
      <w:r>
        <w:t> !</w:t>
      </w:r>
    </w:p>
    <w:p w14:paraId="74545171" w14:textId="77777777" w:rsidR="001C0413" w:rsidRDefault="00530790" w:rsidP="001C0413">
      <w:r w:rsidRPr="005D5566">
        <w:t>Et elle soulageait ainsi la peine de son cœur qui chantait en frémissant dans sa poitrine</w:t>
      </w:r>
      <w:r w:rsidR="001C0413">
        <w:t xml:space="preserve">, </w:t>
      </w:r>
      <w:r w:rsidRPr="005D5566">
        <w:t>comme une corde tendue</w:t>
      </w:r>
      <w:r w:rsidR="001C0413">
        <w:t>…</w:t>
      </w:r>
    </w:p>
    <w:p w14:paraId="675EFA47" w14:textId="77777777" w:rsidR="001C0413" w:rsidRDefault="00530790" w:rsidP="001C0413">
      <w:r w:rsidRPr="005D5566">
        <w:lastRenderedPageBreak/>
        <w:t>Dans la profondeur de son âme troublée par l</w:t>
      </w:r>
      <w:r w:rsidR="001C0413">
        <w:t>’</w:t>
      </w:r>
      <w:r w:rsidRPr="005D5566">
        <w:t>anxiété de l</w:t>
      </w:r>
      <w:r w:rsidR="001C0413">
        <w:t>’</w:t>
      </w:r>
      <w:r w:rsidRPr="005D5566">
        <w:t>attente</w:t>
      </w:r>
      <w:r w:rsidR="001C0413">
        <w:t xml:space="preserve">, </w:t>
      </w:r>
      <w:r w:rsidRPr="005D5566">
        <w:t>un espoir vacillait</w:t>
      </w:r>
      <w:r w:rsidR="001C0413">
        <w:t xml:space="preserve">, </w:t>
      </w:r>
      <w:r w:rsidRPr="005D5566">
        <w:t>faible mais contenu</w:t>
      </w:r>
      <w:r w:rsidR="001C0413">
        <w:t xml:space="preserve"> : </w:t>
      </w:r>
      <w:r w:rsidRPr="005D5566">
        <w:t>on ne lui prendrait pas tout</w:t>
      </w:r>
      <w:r w:rsidR="001C0413">
        <w:t xml:space="preserve">, </w:t>
      </w:r>
      <w:r w:rsidRPr="005D5566">
        <w:t>on ne lui arracherait pas tout</w:t>
      </w:r>
      <w:r w:rsidR="001C0413">
        <w:t xml:space="preserve">, </w:t>
      </w:r>
      <w:r w:rsidRPr="005D5566">
        <w:t>peut-être</w:t>
      </w:r>
      <w:r w:rsidR="001C0413">
        <w:t xml:space="preserve">… </w:t>
      </w:r>
      <w:r w:rsidRPr="005D5566">
        <w:t>Il resterait quelque chose</w:t>
      </w:r>
      <w:r w:rsidR="001C0413">
        <w:t>…</w:t>
      </w:r>
    </w:p>
    <w:p w14:paraId="7E29961D" w14:textId="61C54117" w:rsidR="00530790" w:rsidRPr="003B37B8" w:rsidRDefault="00530790" w:rsidP="001C0413">
      <w:pPr>
        <w:pStyle w:val="Titre2"/>
        <w:rPr>
          <w:szCs w:val="44"/>
        </w:rPr>
      </w:pPr>
      <w:bookmarkStart w:id="25" w:name="_Toc202279546"/>
      <w:r w:rsidRPr="003B37B8">
        <w:rPr>
          <w:szCs w:val="44"/>
        </w:rPr>
        <w:lastRenderedPageBreak/>
        <w:t>XXIV</w:t>
      </w:r>
      <w:bookmarkEnd w:id="25"/>
      <w:r w:rsidRPr="003B37B8">
        <w:rPr>
          <w:szCs w:val="44"/>
        </w:rPr>
        <w:br/>
      </w:r>
    </w:p>
    <w:p w14:paraId="66C8FCF3" w14:textId="77777777" w:rsidR="001C0413" w:rsidRDefault="00530790" w:rsidP="001C0413">
      <w:r w:rsidRPr="005D5566">
        <w:t>De grand matin</w:t>
      </w:r>
      <w:r w:rsidR="001C0413">
        <w:t xml:space="preserve">, </w:t>
      </w:r>
      <w:r w:rsidRPr="005D5566">
        <w:t>alors qu</w:t>
      </w:r>
      <w:r w:rsidR="001C0413">
        <w:t>’</w:t>
      </w:r>
      <w:r w:rsidRPr="005D5566">
        <w:t xml:space="preserve">André et Pavel venaient </w:t>
      </w:r>
      <w:r w:rsidRPr="005D5566">
        <w:rPr>
          <w:bCs/>
        </w:rPr>
        <w:t xml:space="preserve">à </w:t>
      </w:r>
      <w:r w:rsidRPr="005D5566">
        <w:t>peine de sortir</w:t>
      </w:r>
      <w:r w:rsidR="001C0413">
        <w:t xml:space="preserve">, </w:t>
      </w:r>
      <w:r w:rsidRPr="005D5566">
        <w:t>Maria Korsounova frappa à la fenêtre avec violence et cria</w:t>
      </w:r>
      <w:r w:rsidR="001C0413">
        <w:t> :</w:t>
      </w:r>
    </w:p>
    <w:p w14:paraId="66F9F448" w14:textId="77777777" w:rsidR="001C0413" w:rsidRDefault="001C0413" w:rsidP="001C0413">
      <w:r>
        <w:t>— </w:t>
      </w:r>
      <w:r w:rsidR="00530790" w:rsidRPr="005D5566">
        <w:t>Isaïe a été assassiné</w:t>
      </w:r>
      <w:r>
        <w:t xml:space="preserve"> ! </w:t>
      </w:r>
      <w:r w:rsidR="00530790" w:rsidRPr="005D5566">
        <w:t>Allons voir</w:t>
      </w:r>
      <w:r>
        <w:t> !</w:t>
      </w:r>
    </w:p>
    <w:p w14:paraId="68E07F72" w14:textId="77777777" w:rsidR="001C0413" w:rsidRDefault="00530790" w:rsidP="001C0413">
      <w:r w:rsidRPr="005D5566">
        <w:t>La mère tressaillit</w:t>
      </w:r>
      <w:r w:rsidR="001C0413">
        <w:t xml:space="preserve"> ; </w:t>
      </w:r>
      <w:r w:rsidRPr="005D5566">
        <w:t>le nom du meurtrier lui avait traversé l</w:t>
      </w:r>
      <w:r w:rsidR="001C0413">
        <w:t>’</w:t>
      </w:r>
      <w:r w:rsidRPr="005D5566">
        <w:t>esprit comme une flèche</w:t>
      </w:r>
      <w:r w:rsidR="001C0413">
        <w:t>.</w:t>
      </w:r>
    </w:p>
    <w:p w14:paraId="42B57CE4" w14:textId="77777777" w:rsidR="001C0413" w:rsidRDefault="001C0413" w:rsidP="001C0413">
      <w:r>
        <w:t>— </w:t>
      </w:r>
      <w:r w:rsidR="00530790" w:rsidRPr="005D5566">
        <w:t>Qui a fait le coup</w:t>
      </w:r>
      <w:r>
        <w:t xml:space="preserve"> ? </w:t>
      </w:r>
      <w:r w:rsidR="00530790" w:rsidRPr="005D5566">
        <w:t>demanda-t-elle en jetant un châle sur ses épaules</w:t>
      </w:r>
      <w:r>
        <w:t>.</w:t>
      </w:r>
    </w:p>
    <w:p w14:paraId="55D7AD90" w14:textId="77777777" w:rsidR="001C0413" w:rsidRDefault="001C0413" w:rsidP="001C0413">
      <w:r>
        <w:t>— </w:t>
      </w:r>
      <w:r w:rsidR="00530790" w:rsidRPr="005D5566">
        <w:t>L</w:t>
      </w:r>
      <w:r>
        <w:t>’</w:t>
      </w:r>
      <w:r w:rsidR="00530790" w:rsidRPr="005D5566">
        <w:t>assassin n</w:t>
      </w:r>
      <w:r>
        <w:t>’</w:t>
      </w:r>
      <w:r w:rsidR="00530790" w:rsidRPr="005D5566">
        <w:t>est pas resté à côté d</w:t>
      </w:r>
      <w:r>
        <w:t>’</w:t>
      </w:r>
      <w:r w:rsidR="00530790" w:rsidRPr="005D5566">
        <w:t>Isaïe</w:t>
      </w:r>
      <w:r>
        <w:t xml:space="preserve"> ; </w:t>
      </w:r>
      <w:r w:rsidR="00530790" w:rsidRPr="005D5566">
        <w:t>il a frappé et s</w:t>
      </w:r>
      <w:r>
        <w:t>’</w:t>
      </w:r>
      <w:r w:rsidR="00530790" w:rsidRPr="005D5566">
        <w:t>est sauvé</w:t>
      </w:r>
      <w:r>
        <w:t xml:space="preserve"> ! </w:t>
      </w:r>
      <w:r w:rsidR="00530790" w:rsidRPr="005D5566">
        <w:t>répondit Maria</w:t>
      </w:r>
      <w:r>
        <w:t>.</w:t>
      </w:r>
    </w:p>
    <w:p w14:paraId="459CA47D" w14:textId="77777777" w:rsidR="001C0413" w:rsidRDefault="00530790" w:rsidP="001C0413">
      <w:r w:rsidRPr="005D5566">
        <w:t>Dans la rue</w:t>
      </w:r>
      <w:r w:rsidR="001C0413">
        <w:t xml:space="preserve">, </w:t>
      </w:r>
      <w:r w:rsidRPr="005D5566">
        <w:t>elle reprit</w:t>
      </w:r>
      <w:r w:rsidR="001C0413">
        <w:t> :</w:t>
      </w:r>
    </w:p>
    <w:p w14:paraId="4EAA2ED4" w14:textId="77777777" w:rsidR="001C0413" w:rsidRDefault="001C0413" w:rsidP="001C0413">
      <w:r>
        <w:t>— </w:t>
      </w:r>
      <w:r w:rsidR="00530790" w:rsidRPr="005D5566">
        <w:t>On recommencera de nouveau à fouiller partout pour trouver le coupable</w:t>
      </w:r>
      <w:r>
        <w:t xml:space="preserve">. </w:t>
      </w:r>
      <w:r w:rsidR="00530790" w:rsidRPr="005D5566">
        <w:t>C</w:t>
      </w:r>
      <w:r>
        <w:t>’</w:t>
      </w:r>
      <w:r w:rsidR="00530790" w:rsidRPr="005D5566">
        <w:t>est heureux que tes deux hommes aient été à la maison</w:t>
      </w:r>
      <w:r>
        <w:t xml:space="preserve">… </w:t>
      </w:r>
      <w:r w:rsidR="00530790" w:rsidRPr="005D5566">
        <w:t>je puis en témoigner</w:t>
      </w:r>
      <w:r>
        <w:t xml:space="preserve">… </w:t>
      </w:r>
      <w:r w:rsidR="00530790" w:rsidRPr="005D5566">
        <w:t>J</w:t>
      </w:r>
      <w:r>
        <w:t>’</w:t>
      </w:r>
      <w:r w:rsidR="00530790" w:rsidRPr="005D5566">
        <w:t>ai passé devant chez vous après minuit</w:t>
      </w:r>
      <w:r>
        <w:t xml:space="preserve">, </w:t>
      </w:r>
      <w:r w:rsidR="00530790" w:rsidRPr="005D5566">
        <w:t>j</w:t>
      </w:r>
      <w:r>
        <w:t>’</w:t>
      </w:r>
      <w:r w:rsidR="00530790" w:rsidRPr="005D5566">
        <w:t>ai jeté un coup d</w:t>
      </w:r>
      <w:r>
        <w:t>’</w:t>
      </w:r>
      <w:r w:rsidR="00530790" w:rsidRPr="005D5566">
        <w:t>œil par la fenêtre</w:t>
      </w:r>
      <w:r>
        <w:t xml:space="preserve">… </w:t>
      </w:r>
      <w:r w:rsidR="00530790" w:rsidRPr="005D5566">
        <w:t>vous étiez tous les trois assis autour de la table</w:t>
      </w:r>
      <w:r>
        <w:t>…</w:t>
      </w:r>
    </w:p>
    <w:p w14:paraId="51ECD86E" w14:textId="77777777" w:rsidR="001C0413" w:rsidRDefault="001C0413" w:rsidP="001C0413">
      <w:r>
        <w:t>— </w:t>
      </w:r>
      <w:r w:rsidR="00530790" w:rsidRPr="005D5566">
        <w:t>Mais Maria</w:t>
      </w:r>
      <w:r>
        <w:t xml:space="preserve"> ! </w:t>
      </w:r>
      <w:r w:rsidR="00530790" w:rsidRPr="005D5566">
        <w:t>Comment pourrait-on les accuser</w:t>
      </w:r>
      <w:r>
        <w:t xml:space="preserve"> ? </w:t>
      </w:r>
      <w:r w:rsidR="00530790" w:rsidRPr="005D5566">
        <w:t>s</w:t>
      </w:r>
      <w:r>
        <w:t>’</w:t>
      </w:r>
      <w:r w:rsidR="00530790" w:rsidRPr="005D5566">
        <w:t>exclama la mère terrifiée</w:t>
      </w:r>
      <w:r>
        <w:t>.</w:t>
      </w:r>
    </w:p>
    <w:p w14:paraId="277730C8" w14:textId="77777777" w:rsidR="001C0413" w:rsidRDefault="001C0413" w:rsidP="001C0413">
      <w:r>
        <w:t>— </w:t>
      </w:r>
      <w:r w:rsidR="00530790" w:rsidRPr="005D5566">
        <w:t>Qui l</w:t>
      </w:r>
      <w:r>
        <w:t>’</w:t>
      </w:r>
      <w:r w:rsidR="00530790" w:rsidRPr="005D5566">
        <w:t>a tué</w:t>
      </w:r>
      <w:r>
        <w:t xml:space="preserve"> ? </w:t>
      </w:r>
      <w:r w:rsidR="00530790" w:rsidRPr="005D5566">
        <w:t>Ce sont des vôtres sûrement</w:t>
      </w:r>
      <w:r>
        <w:t xml:space="preserve"> ! </w:t>
      </w:r>
      <w:r w:rsidR="00530790" w:rsidRPr="005D5566">
        <w:t>répondit Maria avec conviction</w:t>
      </w:r>
      <w:r>
        <w:t xml:space="preserve">. </w:t>
      </w:r>
      <w:r w:rsidR="00530790" w:rsidRPr="005D5566">
        <w:t>Tout le monde sait qu</w:t>
      </w:r>
      <w:r>
        <w:t>’</w:t>
      </w:r>
      <w:r w:rsidR="00530790" w:rsidRPr="005D5566">
        <w:t>il les espionnait</w:t>
      </w:r>
      <w:r>
        <w:t>…</w:t>
      </w:r>
    </w:p>
    <w:p w14:paraId="1E57E566" w14:textId="77777777" w:rsidR="001C0413" w:rsidRDefault="00530790" w:rsidP="001C0413">
      <w:r w:rsidRPr="005D5566">
        <w:t>La mère s</w:t>
      </w:r>
      <w:r w:rsidR="001C0413">
        <w:t>’</w:t>
      </w:r>
      <w:r w:rsidRPr="005D5566">
        <w:t>arrêta</w:t>
      </w:r>
      <w:r w:rsidR="001C0413">
        <w:t xml:space="preserve">, </w:t>
      </w:r>
      <w:r w:rsidRPr="005D5566">
        <w:t>haletante</w:t>
      </w:r>
      <w:r w:rsidR="001C0413">
        <w:t xml:space="preserve">, </w:t>
      </w:r>
      <w:r w:rsidRPr="005D5566">
        <w:t>et posa la main sur sa poitrine</w:t>
      </w:r>
      <w:r w:rsidR="001C0413">
        <w:t>.</w:t>
      </w:r>
    </w:p>
    <w:p w14:paraId="31372481" w14:textId="77777777" w:rsidR="001C0413" w:rsidRDefault="001C0413" w:rsidP="001C0413">
      <w:r>
        <w:lastRenderedPageBreak/>
        <w:t>— </w:t>
      </w:r>
      <w:r w:rsidR="00530790" w:rsidRPr="005D5566">
        <w:t>Qu</w:t>
      </w:r>
      <w:r>
        <w:t>’</w:t>
      </w:r>
      <w:r w:rsidR="00530790" w:rsidRPr="005D5566">
        <w:t>as-tu donc</w:t>
      </w:r>
      <w:r>
        <w:t xml:space="preserve"> ? </w:t>
      </w:r>
      <w:r w:rsidR="00530790" w:rsidRPr="005D5566">
        <w:t>N</w:t>
      </w:r>
      <w:r>
        <w:t>’</w:t>
      </w:r>
      <w:r w:rsidR="00530790" w:rsidRPr="005D5566">
        <w:t>aie pas peur</w:t>
      </w:r>
      <w:r>
        <w:t xml:space="preserve">… </w:t>
      </w:r>
      <w:r w:rsidR="00530790" w:rsidRPr="005D5566">
        <w:t>Isaïe n</w:t>
      </w:r>
      <w:r>
        <w:t>’</w:t>
      </w:r>
      <w:r w:rsidR="00530790" w:rsidRPr="005D5566">
        <w:t>a eu que ce qu</w:t>
      </w:r>
      <w:r>
        <w:t>’</w:t>
      </w:r>
      <w:r w:rsidR="00530790" w:rsidRPr="005D5566">
        <w:t>il méritait</w:t>
      </w:r>
      <w:r>
        <w:t xml:space="preserve">… </w:t>
      </w:r>
      <w:r w:rsidR="00530790" w:rsidRPr="005D5566">
        <w:t>Allons vite</w:t>
      </w:r>
      <w:r>
        <w:t xml:space="preserve">, </w:t>
      </w:r>
      <w:r w:rsidR="00530790" w:rsidRPr="005D5566">
        <w:t>on va l</w:t>
      </w:r>
      <w:r>
        <w:t>’</w:t>
      </w:r>
      <w:r w:rsidR="00530790" w:rsidRPr="005D5566">
        <w:t>enlever</w:t>
      </w:r>
      <w:r>
        <w:t>…</w:t>
      </w:r>
    </w:p>
    <w:p w14:paraId="73383D4D" w14:textId="77777777" w:rsidR="001C0413" w:rsidRDefault="00530790" w:rsidP="001C0413">
      <w:r w:rsidRPr="005D5566">
        <w:t>Pélaguée se mit à marcher sans se demander pourquoi elle allait voir le cadavre</w:t>
      </w:r>
      <w:r w:rsidR="001C0413">
        <w:t xml:space="preserve"> ; </w:t>
      </w:r>
      <w:r w:rsidRPr="005D5566">
        <w:t>elle chancelait en pensant à Vessoftchikov</w:t>
      </w:r>
      <w:r w:rsidR="001C0413">
        <w:t>.</w:t>
      </w:r>
    </w:p>
    <w:p w14:paraId="1409F55C" w14:textId="77777777" w:rsidR="001C0413" w:rsidRDefault="001C0413" w:rsidP="001C0413">
      <w:r>
        <w:t>— </w:t>
      </w:r>
      <w:r w:rsidR="00530790" w:rsidRPr="005D5566">
        <w:t>Il est arrivé à son but</w:t>
      </w:r>
      <w:r>
        <w:t xml:space="preserve"> ! </w:t>
      </w:r>
      <w:r w:rsidR="00530790" w:rsidRPr="005D5566">
        <w:t>pensa-t-elle</w:t>
      </w:r>
      <w:r>
        <w:t xml:space="preserve">, </w:t>
      </w:r>
      <w:r w:rsidR="00530790" w:rsidRPr="005D5566">
        <w:t>hébétée</w:t>
      </w:r>
      <w:r>
        <w:t xml:space="preserve">. </w:t>
      </w:r>
      <w:r w:rsidR="00530790" w:rsidRPr="005D5566">
        <w:t>Non loin de la fabrique</w:t>
      </w:r>
      <w:r>
        <w:t xml:space="preserve">, </w:t>
      </w:r>
      <w:r w:rsidR="00530790" w:rsidRPr="005D5566">
        <w:t>sur les décombres d</w:t>
      </w:r>
      <w:r>
        <w:t>’</w:t>
      </w:r>
      <w:r w:rsidR="00530790" w:rsidRPr="005D5566">
        <w:t>une maison récemment consumée par l</w:t>
      </w:r>
      <w:r>
        <w:t>’</w:t>
      </w:r>
      <w:r w:rsidR="00530790" w:rsidRPr="005D5566">
        <w:t>incendie</w:t>
      </w:r>
      <w:r>
        <w:t xml:space="preserve">, </w:t>
      </w:r>
      <w:r w:rsidR="00530790" w:rsidRPr="005D5566">
        <w:t>une foule de gens rassemblés bruissaient comme un vol de bourdons et piétinaient les débris calcinés en soulevant un nuage de cendres</w:t>
      </w:r>
      <w:r>
        <w:t xml:space="preserve">. </w:t>
      </w:r>
      <w:r w:rsidR="00530790" w:rsidRPr="005D5566">
        <w:t>Il y avait là beaucoup de femmes</w:t>
      </w:r>
      <w:r>
        <w:t xml:space="preserve">, </w:t>
      </w:r>
      <w:r w:rsidR="00530790" w:rsidRPr="005D5566">
        <w:t>encore plus d</w:t>
      </w:r>
      <w:r>
        <w:t>’</w:t>
      </w:r>
      <w:r w:rsidR="00530790" w:rsidRPr="005D5566">
        <w:t>enfants</w:t>
      </w:r>
      <w:r>
        <w:t xml:space="preserve">, </w:t>
      </w:r>
      <w:r w:rsidR="00530790" w:rsidRPr="005D5566">
        <w:t>des boutiquiers</w:t>
      </w:r>
      <w:r>
        <w:t xml:space="preserve">, </w:t>
      </w:r>
      <w:r w:rsidR="00530790" w:rsidRPr="005D5566">
        <w:t>des garçons du cabaret voisin</w:t>
      </w:r>
      <w:r>
        <w:t xml:space="preserve">, </w:t>
      </w:r>
      <w:r w:rsidR="00530790" w:rsidRPr="005D5566">
        <w:t>des agents de police et le gendarme Pétline</w:t>
      </w:r>
      <w:r>
        <w:t xml:space="preserve">, </w:t>
      </w:r>
      <w:r w:rsidR="00530790" w:rsidRPr="005D5566">
        <w:t>grand vieillard à barbe d</w:t>
      </w:r>
      <w:r>
        <w:t>’</w:t>
      </w:r>
      <w:r w:rsidR="00530790" w:rsidRPr="005D5566">
        <w:t>argent</w:t>
      </w:r>
      <w:r>
        <w:t xml:space="preserve">. </w:t>
      </w:r>
      <w:r w:rsidR="00530790" w:rsidRPr="005D5566">
        <w:t>Plusieurs médailles décoraient sa poitrine</w:t>
      </w:r>
      <w:r>
        <w:t xml:space="preserve">. </w:t>
      </w:r>
      <w:r w:rsidR="00530790" w:rsidRPr="005D5566">
        <w:t>Isaïe était à demi couché sur le sol</w:t>
      </w:r>
      <w:r>
        <w:t xml:space="preserve"> ; </w:t>
      </w:r>
      <w:r w:rsidR="00530790" w:rsidRPr="005D5566">
        <w:t>son dos s</w:t>
      </w:r>
      <w:r>
        <w:t>’</w:t>
      </w:r>
      <w:r w:rsidR="00530790" w:rsidRPr="005D5566">
        <w:t>appuyait à une poutre noircie par le feu</w:t>
      </w:r>
      <w:r>
        <w:t xml:space="preserve"> ; </w:t>
      </w:r>
      <w:r w:rsidR="00530790" w:rsidRPr="005D5566">
        <w:t>sa tête retombait sur l</w:t>
      </w:r>
      <w:r>
        <w:t>’</w:t>
      </w:r>
      <w:r w:rsidR="00530790" w:rsidRPr="005D5566">
        <w:t>épaule droite</w:t>
      </w:r>
      <w:r>
        <w:t xml:space="preserve">. </w:t>
      </w:r>
      <w:r w:rsidR="00530790" w:rsidRPr="005D5566">
        <w:t>Il avait la main droite dans la poche de son pantalon</w:t>
      </w:r>
      <w:r>
        <w:t xml:space="preserve"> ; </w:t>
      </w:r>
      <w:r w:rsidR="00530790" w:rsidRPr="005D5566">
        <w:t>les doigts de la gauche s</w:t>
      </w:r>
      <w:r>
        <w:t>’</w:t>
      </w:r>
      <w:r w:rsidR="00530790" w:rsidRPr="005D5566">
        <w:t>enfonçaient dans la terre friable</w:t>
      </w:r>
      <w:r>
        <w:t>.</w:t>
      </w:r>
    </w:p>
    <w:p w14:paraId="44ABFDEC" w14:textId="77777777" w:rsidR="001C0413" w:rsidRDefault="00530790" w:rsidP="001C0413">
      <w:r w:rsidRPr="005D5566">
        <w:t>La mère regarda le visage du mort</w:t>
      </w:r>
      <w:r w:rsidR="001C0413">
        <w:t xml:space="preserve">, </w:t>
      </w:r>
      <w:r w:rsidRPr="005D5566">
        <w:t>l</w:t>
      </w:r>
      <w:r w:rsidR="001C0413">
        <w:t>’</w:t>
      </w:r>
      <w:r w:rsidRPr="005D5566">
        <w:t>un des yeux ternis se fixait sur sa casquette placée entre les jambes allongées</w:t>
      </w:r>
      <w:r w:rsidR="001C0413">
        <w:t xml:space="preserve"> ; </w:t>
      </w:r>
      <w:r w:rsidRPr="005D5566">
        <w:t>la bouche était entr</w:t>
      </w:r>
      <w:r w:rsidR="001C0413">
        <w:t>’</w:t>
      </w:r>
      <w:r w:rsidRPr="005D5566">
        <w:t>ouverte</w:t>
      </w:r>
      <w:r w:rsidR="001C0413">
        <w:t xml:space="preserve">, </w:t>
      </w:r>
      <w:r w:rsidRPr="005D5566">
        <w:t>comme par une expression d</w:t>
      </w:r>
      <w:r w:rsidR="001C0413">
        <w:t>’</w:t>
      </w:r>
      <w:r w:rsidRPr="005D5566">
        <w:t>étonnement</w:t>
      </w:r>
      <w:r w:rsidR="001C0413">
        <w:t xml:space="preserve"> ; </w:t>
      </w:r>
      <w:r w:rsidRPr="005D5566">
        <w:t>la barbiche rousse pendait</w:t>
      </w:r>
      <w:r w:rsidR="001C0413">
        <w:t xml:space="preserve">, </w:t>
      </w:r>
      <w:r w:rsidRPr="005D5566">
        <w:t>lamentable</w:t>
      </w:r>
      <w:r w:rsidR="001C0413">
        <w:t xml:space="preserve">. </w:t>
      </w:r>
      <w:r w:rsidRPr="005D5566">
        <w:t>Le corps maigre</w:t>
      </w:r>
      <w:r w:rsidR="001C0413">
        <w:t xml:space="preserve">, </w:t>
      </w:r>
      <w:r w:rsidRPr="005D5566">
        <w:t>avec la tête pointue et le visage osseux couvert de taches de rousseur</w:t>
      </w:r>
      <w:r w:rsidR="001C0413">
        <w:t xml:space="preserve">, </w:t>
      </w:r>
      <w:r w:rsidRPr="005D5566">
        <w:t>semblait encore diminué</w:t>
      </w:r>
      <w:r w:rsidR="001C0413">
        <w:t xml:space="preserve">, </w:t>
      </w:r>
      <w:r w:rsidRPr="005D5566">
        <w:t>comprimé par la mort</w:t>
      </w:r>
      <w:r w:rsidR="001C0413">
        <w:t xml:space="preserve">. </w:t>
      </w:r>
      <w:r w:rsidRPr="005D5566">
        <w:t>La mère se signa en soupirant</w:t>
      </w:r>
      <w:r w:rsidR="001C0413">
        <w:t xml:space="preserve">. </w:t>
      </w:r>
      <w:r w:rsidRPr="005D5566">
        <w:t>De son vivant</w:t>
      </w:r>
      <w:r w:rsidR="001C0413">
        <w:t xml:space="preserve">, </w:t>
      </w:r>
      <w:r w:rsidRPr="005D5566">
        <w:t>l</w:t>
      </w:r>
      <w:r w:rsidR="001C0413">
        <w:t>’</w:t>
      </w:r>
      <w:r w:rsidRPr="005D5566">
        <w:t>homme lui</w:t>
      </w:r>
      <w:r w:rsidR="001C0413">
        <w:t xml:space="preserve">, </w:t>
      </w:r>
      <w:r w:rsidRPr="005D5566">
        <w:t>avait été antipathique</w:t>
      </w:r>
      <w:r w:rsidR="001C0413">
        <w:t xml:space="preserve"> ; </w:t>
      </w:r>
      <w:r w:rsidRPr="005D5566">
        <w:t>maintenant</w:t>
      </w:r>
      <w:r w:rsidR="001C0413">
        <w:t xml:space="preserve">, </w:t>
      </w:r>
      <w:r w:rsidRPr="005D5566">
        <w:t>il lui inspirait un peu de pitié</w:t>
      </w:r>
      <w:r w:rsidR="001C0413">
        <w:t>.</w:t>
      </w:r>
    </w:p>
    <w:p w14:paraId="4C5890ED" w14:textId="77777777" w:rsidR="001C0413" w:rsidRDefault="001C0413" w:rsidP="001C0413">
      <w:r>
        <w:t>— </w:t>
      </w:r>
      <w:r w:rsidR="00530790" w:rsidRPr="005D5566">
        <w:t>Il n</w:t>
      </w:r>
      <w:r>
        <w:t>’</w:t>
      </w:r>
      <w:r w:rsidR="00530790" w:rsidRPr="005D5566">
        <w:t>y a pas de sang</w:t>
      </w:r>
      <w:r>
        <w:t xml:space="preserve"> ! </w:t>
      </w:r>
      <w:r w:rsidR="00530790" w:rsidRPr="005D5566">
        <w:t>fit quelqu</w:t>
      </w:r>
      <w:r>
        <w:t>’</w:t>
      </w:r>
      <w:r w:rsidR="00530790" w:rsidRPr="005D5566">
        <w:t>un à mi-voix</w:t>
      </w:r>
      <w:r>
        <w:t xml:space="preserve">. </w:t>
      </w:r>
      <w:r w:rsidR="00530790" w:rsidRPr="005D5566">
        <w:t>On l</w:t>
      </w:r>
      <w:r>
        <w:t>’</w:t>
      </w:r>
      <w:r w:rsidR="00530790" w:rsidRPr="005D5566">
        <w:t>aura frappé à coups de poings</w:t>
      </w:r>
      <w:r>
        <w:t>…</w:t>
      </w:r>
    </w:p>
    <w:p w14:paraId="6EAE733E" w14:textId="77777777" w:rsidR="001C0413" w:rsidRDefault="001C0413" w:rsidP="001C0413">
      <w:r>
        <w:t>— </w:t>
      </w:r>
      <w:r w:rsidR="00530790" w:rsidRPr="005D5566">
        <w:rPr>
          <w:bCs/>
        </w:rPr>
        <w:t xml:space="preserve">Il </w:t>
      </w:r>
      <w:r w:rsidR="00530790" w:rsidRPr="005D5566">
        <w:t>est peut-être encore vivant</w:t>
      </w:r>
      <w:r>
        <w:t xml:space="preserve"> ? </w:t>
      </w:r>
      <w:r w:rsidR="00530790" w:rsidRPr="005D5566">
        <w:t>hein</w:t>
      </w:r>
      <w:r>
        <w:t> ?</w:t>
      </w:r>
    </w:p>
    <w:p w14:paraId="3F426825" w14:textId="77777777" w:rsidR="001C0413" w:rsidRDefault="001C0413" w:rsidP="001C0413">
      <w:r>
        <w:lastRenderedPageBreak/>
        <w:t>— </w:t>
      </w:r>
      <w:r w:rsidR="00530790" w:rsidRPr="005D5566">
        <w:t>Va-t-en</w:t>
      </w:r>
      <w:r>
        <w:t xml:space="preserve">… </w:t>
      </w:r>
      <w:r w:rsidR="00530790" w:rsidRPr="005D5566">
        <w:t>cria le gendarme en l</w:t>
      </w:r>
      <w:r>
        <w:t>’</w:t>
      </w:r>
      <w:r w:rsidR="00530790" w:rsidRPr="005D5566">
        <w:t>écartant</w:t>
      </w:r>
      <w:r>
        <w:t>.</w:t>
      </w:r>
    </w:p>
    <w:p w14:paraId="779B7EB6" w14:textId="77777777" w:rsidR="001C0413" w:rsidRDefault="001C0413" w:rsidP="001C0413">
      <w:r>
        <w:t>— </w:t>
      </w:r>
      <w:r w:rsidR="00530790" w:rsidRPr="005D5566">
        <w:t>Le docteur est venu</w:t>
      </w:r>
      <w:r>
        <w:t xml:space="preserve">… </w:t>
      </w:r>
      <w:r w:rsidR="00530790" w:rsidRPr="005D5566">
        <w:t>et il a dit que c</w:t>
      </w:r>
      <w:r>
        <w:t>’</w:t>
      </w:r>
      <w:r w:rsidR="00530790" w:rsidRPr="005D5566">
        <w:t>était fini</w:t>
      </w:r>
      <w:r>
        <w:t xml:space="preserve"> ! </w:t>
      </w:r>
      <w:r w:rsidR="00530790" w:rsidRPr="005D5566">
        <w:t>déclara quelqu</w:t>
      </w:r>
      <w:r>
        <w:t>’</w:t>
      </w:r>
      <w:r w:rsidR="00530790" w:rsidRPr="005D5566">
        <w:t>un</w:t>
      </w:r>
      <w:r>
        <w:t>.</w:t>
      </w:r>
    </w:p>
    <w:p w14:paraId="280CD0A0" w14:textId="77777777" w:rsidR="001C0413" w:rsidRDefault="001C0413" w:rsidP="001C0413">
      <w:r>
        <w:t>— </w:t>
      </w:r>
      <w:r w:rsidR="00530790" w:rsidRPr="005D5566">
        <w:t>On a fermé la bouche à un dénonciateur</w:t>
      </w:r>
      <w:r>
        <w:t xml:space="preserve">… </w:t>
      </w:r>
      <w:r w:rsidR="00530790" w:rsidRPr="005D5566">
        <w:t>et on a bien fait</w:t>
      </w:r>
      <w:r>
        <w:t> !</w:t>
      </w:r>
    </w:p>
    <w:p w14:paraId="06922BC2" w14:textId="77777777" w:rsidR="001C0413" w:rsidRDefault="00530790" w:rsidP="001C0413">
      <w:r w:rsidRPr="005D5566">
        <w:t>Le gendarme s</w:t>
      </w:r>
      <w:r w:rsidR="001C0413">
        <w:t>’</w:t>
      </w:r>
      <w:r w:rsidRPr="005D5566">
        <w:t>émut et</w:t>
      </w:r>
      <w:r w:rsidR="001C0413">
        <w:t xml:space="preserve">, </w:t>
      </w:r>
      <w:r w:rsidRPr="005D5566">
        <w:t>écartant de la main la foule des femmes qui l</w:t>
      </w:r>
      <w:r w:rsidR="001C0413">
        <w:t>’</w:t>
      </w:r>
      <w:r w:rsidRPr="005D5566">
        <w:t>entouraient</w:t>
      </w:r>
      <w:r w:rsidR="001C0413">
        <w:t xml:space="preserve">, </w:t>
      </w:r>
      <w:r w:rsidRPr="005D5566">
        <w:t>il demanda d</w:t>
      </w:r>
      <w:r w:rsidR="001C0413">
        <w:t>’</w:t>
      </w:r>
      <w:r w:rsidRPr="005D5566">
        <w:t>une voix menaçante</w:t>
      </w:r>
      <w:r w:rsidR="001C0413">
        <w:t> :</w:t>
      </w:r>
    </w:p>
    <w:p w14:paraId="56B6B870" w14:textId="77777777" w:rsidR="001C0413" w:rsidRDefault="001C0413" w:rsidP="001C0413">
      <w:r>
        <w:t>— </w:t>
      </w:r>
      <w:r w:rsidR="00530790" w:rsidRPr="005D5566">
        <w:t>Qui est-ce qui raisonne ainsi</w:t>
      </w:r>
      <w:r>
        <w:t> ?</w:t>
      </w:r>
    </w:p>
    <w:p w14:paraId="1F3F3335" w14:textId="77777777" w:rsidR="001C0413" w:rsidRDefault="00530790" w:rsidP="001C0413">
      <w:r w:rsidRPr="005D5566">
        <w:t>Les gens reculaient à son approche</w:t>
      </w:r>
      <w:r w:rsidR="001C0413">
        <w:t xml:space="preserve">. </w:t>
      </w:r>
      <w:r w:rsidRPr="005D5566">
        <w:t>Quelques-uns s</w:t>
      </w:r>
      <w:r w:rsidR="001C0413">
        <w:t>’</w:t>
      </w:r>
      <w:r w:rsidRPr="005D5566">
        <w:t>enfuirent vivement</w:t>
      </w:r>
      <w:r w:rsidR="001C0413">
        <w:t xml:space="preserve">. </w:t>
      </w:r>
      <w:r w:rsidRPr="005D5566">
        <w:t>Un rire malveillant résonna</w:t>
      </w:r>
      <w:r w:rsidR="001C0413">
        <w:t>.</w:t>
      </w:r>
    </w:p>
    <w:p w14:paraId="42BBFA49" w14:textId="77777777" w:rsidR="001C0413" w:rsidRDefault="00530790" w:rsidP="001C0413">
      <w:r w:rsidRPr="005D5566">
        <w:t>La mère retourna chez elle</w:t>
      </w:r>
      <w:r w:rsidR="001C0413">
        <w:t>.</w:t>
      </w:r>
    </w:p>
    <w:p w14:paraId="2ACDCAA9" w14:textId="77777777" w:rsidR="001C0413" w:rsidRDefault="001C0413" w:rsidP="001C0413">
      <w:r>
        <w:t>— </w:t>
      </w:r>
      <w:r w:rsidR="00530790" w:rsidRPr="005D5566">
        <w:t>Personne n</w:t>
      </w:r>
      <w:r>
        <w:t>’</w:t>
      </w:r>
      <w:r w:rsidR="00530790" w:rsidRPr="005D5566">
        <w:t>a pitié de lui</w:t>
      </w:r>
      <w:r>
        <w:t xml:space="preserve"> ! </w:t>
      </w:r>
      <w:r w:rsidR="00530790" w:rsidRPr="005D5566">
        <w:t>pensa-t-elle</w:t>
      </w:r>
      <w:r>
        <w:t>.</w:t>
      </w:r>
    </w:p>
    <w:p w14:paraId="5FA301A2" w14:textId="77777777" w:rsidR="001C0413" w:rsidRDefault="00530790" w:rsidP="001C0413">
      <w:r w:rsidRPr="005D5566">
        <w:t>Et la silhouette massive du grêlé se dressa devant elle</w:t>
      </w:r>
      <w:r w:rsidR="001C0413">
        <w:t xml:space="preserve"> ; </w:t>
      </w:r>
      <w:r w:rsidRPr="005D5566">
        <w:t>ses yeux étroits avaient un éclat froid et rude</w:t>
      </w:r>
      <w:r w:rsidR="001C0413">
        <w:t xml:space="preserve"> ; </w:t>
      </w:r>
      <w:r w:rsidRPr="005D5566">
        <w:t>sa main droite se balançait</w:t>
      </w:r>
      <w:r w:rsidR="001C0413">
        <w:t xml:space="preserve">, </w:t>
      </w:r>
      <w:r w:rsidRPr="005D5566">
        <w:t>comme si elle était blessée</w:t>
      </w:r>
      <w:r w:rsidR="001C0413">
        <w:t>.</w:t>
      </w:r>
    </w:p>
    <w:p w14:paraId="2D2766E8" w14:textId="77777777" w:rsidR="001C0413" w:rsidRDefault="00530790" w:rsidP="001C0413">
      <w:r w:rsidRPr="005D5566">
        <w:t>Lorsque André et Pavel rentrèrent dîner</w:t>
      </w:r>
      <w:r w:rsidR="001C0413">
        <w:t xml:space="preserve">, </w:t>
      </w:r>
      <w:r w:rsidRPr="005D5566">
        <w:t>la mère les accueillit en demandant</w:t>
      </w:r>
      <w:r w:rsidR="001C0413">
        <w:t> :</w:t>
      </w:r>
    </w:p>
    <w:p w14:paraId="2FA7A31A" w14:textId="77777777" w:rsidR="001C0413" w:rsidRDefault="001C0413" w:rsidP="001C0413">
      <w:r>
        <w:t>— </w:t>
      </w:r>
      <w:r w:rsidR="00530790" w:rsidRPr="005D5566">
        <w:t>Eh bien</w:t>
      </w:r>
      <w:r>
        <w:t xml:space="preserve"> ? </w:t>
      </w:r>
      <w:r w:rsidR="00530790" w:rsidRPr="005D5566">
        <w:t>On n</w:t>
      </w:r>
      <w:r>
        <w:t>’</w:t>
      </w:r>
      <w:r w:rsidR="00530790" w:rsidRPr="005D5566">
        <w:t>a arrêté personne</w:t>
      </w:r>
      <w:r>
        <w:t xml:space="preserve">… </w:t>
      </w:r>
      <w:r w:rsidR="00530790" w:rsidRPr="005D5566">
        <w:t>à cause d</w:t>
      </w:r>
      <w:r>
        <w:t>’</w:t>
      </w:r>
      <w:r w:rsidR="00530790" w:rsidRPr="005D5566">
        <w:t>Isaïe</w:t>
      </w:r>
      <w:r>
        <w:t> ?</w:t>
      </w:r>
    </w:p>
    <w:p w14:paraId="3421A6DC" w14:textId="77777777" w:rsidR="001C0413" w:rsidRDefault="001C0413" w:rsidP="001C0413">
      <w:r>
        <w:t>— </w:t>
      </w:r>
      <w:r w:rsidR="00530790" w:rsidRPr="005D5566">
        <w:t>Je n</w:t>
      </w:r>
      <w:r>
        <w:t>’</w:t>
      </w:r>
      <w:r w:rsidR="00530790" w:rsidRPr="005D5566">
        <w:t>ai rien entendu dire</w:t>
      </w:r>
      <w:r>
        <w:t xml:space="preserve"> ! </w:t>
      </w:r>
      <w:r w:rsidR="00530790" w:rsidRPr="005D5566">
        <w:t>répondit le Petit-Russien</w:t>
      </w:r>
      <w:r>
        <w:t>.</w:t>
      </w:r>
    </w:p>
    <w:p w14:paraId="686C6666" w14:textId="77777777" w:rsidR="001C0413" w:rsidRDefault="00530790" w:rsidP="001C0413">
      <w:r w:rsidRPr="005D5566">
        <w:t>Elle vit que les jeunes gens étaient tous deux sombres et soucieux</w:t>
      </w:r>
      <w:r w:rsidR="001C0413">
        <w:t>.</w:t>
      </w:r>
    </w:p>
    <w:p w14:paraId="40536D90" w14:textId="77777777" w:rsidR="001C0413" w:rsidRDefault="001C0413" w:rsidP="001C0413">
      <w:r>
        <w:t>— </w:t>
      </w:r>
      <w:r w:rsidR="00530790" w:rsidRPr="005D5566">
        <w:t>On ne parle pas de Vessoftchikov</w:t>
      </w:r>
      <w:r>
        <w:t xml:space="preserve"> ? </w:t>
      </w:r>
      <w:r w:rsidR="00530790" w:rsidRPr="005D5566">
        <w:t>s</w:t>
      </w:r>
      <w:r>
        <w:t>’</w:t>
      </w:r>
      <w:r w:rsidR="00530790" w:rsidRPr="005D5566">
        <w:t>informa-t-elle à voix basse</w:t>
      </w:r>
      <w:r>
        <w:t>.</w:t>
      </w:r>
    </w:p>
    <w:p w14:paraId="7C7DF062" w14:textId="77777777" w:rsidR="001C0413" w:rsidRDefault="00530790" w:rsidP="001C0413">
      <w:r w:rsidRPr="005D5566">
        <w:t>Le regard sévère de son fils se posa sur elle</w:t>
      </w:r>
      <w:r w:rsidR="001C0413">
        <w:t xml:space="preserve"> ; </w:t>
      </w:r>
      <w:r w:rsidRPr="005D5566">
        <w:t>il répondit en pesant sur les mots</w:t>
      </w:r>
      <w:r w:rsidR="001C0413">
        <w:t> :</w:t>
      </w:r>
    </w:p>
    <w:p w14:paraId="58851C2C" w14:textId="77777777" w:rsidR="001C0413" w:rsidRDefault="001C0413" w:rsidP="001C0413">
      <w:r>
        <w:lastRenderedPageBreak/>
        <w:t>— </w:t>
      </w:r>
      <w:r w:rsidR="00530790" w:rsidRPr="005D5566">
        <w:t>Non</w:t>
      </w:r>
      <w:r>
        <w:t xml:space="preserve"> ! </w:t>
      </w:r>
      <w:r w:rsidR="00530790" w:rsidRPr="005D5566">
        <w:t>On ne pense même pas à lui</w:t>
      </w:r>
      <w:r>
        <w:t xml:space="preserve">. </w:t>
      </w:r>
      <w:r w:rsidR="00530790" w:rsidRPr="005D5566">
        <w:t>Il est absent</w:t>
      </w:r>
      <w:r>
        <w:t xml:space="preserve">. </w:t>
      </w:r>
      <w:r w:rsidR="00530790" w:rsidRPr="005D5566">
        <w:t>Hier à midi</w:t>
      </w:r>
      <w:r>
        <w:t xml:space="preserve">, </w:t>
      </w:r>
      <w:r w:rsidR="00530790" w:rsidRPr="005D5566">
        <w:t>il est parti pour aller à la rivière et n</w:t>
      </w:r>
      <w:r>
        <w:t>’</w:t>
      </w:r>
      <w:r w:rsidR="00530790" w:rsidRPr="005D5566">
        <w:t>est pas encore rentré</w:t>
      </w:r>
      <w:r>
        <w:t xml:space="preserve"> !… </w:t>
      </w:r>
      <w:r w:rsidR="00530790" w:rsidRPr="005D5566">
        <w:t>J</w:t>
      </w:r>
      <w:r>
        <w:t>’</w:t>
      </w:r>
      <w:r w:rsidR="00530790" w:rsidRPr="005D5566">
        <w:t>ai demandé de ses nouvelles</w:t>
      </w:r>
      <w:r>
        <w:t>…</w:t>
      </w:r>
    </w:p>
    <w:p w14:paraId="7F428D09" w14:textId="77777777" w:rsidR="001C0413" w:rsidRDefault="001C0413" w:rsidP="001C0413">
      <w:r>
        <w:t>— </w:t>
      </w:r>
      <w:r w:rsidR="00530790" w:rsidRPr="005D5566">
        <w:t>Dieu merci</w:t>
      </w:r>
      <w:r>
        <w:t xml:space="preserve"> ! </w:t>
      </w:r>
      <w:r w:rsidR="00530790" w:rsidRPr="005D5566">
        <w:t>fit la mère avec un soupir de soulagement</w:t>
      </w:r>
      <w:r>
        <w:t xml:space="preserve">. </w:t>
      </w:r>
      <w:r w:rsidR="00530790" w:rsidRPr="005D5566">
        <w:t>Dieu merci</w:t>
      </w:r>
      <w:r>
        <w:t> !</w:t>
      </w:r>
    </w:p>
    <w:p w14:paraId="4FA5EBFC" w14:textId="77777777" w:rsidR="001C0413" w:rsidRDefault="00530790" w:rsidP="001C0413">
      <w:r w:rsidRPr="005D5566">
        <w:t xml:space="preserve">Le Petit-Russien lui jeta un coup </w:t>
      </w:r>
      <w:r w:rsidRPr="005D5566">
        <w:rPr>
          <w:bCs/>
        </w:rPr>
        <w:t>d</w:t>
      </w:r>
      <w:r w:rsidR="001C0413">
        <w:t>’</w:t>
      </w:r>
      <w:r w:rsidRPr="005D5566">
        <w:t>œil et baissa la tête</w:t>
      </w:r>
      <w:r w:rsidR="001C0413">
        <w:t>.</w:t>
      </w:r>
    </w:p>
    <w:p w14:paraId="5C0FD974" w14:textId="77777777" w:rsidR="001C0413" w:rsidRDefault="001C0413" w:rsidP="001C0413">
      <w:r>
        <w:t>— </w:t>
      </w:r>
      <w:r w:rsidR="00530790" w:rsidRPr="005D5566">
        <w:t>Isaïe est étendu à terre</w:t>
      </w:r>
      <w:r>
        <w:t xml:space="preserve">, </w:t>
      </w:r>
      <w:r w:rsidR="00530790" w:rsidRPr="005D5566">
        <w:t>reprit Pélaguée</w:t>
      </w:r>
      <w:r>
        <w:t xml:space="preserve">, </w:t>
      </w:r>
      <w:r w:rsidR="00530790" w:rsidRPr="005D5566">
        <w:t>toute pensive</w:t>
      </w:r>
      <w:r>
        <w:t xml:space="preserve">, </w:t>
      </w:r>
      <w:r w:rsidR="00530790" w:rsidRPr="005D5566">
        <w:t>on dirait qu</w:t>
      </w:r>
      <w:r>
        <w:t>’</w:t>
      </w:r>
      <w:r w:rsidR="00530790" w:rsidRPr="005D5566">
        <w:t>il est étonné</w:t>
      </w:r>
      <w:r>
        <w:t xml:space="preserve">… </w:t>
      </w:r>
      <w:r w:rsidR="00530790" w:rsidRPr="005D5566">
        <w:t>Personne ne le regrette</w:t>
      </w:r>
      <w:r>
        <w:t xml:space="preserve">, </w:t>
      </w:r>
      <w:r w:rsidR="00530790" w:rsidRPr="005D5566">
        <w:t>personne n</w:t>
      </w:r>
      <w:r>
        <w:t>’</w:t>
      </w:r>
      <w:r w:rsidR="00530790" w:rsidRPr="005D5566">
        <w:t>a une bonne parole pour lui</w:t>
      </w:r>
      <w:r>
        <w:t xml:space="preserve">… </w:t>
      </w:r>
      <w:r w:rsidR="00530790" w:rsidRPr="005D5566">
        <w:t>Il est tout petit</w:t>
      </w:r>
      <w:r>
        <w:t xml:space="preserve">, </w:t>
      </w:r>
      <w:r w:rsidR="00530790" w:rsidRPr="005D5566">
        <w:t>tout chétif</w:t>
      </w:r>
      <w:r>
        <w:t xml:space="preserve">… </w:t>
      </w:r>
      <w:r w:rsidR="00530790" w:rsidRPr="005D5566">
        <w:t>comme un fragment qui se serait détaché de quelque chose et qui gît-là</w:t>
      </w:r>
      <w:r>
        <w:t>…</w:t>
      </w:r>
    </w:p>
    <w:p w14:paraId="59506868" w14:textId="77777777" w:rsidR="001C0413" w:rsidRDefault="00530790" w:rsidP="001C0413">
      <w:r w:rsidRPr="005D5566">
        <w:t>Pendant le dîner</w:t>
      </w:r>
      <w:r w:rsidR="001C0413">
        <w:t xml:space="preserve">, </w:t>
      </w:r>
      <w:r w:rsidRPr="005D5566">
        <w:t>Pavel lança soudain sa cuiller sur la table et s</w:t>
      </w:r>
      <w:r w:rsidR="001C0413">
        <w:t>’</w:t>
      </w:r>
      <w:r w:rsidRPr="005D5566">
        <w:t>écria</w:t>
      </w:r>
      <w:r w:rsidR="001C0413">
        <w:t> :</w:t>
      </w:r>
    </w:p>
    <w:p w14:paraId="46408DDE" w14:textId="77777777" w:rsidR="001C0413" w:rsidRDefault="001C0413" w:rsidP="001C0413">
      <w:r>
        <w:t>— </w:t>
      </w:r>
      <w:r w:rsidR="00530790" w:rsidRPr="005D5566">
        <w:t>Je ne puis pas comprendre ça</w:t>
      </w:r>
      <w:r>
        <w:t> !</w:t>
      </w:r>
    </w:p>
    <w:p w14:paraId="570AE8DB" w14:textId="77777777" w:rsidR="001C0413" w:rsidRDefault="001C0413" w:rsidP="001C0413">
      <w:r>
        <w:t>— </w:t>
      </w:r>
      <w:r w:rsidR="00530790" w:rsidRPr="005D5566">
        <w:t>Quoi</w:t>
      </w:r>
      <w:r>
        <w:t xml:space="preserve"> ? </w:t>
      </w:r>
      <w:r w:rsidR="00530790" w:rsidRPr="005D5566">
        <w:t>demanda André</w:t>
      </w:r>
      <w:r>
        <w:t xml:space="preserve">, </w:t>
      </w:r>
      <w:r w:rsidR="00530790" w:rsidRPr="005D5566">
        <w:t>jusque-là triste et silencieux</w:t>
      </w:r>
      <w:r>
        <w:t>.</w:t>
      </w:r>
    </w:p>
    <w:p w14:paraId="4290B7D3" w14:textId="77777777" w:rsidR="001C0413" w:rsidRDefault="001C0413" w:rsidP="001C0413">
      <w:r>
        <w:t>— </w:t>
      </w:r>
      <w:r w:rsidR="00530790" w:rsidRPr="005D5566">
        <w:t>Qu</w:t>
      </w:r>
      <w:r>
        <w:t>’</w:t>
      </w:r>
      <w:r w:rsidR="00530790" w:rsidRPr="005D5566">
        <w:t>on tue une bête féroce</w:t>
      </w:r>
      <w:r>
        <w:t xml:space="preserve">, </w:t>
      </w:r>
      <w:r w:rsidR="00530790" w:rsidRPr="005D5566">
        <w:t>un oiseau de proie</w:t>
      </w:r>
      <w:r>
        <w:t xml:space="preserve">… </w:t>
      </w:r>
      <w:r w:rsidR="00530790" w:rsidRPr="005D5566">
        <w:t>c</w:t>
      </w:r>
      <w:r>
        <w:t>’</w:t>
      </w:r>
      <w:r w:rsidR="00530790" w:rsidRPr="005D5566">
        <w:t>est admissible</w:t>
      </w:r>
      <w:r>
        <w:t xml:space="preserve">… </w:t>
      </w:r>
      <w:r w:rsidR="00530790" w:rsidRPr="005D5566">
        <w:t>Je crois que je pourrais tuer un homme qui serait devenu un fauve pour ses semblables</w:t>
      </w:r>
      <w:r>
        <w:t xml:space="preserve">… </w:t>
      </w:r>
      <w:r w:rsidR="00530790" w:rsidRPr="005D5566">
        <w:t>Mais comment a-t-on pu lever le bras pour assassiner un être aussi pitoyable et répugnant</w:t>
      </w:r>
      <w:r>
        <w:t> ?</w:t>
      </w:r>
    </w:p>
    <w:p w14:paraId="38E02E4A" w14:textId="77777777" w:rsidR="001C0413" w:rsidRDefault="00530790" w:rsidP="001C0413">
      <w:r w:rsidRPr="005D5566">
        <w:t>André haussa les épaules</w:t>
      </w:r>
      <w:r w:rsidR="001C0413">
        <w:t xml:space="preserve">, </w:t>
      </w:r>
      <w:r w:rsidRPr="005D5566">
        <w:t>puis il dit</w:t>
      </w:r>
      <w:r w:rsidR="001C0413">
        <w:t> :</w:t>
      </w:r>
    </w:p>
    <w:p w14:paraId="7BD3E01E" w14:textId="77777777" w:rsidR="001C0413" w:rsidRDefault="001C0413" w:rsidP="001C0413">
      <w:r>
        <w:t>— </w:t>
      </w:r>
      <w:r w:rsidR="00530790" w:rsidRPr="005D5566">
        <w:t>Il était aussi nuisible qu</w:t>
      </w:r>
      <w:r>
        <w:t>’</w:t>
      </w:r>
      <w:r w:rsidR="00530790" w:rsidRPr="005D5566">
        <w:t>une bête féroce</w:t>
      </w:r>
      <w:r>
        <w:t>…</w:t>
      </w:r>
    </w:p>
    <w:p w14:paraId="4F0679EF" w14:textId="77777777" w:rsidR="001C0413" w:rsidRDefault="001C0413" w:rsidP="001C0413">
      <w:r>
        <w:t>— </w:t>
      </w:r>
      <w:r w:rsidR="00530790" w:rsidRPr="005D5566">
        <w:t>Je le sais</w:t>
      </w:r>
      <w:r>
        <w:t>…</w:t>
      </w:r>
    </w:p>
    <w:p w14:paraId="4F37F167" w14:textId="77777777" w:rsidR="001C0413" w:rsidRDefault="001C0413" w:rsidP="001C0413">
      <w:r>
        <w:t>— </w:t>
      </w:r>
      <w:r w:rsidR="00530790" w:rsidRPr="005D5566">
        <w:t>Nous écrasons bien le moustique qui boit un peu de notre sang</w:t>
      </w:r>
      <w:r>
        <w:t xml:space="preserve">, </w:t>
      </w:r>
      <w:r w:rsidR="00530790" w:rsidRPr="005D5566">
        <w:t>ajouta le Petit-Russien à voix basse</w:t>
      </w:r>
      <w:r>
        <w:t>.</w:t>
      </w:r>
    </w:p>
    <w:p w14:paraId="78AFF541" w14:textId="77777777" w:rsidR="001C0413" w:rsidRDefault="001C0413" w:rsidP="001C0413">
      <w:r>
        <w:lastRenderedPageBreak/>
        <w:t>— </w:t>
      </w:r>
      <w:r w:rsidR="00530790" w:rsidRPr="005D5566">
        <w:t>Oui</w:t>
      </w:r>
      <w:r>
        <w:t xml:space="preserve">, </w:t>
      </w:r>
      <w:r w:rsidR="00530790" w:rsidRPr="005D5566">
        <w:t>c</w:t>
      </w:r>
      <w:r>
        <w:t>’</w:t>
      </w:r>
      <w:r w:rsidR="00530790" w:rsidRPr="005D5566">
        <w:t>est vrai</w:t>
      </w:r>
      <w:r>
        <w:t xml:space="preserve">. </w:t>
      </w:r>
      <w:r w:rsidR="00530790" w:rsidRPr="005D5566">
        <w:t>Mais ce n</w:t>
      </w:r>
      <w:r>
        <w:t>’</w:t>
      </w:r>
      <w:r w:rsidR="00530790" w:rsidRPr="005D5566">
        <w:t>est pas de cela que je parle</w:t>
      </w:r>
      <w:r>
        <w:t xml:space="preserve"> !… </w:t>
      </w:r>
      <w:r w:rsidR="00530790" w:rsidRPr="005D5566">
        <w:t>Je dis que c</w:t>
      </w:r>
      <w:r>
        <w:t>’</w:t>
      </w:r>
      <w:r w:rsidR="00530790" w:rsidRPr="005D5566">
        <w:t>est répugnant</w:t>
      </w:r>
      <w:r>
        <w:t> !</w:t>
      </w:r>
    </w:p>
    <w:p w14:paraId="460C9A8A" w14:textId="77777777" w:rsidR="001C0413" w:rsidRDefault="001C0413" w:rsidP="001C0413">
      <w:r>
        <w:t>— </w:t>
      </w:r>
      <w:r w:rsidR="00530790" w:rsidRPr="005D5566">
        <w:t>Qu</w:t>
      </w:r>
      <w:r>
        <w:t>’</w:t>
      </w:r>
      <w:r w:rsidR="00530790" w:rsidRPr="005D5566">
        <w:t>y faire</w:t>
      </w:r>
      <w:r>
        <w:t xml:space="preserve"> ? </w:t>
      </w:r>
      <w:r w:rsidR="00530790" w:rsidRPr="005D5566">
        <w:t>répliqua André</w:t>
      </w:r>
      <w:r>
        <w:t xml:space="preserve">, </w:t>
      </w:r>
      <w:r w:rsidR="00530790" w:rsidRPr="005D5566">
        <w:t>haussant de nouveau les épaules</w:t>
      </w:r>
      <w:r>
        <w:t>.</w:t>
      </w:r>
    </w:p>
    <w:p w14:paraId="245A331F" w14:textId="77777777" w:rsidR="001C0413" w:rsidRDefault="001C0413" w:rsidP="001C0413">
      <w:r>
        <w:t>— </w:t>
      </w:r>
      <w:r w:rsidR="00530790" w:rsidRPr="005D5566">
        <w:t>Tu pourrais tuer un être de ce genre</w:t>
      </w:r>
      <w:r>
        <w:t xml:space="preserve"> ? </w:t>
      </w:r>
      <w:r w:rsidR="00530790" w:rsidRPr="005D5566">
        <w:t>demanda pensivement Pavel</w:t>
      </w:r>
      <w:r>
        <w:t xml:space="preserve">, </w:t>
      </w:r>
      <w:r w:rsidR="00530790" w:rsidRPr="005D5566">
        <w:t>après un long silence</w:t>
      </w:r>
      <w:r>
        <w:t>.</w:t>
      </w:r>
    </w:p>
    <w:p w14:paraId="36CABB9F" w14:textId="77777777" w:rsidR="001C0413" w:rsidRDefault="00530790" w:rsidP="001C0413">
      <w:r w:rsidRPr="005D5566">
        <w:t>Le Petit-Russien le regarda de ses yeux ronds</w:t>
      </w:r>
      <w:r w:rsidR="001C0413">
        <w:t xml:space="preserve"> ; </w:t>
      </w:r>
      <w:r w:rsidRPr="005D5566">
        <w:t xml:space="preserve">puis il jeta un coup </w:t>
      </w:r>
      <w:r w:rsidRPr="005D5566">
        <w:rPr>
          <w:bCs/>
        </w:rPr>
        <w:t>d</w:t>
      </w:r>
      <w:r w:rsidR="001C0413">
        <w:t>’</w:t>
      </w:r>
      <w:r w:rsidRPr="005D5566">
        <w:t>œil rapide sur la mère</w:t>
      </w:r>
      <w:r w:rsidR="001C0413">
        <w:t xml:space="preserve">, </w:t>
      </w:r>
      <w:r w:rsidRPr="005D5566">
        <w:t>et répondit tristement</w:t>
      </w:r>
      <w:r w:rsidR="001C0413">
        <w:t xml:space="preserve">, </w:t>
      </w:r>
      <w:r w:rsidRPr="005D5566">
        <w:t>mais avec fermeté</w:t>
      </w:r>
      <w:r w:rsidR="001C0413">
        <w:t> :</w:t>
      </w:r>
    </w:p>
    <w:p w14:paraId="1D8926D4" w14:textId="77777777" w:rsidR="001C0413" w:rsidRDefault="001C0413" w:rsidP="001C0413">
      <w:r>
        <w:t>— </w:t>
      </w:r>
      <w:r w:rsidR="00530790" w:rsidRPr="005D5566">
        <w:t>S</w:t>
      </w:r>
      <w:r>
        <w:t>’</w:t>
      </w:r>
      <w:r w:rsidR="00530790" w:rsidRPr="005D5566">
        <w:t>il ne s</w:t>
      </w:r>
      <w:r>
        <w:t>’</w:t>
      </w:r>
      <w:r w:rsidR="00530790" w:rsidRPr="005D5566">
        <w:t>agit que de moi</w:t>
      </w:r>
      <w:r>
        <w:t xml:space="preserve">, </w:t>
      </w:r>
      <w:r w:rsidR="00530790" w:rsidRPr="005D5566">
        <w:t>je ne toucherai personne</w:t>
      </w:r>
      <w:r>
        <w:t xml:space="preserve"> ! </w:t>
      </w:r>
      <w:r w:rsidR="00530790" w:rsidRPr="005D5566">
        <w:t>Pour les camarades</w:t>
      </w:r>
      <w:r>
        <w:t xml:space="preserve">, </w:t>
      </w:r>
      <w:r w:rsidR="00530790" w:rsidRPr="005D5566">
        <w:t>pour la cause</w:t>
      </w:r>
      <w:r>
        <w:t xml:space="preserve">, </w:t>
      </w:r>
      <w:r w:rsidR="00530790" w:rsidRPr="005D5566">
        <w:t>je ferais tout</w:t>
      </w:r>
      <w:r>
        <w:t xml:space="preserve"> ! </w:t>
      </w:r>
      <w:r w:rsidR="00530790" w:rsidRPr="005D5566">
        <w:t>Je tuerais même mon propre fils</w:t>
      </w:r>
      <w:r>
        <w:t xml:space="preserve">, </w:t>
      </w:r>
      <w:r w:rsidR="00530790" w:rsidRPr="005D5566">
        <w:t>s</w:t>
      </w:r>
      <w:r>
        <w:t>’</w:t>
      </w:r>
      <w:r w:rsidR="00530790" w:rsidRPr="005D5566">
        <w:t>il le fallait</w:t>
      </w:r>
      <w:r>
        <w:t> !</w:t>
      </w:r>
    </w:p>
    <w:p w14:paraId="634F395A" w14:textId="77777777" w:rsidR="001C0413" w:rsidRDefault="001C0413" w:rsidP="001C0413">
      <w:r>
        <w:t>— </w:t>
      </w:r>
      <w:r w:rsidR="00530790" w:rsidRPr="005D5566">
        <w:t>Oh</w:t>
      </w:r>
      <w:r>
        <w:t xml:space="preserve"> ! </w:t>
      </w:r>
      <w:r w:rsidR="00530790" w:rsidRPr="005D5566">
        <w:t>soupira la mère</w:t>
      </w:r>
      <w:r>
        <w:t>.</w:t>
      </w:r>
    </w:p>
    <w:p w14:paraId="5DB32AEB" w14:textId="77777777" w:rsidR="001C0413" w:rsidRDefault="00530790" w:rsidP="001C0413">
      <w:r w:rsidRPr="005D5566">
        <w:t>Il lui sourit et dit</w:t>
      </w:r>
      <w:r w:rsidR="001C0413">
        <w:t> :</w:t>
      </w:r>
    </w:p>
    <w:p w14:paraId="4CC78464" w14:textId="77777777" w:rsidR="001C0413" w:rsidRDefault="001C0413" w:rsidP="001C0413">
      <w:r>
        <w:t>— </w:t>
      </w:r>
      <w:r w:rsidR="00530790" w:rsidRPr="005D5566">
        <w:t>Impossible d</w:t>
      </w:r>
      <w:r>
        <w:t>’</w:t>
      </w:r>
      <w:r w:rsidR="00530790" w:rsidRPr="005D5566">
        <w:t>agir autrement</w:t>
      </w:r>
      <w:r>
        <w:t xml:space="preserve"> ! </w:t>
      </w:r>
      <w:r w:rsidR="00530790" w:rsidRPr="005D5566">
        <w:t>C</w:t>
      </w:r>
      <w:r>
        <w:t>’</w:t>
      </w:r>
      <w:r w:rsidR="00530790" w:rsidRPr="005D5566">
        <w:t>est la vie qui le veut</w:t>
      </w:r>
      <w:r>
        <w:t> !</w:t>
      </w:r>
    </w:p>
    <w:p w14:paraId="27A9DE50" w14:textId="77777777" w:rsidR="001C0413" w:rsidRDefault="001C0413" w:rsidP="001C0413">
      <w:r>
        <w:t>— </w:t>
      </w:r>
      <w:r w:rsidR="00530790" w:rsidRPr="005D5566">
        <w:t>Oui</w:t>
      </w:r>
      <w:r>
        <w:t xml:space="preserve"> ! </w:t>
      </w:r>
      <w:r w:rsidR="00530790" w:rsidRPr="005D5566">
        <w:t>répéta Pavel avec lenteur</w:t>
      </w:r>
      <w:r>
        <w:t xml:space="preserve">, </w:t>
      </w:r>
      <w:r w:rsidR="00530790" w:rsidRPr="005D5566">
        <w:t>c</w:t>
      </w:r>
      <w:r>
        <w:t>’</w:t>
      </w:r>
      <w:r w:rsidR="00530790" w:rsidRPr="005D5566">
        <w:t>est la vie qui le veut</w:t>
      </w:r>
      <w:r>
        <w:t> !</w:t>
      </w:r>
    </w:p>
    <w:p w14:paraId="4D92B164" w14:textId="77777777" w:rsidR="001C0413" w:rsidRDefault="00530790" w:rsidP="001C0413">
      <w:r w:rsidRPr="005D5566">
        <w:t>Comme s</w:t>
      </w:r>
      <w:r w:rsidR="001C0413">
        <w:t>’</w:t>
      </w:r>
      <w:r w:rsidRPr="005D5566">
        <w:t>il obéissait à une impulsion intérieure</w:t>
      </w:r>
      <w:r w:rsidR="001C0413">
        <w:t xml:space="preserve">, </w:t>
      </w:r>
      <w:r w:rsidRPr="005D5566">
        <w:t>André se leva soudain et se mit à gesticuler</w:t>
      </w:r>
      <w:r w:rsidR="001C0413">
        <w:t>.</w:t>
      </w:r>
    </w:p>
    <w:p w14:paraId="57F0CFC3" w14:textId="77777777" w:rsidR="001C0413" w:rsidRDefault="001C0413" w:rsidP="001C0413">
      <w:r>
        <w:t>— </w:t>
      </w:r>
      <w:r w:rsidR="00530790" w:rsidRPr="005D5566">
        <w:t>Qu</w:t>
      </w:r>
      <w:r>
        <w:t>’</w:t>
      </w:r>
      <w:r w:rsidR="00530790" w:rsidRPr="005D5566">
        <w:t>y faire</w:t>
      </w:r>
      <w:r>
        <w:t xml:space="preserve"> ? </w:t>
      </w:r>
      <w:r w:rsidR="00530790" w:rsidRPr="005D5566">
        <w:t>s</w:t>
      </w:r>
      <w:r>
        <w:t>’</w:t>
      </w:r>
      <w:r w:rsidR="00530790" w:rsidRPr="005D5566">
        <w:t>écria-t-il</w:t>
      </w:r>
      <w:r>
        <w:t xml:space="preserve">. </w:t>
      </w:r>
      <w:r w:rsidR="00530790" w:rsidRPr="005D5566">
        <w:t>On est obligé de haïr l</w:t>
      </w:r>
      <w:r>
        <w:t>’</w:t>
      </w:r>
      <w:r w:rsidR="00530790" w:rsidRPr="005D5566">
        <w:t>homme pour que le temps où on pourra l</w:t>
      </w:r>
      <w:r>
        <w:t>’</w:t>
      </w:r>
      <w:r w:rsidR="00530790" w:rsidRPr="005D5566">
        <w:t>admirer sans réserve vienne plus tôt</w:t>
      </w:r>
      <w:r>
        <w:t xml:space="preserve">. </w:t>
      </w:r>
      <w:r w:rsidR="00530790" w:rsidRPr="005D5566">
        <w:t>Il faut détruire celui qui gêne le cours de l</w:t>
      </w:r>
      <w:r>
        <w:t>’</w:t>
      </w:r>
      <w:r w:rsidR="00530790" w:rsidRPr="005D5566">
        <w:t>existence</w:t>
      </w:r>
      <w:r>
        <w:t xml:space="preserve">, </w:t>
      </w:r>
      <w:r w:rsidR="00530790" w:rsidRPr="005D5566">
        <w:t>qui vend les autres pour s</w:t>
      </w:r>
      <w:r>
        <w:t>’</w:t>
      </w:r>
      <w:r w:rsidR="00530790" w:rsidRPr="005D5566">
        <w:t>acheter des honneurs ou du repos</w:t>
      </w:r>
      <w:r>
        <w:t xml:space="preserve">. </w:t>
      </w:r>
      <w:r w:rsidR="00530790" w:rsidRPr="005D5566">
        <w:t>S</w:t>
      </w:r>
      <w:r>
        <w:t>’</w:t>
      </w:r>
      <w:r w:rsidR="00530790" w:rsidRPr="005D5566">
        <w:t>il se trouve sur la voie des justes un Judas qui les attend pour les trahir</w:t>
      </w:r>
      <w:r>
        <w:t xml:space="preserve">, </w:t>
      </w:r>
      <w:r w:rsidR="00530790" w:rsidRPr="005D5566">
        <w:t>je serais moi-même un traître si je ne l</w:t>
      </w:r>
      <w:r>
        <w:t>’</w:t>
      </w:r>
      <w:r w:rsidR="00530790" w:rsidRPr="005D5566">
        <w:t>anéantissais pas</w:t>
      </w:r>
      <w:r>
        <w:t xml:space="preserve">… </w:t>
      </w:r>
      <w:r w:rsidR="00530790" w:rsidRPr="005D5566">
        <w:t>C</w:t>
      </w:r>
      <w:r>
        <w:t>’</w:t>
      </w:r>
      <w:r w:rsidR="00530790" w:rsidRPr="005D5566">
        <w:t>est criminel</w:t>
      </w:r>
      <w:r>
        <w:t xml:space="preserve"> ? </w:t>
      </w:r>
      <w:r w:rsidR="00530790" w:rsidRPr="005D5566">
        <w:t>On n</w:t>
      </w:r>
      <w:r>
        <w:t>’</w:t>
      </w:r>
      <w:r w:rsidR="00530790" w:rsidRPr="005D5566">
        <w:t>en a pas le droit</w:t>
      </w:r>
      <w:r>
        <w:t xml:space="preserve"> ? </w:t>
      </w:r>
      <w:r w:rsidR="00530790" w:rsidRPr="005D5566">
        <w:t>Et les autres</w:t>
      </w:r>
      <w:r>
        <w:t xml:space="preserve">, </w:t>
      </w:r>
      <w:r w:rsidR="00530790" w:rsidRPr="005D5566">
        <w:t>nos maîtres</w:t>
      </w:r>
      <w:r>
        <w:t xml:space="preserve">, </w:t>
      </w:r>
      <w:r w:rsidR="00530790" w:rsidRPr="005D5566">
        <w:t>ils auraient le droit de se servir des soldats et des bourreaux</w:t>
      </w:r>
      <w:r>
        <w:t xml:space="preserve">, </w:t>
      </w:r>
      <w:r w:rsidR="00530790" w:rsidRPr="005D5566">
        <w:t>des maisons publiques et des prisons</w:t>
      </w:r>
      <w:r>
        <w:t xml:space="preserve">, </w:t>
      </w:r>
      <w:r w:rsidR="00530790" w:rsidRPr="005D5566">
        <w:lastRenderedPageBreak/>
        <w:t>du bagne et de toutes les choses infâmes pour protéger leur sécurité</w:t>
      </w:r>
      <w:r>
        <w:t xml:space="preserve">, </w:t>
      </w:r>
      <w:r w:rsidR="00530790" w:rsidRPr="005D5566">
        <w:t>leur bien-être</w:t>
      </w:r>
      <w:r>
        <w:t xml:space="preserve"> ? </w:t>
      </w:r>
      <w:r w:rsidR="00530790" w:rsidRPr="005D5566">
        <w:t>Et si</w:t>
      </w:r>
      <w:r>
        <w:t xml:space="preserve">, </w:t>
      </w:r>
      <w:r w:rsidR="00530790" w:rsidRPr="005D5566">
        <w:t>parfois</w:t>
      </w:r>
      <w:r>
        <w:t xml:space="preserve">, </w:t>
      </w:r>
      <w:r w:rsidR="00530790" w:rsidRPr="005D5566">
        <w:t>je suis obligé de prendre leur gourdin dans mes mains</w:t>
      </w:r>
      <w:r>
        <w:t xml:space="preserve">… </w:t>
      </w:r>
      <w:r w:rsidR="00530790" w:rsidRPr="005D5566">
        <w:t>que faire</w:t>
      </w:r>
      <w:r>
        <w:t xml:space="preserve"> ?… </w:t>
      </w:r>
      <w:r w:rsidR="00530790" w:rsidRPr="005D5566">
        <w:t>Je le prends</w:t>
      </w:r>
      <w:r>
        <w:t xml:space="preserve">, </w:t>
      </w:r>
      <w:r w:rsidR="00530790" w:rsidRPr="005D5566">
        <w:t>je ne refuse pas</w:t>
      </w:r>
      <w:r>
        <w:t xml:space="preserve">. </w:t>
      </w:r>
      <w:r w:rsidR="00530790" w:rsidRPr="005D5566">
        <w:t>Nos maîtres nous assassinent par centaines et par milliers</w:t>
      </w:r>
      <w:r>
        <w:t xml:space="preserve"> ; </w:t>
      </w:r>
      <w:r w:rsidR="00530790" w:rsidRPr="005D5566">
        <w:t>cela me donne le droit de lever le bras et de l</w:t>
      </w:r>
      <w:r>
        <w:t>’</w:t>
      </w:r>
      <w:r w:rsidR="00530790" w:rsidRPr="005D5566">
        <w:t>abaisser sur la tête d</w:t>
      </w:r>
      <w:r>
        <w:t>’</w:t>
      </w:r>
      <w:r w:rsidR="00530790" w:rsidRPr="005D5566">
        <w:t>un ennemi</w:t>
      </w:r>
      <w:r>
        <w:t xml:space="preserve">, </w:t>
      </w:r>
      <w:r w:rsidR="00530790" w:rsidRPr="005D5566">
        <w:t>de celui qui s</w:t>
      </w:r>
      <w:r>
        <w:t>’</w:t>
      </w:r>
      <w:r w:rsidR="00530790" w:rsidRPr="005D5566">
        <w:t>est le plus avancé vers moi et qui est le plus nuisible aux œuvres de ma vie</w:t>
      </w:r>
      <w:r>
        <w:t xml:space="preserve">. </w:t>
      </w:r>
      <w:r w:rsidR="00530790" w:rsidRPr="005D5566">
        <w:t>Je sais que le sang de mes ennemis ne crée pas</w:t>
      </w:r>
      <w:r>
        <w:t xml:space="preserve">, </w:t>
      </w:r>
      <w:r w:rsidR="00530790" w:rsidRPr="005D5566">
        <w:t>il n</w:t>
      </w:r>
      <w:r>
        <w:t>’</w:t>
      </w:r>
      <w:r w:rsidR="00530790" w:rsidRPr="005D5566">
        <w:t>est pas fertile leur sang</w:t>
      </w:r>
      <w:r>
        <w:t xml:space="preserve">… </w:t>
      </w:r>
      <w:r w:rsidR="00530790" w:rsidRPr="005D5566">
        <w:t>Il disparaît sans laisser de traces</w:t>
      </w:r>
      <w:r>
        <w:t xml:space="preserve">, </w:t>
      </w:r>
      <w:r w:rsidR="00530790" w:rsidRPr="005D5566">
        <w:t>car il est pourri</w:t>
      </w:r>
      <w:r>
        <w:t xml:space="preserve"> ; </w:t>
      </w:r>
      <w:r w:rsidR="00530790" w:rsidRPr="005D5566">
        <w:t>mais quand le nôtre arrose la terre comme une pluie serrée</w:t>
      </w:r>
      <w:r>
        <w:t xml:space="preserve">, </w:t>
      </w:r>
      <w:r w:rsidR="00530790" w:rsidRPr="005D5566">
        <w:t>la vérité se développe avec force</w:t>
      </w:r>
      <w:r>
        <w:t xml:space="preserve">, </w:t>
      </w:r>
      <w:r w:rsidR="00530790" w:rsidRPr="005D5566">
        <w:t>je le sais aussi</w:t>
      </w:r>
      <w:r>
        <w:t xml:space="preserve"> ! </w:t>
      </w:r>
      <w:r w:rsidR="00530790" w:rsidRPr="005D5566">
        <w:t>Mais si je vois qu</w:t>
      </w:r>
      <w:r>
        <w:t>’</w:t>
      </w:r>
      <w:r w:rsidR="00530790" w:rsidRPr="005D5566">
        <w:t>il est indispensable de tuer</w:t>
      </w:r>
      <w:r>
        <w:t xml:space="preserve">, </w:t>
      </w:r>
      <w:r w:rsidR="00530790" w:rsidRPr="005D5566">
        <w:t>je tuerai et revendiquerai la responsabilité de mon crime</w:t>
      </w:r>
      <w:r>
        <w:t xml:space="preserve"> ! </w:t>
      </w:r>
      <w:r w:rsidR="00530790" w:rsidRPr="005D5566">
        <w:t>Car je ne parle que pour moi</w:t>
      </w:r>
      <w:r>
        <w:t xml:space="preserve">… </w:t>
      </w:r>
      <w:r w:rsidR="00530790" w:rsidRPr="005D5566">
        <w:t>Mon péché mourra avec moi</w:t>
      </w:r>
      <w:r>
        <w:t xml:space="preserve">, </w:t>
      </w:r>
      <w:r w:rsidR="00530790" w:rsidRPr="005D5566">
        <w:t>il n</w:t>
      </w:r>
      <w:r w:rsidR="00530790" w:rsidRPr="005D5566">
        <w:rPr>
          <w:bCs/>
        </w:rPr>
        <w:t xml:space="preserve">e </w:t>
      </w:r>
      <w:r w:rsidR="00530790" w:rsidRPr="005D5566">
        <w:t>souillera pas l</w:t>
      </w:r>
      <w:r>
        <w:t>’</w:t>
      </w:r>
      <w:r w:rsidR="00530790" w:rsidRPr="005D5566">
        <w:t>avenir d</w:t>
      </w:r>
      <w:r>
        <w:t>’</w:t>
      </w:r>
      <w:r w:rsidR="00530790" w:rsidRPr="005D5566">
        <w:t>une seule tache</w:t>
      </w:r>
      <w:r>
        <w:t xml:space="preserve">, </w:t>
      </w:r>
      <w:r w:rsidR="00530790" w:rsidRPr="005D5566">
        <w:t>il ne salira personne</w:t>
      </w:r>
      <w:r>
        <w:t xml:space="preserve">, </w:t>
      </w:r>
      <w:r w:rsidR="00530790" w:rsidRPr="005D5566">
        <w:t>personne</w:t>
      </w:r>
      <w:r>
        <w:t xml:space="preserve">, </w:t>
      </w:r>
      <w:r w:rsidR="00530790" w:rsidRPr="005D5566">
        <w:t>excepté moi</w:t>
      </w:r>
      <w:r>
        <w:t> !</w:t>
      </w:r>
    </w:p>
    <w:p w14:paraId="7CF881C7" w14:textId="77777777" w:rsidR="001C0413" w:rsidRDefault="00530790" w:rsidP="001C0413">
      <w:r w:rsidRPr="005D5566">
        <w:t>Il allait et venait à grands pas</w:t>
      </w:r>
      <w:r w:rsidR="001C0413">
        <w:t xml:space="preserve">, </w:t>
      </w:r>
      <w:r w:rsidRPr="005D5566">
        <w:t>en agitant les bras devant son visage</w:t>
      </w:r>
      <w:r w:rsidR="001C0413">
        <w:t xml:space="preserve">, </w:t>
      </w:r>
      <w:r w:rsidRPr="005D5566">
        <w:t>comme s</w:t>
      </w:r>
      <w:r w:rsidR="001C0413">
        <w:t>’</w:t>
      </w:r>
      <w:r w:rsidRPr="005D5566">
        <w:t>il eût coupé quelque chose en l</w:t>
      </w:r>
      <w:r w:rsidR="001C0413">
        <w:t>’</w:t>
      </w:r>
      <w:r w:rsidRPr="005D5566">
        <w:t>air</w:t>
      </w:r>
      <w:r w:rsidR="001C0413">
        <w:t xml:space="preserve">. </w:t>
      </w:r>
      <w:r w:rsidRPr="005D5566">
        <w:t>Pleine de tristesse et d</w:t>
      </w:r>
      <w:r w:rsidR="001C0413">
        <w:t>’</w:t>
      </w:r>
      <w:r w:rsidRPr="005D5566">
        <w:t>inquiétude</w:t>
      </w:r>
      <w:r w:rsidR="001C0413">
        <w:t xml:space="preserve">, </w:t>
      </w:r>
      <w:r w:rsidRPr="005D5566">
        <w:t>la mère le regardait</w:t>
      </w:r>
      <w:r w:rsidR="001C0413">
        <w:t xml:space="preserve"> ; </w:t>
      </w:r>
      <w:r w:rsidRPr="005D5566">
        <w:t>elle sentait qu</w:t>
      </w:r>
      <w:r w:rsidR="001C0413">
        <w:t>’</w:t>
      </w:r>
      <w:r w:rsidRPr="005D5566">
        <w:t>il y avait un ressort brisé en lui et qu</w:t>
      </w:r>
      <w:r w:rsidR="001C0413">
        <w:t>’</w:t>
      </w:r>
      <w:r w:rsidRPr="005D5566">
        <w:t>il souffrait</w:t>
      </w:r>
      <w:r w:rsidR="001C0413">
        <w:t xml:space="preserve">. </w:t>
      </w:r>
      <w:r w:rsidRPr="005D5566">
        <w:t>Elle n</w:t>
      </w:r>
      <w:r w:rsidR="001C0413">
        <w:t>’</w:t>
      </w:r>
      <w:r w:rsidRPr="005D5566">
        <w:t>était plus inquiète en pensant au meurtre</w:t>
      </w:r>
      <w:r w:rsidR="001C0413">
        <w:t xml:space="preserve"> : </w:t>
      </w:r>
      <w:r w:rsidRPr="005D5566">
        <w:t>puisque Vessoftchikov n</w:t>
      </w:r>
      <w:r w:rsidR="001C0413">
        <w:t>’</w:t>
      </w:r>
      <w:r w:rsidRPr="005D5566">
        <w:t>était pas l</w:t>
      </w:r>
      <w:r w:rsidR="001C0413">
        <w:t>’</w:t>
      </w:r>
      <w:r w:rsidRPr="005D5566">
        <w:t>assassin</w:t>
      </w:r>
      <w:r w:rsidR="001C0413">
        <w:t xml:space="preserve">, </w:t>
      </w:r>
      <w:r w:rsidRPr="005D5566">
        <w:t>aucun des autres camarades de Pavel ne pouvait l</w:t>
      </w:r>
      <w:r w:rsidR="001C0413">
        <w:t>’</w:t>
      </w:r>
      <w:r w:rsidRPr="005D5566">
        <w:t>être pensait-elle</w:t>
      </w:r>
      <w:r w:rsidR="001C0413">
        <w:t xml:space="preserve">. </w:t>
      </w:r>
      <w:r w:rsidRPr="005D5566">
        <w:t>Son fils écoutait le Petit-Russien</w:t>
      </w:r>
      <w:r w:rsidR="001C0413">
        <w:t xml:space="preserve">, </w:t>
      </w:r>
      <w:r w:rsidRPr="005D5566">
        <w:t>la tête baissée</w:t>
      </w:r>
      <w:r w:rsidR="001C0413">
        <w:t>.</w:t>
      </w:r>
    </w:p>
    <w:p w14:paraId="2976B56C" w14:textId="77777777" w:rsidR="001C0413" w:rsidRDefault="001C0413" w:rsidP="001C0413">
      <w:r>
        <w:t>— </w:t>
      </w:r>
      <w:r w:rsidR="00530790" w:rsidRPr="005D5566">
        <w:t>Quand on veut aller de l</w:t>
      </w:r>
      <w:r>
        <w:t>’</w:t>
      </w:r>
      <w:r w:rsidR="00530790" w:rsidRPr="005D5566">
        <w:t>avant</w:t>
      </w:r>
      <w:r>
        <w:t xml:space="preserve">, </w:t>
      </w:r>
      <w:r w:rsidR="00530790" w:rsidRPr="005D5566">
        <w:t>il faut lutter contre soi-même</w:t>
      </w:r>
      <w:r>
        <w:t xml:space="preserve">. </w:t>
      </w:r>
      <w:r w:rsidR="00530790" w:rsidRPr="005D5566">
        <w:t>Il faut savoir tout sacrifier</w:t>
      </w:r>
      <w:r>
        <w:t xml:space="preserve">, </w:t>
      </w:r>
      <w:r w:rsidR="00530790" w:rsidRPr="005D5566">
        <w:t>tout son cœur</w:t>
      </w:r>
      <w:r>
        <w:t xml:space="preserve">… </w:t>
      </w:r>
      <w:r w:rsidR="00530790" w:rsidRPr="005D5566">
        <w:t>Il n</w:t>
      </w:r>
      <w:r>
        <w:t>’</w:t>
      </w:r>
      <w:r w:rsidR="00530790" w:rsidRPr="005D5566">
        <w:t>est pas difficile de consacrer sa vie à la cause ni de mourir pour elle</w:t>
      </w:r>
      <w:r>
        <w:t xml:space="preserve"> ! </w:t>
      </w:r>
      <w:r w:rsidR="00530790" w:rsidRPr="005D5566">
        <w:t>Mais il faut lui donner plus encore</w:t>
      </w:r>
      <w:r>
        <w:t xml:space="preserve">, </w:t>
      </w:r>
      <w:r w:rsidR="00530790" w:rsidRPr="005D5566">
        <w:t>il faut lui donner ce qu</w:t>
      </w:r>
      <w:r>
        <w:t>’</w:t>
      </w:r>
      <w:r w:rsidR="00530790" w:rsidRPr="005D5566">
        <w:t>on a de plus cher dans la vie</w:t>
      </w:r>
      <w:r>
        <w:t xml:space="preserve">… </w:t>
      </w:r>
      <w:r w:rsidR="00530790" w:rsidRPr="005D5566">
        <w:t>et alors ce qu</w:t>
      </w:r>
      <w:r>
        <w:t>’</w:t>
      </w:r>
      <w:r w:rsidR="00530790" w:rsidRPr="005D5566">
        <w:t>on a de plus cher</w:t>
      </w:r>
      <w:r>
        <w:t xml:space="preserve">, </w:t>
      </w:r>
      <w:r w:rsidR="00530790" w:rsidRPr="005D5566">
        <w:t>la vérité</w:t>
      </w:r>
      <w:r>
        <w:t xml:space="preserve">, </w:t>
      </w:r>
      <w:r w:rsidR="00530790" w:rsidRPr="005D5566">
        <w:t>grandira en puissance</w:t>
      </w:r>
      <w:r>
        <w:t> !</w:t>
      </w:r>
    </w:p>
    <w:p w14:paraId="7C859D96" w14:textId="77777777" w:rsidR="001C0413" w:rsidRDefault="00530790" w:rsidP="001C0413">
      <w:r w:rsidRPr="005D5566">
        <w:lastRenderedPageBreak/>
        <w:t>Il s</w:t>
      </w:r>
      <w:r w:rsidR="001C0413">
        <w:t>’</w:t>
      </w:r>
      <w:r w:rsidRPr="005D5566">
        <w:t>arrêta au milieu de la chambre</w:t>
      </w:r>
      <w:r w:rsidR="001C0413">
        <w:t xml:space="preserve"> ; </w:t>
      </w:r>
      <w:r w:rsidRPr="005D5566">
        <w:t>le visage pâli</w:t>
      </w:r>
      <w:r w:rsidR="001C0413">
        <w:t xml:space="preserve">, </w:t>
      </w:r>
      <w:r w:rsidRPr="005D5566">
        <w:t>les yeux à demi fermés</w:t>
      </w:r>
      <w:r w:rsidR="001C0413">
        <w:t xml:space="preserve">, </w:t>
      </w:r>
      <w:r w:rsidRPr="005D5566">
        <w:t>et reprit</w:t>
      </w:r>
      <w:r w:rsidR="001C0413">
        <w:t xml:space="preserve">, </w:t>
      </w:r>
      <w:r w:rsidRPr="005D5566">
        <w:t>la main levée en un geste de promesse solennelle</w:t>
      </w:r>
      <w:r w:rsidR="001C0413">
        <w:t> :</w:t>
      </w:r>
    </w:p>
    <w:p w14:paraId="46404946" w14:textId="77777777" w:rsidR="001C0413" w:rsidRDefault="001C0413" w:rsidP="001C0413">
      <w:r>
        <w:t>— </w:t>
      </w:r>
      <w:r w:rsidR="00530790" w:rsidRPr="005D5566">
        <w:t>Je le sais</w:t>
      </w:r>
      <w:r>
        <w:t xml:space="preserve">, </w:t>
      </w:r>
      <w:r w:rsidR="00530790" w:rsidRPr="005D5566">
        <w:t>il viendra un temps où les hommes s</w:t>
      </w:r>
      <w:r>
        <w:t>’</w:t>
      </w:r>
      <w:r w:rsidR="00530790" w:rsidRPr="005D5566">
        <w:t>admireront mutuellement</w:t>
      </w:r>
      <w:r>
        <w:t xml:space="preserve">, </w:t>
      </w:r>
      <w:r w:rsidR="00530790" w:rsidRPr="005D5566">
        <w:t>où chacun d</w:t>
      </w:r>
      <w:r>
        <w:t>’</w:t>
      </w:r>
      <w:r w:rsidR="00530790" w:rsidRPr="005D5566">
        <w:t>eux luira comme une étoile aux yeux des autres</w:t>
      </w:r>
      <w:r>
        <w:t xml:space="preserve">, </w:t>
      </w:r>
      <w:r w:rsidR="00530790" w:rsidRPr="005D5566">
        <w:t>où chacun écoutera son prochain comme si sa voix était de la musique</w:t>
      </w:r>
      <w:r>
        <w:t xml:space="preserve">, </w:t>
      </w:r>
      <w:r w:rsidR="00530790" w:rsidRPr="005D5566">
        <w:t>il y aura sur la terre des hommes libres</w:t>
      </w:r>
      <w:r>
        <w:t xml:space="preserve">, </w:t>
      </w:r>
      <w:r w:rsidR="00530790" w:rsidRPr="005D5566">
        <w:t>des hommes grands par leur liberté</w:t>
      </w:r>
      <w:r>
        <w:t xml:space="preserve"> ; </w:t>
      </w:r>
      <w:r w:rsidR="00530790" w:rsidRPr="005D5566">
        <w:t>chacun aura le cœur ouvert</w:t>
      </w:r>
      <w:r>
        <w:t xml:space="preserve">, </w:t>
      </w:r>
      <w:r w:rsidR="00530790" w:rsidRPr="005D5566">
        <w:t>purifié de toute avidité et de toute convoitise</w:t>
      </w:r>
      <w:r>
        <w:t xml:space="preserve">. </w:t>
      </w:r>
      <w:r w:rsidR="00530790" w:rsidRPr="005D5566">
        <w:t>Alors la vie ne sera plus la vie</w:t>
      </w:r>
      <w:r>
        <w:t xml:space="preserve">, </w:t>
      </w:r>
      <w:r w:rsidR="00530790" w:rsidRPr="005D5566">
        <w:t>mais un culte rendu à l</w:t>
      </w:r>
      <w:r>
        <w:t>’</w:t>
      </w:r>
      <w:r w:rsidR="00530790" w:rsidRPr="005D5566">
        <w:t>homme</w:t>
      </w:r>
      <w:r>
        <w:t xml:space="preserve"> ; </w:t>
      </w:r>
      <w:r w:rsidR="00530790" w:rsidRPr="005D5566">
        <w:t>son image sera exaltée très haut</w:t>
      </w:r>
      <w:r>
        <w:t xml:space="preserve">, </w:t>
      </w:r>
      <w:r w:rsidR="00530790" w:rsidRPr="005D5566">
        <w:t>car pour les hommes libres</w:t>
      </w:r>
      <w:r>
        <w:t xml:space="preserve">, </w:t>
      </w:r>
      <w:r w:rsidR="00530790" w:rsidRPr="005D5566">
        <w:t>tous les sommets sont accessibles</w:t>
      </w:r>
      <w:r>
        <w:t xml:space="preserve"> ! </w:t>
      </w:r>
      <w:r w:rsidR="00530790" w:rsidRPr="005D5566">
        <w:t>Alors</w:t>
      </w:r>
      <w:r>
        <w:t xml:space="preserve">, </w:t>
      </w:r>
      <w:r w:rsidR="00530790" w:rsidRPr="005D5566">
        <w:t>on vivra dans la liberté et dans l</w:t>
      </w:r>
      <w:r>
        <w:t>’</w:t>
      </w:r>
      <w:r w:rsidR="00530790" w:rsidRPr="005D5566">
        <w:t>égalité</w:t>
      </w:r>
      <w:r>
        <w:t xml:space="preserve">, </w:t>
      </w:r>
      <w:r w:rsidR="00530790" w:rsidRPr="005D5566">
        <w:t>pour la beauté</w:t>
      </w:r>
      <w:r>
        <w:t xml:space="preserve"> ; </w:t>
      </w:r>
      <w:r w:rsidR="00530790" w:rsidRPr="005D5566">
        <w:t>alors</w:t>
      </w:r>
      <w:r>
        <w:t xml:space="preserve">, </w:t>
      </w:r>
      <w:r w:rsidR="00530790" w:rsidRPr="005D5566">
        <w:t>les meilleurs seront ceux qui sauront le mieux embrasser le monde dans leur cœur</w:t>
      </w:r>
      <w:r>
        <w:t xml:space="preserve">, </w:t>
      </w:r>
      <w:r w:rsidR="00530790" w:rsidRPr="005D5566">
        <w:t>ceux qui l</w:t>
      </w:r>
      <w:r>
        <w:t>’</w:t>
      </w:r>
      <w:r w:rsidR="00530790" w:rsidRPr="005D5566">
        <w:t>aimeront le plus profondément</w:t>
      </w:r>
      <w:r>
        <w:t xml:space="preserve">, </w:t>
      </w:r>
      <w:r w:rsidR="00530790" w:rsidRPr="005D5566">
        <w:t>ceux qui seront les plus libres</w:t>
      </w:r>
      <w:r>
        <w:t xml:space="preserve">… </w:t>
      </w:r>
      <w:r w:rsidR="00530790" w:rsidRPr="005D5566">
        <w:t>car c</w:t>
      </w:r>
      <w:r>
        <w:t>’</w:t>
      </w:r>
      <w:r w:rsidR="00530790" w:rsidRPr="005D5566">
        <w:t>est en eux qu</w:t>
      </w:r>
      <w:r>
        <w:t>’</w:t>
      </w:r>
      <w:r w:rsidR="00530790" w:rsidRPr="005D5566">
        <w:t>il y aura le plus de beauté</w:t>
      </w:r>
      <w:r>
        <w:t xml:space="preserve"> ! </w:t>
      </w:r>
      <w:r w:rsidR="00530790" w:rsidRPr="005D5566">
        <w:t>Alors la vie sera grande</w:t>
      </w:r>
      <w:r>
        <w:t xml:space="preserve">, </w:t>
      </w:r>
      <w:r w:rsidR="00530790" w:rsidRPr="005D5566">
        <w:t>et grands seront ceux qui la vivront</w:t>
      </w:r>
      <w:r>
        <w:t>…</w:t>
      </w:r>
    </w:p>
    <w:p w14:paraId="7DA0C2D5" w14:textId="77777777" w:rsidR="001C0413" w:rsidRDefault="00530790" w:rsidP="001C0413">
      <w:r w:rsidRPr="005D5566">
        <w:t>Il se tut</w:t>
      </w:r>
      <w:r w:rsidR="001C0413">
        <w:t xml:space="preserve">, </w:t>
      </w:r>
      <w:r w:rsidRPr="005D5566">
        <w:t>se redressa</w:t>
      </w:r>
      <w:r w:rsidR="001C0413">
        <w:t xml:space="preserve">, </w:t>
      </w:r>
      <w:r w:rsidRPr="005D5566">
        <w:t>se balança comme le battant d</w:t>
      </w:r>
      <w:r w:rsidR="001C0413">
        <w:t>’</w:t>
      </w:r>
      <w:r w:rsidRPr="005D5566">
        <w:t>une cloche</w:t>
      </w:r>
      <w:r w:rsidR="001C0413">
        <w:t xml:space="preserve">, </w:t>
      </w:r>
      <w:r w:rsidRPr="005D5566">
        <w:t>et reprit d</w:t>
      </w:r>
      <w:r w:rsidR="001C0413">
        <w:t>’</w:t>
      </w:r>
      <w:r w:rsidRPr="005D5566">
        <w:t>une voix qui vibrait de toute son énergie</w:t>
      </w:r>
      <w:r w:rsidR="001C0413">
        <w:t> :</w:t>
      </w:r>
    </w:p>
    <w:p w14:paraId="340B4AD9" w14:textId="77777777" w:rsidR="001C0413" w:rsidRDefault="001C0413" w:rsidP="001C0413">
      <w:r>
        <w:t>— </w:t>
      </w:r>
      <w:r w:rsidR="00530790" w:rsidRPr="005D5566">
        <w:t>Et au nom de cette vie</w:t>
      </w:r>
      <w:r>
        <w:t xml:space="preserve">, </w:t>
      </w:r>
      <w:r w:rsidR="00530790" w:rsidRPr="005D5566">
        <w:t>je suis prêt à tout</w:t>
      </w:r>
      <w:r>
        <w:t xml:space="preserve">… </w:t>
      </w:r>
      <w:r w:rsidR="00530790" w:rsidRPr="005D5566">
        <w:t>Je m</w:t>
      </w:r>
      <w:r>
        <w:t>’</w:t>
      </w:r>
      <w:r w:rsidR="00530790" w:rsidRPr="005D5566">
        <w:t>arracherai le cœur s</w:t>
      </w:r>
      <w:r>
        <w:t>’</w:t>
      </w:r>
      <w:r w:rsidR="00530790" w:rsidRPr="005D5566">
        <w:t>il le faut</w:t>
      </w:r>
      <w:r>
        <w:t xml:space="preserve">, </w:t>
      </w:r>
      <w:r w:rsidR="00530790" w:rsidRPr="005D5566">
        <w:t>et je le foulerai moi-même aux pieds</w:t>
      </w:r>
      <w:r>
        <w:t>…</w:t>
      </w:r>
    </w:p>
    <w:p w14:paraId="1D011015" w14:textId="77777777" w:rsidR="001C0413" w:rsidRDefault="00530790" w:rsidP="001C0413">
      <w:r w:rsidRPr="005D5566">
        <w:t>Son visage frémit</w:t>
      </w:r>
      <w:r w:rsidR="001C0413">
        <w:t xml:space="preserve"> ; </w:t>
      </w:r>
      <w:r w:rsidRPr="005D5566">
        <w:t>ses traits</w:t>
      </w:r>
      <w:r w:rsidR="001C0413">
        <w:t xml:space="preserve">, </w:t>
      </w:r>
      <w:r w:rsidRPr="005D5566">
        <w:t>gardèrent leur expression d</w:t>
      </w:r>
      <w:r w:rsidR="001C0413">
        <w:t>’</w:t>
      </w:r>
      <w:r w:rsidRPr="005D5566">
        <w:t>excitation lumineuse</w:t>
      </w:r>
      <w:r w:rsidR="001C0413">
        <w:t xml:space="preserve"> ; </w:t>
      </w:r>
      <w:r w:rsidRPr="005D5566">
        <w:t>d</w:t>
      </w:r>
      <w:r w:rsidR="001C0413">
        <w:t>’</w:t>
      </w:r>
      <w:r w:rsidRPr="005D5566">
        <w:t>une après l</w:t>
      </w:r>
      <w:r w:rsidR="001C0413">
        <w:t>’</w:t>
      </w:r>
      <w:r w:rsidRPr="005D5566">
        <w:t>autre</w:t>
      </w:r>
      <w:r w:rsidR="001C0413">
        <w:t xml:space="preserve">, </w:t>
      </w:r>
      <w:r w:rsidRPr="005D5566">
        <w:t>de grosses larmes pesantes coulèrent de ses yeux</w:t>
      </w:r>
      <w:r w:rsidR="001C0413">
        <w:t>.</w:t>
      </w:r>
    </w:p>
    <w:p w14:paraId="4DA1E972" w14:textId="77777777" w:rsidR="001C0413" w:rsidRDefault="00530790" w:rsidP="001C0413">
      <w:r w:rsidRPr="005D5566">
        <w:t>Pavel leva la tête et le regarda</w:t>
      </w:r>
      <w:r w:rsidR="001C0413">
        <w:t xml:space="preserve"> ; </w:t>
      </w:r>
      <w:r w:rsidRPr="005D5566">
        <w:t>il était pâle</w:t>
      </w:r>
      <w:r w:rsidR="001C0413">
        <w:t xml:space="preserve">, </w:t>
      </w:r>
      <w:r w:rsidRPr="005D5566">
        <w:t>lui aussi</w:t>
      </w:r>
      <w:r w:rsidR="001C0413">
        <w:t xml:space="preserve">, </w:t>
      </w:r>
      <w:r w:rsidRPr="005D5566">
        <w:t>et avait les yeux</w:t>
      </w:r>
      <w:r w:rsidR="001C0413">
        <w:t xml:space="preserve">, </w:t>
      </w:r>
      <w:r w:rsidRPr="005D5566">
        <w:t>dilatés</w:t>
      </w:r>
      <w:r w:rsidR="001C0413">
        <w:t xml:space="preserve">. </w:t>
      </w:r>
      <w:r w:rsidRPr="005D5566">
        <w:t>La mère se souleva un peu de sa chaise</w:t>
      </w:r>
      <w:r w:rsidR="001C0413">
        <w:t xml:space="preserve"> ; </w:t>
      </w:r>
      <w:r w:rsidRPr="005D5566">
        <w:t xml:space="preserve">elle sentait une inquiétude </w:t>
      </w:r>
      <w:r w:rsidRPr="00D210FA">
        <w:t>croî</w:t>
      </w:r>
      <w:r w:rsidRPr="005D5566">
        <w:t>tre et se rapprocher d</w:t>
      </w:r>
      <w:r w:rsidR="001C0413">
        <w:t>’</w:t>
      </w:r>
      <w:r w:rsidRPr="005D5566">
        <w:t>elle</w:t>
      </w:r>
      <w:r w:rsidR="001C0413">
        <w:t>.</w:t>
      </w:r>
    </w:p>
    <w:p w14:paraId="3E1ECA8C" w14:textId="77777777" w:rsidR="001C0413" w:rsidRDefault="001C0413" w:rsidP="001C0413">
      <w:r>
        <w:lastRenderedPageBreak/>
        <w:t>— </w:t>
      </w:r>
      <w:r w:rsidR="00530790" w:rsidRPr="005D5566">
        <w:t>Qu</w:t>
      </w:r>
      <w:r>
        <w:t>’</w:t>
      </w:r>
      <w:r w:rsidR="00530790" w:rsidRPr="005D5566">
        <w:t>as-tu André</w:t>
      </w:r>
      <w:r>
        <w:t xml:space="preserve"> ? </w:t>
      </w:r>
      <w:r w:rsidR="00530790" w:rsidRPr="005D5566">
        <w:t>demanda Pavel à voix basse</w:t>
      </w:r>
      <w:r>
        <w:t>.</w:t>
      </w:r>
    </w:p>
    <w:p w14:paraId="341598BE" w14:textId="74DCD8BD" w:rsidR="001C0413" w:rsidRDefault="00530790" w:rsidP="001C0413">
      <w:r w:rsidRPr="005D5566">
        <w:t>Le Petit-Russien secoua la tête</w:t>
      </w:r>
      <w:r w:rsidR="001C0413">
        <w:t xml:space="preserve">, </w:t>
      </w:r>
      <w:r w:rsidR="00980CC8">
        <w:t>tendit</w:t>
      </w:r>
      <w:r w:rsidR="00980CC8" w:rsidRPr="005D5566">
        <w:t xml:space="preserve"> </w:t>
      </w:r>
      <w:r w:rsidRPr="005D5566">
        <w:t>son corps comme une corde</w:t>
      </w:r>
      <w:r w:rsidR="001C0413">
        <w:t xml:space="preserve">, </w:t>
      </w:r>
      <w:r w:rsidRPr="005D5566">
        <w:t>et dit en regardant la mère</w:t>
      </w:r>
      <w:r w:rsidR="001C0413">
        <w:t> :</w:t>
      </w:r>
    </w:p>
    <w:p w14:paraId="57E844B5" w14:textId="77777777" w:rsidR="001C0413" w:rsidRDefault="001C0413" w:rsidP="001C0413">
      <w:r>
        <w:t>— </w:t>
      </w:r>
      <w:r w:rsidR="00530790" w:rsidRPr="005D5566">
        <w:t>J</w:t>
      </w:r>
      <w:r>
        <w:t>’</w:t>
      </w:r>
      <w:r w:rsidR="00530790" w:rsidRPr="005D5566">
        <w:t>ai vu</w:t>
      </w:r>
      <w:r>
        <w:t xml:space="preserve">… </w:t>
      </w:r>
      <w:r w:rsidR="00530790" w:rsidRPr="005D5566">
        <w:t>je sais</w:t>
      </w:r>
      <w:r>
        <w:t>…</w:t>
      </w:r>
    </w:p>
    <w:p w14:paraId="266F2C84" w14:textId="77777777" w:rsidR="001C0413" w:rsidRDefault="00530790" w:rsidP="001C0413">
      <w:r w:rsidRPr="005D5566">
        <w:t>Pélaguée se leva</w:t>
      </w:r>
      <w:r w:rsidR="001C0413">
        <w:t xml:space="preserve">, </w:t>
      </w:r>
      <w:r w:rsidRPr="005D5566">
        <w:t>courut à lui</w:t>
      </w:r>
      <w:r w:rsidR="001C0413">
        <w:t xml:space="preserve">, </w:t>
      </w:r>
      <w:r w:rsidRPr="005D5566">
        <w:t>toute tremblante</w:t>
      </w:r>
      <w:r w:rsidR="001C0413">
        <w:t xml:space="preserve"> ; </w:t>
      </w:r>
      <w:r w:rsidRPr="005D5566">
        <w:t>elle s</w:t>
      </w:r>
      <w:r w:rsidR="001C0413">
        <w:t>’</w:t>
      </w:r>
      <w:r w:rsidRPr="005D5566">
        <w:t>empara de ses mains</w:t>
      </w:r>
      <w:r w:rsidR="001C0413">
        <w:t xml:space="preserve"> ; </w:t>
      </w:r>
      <w:r w:rsidRPr="005D5566">
        <w:t>il essaya de dégager sa main droite</w:t>
      </w:r>
      <w:r w:rsidR="001C0413">
        <w:t xml:space="preserve">, </w:t>
      </w:r>
      <w:r w:rsidRPr="005D5566">
        <w:t>mais la mère le tenait avec force et chuchotait</w:t>
      </w:r>
      <w:r w:rsidR="001C0413">
        <w:t> :</w:t>
      </w:r>
    </w:p>
    <w:p w14:paraId="625DEA2B" w14:textId="77777777" w:rsidR="001C0413" w:rsidRDefault="001C0413" w:rsidP="001C0413">
      <w:r>
        <w:t>— </w:t>
      </w:r>
      <w:r w:rsidR="00530790" w:rsidRPr="005D5566">
        <w:t>Calme-toi</w:t>
      </w:r>
      <w:r>
        <w:t xml:space="preserve">, </w:t>
      </w:r>
      <w:r w:rsidR="00530790" w:rsidRPr="005D5566">
        <w:t>mon André</w:t>
      </w:r>
      <w:r>
        <w:t xml:space="preserve"> ! </w:t>
      </w:r>
      <w:r w:rsidR="00530790" w:rsidRPr="005D5566">
        <w:t>mon enfant</w:t>
      </w:r>
      <w:r>
        <w:t xml:space="preserve">… </w:t>
      </w:r>
      <w:r w:rsidR="00530790" w:rsidRPr="005D5566">
        <w:t>calme-toi</w:t>
      </w:r>
      <w:r>
        <w:t> !…</w:t>
      </w:r>
    </w:p>
    <w:p w14:paraId="7659D2AF" w14:textId="77777777" w:rsidR="001C0413" w:rsidRDefault="001C0413" w:rsidP="001C0413">
      <w:r>
        <w:t>— </w:t>
      </w:r>
      <w:r w:rsidR="00530790" w:rsidRPr="005D5566">
        <w:t>Attendez</w:t>
      </w:r>
      <w:r>
        <w:t xml:space="preserve"> ! </w:t>
      </w:r>
      <w:r w:rsidR="00530790" w:rsidRPr="005D5566">
        <w:t>murmura le Petit-Russien d</w:t>
      </w:r>
      <w:r>
        <w:t>’</w:t>
      </w:r>
      <w:r w:rsidR="00530790" w:rsidRPr="005D5566">
        <w:t>une voix sourde</w:t>
      </w:r>
      <w:r>
        <w:t xml:space="preserve">, </w:t>
      </w:r>
      <w:r w:rsidR="00530790" w:rsidRPr="005D5566">
        <w:t>je veux vous dire comment c</w:t>
      </w:r>
      <w:r>
        <w:t>’</w:t>
      </w:r>
      <w:r w:rsidR="00530790" w:rsidRPr="005D5566">
        <w:t>est arrivé</w:t>
      </w:r>
      <w:r>
        <w:t>…</w:t>
      </w:r>
    </w:p>
    <w:p w14:paraId="316289CD" w14:textId="77777777" w:rsidR="001C0413" w:rsidRDefault="001C0413" w:rsidP="001C0413">
      <w:r>
        <w:t>— </w:t>
      </w:r>
      <w:r w:rsidR="00530790" w:rsidRPr="005D5566">
        <w:t>Non</w:t>
      </w:r>
      <w:r>
        <w:t xml:space="preserve"> ! </w:t>
      </w:r>
      <w:r w:rsidR="00530790" w:rsidRPr="005D5566">
        <w:t>non</w:t>
      </w:r>
      <w:r>
        <w:t xml:space="preserve"> ! </w:t>
      </w:r>
      <w:r w:rsidR="00530790" w:rsidRPr="005D5566">
        <w:t>chuchota la mère en le regardant</w:t>
      </w:r>
      <w:r>
        <w:t xml:space="preserve">, </w:t>
      </w:r>
      <w:r w:rsidR="00530790" w:rsidRPr="005D5566">
        <w:t>les yeux pleins de larmes</w:t>
      </w:r>
      <w:r>
        <w:t xml:space="preserve">, </w:t>
      </w:r>
      <w:r w:rsidR="00530790" w:rsidRPr="005D5566">
        <w:t>non</w:t>
      </w:r>
      <w:r>
        <w:t xml:space="preserve">, </w:t>
      </w:r>
      <w:r w:rsidR="00530790" w:rsidRPr="005D5566">
        <w:t>non</w:t>
      </w:r>
      <w:r>
        <w:t> !…</w:t>
      </w:r>
    </w:p>
    <w:p w14:paraId="2EDEE0F1" w14:textId="77777777" w:rsidR="001C0413" w:rsidRDefault="00530790" w:rsidP="001C0413">
      <w:r w:rsidRPr="005D5566">
        <w:t>Pavel s</w:t>
      </w:r>
      <w:r w:rsidR="001C0413">
        <w:t>’</w:t>
      </w:r>
      <w:r w:rsidRPr="005D5566">
        <w:t>approcha de son camarade</w:t>
      </w:r>
      <w:r w:rsidR="001C0413">
        <w:t xml:space="preserve"> ; </w:t>
      </w:r>
      <w:r w:rsidRPr="005D5566">
        <w:t>ses mains tremblaient</w:t>
      </w:r>
      <w:r w:rsidR="001C0413">
        <w:t xml:space="preserve"> ; </w:t>
      </w:r>
      <w:r w:rsidRPr="005D5566">
        <w:t>il était blême</w:t>
      </w:r>
      <w:r w:rsidR="001C0413">
        <w:t>.</w:t>
      </w:r>
    </w:p>
    <w:p w14:paraId="371BBDF4" w14:textId="77777777" w:rsidR="001C0413" w:rsidRDefault="001C0413" w:rsidP="001C0413">
      <w:r>
        <w:t>— </w:t>
      </w:r>
      <w:r w:rsidR="00530790" w:rsidRPr="005D5566">
        <w:t>La mère a peur que ce soit toi</w:t>
      </w:r>
      <w:r>
        <w:t xml:space="preserve">… </w:t>
      </w:r>
      <w:r w:rsidR="00530790" w:rsidRPr="005D5566">
        <w:t>dit-il à mi-voix avec un rire bizarre</w:t>
      </w:r>
      <w:r>
        <w:t>.</w:t>
      </w:r>
    </w:p>
    <w:p w14:paraId="109E4FB5" w14:textId="77777777" w:rsidR="001C0413" w:rsidRDefault="001C0413" w:rsidP="001C0413">
      <w:r>
        <w:t>— </w:t>
      </w:r>
      <w:r w:rsidR="00530790" w:rsidRPr="005D5566">
        <w:t>Je n</w:t>
      </w:r>
      <w:r>
        <w:t>’</w:t>
      </w:r>
      <w:r w:rsidR="00530790" w:rsidRPr="005D5566">
        <w:t>ai pas peur</w:t>
      </w:r>
      <w:r>
        <w:t xml:space="preserve">… </w:t>
      </w:r>
      <w:r w:rsidR="00530790" w:rsidRPr="005D5566">
        <w:t>Je sais que ce n</w:t>
      </w:r>
      <w:r>
        <w:t>’</w:t>
      </w:r>
      <w:r w:rsidR="00530790" w:rsidRPr="005D5566">
        <w:t>est pas lui</w:t>
      </w:r>
      <w:r>
        <w:t xml:space="preserve"> ! </w:t>
      </w:r>
      <w:r w:rsidR="00530790" w:rsidRPr="005D5566">
        <w:t>Même si je l</w:t>
      </w:r>
      <w:r>
        <w:t>’</w:t>
      </w:r>
      <w:r w:rsidR="00530790" w:rsidRPr="005D5566">
        <w:t>avais vu</w:t>
      </w:r>
      <w:r>
        <w:t xml:space="preserve">, </w:t>
      </w:r>
      <w:r w:rsidR="00530790" w:rsidRPr="005D5566">
        <w:t>je ne le croirais pas</w:t>
      </w:r>
      <w:r>
        <w:t> !</w:t>
      </w:r>
    </w:p>
    <w:p w14:paraId="4263F5BD" w14:textId="77777777" w:rsidR="001C0413" w:rsidRDefault="001C0413" w:rsidP="001C0413">
      <w:r>
        <w:t>— </w:t>
      </w:r>
      <w:r w:rsidR="00530790" w:rsidRPr="005D5566">
        <w:t>Attendez</w:t>
      </w:r>
      <w:r>
        <w:t xml:space="preserve"> ! </w:t>
      </w:r>
      <w:r w:rsidR="00530790" w:rsidRPr="005D5566">
        <w:t>reprit le Petit-Russien sans les regarder</w:t>
      </w:r>
      <w:r>
        <w:t xml:space="preserve"> ; </w:t>
      </w:r>
      <w:r w:rsidR="00530790" w:rsidRPr="005D5566">
        <w:t>il hochait la tête</w:t>
      </w:r>
      <w:r>
        <w:t xml:space="preserve">, </w:t>
      </w:r>
      <w:r w:rsidR="00530790" w:rsidRPr="005D5566">
        <w:t>et essayait toujours de dégager sa main</w:t>
      </w:r>
      <w:r>
        <w:t xml:space="preserve">. </w:t>
      </w:r>
      <w:r w:rsidR="00530790" w:rsidRPr="005D5566">
        <w:t>Ce n</w:t>
      </w:r>
      <w:r>
        <w:t>’</w:t>
      </w:r>
      <w:r w:rsidR="00530790" w:rsidRPr="005D5566">
        <w:t>est pas moi</w:t>
      </w:r>
      <w:r>
        <w:t xml:space="preserve">… </w:t>
      </w:r>
      <w:r w:rsidR="00530790" w:rsidRPr="005D5566">
        <w:t>mais j</w:t>
      </w:r>
      <w:r>
        <w:t>’</w:t>
      </w:r>
      <w:r w:rsidR="00530790" w:rsidRPr="005D5566">
        <w:t>aurais pu empêcher le crime</w:t>
      </w:r>
      <w:r>
        <w:t>…</w:t>
      </w:r>
    </w:p>
    <w:p w14:paraId="4E8BC711" w14:textId="77777777" w:rsidR="001C0413" w:rsidRDefault="001C0413" w:rsidP="001C0413">
      <w:r>
        <w:t>— </w:t>
      </w:r>
      <w:r w:rsidR="00530790" w:rsidRPr="005D5566">
        <w:t>Tais-toi</w:t>
      </w:r>
      <w:r>
        <w:t xml:space="preserve">, </w:t>
      </w:r>
      <w:r w:rsidR="00530790" w:rsidRPr="005D5566">
        <w:t>André</w:t>
      </w:r>
      <w:r>
        <w:t xml:space="preserve"> ! </w:t>
      </w:r>
      <w:r w:rsidR="00530790" w:rsidRPr="005D5566">
        <w:t>dit Pavel</w:t>
      </w:r>
      <w:r>
        <w:t>.</w:t>
      </w:r>
    </w:p>
    <w:p w14:paraId="0F28FB7E" w14:textId="77777777" w:rsidR="001C0413" w:rsidRDefault="00530790" w:rsidP="001C0413">
      <w:r w:rsidRPr="005D5566">
        <w:t>Et</w:t>
      </w:r>
      <w:r w:rsidR="001C0413">
        <w:t xml:space="preserve">, </w:t>
      </w:r>
      <w:r w:rsidRPr="005D5566">
        <w:t>saisissant d</w:t>
      </w:r>
      <w:r w:rsidR="001C0413">
        <w:t>’</w:t>
      </w:r>
      <w:r w:rsidRPr="005D5566">
        <w:t>une main celle du Petit-Russien</w:t>
      </w:r>
      <w:r w:rsidR="001C0413">
        <w:t xml:space="preserve">, </w:t>
      </w:r>
      <w:r w:rsidRPr="005D5566">
        <w:t>il lui posa l</w:t>
      </w:r>
      <w:r w:rsidR="001C0413">
        <w:t>’</w:t>
      </w:r>
      <w:r w:rsidRPr="005D5566">
        <w:t>autre sur l</w:t>
      </w:r>
      <w:r w:rsidR="001C0413">
        <w:t>’</w:t>
      </w:r>
      <w:r w:rsidRPr="005D5566">
        <w:t>épaule</w:t>
      </w:r>
      <w:r w:rsidR="001C0413">
        <w:t xml:space="preserve">, </w:t>
      </w:r>
      <w:r w:rsidRPr="005D5566">
        <w:t>comme pour arrêter le tremblement qui secouait le corps de son ami</w:t>
      </w:r>
      <w:r w:rsidR="001C0413">
        <w:t xml:space="preserve">. </w:t>
      </w:r>
      <w:r w:rsidRPr="005D5566">
        <w:t>Celui-ci pencha la tête vers Pavel</w:t>
      </w:r>
      <w:r w:rsidR="001C0413">
        <w:t xml:space="preserve">, </w:t>
      </w:r>
      <w:r w:rsidRPr="005D5566">
        <w:t>et reprit d</w:t>
      </w:r>
      <w:r w:rsidR="001C0413">
        <w:t>’</w:t>
      </w:r>
      <w:r w:rsidRPr="005D5566">
        <w:t>une voix basse et saccadée</w:t>
      </w:r>
      <w:r w:rsidR="001C0413">
        <w:t> :</w:t>
      </w:r>
    </w:p>
    <w:p w14:paraId="11E7AB69" w14:textId="77777777" w:rsidR="001C0413" w:rsidRDefault="001C0413" w:rsidP="001C0413">
      <w:r>
        <w:lastRenderedPageBreak/>
        <w:t>— </w:t>
      </w:r>
      <w:r w:rsidR="00530790" w:rsidRPr="005D5566">
        <w:t>Je n</w:t>
      </w:r>
      <w:r>
        <w:t>’</w:t>
      </w:r>
      <w:r w:rsidR="00530790" w:rsidRPr="005D5566">
        <w:t>ai pas cherché</w:t>
      </w:r>
      <w:r>
        <w:t xml:space="preserve">… </w:t>
      </w:r>
      <w:r w:rsidR="00530790" w:rsidRPr="005D5566">
        <w:t>tu le sais bien</w:t>
      </w:r>
      <w:r>
        <w:t xml:space="preserve">, </w:t>
      </w:r>
      <w:r w:rsidR="00530790" w:rsidRPr="005D5566">
        <w:t>Pavel</w:t>
      </w:r>
      <w:r>
        <w:t xml:space="preserve"> ! </w:t>
      </w:r>
      <w:r w:rsidR="00530790" w:rsidRPr="005D5566">
        <w:t>Voilà comment c</w:t>
      </w:r>
      <w:r>
        <w:t>’</w:t>
      </w:r>
      <w:r w:rsidR="00530790" w:rsidRPr="005D5566">
        <w:t>est arrivé</w:t>
      </w:r>
      <w:r>
        <w:t xml:space="preserve"> : </w:t>
      </w:r>
      <w:r w:rsidR="00530790" w:rsidRPr="005D5566">
        <w:t>quand tu nous as quittés</w:t>
      </w:r>
      <w:r>
        <w:t xml:space="preserve">, </w:t>
      </w:r>
      <w:r w:rsidR="00530790" w:rsidRPr="005D5566">
        <w:t>nous sommes restés au coin de la rue</w:t>
      </w:r>
      <w:r>
        <w:t xml:space="preserve">, </w:t>
      </w:r>
      <w:r w:rsidR="00530790" w:rsidRPr="005D5566">
        <w:t>Dragounov et moi</w:t>
      </w:r>
      <w:r>
        <w:t xml:space="preserve">… </w:t>
      </w:r>
      <w:r w:rsidR="00530790" w:rsidRPr="005D5566">
        <w:t>Isaïe est survenu brusquement</w:t>
      </w:r>
      <w:r>
        <w:t xml:space="preserve">… </w:t>
      </w:r>
      <w:r w:rsidR="00530790" w:rsidRPr="005D5566">
        <w:t>il est resté un peu à l</w:t>
      </w:r>
      <w:r>
        <w:t>’</w:t>
      </w:r>
      <w:r w:rsidR="00530790" w:rsidRPr="005D5566">
        <w:t>écart</w:t>
      </w:r>
      <w:r>
        <w:t xml:space="preserve">… </w:t>
      </w:r>
      <w:r w:rsidR="00530790" w:rsidRPr="005D5566">
        <w:t>il ricanait en nous regardant</w:t>
      </w:r>
      <w:r>
        <w:t xml:space="preserve">… </w:t>
      </w:r>
      <w:r w:rsidR="00530790" w:rsidRPr="005D5566">
        <w:t>Dragounov me dit</w:t>
      </w:r>
      <w:r>
        <w:t xml:space="preserve"> : – </w:t>
      </w:r>
      <w:r w:rsidR="00530790" w:rsidRPr="005D5566">
        <w:t>Tu vois</w:t>
      </w:r>
      <w:r>
        <w:t xml:space="preserve"> ? </w:t>
      </w:r>
      <w:r w:rsidR="00530790" w:rsidRPr="005D5566">
        <w:t>Il m</w:t>
      </w:r>
      <w:r>
        <w:t>’</w:t>
      </w:r>
      <w:r w:rsidR="00530790" w:rsidRPr="005D5566">
        <w:t>espionne toutes les nuits</w:t>
      </w:r>
      <w:r>
        <w:t xml:space="preserve">. </w:t>
      </w:r>
      <w:r w:rsidR="00530790" w:rsidRPr="005D5566">
        <w:t>Je finirai par lui faire son affaire</w:t>
      </w:r>
      <w:r>
        <w:t xml:space="preserve">. </w:t>
      </w:r>
      <w:r w:rsidR="00530790" w:rsidRPr="005D5566">
        <w:t>Et il s</w:t>
      </w:r>
      <w:r>
        <w:t>’</w:t>
      </w:r>
      <w:r w:rsidR="00530790" w:rsidRPr="005D5566">
        <w:t>est éloigné pour rentrer chez lui</w:t>
      </w:r>
      <w:r>
        <w:t xml:space="preserve">, </w:t>
      </w:r>
      <w:r w:rsidR="00530790" w:rsidRPr="005D5566">
        <w:t>à ce que je croyais</w:t>
      </w:r>
      <w:r>
        <w:t xml:space="preserve">… </w:t>
      </w:r>
      <w:r w:rsidR="00530790" w:rsidRPr="005D5566">
        <w:t>Alors</w:t>
      </w:r>
      <w:r>
        <w:t xml:space="preserve">, </w:t>
      </w:r>
      <w:r w:rsidR="00530790" w:rsidRPr="005D5566">
        <w:t>Isaïe s</w:t>
      </w:r>
      <w:r>
        <w:t>’</w:t>
      </w:r>
      <w:r w:rsidR="00530790" w:rsidRPr="005D5566">
        <w:t>est approché de moi</w:t>
      </w:r>
      <w:r>
        <w:t>…</w:t>
      </w:r>
    </w:p>
    <w:p w14:paraId="5A33FA24" w14:textId="77777777" w:rsidR="001C0413" w:rsidRDefault="00530790" w:rsidP="001C0413">
      <w:r w:rsidRPr="005D5566">
        <w:t>Le Petit-Russien poussa un soupir</w:t>
      </w:r>
      <w:r w:rsidR="001C0413">
        <w:t>.</w:t>
      </w:r>
    </w:p>
    <w:p w14:paraId="5DE75EBB" w14:textId="77777777" w:rsidR="001C0413" w:rsidRDefault="001C0413" w:rsidP="001C0413">
      <w:r>
        <w:t>— </w:t>
      </w:r>
      <w:r w:rsidR="00530790" w:rsidRPr="005D5566">
        <w:t>Jamais personne ne m</w:t>
      </w:r>
      <w:r>
        <w:t>’</w:t>
      </w:r>
      <w:r w:rsidR="00530790" w:rsidRPr="005D5566">
        <w:t>a aussi bassement outragé que ce chien-là</w:t>
      </w:r>
      <w:r>
        <w:t>.</w:t>
      </w:r>
    </w:p>
    <w:p w14:paraId="3B485F45" w14:textId="77777777" w:rsidR="001C0413" w:rsidRDefault="00530790" w:rsidP="001C0413">
      <w:r w:rsidRPr="005D5566">
        <w:t>Sans parler</w:t>
      </w:r>
      <w:r w:rsidR="001C0413">
        <w:t xml:space="preserve">, </w:t>
      </w:r>
      <w:r w:rsidRPr="005D5566">
        <w:t>la mère le tirait vers la table</w:t>
      </w:r>
      <w:r w:rsidR="001C0413">
        <w:t xml:space="preserve"> ; </w:t>
      </w:r>
      <w:r w:rsidRPr="005D5566">
        <w:t>elle parvint enfin à asseoir André sur une chaise</w:t>
      </w:r>
      <w:r w:rsidR="001C0413">
        <w:t xml:space="preserve">. </w:t>
      </w:r>
      <w:r w:rsidRPr="005D5566">
        <w:t>Elle se laissa tomber à ses côtés</w:t>
      </w:r>
      <w:r w:rsidR="001C0413">
        <w:t xml:space="preserve">. </w:t>
      </w:r>
      <w:r w:rsidRPr="005D5566">
        <w:t>Pavel resta debout devant elle</w:t>
      </w:r>
      <w:r w:rsidR="001C0413">
        <w:t xml:space="preserve">, </w:t>
      </w:r>
      <w:r w:rsidRPr="005D5566">
        <w:t>tiraillant sa barbe d</w:t>
      </w:r>
      <w:r w:rsidR="001C0413">
        <w:t>’</w:t>
      </w:r>
      <w:r w:rsidRPr="005D5566">
        <w:t>un air sombre</w:t>
      </w:r>
      <w:r w:rsidR="001C0413">
        <w:t>.</w:t>
      </w:r>
    </w:p>
    <w:p w14:paraId="3CCEB2AE" w14:textId="77777777" w:rsidR="001C0413" w:rsidRDefault="001C0413" w:rsidP="001C0413">
      <w:r>
        <w:t>— </w:t>
      </w:r>
      <w:r w:rsidR="00530790" w:rsidRPr="005D5566">
        <w:t>Il me dit que nous étions tous connus de la police</w:t>
      </w:r>
      <w:r>
        <w:t xml:space="preserve">, </w:t>
      </w:r>
      <w:r w:rsidR="00530790" w:rsidRPr="005D5566">
        <w:t>que les gendarmes avaient l</w:t>
      </w:r>
      <w:r>
        <w:t>’</w:t>
      </w:r>
      <w:r w:rsidR="00530790" w:rsidRPr="005D5566">
        <w:t>œil sur nous et qu</w:t>
      </w:r>
      <w:r>
        <w:t>’</w:t>
      </w:r>
      <w:r w:rsidR="00530790" w:rsidRPr="005D5566">
        <w:t>on nous coffrerait avant le Premier Mai</w:t>
      </w:r>
      <w:r>
        <w:t xml:space="preserve">… </w:t>
      </w:r>
      <w:r w:rsidR="00530790" w:rsidRPr="005D5566">
        <w:t>Je ne répondis rien</w:t>
      </w:r>
      <w:r>
        <w:t xml:space="preserve">, </w:t>
      </w:r>
      <w:r w:rsidR="00530790" w:rsidRPr="005D5566">
        <w:t>me contentai de rire</w:t>
      </w:r>
      <w:r>
        <w:t xml:space="preserve">, </w:t>
      </w:r>
      <w:r w:rsidR="00530790" w:rsidRPr="005D5566">
        <w:t>mais mon cœur commençait à bouillonner</w:t>
      </w:r>
      <w:r>
        <w:t xml:space="preserve">. </w:t>
      </w:r>
      <w:r w:rsidR="00530790" w:rsidRPr="005D5566">
        <w:t>Ensuite</w:t>
      </w:r>
      <w:r>
        <w:t xml:space="preserve">, </w:t>
      </w:r>
      <w:r w:rsidR="00530790" w:rsidRPr="005D5566">
        <w:t>il me dit que j</w:t>
      </w:r>
      <w:r>
        <w:t>’</w:t>
      </w:r>
      <w:r w:rsidR="00530790" w:rsidRPr="005D5566">
        <w:t>étais-un garçon intelligent</w:t>
      </w:r>
      <w:r>
        <w:t xml:space="preserve">, </w:t>
      </w:r>
      <w:r w:rsidR="00530790" w:rsidRPr="005D5566">
        <w:t>que je ne devrais pas prendre cette voie</w:t>
      </w:r>
      <w:r>
        <w:t>…</w:t>
      </w:r>
    </w:p>
    <w:p w14:paraId="65485D11" w14:textId="77777777" w:rsidR="001C0413" w:rsidRDefault="00530790" w:rsidP="001C0413">
      <w:r w:rsidRPr="005D5566">
        <w:t>Le Petit-Russien s</w:t>
      </w:r>
      <w:r w:rsidR="001C0413">
        <w:t>’</w:t>
      </w:r>
      <w:r w:rsidRPr="005D5566">
        <w:t>arrêta</w:t>
      </w:r>
      <w:r w:rsidR="001C0413">
        <w:t xml:space="preserve">, </w:t>
      </w:r>
      <w:r w:rsidRPr="005D5566">
        <w:t>s</w:t>
      </w:r>
      <w:r w:rsidR="001C0413">
        <w:t>’</w:t>
      </w:r>
      <w:r w:rsidRPr="005D5566">
        <w:t>essuya le visage de la main gauche</w:t>
      </w:r>
      <w:r w:rsidR="001C0413">
        <w:t xml:space="preserve"> ; </w:t>
      </w:r>
      <w:r w:rsidRPr="005D5566">
        <w:t>ses yeux étaient secs et brillants</w:t>
      </w:r>
      <w:r w:rsidR="001C0413">
        <w:t>.</w:t>
      </w:r>
    </w:p>
    <w:p w14:paraId="0E93FA82" w14:textId="77777777" w:rsidR="001C0413" w:rsidRDefault="001C0413" w:rsidP="001C0413">
      <w:r>
        <w:t>— </w:t>
      </w:r>
      <w:r w:rsidR="00530790" w:rsidRPr="005D5566">
        <w:t>Je comprends</w:t>
      </w:r>
      <w:r>
        <w:t xml:space="preserve"> ! </w:t>
      </w:r>
      <w:r w:rsidR="00530790" w:rsidRPr="005D5566">
        <w:t>dit Pavel</w:t>
      </w:r>
      <w:r>
        <w:t>.</w:t>
      </w:r>
    </w:p>
    <w:p w14:paraId="74510C5A" w14:textId="77777777" w:rsidR="001C0413" w:rsidRDefault="001C0413" w:rsidP="001C0413">
      <w:r>
        <w:t>— </w:t>
      </w:r>
      <w:r w:rsidR="00530790" w:rsidRPr="005D5566">
        <w:t>Oui</w:t>
      </w:r>
      <w:r>
        <w:t xml:space="preserve"> ! </w:t>
      </w:r>
      <w:r w:rsidR="00530790" w:rsidRPr="005D5566">
        <w:t>Il m</w:t>
      </w:r>
      <w:r>
        <w:t>’</w:t>
      </w:r>
      <w:r w:rsidR="00530790" w:rsidRPr="005D5566">
        <w:t>a dit qu</w:t>
      </w:r>
      <w:r>
        <w:t>’</w:t>
      </w:r>
      <w:r w:rsidR="00530790" w:rsidRPr="005D5566">
        <w:t>il valait mieux entrer au service de la police</w:t>
      </w:r>
      <w:r>
        <w:t>…</w:t>
      </w:r>
    </w:p>
    <w:p w14:paraId="0010BD2B" w14:textId="77777777" w:rsidR="001C0413" w:rsidRDefault="00530790" w:rsidP="001C0413">
      <w:r w:rsidRPr="005D5566">
        <w:t>Le Petit-Russien tendit le poing</w:t>
      </w:r>
      <w:r w:rsidR="001C0413">
        <w:t>.</w:t>
      </w:r>
    </w:p>
    <w:p w14:paraId="32A69879" w14:textId="77777777" w:rsidR="001C0413" w:rsidRDefault="001C0413" w:rsidP="001C0413">
      <w:r>
        <w:lastRenderedPageBreak/>
        <w:t>— </w:t>
      </w:r>
      <w:r w:rsidR="00530790" w:rsidRPr="005D5566">
        <w:t>Quelle âme maudite que cet Isaïe</w:t>
      </w:r>
      <w:r>
        <w:t xml:space="preserve"> !… </w:t>
      </w:r>
      <w:r w:rsidR="00530790" w:rsidRPr="005D5566">
        <w:t>Il aurait mieux valu qu</w:t>
      </w:r>
      <w:r>
        <w:t>’</w:t>
      </w:r>
      <w:r w:rsidR="00530790" w:rsidRPr="005D5566">
        <w:t>il me frappât au visage</w:t>
      </w:r>
      <w:r>
        <w:t xml:space="preserve">… </w:t>
      </w:r>
      <w:r w:rsidR="00530790" w:rsidRPr="005D5566">
        <w:t>cela m</w:t>
      </w:r>
      <w:r>
        <w:t>’</w:t>
      </w:r>
      <w:r w:rsidR="00530790" w:rsidRPr="005D5566">
        <w:t>aurait été moins pénible et ça aurait peut-être mieux valu pour lui aussi</w:t>
      </w:r>
      <w:r>
        <w:t xml:space="preserve"> ! </w:t>
      </w:r>
      <w:r w:rsidR="00530790" w:rsidRPr="005D5566">
        <w:t>Mais j</w:t>
      </w:r>
      <w:r>
        <w:t>’</w:t>
      </w:r>
      <w:r w:rsidR="00530790" w:rsidRPr="005D5566">
        <w:t>ai perdu patience quand il m</w:t>
      </w:r>
      <w:r>
        <w:t>’</w:t>
      </w:r>
      <w:r w:rsidR="00530790" w:rsidRPr="005D5566">
        <w:t>a ainsi craché dans le cœur son infecte salive</w:t>
      </w:r>
      <w:r>
        <w:t> !</w:t>
      </w:r>
    </w:p>
    <w:p w14:paraId="3A0D06C6" w14:textId="77777777" w:rsidR="001C0413" w:rsidRDefault="00530790" w:rsidP="001C0413">
      <w:r w:rsidRPr="005D5566">
        <w:t>André dégagea convulsivement sa main de la main de Pavel</w:t>
      </w:r>
      <w:r w:rsidR="001C0413">
        <w:t xml:space="preserve">, </w:t>
      </w:r>
      <w:r w:rsidRPr="005D5566">
        <w:t>et ajouta avec dégoût</w:t>
      </w:r>
      <w:r w:rsidR="001C0413">
        <w:t xml:space="preserve">, </w:t>
      </w:r>
      <w:r w:rsidRPr="005D5566">
        <w:t>d</w:t>
      </w:r>
      <w:r w:rsidR="001C0413">
        <w:t>’</w:t>
      </w:r>
      <w:r w:rsidRPr="005D5566">
        <w:t>une voix plus sourde</w:t>
      </w:r>
      <w:r w:rsidR="001C0413">
        <w:t> :</w:t>
      </w:r>
    </w:p>
    <w:p w14:paraId="730B54DE" w14:textId="77777777" w:rsidR="001C0413" w:rsidRDefault="001C0413" w:rsidP="001C0413">
      <w:r>
        <w:t>— </w:t>
      </w:r>
      <w:r w:rsidR="00530790" w:rsidRPr="005D5566">
        <w:t>Je l</w:t>
      </w:r>
      <w:r>
        <w:t>’</w:t>
      </w:r>
      <w:r w:rsidR="00530790" w:rsidRPr="005D5566">
        <w:t>ai frappé en pleine figure et suis parti</w:t>
      </w:r>
      <w:r>
        <w:t xml:space="preserve">… </w:t>
      </w:r>
      <w:r w:rsidR="00530790" w:rsidRPr="005D5566">
        <w:t>Derrière moi</w:t>
      </w:r>
      <w:r>
        <w:t xml:space="preserve">, </w:t>
      </w:r>
      <w:r w:rsidR="00530790" w:rsidRPr="005D5566">
        <w:t>j</w:t>
      </w:r>
      <w:r>
        <w:t>’</w:t>
      </w:r>
      <w:r w:rsidR="00530790" w:rsidRPr="005D5566">
        <w:t>entendis Dragounov dire tout bas</w:t>
      </w:r>
      <w:r>
        <w:t xml:space="preserve"> : – </w:t>
      </w:r>
      <w:r w:rsidR="00530790" w:rsidRPr="005D5566">
        <w:t>Tu es bien attrapé</w:t>
      </w:r>
      <w:r>
        <w:t xml:space="preserve">. </w:t>
      </w:r>
      <w:r w:rsidR="00530790" w:rsidRPr="005D5566">
        <w:t>Il était resté caché au coin de la rue</w:t>
      </w:r>
      <w:r>
        <w:t xml:space="preserve">… </w:t>
      </w:r>
      <w:r w:rsidR="00530790" w:rsidRPr="005D5566">
        <w:t>sans doute</w:t>
      </w:r>
      <w:r>
        <w:t>…</w:t>
      </w:r>
    </w:p>
    <w:p w14:paraId="34C3D31D" w14:textId="77777777" w:rsidR="001C0413" w:rsidRDefault="00530790" w:rsidP="001C0413">
      <w:r w:rsidRPr="005D5566">
        <w:t>Après un instant de silence</w:t>
      </w:r>
      <w:r w:rsidR="001C0413">
        <w:t xml:space="preserve">, </w:t>
      </w:r>
      <w:r w:rsidRPr="005D5566">
        <w:t>le Petit-Russien reprit</w:t>
      </w:r>
      <w:r w:rsidR="001C0413">
        <w:t> :</w:t>
      </w:r>
    </w:p>
    <w:p w14:paraId="6BA72589" w14:textId="77777777" w:rsidR="001C0413" w:rsidRDefault="001C0413" w:rsidP="001C0413">
      <w:r>
        <w:t>— </w:t>
      </w:r>
      <w:r w:rsidR="00530790" w:rsidRPr="005D5566">
        <w:t>Je ne me suis pas retourné</w:t>
      </w:r>
      <w:r>
        <w:t xml:space="preserve">… </w:t>
      </w:r>
      <w:r w:rsidR="00530790" w:rsidRPr="005D5566">
        <w:t>et pourtant je sentais</w:t>
      </w:r>
      <w:r>
        <w:t xml:space="preserve">… </w:t>
      </w:r>
      <w:r w:rsidR="00530790" w:rsidRPr="005D5566">
        <w:t>je comprenais la possibilité</w:t>
      </w:r>
      <w:r>
        <w:t xml:space="preserve">… </w:t>
      </w:r>
      <w:r w:rsidR="00530790" w:rsidRPr="005D5566">
        <w:t>Puis j</w:t>
      </w:r>
      <w:r>
        <w:t>’</w:t>
      </w:r>
      <w:r w:rsidR="00530790" w:rsidRPr="005D5566">
        <w:t>entendis un bruit</w:t>
      </w:r>
      <w:r>
        <w:t xml:space="preserve">… </w:t>
      </w:r>
      <w:r w:rsidR="00530790" w:rsidRPr="005D5566">
        <w:t>Je suis parti tout tranquillement comme si je venais de pousser du pied un crapaud</w:t>
      </w:r>
      <w:r>
        <w:t xml:space="preserve">… </w:t>
      </w:r>
      <w:r w:rsidR="00530790" w:rsidRPr="005D5566">
        <w:t>Quand je suis arrivé à la fabrique</w:t>
      </w:r>
      <w:r>
        <w:t xml:space="preserve">, </w:t>
      </w:r>
      <w:r w:rsidR="00530790" w:rsidRPr="005D5566">
        <w:t>on criait</w:t>
      </w:r>
      <w:r>
        <w:t xml:space="preserve"> ; – </w:t>
      </w:r>
      <w:r w:rsidR="00530790" w:rsidRPr="005D5566">
        <w:t>Isaïe a été tué</w:t>
      </w:r>
      <w:r>
        <w:t xml:space="preserve"> ! </w:t>
      </w:r>
      <w:r w:rsidR="00530790" w:rsidRPr="005D5566">
        <w:t>Je ne voulais pas le croire</w:t>
      </w:r>
      <w:r>
        <w:t xml:space="preserve">. </w:t>
      </w:r>
      <w:r w:rsidR="00530790" w:rsidRPr="005D5566">
        <w:t>Mais ma main m</w:t>
      </w:r>
      <w:r>
        <w:t>’</w:t>
      </w:r>
      <w:r w:rsidR="00530790" w:rsidRPr="005D5566">
        <w:t>a fait mal</w:t>
      </w:r>
      <w:r>
        <w:t xml:space="preserve">… </w:t>
      </w:r>
      <w:r w:rsidR="00530790" w:rsidRPr="005D5566">
        <w:t>Je n</w:t>
      </w:r>
      <w:r>
        <w:t>’</w:t>
      </w:r>
      <w:r w:rsidR="00530790" w:rsidRPr="005D5566">
        <w:t>en suis plus maître</w:t>
      </w:r>
      <w:r>
        <w:t xml:space="preserve">… </w:t>
      </w:r>
      <w:r w:rsidR="00530790" w:rsidRPr="005D5566">
        <w:t>elle ne me fait pas souffrir</w:t>
      </w:r>
      <w:r>
        <w:t xml:space="preserve">, </w:t>
      </w:r>
      <w:r w:rsidR="00530790" w:rsidRPr="005D5566">
        <w:t>mais on dirait qu</w:t>
      </w:r>
      <w:r>
        <w:t>’</w:t>
      </w:r>
      <w:r w:rsidR="00530790" w:rsidRPr="005D5566">
        <w:t>elle s</w:t>
      </w:r>
      <w:r>
        <w:t>’</w:t>
      </w:r>
      <w:r w:rsidR="00530790" w:rsidRPr="005D5566">
        <w:t>est raccourcie</w:t>
      </w:r>
      <w:r>
        <w:t>…</w:t>
      </w:r>
    </w:p>
    <w:p w14:paraId="760030C2" w14:textId="77777777" w:rsidR="001C0413" w:rsidRDefault="00530790" w:rsidP="001C0413">
      <w:r w:rsidRPr="005D5566">
        <w:t>Il jeta un coup d</w:t>
      </w:r>
      <w:r w:rsidR="001C0413">
        <w:t>’</w:t>
      </w:r>
      <w:r w:rsidRPr="005D5566">
        <w:t>œil rapide sur sa main et continua</w:t>
      </w:r>
      <w:r w:rsidR="001C0413">
        <w:t> :</w:t>
      </w:r>
    </w:p>
    <w:p w14:paraId="5077CD21" w14:textId="77777777" w:rsidR="001C0413" w:rsidRDefault="001C0413" w:rsidP="001C0413">
      <w:r>
        <w:t>— </w:t>
      </w:r>
      <w:r w:rsidR="00530790" w:rsidRPr="005D5566">
        <w:t>Je ne réussirai sans doute Jamais à laver cette tache impure</w:t>
      </w:r>
      <w:r>
        <w:t> !</w:t>
      </w:r>
    </w:p>
    <w:p w14:paraId="28877511" w14:textId="77777777" w:rsidR="001C0413" w:rsidRDefault="001C0413" w:rsidP="001C0413">
      <w:r>
        <w:t>— </w:t>
      </w:r>
      <w:r w:rsidR="00530790" w:rsidRPr="005D5566">
        <w:t>Pourvu que ton cœur soit pur</w:t>
      </w:r>
      <w:r>
        <w:t xml:space="preserve">, </w:t>
      </w:r>
      <w:r w:rsidR="00530790" w:rsidRPr="005D5566">
        <w:t>mon chéri</w:t>
      </w:r>
      <w:r>
        <w:t xml:space="preserve"> ! </w:t>
      </w:r>
      <w:r w:rsidR="00530790" w:rsidRPr="005D5566">
        <w:t>dit la mère en pleurant</w:t>
      </w:r>
      <w:r>
        <w:t>.</w:t>
      </w:r>
    </w:p>
    <w:p w14:paraId="54D65508" w14:textId="77777777" w:rsidR="001C0413" w:rsidRDefault="001C0413" w:rsidP="001C0413">
      <w:r>
        <w:t>— </w:t>
      </w:r>
      <w:r w:rsidR="00530790" w:rsidRPr="005D5566">
        <w:t>Je ne m</w:t>
      </w:r>
      <w:r>
        <w:t>’</w:t>
      </w:r>
      <w:r w:rsidR="00530790" w:rsidRPr="005D5566">
        <w:t>accuse pas</w:t>
      </w:r>
      <w:r>
        <w:t xml:space="preserve">… </w:t>
      </w:r>
      <w:r w:rsidR="00530790" w:rsidRPr="005D5566">
        <w:t>oh non</w:t>
      </w:r>
      <w:r>
        <w:t xml:space="preserve"> ! </w:t>
      </w:r>
      <w:r w:rsidR="00530790" w:rsidRPr="005D5566">
        <w:t>reprit le Petit-Russien avec fermeté</w:t>
      </w:r>
      <w:r>
        <w:t xml:space="preserve">. </w:t>
      </w:r>
      <w:r w:rsidR="00530790" w:rsidRPr="005D5566">
        <w:t>Mais c</w:t>
      </w:r>
      <w:r>
        <w:t>’</w:t>
      </w:r>
      <w:r w:rsidR="00530790" w:rsidRPr="005D5566">
        <w:t>est répugnant</w:t>
      </w:r>
      <w:r>
        <w:t xml:space="preserve">… </w:t>
      </w:r>
      <w:r w:rsidR="00530790" w:rsidRPr="005D5566">
        <w:t>Il n</w:t>
      </w:r>
      <w:r>
        <w:t>’</w:t>
      </w:r>
      <w:r w:rsidR="00530790" w:rsidRPr="005D5566">
        <w:t>est pas agréable d</w:t>
      </w:r>
      <w:r>
        <w:t>’</w:t>
      </w:r>
      <w:r w:rsidR="00530790" w:rsidRPr="005D5566">
        <w:t>avoir une boue pareille dans la poitrine</w:t>
      </w:r>
      <w:r>
        <w:t xml:space="preserve">, </w:t>
      </w:r>
      <w:r w:rsidR="00530790" w:rsidRPr="005D5566">
        <w:t>je n</w:t>
      </w:r>
      <w:r>
        <w:t>’</w:t>
      </w:r>
      <w:r w:rsidR="00530790" w:rsidRPr="005D5566">
        <w:t>ai pas besoin de cela</w:t>
      </w:r>
      <w:r>
        <w:t> !</w:t>
      </w:r>
    </w:p>
    <w:p w14:paraId="4CE6DE16" w14:textId="77777777" w:rsidR="001C0413" w:rsidRDefault="001C0413" w:rsidP="001C0413">
      <w:r>
        <w:lastRenderedPageBreak/>
        <w:t>— </w:t>
      </w:r>
      <w:r w:rsidR="00530790" w:rsidRPr="005D5566">
        <w:t>Que penses-tu faire</w:t>
      </w:r>
      <w:r>
        <w:t xml:space="preserve"> ? </w:t>
      </w:r>
      <w:r w:rsidR="00530790" w:rsidRPr="005D5566">
        <w:t>demanda Pavel en le regardant d</w:t>
      </w:r>
      <w:r>
        <w:t>’</w:t>
      </w:r>
      <w:r w:rsidR="00530790" w:rsidRPr="005D5566">
        <w:t>un air soupçonneux</w:t>
      </w:r>
      <w:r>
        <w:t>.</w:t>
      </w:r>
    </w:p>
    <w:p w14:paraId="4D5E9D45" w14:textId="77777777" w:rsidR="001C0413" w:rsidRDefault="001C0413" w:rsidP="001C0413">
      <w:r>
        <w:t>— </w:t>
      </w:r>
      <w:r w:rsidR="00530790" w:rsidRPr="005D5566">
        <w:t>Ce que je veux faire</w:t>
      </w:r>
      <w:r>
        <w:t xml:space="preserve"> ? </w:t>
      </w:r>
      <w:r w:rsidR="00530790" w:rsidRPr="005D5566">
        <w:t>répéta André</w:t>
      </w:r>
      <w:r>
        <w:t>.</w:t>
      </w:r>
    </w:p>
    <w:p w14:paraId="225B2F05" w14:textId="77777777" w:rsidR="001C0413" w:rsidRDefault="00530790" w:rsidP="001C0413">
      <w:r w:rsidRPr="005D5566">
        <w:t>Il se plongea dans ses réflexions</w:t>
      </w:r>
      <w:r w:rsidR="001C0413">
        <w:t xml:space="preserve">, </w:t>
      </w:r>
      <w:r w:rsidRPr="005D5566">
        <w:t>baissa la tête</w:t>
      </w:r>
      <w:r w:rsidR="001C0413">
        <w:t xml:space="preserve">, </w:t>
      </w:r>
      <w:r w:rsidRPr="005D5566">
        <w:t>puis</w:t>
      </w:r>
      <w:r w:rsidR="001C0413">
        <w:t xml:space="preserve">, </w:t>
      </w:r>
      <w:r w:rsidRPr="005D5566">
        <w:t>la redressant</w:t>
      </w:r>
      <w:r w:rsidR="001C0413">
        <w:t xml:space="preserve">, </w:t>
      </w:r>
      <w:r w:rsidRPr="005D5566">
        <w:t>il dit avec un petit rire</w:t>
      </w:r>
      <w:r w:rsidR="001C0413">
        <w:t> :</w:t>
      </w:r>
    </w:p>
    <w:p w14:paraId="4EDB48EE" w14:textId="77777777" w:rsidR="001C0413" w:rsidRDefault="001C0413" w:rsidP="001C0413">
      <w:r>
        <w:t>— </w:t>
      </w:r>
      <w:r w:rsidR="00530790" w:rsidRPr="005D5566">
        <w:t>Je ne crains pas de dire que c</w:t>
      </w:r>
      <w:r>
        <w:t>’</w:t>
      </w:r>
      <w:r w:rsidR="00530790" w:rsidRPr="005D5566">
        <w:t>est moi qui l</w:t>
      </w:r>
      <w:r>
        <w:t>’</w:t>
      </w:r>
      <w:r w:rsidR="00530790" w:rsidRPr="005D5566">
        <w:t>ai frappé</w:t>
      </w:r>
      <w:r>
        <w:rPr>
          <w:rFonts w:eastAsia="Georgia" w:cs="Georgia"/>
        </w:rPr>
        <w:t xml:space="preserve">… </w:t>
      </w:r>
      <w:r w:rsidR="00530790" w:rsidRPr="005D5566">
        <w:t>Mais j</w:t>
      </w:r>
      <w:r>
        <w:t>’</w:t>
      </w:r>
      <w:r w:rsidR="00530790" w:rsidRPr="005D5566">
        <w:t>ai honte de l</w:t>
      </w:r>
      <w:r>
        <w:t>’</w:t>
      </w:r>
      <w:r w:rsidR="00530790" w:rsidRPr="005D5566">
        <w:t>avoir fait</w:t>
      </w:r>
      <w:r>
        <w:t> !</w:t>
      </w:r>
    </w:p>
    <w:p w14:paraId="34846494" w14:textId="77777777" w:rsidR="001C0413" w:rsidRDefault="00530790" w:rsidP="001C0413">
      <w:r w:rsidRPr="005D5566">
        <w:t>Il laissa tomber ses bras</w:t>
      </w:r>
      <w:r w:rsidR="001C0413">
        <w:t xml:space="preserve">, </w:t>
      </w:r>
      <w:r w:rsidRPr="005D5566">
        <w:t>se leva et répéta</w:t>
      </w:r>
      <w:r w:rsidR="001C0413">
        <w:t> :</w:t>
      </w:r>
    </w:p>
    <w:p w14:paraId="3E216CD4" w14:textId="77777777" w:rsidR="001C0413" w:rsidRDefault="001C0413" w:rsidP="001C0413">
      <w:r>
        <w:t>— </w:t>
      </w:r>
      <w:r w:rsidR="00530790" w:rsidRPr="005D5566">
        <w:t>Je ne puis pas le dire</w:t>
      </w:r>
      <w:r>
        <w:t xml:space="preserve">, </w:t>
      </w:r>
      <w:r w:rsidR="00530790" w:rsidRPr="005D5566">
        <w:t>j</w:t>
      </w:r>
      <w:r>
        <w:t>’</w:t>
      </w:r>
      <w:r w:rsidR="00530790" w:rsidRPr="005D5566">
        <w:t>ai honte</w:t>
      </w:r>
      <w:r>
        <w:t> !</w:t>
      </w:r>
    </w:p>
    <w:p w14:paraId="21BCE1A6" w14:textId="77777777" w:rsidR="001C0413" w:rsidRDefault="001C0413" w:rsidP="001C0413">
      <w:r>
        <w:t>— </w:t>
      </w:r>
      <w:r w:rsidR="00530790" w:rsidRPr="005D5566">
        <w:t>Je ne le comprends pas bien</w:t>
      </w:r>
      <w:r>
        <w:t xml:space="preserve">, </w:t>
      </w:r>
      <w:r w:rsidR="00530790" w:rsidRPr="005D5566">
        <w:t>dit Pavel en haussant les épaules</w:t>
      </w:r>
      <w:r>
        <w:t xml:space="preserve">. </w:t>
      </w:r>
      <w:r w:rsidR="00530790" w:rsidRPr="005D5566">
        <w:t>Ce n</w:t>
      </w:r>
      <w:r>
        <w:t>’</w:t>
      </w:r>
      <w:r w:rsidR="00530790" w:rsidRPr="005D5566">
        <w:t>est pas toi qui l</w:t>
      </w:r>
      <w:r>
        <w:t>’</w:t>
      </w:r>
      <w:r w:rsidR="00530790" w:rsidRPr="005D5566">
        <w:t>a tué</w:t>
      </w:r>
      <w:r>
        <w:t xml:space="preserve">, </w:t>
      </w:r>
      <w:r w:rsidR="00530790" w:rsidRPr="005D5566">
        <w:t>et si même</w:t>
      </w:r>
      <w:r>
        <w:t>…</w:t>
      </w:r>
    </w:p>
    <w:p w14:paraId="5BC78669" w14:textId="77777777" w:rsidR="001C0413" w:rsidRDefault="001C0413" w:rsidP="001C0413">
      <w:r>
        <w:t>— </w:t>
      </w:r>
      <w:r w:rsidR="00530790" w:rsidRPr="005D5566">
        <w:t>Frère</w:t>
      </w:r>
      <w:r>
        <w:t xml:space="preserve">, </w:t>
      </w:r>
      <w:r w:rsidR="00530790" w:rsidRPr="005D5566">
        <w:t>c</w:t>
      </w:r>
      <w:r>
        <w:t>’</w:t>
      </w:r>
      <w:r w:rsidR="00530790" w:rsidRPr="005D5566">
        <w:t>est un homme malgré tout</w:t>
      </w:r>
      <w:r>
        <w:t xml:space="preserve">… </w:t>
      </w:r>
      <w:r w:rsidR="00530790" w:rsidRPr="005D5566">
        <w:t>L</w:t>
      </w:r>
      <w:r>
        <w:t>’</w:t>
      </w:r>
      <w:r w:rsidR="00530790" w:rsidRPr="005D5566">
        <w:t>assassinat est une chose répugnante</w:t>
      </w:r>
      <w:r>
        <w:t xml:space="preserve">… </w:t>
      </w:r>
      <w:r w:rsidR="00530790" w:rsidRPr="005D5566">
        <w:t>Savoir qu</w:t>
      </w:r>
      <w:r>
        <w:t>’</w:t>
      </w:r>
      <w:r w:rsidR="00530790" w:rsidRPr="005D5566">
        <w:t>un autre assassine et ne pas l</w:t>
      </w:r>
      <w:r>
        <w:t>’</w:t>
      </w:r>
      <w:r w:rsidR="00530790" w:rsidRPr="005D5566">
        <w:t>empêcher</w:t>
      </w:r>
      <w:r>
        <w:rPr>
          <w:rFonts w:eastAsia="Georgia" w:cs="Georgia"/>
        </w:rPr>
        <w:t xml:space="preserve">… </w:t>
      </w:r>
      <w:r w:rsidR="00530790" w:rsidRPr="005D5566">
        <w:t>c</w:t>
      </w:r>
      <w:r>
        <w:t>’</w:t>
      </w:r>
      <w:r w:rsidR="00530790" w:rsidRPr="005D5566">
        <w:t>est peut-être une infâme lâcheté</w:t>
      </w:r>
      <w:r>
        <w:t>…</w:t>
      </w:r>
    </w:p>
    <w:p w14:paraId="0CD84EBC" w14:textId="77777777" w:rsidR="001C0413" w:rsidRDefault="00530790" w:rsidP="001C0413">
      <w:r w:rsidRPr="005D5566">
        <w:t>Pavel répliqua avec fermeté</w:t>
      </w:r>
      <w:r w:rsidR="001C0413">
        <w:t> :</w:t>
      </w:r>
    </w:p>
    <w:p w14:paraId="0662DDC2" w14:textId="77777777" w:rsidR="001C0413" w:rsidRDefault="001C0413" w:rsidP="001C0413">
      <w:r>
        <w:t>— </w:t>
      </w:r>
      <w:r w:rsidR="00530790" w:rsidRPr="005D5566">
        <w:t>Je ne te comprends pas du tout</w:t>
      </w:r>
      <w:r>
        <w:t> !</w:t>
      </w:r>
    </w:p>
    <w:p w14:paraId="0EAF8BF9" w14:textId="77777777" w:rsidR="001C0413" w:rsidRDefault="00530790" w:rsidP="001C0413">
      <w:r w:rsidRPr="005D5566">
        <w:t>Il ajouta après un moment de réflexion</w:t>
      </w:r>
      <w:r w:rsidR="001C0413">
        <w:t> :</w:t>
      </w:r>
    </w:p>
    <w:p w14:paraId="4112878C" w14:textId="77777777" w:rsidR="001C0413" w:rsidRDefault="001C0413" w:rsidP="001C0413">
      <w:r>
        <w:t>— </w:t>
      </w:r>
      <w:r w:rsidR="00530790" w:rsidRPr="005D5566">
        <w:t>Ou plutôt je puis comprendre</w:t>
      </w:r>
      <w:r>
        <w:t xml:space="preserve">… </w:t>
      </w:r>
      <w:r w:rsidR="00530790" w:rsidRPr="005D5566">
        <w:t>mais non éprouver ce sentiment</w:t>
      </w:r>
      <w:r>
        <w:t>.</w:t>
      </w:r>
    </w:p>
    <w:p w14:paraId="77BF431D" w14:textId="77777777" w:rsidR="001C0413" w:rsidRDefault="00530790" w:rsidP="001C0413">
      <w:r w:rsidRPr="005D5566">
        <w:t>La sirène résonna</w:t>
      </w:r>
      <w:r w:rsidR="001C0413">
        <w:t xml:space="preserve">. </w:t>
      </w:r>
      <w:r w:rsidRPr="005D5566">
        <w:t>Le Petit-Russien pencha la tête sur l</w:t>
      </w:r>
      <w:r w:rsidR="001C0413">
        <w:t>’</w:t>
      </w:r>
      <w:r w:rsidRPr="005D5566">
        <w:t>épaule pour écouter l</w:t>
      </w:r>
      <w:r w:rsidR="001C0413">
        <w:t>’</w:t>
      </w:r>
      <w:r w:rsidRPr="005D5566">
        <w:t>appel autoritaire</w:t>
      </w:r>
      <w:r w:rsidR="001C0413">
        <w:t xml:space="preserve">, </w:t>
      </w:r>
      <w:r w:rsidRPr="005D5566">
        <w:t>et déclara en se secouant</w:t>
      </w:r>
      <w:r w:rsidR="001C0413">
        <w:t> :</w:t>
      </w:r>
    </w:p>
    <w:p w14:paraId="38CFC6ED" w14:textId="77777777" w:rsidR="001C0413" w:rsidRDefault="001C0413" w:rsidP="001C0413">
      <w:r>
        <w:t>— </w:t>
      </w:r>
      <w:r w:rsidR="00530790" w:rsidRPr="005D5566">
        <w:t>Je ne veux pas aller travailler</w:t>
      </w:r>
      <w:r>
        <w:t>…</w:t>
      </w:r>
    </w:p>
    <w:p w14:paraId="643D03B8" w14:textId="77777777" w:rsidR="001C0413" w:rsidRDefault="001C0413" w:rsidP="001C0413">
      <w:r>
        <w:t>— </w:t>
      </w:r>
      <w:r w:rsidR="00530790" w:rsidRPr="005D5566">
        <w:t>Moi non plus</w:t>
      </w:r>
      <w:r>
        <w:t xml:space="preserve"> ! </w:t>
      </w:r>
      <w:r w:rsidR="00530790" w:rsidRPr="005D5566">
        <w:t>répliqua Pavel</w:t>
      </w:r>
      <w:r>
        <w:t>.</w:t>
      </w:r>
    </w:p>
    <w:p w14:paraId="78273DC6" w14:textId="77777777" w:rsidR="001C0413" w:rsidRDefault="001C0413" w:rsidP="001C0413">
      <w:r>
        <w:lastRenderedPageBreak/>
        <w:t>— </w:t>
      </w:r>
      <w:r w:rsidR="00530790" w:rsidRPr="005D5566">
        <w:t>Je veux aller aux bains</w:t>
      </w:r>
      <w:r>
        <w:t xml:space="preserve"> ! </w:t>
      </w:r>
      <w:r w:rsidR="00530790" w:rsidRPr="005D5566">
        <w:t>répliqua André avec un petit rire</w:t>
      </w:r>
      <w:r>
        <w:t>.</w:t>
      </w:r>
    </w:p>
    <w:p w14:paraId="1F31DF47" w14:textId="77777777" w:rsidR="001C0413" w:rsidRDefault="00530790" w:rsidP="001C0413">
      <w:r w:rsidRPr="005D5566">
        <w:t>Et</w:t>
      </w:r>
      <w:r w:rsidR="001C0413">
        <w:t xml:space="preserve">, </w:t>
      </w:r>
      <w:r w:rsidRPr="005D5566">
        <w:t>s</w:t>
      </w:r>
      <w:r w:rsidR="001C0413">
        <w:t>’</w:t>
      </w:r>
      <w:r w:rsidRPr="005D5566">
        <w:t>étant habillé à la hâte</w:t>
      </w:r>
      <w:r w:rsidR="001C0413">
        <w:t xml:space="preserve">, </w:t>
      </w:r>
      <w:r w:rsidRPr="005D5566">
        <w:t>il sortit</w:t>
      </w:r>
      <w:r w:rsidR="001C0413">
        <w:t xml:space="preserve">, </w:t>
      </w:r>
      <w:r w:rsidRPr="005D5566">
        <w:t>maussade</w:t>
      </w:r>
      <w:r w:rsidR="001C0413">
        <w:t>…</w:t>
      </w:r>
    </w:p>
    <w:p w14:paraId="19DC7F87" w14:textId="77777777" w:rsidR="001C0413" w:rsidRDefault="00530790" w:rsidP="001C0413">
      <w:r w:rsidRPr="005D5566">
        <w:t>La mère l</w:t>
      </w:r>
      <w:r w:rsidR="001C0413">
        <w:t>’</w:t>
      </w:r>
      <w:r w:rsidRPr="005D5566">
        <w:t>accompagna d</w:t>
      </w:r>
      <w:r w:rsidR="001C0413">
        <w:t>’</w:t>
      </w:r>
      <w:r w:rsidRPr="005D5566">
        <w:t>un regard de compassion</w:t>
      </w:r>
      <w:r w:rsidR="001C0413">
        <w:t xml:space="preserve">, </w:t>
      </w:r>
      <w:r w:rsidRPr="005D5566">
        <w:t>et dit à son fils</w:t>
      </w:r>
      <w:r w:rsidR="001C0413">
        <w:t> :</w:t>
      </w:r>
    </w:p>
    <w:p w14:paraId="32174F72" w14:textId="77777777" w:rsidR="001C0413" w:rsidRDefault="001C0413" w:rsidP="001C0413">
      <w:r>
        <w:t>— </w:t>
      </w:r>
      <w:r w:rsidR="00530790" w:rsidRPr="005D5566">
        <w:t>Tu diras ce que lu voudras</w:t>
      </w:r>
      <w:r>
        <w:t xml:space="preserve">, </w:t>
      </w:r>
      <w:r w:rsidR="00530790" w:rsidRPr="005D5566">
        <w:t>Pavel</w:t>
      </w:r>
      <w:r>
        <w:t xml:space="preserve">. </w:t>
      </w:r>
      <w:r w:rsidR="00530790" w:rsidRPr="005D5566">
        <w:t>Je le sais</w:t>
      </w:r>
      <w:r>
        <w:t xml:space="preserve"> : </w:t>
      </w:r>
      <w:r w:rsidR="00530790" w:rsidRPr="005D5566">
        <w:t>c</w:t>
      </w:r>
      <w:r>
        <w:t>’</w:t>
      </w:r>
      <w:r w:rsidR="00530790" w:rsidRPr="005D5566">
        <w:t>est un péché que de tuer un homme</w:t>
      </w:r>
      <w:r>
        <w:t xml:space="preserve">… </w:t>
      </w:r>
      <w:r w:rsidR="00530790" w:rsidRPr="005D5566">
        <w:t>et pourtant</w:t>
      </w:r>
      <w:r>
        <w:t xml:space="preserve">, </w:t>
      </w:r>
      <w:r w:rsidR="00530790" w:rsidRPr="005D5566">
        <w:t>je trouve que personne n</w:t>
      </w:r>
      <w:r>
        <w:t>’</w:t>
      </w:r>
      <w:r w:rsidR="00530790" w:rsidRPr="005D5566">
        <w:t>est coupable</w:t>
      </w:r>
      <w:r>
        <w:t xml:space="preserve">… </w:t>
      </w:r>
      <w:r w:rsidR="00530790" w:rsidRPr="005D5566">
        <w:t>En regardant Isaïe je me suis rappelée qu</w:t>
      </w:r>
      <w:r>
        <w:t>’</w:t>
      </w:r>
      <w:r w:rsidR="00530790" w:rsidRPr="005D5566">
        <w:t>il m</w:t>
      </w:r>
      <w:r>
        <w:t>’</w:t>
      </w:r>
      <w:r w:rsidR="00530790" w:rsidRPr="005D5566">
        <w:t>avait menacée de te faire pendre</w:t>
      </w:r>
      <w:r>
        <w:t xml:space="preserve">… </w:t>
      </w:r>
      <w:r w:rsidR="00530790" w:rsidRPr="005D5566">
        <w:t>Je n</w:t>
      </w:r>
      <w:r>
        <w:t>’</w:t>
      </w:r>
      <w:r w:rsidR="00530790" w:rsidRPr="005D5566">
        <w:t>avais plus d</w:t>
      </w:r>
      <w:r>
        <w:t>’</w:t>
      </w:r>
      <w:r w:rsidR="00530790" w:rsidRPr="005D5566">
        <w:t>irritation contre lui</w:t>
      </w:r>
      <w:r>
        <w:t xml:space="preserve">, </w:t>
      </w:r>
      <w:r w:rsidR="00530790" w:rsidRPr="005D5566">
        <w:t>ni de joie de ce qu</w:t>
      </w:r>
      <w:r>
        <w:t>’</w:t>
      </w:r>
      <w:r w:rsidR="00530790" w:rsidRPr="005D5566">
        <w:t>il était mort</w:t>
      </w:r>
      <w:r>
        <w:t xml:space="preserve">… </w:t>
      </w:r>
      <w:r w:rsidR="00530790" w:rsidRPr="005D5566">
        <w:t>Mais j</w:t>
      </w:r>
      <w:r>
        <w:t>’</w:t>
      </w:r>
      <w:r w:rsidR="00530790" w:rsidRPr="005D5566">
        <w:t>en avais pitié</w:t>
      </w:r>
      <w:r>
        <w:t xml:space="preserve">, </w:t>
      </w:r>
      <w:r w:rsidR="00530790" w:rsidRPr="005D5566">
        <w:t>tout bonnement</w:t>
      </w:r>
      <w:r>
        <w:t xml:space="preserve">… </w:t>
      </w:r>
      <w:r w:rsidR="00530790" w:rsidRPr="005D5566">
        <w:t>Et maintenant</w:t>
      </w:r>
      <w:r>
        <w:t xml:space="preserve">, </w:t>
      </w:r>
      <w:r w:rsidR="00530790" w:rsidRPr="005D5566">
        <w:t>voici qu</w:t>
      </w:r>
      <w:r>
        <w:t>’</w:t>
      </w:r>
      <w:r w:rsidR="00530790" w:rsidRPr="005D5566">
        <w:t>il ne me fait plus même pitié</w:t>
      </w:r>
      <w:r>
        <w:t>…</w:t>
      </w:r>
    </w:p>
    <w:p w14:paraId="613B8758" w14:textId="77777777" w:rsidR="001C0413" w:rsidRDefault="00530790" w:rsidP="001C0413">
      <w:r w:rsidRPr="005D5566">
        <w:t>Elle s</w:t>
      </w:r>
      <w:r w:rsidR="001C0413">
        <w:t>’</w:t>
      </w:r>
      <w:r w:rsidRPr="005D5566">
        <w:t>interrompit</w:t>
      </w:r>
      <w:r w:rsidR="001C0413">
        <w:t xml:space="preserve">, </w:t>
      </w:r>
      <w:r w:rsidRPr="005D5566">
        <w:t>réfléchit un instant et reprit en souriant d</w:t>
      </w:r>
      <w:r w:rsidR="001C0413">
        <w:t>’</w:t>
      </w:r>
      <w:r w:rsidRPr="005D5566">
        <w:t>étonnement</w:t>
      </w:r>
      <w:r w:rsidR="001C0413">
        <w:t> :</w:t>
      </w:r>
    </w:p>
    <w:p w14:paraId="5689E1E9" w14:textId="77777777" w:rsidR="001C0413" w:rsidRDefault="001C0413" w:rsidP="001C0413">
      <w:r>
        <w:t>— </w:t>
      </w:r>
      <w:r w:rsidR="00530790" w:rsidRPr="005D5566">
        <w:t>Seigneur Jésus</w:t>
      </w:r>
      <w:r>
        <w:t xml:space="preserve"> !… </w:t>
      </w:r>
      <w:r w:rsidR="00530790" w:rsidRPr="005D5566">
        <w:t>Pavel</w:t>
      </w:r>
      <w:r>
        <w:t xml:space="preserve">, </w:t>
      </w:r>
      <w:r w:rsidR="00530790" w:rsidRPr="005D5566">
        <w:t>entends-tu ce que je dis</w:t>
      </w:r>
      <w:r>
        <w:t> ?</w:t>
      </w:r>
    </w:p>
    <w:p w14:paraId="3068D2C7" w14:textId="77777777" w:rsidR="001C0413" w:rsidRDefault="00530790" w:rsidP="001C0413">
      <w:r w:rsidRPr="005D5566">
        <w:t>Pavel ne l</w:t>
      </w:r>
      <w:r w:rsidR="001C0413">
        <w:t>’</w:t>
      </w:r>
      <w:r w:rsidRPr="005D5566">
        <w:t>avait sans doute</w:t>
      </w:r>
      <w:r w:rsidR="001C0413">
        <w:t xml:space="preserve">, </w:t>
      </w:r>
      <w:r w:rsidRPr="005D5566">
        <w:t>pas écoutée</w:t>
      </w:r>
      <w:r w:rsidR="001C0413">
        <w:t xml:space="preserve">. </w:t>
      </w:r>
      <w:r w:rsidRPr="005D5566">
        <w:t>Tête baissée</w:t>
      </w:r>
      <w:r w:rsidR="001C0413">
        <w:t xml:space="preserve">, </w:t>
      </w:r>
      <w:r w:rsidRPr="005D5566">
        <w:t>il arpentait lentement la chambre</w:t>
      </w:r>
      <w:r w:rsidR="001C0413">
        <w:t xml:space="preserve"> ; </w:t>
      </w:r>
      <w:r w:rsidRPr="005D5566">
        <w:t>il s</w:t>
      </w:r>
      <w:r w:rsidR="001C0413">
        <w:t>’</w:t>
      </w:r>
      <w:r w:rsidRPr="005D5566">
        <w:t>écria d</w:t>
      </w:r>
      <w:r w:rsidR="001C0413">
        <w:t>’</w:t>
      </w:r>
      <w:r w:rsidRPr="005D5566">
        <w:t>une voix sombre</w:t>
      </w:r>
      <w:r w:rsidR="001C0413">
        <w:t> :</w:t>
      </w:r>
    </w:p>
    <w:p w14:paraId="61F5C496" w14:textId="77777777" w:rsidR="001C0413" w:rsidRDefault="001C0413" w:rsidP="001C0413">
      <w:r>
        <w:t>— </w:t>
      </w:r>
      <w:r w:rsidR="00530790" w:rsidRPr="005D5566">
        <w:t>La voilà</w:t>
      </w:r>
      <w:r>
        <w:t xml:space="preserve">, </w:t>
      </w:r>
      <w:r w:rsidR="00530790" w:rsidRPr="005D5566">
        <w:t>la vie</w:t>
      </w:r>
      <w:r>
        <w:t xml:space="preserve">, </w:t>
      </w:r>
      <w:r w:rsidR="00530790" w:rsidRPr="005D5566">
        <w:t>maman</w:t>
      </w:r>
      <w:r>
        <w:t xml:space="preserve"> ! </w:t>
      </w:r>
      <w:r w:rsidR="00530790" w:rsidRPr="005D5566">
        <w:t>Tu vois comme on a excité les hommes les uns contre les autres</w:t>
      </w:r>
      <w:r>
        <w:t xml:space="preserve"> ! </w:t>
      </w:r>
      <w:r w:rsidR="00530790" w:rsidRPr="005D5566">
        <w:t>Bon gré</w:t>
      </w:r>
      <w:r>
        <w:t xml:space="preserve">, </w:t>
      </w:r>
      <w:r w:rsidR="00530790" w:rsidRPr="005D5566">
        <w:t>mal gré</w:t>
      </w:r>
      <w:r>
        <w:t xml:space="preserve">, </w:t>
      </w:r>
      <w:r w:rsidR="00530790" w:rsidRPr="005D5566">
        <w:t>on est obligé de frapper</w:t>
      </w:r>
      <w:r>
        <w:t xml:space="preserve">. </w:t>
      </w:r>
      <w:r w:rsidR="00530790" w:rsidRPr="005D5566">
        <w:t>Et qui</w:t>
      </w:r>
      <w:r>
        <w:t xml:space="preserve"> ? </w:t>
      </w:r>
      <w:r w:rsidR="00530790" w:rsidRPr="005D5566">
        <w:t>Un homme aussi privé de droits que soi-même</w:t>
      </w:r>
      <w:r>
        <w:t xml:space="preserve">, </w:t>
      </w:r>
      <w:r w:rsidR="00530790" w:rsidRPr="005D5566">
        <w:t>un homme encore plus malheureux que soi</w:t>
      </w:r>
      <w:r>
        <w:t xml:space="preserve">, </w:t>
      </w:r>
      <w:r w:rsidR="00530790" w:rsidRPr="005D5566">
        <w:t>parce qu</w:t>
      </w:r>
      <w:r>
        <w:t>’</w:t>
      </w:r>
      <w:r w:rsidR="00530790" w:rsidRPr="005D5566">
        <w:t>il est bête</w:t>
      </w:r>
      <w:r>
        <w:t xml:space="preserve">… </w:t>
      </w:r>
      <w:r w:rsidR="00530790" w:rsidRPr="005D5566">
        <w:t>Les agents de police</w:t>
      </w:r>
      <w:r>
        <w:t xml:space="preserve">, </w:t>
      </w:r>
      <w:r w:rsidR="00530790" w:rsidRPr="005D5566">
        <w:t>les gendarmes</w:t>
      </w:r>
      <w:r>
        <w:t xml:space="preserve">, </w:t>
      </w:r>
      <w:r w:rsidR="00530790" w:rsidRPr="005D5566">
        <w:t>les espions</w:t>
      </w:r>
      <w:r>
        <w:t xml:space="preserve">, </w:t>
      </w:r>
      <w:r w:rsidR="00530790" w:rsidRPr="005D5566">
        <w:t>ce sont tous des ennemis pour nous</w:t>
      </w:r>
      <w:r>
        <w:t xml:space="preserve">, </w:t>
      </w:r>
      <w:r w:rsidR="00530790" w:rsidRPr="005D5566">
        <w:t>et pourtant</w:t>
      </w:r>
      <w:r>
        <w:t xml:space="preserve">, </w:t>
      </w:r>
      <w:r w:rsidR="00530790" w:rsidRPr="005D5566">
        <w:t>ce sont des gens comme nous</w:t>
      </w:r>
      <w:r>
        <w:t xml:space="preserve"> ; </w:t>
      </w:r>
      <w:r w:rsidR="00530790" w:rsidRPr="005D5566">
        <w:t>on les exploite</w:t>
      </w:r>
      <w:r>
        <w:t xml:space="preserve">, </w:t>
      </w:r>
      <w:r w:rsidR="00530790" w:rsidRPr="005D5566">
        <w:t>eux aussi</w:t>
      </w:r>
      <w:r>
        <w:t xml:space="preserve"> ; </w:t>
      </w:r>
      <w:r w:rsidR="00530790" w:rsidRPr="005D5566">
        <w:t>on ne les considère pas non plus comme des hommes</w:t>
      </w:r>
      <w:r>
        <w:t xml:space="preserve">. </w:t>
      </w:r>
      <w:r w:rsidR="00530790" w:rsidRPr="005D5566">
        <w:t>Et ainsi</w:t>
      </w:r>
      <w:r>
        <w:t xml:space="preserve">, </w:t>
      </w:r>
      <w:r w:rsidR="00530790" w:rsidRPr="005D5566">
        <w:t>on a opposé les hommes les uns aux autres</w:t>
      </w:r>
      <w:r>
        <w:t xml:space="preserve"> ; </w:t>
      </w:r>
      <w:r w:rsidR="00530790" w:rsidRPr="005D5566">
        <w:t>on les a aveuglés par la bêtise et la peur</w:t>
      </w:r>
      <w:r>
        <w:t xml:space="preserve">, </w:t>
      </w:r>
      <w:r w:rsidR="00530790" w:rsidRPr="005D5566">
        <w:t>on leur a lié les mains et les pieds</w:t>
      </w:r>
      <w:r>
        <w:t xml:space="preserve"> ; </w:t>
      </w:r>
      <w:r w:rsidR="00530790" w:rsidRPr="005D5566">
        <w:t>on les opprime et on les exploite</w:t>
      </w:r>
      <w:r>
        <w:t xml:space="preserve">, </w:t>
      </w:r>
      <w:r w:rsidR="00530790" w:rsidRPr="005D5566">
        <w:t>on les écrase et on les frappe les uns au moyen des autres</w:t>
      </w:r>
      <w:r>
        <w:t xml:space="preserve">. </w:t>
      </w:r>
      <w:r w:rsidR="00530790" w:rsidRPr="005D5566">
        <w:t xml:space="preserve">On a transformé les hommes en </w:t>
      </w:r>
      <w:r w:rsidR="00530790" w:rsidRPr="005D5566">
        <w:lastRenderedPageBreak/>
        <w:t>carabines</w:t>
      </w:r>
      <w:r>
        <w:t xml:space="preserve">, </w:t>
      </w:r>
      <w:r w:rsidR="00530790" w:rsidRPr="005D5566">
        <w:t>en gourdins</w:t>
      </w:r>
      <w:r>
        <w:t xml:space="preserve">, </w:t>
      </w:r>
      <w:r w:rsidR="00530790" w:rsidRPr="005D5566">
        <w:t>en cailloux</w:t>
      </w:r>
      <w:r>
        <w:t xml:space="preserve">, </w:t>
      </w:r>
      <w:r w:rsidR="00530790" w:rsidRPr="005D5566">
        <w:t>et on appelle cela de la civilisation</w:t>
      </w:r>
      <w:r>
        <w:t xml:space="preserve"> ! </w:t>
      </w:r>
      <w:r w:rsidR="00530790" w:rsidRPr="005D5566">
        <w:t>C</w:t>
      </w:r>
      <w:r>
        <w:t>’</w:t>
      </w:r>
      <w:r w:rsidR="00530790" w:rsidRPr="005D5566">
        <w:t>est le Gouvernement</w:t>
      </w:r>
      <w:r>
        <w:t xml:space="preserve">, </w:t>
      </w:r>
      <w:r w:rsidR="00530790" w:rsidRPr="005D5566">
        <w:t>l</w:t>
      </w:r>
      <w:r>
        <w:t>’</w:t>
      </w:r>
      <w:r w:rsidR="00530790" w:rsidRPr="005D5566">
        <w:t>État</w:t>
      </w:r>
      <w:r>
        <w:t>…</w:t>
      </w:r>
    </w:p>
    <w:p w14:paraId="4F341DFA" w14:textId="77777777" w:rsidR="001C0413" w:rsidRDefault="00530790" w:rsidP="001C0413">
      <w:r w:rsidRPr="005D5566">
        <w:t>Il s</w:t>
      </w:r>
      <w:r w:rsidR="001C0413">
        <w:t>’</w:t>
      </w:r>
      <w:r w:rsidRPr="005D5566">
        <w:t>approcha de sa mère</w:t>
      </w:r>
      <w:r w:rsidR="001C0413">
        <w:t>.</w:t>
      </w:r>
    </w:p>
    <w:p w14:paraId="43F3D3C9" w14:textId="77777777" w:rsidR="001C0413" w:rsidRDefault="001C0413" w:rsidP="001C0413">
      <w:r>
        <w:t>— </w:t>
      </w:r>
      <w:r w:rsidR="00530790" w:rsidRPr="005D5566">
        <w:t>C</w:t>
      </w:r>
      <w:r>
        <w:t>’</w:t>
      </w:r>
      <w:r w:rsidR="00530790" w:rsidRPr="005D5566">
        <w:t>est cela qui est crime</w:t>
      </w:r>
      <w:r>
        <w:t xml:space="preserve">, </w:t>
      </w:r>
      <w:r w:rsidR="00530790" w:rsidRPr="005D5566">
        <w:t>mère</w:t>
      </w:r>
      <w:r>
        <w:t xml:space="preserve"> ! </w:t>
      </w:r>
      <w:r w:rsidR="00530790" w:rsidRPr="005D5566">
        <w:t>Un atroce assassinat de millions d</w:t>
      </w:r>
      <w:r>
        <w:t>’</w:t>
      </w:r>
      <w:r w:rsidR="00530790" w:rsidRPr="005D5566">
        <w:t>hommes</w:t>
      </w:r>
      <w:r>
        <w:t xml:space="preserve">, </w:t>
      </w:r>
      <w:r w:rsidR="00530790" w:rsidRPr="005D5566">
        <w:t>un meurtre d</w:t>
      </w:r>
      <w:r>
        <w:t>’</w:t>
      </w:r>
      <w:r w:rsidR="00530790" w:rsidRPr="005D5566">
        <w:t>âmes</w:t>
      </w:r>
      <w:r>
        <w:t xml:space="preserve"> !… </w:t>
      </w:r>
      <w:r w:rsidR="00530790" w:rsidRPr="005D5566">
        <w:t>Comprends-tu</w:t>
      </w:r>
      <w:r>
        <w:t xml:space="preserve"> ? </w:t>
      </w:r>
      <w:r w:rsidR="00530790" w:rsidRPr="005D5566">
        <w:t>on tue les âmes</w:t>
      </w:r>
      <w:r>
        <w:t xml:space="preserve"> ! </w:t>
      </w:r>
      <w:r w:rsidR="00530790" w:rsidRPr="005D5566">
        <w:t>Tu vois la différence entre nos ennemis et nous</w:t>
      </w:r>
      <w:r>
        <w:t xml:space="preserve"> : </w:t>
      </w:r>
      <w:r w:rsidR="00530790" w:rsidRPr="005D5566">
        <w:t>quand l</w:t>
      </w:r>
      <w:r>
        <w:t>’</w:t>
      </w:r>
      <w:r w:rsidR="00530790" w:rsidRPr="005D5566">
        <w:t>un de nous frappe un homme</w:t>
      </w:r>
      <w:r>
        <w:t xml:space="preserve">, </w:t>
      </w:r>
      <w:r w:rsidR="00530790" w:rsidRPr="005D5566">
        <w:t>il en est honteux</w:t>
      </w:r>
      <w:r>
        <w:t xml:space="preserve">, </w:t>
      </w:r>
      <w:r w:rsidR="00530790" w:rsidRPr="005D5566">
        <w:t>dégoûté</w:t>
      </w:r>
      <w:r>
        <w:t xml:space="preserve">, </w:t>
      </w:r>
      <w:r w:rsidR="00530790" w:rsidRPr="005D5566">
        <w:t>il en souffre</w:t>
      </w:r>
      <w:r>
        <w:t xml:space="preserve">… </w:t>
      </w:r>
      <w:r w:rsidR="00530790" w:rsidRPr="005D5566">
        <w:t>mais il est surtout écœuré</w:t>
      </w:r>
      <w:r>
        <w:t xml:space="preserve">. </w:t>
      </w:r>
      <w:r w:rsidR="00530790" w:rsidRPr="005D5566">
        <w:t>Les autres</w:t>
      </w:r>
      <w:r>
        <w:t xml:space="preserve">, </w:t>
      </w:r>
      <w:r w:rsidR="00530790" w:rsidRPr="005D5566">
        <w:t>en revanche</w:t>
      </w:r>
      <w:r>
        <w:t xml:space="preserve">, </w:t>
      </w:r>
      <w:r w:rsidR="00530790" w:rsidRPr="005D5566">
        <w:t>ils assassinent les gens par milliers</w:t>
      </w:r>
      <w:r>
        <w:t xml:space="preserve">, </w:t>
      </w:r>
      <w:r w:rsidR="00530790" w:rsidRPr="005D5566">
        <w:t>tranquillement</w:t>
      </w:r>
      <w:r>
        <w:t xml:space="preserve">, </w:t>
      </w:r>
      <w:r w:rsidR="00530790" w:rsidRPr="005D5566">
        <w:t>sans pitié</w:t>
      </w:r>
      <w:r>
        <w:t xml:space="preserve">, </w:t>
      </w:r>
      <w:r w:rsidR="00530790" w:rsidRPr="005D5566">
        <w:t>sans frémir</w:t>
      </w:r>
      <w:r>
        <w:t xml:space="preserve"> ; </w:t>
      </w:r>
      <w:r w:rsidR="00530790" w:rsidRPr="005D5566">
        <w:t>ils tuent avec joie</w:t>
      </w:r>
      <w:r>
        <w:t xml:space="preserve">, </w:t>
      </w:r>
      <w:r w:rsidR="00530790" w:rsidRPr="005D5566">
        <w:t>oui</w:t>
      </w:r>
      <w:r>
        <w:t xml:space="preserve">, </w:t>
      </w:r>
      <w:r w:rsidR="00530790" w:rsidRPr="005D5566">
        <w:t>avec joie</w:t>
      </w:r>
      <w:r>
        <w:t xml:space="preserve"> !… </w:t>
      </w:r>
      <w:r w:rsidR="00530790" w:rsidRPr="005D5566">
        <w:t>Et ils oppriment ainsi tout le monde</w:t>
      </w:r>
      <w:r>
        <w:t xml:space="preserve">, </w:t>
      </w:r>
      <w:r w:rsidR="00530790" w:rsidRPr="005D5566">
        <w:t>uniquement pour conserver le bois de leur maison</w:t>
      </w:r>
      <w:r>
        <w:t xml:space="preserve">, </w:t>
      </w:r>
      <w:r w:rsidR="00530790" w:rsidRPr="005D5566">
        <w:t>leurs meubles</w:t>
      </w:r>
      <w:r>
        <w:t xml:space="preserve">, </w:t>
      </w:r>
      <w:r w:rsidR="00530790" w:rsidRPr="005D5566">
        <w:t>leur or</w:t>
      </w:r>
      <w:r>
        <w:t xml:space="preserve">, </w:t>
      </w:r>
      <w:r w:rsidR="00530790" w:rsidRPr="005D5566">
        <w:t>l</w:t>
      </w:r>
      <w:r>
        <w:t>’</w:t>
      </w:r>
      <w:r w:rsidR="00530790" w:rsidRPr="005D5566">
        <w:t>argent</w:t>
      </w:r>
      <w:r>
        <w:t xml:space="preserve">, </w:t>
      </w:r>
      <w:r w:rsidR="00530790" w:rsidRPr="005D5566">
        <w:t>des chiffons de papier inutiles</w:t>
      </w:r>
      <w:r>
        <w:t xml:space="preserve">, </w:t>
      </w:r>
      <w:r w:rsidR="00530790" w:rsidRPr="005D5566">
        <w:t>toutes ces misérables vétilles qui leur donnent de l</w:t>
      </w:r>
      <w:r>
        <w:t>’</w:t>
      </w:r>
      <w:r w:rsidR="00530790" w:rsidRPr="005D5566">
        <w:t>autorité sur leurs semblables</w:t>
      </w:r>
      <w:r>
        <w:t xml:space="preserve">. </w:t>
      </w:r>
      <w:r w:rsidR="00530790" w:rsidRPr="005D5566">
        <w:t>Penses-y</w:t>
      </w:r>
      <w:r>
        <w:t xml:space="preserve">, </w:t>
      </w:r>
      <w:r w:rsidR="00530790" w:rsidRPr="005D5566">
        <w:t>ce n</w:t>
      </w:r>
      <w:r>
        <w:t>’</w:t>
      </w:r>
      <w:r w:rsidR="00530790" w:rsidRPr="005D5566">
        <w:t>est pas pour se protéger eux-mêmes qu</w:t>
      </w:r>
      <w:r>
        <w:t>’</w:t>
      </w:r>
      <w:r w:rsidR="00530790" w:rsidRPr="005D5566">
        <w:t>ils tuent le peuple</w:t>
      </w:r>
      <w:r>
        <w:t xml:space="preserve">, </w:t>
      </w:r>
      <w:r w:rsidR="00530790" w:rsidRPr="005D5566">
        <w:t>qu</w:t>
      </w:r>
      <w:r>
        <w:t>’</w:t>
      </w:r>
      <w:r w:rsidR="00530790" w:rsidRPr="005D5566">
        <w:t>ils mutilent les âmes</w:t>
      </w:r>
      <w:r>
        <w:t xml:space="preserve">, </w:t>
      </w:r>
      <w:r w:rsidR="00530790" w:rsidRPr="005D5566">
        <w:t>ce n</w:t>
      </w:r>
      <w:r>
        <w:t>’</w:t>
      </w:r>
      <w:r w:rsidR="00530790" w:rsidRPr="005D5566">
        <w:t>est pas pour eux-mêmes qu</w:t>
      </w:r>
      <w:r>
        <w:t>’</w:t>
      </w:r>
      <w:r w:rsidR="00530790" w:rsidRPr="005D5566">
        <w:t>ils le font</w:t>
      </w:r>
      <w:r>
        <w:t xml:space="preserve">, </w:t>
      </w:r>
      <w:r w:rsidR="00530790" w:rsidRPr="005D5566">
        <w:t>mais pour défendre leur propriété</w:t>
      </w:r>
      <w:r>
        <w:t>.</w:t>
      </w:r>
    </w:p>
    <w:p w14:paraId="25EB3FEC" w14:textId="77777777" w:rsidR="001C0413" w:rsidRDefault="00530790" w:rsidP="001C0413">
      <w:r w:rsidRPr="005D5566">
        <w:t>Pavel saisit la main de sa mère et l</w:t>
      </w:r>
      <w:r w:rsidR="001C0413">
        <w:t>’</w:t>
      </w:r>
      <w:r w:rsidRPr="005D5566">
        <w:t>étreignit en se penchant vers elle</w:t>
      </w:r>
      <w:r w:rsidR="001C0413">
        <w:t> :</w:t>
      </w:r>
    </w:p>
    <w:p w14:paraId="14EEEEC5" w14:textId="77777777" w:rsidR="001C0413" w:rsidRDefault="001C0413" w:rsidP="001C0413">
      <w:r>
        <w:t>— </w:t>
      </w:r>
      <w:r w:rsidR="00530790" w:rsidRPr="005D5566">
        <w:t>Si tu pouvais ressentir toute cette abomination</w:t>
      </w:r>
      <w:r>
        <w:t xml:space="preserve">, </w:t>
      </w:r>
      <w:r w:rsidR="00530790" w:rsidRPr="005D5566">
        <w:t>cette infecte pourriture</w:t>
      </w:r>
      <w:r>
        <w:t xml:space="preserve">… </w:t>
      </w:r>
      <w:r w:rsidR="00530790" w:rsidRPr="005D5566">
        <w:t>tu comprendrais que nous avons raison</w:t>
      </w:r>
      <w:r>
        <w:t xml:space="preserve">… </w:t>
      </w:r>
      <w:r w:rsidR="00530790" w:rsidRPr="005D5566">
        <w:t>tu verrais comme notre cause est grande et belle</w:t>
      </w:r>
      <w:r>
        <w:t> !</w:t>
      </w:r>
    </w:p>
    <w:p w14:paraId="28D32082" w14:textId="77777777" w:rsidR="001C0413" w:rsidRDefault="00530790" w:rsidP="001C0413">
      <w:r w:rsidRPr="005D5566">
        <w:t>La mère se leva</w:t>
      </w:r>
      <w:r w:rsidR="001C0413">
        <w:t xml:space="preserve">, </w:t>
      </w:r>
      <w:r w:rsidRPr="005D5566">
        <w:t>tout émue</w:t>
      </w:r>
      <w:r w:rsidR="001C0413">
        <w:t xml:space="preserve"> ; </w:t>
      </w:r>
      <w:r w:rsidRPr="005D5566">
        <w:t>elle était pleine du désir de fondre son cœur avec celui de son fils en un même brasier</w:t>
      </w:r>
      <w:r w:rsidR="001C0413">
        <w:t>.</w:t>
      </w:r>
    </w:p>
    <w:p w14:paraId="0EA260EC" w14:textId="77777777" w:rsidR="001C0413" w:rsidRDefault="001C0413" w:rsidP="001C0413">
      <w:r>
        <w:t>— </w:t>
      </w:r>
      <w:r w:rsidR="00530790" w:rsidRPr="005D5566">
        <w:t>Attends</w:t>
      </w:r>
      <w:r>
        <w:t xml:space="preserve">, </w:t>
      </w:r>
      <w:r w:rsidR="00530790" w:rsidRPr="005D5566">
        <w:t>Pavel</w:t>
      </w:r>
      <w:r>
        <w:t xml:space="preserve">… </w:t>
      </w:r>
      <w:r w:rsidR="00530790" w:rsidRPr="005D5566">
        <w:t>attends</w:t>
      </w:r>
      <w:r>
        <w:t xml:space="preserve"> ! </w:t>
      </w:r>
      <w:r w:rsidR="00530790" w:rsidRPr="005D5566">
        <w:t>chuchota-t-elle</w:t>
      </w:r>
      <w:r>
        <w:t xml:space="preserve">, </w:t>
      </w:r>
      <w:r w:rsidR="00530790" w:rsidRPr="005D5566">
        <w:t>haletante</w:t>
      </w:r>
      <w:r>
        <w:t xml:space="preserve">. </w:t>
      </w:r>
      <w:r w:rsidR="00530790" w:rsidRPr="005D5566">
        <w:t>Je comprends</w:t>
      </w:r>
      <w:r>
        <w:t xml:space="preserve">, </w:t>
      </w:r>
      <w:r w:rsidR="00530790" w:rsidRPr="005D5566">
        <w:t>je sens</w:t>
      </w:r>
      <w:r>
        <w:t xml:space="preserve">… </w:t>
      </w:r>
      <w:r w:rsidR="00530790" w:rsidRPr="005D5566">
        <w:t>attends</w:t>
      </w:r>
      <w:r>
        <w:t> !</w:t>
      </w:r>
    </w:p>
    <w:p w14:paraId="277037F6" w14:textId="4692F3DE" w:rsidR="00530790" w:rsidRPr="003B37B8" w:rsidRDefault="00530790" w:rsidP="001C0413">
      <w:pPr>
        <w:pStyle w:val="Titre2"/>
        <w:rPr>
          <w:szCs w:val="44"/>
        </w:rPr>
      </w:pPr>
      <w:bookmarkStart w:id="26" w:name="_Toc202279547"/>
      <w:r w:rsidRPr="003B37B8">
        <w:rPr>
          <w:szCs w:val="44"/>
        </w:rPr>
        <w:lastRenderedPageBreak/>
        <w:t>XXV</w:t>
      </w:r>
      <w:bookmarkEnd w:id="26"/>
      <w:r w:rsidRPr="003B37B8">
        <w:rPr>
          <w:szCs w:val="44"/>
        </w:rPr>
        <w:br/>
      </w:r>
    </w:p>
    <w:p w14:paraId="6AA1818B" w14:textId="77777777" w:rsidR="001C0413" w:rsidRDefault="00530790" w:rsidP="001C0413">
      <w:r w:rsidRPr="005D5566">
        <w:t>Sous l</w:t>
      </w:r>
      <w:r w:rsidR="001C0413">
        <w:t>’</w:t>
      </w:r>
      <w:r w:rsidRPr="005D5566">
        <w:t>auvent</w:t>
      </w:r>
      <w:r w:rsidR="001C0413">
        <w:t xml:space="preserve">, </w:t>
      </w:r>
      <w:r w:rsidRPr="005D5566">
        <w:t>quelqu</w:t>
      </w:r>
      <w:r w:rsidR="001C0413">
        <w:t>’</w:t>
      </w:r>
      <w:r w:rsidRPr="005D5566">
        <w:t>un venait d</w:t>
      </w:r>
      <w:r w:rsidR="001C0413">
        <w:t>’</w:t>
      </w:r>
      <w:r w:rsidRPr="005D5566">
        <w:t>arriver et remuait avec bruit</w:t>
      </w:r>
      <w:r w:rsidR="001C0413">
        <w:t xml:space="preserve">. </w:t>
      </w:r>
      <w:r w:rsidRPr="005D5566">
        <w:t>La mère et le fils se regardèrent en tressaillant</w:t>
      </w:r>
      <w:r w:rsidR="001C0413">
        <w:t>.</w:t>
      </w:r>
    </w:p>
    <w:p w14:paraId="2D06B374" w14:textId="77777777" w:rsidR="001C0413" w:rsidRDefault="00530790" w:rsidP="001C0413">
      <w:r w:rsidRPr="005D5566">
        <w:t>La porte s</w:t>
      </w:r>
      <w:r w:rsidR="001C0413">
        <w:t>’</w:t>
      </w:r>
      <w:r w:rsidRPr="005D5566">
        <w:t>ouvrit lentement et livra passage à Rybine</w:t>
      </w:r>
      <w:r w:rsidR="001C0413">
        <w:t xml:space="preserve">, </w:t>
      </w:r>
      <w:r w:rsidRPr="005D5566">
        <w:t>qui entra en se courbant</w:t>
      </w:r>
      <w:r w:rsidR="001C0413">
        <w:t>.</w:t>
      </w:r>
    </w:p>
    <w:p w14:paraId="4B7EC72D" w14:textId="77777777" w:rsidR="001C0413" w:rsidRDefault="001C0413" w:rsidP="001C0413">
      <w:r>
        <w:t>— </w:t>
      </w:r>
      <w:r w:rsidR="00530790" w:rsidRPr="005D5566">
        <w:t>Voilà</w:t>
      </w:r>
      <w:r>
        <w:t xml:space="preserve"> ! </w:t>
      </w:r>
      <w:r w:rsidR="00530790" w:rsidRPr="005D5566">
        <w:t>dit-il en relevant la tête et en souriant</w:t>
      </w:r>
      <w:r>
        <w:t xml:space="preserve">. </w:t>
      </w:r>
      <w:r w:rsidR="00530790" w:rsidRPr="005D5566">
        <w:t>Ah</w:t>
      </w:r>
      <w:r>
        <w:t xml:space="preserve"> ! </w:t>
      </w:r>
      <w:r w:rsidR="00530790" w:rsidRPr="005D5566">
        <w:t>je me suis bien ennuyé de vous et je suis heureux de vous revoir</w:t>
      </w:r>
      <w:r>
        <w:t> !</w:t>
      </w:r>
    </w:p>
    <w:p w14:paraId="2FE19503" w14:textId="77777777" w:rsidR="001C0413" w:rsidRDefault="00530790" w:rsidP="001C0413">
      <w:r w:rsidRPr="005D5566">
        <w:t>Il était vêtu d</w:t>
      </w:r>
      <w:r w:rsidR="001C0413">
        <w:t>’</w:t>
      </w:r>
      <w:r w:rsidRPr="005D5566">
        <w:t>une courte pelisse</w:t>
      </w:r>
      <w:r w:rsidR="001C0413">
        <w:t xml:space="preserve">, </w:t>
      </w:r>
      <w:r w:rsidRPr="005D5566">
        <w:t>toute tachée de goudron</w:t>
      </w:r>
      <w:r w:rsidR="001C0413">
        <w:t xml:space="preserve">, </w:t>
      </w:r>
      <w:r w:rsidRPr="005D5566">
        <w:t xml:space="preserve">et chaussé de souliers de </w:t>
      </w:r>
      <w:r w:rsidRPr="00D210FA">
        <w:t>tille</w:t>
      </w:r>
      <w:r w:rsidR="001C0413">
        <w:t xml:space="preserve"> ; </w:t>
      </w:r>
      <w:r w:rsidRPr="005D5566">
        <w:t>des moufles noires pendaient à sa ceinture</w:t>
      </w:r>
      <w:r w:rsidR="001C0413">
        <w:t xml:space="preserve"> ; </w:t>
      </w:r>
      <w:r w:rsidRPr="005D5566">
        <w:t>il était coiffé d</w:t>
      </w:r>
      <w:r w:rsidR="001C0413">
        <w:t>’</w:t>
      </w:r>
      <w:r w:rsidRPr="005D5566">
        <w:t>une casquette de fourrure</w:t>
      </w:r>
      <w:r w:rsidR="001C0413">
        <w:t>.</w:t>
      </w:r>
    </w:p>
    <w:p w14:paraId="3295015D" w14:textId="77777777" w:rsidR="001C0413" w:rsidRDefault="001C0413" w:rsidP="001C0413">
      <w:r>
        <w:t>— </w:t>
      </w:r>
      <w:r w:rsidR="00530790" w:rsidRPr="005D5566">
        <w:t>Comment va la santé</w:t>
      </w:r>
      <w:r>
        <w:t xml:space="preserve"> ? </w:t>
      </w:r>
      <w:r w:rsidR="00530790" w:rsidRPr="005D5566">
        <w:t>On t</w:t>
      </w:r>
      <w:r>
        <w:t>’</w:t>
      </w:r>
      <w:r w:rsidR="00530790" w:rsidRPr="005D5566">
        <w:t>a relâché</w:t>
      </w:r>
      <w:r>
        <w:t xml:space="preserve">, </w:t>
      </w:r>
      <w:r w:rsidR="00530790" w:rsidRPr="005D5566">
        <w:t>Pavel</w:t>
      </w:r>
      <w:r>
        <w:t xml:space="preserve"> ? </w:t>
      </w:r>
      <w:r w:rsidR="00530790" w:rsidRPr="005D5566">
        <w:t>Comment vas-tu</w:t>
      </w:r>
      <w:r>
        <w:t xml:space="preserve">, </w:t>
      </w:r>
      <w:r w:rsidR="00530790" w:rsidRPr="005D5566">
        <w:t>mère</w:t>
      </w:r>
      <w:r>
        <w:t> ?</w:t>
      </w:r>
    </w:p>
    <w:p w14:paraId="63DE2BE7" w14:textId="77777777" w:rsidR="001C0413" w:rsidRDefault="00530790" w:rsidP="001C0413">
      <w:r w:rsidRPr="005D5566">
        <w:t>Rybine souriait en montrant ses dents blanches</w:t>
      </w:r>
      <w:r w:rsidR="001C0413">
        <w:t xml:space="preserve"> ; </w:t>
      </w:r>
      <w:r w:rsidRPr="005D5566">
        <w:t>sa voix était plus douce qu</w:t>
      </w:r>
      <w:r w:rsidR="001C0413">
        <w:t>’</w:t>
      </w:r>
      <w:r w:rsidRPr="005D5566">
        <w:t>autrefois</w:t>
      </w:r>
      <w:r w:rsidR="001C0413">
        <w:t xml:space="preserve"> ; </w:t>
      </w:r>
      <w:r w:rsidRPr="005D5566">
        <w:t>son visage</w:t>
      </w:r>
      <w:r w:rsidR="001C0413">
        <w:t xml:space="preserve">, </w:t>
      </w:r>
      <w:r w:rsidRPr="005D5566">
        <w:t>encore plus mangé par sa barbe</w:t>
      </w:r>
      <w:r w:rsidR="001C0413">
        <w:t xml:space="preserve">. </w:t>
      </w:r>
      <w:r w:rsidRPr="005D5566">
        <w:t>Contente de le revoir</w:t>
      </w:r>
      <w:r w:rsidR="001C0413">
        <w:t xml:space="preserve">, </w:t>
      </w:r>
      <w:r w:rsidRPr="005D5566">
        <w:t>la mère alla au-devant de lui</w:t>
      </w:r>
      <w:r w:rsidR="001C0413">
        <w:t xml:space="preserve">, </w:t>
      </w:r>
      <w:r w:rsidRPr="005D5566">
        <w:t>serra sa grande main noire</w:t>
      </w:r>
      <w:r w:rsidR="001C0413">
        <w:t xml:space="preserve">, </w:t>
      </w:r>
      <w:r w:rsidRPr="005D5566">
        <w:t>et dit en aspirant l</w:t>
      </w:r>
      <w:r w:rsidR="001C0413">
        <w:t>’</w:t>
      </w:r>
      <w:r w:rsidRPr="005D5566">
        <w:t>odeur de goudron violente et saine qu</w:t>
      </w:r>
      <w:r w:rsidR="001C0413">
        <w:t>’</w:t>
      </w:r>
      <w:r w:rsidRPr="005D5566">
        <w:t>il apportait avec lui</w:t>
      </w:r>
      <w:r w:rsidR="001C0413">
        <w:t> :</w:t>
      </w:r>
    </w:p>
    <w:p w14:paraId="0B692057" w14:textId="77777777" w:rsidR="001C0413" w:rsidRDefault="001C0413" w:rsidP="001C0413">
      <w:r>
        <w:t>— </w:t>
      </w:r>
      <w:r w:rsidR="00530790" w:rsidRPr="005D5566">
        <w:t>Ah</w:t>
      </w:r>
      <w:r>
        <w:t xml:space="preserve"> ! </w:t>
      </w:r>
      <w:r w:rsidR="00530790" w:rsidRPr="005D5566">
        <w:t>c</w:t>
      </w:r>
      <w:r>
        <w:t>’</w:t>
      </w:r>
      <w:r w:rsidR="00530790" w:rsidRPr="005D5566">
        <w:t>est toi</w:t>
      </w:r>
      <w:r>
        <w:t xml:space="preserve">… </w:t>
      </w:r>
      <w:r w:rsidR="00530790" w:rsidRPr="005D5566">
        <w:t>Eh bien</w:t>
      </w:r>
      <w:r>
        <w:t xml:space="preserve">, </w:t>
      </w:r>
      <w:r w:rsidR="00530790" w:rsidRPr="005D5566">
        <w:t>je suis heureuse</w:t>
      </w:r>
      <w:r>
        <w:t> !…</w:t>
      </w:r>
    </w:p>
    <w:p w14:paraId="3A6AA03B" w14:textId="77777777" w:rsidR="001C0413" w:rsidRDefault="001C0413" w:rsidP="001C0413">
      <w:r>
        <w:t>— </w:t>
      </w:r>
      <w:r w:rsidR="00530790" w:rsidRPr="005D5566">
        <w:t>Tu fais un beau paysan</w:t>
      </w:r>
      <w:r>
        <w:t xml:space="preserve">, </w:t>
      </w:r>
      <w:r w:rsidR="00530790" w:rsidRPr="005D5566">
        <w:t>dit Pavel en souriant</w:t>
      </w:r>
      <w:r>
        <w:t>.</w:t>
      </w:r>
    </w:p>
    <w:p w14:paraId="1C56274D" w14:textId="77777777" w:rsidR="001C0413" w:rsidRDefault="00530790" w:rsidP="001C0413">
      <w:r w:rsidRPr="005D5566">
        <w:t>Rybine répondit en se débarrassant de son manteau</w:t>
      </w:r>
      <w:r w:rsidR="001C0413">
        <w:t xml:space="preserve">, </w:t>
      </w:r>
      <w:r w:rsidRPr="005D5566">
        <w:t>sans s</w:t>
      </w:r>
      <w:r w:rsidRPr="005D5566">
        <w:rPr>
          <w:bCs/>
        </w:rPr>
        <w:t xml:space="preserve">e </w:t>
      </w:r>
      <w:r w:rsidRPr="005D5566">
        <w:t>presser</w:t>
      </w:r>
      <w:r w:rsidR="001C0413">
        <w:t> :</w:t>
      </w:r>
    </w:p>
    <w:p w14:paraId="7EA65E3D" w14:textId="77777777" w:rsidR="001C0413" w:rsidRDefault="001C0413" w:rsidP="001C0413">
      <w:r>
        <w:t>— </w:t>
      </w:r>
      <w:r w:rsidR="00530790" w:rsidRPr="005D5566">
        <w:t>Oui</w:t>
      </w:r>
      <w:r>
        <w:t xml:space="preserve">, </w:t>
      </w:r>
      <w:r w:rsidR="00530790" w:rsidRPr="005D5566">
        <w:t>je suis redevenu campagnard</w:t>
      </w:r>
      <w:r>
        <w:t xml:space="preserve">. </w:t>
      </w:r>
      <w:r w:rsidR="00530790" w:rsidRPr="005D5566">
        <w:t>Vous autres</w:t>
      </w:r>
      <w:r>
        <w:t xml:space="preserve">, </w:t>
      </w:r>
      <w:r w:rsidR="00530790" w:rsidRPr="005D5566">
        <w:t>vous vous transformez peu à peu en messieurs</w:t>
      </w:r>
      <w:r>
        <w:t xml:space="preserve">, </w:t>
      </w:r>
      <w:r w:rsidR="00530790" w:rsidRPr="005D5566">
        <w:t>mais moi</w:t>
      </w:r>
      <w:r>
        <w:t xml:space="preserve">, </w:t>
      </w:r>
      <w:r w:rsidR="00530790" w:rsidRPr="005D5566">
        <w:t>je retourne en arrière</w:t>
      </w:r>
      <w:r>
        <w:t xml:space="preserve">, </w:t>
      </w:r>
      <w:r w:rsidR="00530790" w:rsidRPr="005D5566">
        <w:t>voilà</w:t>
      </w:r>
      <w:r>
        <w:t> !</w:t>
      </w:r>
    </w:p>
    <w:p w14:paraId="2332D023" w14:textId="77777777" w:rsidR="001C0413" w:rsidRDefault="00530790" w:rsidP="001C0413">
      <w:r w:rsidRPr="005D5566">
        <w:lastRenderedPageBreak/>
        <w:t>Et tout en arrangeant sa blouse de coutil</w:t>
      </w:r>
      <w:r w:rsidR="001C0413">
        <w:t xml:space="preserve">, </w:t>
      </w:r>
      <w:r w:rsidRPr="005D5566">
        <w:t>il passa dans la chambre</w:t>
      </w:r>
      <w:r w:rsidR="001C0413">
        <w:t xml:space="preserve">, </w:t>
      </w:r>
      <w:r w:rsidRPr="005D5566">
        <w:t>qu</w:t>
      </w:r>
      <w:r w:rsidR="001C0413">
        <w:t>’</w:t>
      </w:r>
      <w:r w:rsidRPr="005D5566">
        <w:t>il examina d</w:t>
      </w:r>
      <w:r w:rsidR="001C0413">
        <w:t>’</w:t>
      </w:r>
      <w:r w:rsidRPr="005D5566">
        <w:t>un coup d</w:t>
      </w:r>
      <w:r w:rsidR="001C0413">
        <w:t>’</w:t>
      </w:r>
      <w:r w:rsidRPr="005D5566">
        <w:t>œil circulaire</w:t>
      </w:r>
      <w:r w:rsidR="001C0413">
        <w:t>.</w:t>
      </w:r>
    </w:p>
    <w:p w14:paraId="714DBFB8" w14:textId="77777777" w:rsidR="001C0413" w:rsidRDefault="001C0413" w:rsidP="001C0413">
      <w:r>
        <w:t>— </w:t>
      </w:r>
      <w:r w:rsidR="00530790" w:rsidRPr="005D5566">
        <w:t>Vous n</w:t>
      </w:r>
      <w:r>
        <w:t>’</w:t>
      </w:r>
      <w:r w:rsidR="00530790" w:rsidRPr="005D5566">
        <w:t>avez pas plus de meubles qu</w:t>
      </w:r>
      <w:r>
        <w:t>’</w:t>
      </w:r>
      <w:r w:rsidR="00530790" w:rsidRPr="005D5566">
        <w:t>avant</w:t>
      </w:r>
      <w:r>
        <w:t xml:space="preserve">, </w:t>
      </w:r>
      <w:r w:rsidR="00530790" w:rsidRPr="005D5566">
        <w:t>à ce que je vois</w:t>
      </w:r>
      <w:r>
        <w:t xml:space="preserve">, </w:t>
      </w:r>
      <w:r w:rsidR="00530790" w:rsidRPr="005D5566">
        <w:t>fit-il</w:t>
      </w:r>
      <w:r>
        <w:t xml:space="preserve">, </w:t>
      </w:r>
      <w:r w:rsidR="00530790" w:rsidRPr="005D5566">
        <w:t>ce sont les livres seulement qui ont augmenté</w:t>
      </w:r>
      <w:r>
        <w:t xml:space="preserve">… </w:t>
      </w:r>
      <w:r w:rsidR="00530790" w:rsidRPr="005D5566">
        <w:t>voilà</w:t>
      </w:r>
      <w:r>
        <w:t xml:space="preserve"> ! </w:t>
      </w:r>
      <w:r w:rsidR="00530790" w:rsidRPr="005D5566">
        <w:t>C</w:t>
      </w:r>
      <w:r>
        <w:t>’</w:t>
      </w:r>
      <w:r w:rsidR="00530790" w:rsidRPr="005D5566">
        <w:t>est la plus précieuse propriété qu</w:t>
      </w:r>
      <w:r>
        <w:t>’</w:t>
      </w:r>
      <w:r w:rsidR="00530790" w:rsidRPr="005D5566">
        <w:t>on puisse avoir maintenant</w:t>
      </w:r>
      <w:r>
        <w:t xml:space="preserve">… </w:t>
      </w:r>
      <w:r w:rsidR="00530790" w:rsidRPr="005D5566">
        <w:t>c</w:t>
      </w:r>
      <w:r>
        <w:t>’</w:t>
      </w:r>
      <w:r w:rsidR="00530790" w:rsidRPr="005D5566">
        <w:t>est vrai</w:t>
      </w:r>
      <w:r>
        <w:t xml:space="preserve"> ! </w:t>
      </w:r>
      <w:r w:rsidR="00530790" w:rsidRPr="005D5566">
        <w:t>Eh bien</w:t>
      </w:r>
      <w:r>
        <w:t xml:space="preserve">, </w:t>
      </w:r>
      <w:r w:rsidR="00530790" w:rsidRPr="005D5566">
        <w:t>comment vont les affaires</w:t>
      </w:r>
      <w:r>
        <w:t xml:space="preserve"> ? </w:t>
      </w:r>
      <w:r w:rsidR="00530790" w:rsidRPr="005D5566">
        <w:t>Racontez</w:t>
      </w:r>
      <w:r>
        <w:t> !</w:t>
      </w:r>
    </w:p>
    <w:p w14:paraId="5AF40462" w14:textId="77777777" w:rsidR="001C0413" w:rsidRDefault="00530790" w:rsidP="001C0413">
      <w:r w:rsidRPr="005D5566">
        <w:t>Il s</w:t>
      </w:r>
      <w:r w:rsidR="001C0413">
        <w:t>’</w:t>
      </w:r>
      <w:r w:rsidRPr="005D5566">
        <w:t>assit en écartant largement les jambes</w:t>
      </w:r>
      <w:r w:rsidR="001C0413">
        <w:t xml:space="preserve">, </w:t>
      </w:r>
      <w:r w:rsidRPr="005D5566">
        <w:t>appuya</w:t>
      </w:r>
      <w:r w:rsidRPr="005D5566">
        <w:rPr>
          <w:i/>
          <w:iCs/>
        </w:rPr>
        <w:t xml:space="preserve"> </w:t>
      </w:r>
      <w:r w:rsidRPr="005D5566">
        <w:t>la paume de ses mains sur ses genoux</w:t>
      </w:r>
      <w:r w:rsidR="001C0413">
        <w:t xml:space="preserve">, </w:t>
      </w:r>
      <w:r w:rsidRPr="005D5566">
        <w:t>fixa un regard inquisiteur et attentif sur son hôte</w:t>
      </w:r>
      <w:r w:rsidR="001C0413">
        <w:t xml:space="preserve">. </w:t>
      </w:r>
      <w:r w:rsidRPr="005D5566">
        <w:t>Content et comme rafraîchi</w:t>
      </w:r>
      <w:r w:rsidR="001C0413">
        <w:t xml:space="preserve">, </w:t>
      </w:r>
      <w:r w:rsidRPr="005D5566">
        <w:t>il attendait la réponse de Pavel avec un bon sourire</w:t>
      </w:r>
      <w:r w:rsidR="001C0413">
        <w:t>.</w:t>
      </w:r>
    </w:p>
    <w:p w14:paraId="1741C6C0" w14:textId="77777777" w:rsidR="001C0413" w:rsidRDefault="001C0413" w:rsidP="001C0413">
      <w:r>
        <w:t>— </w:t>
      </w:r>
      <w:r w:rsidR="00530790" w:rsidRPr="005D5566">
        <w:t>Les affaires vont bien</w:t>
      </w:r>
      <w:r>
        <w:t xml:space="preserve">, </w:t>
      </w:r>
      <w:r w:rsidR="00530790" w:rsidRPr="005D5566">
        <w:t>déclara Pavel</w:t>
      </w:r>
      <w:r>
        <w:t>.</w:t>
      </w:r>
    </w:p>
    <w:p w14:paraId="2FE8AB79" w14:textId="77777777" w:rsidR="001C0413" w:rsidRDefault="001C0413" w:rsidP="001C0413">
      <w:r>
        <w:t>— </w:t>
      </w:r>
      <w:r w:rsidR="00530790" w:rsidRPr="005D5566">
        <w:t>C</w:t>
      </w:r>
      <w:r>
        <w:t>’</w:t>
      </w:r>
      <w:r w:rsidR="00530790" w:rsidRPr="005D5566">
        <w:t>est réjouissant</w:t>
      </w:r>
      <w:r>
        <w:t xml:space="preserve">, </w:t>
      </w:r>
      <w:r w:rsidR="00530790" w:rsidRPr="005D5566">
        <w:t>très réjouissant</w:t>
      </w:r>
      <w:r>
        <w:t xml:space="preserve">… </w:t>
      </w:r>
      <w:r w:rsidR="00530790" w:rsidRPr="005D5566">
        <w:t>dit Rybine</w:t>
      </w:r>
      <w:r>
        <w:t>.</w:t>
      </w:r>
    </w:p>
    <w:p w14:paraId="04DB9578" w14:textId="77777777" w:rsidR="001C0413" w:rsidRDefault="001C0413" w:rsidP="001C0413">
      <w:r>
        <w:t>— </w:t>
      </w:r>
      <w:r w:rsidR="00530790" w:rsidRPr="005D5566">
        <w:t>Veux-tu du thé</w:t>
      </w:r>
      <w:r>
        <w:t xml:space="preserve"> ? </w:t>
      </w:r>
      <w:r w:rsidR="00530790" w:rsidRPr="005D5566">
        <w:t>demanda la mère</w:t>
      </w:r>
      <w:r>
        <w:t>.</w:t>
      </w:r>
    </w:p>
    <w:p w14:paraId="1D5B5FE9" w14:textId="3D737BAB" w:rsidR="001C0413" w:rsidRDefault="001C0413" w:rsidP="001C0413">
      <w:r>
        <w:t>— </w:t>
      </w:r>
      <w:r w:rsidR="00530790" w:rsidRPr="005D5566">
        <w:t>Volontiers</w:t>
      </w:r>
      <w:r>
        <w:t xml:space="preserve">, </w:t>
      </w:r>
      <w:r w:rsidR="00530790" w:rsidRPr="005D5566">
        <w:t>et aussi un petit verre d</w:t>
      </w:r>
      <w:r>
        <w:t>’</w:t>
      </w:r>
      <w:r w:rsidR="00530790" w:rsidRPr="005D5566">
        <w:t>eau-de-vie</w:t>
      </w:r>
      <w:r>
        <w:t xml:space="preserve">… </w:t>
      </w:r>
      <w:r w:rsidR="00530790" w:rsidRPr="005D5566">
        <w:t>et</w:t>
      </w:r>
      <w:r>
        <w:t xml:space="preserve">, </w:t>
      </w:r>
      <w:r w:rsidR="00530790" w:rsidRPr="005D5566">
        <w:t xml:space="preserve">si vous </w:t>
      </w:r>
      <w:r w:rsidR="00874E4A">
        <w:t>m</w:t>
      </w:r>
      <w:r>
        <w:t>’</w:t>
      </w:r>
      <w:r w:rsidR="00874E4A">
        <w:t>offrez</w:t>
      </w:r>
      <w:r w:rsidR="00530790" w:rsidRPr="005D5566">
        <w:t xml:space="preserve"> à manger</w:t>
      </w:r>
      <w:r>
        <w:t xml:space="preserve">, </w:t>
      </w:r>
      <w:r w:rsidR="00530790" w:rsidRPr="005D5566">
        <w:t>je ne refuserai pas non plus</w:t>
      </w:r>
      <w:r>
        <w:t xml:space="preserve">. </w:t>
      </w:r>
      <w:r w:rsidR="00530790" w:rsidRPr="005D5566">
        <w:t>Je suis content de vous revoir</w:t>
      </w:r>
      <w:r>
        <w:t xml:space="preserve">… </w:t>
      </w:r>
      <w:r w:rsidR="00530790" w:rsidRPr="005D5566">
        <w:t>voilà</w:t>
      </w:r>
      <w:r>
        <w:t> !</w:t>
      </w:r>
    </w:p>
    <w:p w14:paraId="706A6BA7" w14:textId="77777777" w:rsidR="001C0413" w:rsidRDefault="001C0413" w:rsidP="001C0413">
      <w:r>
        <w:t>— </w:t>
      </w:r>
      <w:r w:rsidR="00530790" w:rsidRPr="005D5566">
        <w:t>Comment allez-vous</w:t>
      </w:r>
      <w:r>
        <w:t xml:space="preserve">, </w:t>
      </w:r>
      <w:r w:rsidR="00530790" w:rsidRPr="005D5566">
        <w:t>Mikhaïl Ivanovitch</w:t>
      </w:r>
      <w:r>
        <w:t xml:space="preserve"> ? </w:t>
      </w:r>
      <w:r w:rsidR="00530790" w:rsidRPr="005D5566">
        <w:t>reprit Pavel en s</w:t>
      </w:r>
      <w:r>
        <w:t>’</w:t>
      </w:r>
      <w:r w:rsidR="00530790" w:rsidRPr="005D5566">
        <w:t>asseyant en face de lui</w:t>
      </w:r>
      <w:r>
        <w:t>.</w:t>
      </w:r>
    </w:p>
    <w:p w14:paraId="47162642" w14:textId="77777777" w:rsidR="001C0413" w:rsidRDefault="001C0413" w:rsidP="001C0413">
      <w:r>
        <w:t>— </w:t>
      </w:r>
      <w:r w:rsidR="00530790" w:rsidRPr="005D5566">
        <w:t>Assez bien</w:t>
      </w:r>
      <w:r>
        <w:t xml:space="preserve">. </w:t>
      </w:r>
      <w:r w:rsidR="00530790" w:rsidRPr="005D5566">
        <w:t>Je me suis arrêté à Eguildiévo</w:t>
      </w:r>
      <w:r>
        <w:t xml:space="preserve"> ; </w:t>
      </w:r>
      <w:r w:rsidR="00530790" w:rsidRPr="005D5566">
        <w:t>vous connaissez Eguildiévo</w:t>
      </w:r>
      <w:r>
        <w:t xml:space="preserve"> ? </w:t>
      </w:r>
      <w:r w:rsidR="00530790" w:rsidRPr="005D5566">
        <w:t>C</w:t>
      </w:r>
      <w:r>
        <w:t>’</w:t>
      </w:r>
      <w:r w:rsidR="00530790" w:rsidRPr="005D5566">
        <w:t>est un bon village</w:t>
      </w:r>
      <w:r>
        <w:t xml:space="preserve">. </w:t>
      </w:r>
      <w:r w:rsidR="00530790" w:rsidRPr="005D5566">
        <w:t>Il y a deux foires par année et plus de deux mille habitants</w:t>
      </w:r>
      <w:r>
        <w:t xml:space="preserve">. </w:t>
      </w:r>
      <w:r w:rsidR="00530790" w:rsidRPr="005D5566">
        <w:t>Ce sont des gens méchants</w:t>
      </w:r>
      <w:r>
        <w:t xml:space="preserve">. </w:t>
      </w:r>
      <w:r w:rsidR="00530790" w:rsidRPr="005D5566">
        <w:t>Il n</w:t>
      </w:r>
      <w:r>
        <w:t>’</w:t>
      </w:r>
      <w:r w:rsidR="00530790" w:rsidRPr="005D5566">
        <w:t>y a pas de terre pour cultiver</w:t>
      </w:r>
      <w:r>
        <w:t xml:space="preserve">, </w:t>
      </w:r>
      <w:r w:rsidR="00530790" w:rsidRPr="005D5566">
        <w:t>on loue les terrains d</w:t>
      </w:r>
      <w:r>
        <w:t>’</w:t>
      </w:r>
      <w:r w:rsidR="00530790" w:rsidRPr="005D5566">
        <w:t>apanage</w:t>
      </w:r>
      <w:r>
        <w:t xml:space="preserve">, </w:t>
      </w:r>
      <w:r w:rsidR="00530790" w:rsidRPr="005D5566">
        <w:t>mais ils sont mauvais</w:t>
      </w:r>
      <w:r>
        <w:t xml:space="preserve">. </w:t>
      </w:r>
      <w:r w:rsidR="00530790" w:rsidRPr="005D5566">
        <w:t>Je suis engagé comme manœuvre chez un exploiteur du peuple</w:t>
      </w:r>
      <w:r>
        <w:t xml:space="preserve"> ; </w:t>
      </w:r>
      <w:r w:rsidR="00530790" w:rsidRPr="005D5566">
        <w:t>il n</w:t>
      </w:r>
      <w:r>
        <w:t>’</w:t>
      </w:r>
      <w:r w:rsidR="00530790" w:rsidRPr="005D5566">
        <w:t>en manque pas chez nous de ces sangsues</w:t>
      </w:r>
      <w:r>
        <w:t xml:space="preserve">, </w:t>
      </w:r>
      <w:r w:rsidR="00530790" w:rsidRPr="005D5566">
        <w:t>c</w:t>
      </w:r>
      <w:r>
        <w:t>’</w:t>
      </w:r>
      <w:r w:rsidR="00530790" w:rsidRPr="005D5566">
        <w:t>est comme des mouches sur un cadavre</w:t>
      </w:r>
      <w:r>
        <w:t xml:space="preserve">. </w:t>
      </w:r>
      <w:r w:rsidR="00530790" w:rsidRPr="005D5566">
        <w:t>Nous fabriquons du charbon</w:t>
      </w:r>
      <w:r>
        <w:t xml:space="preserve">, </w:t>
      </w:r>
      <w:r w:rsidR="00530790" w:rsidRPr="005D5566">
        <w:t>nous extrayons du goudron de bouleau</w:t>
      </w:r>
      <w:r>
        <w:t xml:space="preserve">. </w:t>
      </w:r>
      <w:r w:rsidR="00530790" w:rsidRPr="005D5566">
        <w:t>Je travaille deux fois plus qu</w:t>
      </w:r>
      <w:r>
        <w:t>’</w:t>
      </w:r>
      <w:r w:rsidR="00530790" w:rsidRPr="005D5566">
        <w:t>ici et reçois quatre fois moins</w:t>
      </w:r>
      <w:r>
        <w:t xml:space="preserve">, </w:t>
      </w:r>
      <w:r w:rsidR="00530790" w:rsidRPr="005D5566">
        <w:t>voilà</w:t>
      </w:r>
      <w:r>
        <w:t xml:space="preserve"> ! </w:t>
      </w:r>
      <w:r w:rsidR="00530790" w:rsidRPr="005D5566">
        <w:t>Nous sommes sept ouvriers</w:t>
      </w:r>
      <w:r>
        <w:t xml:space="preserve">… </w:t>
      </w:r>
      <w:r w:rsidR="00530790" w:rsidRPr="005D5566">
        <w:t xml:space="preserve">chez </w:t>
      </w:r>
      <w:r w:rsidR="00530790" w:rsidRPr="005D5566">
        <w:lastRenderedPageBreak/>
        <w:t>cette sangsue</w:t>
      </w:r>
      <w:r>
        <w:t xml:space="preserve">… </w:t>
      </w:r>
      <w:r w:rsidR="00530790" w:rsidRPr="005D5566">
        <w:t>ce sont tous des jeunes gens du pays</w:t>
      </w:r>
      <w:r>
        <w:t xml:space="preserve">, </w:t>
      </w:r>
      <w:r w:rsidR="00530790" w:rsidRPr="005D5566">
        <w:t>excepté moi</w:t>
      </w:r>
      <w:r>
        <w:t xml:space="preserve">… </w:t>
      </w:r>
      <w:r w:rsidR="00530790" w:rsidRPr="005D5566">
        <w:t>ils savent tous lire et écrire</w:t>
      </w:r>
      <w:r>
        <w:t xml:space="preserve">… </w:t>
      </w:r>
      <w:r w:rsidR="00530790" w:rsidRPr="005D5566">
        <w:t>Il y en a un</w:t>
      </w:r>
      <w:r>
        <w:t xml:space="preserve">, </w:t>
      </w:r>
      <w:r w:rsidR="00530790" w:rsidRPr="005D5566">
        <w:t>Jéfim</w:t>
      </w:r>
      <w:r>
        <w:t xml:space="preserve">, </w:t>
      </w:r>
      <w:r w:rsidR="00530790" w:rsidRPr="005D5566">
        <w:t>qui est très débrouillard</w:t>
      </w:r>
      <w:r>
        <w:t>…</w:t>
      </w:r>
    </w:p>
    <w:p w14:paraId="5695869B" w14:textId="77777777" w:rsidR="001C0413" w:rsidRDefault="001C0413" w:rsidP="001C0413">
      <w:r>
        <w:t>— </w:t>
      </w:r>
      <w:r w:rsidR="00530790" w:rsidRPr="005D5566">
        <w:t>Et vous parlez souvent avec eux</w:t>
      </w:r>
      <w:r>
        <w:t xml:space="preserve"> ? </w:t>
      </w:r>
      <w:r w:rsidR="00530790" w:rsidRPr="005D5566">
        <w:t>demanda Pavel avec animation</w:t>
      </w:r>
      <w:r>
        <w:t>.</w:t>
      </w:r>
    </w:p>
    <w:p w14:paraId="2D4E8866" w14:textId="77777777" w:rsidR="001C0413" w:rsidRDefault="001C0413" w:rsidP="001C0413">
      <w:r>
        <w:t>— </w:t>
      </w:r>
      <w:r w:rsidR="00530790" w:rsidRPr="005D5566">
        <w:t>Bien entendu</w:t>
      </w:r>
      <w:r>
        <w:t xml:space="preserve">. </w:t>
      </w:r>
      <w:r w:rsidR="00530790" w:rsidRPr="005D5566">
        <w:t>J</w:t>
      </w:r>
      <w:r>
        <w:t>’</w:t>
      </w:r>
      <w:r w:rsidR="00530790" w:rsidRPr="005D5566">
        <w:t>ai emporté avec moi toutes vos brochures</w:t>
      </w:r>
      <w:r>
        <w:t xml:space="preserve"> ; </w:t>
      </w:r>
      <w:r w:rsidR="00530790" w:rsidRPr="005D5566">
        <w:t>j</w:t>
      </w:r>
      <w:r>
        <w:t>’</w:t>
      </w:r>
      <w:r w:rsidR="00530790" w:rsidRPr="005D5566">
        <w:t>en ai trente-quatre</w:t>
      </w:r>
      <w:r>
        <w:t xml:space="preserve">. </w:t>
      </w:r>
      <w:r w:rsidR="00530790" w:rsidRPr="005D5566">
        <w:t>Mais j</w:t>
      </w:r>
      <w:r>
        <w:t>’</w:t>
      </w:r>
      <w:r w:rsidR="00530790" w:rsidRPr="005D5566">
        <w:t>aime mieux me servir de ma Bible</w:t>
      </w:r>
      <w:r>
        <w:t xml:space="preserve">, </w:t>
      </w:r>
      <w:r w:rsidR="00530790" w:rsidRPr="005D5566">
        <w:t>on y trouve tout ce qu</w:t>
      </w:r>
      <w:r>
        <w:t>’</w:t>
      </w:r>
      <w:r w:rsidR="00530790" w:rsidRPr="005D5566">
        <w:t>on veut</w:t>
      </w:r>
      <w:r>
        <w:t xml:space="preserve">, </w:t>
      </w:r>
      <w:r w:rsidR="00530790" w:rsidRPr="005D5566">
        <w:t>et c</w:t>
      </w:r>
      <w:r>
        <w:t>’</w:t>
      </w:r>
      <w:r w:rsidR="00530790" w:rsidRPr="005D5566">
        <w:t>est un gros livre autorisé</w:t>
      </w:r>
      <w:r>
        <w:t xml:space="preserve">, </w:t>
      </w:r>
      <w:r w:rsidR="00530790" w:rsidRPr="005D5566">
        <w:t>c</w:t>
      </w:r>
      <w:r>
        <w:t>’</w:t>
      </w:r>
      <w:r w:rsidR="00530790" w:rsidRPr="005D5566">
        <w:t>est le Saint-Synode qui le publie</w:t>
      </w:r>
      <w:r>
        <w:t xml:space="preserve">, </w:t>
      </w:r>
      <w:r w:rsidR="00530790" w:rsidRPr="005D5566">
        <w:t>on peut y croire</w:t>
      </w:r>
      <w:r>
        <w:t>.</w:t>
      </w:r>
    </w:p>
    <w:p w14:paraId="2384C765" w14:textId="77777777" w:rsidR="001C0413" w:rsidRDefault="00530790" w:rsidP="001C0413">
      <w:r w:rsidRPr="005D5566">
        <w:t>Il cligna de l</w:t>
      </w:r>
      <w:r w:rsidR="001C0413">
        <w:t>’</w:t>
      </w:r>
      <w:r w:rsidRPr="005D5566">
        <w:t>œil avec malice et continua</w:t>
      </w:r>
      <w:r w:rsidR="001C0413">
        <w:t> :</w:t>
      </w:r>
    </w:p>
    <w:p w14:paraId="7CF933EE" w14:textId="77777777" w:rsidR="001C0413" w:rsidRDefault="001C0413" w:rsidP="001C0413">
      <w:r>
        <w:t>— </w:t>
      </w:r>
      <w:r w:rsidR="00530790" w:rsidRPr="005D5566">
        <w:t>Seulement</w:t>
      </w:r>
      <w:r>
        <w:t xml:space="preserve">, </w:t>
      </w:r>
      <w:r w:rsidR="00530790" w:rsidRPr="005D5566">
        <w:t>ce n</w:t>
      </w:r>
      <w:r>
        <w:t>’</w:t>
      </w:r>
      <w:r w:rsidR="00530790" w:rsidRPr="005D5566">
        <w:t>est pas suffisant</w:t>
      </w:r>
      <w:r>
        <w:t xml:space="preserve">. </w:t>
      </w:r>
      <w:r w:rsidR="00530790" w:rsidRPr="005D5566">
        <w:t>Je suis venu ici pour chercher de la lecture</w:t>
      </w:r>
      <w:r>
        <w:t xml:space="preserve">… </w:t>
      </w:r>
      <w:r w:rsidR="00530790" w:rsidRPr="005D5566">
        <w:t>Comme nous allions livrer du goudron</w:t>
      </w:r>
      <w:r>
        <w:t xml:space="preserve">, </w:t>
      </w:r>
      <w:r w:rsidR="00530790" w:rsidRPr="005D5566">
        <w:t>ce Jéfim et moi</w:t>
      </w:r>
      <w:r>
        <w:t xml:space="preserve">, </w:t>
      </w:r>
      <w:r w:rsidR="00530790" w:rsidRPr="005D5566">
        <w:t>nous avons fait un crochet pour venir chez toi</w:t>
      </w:r>
      <w:r>
        <w:t xml:space="preserve">… </w:t>
      </w:r>
      <w:r w:rsidR="00530790" w:rsidRPr="005D5566">
        <w:t>Donne-moi des livres avant que Jéfim vienne</w:t>
      </w:r>
      <w:r>
        <w:t xml:space="preserve">… </w:t>
      </w:r>
      <w:r w:rsidR="00530790" w:rsidRPr="005D5566">
        <w:t>il est inutile qu</w:t>
      </w:r>
      <w:r>
        <w:t>’</w:t>
      </w:r>
      <w:r w:rsidR="00530790" w:rsidRPr="005D5566">
        <w:t>il sache tout</w:t>
      </w:r>
      <w:r>
        <w:t>…</w:t>
      </w:r>
    </w:p>
    <w:p w14:paraId="5D31EEFD" w14:textId="77777777" w:rsidR="001C0413" w:rsidRDefault="00530790" w:rsidP="001C0413">
      <w:r w:rsidRPr="005D5566">
        <w:t>La mère regardait Rybine</w:t>
      </w:r>
      <w:r w:rsidR="001C0413">
        <w:t xml:space="preserve">, </w:t>
      </w:r>
      <w:r w:rsidRPr="005D5566">
        <w:t>il lui semblait qu</w:t>
      </w:r>
      <w:r w:rsidR="001C0413">
        <w:t>’</w:t>
      </w:r>
      <w:r w:rsidRPr="005D5566">
        <w:t>en enlevant son veston</w:t>
      </w:r>
      <w:r w:rsidR="001C0413">
        <w:t xml:space="preserve">, </w:t>
      </w:r>
      <w:r w:rsidRPr="005D5566">
        <w:t>il s</w:t>
      </w:r>
      <w:r w:rsidR="001C0413">
        <w:t>’</w:t>
      </w:r>
      <w:r w:rsidRPr="005D5566">
        <w:t>était dépouillé d</w:t>
      </w:r>
      <w:r w:rsidR="001C0413">
        <w:t>’</w:t>
      </w:r>
      <w:r w:rsidRPr="005D5566">
        <w:t>autre chose encore</w:t>
      </w:r>
      <w:r w:rsidR="001C0413">
        <w:t xml:space="preserve">. </w:t>
      </w:r>
      <w:r w:rsidRPr="005D5566">
        <w:t>Il était moins grave qu</w:t>
      </w:r>
      <w:r w:rsidR="001C0413">
        <w:t>’</w:t>
      </w:r>
      <w:r w:rsidRPr="005D5566">
        <w:t>autrefois et son regard avait plus de ruse</w:t>
      </w:r>
      <w:r w:rsidR="001C0413">
        <w:t>.</w:t>
      </w:r>
    </w:p>
    <w:p w14:paraId="2150C298" w14:textId="77777777" w:rsidR="001C0413" w:rsidRDefault="001C0413" w:rsidP="001C0413">
      <w:r>
        <w:t>— </w:t>
      </w:r>
      <w:r w:rsidR="00530790" w:rsidRPr="005D5566">
        <w:t>Maman</w:t>
      </w:r>
      <w:r>
        <w:t xml:space="preserve"> ! </w:t>
      </w:r>
      <w:r w:rsidR="00530790" w:rsidRPr="005D5566">
        <w:t>dit Pavel</w:t>
      </w:r>
      <w:r>
        <w:t xml:space="preserve">, </w:t>
      </w:r>
      <w:r w:rsidR="00530790" w:rsidRPr="005D5566">
        <w:t>allez chercher les livres</w:t>
      </w:r>
      <w:r>
        <w:t xml:space="preserve">… </w:t>
      </w:r>
      <w:r w:rsidR="00530790" w:rsidRPr="005D5566">
        <w:t>Dites que c</w:t>
      </w:r>
      <w:r>
        <w:t>’</w:t>
      </w:r>
      <w:r w:rsidR="00530790" w:rsidRPr="005D5566">
        <w:t>est pour la campagne</w:t>
      </w:r>
      <w:r>
        <w:t xml:space="preserve">… </w:t>
      </w:r>
      <w:r w:rsidR="00530790" w:rsidRPr="005D5566">
        <w:t>on saura ce qu</w:t>
      </w:r>
      <w:r>
        <w:t>’</w:t>
      </w:r>
      <w:r w:rsidR="00530790" w:rsidRPr="005D5566">
        <w:t>il faut vous donner</w:t>
      </w:r>
      <w:r>
        <w:t>…</w:t>
      </w:r>
    </w:p>
    <w:p w14:paraId="45862BC3" w14:textId="77777777" w:rsidR="001C0413" w:rsidRDefault="001C0413" w:rsidP="001C0413">
      <w:r>
        <w:t>— </w:t>
      </w:r>
      <w:r w:rsidR="00530790" w:rsidRPr="005D5566">
        <w:t>Bien</w:t>
      </w:r>
      <w:r>
        <w:t xml:space="preserve"> ! </w:t>
      </w:r>
      <w:r w:rsidR="00530790" w:rsidRPr="005D5566">
        <w:t>répondit la mère</w:t>
      </w:r>
      <w:r>
        <w:t xml:space="preserve">. </w:t>
      </w:r>
      <w:r w:rsidR="00530790" w:rsidRPr="005D5566">
        <w:t>J</w:t>
      </w:r>
      <w:r>
        <w:t>’</w:t>
      </w:r>
      <w:r w:rsidR="00530790" w:rsidRPr="005D5566">
        <w:t xml:space="preserve">irai dès que le </w:t>
      </w:r>
      <w:r w:rsidR="00530790" w:rsidRPr="005D5566">
        <w:rPr>
          <w:bCs/>
        </w:rPr>
        <w:t xml:space="preserve">samovar </w:t>
      </w:r>
      <w:r w:rsidR="00530790" w:rsidRPr="005D5566">
        <w:t>sera prêt</w:t>
      </w:r>
      <w:r>
        <w:t>.</w:t>
      </w:r>
    </w:p>
    <w:p w14:paraId="6F3848A4" w14:textId="77777777" w:rsidR="001C0413" w:rsidRDefault="001C0413" w:rsidP="001C0413">
      <w:pPr>
        <w:rPr>
          <w:bCs/>
        </w:rPr>
      </w:pPr>
      <w:r>
        <w:t>— </w:t>
      </w:r>
      <w:r w:rsidR="00530790" w:rsidRPr="005D5566">
        <w:t>Et toi aussi</w:t>
      </w:r>
      <w:r>
        <w:t xml:space="preserve">, </w:t>
      </w:r>
      <w:r w:rsidR="00530790" w:rsidRPr="005D5566">
        <w:t>tu t</w:t>
      </w:r>
      <w:r>
        <w:t>’</w:t>
      </w:r>
      <w:r w:rsidR="00530790" w:rsidRPr="005D5566">
        <w:t>occupes de ces choses</w:t>
      </w:r>
      <w:r>
        <w:t xml:space="preserve">, </w:t>
      </w:r>
      <w:r w:rsidR="00530790" w:rsidRPr="005D5566">
        <w:t>mère</w:t>
      </w:r>
      <w:r>
        <w:t xml:space="preserve"> ? </w:t>
      </w:r>
      <w:r w:rsidR="00530790" w:rsidRPr="005D5566">
        <w:t>demanda Rybine en riant</w:t>
      </w:r>
      <w:r>
        <w:t xml:space="preserve">. </w:t>
      </w:r>
      <w:r w:rsidR="00530790" w:rsidRPr="005D5566">
        <w:t>Il y a beaucoup d</w:t>
      </w:r>
      <w:r>
        <w:t>’</w:t>
      </w:r>
      <w:r w:rsidR="00530790" w:rsidRPr="005D5566">
        <w:t>amateurs de livres dans mon village</w:t>
      </w:r>
      <w:r>
        <w:t xml:space="preserve">. </w:t>
      </w:r>
      <w:r w:rsidR="00530790" w:rsidRPr="005D5566">
        <w:t>L</w:t>
      </w:r>
      <w:r>
        <w:t>’</w:t>
      </w:r>
      <w:r w:rsidR="00530790" w:rsidRPr="005D5566">
        <w:t>instituteur lui-même y prend goût</w:t>
      </w:r>
      <w:r>
        <w:t xml:space="preserve">. </w:t>
      </w:r>
      <w:r w:rsidR="00530790" w:rsidRPr="005D5566">
        <w:t>On dit que c</w:t>
      </w:r>
      <w:r>
        <w:t>’</w:t>
      </w:r>
      <w:r w:rsidR="00530790" w:rsidRPr="005D5566">
        <w:t>est un bon garçon</w:t>
      </w:r>
      <w:r>
        <w:t xml:space="preserve">, </w:t>
      </w:r>
      <w:r w:rsidR="00530790" w:rsidRPr="005D5566">
        <w:t>quoiqu</w:t>
      </w:r>
      <w:r>
        <w:t>’</w:t>
      </w:r>
      <w:r w:rsidR="00530790" w:rsidRPr="005D5566">
        <w:t>il ait été élevé au séminaire</w:t>
      </w:r>
      <w:r>
        <w:t xml:space="preserve">. </w:t>
      </w:r>
      <w:r w:rsidR="00530790" w:rsidRPr="005D5566">
        <w:t>Il y a aussi une maîtresse d</w:t>
      </w:r>
      <w:r>
        <w:t>’</w:t>
      </w:r>
      <w:r w:rsidR="00530790" w:rsidRPr="005D5566">
        <w:t>école</w:t>
      </w:r>
      <w:r>
        <w:t xml:space="preserve">, </w:t>
      </w:r>
      <w:r w:rsidR="00530790" w:rsidRPr="005D5566">
        <w:t>à sept verstes de là</w:t>
      </w:r>
      <w:r>
        <w:t xml:space="preserve">… </w:t>
      </w:r>
      <w:r w:rsidR="00530790" w:rsidRPr="005D5566">
        <w:t>Mais ils ne veulent pas se servir de livres interdits</w:t>
      </w:r>
      <w:r>
        <w:t xml:space="preserve">, </w:t>
      </w:r>
      <w:r w:rsidR="00530790" w:rsidRPr="005D5566">
        <w:t>ils ont peur</w:t>
      </w:r>
      <w:r>
        <w:t xml:space="preserve">, </w:t>
      </w:r>
      <w:r w:rsidR="00530790" w:rsidRPr="005D5566">
        <w:t>c</w:t>
      </w:r>
      <w:r>
        <w:t>’</w:t>
      </w:r>
      <w:r w:rsidR="00530790" w:rsidRPr="005D5566">
        <w:t xml:space="preserve">est </w:t>
      </w:r>
      <w:r w:rsidR="00530790" w:rsidRPr="005D5566">
        <w:lastRenderedPageBreak/>
        <w:t>le gouvernement qui les paie</w:t>
      </w:r>
      <w:r>
        <w:t xml:space="preserve">… </w:t>
      </w:r>
      <w:r w:rsidR="00530790" w:rsidRPr="005D5566">
        <w:t>et voilà</w:t>
      </w:r>
      <w:r>
        <w:t xml:space="preserve"> ! </w:t>
      </w:r>
      <w:r w:rsidR="00530790" w:rsidRPr="005D5566">
        <w:t>Il me faut des livres défendus</w:t>
      </w:r>
      <w:r>
        <w:t xml:space="preserve">, </w:t>
      </w:r>
      <w:r w:rsidR="00530790" w:rsidRPr="005D5566">
        <w:t>bien piquants</w:t>
      </w:r>
      <w:r>
        <w:t xml:space="preserve">… </w:t>
      </w:r>
      <w:r w:rsidR="00530790" w:rsidRPr="005D5566">
        <w:t>je les distribuerai en cachette</w:t>
      </w:r>
      <w:r>
        <w:t xml:space="preserve">. </w:t>
      </w:r>
      <w:r w:rsidR="00530790" w:rsidRPr="005D5566">
        <w:t>Et si le prêtre ou quelqu</w:t>
      </w:r>
      <w:r>
        <w:t>’</w:t>
      </w:r>
      <w:r w:rsidR="00530790" w:rsidRPr="005D5566">
        <w:t>un de la police s</w:t>
      </w:r>
      <w:r>
        <w:t>’</w:t>
      </w:r>
      <w:r w:rsidR="00530790" w:rsidRPr="005D5566">
        <w:t>en aperçoit</w:t>
      </w:r>
      <w:r>
        <w:t xml:space="preserve">, </w:t>
      </w:r>
      <w:r w:rsidR="00530790" w:rsidRPr="005D5566">
        <w:t>ils croiront que ce sont les maîtres d</w:t>
      </w:r>
      <w:r>
        <w:t>’</w:t>
      </w:r>
      <w:r w:rsidR="00530790" w:rsidRPr="005D5566">
        <w:t>école qui font de la propagande</w:t>
      </w:r>
      <w:r>
        <w:t xml:space="preserve">. </w:t>
      </w:r>
      <w:r w:rsidR="00530790" w:rsidRPr="005D5566">
        <w:t>Moi</w:t>
      </w:r>
      <w:r>
        <w:t xml:space="preserve">, </w:t>
      </w:r>
      <w:r w:rsidR="00530790" w:rsidRPr="005D5566">
        <w:t xml:space="preserve">personne ne me </w:t>
      </w:r>
      <w:r w:rsidR="00530790" w:rsidRPr="005D5566">
        <w:rPr>
          <w:bCs/>
        </w:rPr>
        <w:t>soupçonnera</w:t>
      </w:r>
      <w:r>
        <w:rPr>
          <w:bCs/>
        </w:rPr>
        <w:t> !</w:t>
      </w:r>
    </w:p>
    <w:p w14:paraId="23608064" w14:textId="77777777" w:rsidR="001C0413" w:rsidRDefault="00530790" w:rsidP="001C0413">
      <w:r w:rsidRPr="005D5566">
        <w:t>Heureux de sa trouvaille</w:t>
      </w:r>
      <w:r w:rsidR="001C0413">
        <w:t xml:space="preserve">, </w:t>
      </w:r>
      <w:r w:rsidRPr="005D5566">
        <w:t>il se mit à rire</w:t>
      </w:r>
      <w:r w:rsidR="001C0413">
        <w:t>.</w:t>
      </w:r>
    </w:p>
    <w:p w14:paraId="154DA573" w14:textId="77777777" w:rsidR="001C0413" w:rsidRDefault="001C0413" w:rsidP="001C0413">
      <w:r>
        <w:t>— </w:t>
      </w:r>
      <w:r w:rsidR="00530790" w:rsidRPr="005D5566">
        <w:t>Vois-tu ça</w:t>
      </w:r>
      <w:r>
        <w:t xml:space="preserve"> ! </w:t>
      </w:r>
      <w:r w:rsidR="00530790" w:rsidRPr="005D5566">
        <w:t>pensa la mère</w:t>
      </w:r>
      <w:r>
        <w:t xml:space="preserve">. </w:t>
      </w:r>
      <w:r w:rsidR="00530790" w:rsidRPr="005D5566">
        <w:t>Tu as l</w:t>
      </w:r>
      <w:r>
        <w:t>’</w:t>
      </w:r>
      <w:r w:rsidR="00530790" w:rsidRPr="005D5566">
        <w:t>air d</w:t>
      </w:r>
      <w:r>
        <w:t>’</w:t>
      </w:r>
      <w:r w:rsidR="00530790" w:rsidRPr="005D5566">
        <w:t>un ours et tu es un renard</w:t>
      </w:r>
      <w:r>
        <w:t>…</w:t>
      </w:r>
    </w:p>
    <w:p w14:paraId="11AA6796" w14:textId="77777777" w:rsidR="001C0413" w:rsidRDefault="00530790" w:rsidP="001C0413">
      <w:r w:rsidRPr="005D5566">
        <w:t>Pavel se leva et</w:t>
      </w:r>
      <w:r w:rsidR="001C0413">
        <w:t xml:space="preserve">, </w:t>
      </w:r>
      <w:r w:rsidRPr="005D5566">
        <w:t>tout en arpentant la chambre</w:t>
      </w:r>
      <w:r w:rsidR="001C0413">
        <w:t xml:space="preserve">, </w:t>
      </w:r>
      <w:r w:rsidRPr="005D5566">
        <w:rPr>
          <w:bCs/>
        </w:rPr>
        <w:t xml:space="preserve">il </w:t>
      </w:r>
      <w:r w:rsidRPr="005D5566">
        <w:t>dit</w:t>
      </w:r>
      <w:r w:rsidR="001C0413">
        <w:t xml:space="preserve">, </w:t>
      </w:r>
      <w:r w:rsidRPr="005D5566">
        <w:t>d</w:t>
      </w:r>
      <w:r w:rsidR="001C0413">
        <w:t>’</w:t>
      </w:r>
      <w:r w:rsidRPr="005D5566">
        <w:t>un ton de reproche</w:t>
      </w:r>
      <w:r w:rsidR="001C0413">
        <w:t> :</w:t>
      </w:r>
    </w:p>
    <w:p w14:paraId="358B931F" w14:textId="77777777" w:rsidR="001C0413" w:rsidRDefault="001C0413" w:rsidP="001C0413">
      <w:pPr>
        <w:rPr>
          <w:bCs/>
        </w:rPr>
      </w:pPr>
      <w:r>
        <w:t>— </w:t>
      </w:r>
      <w:r w:rsidR="00530790" w:rsidRPr="005D5566">
        <w:t>Nous vous donnerons des livres</w:t>
      </w:r>
      <w:r>
        <w:t xml:space="preserve">, </w:t>
      </w:r>
      <w:r w:rsidR="00530790" w:rsidRPr="005D5566">
        <w:t>Mikhaïl Ivanovitch</w:t>
      </w:r>
      <w:r>
        <w:t xml:space="preserve"> ; </w:t>
      </w:r>
      <w:r w:rsidR="00530790" w:rsidRPr="005D5566">
        <w:t>seulement</w:t>
      </w:r>
      <w:r>
        <w:t xml:space="preserve">, </w:t>
      </w:r>
      <w:r w:rsidR="00530790" w:rsidRPr="005D5566">
        <w:t>ce que vous vous proposez de faire n</w:t>
      </w:r>
      <w:r>
        <w:t>’</w:t>
      </w:r>
      <w:r w:rsidR="00530790" w:rsidRPr="005D5566">
        <w:t xml:space="preserve">est pas </w:t>
      </w:r>
      <w:r w:rsidR="00530790" w:rsidRPr="005D5566">
        <w:rPr>
          <w:bCs/>
        </w:rPr>
        <w:t>bien</w:t>
      </w:r>
      <w:r>
        <w:rPr>
          <w:bCs/>
        </w:rPr>
        <w:t> !</w:t>
      </w:r>
    </w:p>
    <w:p w14:paraId="493B8975" w14:textId="77777777" w:rsidR="001C0413" w:rsidRDefault="001C0413" w:rsidP="001C0413">
      <w:r>
        <w:t>— </w:t>
      </w:r>
      <w:r w:rsidR="00530790" w:rsidRPr="005D5566">
        <w:t>Pourquoi cela</w:t>
      </w:r>
      <w:r>
        <w:t xml:space="preserve"> ? </w:t>
      </w:r>
      <w:r w:rsidR="00530790" w:rsidRPr="005D5566">
        <w:t>demanda Rybine</w:t>
      </w:r>
      <w:r>
        <w:t xml:space="preserve">, </w:t>
      </w:r>
      <w:r w:rsidR="00530790" w:rsidRPr="005D5566">
        <w:t xml:space="preserve">les yeux </w:t>
      </w:r>
      <w:r w:rsidR="00530790" w:rsidRPr="005D5566">
        <w:rPr>
          <w:bCs/>
        </w:rPr>
        <w:t>écar</w:t>
      </w:r>
      <w:r w:rsidR="00530790" w:rsidRPr="005D5566">
        <w:t>quillés</w:t>
      </w:r>
      <w:r>
        <w:t>.</w:t>
      </w:r>
    </w:p>
    <w:p w14:paraId="23930122" w14:textId="77777777" w:rsidR="001C0413" w:rsidRDefault="001C0413" w:rsidP="001C0413">
      <w:r>
        <w:t>— </w:t>
      </w:r>
      <w:r w:rsidR="00530790" w:rsidRPr="005D5566">
        <w:t>Parce qu</w:t>
      </w:r>
      <w:r>
        <w:t>’</w:t>
      </w:r>
      <w:r w:rsidR="00530790" w:rsidRPr="005D5566">
        <w:t>il faut toujours répondre de ce qu</w:t>
      </w:r>
      <w:r>
        <w:t>’</w:t>
      </w:r>
      <w:r w:rsidR="00530790" w:rsidRPr="005D5566">
        <w:t>on fait</w:t>
      </w:r>
      <w:r>
        <w:t xml:space="preserve">… </w:t>
      </w:r>
      <w:r w:rsidR="00530790" w:rsidRPr="005D5566">
        <w:t>C</w:t>
      </w:r>
      <w:r>
        <w:t>’</w:t>
      </w:r>
      <w:r w:rsidR="00530790" w:rsidRPr="005D5566">
        <w:t>est mal d</w:t>
      </w:r>
      <w:r>
        <w:t>’</w:t>
      </w:r>
      <w:r w:rsidR="00530790" w:rsidRPr="005D5566">
        <w:t>arranger les affaires de manière à en rendre responsables d</w:t>
      </w:r>
      <w:r>
        <w:t>’</w:t>
      </w:r>
      <w:r w:rsidR="00530790" w:rsidRPr="005D5566">
        <w:t>autre que soi</w:t>
      </w:r>
      <w:r>
        <w:t> !</w:t>
      </w:r>
    </w:p>
    <w:p w14:paraId="4C63A25D" w14:textId="77777777" w:rsidR="001C0413" w:rsidRDefault="00530790" w:rsidP="001C0413">
      <w:r w:rsidRPr="005D5566">
        <w:t>La voix de Pavel était sévère</w:t>
      </w:r>
      <w:r w:rsidR="001C0413">
        <w:t>.</w:t>
      </w:r>
    </w:p>
    <w:p w14:paraId="57334425" w14:textId="77777777" w:rsidR="001C0413" w:rsidRDefault="00530790" w:rsidP="001C0413">
      <w:r w:rsidRPr="005D5566">
        <w:t>Rybine regarda à terre</w:t>
      </w:r>
      <w:r w:rsidR="001C0413">
        <w:t xml:space="preserve">, </w:t>
      </w:r>
      <w:r w:rsidRPr="005D5566">
        <w:t xml:space="preserve">hocha </w:t>
      </w:r>
      <w:r w:rsidRPr="005D5566">
        <w:rPr>
          <w:bCs/>
        </w:rPr>
        <w:t xml:space="preserve">la </w:t>
      </w:r>
      <w:r w:rsidRPr="005D5566">
        <w:t>tête et répliqua</w:t>
      </w:r>
      <w:r w:rsidR="001C0413">
        <w:t> :</w:t>
      </w:r>
    </w:p>
    <w:p w14:paraId="3B43ADC8" w14:textId="77777777" w:rsidR="001C0413" w:rsidRDefault="001C0413" w:rsidP="001C0413">
      <w:r>
        <w:t>— </w:t>
      </w:r>
      <w:r w:rsidR="00530790" w:rsidRPr="005D5566">
        <w:t>Je ne comprends pas ce que tu dis</w:t>
      </w:r>
      <w:r>
        <w:t> !</w:t>
      </w:r>
    </w:p>
    <w:p w14:paraId="6600E0F4" w14:textId="77777777" w:rsidR="001C0413" w:rsidRDefault="001C0413" w:rsidP="001C0413">
      <w:r>
        <w:t>— </w:t>
      </w:r>
      <w:r w:rsidR="00530790" w:rsidRPr="005D5566">
        <w:t>Qu</w:t>
      </w:r>
      <w:r>
        <w:t>’</w:t>
      </w:r>
      <w:r w:rsidR="00530790" w:rsidRPr="005D5566">
        <w:t>en pensez-vous</w:t>
      </w:r>
      <w:r>
        <w:t xml:space="preserve"> ? </w:t>
      </w:r>
      <w:r w:rsidR="00530790" w:rsidRPr="005D5566">
        <w:t xml:space="preserve">demanda Pavel en </w:t>
      </w:r>
      <w:r w:rsidR="00530790" w:rsidRPr="005D5566">
        <w:rPr>
          <w:bCs/>
        </w:rPr>
        <w:t>s</w:t>
      </w:r>
      <w:r>
        <w:rPr>
          <w:bCs/>
        </w:rPr>
        <w:t>’</w:t>
      </w:r>
      <w:r w:rsidR="00530790" w:rsidRPr="005D5566">
        <w:rPr>
          <w:bCs/>
        </w:rPr>
        <w:t xml:space="preserve">arrêtant </w:t>
      </w:r>
      <w:r w:rsidR="00530790" w:rsidRPr="005D5566">
        <w:t>devant lui</w:t>
      </w:r>
      <w:r>
        <w:t xml:space="preserve">. </w:t>
      </w:r>
      <w:r w:rsidR="00530790" w:rsidRPr="005D5566">
        <w:t>Les instituteurs seront-ils mis en prison si on les soupçonne de répandre des livres interdits</w:t>
      </w:r>
      <w:r>
        <w:t> ?</w:t>
      </w:r>
    </w:p>
    <w:p w14:paraId="3237104F" w14:textId="77777777" w:rsidR="001C0413" w:rsidRDefault="001C0413" w:rsidP="001C0413">
      <w:r>
        <w:t>— </w:t>
      </w:r>
      <w:r w:rsidR="00530790" w:rsidRPr="005D5566">
        <w:t>Oui</w:t>
      </w:r>
      <w:r>
        <w:t xml:space="preserve">… </w:t>
      </w:r>
      <w:r w:rsidR="00530790" w:rsidRPr="005D5566">
        <w:t>et qu</w:t>
      </w:r>
      <w:r>
        <w:t>’</w:t>
      </w:r>
      <w:r w:rsidR="00530790" w:rsidRPr="005D5566">
        <w:t>est-ce que cela fait</w:t>
      </w:r>
      <w:r>
        <w:t> ?</w:t>
      </w:r>
    </w:p>
    <w:p w14:paraId="1DE9867A" w14:textId="77777777" w:rsidR="001C0413" w:rsidRDefault="001C0413" w:rsidP="001C0413">
      <w:r>
        <w:t>— </w:t>
      </w:r>
      <w:r w:rsidR="00530790" w:rsidRPr="005D5566">
        <w:t>Mais</w:t>
      </w:r>
      <w:r>
        <w:t xml:space="preserve">, </w:t>
      </w:r>
      <w:r w:rsidR="00530790" w:rsidRPr="005D5566">
        <w:t>puisque c</w:t>
      </w:r>
      <w:r>
        <w:t>’</w:t>
      </w:r>
      <w:r w:rsidR="00530790" w:rsidRPr="005D5566">
        <w:t>est vous qui aurez distribué les livres et non eux</w:t>
      </w:r>
      <w:r>
        <w:t xml:space="preserve">, </w:t>
      </w:r>
      <w:r w:rsidR="00530790" w:rsidRPr="005D5566">
        <w:t>c</w:t>
      </w:r>
      <w:r>
        <w:t>’</w:t>
      </w:r>
      <w:r w:rsidR="00530790" w:rsidRPr="005D5566">
        <w:t>est vous qui devez aller en prison</w:t>
      </w:r>
      <w:r>
        <w:t> !</w:t>
      </w:r>
    </w:p>
    <w:p w14:paraId="6D94E1AA" w14:textId="77777777" w:rsidR="001C0413" w:rsidRDefault="001C0413" w:rsidP="001C0413">
      <w:r>
        <w:lastRenderedPageBreak/>
        <w:t>— </w:t>
      </w:r>
      <w:r w:rsidR="00530790" w:rsidRPr="005D5566">
        <w:t>Que tu es drôle</w:t>
      </w:r>
      <w:r>
        <w:t xml:space="preserve"> ! </w:t>
      </w:r>
      <w:r w:rsidR="00530790" w:rsidRPr="005D5566">
        <w:t>s</w:t>
      </w:r>
      <w:r>
        <w:t>’</w:t>
      </w:r>
      <w:r w:rsidR="00530790" w:rsidRPr="005D5566">
        <w:t>exclama Rybine en riant et en se frappant le genou</w:t>
      </w:r>
      <w:r>
        <w:t xml:space="preserve">. </w:t>
      </w:r>
      <w:r w:rsidR="00530790" w:rsidRPr="005D5566">
        <w:t>Qui me soupçonnerait</w:t>
      </w:r>
      <w:r>
        <w:t xml:space="preserve">, </w:t>
      </w:r>
      <w:r w:rsidR="00530790" w:rsidRPr="005D5566">
        <w:t>moi simple paysan</w:t>
      </w:r>
      <w:r>
        <w:t xml:space="preserve">, </w:t>
      </w:r>
      <w:r w:rsidR="00530790" w:rsidRPr="005D5566">
        <w:t>de m</w:t>
      </w:r>
      <w:r>
        <w:t>’</w:t>
      </w:r>
      <w:r w:rsidR="00530790" w:rsidRPr="005D5566">
        <w:t>occuper de choses pareilles</w:t>
      </w:r>
      <w:r>
        <w:t xml:space="preserve"> ? </w:t>
      </w:r>
      <w:r w:rsidR="00530790" w:rsidRPr="005D5566">
        <w:t>est-ce que cela arrive</w:t>
      </w:r>
      <w:r>
        <w:t xml:space="preserve"> ? </w:t>
      </w:r>
      <w:r w:rsidR="00530790" w:rsidRPr="005D5566">
        <w:t>Les livres</w:t>
      </w:r>
      <w:r>
        <w:t xml:space="preserve">, </w:t>
      </w:r>
      <w:r w:rsidR="00530790" w:rsidRPr="005D5566">
        <w:t>c</w:t>
      </w:r>
      <w:r>
        <w:t>’</w:t>
      </w:r>
      <w:r w:rsidR="00530790" w:rsidRPr="005D5566">
        <w:t>est l</w:t>
      </w:r>
      <w:r>
        <w:t>’</w:t>
      </w:r>
      <w:r w:rsidR="00530790" w:rsidRPr="005D5566">
        <w:t>affaire des messieurs</w:t>
      </w:r>
      <w:r>
        <w:t xml:space="preserve">, </w:t>
      </w:r>
      <w:r w:rsidR="00530790" w:rsidRPr="005D5566">
        <w:t>c</w:t>
      </w:r>
      <w:r>
        <w:t>’</w:t>
      </w:r>
      <w:r w:rsidR="00530790" w:rsidRPr="005D5566">
        <w:t>est eux qui doivent en répondre</w:t>
      </w:r>
      <w:r>
        <w:t>…</w:t>
      </w:r>
    </w:p>
    <w:p w14:paraId="019927BE" w14:textId="77777777" w:rsidR="001C0413" w:rsidRDefault="00530790" w:rsidP="001C0413">
      <w:r w:rsidRPr="005D5566">
        <w:t>La mère voyait que Pavel ne comprenait pas Rybine</w:t>
      </w:r>
      <w:r w:rsidR="001C0413">
        <w:t xml:space="preserve">. </w:t>
      </w:r>
      <w:r w:rsidRPr="005D5566">
        <w:t>Il avait à demi fermé les paupières</w:t>
      </w:r>
      <w:r w:rsidR="001C0413">
        <w:t xml:space="preserve">, </w:t>
      </w:r>
      <w:r w:rsidRPr="005D5566">
        <w:t xml:space="preserve">ce qui indiquait </w:t>
      </w:r>
      <w:r w:rsidRPr="005D5566">
        <w:rPr>
          <w:bCs/>
        </w:rPr>
        <w:t>qu</w:t>
      </w:r>
      <w:r w:rsidR="001C0413">
        <w:t>’</w:t>
      </w:r>
      <w:r w:rsidRPr="005D5566">
        <w:t>il était fâché</w:t>
      </w:r>
      <w:r w:rsidR="001C0413">
        <w:t xml:space="preserve">. </w:t>
      </w:r>
      <w:r w:rsidRPr="005D5566">
        <w:t>Elle s</w:t>
      </w:r>
      <w:r w:rsidR="001C0413">
        <w:t>’</w:t>
      </w:r>
      <w:r w:rsidRPr="005D5566">
        <w:t>interposa avec douceur</w:t>
      </w:r>
      <w:r w:rsidR="001C0413">
        <w:t> :</w:t>
      </w:r>
    </w:p>
    <w:p w14:paraId="7F4356B7" w14:textId="77777777" w:rsidR="001C0413" w:rsidRDefault="001C0413" w:rsidP="001C0413">
      <w:r>
        <w:t>— </w:t>
      </w:r>
      <w:r w:rsidR="00530790" w:rsidRPr="005D5566">
        <w:t>Mikhaïl Ivanovitch veut bien faire l</w:t>
      </w:r>
      <w:r>
        <w:t>’</w:t>
      </w:r>
      <w:r w:rsidR="00530790" w:rsidRPr="005D5566">
        <w:t>affaire</w:t>
      </w:r>
      <w:r>
        <w:t xml:space="preserve">, </w:t>
      </w:r>
      <w:r w:rsidR="00530790" w:rsidRPr="005D5566">
        <w:t xml:space="preserve">mais </w:t>
      </w:r>
      <w:r w:rsidR="00530790" w:rsidRPr="005D5566">
        <w:rPr>
          <w:bCs/>
        </w:rPr>
        <w:t xml:space="preserve">à </w:t>
      </w:r>
      <w:r w:rsidR="00530790" w:rsidRPr="005D5566">
        <w:t xml:space="preserve">condition </w:t>
      </w:r>
      <w:r w:rsidR="00530790" w:rsidRPr="005D5566">
        <w:rPr>
          <w:bCs/>
        </w:rPr>
        <w:t xml:space="preserve">que </w:t>
      </w:r>
      <w:r w:rsidR="00530790" w:rsidRPr="005D5566">
        <w:t>d</w:t>
      </w:r>
      <w:r>
        <w:t>’</w:t>
      </w:r>
      <w:r w:rsidR="00530790" w:rsidRPr="005D5566">
        <w:t>autres soient châtiés pour lui</w:t>
      </w:r>
      <w:r>
        <w:t>…</w:t>
      </w:r>
    </w:p>
    <w:p w14:paraId="4637C1F1" w14:textId="77777777" w:rsidR="001C0413" w:rsidRDefault="001C0413" w:rsidP="001C0413">
      <w:r>
        <w:t>— </w:t>
      </w:r>
      <w:r w:rsidR="00530790" w:rsidRPr="005D5566">
        <w:t>Voilà</w:t>
      </w:r>
      <w:r>
        <w:t xml:space="preserve"> ! </w:t>
      </w:r>
      <w:r w:rsidR="00530790" w:rsidRPr="005D5566">
        <w:t>acquiesça Rybine en se caressant la barbe</w:t>
      </w:r>
      <w:r>
        <w:t>.</w:t>
      </w:r>
    </w:p>
    <w:p w14:paraId="093244C2" w14:textId="77777777" w:rsidR="001C0413" w:rsidRDefault="001C0413" w:rsidP="001C0413">
      <w:r>
        <w:t>— </w:t>
      </w:r>
      <w:r w:rsidR="00530790" w:rsidRPr="005D5566">
        <w:t>Maman</w:t>
      </w:r>
      <w:r>
        <w:t xml:space="preserve">, </w:t>
      </w:r>
      <w:r w:rsidR="00530790" w:rsidRPr="005D5566">
        <w:t>répliqua Pavel avec sécheresse</w:t>
      </w:r>
      <w:r>
        <w:t xml:space="preserve">, </w:t>
      </w:r>
      <w:r w:rsidR="00530790" w:rsidRPr="005D5566">
        <w:t>si l</w:t>
      </w:r>
      <w:r>
        <w:rPr>
          <w:bCs/>
        </w:rPr>
        <w:t>’</w:t>
      </w:r>
      <w:r w:rsidR="00530790" w:rsidRPr="005D5566">
        <w:rPr>
          <w:bCs/>
        </w:rPr>
        <w:t xml:space="preserve">un </w:t>
      </w:r>
      <w:r w:rsidR="00530790" w:rsidRPr="005D5566">
        <w:t>d</w:t>
      </w:r>
      <w:r>
        <w:t>’</w:t>
      </w:r>
      <w:r w:rsidR="00530790" w:rsidRPr="005D5566">
        <w:t>entre nous</w:t>
      </w:r>
      <w:r>
        <w:t xml:space="preserve">, </w:t>
      </w:r>
      <w:r w:rsidR="00530790" w:rsidRPr="005D5566">
        <w:t>André</w:t>
      </w:r>
      <w:r>
        <w:t xml:space="preserve">, </w:t>
      </w:r>
      <w:r w:rsidR="00530790" w:rsidRPr="005D5566">
        <w:t>par exemple</w:t>
      </w:r>
      <w:r>
        <w:t xml:space="preserve">, </w:t>
      </w:r>
      <w:r w:rsidR="00530790" w:rsidRPr="005D5566">
        <w:t xml:space="preserve">commettait quelque infraction aux lois </w:t>
      </w:r>
      <w:r w:rsidR="00530790" w:rsidRPr="005D5566">
        <w:rPr>
          <w:bCs/>
        </w:rPr>
        <w:t xml:space="preserve">et </w:t>
      </w:r>
      <w:r w:rsidR="00530790" w:rsidRPr="005D5566">
        <w:t>qu</w:t>
      </w:r>
      <w:r>
        <w:t>’</w:t>
      </w:r>
      <w:r w:rsidR="00530790" w:rsidRPr="005D5566">
        <w:t>on me remît en prison</w:t>
      </w:r>
      <w:r>
        <w:t xml:space="preserve">, </w:t>
      </w:r>
      <w:r w:rsidR="00530790" w:rsidRPr="005D5566">
        <w:rPr>
          <w:bCs/>
        </w:rPr>
        <w:t xml:space="preserve">que </w:t>
      </w:r>
      <w:r w:rsidR="00530790" w:rsidRPr="005D5566">
        <w:t>dirais-tu</w:t>
      </w:r>
      <w:r>
        <w:t> ?</w:t>
      </w:r>
    </w:p>
    <w:p w14:paraId="3AC65427" w14:textId="77777777" w:rsidR="001C0413" w:rsidRDefault="00530790" w:rsidP="001C0413">
      <w:r w:rsidRPr="005D5566">
        <w:t>La mère tressaillit</w:t>
      </w:r>
      <w:r w:rsidR="001C0413">
        <w:t xml:space="preserve">, </w:t>
      </w:r>
      <w:r w:rsidRPr="005D5566">
        <w:t>regarda son fils</w:t>
      </w:r>
      <w:r w:rsidR="001C0413">
        <w:t xml:space="preserve">, </w:t>
      </w:r>
      <w:r w:rsidRPr="005D5566">
        <w:t>toute déconcertée</w:t>
      </w:r>
      <w:r w:rsidR="001C0413">
        <w:t xml:space="preserve">, </w:t>
      </w:r>
      <w:r w:rsidRPr="005D5566">
        <w:t xml:space="preserve">et répondit en hochant </w:t>
      </w:r>
      <w:r w:rsidRPr="005D5566">
        <w:rPr>
          <w:bCs/>
        </w:rPr>
        <w:t xml:space="preserve">la </w:t>
      </w:r>
      <w:r w:rsidRPr="005D5566">
        <w:t>tête</w:t>
      </w:r>
      <w:r w:rsidR="001C0413">
        <w:t> :</w:t>
      </w:r>
    </w:p>
    <w:p w14:paraId="74AC6025" w14:textId="77777777" w:rsidR="001C0413" w:rsidRDefault="001C0413" w:rsidP="001C0413">
      <w:r>
        <w:t>— </w:t>
      </w:r>
      <w:r w:rsidR="00530790" w:rsidRPr="005D5566">
        <w:t>Comment pourrait-on agir ainsi envers un camarade</w:t>
      </w:r>
      <w:r>
        <w:t> ?</w:t>
      </w:r>
    </w:p>
    <w:p w14:paraId="3053C3C3" w14:textId="77777777" w:rsidR="001C0413" w:rsidRDefault="001C0413" w:rsidP="001C0413">
      <w:r>
        <w:t>— </w:t>
      </w:r>
      <w:r w:rsidR="00530790" w:rsidRPr="005D5566">
        <w:t>Ah</w:t>
      </w:r>
      <w:r>
        <w:t xml:space="preserve"> ! </w:t>
      </w:r>
      <w:r w:rsidR="00530790" w:rsidRPr="005D5566">
        <w:t>ah</w:t>
      </w:r>
      <w:r>
        <w:t xml:space="preserve"> ! </w:t>
      </w:r>
      <w:r w:rsidR="00530790" w:rsidRPr="005D5566">
        <w:t>fit Rybine</w:t>
      </w:r>
      <w:r>
        <w:t xml:space="preserve">. </w:t>
      </w:r>
      <w:r w:rsidR="00530790" w:rsidRPr="005D5566">
        <w:t>Je te comprends maintenant</w:t>
      </w:r>
      <w:r>
        <w:t xml:space="preserve">, </w:t>
      </w:r>
      <w:r w:rsidR="00530790" w:rsidRPr="005D5566">
        <w:t>Pavel</w:t>
      </w:r>
      <w:r>
        <w:t> !</w:t>
      </w:r>
    </w:p>
    <w:p w14:paraId="79C8D891" w14:textId="77777777" w:rsidR="001C0413" w:rsidRDefault="00530790" w:rsidP="001C0413">
      <w:r w:rsidRPr="005D5566">
        <w:t>Et</w:t>
      </w:r>
      <w:r w:rsidR="001C0413">
        <w:t xml:space="preserve">, </w:t>
      </w:r>
      <w:r w:rsidRPr="005D5566">
        <w:t>avec un sourire sardonique</w:t>
      </w:r>
      <w:r w:rsidR="001C0413">
        <w:t xml:space="preserve">, </w:t>
      </w:r>
      <w:r w:rsidRPr="005D5566">
        <w:t>il dit à la mère</w:t>
      </w:r>
      <w:r w:rsidR="001C0413">
        <w:t> :</w:t>
      </w:r>
    </w:p>
    <w:p w14:paraId="2B3BA2CD" w14:textId="77777777" w:rsidR="001C0413" w:rsidRDefault="001C0413" w:rsidP="001C0413">
      <w:r>
        <w:t>— </w:t>
      </w:r>
      <w:r w:rsidR="00530790" w:rsidRPr="005D5566">
        <w:t>C</w:t>
      </w:r>
      <w:r>
        <w:t>’</w:t>
      </w:r>
      <w:r w:rsidR="00530790" w:rsidRPr="005D5566">
        <w:t>est une affaire délicate</w:t>
      </w:r>
      <w:r>
        <w:t xml:space="preserve">, </w:t>
      </w:r>
      <w:r w:rsidR="00530790" w:rsidRPr="005D5566">
        <w:t>cela</w:t>
      </w:r>
      <w:r>
        <w:t xml:space="preserve">, </w:t>
      </w:r>
      <w:r w:rsidR="00530790" w:rsidRPr="005D5566">
        <w:t>mère</w:t>
      </w:r>
      <w:r>
        <w:t> !</w:t>
      </w:r>
    </w:p>
    <w:p w14:paraId="46B4B9DE" w14:textId="77777777" w:rsidR="001C0413" w:rsidRDefault="00530790" w:rsidP="001C0413">
      <w:r w:rsidRPr="005D5566">
        <w:t>Puis</w:t>
      </w:r>
      <w:r w:rsidR="001C0413">
        <w:t xml:space="preserve">, </w:t>
      </w:r>
      <w:r w:rsidRPr="005D5566">
        <w:t>s</w:t>
      </w:r>
      <w:r w:rsidR="001C0413">
        <w:rPr>
          <w:bCs/>
        </w:rPr>
        <w:t>’</w:t>
      </w:r>
      <w:r w:rsidRPr="005D5566">
        <w:rPr>
          <w:bCs/>
        </w:rPr>
        <w:t xml:space="preserve">adressant </w:t>
      </w:r>
      <w:r w:rsidRPr="005D5566">
        <w:t xml:space="preserve">de </w:t>
      </w:r>
      <w:r w:rsidRPr="005D5566">
        <w:rPr>
          <w:bCs/>
        </w:rPr>
        <w:t xml:space="preserve">nouveau </w:t>
      </w:r>
      <w:r w:rsidRPr="005D5566">
        <w:t>à Pavel</w:t>
      </w:r>
      <w:r w:rsidR="001C0413">
        <w:t xml:space="preserve">, </w:t>
      </w:r>
      <w:r w:rsidRPr="005D5566">
        <w:t>il reprit d</w:t>
      </w:r>
      <w:r w:rsidR="001C0413">
        <w:rPr>
          <w:bCs/>
        </w:rPr>
        <w:t>’</w:t>
      </w:r>
      <w:r w:rsidRPr="005D5566">
        <w:rPr>
          <w:bCs/>
        </w:rPr>
        <w:t xml:space="preserve">un </w:t>
      </w:r>
      <w:r w:rsidRPr="005D5566">
        <w:t>ton doctoral</w:t>
      </w:r>
      <w:r w:rsidR="001C0413">
        <w:t> :</w:t>
      </w:r>
    </w:p>
    <w:p w14:paraId="48423170" w14:textId="77777777" w:rsidR="001C0413" w:rsidRDefault="001C0413" w:rsidP="001C0413">
      <w:r>
        <w:t>— </w:t>
      </w:r>
      <w:r w:rsidR="00530790" w:rsidRPr="005D5566">
        <w:t>Tu es encore bien naïf</w:t>
      </w:r>
      <w:r>
        <w:t xml:space="preserve">, </w:t>
      </w:r>
      <w:r w:rsidR="00530790" w:rsidRPr="005D5566">
        <w:t>frère</w:t>
      </w:r>
      <w:r>
        <w:t xml:space="preserve"> ! </w:t>
      </w:r>
      <w:r w:rsidR="00530790" w:rsidRPr="005D5566">
        <w:t xml:space="preserve">Il ne faut pas </w:t>
      </w:r>
      <w:r w:rsidR="00530790" w:rsidRPr="005D5566">
        <w:rPr>
          <w:bCs/>
        </w:rPr>
        <w:t>s</w:t>
      </w:r>
      <w:r>
        <w:rPr>
          <w:bCs/>
        </w:rPr>
        <w:t>’</w:t>
      </w:r>
      <w:r w:rsidR="00530790" w:rsidRPr="005D5566">
        <w:rPr>
          <w:bCs/>
        </w:rPr>
        <w:t>oc</w:t>
      </w:r>
      <w:r w:rsidR="00530790" w:rsidRPr="005D5566">
        <w:t>cuper d</w:t>
      </w:r>
      <w:r>
        <w:t>’</w:t>
      </w:r>
      <w:r w:rsidR="00530790" w:rsidRPr="005D5566">
        <w:t>honneur quand on travaille à une cause secrète</w:t>
      </w:r>
      <w:r>
        <w:t xml:space="preserve">. </w:t>
      </w:r>
      <w:r w:rsidR="00530790" w:rsidRPr="005D5566">
        <w:t>Réfléchis donc</w:t>
      </w:r>
      <w:r>
        <w:t xml:space="preserve"> : </w:t>
      </w:r>
      <w:r w:rsidR="00530790" w:rsidRPr="005D5566">
        <w:t>premièrement</w:t>
      </w:r>
      <w:r>
        <w:t xml:space="preserve">, </w:t>
      </w:r>
      <w:r w:rsidR="00530790" w:rsidRPr="005D5566">
        <w:t>c</w:t>
      </w:r>
      <w:r>
        <w:t>’</w:t>
      </w:r>
      <w:r w:rsidR="00530790" w:rsidRPr="005D5566">
        <w:t>est la personne chez laquelle on trouvera les livres qui sera mise en prison tout d</w:t>
      </w:r>
      <w:r>
        <w:t>’</w:t>
      </w:r>
      <w:r w:rsidR="00530790" w:rsidRPr="005D5566">
        <w:t>abord</w:t>
      </w:r>
      <w:r>
        <w:t xml:space="preserve">, </w:t>
      </w:r>
      <w:r w:rsidR="00530790" w:rsidRPr="005D5566">
        <w:t xml:space="preserve">et non </w:t>
      </w:r>
      <w:r w:rsidR="00530790" w:rsidRPr="005D5566">
        <w:lastRenderedPageBreak/>
        <w:t>l</w:t>
      </w:r>
      <w:r>
        <w:t>’</w:t>
      </w:r>
      <w:r w:rsidR="00530790" w:rsidRPr="005D5566">
        <w:t>instituteur</w:t>
      </w:r>
      <w:r>
        <w:t xml:space="preserve">. </w:t>
      </w:r>
      <w:r w:rsidR="00530790" w:rsidRPr="005D5566">
        <w:t>Secondement</w:t>
      </w:r>
      <w:r>
        <w:t xml:space="preserve">, </w:t>
      </w:r>
      <w:r w:rsidR="00530790" w:rsidRPr="005D5566">
        <w:t>le contenu des livres autorisés que les maîtres d</w:t>
      </w:r>
      <w:r>
        <w:t>’</w:t>
      </w:r>
      <w:r w:rsidR="00530790" w:rsidRPr="005D5566">
        <w:t>école distribuent est le même que celui des livres interdits</w:t>
      </w:r>
      <w:r>
        <w:t xml:space="preserve">, </w:t>
      </w:r>
      <w:r w:rsidR="00530790" w:rsidRPr="005D5566">
        <w:t>les mots seuls sont changés</w:t>
      </w:r>
      <w:r>
        <w:t xml:space="preserve">, </w:t>
      </w:r>
      <w:r w:rsidR="00530790" w:rsidRPr="005D5566">
        <w:t>et il y a moins de choses vraies que dans les nôtres</w:t>
      </w:r>
      <w:r>
        <w:t xml:space="preserve">… </w:t>
      </w:r>
      <w:r w:rsidR="00530790" w:rsidRPr="005D5566">
        <w:t xml:space="preserve">Donc les instituteurs </w:t>
      </w:r>
      <w:r w:rsidR="00530790" w:rsidRPr="005D5566">
        <w:rPr>
          <w:bCs/>
        </w:rPr>
        <w:t xml:space="preserve">ont </w:t>
      </w:r>
      <w:r w:rsidR="00530790" w:rsidRPr="005D5566">
        <w:t>le même but que moi</w:t>
      </w:r>
      <w:r>
        <w:t xml:space="preserve">, </w:t>
      </w:r>
      <w:r w:rsidR="00530790" w:rsidRPr="005D5566">
        <w:t>mais eux font des détours</w:t>
      </w:r>
      <w:r>
        <w:t xml:space="preserve">, </w:t>
      </w:r>
      <w:r w:rsidR="00530790" w:rsidRPr="005D5566">
        <w:t>tandis que je prends la route la plus directe</w:t>
      </w:r>
      <w:r>
        <w:t xml:space="preserve">… </w:t>
      </w:r>
      <w:r w:rsidR="00530790" w:rsidRPr="005D5566">
        <w:t>Pourtant aux yeux des autorités</w:t>
      </w:r>
      <w:r>
        <w:t xml:space="preserve">, </w:t>
      </w:r>
      <w:r w:rsidR="00530790" w:rsidRPr="005D5566">
        <w:t>nous sommes également coupables</w:t>
      </w:r>
      <w:r>
        <w:t xml:space="preserve">, </w:t>
      </w:r>
      <w:r w:rsidR="00530790" w:rsidRPr="005D5566">
        <w:t>n</w:t>
      </w:r>
      <w:r>
        <w:t>’</w:t>
      </w:r>
      <w:r w:rsidR="00530790" w:rsidRPr="005D5566">
        <w:t>est-ce pas</w:t>
      </w:r>
      <w:r>
        <w:t xml:space="preserve"> ? </w:t>
      </w:r>
      <w:r w:rsidR="00530790" w:rsidRPr="005D5566">
        <w:t>Troisièmement</w:t>
      </w:r>
      <w:r>
        <w:t xml:space="preserve">, </w:t>
      </w:r>
      <w:r w:rsidR="00530790" w:rsidRPr="005D5566">
        <w:t>frère</w:t>
      </w:r>
      <w:r>
        <w:t xml:space="preserve">, </w:t>
      </w:r>
      <w:r w:rsidR="00530790" w:rsidRPr="005D5566">
        <w:t xml:space="preserve">je </w:t>
      </w:r>
      <w:r w:rsidR="00530790" w:rsidRPr="005D5566">
        <w:rPr>
          <w:bCs/>
        </w:rPr>
        <w:t>n</w:t>
      </w:r>
      <w:r>
        <w:rPr>
          <w:bCs/>
        </w:rPr>
        <w:t>’</w:t>
      </w:r>
      <w:r w:rsidR="00530790" w:rsidRPr="005D5566">
        <w:rPr>
          <w:bCs/>
        </w:rPr>
        <w:t xml:space="preserve">ai </w:t>
      </w:r>
      <w:r w:rsidR="00530790" w:rsidRPr="005D5566">
        <w:t xml:space="preserve">rien à faire </w:t>
      </w:r>
      <w:r w:rsidR="00530790" w:rsidRPr="005D5566">
        <w:rPr>
          <w:bCs/>
        </w:rPr>
        <w:t xml:space="preserve">avec </w:t>
      </w:r>
      <w:r w:rsidR="00530790" w:rsidRPr="005D5566">
        <w:t>eux</w:t>
      </w:r>
      <w:r>
        <w:t xml:space="preserve">. </w:t>
      </w:r>
      <w:r w:rsidR="00530790" w:rsidRPr="005D5566">
        <w:t>Les piétons sont de mauvais compagnons pour les cavaliers</w:t>
      </w:r>
      <w:r>
        <w:t xml:space="preserve">. </w:t>
      </w:r>
      <w:r w:rsidR="00530790" w:rsidRPr="005D5566">
        <w:t>Je n</w:t>
      </w:r>
      <w:r>
        <w:t>’</w:t>
      </w:r>
      <w:r w:rsidR="00530790" w:rsidRPr="005D5566">
        <w:t>agirais peut-être pas ainsi envers un paysan</w:t>
      </w:r>
      <w:r>
        <w:t xml:space="preserve">. </w:t>
      </w:r>
      <w:r w:rsidR="00530790" w:rsidRPr="005D5566">
        <w:t>Le maître d</w:t>
      </w:r>
      <w:r>
        <w:t>’</w:t>
      </w:r>
      <w:r w:rsidR="00530790" w:rsidRPr="005D5566">
        <w:t>école est un fils de prêtre</w:t>
      </w:r>
      <w:r>
        <w:t xml:space="preserve"> ; </w:t>
      </w:r>
      <w:r w:rsidR="00530790" w:rsidRPr="005D5566">
        <w:t>l</w:t>
      </w:r>
      <w:r>
        <w:t>’</w:t>
      </w:r>
      <w:r w:rsidR="00530790" w:rsidRPr="005D5566">
        <w:t>institutrice</w:t>
      </w:r>
      <w:r>
        <w:t xml:space="preserve">, </w:t>
      </w:r>
      <w:r w:rsidR="00530790" w:rsidRPr="005D5566">
        <w:t>la fille d</w:t>
      </w:r>
      <w:r>
        <w:t>’</w:t>
      </w:r>
      <w:r w:rsidR="00530790" w:rsidRPr="005D5566">
        <w:t>un propriétaire foncier</w:t>
      </w:r>
      <w:r>
        <w:t xml:space="preserve"> ; </w:t>
      </w:r>
      <w:r w:rsidR="00530790" w:rsidRPr="005D5566">
        <w:t>je ne sais pas pourquoi ils se mettent à soulever le peuple</w:t>
      </w:r>
      <w:r>
        <w:t xml:space="preserve">, </w:t>
      </w:r>
      <w:r w:rsidR="00530790" w:rsidRPr="005D5566">
        <w:t>Moi</w:t>
      </w:r>
      <w:r>
        <w:t xml:space="preserve">, </w:t>
      </w:r>
      <w:r w:rsidR="00530790" w:rsidRPr="005D5566">
        <w:t>paysan</w:t>
      </w:r>
      <w:r>
        <w:t xml:space="preserve">, </w:t>
      </w:r>
      <w:r w:rsidR="00530790" w:rsidRPr="005D5566">
        <w:t>je ne puis connaître leurs pensées de gens instruits</w:t>
      </w:r>
      <w:r>
        <w:t xml:space="preserve">. </w:t>
      </w:r>
      <w:r w:rsidR="00530790" w:rsidRPr="005D5566">
        <w:t xml:space="preserve">Je sais </w:t>
      </w:r>
      <w:r w:rsidR="00530790" w:rsidRPr="005D5566">
        <w:rPr>
          <w:bCs/>
        </w:rPr>
        <w:t xml:space="preserve">ce </w:t>
      </w:r>
      <w:r w:rsidR="00530790" w:rsidRPr="005D5566">
        <w:t>que je fais</w:t>
      </w:r>
      <w:r>
        <w:t xml:space="preserve">, </w:t>
      </w:r>
      <w:r w:rsidR="00530790" w:rsidRPr="005D5566">
        <w:t>mais j</w:t>
      </w:r>
      <w:r>
        <w:t>’</w:t>
      </w:r>
      <w:r w:rsidR="00530790" w:rsidRPr="005D5566">
        <w:t>ignore ce qu</w:t>
      </w:r>
      <w:r>
        <w:t>’</w:t>
      </w:r>
      <w:r w:rsidR="00530790" w:rsidRPr="005D5566">
        <w:t>ils veulent</w:t>
      </w:r>
      <w:r>
        <w:t xml:space="preserve">. </w:t>
      </w:r>
      <w:r w:rsidR="00530790" w:rsidRPr="005D5566">
        <w:t>Pendant des milliers d</w:t>
      </w:r>
      <w:r>
        <w:t>’</w:t>
      </w:r>
      <w:r w:rsidR="00530790" w:rsidRPr="005D5566">
        <w:t>années</w:t>
      </w:r>
      <w:r>
        <w:t xml:space="preserve">, </w:t>
      </w:r>
      <w:r w:rsidR="00530790" w:rsidRPr="005D5566">
        <w:t>les grands étaient de vrais seigneurs et écorchaient les paysans</w:t>
      </w:r>
      <w:r>
        <w:t xml:space="preserve"> ; </w:t>
      </w:r>
      <w:r w:rsidR="00530790" w:rsidRPr="005D5566">
        <w:t>brusquement ils se réveillent et se mettent à ouvrir les yeux à leurs victimes</w:t>
      </w:r>
      <w:r>
        <w:t xml:space="preserve">… </w:t>
      </w:r>
      <w:r w:rsidR="00530790" w:rsidRPr="005D5566">
        <w:t>Je ne suis pas un amateur de contes de fées</w:t>
      </w:r>
      <w:r>
        <w:t xml:space="preserve">, </w:t>
      </w:r>
      <w:r w:rsidR="00530790" w:rsidRPr="005D5566">
        <w:t>frère</w:t>
      </w:r>
      <w:r>
        <w:t xml:space="preserve">, </w:t>
      </w:r>
      <w:r w:rsidR="00530790" w:rsidRPr="005D5566">
        <w:t>et cela en est un</w:t>
      </w:r>
      <w:r>
        <w:t xml:space="preserve">. </w:t>
      </w:r>
      <w:r w:rsidR="00530790" w:rsidRPr="005D5566">
        <w:t>Pour moi</w:t>
      </w:r>
      <w:r>
        <w:t xml:space="preserve">, </w:t>
      </w:r>
      <w:r w:rsidR="00530790" w:rsidRPr="005D5566">
        <w:t>les gens riches et instruits</w:t>
      </w:r>
      <w:r>
        <w:t xml:space="preserve">, </w:t>
      </w:r>
      <w:r w:rsidR="00530790" w:rsidRPr="005D5566">
        <w:t>quels qu</w:t>
      </w:r>
      <w:r>
        <w:t>’</w:t>
      </w:r>
      <w:r w:rsidR="00530790" w:rsidRPr="005D5566">
        <w:t>ils soient</w:t>
      </w:r>
      <w:r>
        <w:t xml:space="preserve">, </w:t>
      </w:r>
      <w:r w:rsidR="00530790" w:rsidRPr="005D5566">
        <w:t>me sont lointains</w:t>
      </w:r>
      <w:r>
        <w:t xml:space="preserve">. </w:t>
      </w:r>
      <w:r w:rsidR="00530790" w:rsidRPr="005D5566">
        <w:t>En hiver</w:t>
      </w:r>
      <w:r>
        <w:t xml:space="preserve">, </w:t>
      </w:r>
      <w:r w:rsidR="00530790" w:rsidRPr="005D5566">
        <w:t>quand on traverse les champs</w:t>
      </w:r>
      <w:r>
        <w:t xml:space="preserve">, </w:t>
      </w:r>
      <w:r w:rsidR="00530790" w:rsidRPr="005D5566">
        <w:t>on aperçoit parfois quelque chose de vivant qui s</w:t>
      </w:r>
      <w:r>
        <w:t>’</w:t>
      </w:r>
      <w:r w:rsidR="00530790" w:rsidRPr="005D5566">
        <w:t>agite au loin</w:t>
      </w:r>
      <w:r>
        <w:t xml:space="preserve">. </w:t>
      </w:r>
      <w:r w:rsidR="00530790" w:rsidRPr="005D5566">
        <w:t>Est-ce un renard</w:t>
      </w:r>
      <w:r>
        <w:t xml:space="preserve">, </w:t>
      </w:r>
      <w:r w:rsidR="00530790" w:rsidRPr="005D5566">
        <w:t>un loup</w:t>
      </w:r>
      <w:r>
        <w:t xml:space="preserve">, </w:t>
      </w:r>
      <w:r w:rsidR="00530790" w:rsidRPr="005D5566">
        <w:t>un chien</w:t>
      </w:r>
      <w:r>
        <w:t xml:space="preserve"> ? </w:t>
      </w:r>
      <w:r w:rsidR="00530790" w:rsidRPr="005D5566">
        <w:t>on ne peut le distinguer</w:t>
      </w:r>
      <w:r>
        <w:t xml:space="preserve">, </w:t>
      </w:r>
      <w:r w:rsidR="00530790" w:rsidRPr="005D5566">
        <w:t>on en est trop éloigné</w:t>
      </w:r>
      <w:r>
        <w:t>…</w:t>
      </w:r>
    </w:p>
    <w:p w14:paraId="063B6704" w14:textId="77777777" w:rsidR="001C0413" w:rsidRDefault="00530790" w:rsidP="001C0413">
      <w:r w:rsidRPr="005D5566">
        <w:t>La mère jeta un coup d</w:t>
      </w:r>
      <w:r w:rsidR="001C0413">
        <w:t>’</w:t>
      </w:r>
      <w:r w:rsidRPr="005D5566">
        <w:t>œil sur son fils</w:t>
      </w:r>
      <w:r w:rsidR="001C0413">
        <w:t xml:space="preserve">. </w:t>
      </w:r>
      <w:r w:rsidRPr="005D5566">
        <w:t>Il avait l</w:t>
      </w:r>
      <w:r w:rsidR="001C0413">
        <w:t>’</w:t>
      </w:r>
      <w:r w:rsidRPr="005D5566">
        <w:t>air triste</w:t>
      </w:r>
      <w:r w:rsidR="001C0413">
        <w:t>.</w:t>
      </w:r>
    </w:p>
    <w:p w14:paraId="03B0B7F8" w14:textId="77777777" w:rsidR="001C0413" w:rsidRDefault="00530790" w:rsidP="001C0413">
      <w:r w:rsidRPr="005D5566">
        <w:t>Les yeux de Rybine étincelaient d</w:t>
      </w:r>
      <w:r w:rsidR="001C0413">
        <w:t>’</w:t>
      </w:r>
      <w:r w:rsidRPr="005D5566">
        <w:t>un éclat sombre</w:t>
      </w:r>
      <w:r w:rsidR="001C0413">
        <w:t xml:space="preserve"> ; </w:t>
      </w:r>
      <w:r w:rsidRPr="005D5566">
        <w:t>content de lui-même</w:t>
      </w:r>
      <w:r w:rsidR="001C0413">
        <w:t xml:space="preserve">, </w:t>
      </w:r>
      <w:r w:rsidRPr="005D5566">
        <w:t>il continua fébrilement en passant ses doigts dans sa barbe</w:t>
      </w:r>
      <w:r w:rsidR="001C0413">
        <w:t> :</w:t>
      </w:r>
    </w:p>
    <w:p w14:paraId="497B441D" w14:textId="77777777" w:rsidR="001C0413" w:rsidRDefault="001C0413" w:rsidP="001C0413">
      <w:r>
        <w:t>— </w:t>
      </w:r>
      <w:r w:rsidR="00530790" w:rsidRPr="005D5566">
        <w:t>Je n</w:t>
      </w:r>
      <w:r>
        <w:t>’</w:t>
      </w:r>
      <w:r w:rsidR="00530790" w:rsidRPr="005D5566">
        <w:t>ai pas le temps de faire l</w:t>
      </w:r>
      <w:r>
        <w:t>’</w:t>
      </w:r>
      <w:r w:rsidR="00530790" w:rsidRPr="005D5566">
        <w:t>aimable</w:t>
      </w:r>
      <w:r>
        <w:t xml:space="preserve">… </w:t>
      </w:r>
      <w:r w:rsidR="00530790" w:rsidRPr="005D5566">
        <w:t>Le moment est trop sérieux</w:t>
      </w:r>
      <w:r>
        <w:rPr>
          <w:rFonts w:eastAsia="Georgia" w:cs="Georgia"/>
        </w:rPr>
        <w:t xml:space="preserve">… </w:t>
      </w:r>
      <w:r w:rsidR="00530790" w:rsidRPr="005D5566">
        <w:t>chacun doit travailler selon sa conscience</w:t>
      </w:r>
      <w:r>
        <w:t xml:space="preserve">… </w:t>
      </w:r>
      <w:r w:rsidR="00530790" w:rsidRPr="005D5566">
        <w:t>chaque oiseau a son cri spécial</w:t>
      </w:r>
      <w:r>
        <w:t>…</w:t>
      </w:r>
    </w:p>
    <w:p w14:paraId="6FB100CA" w14:textId="77777777" w:rsidR="001C0413" w:rsidRDefault="001C0413" w:rsidP="001C0413">
      <w:r>
        <w:lastRenderedPageBreak/>
        <w:t>— </w:t>
      </w:r>
      <w:r w:rsidR="00530790" w:rsidRPr="005D5566">
        <w:t>Mais il y a des riches qui se sacrifient pour le peuple</w:t>
      </w:r>
      <w:r>
        <w:t xml:space="preserve">, </w:t>
      </w:r>
      <w:r w:rsidR="00530790" w:rsidRPr="005D5566">
        <w:t>qui passent toute leur vie en prison</w:t>
      </w:r>
      <w:r>
        <w:t xml:space="preserve">, </w:t>
      </w:r>
      <w:r w:rsidR="00530790" w:rsidRPr="005D5566">
        <w:t>intervint la mère en pensant à des visages familiers</w:t>
      </w:r>
      <w:r>
        <w:t>.</w:t>
      </w:r>
    </w:p>
    <w:p w14:paraId="44CA808C" w14:textId="77777777" w:rsidR="001C0413" w:rsidRDefault="001C0413" w:rsidP="001C0413">
      <w:r>
        <w:t>— </w:t>
      </w:r>
      <w:r w:rsidR="00530790" w:rsidRPr="005D5566">
        <w:t>Ceux-là</w:t>
      </w:r>
      <w:r>
        <w:t xml:space="preserve">, </w:t>
      </w:r>
      <w:r w:rsidR="00530790" w:rsidRPr="005D5566">
        <w:t>c</w:t>
      </w:r>
      <w:r>
        <w:t>’</w:t>
      </w:r>
      <w:r w:rsidR="00530790" w:rsidRPr="005D5566">
        <w:t>est une autre affaire dit Rybine</w:t>
      </w:r>
      <w:r>
        <w:t xml:space="preserve">. </w:t>
      </w:r>
      <w:r w:rsidR="00530790" w:rsidRPr="005D5566">
        <w:t>Quand le paysan s</w:t>
      </w:r>
      <w:r>
        <w:t>’</w:t>
      </w:r>
      <w:r w:rsidR="00530790" w:rsidRPr="005D5566">
        <w:t>enrichit</w:t>
      </w:r>
      <w:r>
        <w:t xml:space="preserve">, </w:t>
      </w:r>
      <w:r w:rsidR="00530790" w:rsidRPr="005D5566">
        <w:t>il se frotte aux seigneurs</w:t>
      </w:r>
      <w:r>
        <w:t xml:space="preserve">. </w:t>
      </w:r>
      <w:r w:rsidR="00530790" w:rsidRPr="005D5566">
        <w:t>Quand le seigneur s</w:t>
      </w:r>
      <w:r>
        <w:t>’</w:t>
      </w:r>
      <w:r w:rsidR="00530790" w:rsidRPr="005D5566">
        <w:t>appauvrit</w:t>
      </w:r>
      <w:r>
        <w:t xml:space="preserve">, </w:t>
      </w:r>
      <w:r w:rsidR="00530790" w:rsidRPr="005D5566">
        <w:t>il devient l</w:t>
      </w:r>
      <w:r>
        <w:t>’</w:t>
      </w:r>
      <w:r w:rsidR="00530790" w:rsidRPr="005D5566">
        <w:t>ami du paysan</w:t>
      </w:r>
      <w:r>
        <w:t xml:space="preserve">. </w:t>
      </w:r>
      <w:r w:rsidR="00530790" w:rsidRPr="005D5566">
        <w:t>Lorsque la bourse est vide</w:t>
      </w:r>
      <w:r>
        <w:t xml:space="preserve">, </w:t>
      </w:r>
      <w:r w:rsidR="00530790" w:rsidRPr="005D5566">
        <w:t>l</w:t>
      </w:r>
      <w:r>
        <w:t>’</w:t>
      </w:r>
      <w:r w:rsidR="00530790" w:rsidRPr="005D5566">
        <w:t>âme est bien forcée d</w:t>
      </w:r>
      <w:r>
        <w:t>’</w:t>
      </w:r>
      <w:r w:rsidR="00530790" w:rsidRPr="005D5566">
        <w:t>être pure</w:t>
      </w:r>
      <w:r>
        <w:t xml:space="preserve">… </w:t>
      </w:r>
      <w:r w:rsidR="00530790" w:rsidRPr="005D5566">
        <w:t>Te souviens-tu</w:t>
      </w:r>
      <w:r>
        <w:t xml:space="preserve">, </w:t>
      </w:r>
      <w:r w:rsidR="00530790" w:rsidRPr="005D5566">
        <w:t>Pavel</w:t>
      </w:r>
      <w:r>
        <w:t xml:space="preserve">, </w:t>
      </w:r>
      <w:r w:rsidR="00530790" w:rsidRPr="005D5566">
        <w:t>tu m</w:t>
      </w:r>
      <w:r>
        <w:t>’</w:t>
      </w:r>
      <w:r w:rsidR="00530790" w:rsidRPr="005D5566">
        <w:t>as expliqué une fois que les opinions dépendent de la manière dont on vit</w:t>
      </w:r>
      <w:r>
        <w:t xml:space="preserve">, </w:t>
      </w:r>
      <w:r w:rsidR="00530790" w:rsidRPr="005D5566">
        <w:t>que si l</w:t>
      </w:r>
      <w:r>
        <w:t>’</w:t>
      </w:r>
      <w:r w:rsidR="00530790" w:rsidRPr="005D5566">
        <w:t xml:space="preserve">ouvrier dit </w:t>
      </w:r>
      <w:r>
        <w:t>« </w:t>
      </w:r>
      <w:r w:rsidR="00530790" w:rsidRPr="005D5566">
        <w:t>oui</w:t>
      </w:r>
      <w:r>
        <w:t xml:space="preserve"> », </w:t>
      </w:r>
      <w:r w:rsidR="00530790" w:rsidRPr="005D5566">
        <w:t xml:space="preserve">le patron est obligé de dire </w:t>
      </w:r>
      <w:r>
        <w:t>« </w:t>
      </w:r>
      <w:r w:rsidR="00530790" w:rsidRPr="005D5566">
        <w:t>non</w:t>
      </w:r>
      <w:r>
        <w:t xml:space="preserve">. », </w:t>
      </w:r>
      <w:r w:rsidR="00530790" w:rsidRPr="005D5566">
        <w:t>et que si l</w:t>
      </w:r>
      <w:r>
        <w:t>’</w:t>
      </w:r>
      <w:r w:rsidR="00530790" w:rsidRPr="005D5566">
        <w:t xml:space="preserve">ouvrier dit </w:t>
      </w:r>
      <w:r>
        <w:t>« </w:t>
      </w:r>
      <w:r w:rsidR="00530790" w:rsidRPr="005D5566">
        <w:t>non</w:t>
      </w:r>
      <w:r>
        <w:t xml:space="preserve"> », </w:t>
      </w:r>
      <w:r w:rsidR="00530790" w:rsidRPr="005D5566">
        <w:t xml:space="preserve">le patron criera inévitablement </w:t>
      </w:r>
      <w:r>
        <w:t>« </w:t>
      </w:r>
      <w:r w:rsidR="00530790" w:rsidRPr="005D5566">
        <w:t>oui</w:t>
      </w:r>
      <w:r>
        <w:t xml:space="preserve"> », </w:t>
      </w:r>
      <w:r w:rsidR="00530790" w:rsidRPr="005D5566">
        <w:t>parce qu</w:t>
      </w:r>
      <w:r>
        <w:t>’</w:t>
      </w:r>
      <w:r w:rsidR="00530790" w:rsidRPr="005D5566">
        <w:t>il est le patron</w:t>
      </w:r>
      <w:r>
        <w:t xml:space="preserve">. </w:t>
      </w:r>
      <w:r w:rsidR="00530790" w:rsidRPr="005D5566">
        <w:t>Eh bien</w:t>
      </w:r>
      <w:r>
        <w:t xml:space="preserve">, </w:t>
      </w:r>
      <w:r w:rsidR="00530790" w:rsidRPr="005D5566">
        <w:t>il en est de même pour les paysans et les propriétaires</w:t>
      </w:r>
      <w:r>
        <w:t xml:space="preserve">. </w:t>
      </w:r>
      <w:r w:rsidR="00530790" w:rsidRPr="005D5566">
        <w:t>Quand le paysan est satisfait</w:t>
      </w:r>
      <w:r>
        <w:t xml:space="preserve">, </w:t>
      </w:r>
      <w:r w:rsidR="00530790" w:rsidRPr="005D5566">
        <w:t>le propriétaire n</w:t>
      </w:r>
      <w:r>
        <w:t>’</w:t>
      </w:r>
      <w:r w:rsidR="00530790" w:rsidRPr="005D5566">
        <w:t>en dort pas</w:t>
      </w:r>
      <w:r>
        <w:t xml:space="preserve">. </w:t>
      </w:r>
      <w:r w:rsidR="00530790" w:rsidRPr="005D5566">
        <w:t>Je le sais bien</w:t>
      </w:r>
      <w:r>
        <w:t xml:space="preserve">, </w:t>
      </w:r>
      <w:r w:rsidR="00530790" w:rsidRPr="005D5566">
        <w:t>il y a partout des canailles</w:t>
      </w:r>
      <w:r>
        <w:t xml:space="preserve"> ; </w:t>
      </w:r>
      <w:r w:rsidR="00530790" w:rsidRPr="005D5566">
        <w:t>et je ne veux pas prendre la défense de tous les paysans sans exception</w:t>
      </w:r>
      <w:r>
        <w:t>…</w:t>
      </w:r>
    </w:p>
    <w:p w14:paraId="7FA1A61C" w14:textId="77777777" w:rsidR="001C0413" w:rsidRDefault="00530790" w:rsidP="001C0413">
      <w:r w:rsidRPr="005D5566">
        <w:t>Rybine s</w:t>
      </w:r>
      <w:r w:rsidR="001C0413">
        <w:t>’</w:t>
      </w:r>
      <w:r w:rsidRPr="005D5566">
        <w:t>était levé</w:t>
      </w:r>
      <w:r w:rsidR="001C0413">
        <w:t xml:space="preserve">. </w:t>
      </w:r>
      <w:r w:rsidRPr="005D5566">
        <w:t>Son visage s</w:t>
      </w:r>
      <w:r w:rsidR="001C0413">
        <w:t>’</w:t>
      </w:r>
      <w:r w:rsidRPr="005D5566">
        <w:t>assombrit</w:t>
      </w:r>
      <w:r w:rsidR="001C0413">
        <w:t xml:space="preserve"> ; </w:t>
      </w:r>
      <w:r w:rsidRPr="005D5566">
        <w:t>sa barbe frémissait comme s</w:t>
      </w:r>
      <w:r w:rsidR="001C0413">
        <w:t>’</w:t>
      </w:r>
      <w:r w:rsidRPr="005D5566">
        <w:t>il eût claqué des dents</w:t>
      </w:r>
      <w:r w:rsidR="001C0413">
        <w:t xml:space="preserve"> ; </w:t>
      </w:r>
      <w:r w:rsidRPr="005D5566">
        <w:t>il continua en baissant la voix</w:t>
      </w:r>
      <w:r w:rsidR="001C0413">
        <w:t> :</w:t>
      </w:r>
    </w:p>
    <w:p w14:paraId="6453FF39" w14:textId="1B581CE9" w:rsidR="001C0413" w:rsidRDefault="001C0413" w:rsidP="001C0413">
      <w:r>
        <w:t>— </w:t>
      </w:r>
      <w:r w:rsidR="00530790" w:rsidRPr="005D5566">
        <w:t>J</w:t>
      </w:r>
      <w:r>
        <w:t>’</w:t>
      </w:r>
      <w:r w:rsidR="00530790" w:rsidRPr="005D5566">
        <w:t>ai erré de fabrique en fabrique pendant cinq ans</w:t>
      </w:r>
      <w:r>
        <w:t xml:space="preserve">, </w:t>
      </w:r>
      <w:r w:rsidR="00530790" w:rsidRPr="005D5566">
        <w:t>et j</w:t>
      </w:r>
      <w:r>
        <w:t>’</w:t>
      </w:r>
      <w:r w:rsidR="00530790" w:rsidRPr="005D5566">
        <w:t>étais désaccoutumé de la campagne</w:t>
      </w:r>
      <w:r>
        <w:t xml:space="preserve"> ! </w:t>
      </w:r>
      <w:r w:rsidR="00530790" w:rsidRPr="005D5566">
        <w:t>Quand j</w:t>
      </w:r>
      <w:r>
        <w:t>’</w:t>
      </w:r>
      <w:r w:rsidR="00530790" w:rsidRPr="005D5566">
        <w:t>y suis retourné</w:t>
      </w:r>
      <w:r>
        <w:t xml:space="preserve">, </w:t>
      </w:r>
      <w:r w:rsidR="00530790" w:rsidRPr="005D5566">
        <w:t>quand j</w:t>
      </w:r>
      <w:r>
        <w:t>’</w:t>
      </w:r>
      <w:r w:rsidR="00530790" w:rsidRPr="005D5566">
        <w:t>ai vu ce qui s</w:t>
      </w:r>
      <w:r>
        <w:t>’</w:t>
      </w:r>
      <w:r w:rsidR="00530790" w:rsidRPr="005D5566">
        <w:t>y passait</w:t>
      </w:r>
      <w:r>
        <w:t xml:space="preserve">, </w:t>
      </w:r>
      <w:r w:rsidR="00530790" w:rsidRPr="005D5566">
        <w:t>je me suis dit que je ne pouvais pas vivre comme vivent les paysans</w:t>
      </w:r>
      <w:r>
        <w:t xml:space="preserve"> ?! </w:t>
      </w:r>
      <w:r w:rsidR="00530790" w:rsidRPr="005D5566">
        <w:t>Tu comprends</w:t>
      </w:r>
      <w:r>
        <w:t xml:space="preserve"> ? </w:t>
      </w:r>
      <w:r w:rsidR="00530790" w:rsidRPr="005D5566">
        <w:t>Cela me semblait impossible</w:t>
      </w:r>
      <w:r>
        <w:t xml:space="preserve">. </w:t>
      </w:r>
      <w:r w:rsidR="00530790" w:rsidRPr="005D5566">
        <w:t>Vous autres</w:t>
      </w:r>
      <w:r>
        <w:t xml:space="preserve">, </w:t>
      </w:r>
      <w:r w:rsidR="00530790" w:rsidRPr="005D5566">
        <w:t>vous ne connaissez pas la faim</w:t>
      </w:r>
      <w:r>
        <w:t xml:space="preserve">… </w:t>
      </w:r>
      <w:r w:rsidR="00530790" w:rsidRPr="005D5566">
        <w:t>on ne vous humilie pas trop</w:t>
      </w:r>
      <w:r>
        <w:t xml:space="preserve">… </w:t>
      </w:r>
      <w:r w:rsidR="00530790" w:rsidRPr="005D5566">
        <w:t>Mais</w:t>
      </w:r>
      <w:r>
        <w:t xml:space="preserve">, </w:t>
      </w:r>
      <w:r w:rsidR="00530790" w:rsidRPr="005D5566">
        <w:t>au village</w:t>
      </w:r>
      <w:r>
        <w:t xml:space="preserve">, </w:t>
      </w:r>
      <w:r w:rsidR="00530790" w:rsidRPr="005D5566">
        <w:t>la faim suit l</w:t>
      </w:r>
      <w:r>
        <w:t>’</w:t>
      </w:r>
      <w:r w:rsidR="00530790" w:rsidRPr="005D5566">
        <w:t>homme comme une ombre pendant toute son existence</w:t>
      </w:r>
      <w:r>
        <w:t xml:space="preserve"> ; </w:t>
      </w:r>
      <w:r w:rsidR="00530790" w:rsidRPr="005D5566">
        <w:t>il n</w:t>
      </w:r>
      <w:r>
        <w:t>’</w:t>
      </w:r>
      <w:r w:rsidR="00530790" w:rsidRPr="005D5566">
        <w:t>a aucun espoir d</w:t>
      </w:r>
      <w:r>
        <w:t>’</w:t>
      </w:r>
      <w:r w:rsidR="00530790" w:rsidRPr="005D5566">
        <w:t>obtenir assez de pain</w:t>
      </w:r>
      <w:r>
        <w:t xml:space="preserve">. </w:t>
      </w:r>
      <w:r w:rsidR="00530790" w:rsidRPr="005D5566">
        <w:t>La faim a dévoré les âmes</w:t>
      </w:r>
      <w:r>
        <w:t xml:space="preserve">, </w:t>
      </w:r>
      <w:r w:rsidR="00530790" w:rsidRPr="005D5566">
        <w:t>elle a effacé les traits humains</w:t>
      </w:r>
      <w:r>
        <w:t xml:space="preserve"> ; </w:t>
      </w:r>
      <w:r w:rsidR="00530790" w:rsidRPr="005D5566">
        <w:t>les gens ne vivent pas</w:t>
      </w:r>
      <w:r>
        <w:t xml:space="preserve">, </w:t>
      </w:r>
      <w:r w:rsidR="00530790" w:rsidRPr="005D5566">
        <w:t>ils pourrissent dans une misère sans remède</w:t>
      </w:r>
      <w:r>
        <w:t xml:space="preserve">… </w:t>
      </w:r>
      <w:r w:rsidR="00530790" w:rsidRPr="005D5566">
        <w:t>Et les autorités font bonne garde</w:t>
      </w:r>
      <w:r>
        <w:t xml:space="preserve"> ; </w:t>
      </w:r>
      <w:r w:rsidR="00530790" w:rsidRPr="005D5566">
        <w:t>comme des corbeaux</w:t>
      </w:r>
      <w:r>
        <w:t xml:space="preserve">, </w:t>
      </w:r>
      <w:r w:rsidR="00530790" w:rsidRPr="005D5566">
        <w:t>elles guettent pour voir si le paysan n</w:t>
      </w:r>
      <w:r>
        <w:t>’</w:t>
      </w:r>
      <w:r w:rsidR="00530790" w:rsidRPr="005D5566">
        <w:t>a pas un morceau de pain de trop</w:t>
      </w:r>
      <w:r>
        <w:t xml:space="preserve">… </w:t>
      </w:r>
      <w:r w:rsidR="00530790" w:rsidRPr="005D5566">
        <w:t>Quand elles en aperçoivent un</w:t>
      </w:r>
      <w:r>
        <w:t xml:space="preserve">, </w:t>
      </w:r>
      <w:r w:rsidR="00530790" w:rsidRPr="005D5566">
        <w:t xml:space="preserve">elles </w:t>
      </w:r>
      <w:r w:rsidR="00530790" w:rsidRPr="005D5566">
        <w:lastRenderedPageBreak/>
        <w:t>l</w:t>
      </w:r>
      <w:r>
        <w:t>’</w:t>
      </w:r>
      <w:r w:rsidR="00530790" w:rsidRPr="005D5566">
        <w:t>arrachent à son possesseur et le frappent au visage par-dessus le marché</w:t>
      </w:r>
      <w:r>
        <w:t> !…</w:t>
      </w:r>
    </w:p>
    <w:p w14:paraId="2E98569C" w14:textId="77777777" w:rsidR="001C0413" w:rsidRDefault="00530790" w:rsidP="001C0413">
      <w:r w:rsidRPr="005D5566">
        <w:t>Rybine promena son regard autour de lui</w:t>
      </w:r>
      <w:r w:rsidR="001C0413">
        <w:t xml:space="preserve"> ; </w:t>
      </w:r>
      <w:r w:rsidRPr="005D5566">
        <w:t>puis il se pencha vers Pavel en appuyant sa main sur la table</w:t>
      </w:r>
      <w:r w:rsidR="001C0413">
        <w:t>.</w:t>
      </w:r>
    </w:p>
    <w:p w14:paraId="0F5B0720" w14:textId="77777777" w:rsidR="001C0413" w:rsidRDefault="001C0413" w:rsidP="001C0413">
      <w:r>
        <w:t>— </w:t>
      </w:r>
      <w:r w:rsidR="00530790" w:rsidRPr="005D5566">
        <w:t>J</w:t>
      </w:r>
      <w:r>
        <w:t>’</w:t>
      </w:r>
      <w:r w:rsidR="00530790" w:rsidRPr="005D5566">
        <w:t>ai été dégoûté</w:t>
      </w:r>
      <w:r>
        <w:t xml:space="preserve">, </w:t>
      </w:r>
      <w:r w:rsidR="00530790" w:rsidRPr="005D5566">
        <w:t>j</w:t>
      </w:r>
      <w:r>
        <w:t>’</w:t>
      </w:r>
      <w:r w:rsidR="00530790" w:rsidRPr="005D5566">
        <w:t>ai même souffert</w:t>
      </w:r>
      <w:r>
        <w:t xml:space="preserve">, </w:t>
      </w:r>
      <w:r w:rsidR="00530790" w:rsidRPr="005D5566">
        <w:t>quand j</w:t>
      </w:r>
      <w:r>
        <w:t>’</w:t>
      </w:r>
      <w:r w:rsidR="00530790" w:rsidRPr="005D5566">
        <w:t>ai revu cette vie de près</w:t>
      </w:r>
      <w:r>
        <w:t xml:space="preserve">… </w:t>
      </w:r>
      <w:r w:rsidR="00530790" w:rsidRPr="005D5566">
        <w:t>J</w:t>
      </w:r>
      <w:r>
        <w:t>’</w:t>
      </w:r>
      <w:r w:rsidR="00530790" w:rsidRPr="005D5566">
        <w:t>ai cru que je ne pourrais pas la supporter</w:t>
      </w:r>
      <w:r>
        <w:t xml:space="preserve">. </w:t>
      </w:r>
      <w:r w:rsidR="00530790" w:rsidRPr="005D5566">
        <w:t>Néanmoins</w:t>
      </w:r>
      <w:r>
        <w:t xml:space="preserve">, </w:t>
      </w:r>
      <w:r w:rsidR="00530790" w:rsidRPr="005D5566">
        <w:t>je me suis dominé</w:t>
      </w:r>
      <w:r>
        <w:t xml:space="preserve"> ; </w:t>
      </w:r>
      <w:r w:rsidR="00530790" w:rsidRPr="005D5566">
        <w:t>je me suis dit</w:t>
      </w:r>
      <w:r>
        <w:t> : « </w:t>
      </w:r>
      <w:r w:rsidR="00530790" w:rsidRPr="005D5566">
        <w:t>Il ne faut pas laisser mon âme me jouer des tours</w:t>
      </w:r>
      <w:r>
        <w:t xml:space="preserve"> ! </w:t>
      </w:r>
      <w:r w:rsidR="00530790" w:rsidRPr="005D5566">
        <w:t>Je resterai ici</w:t>
      </w:r>
      <w:r>
        <w:t xml:space="preserve">… </w:t>
      </w:r>
      <w:r w:rsidR="00530790" w:rsidRPr="005D5566">
        <w:t>et si je ne donne pas du pain aux paysans</w:t>
      </w:r>
      <w:r>
        <w:t xml:space="preserve">, </w:t>
      </w:r>
      <w:r w:rsidR="00530790" w:rsidRPr="005D5566">
        <w:t>je ferai du gâchis</w:t>
      </w:r>
      <w:r>
        <w:t xml:space="preserve">… </w:t>
      </w:r>
      <w:r w:rsidR="00530790" w:rsidRPr="005D5566">
        <w:t>un beau gâchis</w:t>
      </w:r>
      <w:r>
        <w:t xml:space="preserve"> ! </w:t>
      </w:r>
      <w:r w:rsidR="00530790" w:rsidRPr="005D5566">
        <w:t>Je suis humilié par les gens et pour les gens</w:t>
      </w:r>
      <w:r>
        <w:t xml:space="preserve">… </w:t>
      </w:r>
      <w:r w:rsidR="00530790" w:rsidRPr="005D5566">
        <w:t>L</w:t>
      </w:r>
      <w:r>
        <w:t>’</w:t>
      </w:r>
      <w:r w:rsidR="00530790" w:rsidRPr="005D5566">
        <w:t>humiliation est plantée dans mon cœur comme un couteau</w:t>
      </w:r>
      <w:r>
        <w:t> »…</w:t>
      </w:r>
    </w:p>
    <w:p w14:paraId="0813F4A7" w14:textId="77777777" w:rsidR="001C0413" w:rsidRDefault="00530790" w:rsidP="001C0413">
      <w:r w:rsidRPr="005D5566">
        <w:t>Le front de Rybine était couvert de sueur</w:t>
      </w:r>
      <w:r w:rsidR="001C0413">
        <w:t xml:space="preserve"> ; </w:t>
      </w:r>
      <w:r w:rsidRPr="005D5566">
        <w:t>il s</w:t>
      </w:r>
      <w:r w:rsidR="001C0413">
        <w:t>’</w:t>
      </w:r>
      <w:r w:rsidRPr="005D5566">
        <w:t>approcha lentement de Pavel et lui posa la main sur l</w:t>
      </w:r>
      <w:r w:rsidR="001C0413">
        <w:t>’</w:t>
      </w:r>
      <w:r w:rsidRPr="005D5566">
        <w:t>épaule</w:t>
      </w:r>
      <w:r w:rsidR="001C0413">
        <w:t xml:space="preserve">. </w:t>
      </w:r>
      <w:r w:rsidRPr="005D5566">
        <w:t>Cette main tremblait</w:t>
      </w:r>
      <w:r w:rsidR="001C0413">
        <w:t>.</w:t>
      </w:r>
    </w:p>
    <w:p w14:paraId="2E71174A" w14:textId="77777777" w:rsidR="001C0413" w:rsidRDefault="001C0413" w:rsidP="001C0413">
      <w:r>
        <w:t>— </w:t>
      </w:r>
      <w:r w:rsidR="00530790" w:rsidRPr="005D5566">
        <w:t>Aide-moi</w:t>
      </w:r>
      <w:r>
        <w:t xml:space="preserve"> ! </w:t>
      </w:r>
      <w:r w:rsidR="00530790" w:rsidRPr="005D5566">
        <w:t>Donne-moi des livres qui ne laissent plus de repos à ceux qui les auront lus</w:t>
      </w:r>
      <w:r>
        <w:t xml:space="preserve">. </w:t>
      </w:r>
      <w:r w:rsidR="00530790" w:rsidRPr="005D5566">
        <w:t>Il faut mettre des hérissons sous le crâne des gens</w:t>
      </w:r>
      <w:r>
        <w:t xml:space="preserve">. </w:t>
      </w:r>
      <w:r w:rsidR="00530790" w:rsidRPr="005D5566">
        <w:t>Dis à ceux qui écrivent des brochures pour vous</w:t>
      </w:r>
      <w:r>
        <w:t xml:space="preserve">, </w:t>
      </w:r>
      <w:r w:rsidR="00530790" w:rsidRPr="005D5566">
        <w:t>qu</w:t>
      </w:r>
      <w:r>
        <w:t>’</w:t>
      </w:r>
      <w:r w:rsidR="00530790" w:rsidRPr="005D5566">
        <w:t>ils en composent aussi pour la campagne</w:t>
      </w:r>
      <w:r>
        <w:t xml:space="preserve"> ! </w:t>
      </w:r>
      <w:r w:rsidR="00530790" w:rsidRPr="005D5566">
        <w:t>Qu</w:t>
      </w:r>
      <w:r>
        <w:t>’</w:t>
      </w:r>
      <w:r w:rsidR="00530790" w:rsidRPr="005D5566">
        <w:t>ils écrivent de manière à arroser la campagne comme avec de l</w:t>
      </w:r>
      <w:r>
        <w:t>’</w:t>
      </w:r>
      <w:r w:rsidR="00530790" w:rsidRPr="005D5566">
        <w:t>eau bouillante</w:t>
      </w:r>
      <w:r>
        <w:t xml:space="preserve">, </w:t>
      </w:r>
      <w:r w:rsidR="00530790" w:rsidRPr="005D5566">
        <w:t>pour que les cultivateurs</w:t>
      </w:r>
      <w:r>
        <w:t xml:space="preserve">, </w:t>
      </w:r>
      <w:r w:rsidR="00530790" w:rsidRPr="005D5566">
        <w:t>après les avoir lus</w:t>
      </w:r>
      <w:r>
        <w:t xml:space="preserve">, </w:t>
      </w:r>
      <w:r w:rsidR="00530790" w:rsidRPr="005D5566">
        <w:t>marchent à la mort sans murmurer</w:t>
      </w:r>
      <w:r>
        <w:t> !</w:t>
      </w:r>
    </w:p>
    <w:p w14:paraId="1CCB2632" w14:textId="77777777" w:rsidR="001C0413" w:rsidRDefault="00530790" w:rsidP="001C0413">
      <w:r w:rsidRPr="005D5566">
        <w:t>Il tendit le bras et ajouta d</w:t>
      </w:r>
      <w:r w:rsidR="001C0413">
        <w:t>’</w:t>
      </w:r>
      <w:r w:rsidRPr="005D5566">
        <w:t>une voix sourde</w:t>
      </w:r>
      <w:r w:rsidR="001C0413">
        <w:t xml:space="preserve">, </w:t>
      </w:r>
      <w:r w:rsidRPr="005D5566">
        <w:t>en scandant les mots</w:t>
      </w:r>
      <w:r w:rsidR="001C0413">
        <w:t> :</w:t>
      </w:r>
    </w:p>
    <w:p w14:paraId="633B9222" w14:textId="77777777" w:rsidR="001C0413" w:rsidRDefault="001C0413" w:rsidP="001C0413">
      <w:r>
        <w:t>— </w:t>
      </w:r>
      <w:r w:rsidR="00530790" w:rsidRPr="005D5566">
        <w:t>Il faut réparer la mort par la mort</w:t>
      </w:r>
      <w:r>
        <w:t xml:space="preserve">… </w:t>
      </w:r>
      <w:r w:rsidR="00530790" w:rsidRPr="005D5566">
        <w:t>voilà</w:t>
      </w:r>
      <w:r>
        <w:t xml:space="preserve"> ! </w:t>
      </w:r>
      <w:r w:rsidR="00530790" w:rsidRPr="005D5566">
        <w:t>Donc</w:t>
      </w:r>
      <w:r>
        <w:t xml:space="preserve">, </w:t>
      </w:r>
      <w:r w:rsidR="00530790" w:rsidRPr="005D5566">
        <w:t>il faut mourir pour que les gens ressuscitent</w:t>
      </w:r>
      <w:r>
        <w:t xml:space="preserve">. </w:t>
      </w:r>
      <w:r w:rsidR="00530790" w:rsidRPr="005D5566">
        <w:t>Il faut que des milliers meurent pour que des millions ressuscitent sur toute la terre</w:t>
      </w:r>
      <w:r>
        <w:t xml:space="preserve"> ! </w:t>
      </w:r>
      <w:r w:rsidR="00530790" w:rsidRPr="005D5566">
        <w:t>Il est facile de mourir</w:t>
      </w:r>
      <w:r>
        <w:t xml:space="preserve">. </w:t>
      </w:r>
      <w:r w:rsidR="00530790" w:rsidRPr="005D5566">
        <w:t>Si seulement les gens ressuscitaient</w:t>
      </w:r>
      <w:r>
        <w:t xml:space="preserve">, </w:t>
      </w:r>
      <w:r w:rsidR="00530790" w:rsidRPr="005D5566">
        <w:t>si seulement ils se levaient</w:t>
      </w:r>
      <w:r>
        <w:t> !</w:t>
      </w:r>
    </w:p>
    <w:p w14:paraId="70A3EC79" w14:textId="77777777" w:rsidR="001C0413" w:rsidRDefault="00530790" w:rsidP="001C0413">
      <w:r w:rsidRPr="005D5566">
        <w:lastRenderedPageBreak/>
        <w:t>La mère apporta le samovar et jeta un coup d</w:t>
      </w:r>
      <w:r w:rsidR="001C0413">
        <w:t>’</w:t>
      </w:r>
      <w:r w:rsidRPr="005D5566">
        <w:t>œil oblique à Rybine</w:t>
      </w:r>
      <w:r w:rsidR="001C0413">
        <w:t xml:space="preserve">. </w:t>
      </w:r>
      <w:r w:rsidRPr="005D5566">
        <w:t>Ses paroles vigoureuses l</w:t>
      </w:r>
      <w:r w:rsidR="001C0413">
        <w:t>’</w:t>
      </w:r>
      <w:r w:rsidRPr="005D5566">
        <w:t>accablaient</w:t>
      </w:r>
      <w:r w:rsidR="001C0413">
        <w:t xml:space="preserve">. </w:t>
      </w:r>
      <w:r w:rsidRPr="005D5566">
        <w:t>Il y avait dans cet homme quelque chose qui lui rappelait son mari</w:t>
      </w:r>
      <w:r w:rsidR="001C0413">
        <w:t xml:space="preserve"> : </w:t>
      </w:r>
      <w:r w:rsidRPr="005D5566">
        <w:t>tous deux</w:t>
      </w:r>
      <w:r w:rsidR="001C0413">
        <w:t xml:space="preserve">, </w:t>
      </w:r>
      <w:r w:rsidRPr="005D5566">
        <w:t>ils découvraient les dents et retroussaient leurs manches de la</w:t>
      </w:r>
      <w:r w:rsidRPr="005D5566">
        <w:rPr>
          <w:i/>
          <w:iCs/>
        </w:rPr>
        <w:t xml:space="preserve"> </w:t>
      </w:r>
      <w:r w:rsidRPr="005D5566">
        <w:t>même façon</w:t>
      </w:r>
      <w:r w:rsidR="001C0413">
        <w:t xml:space="preserve">, </w:t>
      </w:r>
      <w:r w:rsidRPr="005D5566">
        <w:t>avec la même irritation impatiente</w:t>
      </w:r>
      <w:r w:rsidR="001C0413">
        <w:t xml:space="preserve">, </w:t>
      </w:r>
      <w:r w:rsidRPr="005D5566">
        <w:t>mais muette</w:t>
      </w:r>
      <w:r w:rsidR="001C0413">
        <w:t xml:space="preserve">. </w:t>
      </w:r>
      <w:r w:rsidRPr="005D5566">
        <w:t>Toutefois</w:t>
      </w:r>
      <w:r w:rsidR="001C0413">
        <w:t xml:space="preserve">, </w:t>
      </w:r>
      <w:r w:rsidRPr="005D5566">
        <w:t>Rybine parlait</w:t>
      </w:r>
      <w:r w:rsidR="001C0413">
        <w:t xml:space="preserve">, </w:t>
      </w:r>
      <w:r w:rsidRPr="005D5566">
        <w:t>ce qui le rendait moins terrible</w:t>
      </w:r>
      <w:r w:rsidR="001C0413">
        <w:t>.</w:t>
      </w:r>
    </w:p>
    <w:p w14:paraId="1E02A0C8" w14:textId="77777777" w:rsidR="001C0413" w:rsidRDefault="001C0413" w:rsidP="001C0413">
      <w:r>
        <w:t>— </w:t>
      </w:r>
      <w:r w:rsidR="00530790" w:rsidRPr="005D5566">
        <w:t>Oui</w:t>
      </w:r>
      <w:r>
        <w:t xml:space="preserve">, </w:t>
      </w:r>
      <w:r w:rsidR="00530790" w:rsidRPr="005D5566">
        <w:t>c</w:t>
      </w:r>
      <w:r>
        <w:t>’</w:t>
      </w:r>
      <w:r w:rsidR="00530790" w:rsidRPr="005D5566">
        <w:t>est indispensable</w:t>
      </w:r>
      <w:r>
        <w:t xml:space="preserve"> ! </w:t>
      </w:r>
      <w:r w:rsidR="00530790" w:rsidRPr="005D5566">
        <w:t>dit Pavel en secouant la tête</w:t>
      </w:r>
      <w:r>
        <w:t xml:space="preserve">, </w:t>
      </w:r>
      <w:r w:rsidR="00530790" w:rsidRPr="005D5566">
        <w:t>il faut faire un journal aussi pour la campagne</w:t>
      </w:r>
      <w:r>
        <w:t xml:space="preserve">. </w:t>
      </w:r>
      <w:r w:rsidR="00530790" w:rsidRPr="005D5566">
        <w:t>Donnez-nous des faits et nous vous imprimerons un journal</w:t>
      </w:r>
      <w:r>
        <w:t>…</w:t>
      </w:r>
    </w:p>
    <w:p w14:paraId="32C7FDCE" w14:textId="77777777" w:rsidR="001C0413" w:rsidRDefault="00530790" w:rsidP="001C0413">
      <w:r w:rsidRPr="005D5566">
        <w:t>La mère regarda son fils en souriant</w:t>
      </w:r>
      <w:r w:rsidR="001C0413">
        <w:t xml:space="preserve"> ; </w:t>
      </w:r>
      <w:r w:rsidRPr="005D5566">
        <w:t>puis elle s</w:t>
      </w:r>
      <w:r w:rsidR="001C0413">
        <w:t>’</w:t>
      </w:r>
      <w:r w:rsidRPr="005D5566">
        <w:t>habilla et sortit sans mot dire</w:t>
      </w:r>
      <w:r w:rsidR="001C0413">
        <w:t>.</w:t>
      </w:r>
    </w:p>
    <w:p w14:paraId="3CBD3753" w14:textId="77777777" w:rsidR="001C0413" w:rsidRDefault="001C0413" w:rsidP="001C0413">
      <w:r>
        <w:t>— </w:t>
      </w:r>
      <w:r w:rsidR="00530790" w:rsidRPr="005D5566">
        <w:t>Bien</w:t>
      </w:r>
      <w:r>
        <w:t xml:space="preserve"> ! </w:t>
      </w:r>
      <w:r w:rsidR="00530790" w:rsidRPr="005D5566">
        <w:t>nous te procurerons tout ce qu</w:t>
      </w:r>
      <w:r>
        <w:t>’</w:t>
      </w:r>
      <w:r w:rsidR="00530790" w:rsidRPr="005D5566">
        <w:t>il faudra</w:t>
      </w:r>
      <w:r>
        <w:t xml:space="preserve">. </w:t>
      </w:r>
      <w:r w:rsidR="00530790" w:rsidRPr="005D5566">
        <w:t>Écrivez avec simplicité</w:t>
      </w:r>
      <w:r>
        <w:t xml:space="preserve">, </w:t>
      </w:r>
      <w:r w:rsidR="00530790" w:rsidRPr="005D5566">
        <w:t>afin que les veaux eux-mêmes comprennent</w:t>
      </w:r>
      <w:r>
        <w:t xml:space="preserve"> ! </w:t>
      </w:r>
      <w:r w:rsidR="00530790" w:rsidRPr="005D5566">
        <w:t>s</w:t>
      </w:r>
      <w:r>
        <w:t>’</w:t>
      </w:r>
      <w:r w:rsidR="00530790" w:rsidRPr="005D5566">
        <w:t>écria Rybine</w:t>
      </w:r>
      <w:r>
        <w:t>.</w:t>
      </w:r>
    </w:p>
    <w:p w14:paraId="5D9798F0" w14:textId="3D609191" w:rsidR="00530790" w:rsidRPr="003B37B8" w:rsidRDefault="00530790" w:rsidP="001C0413">
      <w:pPr>
        <w:pStyle w:val="Titre2"/>
        <w:rPr>
          <w:szCs w:val="44"/>
        </w:rPr>
      </w:pPr>
      <w:bookmarkStart w:id="27" w:name="_Toc202279548"/>
      <w:r w:rsidRPr="003B37B8">
        <w:rPr>
          <w:szCs w:val="44"/>
        </w:rPr>
        <w:lastRenderedPageBreak/>
        <w:t>XXVI</w:t>
      </w:r>
      <w:bookmarkEnd w:id="27"/>
      <w:r w:rsidRPr="003B37B8">
        <w:rPr>
          <w:szCs w:val="44"/>
        </w:rPr>
        <w:br/>
      </w:r>
    </w:p>
    <w:p w14:paraId="1942EAB7" w14:textId="77777777" w:rsidR="001C0413" w:rsidRDefault="00530790" w:rsidP="001C0413">
      <w:r w:rsidRPr="005D5566">
        <w:t>La porte d</w:t>
      </w:r>
      <w:r w:rsidR="001C0413">
        <w:t>’</w:t>
      </w:r>
      <w:r w:rsidRPr="005D5566">
        <w:t>entrée s</w:t>
      </w:r>
      <w:r w:rsidR="001C0413">
        <w:t>’</w:t>
      </w:r>
      <w:r w:rsidRPr="005D5566">
        <w:t>ouvrit</w:t>
      </w:r>
      <w:r w:rsidR="001C0413">
        <w:t xml:space="preserve">. </w:t>
      </w:r>
      <w:r w:rsidRPr="005D5566">
        <w:t>Quelqu</w:t>
      </w:r>
      <w:r w:rsidR="001C0413">
        <w:t>’</w:t>
      </w:r>
      <w:r w:rsidRPr="005D5566">
        <w:t>un pénétra dans la maison</w:t>
      </w:r>
      <w:r w:rsidR="001C0413">
        <w:t>.</w:t>
      </w:r>
    </w:p>
    <w:p w14:paraId="404E5E4E" w14:textId="77777777" w:rsidR="001C0413" w:rsidRDefault="001C0413" w:rsidP="001C0413">
      <w:r>
        <w:t>— </w:t>
      </w:r>
      <w:r w:rsidR="00530790" w:rsidRPr="005D5566">
        <w:t>C</w:t>
      </w:r>
      <w:r>
        <w:t>’</w:t>
      </w:r>
      <w:r w:rsidR="00530790" w:rsidRPr="005D5566">
        <w:t>est Jéfim</w:t>
      </w:r>
      <w:r>
        <w:t xml:space="preserve"> ! </w:t>
      </w:r>
      <w:r w:rsidR="00530790" w:rsidRPr="005D5566">
        <w:t>dit Rybine en jetant un coup d</w:t>
      </w:r>
      <w:r>
        <w:t>’</w:t>
      </w:r>
      <w:r w:rsidR="00530790" w:rsidRPr="005D5566">
        <w:t>œil dans la cuisine</w:t>
      </w:r>
      <w:r>
        <w:t xml:space="preserve">. </w:t>
      </w:r>
      <w:r w:rsidR="00530790" w:rsidRPr="005D5566">
        <w:t>Viens ici</w:t>
      </w:r>
      <w:r>
        <w:t xml:space="preserve"> !… </w:t>
      </w:r>
      <w:r w:rsidR="00530790" w:rsidRPr="005D5566">
        <w:t>Cet homme-là s</w:t>
      </w:r>
      <w:r>
        <w:t>’</w:t>
      </w:r>
      <w:r w:rsidR="00530790" w:rsidRPr="005D5566">
        <w:t>appelle Pavel</w:t>
      </w:r>
      <w:r>
        <w:t xml:space="preserve">… </w:t>
      </w:r>
      <w:r w:rsidR="00530790" w:rsidRPr="005D5566">
        <w:t>c</w:t>
      </w:r>
      <w:r>
        <w:t>’</w:t>
      </w:r>
      <w:r w:rsidR="00530790" w:rsidRPr="005D5566">
        <w:t>est de lui que je t</w:t>
      </w:r>
      <w:r>
        <w:t>’</w:t>
      </w:r>
      <w:r w:rsidR="00530790" w:rsidRPr="005D5566">
        <w:t>ai parlé</w:t>
      </w:r>
      <w:r>
        <w:t>…</w:t>
      </w:r>
    </w:p>
    <w:p w14:paraId="11A128F2" w14:textId="77777777" w:rsidR="001C0413" w:rsidRDefault="00530790" w:rsidP="001C0413">
      <w:r w:rsidRPr="005D5566">
        <w:t>Un grand gaillard au visage large</w:t>
      </w:r>
      <w:r w:rsidR="001C0413">
        <w:t xml:space="preserve">, </w:t>
      </w:r>
      <w:r w:rsidRPr="005D5566">
        <w:t>aux cheveux roux et aux yeux gris</w:t>
      </w:r>
      <w:r w:rsidR="001C0413">
        <w:t xml:space="preserve">, </w:t>
      </w:r>
      <w:r w:rsidRPr="005D5566">
        <w:t>vigoureux et bien découplé</w:t>
      </w:r>
      <w:r w:rsidR="001C0413">
        <w:t xml:space="preserve">, </w:t>
      </w:r>
      <w:r w:rsidRPr="005D5566">
        <w:t>vêtu d</w:t>
      </w:r>
      <w:r w:rsidR="001C0413">
        <w:t>’</w:t>
      </w:r>
      <w:r w:rsidRPr="005D5566">
        <w:t>une courte pelisse</w:t>
      </w:r>
      <w:r w:rsidR="001C0413">
        <w:t xml:space="preserve">, </w:t>
      </w:r>
      <w:r w:rsidRPr="005D5566">
        <w:t>se tenait devant Pavel</w:t>
      </w:r>
      <w:r w:rsidR="001C0413">
        <w:t xml:space="preserve">, </w:t>
      </w:r>
      <w:r w:rsidRPr="005D5566">
        <w:t>la casquette à la main</w:t>
      </w:r>
      <w:r w:rsidR="001C0413">
        <w:t xml:space="preserve">, </w:t>
      </w:r>
      <w:r w:rsidRPr="005D5566">
        <w:t>et le regardait en dessous</w:t>
      </w:r>
      <w:r w:rsidR="001C0413">
        <w:t>.</w:t>
      </w:r>
    </w:p>
    <w:p w14:paraId="6CED367C" w14:textId="77777777" w:rsidR="001C0413" w:rsidRDefault="001C0413" w:rsidP="001C0413">
      <w:r>
        <w:t>— </w:t>
      </w:r>
      <w:r w:rsidR="00530790" w:rsidRPr="005D5566">
        <w:t>Bonjour</w:t>
      </w:r>
      <w:r>
        <w:t xml:space="preserve"> ! </w:t>
      </w:r>
      <w:r w:rsidR="00530790" w:rsidRPr="005D5566">
        <w:t>dit-il d</w:t>
      </w:r>
      <w:r>
        <w:t>’</w:t>
      </w:r>
      <w:r w:rsidR="00530790" w:rsidRPr="005D5566">
        <w:t>une voix un peu enrouée</w:t>
      </w:r>
      <w:r>
        <w:t xml:space="preserve"> ; </w:t>
      </w:r>
      <w:r w:rsidR="00530790" w:rsidRPr="005D5566">
        <w:t>puis ayant serré la main de Pavel</w:t>
      </w:r>
      <w:r>
        <w:t xml:space="preserve">, </w:t>
      </w:r>
      <w:r w:rsidR="00530790" w:rsidRPr="005D5566">
        <w:t>il se mit à lisser ses cheveux raides</w:t>
      </w:r>
      <w:r>
        <w:t xml:space="preserve">. </w:t>
      </w:r>
      <w:r w:rsidR="00530790" w:rsidRPr="005D5566">
        <w:t>Il parcourut la chambre d</w:t>
      </w:r>
      <w:r>
        <w:t>’</w:t>
      </w:r>
      <w:r w:rsidR="00530790" w:rsidRPr="005D5566">
        <w:t>un coup d</w:t>
      </w:r>
      <w:r>
        <w:t>’</w:t>
      </w:r>
      <w:r w:rsidR="00530790" w:rsidRPr="005D5566">
        <w:t>œil et se dirigea aussitôt</w:t>
      </w:r>
      <w:r>
        <w:t xml:space="preserve">, </w:t>
      </w:r>
      <w:r w:rsidR="00530790" w:rsidRPr="005D5566">
        <w:t>mais avec lenteur</w:t>
      </w:r>
      <w:r>
        <w:t xml:space="preserve">, </w:t>
      </w:r>
      <w:r w:rsidR="00530790" w:rsidRPr="005D5566">
        <w:t>vers le rayon couvert de livres</w:t>
      </w:r>
      <w:r>
        <w:t>.</w:t>
      </w:r>
    </w:p>
    <w:p w14:paraId="169CF212" w14:textId="77777777" w:rsidR="001C0413" w:rsidRDefault="001C0413" w:rsidP="001C0413">
      <w:r>
        <w:t>— </w:t>
      </w:r>
      <w:r w:rsidR="00530790" w:rsidRPr="005D5566">
        <w:t>Il les a vus</w:t>
      </w:r>
      <w:r>
        <w:t xml:space="preserve"> ! </w:t>
      </w:r>
      <w:r w:rsidR="00530790" w:rsidRPr="005D5566">
        <w:t>s</w:t>
      </w:r>
      <w:r>
        <w:t>’</w:t>
      </w:r>
      <w:r w:rsidR="00530790" w:rsidRPr="005D5566">
        <w:t>exclama Rybine</w:t>
      </w:r>
      <w:r>
        <w:t>.</w:t>
      </w:r>
    </w:p>
    <w:p w14:paraId="6609A27F" w14:textId="77777777" w:rsidR="001C0413" w:rsidRDefault="00530790" w:rsidP="001C0413">
      <w:r w:rsidRPr="005D5566">
        <w:t>Jéfim se retourna</w:t>
      </w:r>
      <w:r w:rsidR="001C0413">
        <w:t xml:space="preserve">, </w:t>
      </w:r>
      <w:r w:rsidRPr="005D5566">
        <w:t>lui lança un coup d</w:t>
      </w:r>
      <w:r w:rsidR="001C0413">
        <w:t>’</w:t>
      </w:r>
      <w:r w:rsidRPr="005D5566">
        <w:t>œil et se mit à examiner les livres en disant</w:t>
      </w:r>
      <w:r w:rsidR="001C0413">
        <w:t> :</w:t>
      </w:r>
    </w:p>
    <w:p w14:paraId="49FB101F" w14:textId="77777777" w:rsidR="001C0413" w:rsidRDefault="001C0413" w:rsidP="001C0413">
      <w:r>
        <w:t>— </w:t>
      </w:r>
      <w:r w:rsidR="00530790" w:rsidRPr="005D5566">
        <w:t>Combien vous en avez</w:t>
      </w:r>
      <w:r>
        <w:t xml:space="preserve"> ? </w:t>
      </w:r>
      <w:r w:rsidR="00530790" w:rsidRPr="005D5566">
        <w:t>Et vous êtes probablement trop occupé pour les lire</w:t>
      </w:r>
      <w:r>
        <w:t xml:space="preserve"> ? </w:t>
      </w:r>
      <w:r w:rsidR="00530790" w:rsidRPr="005D5566">
        <w:t>À la campagne</w:t>
      </w:r>
      <w:r>
        <w:t xml:space="preserve">, </w:t>
      </w:r>
      <w:r w:rsidR="00530790" w:rsidRPr="005D5566">
        <w:t>on a plus de temps pour cela</w:t>
      </w:r>
      <w:r>
        <w:t>…</w:t>
      </w:r>
    </w:p>
    <w:p w14:paraId="696F130A" w14:textId="77777777" w:rsidR="001C0413" w:rsidRDefault="001C0413" w:rsidP="001C0413">
      <w:r>
        <w:t>— </w:t>
      </w:r>
      <w:r w:rsidR="00530790" w:rsidRPr="005D5566">
        <w:t>Et moins d</w:t>
      </w:r>
      <w:r>
        <w:t>’</w:t>
      </w:r>
      <w:r w:rsidR="00530790" w:rsidRPr="005D5566">
        <w:t>envie</w:t>
      </w:r>
      <w:r>
        <w:t xml:space="preserve"> ? </w:t>
      </w:r>
      <w:r w:rsidR="00530790" w:rsidRPr="005D5566">
        <w:t>demanda Pavel</w:t>
      </w:r>
      <w:r>
        <w:t>.</w:t>
      </w:r>
    </w:p>
    <w:p w14:paraId="0915791F" w14:textId="77777777" w:rsidR="001C0413" w:rsidRDefault="001C0413" w:rsidP="001C0413">
      <w:r>
        <w:t>— </w:t>
      </w:r>
      <w:r w:rsidR="00530790" w:rsidRPr="005D5566">
        <w:t>Pourquoi cela</w:t>
      </w:r>
      <w:r>
        <w:t xml:space="preserve"> ? </w:t>
      </w:r>
      <w:r w:rsidR="00530790" w:rsidRPr="005D5566">
        <w:t>Au contraire</w:t>
      </w:r>
      <w:r>
        <w:t xml:space="preserve"> ! </w:t>
      </w:r>
      <w:r w:rsidR="00530790" w:rsidRPr="005D5566">
        <w:t>répliqua le jeune homme en se caressant le menton</w:t>
      </w:r>
      <w:r>
        <w:t xml:space="preserve">. </w:t>
      </w:r>
      <w:r w:rsidR="00530790" w:rsidRPr="005D5566">
        <w:t>Maintenant</w:t>
      </w:r>
      <w:r>
        <w:t xml:space="preserve">, </w:t>
      </w:r>
      <w:r w:rsidR="00530790" w:rsidRPr="005D5566">
        <w:t>on est obligé de réfléchir</w:t>
      </w:r>
      <w:r>
        <w:t xml:space="preserve">, </w:t>
      </w:r>
      <w:r w:rsidR="00530790" w:rsidRPr="005D5566">
        <w:t>sinon il ne reste plus qu</w:t>
      </w:r>
      <w:r>
        <w:t>’</w:t>
      </w:r>
      <w:r w:rsidR="00530790" w:rsidRPr="005D5566">
        <w:t>à se coucher et à mourir</w:t>
      </w:r>
      <w:r>
        <w:t xml:space="preserve">. </w:t>
      </w:r>
      <w:r w:rsidR="00530790" w:rsidRPr="005D5566">
        <w:lastRenderedPageBreak/>
        <w:t>Comme le peuple ne désire pas mourir</w:t>
      </w:r>
      <w:r>
        <w:t xml:space="preserve">, </w:t>
      </w:r>
      <w:r w:rsidR="00530790" w:rsidRPr="005D5566">
        <w:t>il s</w:t>
      </w:r>
      <w:r>
        <w:t>’</w:t>
      </w:r>
      <w:r w:rsidR="00530790" w:rsidRPr="005D5566">
        <w:t>est mis à travailler du cerveau</w:t>
      </w:r>
      <w:r>
        <w:t xml:space="preserve">… </w:t>
      </w:r>
      <w:r w:rsidR="00530790" w:rsidRPr="005D5566">
        <w:rPr>
          <w:i/>
          <w:iCs/>
        </w:rPr>
        <w:t>Géologie</w:t>
      </w:r>
      <w:r>
        <w:rPr>
          <w:i/>
          <w:iCs/>
        </w:rPr>
        <w:t xml:space="preserve"> ! </w:t>
      </w:r>
      <w:r w:rsidR="00530790" w:rsidRPr="005D5566">
        <w:t>qu</w:t>
      </w:r>
      <w:r>
        <w:t>’</w:t>
      </w:r>
      <w:r w:rsidR="00530790" w:rsidRPr="005D5566">
        <w:t>est-ce que c</w:t>
      </w:r>
      <w:r>
        <w:t>’</w:t>
      </w:r>
      <w:r w:rsidR="00530790" w:rsidRPr="005D5566">
        <w:t>est</w:t>
      </w:r>
      <w:r>
        <w:t> ?</w:t>
      </w:r>
    </w:p>
    <w:p w14:paraId="46863F88" w14:textId="77777777" w:rsidR="001C0413" w:rsidRDefault="00530790" w:rsidP="001C0413">
      <w:r w:rsidRPr="005D5566">
        <w:t>Pavel lui expliqua</w:t>
      </w:r>
      <w:r w:rsidR="001C0413">
        <w:t>.</w:t>
      </w:r>
    </w:p>
    <w:p w14:paraId="60C414D8" w14:textId="77777777" w:rsidR="001C0413" w:rsidRDefault="001C0413" w:rsidP="001C0413">
      <w:r>
        <w:t>— </w:t>
      </w:r>
      <w:r w:rsidR="00530790" w:rsidRPr="005D5566">
        <w:t>Nous n</w:t>
      </w:r>
      <w:r>
        <w:t>’</w:t>
      </w:r>
      <w:r w:rsidR="00530790" w:rsidRPr="005D5566">
        <w:t>avons pas besoin de cela</w:t>
      </w:r>
      <w:r>
        <w:t xml:space="preserve"> ! </w:t>
      </w:r>
      <w:r w:rsidR="00530790" w:rsidRPr="005D5566">
        <w:t>répondit Jéfim en remettant le livre à sa place</w:t>
      </w:r>
      <w:r>
        <w:t>.</w:t>
      </w:r>
    </w:p>
    <w:p w14:paraId="5AAA4791" w14:textId="77777777" w:rsidR="001C0413" w:rsidRDefault="00530790" w:rsidP="001C0413">
      <w:r w:rsidRPr="005D5566">
        <w:t>Rybine soupira bruyamment et fit observer</w:t>
      </w:r>
      <w:r w:rsidR="001C0413">
        <w:t> :</w:t>
      </w:r>
    </w:p>
    <w:p w14:paraId="79CD6537" w14:textId="2DC435D4" w:rsidR="001C0413" w:rsidRDefault="001C0413" w:rsidP="001C0413">
      <w:r>
        <w:t>— </w:t>
      </w:r>
      <w:r w:rsidR="00530790" w:rsidRPr="005D5566">
        <w:t>Le paysan n</w:t>
      </w:r>
      <w:r>
        <w:t>’</w:t>
      </w:r>
      <w:r w:rsidR="00530790" w:rsidRPr="005D5566">
        <w:t>est pas curieux de savoir d</w:t>
      </w:r>
      <w:r>
        <w:t>’</w:t>
      </w:r>
      <w:r w:rsidR="00530790" w:rsidRPr="005D5566">
        <w:t>où la terre est venue</w:t>
      </w:r>
      <w:r>
        <w:t xml:space="preserve">, </w:t>
      </w:r>
      <w:r w:rsidR="00530790" w:rsidRPr="005D5566">
        <w:t>mais comment elle a été distribuée</w:t>
      </w:r>
      <w:r>
        <w:t xml:space="preserve">, </w:t>
      </w:r>
      <w:r w:rsidR="00530790" w:rsidRPr="005D5566">
        <w:t>comment les propriétaires ont arraché la terre de dessous les pieds du peuple</w:t>
      </w:r>
      <w:r>
        <w:t xml:space="preserve">. </w:t>
      </w:r>
      <w:r w:rsidR="00530790" w:rsidRPr="005D5566">
        <w:t>Qu</w:t>
      </w:r>
      <w:r>
        <w:t>’</w:t>
      </w:r>
      <w:r w:rsidR="00530790" w:rsidRPr="005D5566">
        <w:t xml:space="preserve">elle tourne </w:t>
      </w:r>
      <w:r w:rsidR="00FC4D4E">
        <w:t>ou</w:t>
      </w:r>
      <w:r w:rsidR="00FC4D4E" w:rsidRPr="005D5566">
        <w:t xml:space="preserve"> </w:t>
      </w:r>
      <w:r w:rsidR="00530790" w:rsidRPr="005D5566">
        <w:t>qu</w:t>
      </w:r>
      <w:r>
        <w:t>’</w:t>
      </w:r>
      <w:r w:rsidR="00530790" w:rsidRPr="005D5566">
        <w:t>elle soit immobile</w:t>
      </w:r>
      <w:r>
        <w:t xml:space="preserve">, </w:t>
      </w:r>
      <w:r w:rsidR="00530790" w:rsidRPr="005D5566">
        <w:t>qu</w:t>
      </w:r>
      <w:r>
        <w:t>’</w:t>
      </w:r>
      <w:r w:rsidR="00530790" w:rsidRPr="005D5566">
        <w:t>importe</w:t>
      </w:r>
      <w:r>
        <w:t xml:space="preserve"> ! </w:t>
      </w:r>
      <w:r w:rsidR="00530790" w:rsidRPr="005D5566">
        <w:t>pourvu qu</w:t>
      </w:r>
      <w:r>
        <w:t>’</w:t>
      </w:r>
      <w:r w:rsidR="00530790" w:rsidRPr="005D5566">
        <w:t>elle donne à manger</w:t>
      </w:r>
      <w:r>
        <w:t> !…</w:t>
      </w:r>
    </w:p>
    <w:p w14:paraId="3736EE08" w14:textId="77777777" w:rsidR="001C0413" w:rsidRDefault="00530790" w:rsidP="001C0413">
      <w:r w:rsidRPr="005D5566">
        <w:rPr>
          <w:i/>
          <w:iCs/>
        </w:rPr>
        <w:t>Histoire de l</w:t>
      </w:r>
      <w:r w:rsidR="001C0413">
        <w:rPr>
          <w:i/>
          <w:iCs/>
        </w:rPr>
        <w:t>’</w:t>
      </w:r>
      <w:r w:rsidRPr="005D5566">
        <w:rPr>
          <w:i/>
          <w:iCs/>
        </w:rPr>
        <w:t>esclavage</w:t>
      </w:r>
      <w:r w:rsidR="001C0413">
        <w:rPr>
          <w:i/>
          <w:iCs/>
        </w:rPr>
        <w:t xml:space="preserve"> ! </w:t>
      </w:r>
      <w:r w:rsidRPr="005D5566">
        <w:t>lut Jéfim</w:t>
      </w:r>
      <w:r w:rsidR="001C0413">
        <w:t xml:space="preserve"> ; </w:t>
      </w:r>
      <w:r w:rsidRPr="005D5566">
        <w:t>il demanda à Pavel</w:t>
      </w:r>
      <w:r w:rsidR="001C0413">
        <w:t> :</w:t>
      </w:r>
    </w:p>
    <w:p w14:paraId="7B53740D" w14:textId="77777777" w:rsidR="001C0413" w:rsidRDefault="001C0413" w:rsidP="001C0413">
      <w:r>
        <w:t>— </w:t>
      </w:r>
      <w:r w:rsidR="00530790" w:rsidRPr="005D5566">
        <w:t>C</w:t>
      </w:r>
      <w:r>
        <w:t>’</w:t>
      </w:r>
      <w:r w:rsidR="00530790" w:rsidRPr="005D5566">
        <w:t>est de nous qu</w:t>
      </w:r>
      <w:r>
        <w:t>’</w:t>
      </w:r>
      <w:r w:rsidR="00530790" w:rsidRPr="005D5566">
        <w:t>on parle</w:t>
      </w:r>
      <w:r>
        <w:t> ?</w:t>
      </w:r>
    </w:p>
    <w:p w14:paraId="24F0B10E" w14:textId="77777777" w:rsidR="001C0413" w:rsidRDefault="001C0413" w:rsidP="001C0413">
      <w:r>
        <w:t>— </w:t>
      </w:r>
      <w:r w:rsidR="00530790" w:rsidRPr="005D5566">
        <w:t>En voici un sur le servage</w:t>
      </w:r>
      <w:r>
        <w:t xml:space="preserve"> ! </w:t>
      </w:r>
      <w:r w:rsidR="00530790" w:rsidRPr="005D5566">
        <w:t>répondit Pavel en lui donnant un autre livre</w:t>
      </w:r>
      <w:r>
        <w:t xml:space="preserve">. </w:t>
      </w:r>
      <w:r w:rsidR="00530790" w:rsidRPr="005D5566">
        <w:t>Jéfim le prit</w:t>
      </w:r>
      <w:r>
        <w:t xml:space="preserve">, </w:t>
      </w:r>
      <w:r w:rsidR="00530790" w:rsidRPr="005D5566">
        <w:t>le tourna entre ses doigts</w:t>
      </w:r>
      <w:r>
        <w:t xml:space="preserve">, </w:t>
      </w:r>
      <w:r w:rsidR="00530790" w:rsidRPr="005D5566">
        <w:t>puis le posa et déclara tranquillement</w:t>
      </w:r>
      <w:r>
        <w:t> :</w:t>
      </w:r>
    </w:p>
    <w:p w14:paraId="68A86A7C" w14:textId="77777777" w:rsidR="001C0413" w:rsidRDefault="001C0413" w:rsidP="001C0413">
      <w:r>
        <w:t>— </w:t>
      </w:r>
      <w:r w:rsidR="00530790" w:rsidRPr="005D5566">
        <w:t>C</w:t>
      </w:r>
      <w:r>
        <w:t>’</w:t>
      </w:r>
      <w:r w:rsidR="00530790" w:rsidRPr="005D5566">
        <w:t>est déjà trop vieux</w:t>
      </w:r>
      <w:r>
        <w:t> !</w:t>
      </w:r>
    </w:p>
    <w:p w14:paraId="3C78B773" w14:textId="77777777" w:rsidR="001C0413" w:rsidRDefault="001C0413" w:rsidP="001C0413">
      <w:r>
        <w:t>— </w:t>
      </w:r>
      <w:r w:rsidR="00530790" w:rsidRPr="005D5566">
        <w:t>Vous avez de la terre</w:t>
      </w:r>
      <w:r>
        <w:t> ?</w:t>
      </w:r>
    </w:p>
    <w:p w14:paraId="1046613C" w14:textId="77777777" w:rsidR="001C0413" w:rsidRDefault="001C0413" w:rsidP="001C0413">
      <w:r>
        <w:t>— </w:t>
      </w:r>
      <w:r w:rsidR="00530790" w:rsidRPr="005D5566">
        <w:t>Nous</w:t>
      </w:r>
      <w:r>
        <w:t xml:space="preserve"> ? </w:t>
      </w:r>
      <w:r w:rsidR="00530790" w:rsidRPr="005D5566">
        <w:t>oui</w:t>
      </w:r>
      <w:r>
        <w:t xml:space="preserve">. </w:t>
      </w:r>
      <w:r w:rsidR="00530790" w:rsidRPr="005D5566">
        <w:t>Nous sommes trois frères et nous avons quatre hectares</w:t>
      </w:r>
      <w:r>
        <w:t xml:space="preserve">… </w:t>
      </w:r>
      <w:r w:rsidR="00530790" w:rsidRPr="005D5566">
        <w:t>c</w:t>
      </w:r>
      <w:r>
        <w:t>’</w:t>
      </w:r>
      <w:r w:rsidR="00530790" w:rsidRPr="005D5566">
        <w:t>est tout du sable fin</w:t>
      </w:r>
      <w:r>
        <w:t xml:space="preserve"> ; </w:t>
      </w:r>
      <w:r w:rsidR="00530790" w:rsidRPr="005D5566">
        <w:t>ça va très bien pour nettoyer les cuivres</w:t>
      </w:r>
      <w:r>
        <w:t xml:space="preserve"> ; </w:t>
      </w:r>
      <w:r w:rsidR="00530790" w:rsidRPr="005D5566">
        <w:t>quant à y cultiver du blé</w:t>
      </w:r>
      <w:r>
        <w:t xml:space="preserve">, </w:t>
      </w:r>
      <w:r w:rsidR="00530790" w:rsidRPr="005D5566">
        <w:t>impossible</w:t>
      </w:r>
      <w:r>
        <w:t>.</w:t>
      </w:r>
    </w:p>
    <w:p w14:paraId="48F7E441" w14:textId="77777777" w:rsidR="001C0413" w:rsidRDefault="00530790" w:rsidP="001C0413">
      <w:r w:rsidRPr="005D5566">
        <w:t>Il continua après un silence</w:t>
      </w:r>
      <w:r w:rsidR="001C0413">
        <w:t> :</w:t>
      </w:r>
    </w:p>
    <w:p w14:paraId="34FE2679" w14:textId="77777777" w:rsidR="001C0413" w:rsidRDefault="001C0413" w:rsidP="001C0413">
      <w:r>
        <w:t>— </w:t>
      </w:r>
      <w:r w:rsidR="00530790" w:rsidRPr="005D5566">
        <w:t>Je me suis libéré de la terre</w:t>
      </w:r>
      <w:r>
        <w:t xml:space="preserve">. </w:t>
      </w:r>
      <w:r w:rsidR="00530790" w:rsidRPr="005D5566">
        <w:t>Elle ne nourrit pas l</w:t>
      </w:r>
      <w:r>
        <w:t>’</w:t>
      </w:r>
      <w:r w:rsidR="00530790" w:rsidRPr="005D5566">
        <w:t>homme</w:t>
      </w:r>
      <w:r>
        <w:t xml:space="preserve">, </w:t>
      </w:r>
      <w:r w:rsidR="00530790" w:rsidRPr="005D5566">
        <w:t>elle ne fait que lui lier les mains</w:t>
      </w:r>
      <w:r>
        <w:t xml:space="preserve">. </w:t>
      </w:r>
      <w:r w:rsidR="00530790" w:rsidRPr="005D5566">
        <w:t>Voilà quatre ans que je me loue comme manœuvre</w:t>
      </w:r>
      <w:r>
        <w:t xml:space="preserve">. </w:t>
      </w:r>
      <w:r w:rsidR="00530790" w:rsidRPr="005D5566">
        <w:t>En automne</w:t>
      </w:r>
      <w:r>
        <w:t xml:space="preserve">, </w:t>
      </w:r>
      <w:r w:rsidR="00530790" w:rsidRPr="005D5566">
        <w:t>j</w:t>
      </w:r>
      <w:r>
        <w:t>’</w:t>
      </w:r>
      <w:r w:rsidR="00530790" w:rsidRPr="005D5566">
        <w:t>irai au régiment</w:t>
      </w:r>
      <w:r>
        <w:t xml:space="preserve">. </w:t>
      </w:r>
      <w:r w:rsidR="00530790" w:rsidRPr="005D5566">
        <w:t>L</w:t>
      </w:r>
      <w:r>
        <w:t>’</w:t>
      </w:r>
      <w:r w:rsidR="00530790" w:rsidRPr="005D5566">
        <w:t>oncle Mikhaïl me dit de ne pas y aller</w:t>
      </w:r>
      <w:r>
        <w:t xml:space="preserve">, </w:t>
      </w:r>
      <w:r w:rsidR="00530790" w:rsidRPr="005D5566">
        <w:t>parce qu</w:t>
      </w:r>
      <w:r>
        <w:t>’</w:t>
      </w:r>
      <w:r w:rsidR="00530790" w:rsidRPr="005D5566">
        <w:t xml:space="preserve">on </w:t>
      </w:r>
      <w:r w:rsidR="00530790" w:rsidRPr="005D5566">
        <w:lastRenderedPageBreak/>
        <w:t>oblige maintenant les soldats à battre le peuple</w:t>
      </w:r>
      <w:r>
        <w:t xml:space="preserve">. </w:t>
      </w:r>
      <w:r w:rsidR="00530790" w:rsidRPr="005D5566">
        <w:t>Mais je veux y aller quand même</w:t>
      </w:r>
      <w:r>
        <w:t xml:space="preserve">. </w:t>
      </w:r>
      <w:r w:rsidR="00530790" w:rsidRPr="005D5566">
        <w:t>C</w:t>
      </w:r>
      <w:r>
        <w:t>’</w:t>
      </w:r>
      <w:r w:rsidR="00530790" w:rsidRPr="005D5566">
        <w:t>est le moment d</w:t>
      </w:r>
      <w:r>
        <w:t>’</w:t>
      </w:r>
      <w:r w:rsidR="00530790" w:rsidRPr="005D5566">
        <w:t>y mettre fin</w:t>
      </w:r>
      <w:r>
        <w:t xml:space="preserve">. </w:t>
      </w:r>
      <w:r w:rsidR="00530790" w:rsidRPr="005D5566">
        <w:t>Qu</w:t>
      </w:r>
      <w:r>
        <w:t>’</w:t>
      </w:r>
      <w:r w:rsidR="00530790" w:rsidRPr="005D5566">
        <w:t>en pensez-vous</w:t>
      </w:r>
      <w:r>
        <w:t xml:space="preserve"> ? </w:t>
      </w:r>
      <w:r w:rsidR="00530790" w:rsidRPr="005D5566">
        <w:t>demanda-t-il sans quitter Pavel de l</w:t>
      </w:r>
      <w:r>
        <w:t>’</w:t>
      </w:r>
      <w:r w:rsidR="00530790" w:rsidRPr="005D5566">
        <w:t>œil</w:t>
      </w:r>
      <w:r>
        <w:t>.</w:t>
      </w:r>
    </w:p>
    <w:p w14:paraId="225A560C" w14:textId="77777777" w:rsidR="001C0413" w:rsidRDefault="001C0413" w:rsidP="001C0413">
      <w:r>
        <w:t>— </w:t>
      </w:r>
      <w:r w:rsidR="00530790" w:rsidRPr="005D5566">
        <w:t>Oui</w:t>
      </w:r>
      <w:r>
        <w:t xml:space="preserve">, </w:t>
      </w:r>
      <w:r w:rsidR="00530790" w:rsidRPr="005D5566">
        <w:t>c</w:t>
      </w:r>
      <w:r>
        <w:t>’</w:t>
      </w:r>
      <w:r w:rsidR="00530790" w:rsidRPr="005D5566">
        <w:t>est le moment</w:t>
      </w:r>
      <w:r>
        <w:t xml:space="preserve"> ! </w:t>
      </w:r>
      <w:r w:rsidR="00530790" w:rsidRPr="005D5566">
        <w:t>répondit celui-ci en souriant</w:t>
      </w:r>
      <w:r>
        <w:t xml:space="preserve">. </w:t>
      </w:r>
      <w:r w:rsidR="00530790" w:rsidRPr="005D5566">
        <w:t>Seulement ce sera difficile</w:t>
      </w:r>
      <w:r>
        <w:t xml:space="preserve">. </w:t>
      </w:r>
      <w:r w:rsidR="00530790" w:rsidRPr="005D5566">
        <w:t>Il faut savoir parler aux soldats</w:t>
      </w:r>
      <w:r>
        <w:t>…</w:t>
      </w:r>
    </w:p>
    <w:p w14:paraId="6E14E59D" w14:textId="77777777" w:rsidR="001C0413" w:rsidRDefault="001C0413" w:rsidP="001C0413">
      <w:r>
        <w:t>— </w:t>
      </w:r>
      <w:r w:rsidR="00530790" w:rsidRPr="005D5566">
        <w:t>Nous apprendrons et nous saurons</w:t>
      </w:r>
      <w:r>
        <w:t xml:space="preserve"> ! </w:t>
      </w:r>
      <w:r w:rsidR="00530790" w:rsidRPr="005D5566">
        <w:t>répliqua Jéfim</w:t>
      </w:r>
      <w:r>
        <w:t>.</w:t>
      </w:r>
    </w:p>
    <w:p w14:paraId="1884DD6E" w14:textId="77777777" w:rsidR="001C0413" w:rsidRDefault="001C0413" w:rsidP="001C0413">
      <w:r>
        <w:t>— </w:t>
      </w:r>
      <w:r w:rsidR="00530790" w:rsidRPr="005D5566">
        <w:t>Mais si on vous attrape</w:t>
      </w:r>
      <w:r>
        <w:t xml:space="preserve">, </w:t>
      </w:r>
      <w:r w:rsidR="00530790" w:rsidRPr="005D5566">
        <w:t>vous pouvez être fusillés</w:t>
      </w:r>
      <w:r>
        <w:t xml:space="preserve"> ! </w:t>
      </w:r>
      <w:r w:rsidR="00530790" w:rsidRPr="005D5566">
        <w:t>conclut Pavel en regardant Jéfim avec curiosité</w:t>
      </w:r>
      <w:r>
        <w:t>.</w:t>
      </w:r>
    </w:p>
    <w:p w14:paraId="04854E5B" w14:textId="77777777" w:rsidR="001C0413" w:rsidRDefault="001C0413" w:rsidP="001C0413">
      <w:r>
        <w:t>— </w:t>
      </w:r>
      <w:r w:rsidR="00530790" w:rsidRPr="005D5566">
        <w:t>On ne nous fera pas grâce</w:t>
      </w:r>
      <w:r>
        <w:t xml:space="preserve"> ! </w:t>
      </w:r>
      <w:r w:rsidR="00530790" w:rsidRPr="005D5566">
        <w:t>acquiesça tranquillement le paysan</w:t>
      </w:r>
      <w:r>
        <w:t xml:space="preserve">. </w:t>
      </w:r>
      <w:r w:rsidR="00530790" w:rsidRPr="005D5566">
        <w:t>Il se remit à examiner les livres</w:t>
      </w:r>
      <w:r>
        <w:t>.</w:t>
      </w:r>
    </w:p>
    <w:p w14:paraId="03BFCC14" w14:textId="77777777" w:rsidR="001C0413" w:rsidRDefault="001C0413" w:rsidP="001C0413">
      <w:r>
        <w:t>— </w:t>
      </w:r>
      <w:r w:rsidR="00530790" w:rsidRPr="005D5566">
        <w:t>Prends ton thé</w:t>
      </w:r>
      <w:r>
        <w:t xml:space="preserve">, </w:t>
      </w:r>
      <w:r w:rsidR="00530790" w:rsidRPr="005D5566">
        <w:t>camarade</w:t>
      </w:r>
      <w:r>
        <w:t xml:space="preserve">, </w:t>
      </w:r>
      <w:r w:rsidR="00530790" w:rsidRPr="005D5566">
        <w:t>il faut partir</w:t>
      </w:r>
      <w:r>
        <w:t xml:space="preserve"> ! </w:t>
      </w:r>
      <w:r w:rsidR="00530790" w:rsidRPr="005D5566">
        <w:t>dit Rybine</w:t>
      </w:r>
      <w:r>
        <w:t>.</w:t>
      </w:r>
    </w:p>
    <w:p w14:paraId="0242CECC" w14:textId="77777777" w:rsidR="001C0413" w:rsidRDefault="001C0413" w:rsidP="001C0413">
      <w:r>
        <w:t>— </w:t>
      </w:r>
      <w:r w:rsidR="00530790" w:rsidRPr="005D5566">
        <w:t>Tout de suite</w:t>
      </w:r>
      <w:r>
        <w:t xml:space="preserve"> ! </w:t>
      </w:r>
      <w:r w:rsidR="00530790" w:rsidRPr="005D5566">
        <w:t>répondit Jéfim</w:t>
      </w:r>
      <w:r>
        <w:t xml:space="preserve">. </w:t>
      </w:r>
      <w:r w:rsidR="00530790" w:rsidRPr="005D5566">
        <w:t>Il demanda encore</w:t>
      </w:r>
      <w:r>
        <w:t> :</w:t>
      </w:r>
    </w:p>
    <w:p w14:paraId="2EE86F15" w14:textId="77777777" w:rsidR="001C0413" w:rsidRDefault="001C0413" w:rsidP="001C0413">
      <w:r>
        <w:t>— </w:t>
      </w:r>
      <w:r w:rsidR="00530790" w:rsidRPr="005D5566">
        <w:rPr>
          <w:i/>
          <w:iCs/>
        </w:rPr>
        <w:t>Révolution</w:t>
      </w:r>
      <w:r>
        <w:rPr>
          <w:i/>
          <w:iCs/>
        </w:rPr>
        <w:t xml:space="preserve">, </w:t>
      </w:r>
      <w:r w:rsidR="00530790" w:rsidRPr="005D5566">
        <w:t>cela veut dire soulèvement</w:t>
      </w:r>
      <w:r>
        <w:t> ?</w:t>
      </w:r>
    </w:p>
    <w:p w14:paraId="0FFB2E9B" w14:textId="77777777" w:rsidR="001C0413" w:rsidRDefault="00530790" w:rsidP="001C0413">
      <w:r w:rsidRPr="005D5566">
        <w:t>André arriva tout rouge</w:t>
      </w:r>
      <w:r w:rsidR="001C0413">
        <w:t xml:space="preserve">, </w:t>
      </w:r>
      <w:r w:rsidRPr="005D5566">
        <w:t>échauffé et maussade</w:t>
      </w:r>
      <w:r w:rsidR="001C0413">
        <w:t xml:space="preserve">. </w:t>
      </w:r>
      <w:r w:rsidRPr="005D5566">
        <w:t>Il serra la main de Jéfim sans parler</w:t>
      </w:r>
      <w:r w:rsidR="001C0413">
        <w:t xml:space="preserve">, </w:t>
      </w:r>
      <w:r w:rsidRPr="005D5566">
        <w:t>s</w:t>
      </w:r>
      <w:r w:rsidR="001C0413">
        <w:t>’</w:t>
      </w:r>
      <w:r w:rsidRPr="005D5566">
        <w:t>assit à côté de Rybine et</w:t>
      </w:r>
      <w:r w:rsidR="001C0413">
        <w:t xml:space="preserve">, </w:t>
      </w:r>
      <w:r w:rsidRPr="005D5566">
        <w:t>l</w:t>
      </w:r>
      <w:r w:rsidR="001C0413">
        <w:t>’</w:t>
      </w:r>
      <w:r w:rsidRPr="005D5566">
        <w:t>ayant considéré</w:t>
      </w:r>
      <w:r w:rsidR="001C0413">
        <w:t xml:space="preserve">, </w:t>
      </w:r>
      <w:r w:rsidRPr="005D5566">
        <w:t>il se mit à rire</w:t>
      </w:r>
      <w:r w:rsidR="001C0413">
        <w:t>.</w:t>
      </w:r>
    </w:p>
    <w:p w14:paraId="1A5F9588" w14:textId="77777777" w:rsidR="001C0413" w:rsidRDefault="001C0413" w:rsidP="001C0413">
      <w:r>
        <w:t>— </w:t>
      </w:r>
      <w:r w:rsidR="00530790" w:rsidRPr="005D5566">
        <w:t>Pourquoi as-tu l</w:t>
      </w:r>
      <w:r>
        <w:t>’</w:t>
      </w:r>
      <w:r w:rsidR="00530790" w:rsidRPr="005D5566">
        <w:t>air triste</w:t>
      </w:r>
      <w:r>
        <w:t xml:space="preserve"> ? </w:t>
      </w:r>
      <w:r w:rsidR="00530790" w:rsidRPr="005D5566">
        <w:t>demanda Rybine en lui frappant sur le genou</w:t>
      </w:r>
      <w:r>
        <w:t>.</w:t>
      </w:r>
    </w:p>
    <w:p w14:paraId="52FDF0D4" w14:textId="77777777" w:rsidR="001C0413" w:rsidRDefault="001C0413" w:rsidP="001C0413">
      <w:r>
        <w:t>— </w:t>
      </w:r>
      <w:r w:rsidR="00530790" w:rsidRPr="005D5566">
        <w:t>Comme ça</w:t>
      </w:r>
      <w:r>
        <w:t xml:space="preserve"> ! </w:t>
      </w:r>
      <w:r w:rsidR="00530790" w:rsidRPr="005D5566">
        <w:t>répondit le Petit-Russien</w:t>
      </w:r>
      <w:r>
        <w:t>.</w:t>
      </w:r>
    </w:p>
    <w:p w14:paraId="50063B19" w14:textId="77777777" w:rsidR="001C0413" w:rsidRDefault="001C0413" w:rsidP="001C0413">
      <w:r>
        <w:t>— </w:t>
      </w:r>
      <w:r w:rsidR="00530790" w:rsidRPr="005D5566">
        <w:t>C</w:t>
      </w:r>
      <w:r>
        <w:t>’</w:t>
      </w:r>
      <w:r w:rsidR="00530790" w:rsidRPr="005D5566">
        <w:t>est aussi un ouvrier</w:t>
      </w:r>
      <w:r>
        <w:t xml:space="preserve"> ? </w:t>
      </w:r>
      <w:r w:rsidR="00530790" w:rsidRPr="005D5566">
        <w:t>interrogea Jéfim en désignant André d</w:t>
      </w:r>
      <w:r>
        <w:t>’</w:t>
      </w:r>
      <w:r w:rsidR="00530790" w:rsidRPr="005D5566">
        <w:t>un mouvement de tête</w:t>
      </w:r>
      <w:r>
        <w:t>.</w:t>
      </w:r>
    </w:p>
    <w:p w14:paraId="5A013CFE" w14:textId="77777777" w:rsidR="001C0413" w:rsidRDefault="001C0413" w:rsidP="001C0413">
      <w:r>
        <w:t>— </w:t>
      </w:r>
      <w:r w:rsidR="00530790" w:rsidRPr="005D5566">
        <w:t>Oui</w:t>
      </w:r>
      <w:r>
        <w:t xml:space="preserve">, </w:t>
      </w:r>
      <w:r w:rsidR="00530790" w:rsidRPr="005D5566">
        <w:t>fit André</w:t>
      </w:r>
      <w:r>
        <w:t xml:space="preserve">. </w:t>
      </w:r>
      <w:r w:rsidR="00530790" w:rsidRPr="005D5566">
        <w:t>Pourquoi veux-tu le savoir</w:t>
      </w:r>
      <w:r>
        <w:t> ?</w:t>
      </w:r>
    </w:p>
    <w:p w14:paraId="64597F27" w14:textId="77777777" w:rsidR="001C0413" w:rsidRDefault="001C0413" w:rsidP="001C0413">
      <w:r>
        <w:t>— </w:t>
      </w:r>
      <w:r w:rsidR="00530790" w:rsidRPr="005D5566">
        <w:t>C</w:t>
      </w:r>
      <w:r>
        <w:t>’</w:t>
      </w:r>
      <w:r w:rsidR="00530790" w:rsidRPr="005D5566">
        <w:t>est la première fois qu</w:t>
      </w:r>
      <w:r>
        <w:t>’</w:t>
      </w:r>
      <w:r w:rsidR="00530790" w:rsidRPr="005D5566">
        <w:t>il voit des ouvriers de fabrique</w:t>
      </w:r>
      <w:r>
        <w:t xml:space="preserve">, </w:t>
      </w:r>
      <w:r w:rsidR="00530790" w:rsidRPr="005D5566">
        <w:t>expliqua Rybine</w:t>
      </w:r>
      <w:r>
        <w:t xml:space="preserve">. </w:t>
      </w:r>
      <w:r w:rsidR="00530790" w:rsidRPr="005D5566">
        <w:t>Il trouve que c</w:t>
      </w:r>
      <w:r>
        <w:t>’</w:t>
      </w:r>
      <w:r w:rsidR="00530790" w:rsidRPr="005D5566">
        <w:t>est un peuple particulier</w:t>
      </w:r>
      <w:r>
        <w:t>…</w:t>
      </w:r>
    </w:p>
    <w:p w14:paraId="57FD605C" w14:textId="77777777" w:rsidR="001C0413" w:rsidRDefault="001C0413" w:rsidP="001C0413">
      <w:r>
        <w:lastRenderedPageBreak/>
        <w:t>— </w:t>
      </w:r>
      <w:r w:rsidR="00530790" w:rsidRPr="005D5566">
        <w:t>En quoi</w:t>
      </w:r>
      <w:r>
        <w:t xml:space="preserve"> ? </w:t>
      </w:r>
      <w:r w:rsidR="00530790" w:rsidRPr="005D5566">
        <w:t>demanda Pavel</w:t>
      </w:r>
      <w:r>
        <w:t>.</w:t>
      </w:r>
    </w:p>
    <w:p w14:paraId="2EF7254E" w14:textId="77777777" w:rsidR="001C0413" w:rsidRDefault="00530790" w:rsidP="001C0413">
      <w:r w:rsidRPr="005D5566">
        <w:t>Jéfim examina attentivement André et dit</w:t>
      </w:r>
      <w:r w:rsidR="001C0413">
        <w:t> :</w:t>
      </w:r>
    </w:p>
    <w:p w14:paraId="068C5968" w14:textId="77777777" w:rsidR="001C0413" w:rsidRDefault="001C0413" w:rsidP="001C0413">
      <w:r>
        <w:t>— </w:t>
      </w:r>
      <w:r w:rsidR="00530790" w:rsidRPr="005D5566">
        <w:t>Vous avez des os pointus</w:t>
      </w:r>
      <w:r>
        <w:t xml:space="preserve">. </w:t>
      </w:r>
      <w:r w:rsidR="00530790" w:rsidRPr="005D5566">
        <w:t>Le paysan les a plus ronds</w:t>
      </w:r>
      <w:r>
        <w:t>…</w:t>
      </w:r>
    </w:p>
    <w:p w14:paraId="4F8A621D" w14:textId="77777777" w:rsidR="001C0413" w:rsidRDefault="001C0413" w:rsidP="001C0413">
      <w:r>
        <w:t>— </w:t>
      </w:r>
      <w:r w:rsidR="00530790" w:rsidRPr="005D5566">
        <w:t>Le paysan est plus solide sur ses jambes</w:t>
      </w:r>
      <w:r>
        <w:t xml:space="preserve">, </w:t>
      </w:r>
      <w:r w:rsidR="00530790" w:rsidRPr="005D5566">
        <w:t>compléta Rybine</w:t>
      </w:r>
      <w:r>
        <w:t xml:space="preserve">. </w:t>
      </w:r>
      <w:r w:rsidR="00530790" w:rsidRPr="005D5566">
        <w:t>Il sent la terre sous ses pieds</w:t>
      </w:r>
      <w:r>
        <w:t xml:space="preserve"> ; </w:t>
      </w:r>
      <w:r w:rsidR="00530790" w:rsidRPr="005D5566">
        <w:t>quand même elle ne lui appartient pas</w:t>
      </w:r>
      <w:r>
        <w:t xml:space="preserve">, </w:t>
      </w:r>
      <w:r w:rsidR="00530790" w:rsidRPr="005D5566">
        <w:t>il la sent</w:t>
      </w:r>
      <w:r>
        <w:t xml:space="preserve"> ! </w:t>
      </w:r>
      <w:r w:rsidR="00530790" w:rsidRPr="005D5566">
        <w:t>Mais l</w:t>
      </w:r>
      <w:r>
        <w:t>’</w:t>
      </w:r>
      <w:r w:rsidR="00530790" w:rsidRPr="005D5566">
        <w:t>ouvrier de fabrique</w:t>
      </w:r>
      <w:r>
        <w:t xml:space="preserve">, </w:t>
      </w:r>
      <w:r w:rsidR="00530790" w:rsidRPr="005D5566">
        <w:t>c</w:t>
      </w:r>
      <w:r>
        <w:t>’</w:t>
      </w:r>
      <w:r w:rsidR="00530790" w:rsidRPr="005D5566">
        <w:t>est comme un oiseau</w:t>
      </w:r>
      <w:r>
        <w:t xml:space="preserve"> ; </w:t>
      </w:r>
      <w:r w:rsidR="00530790" w:rsidRPr="005D5566">
        <w:t>il n</w:t>
      </w:r>
      <w:r>
        <w:t>’</w:t>
      </w:r>
      <w:r w:rsidR="00530790" w:rsidRPr="005D5566">
        <w:t>a ni patrie</w:t>
      </w:r>
      <w:r>
        <w:t xml:space="preserve">, </w:t>
      </w:r>
      <w:r w:rsidR="00530790" w:rsidRPr="005D5566">
        <w:t>ni foyer</w:t>
      </w:r>
      <w:r>
        <w:t xml:space="preserve"> ; </w:t>
      </w:r>
      <w:r w:rsidR="00530790" w:rsidRPr="005D5566">
        <w:t>un jour il est là</w:t>
      </w:r>
      <w:r>
        <w:t xml:space="preserve">, </w:t>
      </w:r>
      <w:r w:rsidR="00530790" w:rsidRPr="005D5566">
        <w:t>le lendemain</w:t>
      </w:r>
      <w:r>
        <w:t xml:space="preserve">, </w:t>
      </w:r>
      <w:r w:rsidR="00530790" w:rsidRPr="005D5566">
        <w:t>il est ailleurs</w:t>
      </w:r>
      <w:r>
        <w:t xml:space="preserve">… </w:t>
      </w:r>
      <w:r w:rsidR="00530790" w:rsidRPr="005D5566">
        <w:t>Même les femmes ne réussissent pas à l</w:t>
      </w:r>
      <w:r>
        <w:t>’</w:t>
      </w:r>
      <w:r w:rsidR="00530790" w:rsidRPr="005D5566">
        <w:t>attacher à un endroit</w:t>
      </w:r>
      <w:r>
        <w:t xml:space="preserve"> ; </w:t>
      </w:r>
      <w:r w:rsidR="00530790" w:rsidRPr="005D5566">
        <w:t>dès qu</w:t>
      </w:r>
      <w:r>
        <w:t>’</w:t>
      </w:r>
      <w:r w:rsidR="00530790" w:rsidRPr="005D5566">
        <w:t>il y a une querelle</w:t>
      </w:r>
      <w:r>
        <w:t xml:space="preserve">, </w:t>
      </w:r>
      <w:r w:rsidR="00530790" w:rsidRPr="005D5566">
        <w:t>il les lâche et s</w:t>
      </w:r>
      <w:r>
        <w:t>’</w:t>
      </w:r>
      <w:r w:rsidR="00530790" w:rsidRPr="005D5566">
        <w:t>en va chercher le bonheur ailleurs</w:t>
      </w:r>
      <w:r>
        <w:t xml:space="preserve">, </w:t>
      </w:r>
      <w:r w:rsidR="00530790" w:rsidRPr="005D5566">
        <w:t>tandis que le paysan veut faire mieux chez lui</w:t>
      </w:r>
      <w:r>
        <w:t xml:space="preserve">, </w:t>
      </w:r>
      <w:r w:rsidR="00530790" w:rsidRPr="005D5566">
        <w:t>sans bouger de place</w:t>
      </w:r>
      <w:r>
        <w:t xml:space="preserve">… </w:t>
      </w:r>
      <w:r w:rsidR="00530790" w:rsidRPr="005D5566">
        <w:t>Ah</w:t>
      </w:r>
      <w:r>
        <w:t xml:space="preserve"> ! </w:t>
      </w:r>
      <w:r w:rsidR="00530790" w:rsidRPr="005D5566">
        <w:t>voilà la mère qui revient</w:t>
      </w:r>
      <w:r>
        <w:t>…</w:t>
      </w:r>
    </w:p>
    <w:p w14:paraId="3BD838C0" w14:textId="77777777" w:rsidR="001C0413" w:rsidRDefault="00530790" w:rsidP="001C0413">
      <w:r w:rsidRPr="005D5566">
        <w:t>Et Rybine passa dans la cuisine</w:t>
      </w:r>
      <w:r w:rsidR="001C0413">
        <w:t xml:space="preserve">. </w:t>
      </w:r>
      <w:r w:rsidRPr="005D5566">
        <w:t>Jéfim s</w:t>
      </w:r>
      <w:r w:rsidR="001C0413">
        <w:t>’</w:t>
      </w:r>
      <w:r w:rsidRPr="005D5566">
        <w:t>approcha de Pavel et lui demanda avec embarras</w:t>
      </w:r>
      <w:r w:rsidR="001C0413">
        <w:t> :</w:t>
      </w:r>
    </w:p>
    <w:p w14:paraId="0E3FDECA" w14:textId="77777777" w:rsidR="001C0413" w:rsidRDefault="001C0413" w:rsidP="001C0413">
      <w:r>
        <w:t>— </w:t>
      </w:r>
      <w:r w:rsidR="00530790" w:rsidRPr="005D5566">
        <w:t>Peut-être me donnerez-vous un livre</w:t>
      </w:r>
      <w:r>
        <w:t> ?</w:t>
      </w:r>
    </w:p>
    <w:p w14:paraId="5229C0AA" w14:textId="77777777" w:rsidR="001C0413" w:rsidRDefault="001C0413" w:rsidP="001C0413">
      <w:r>
        <w:t>— </w:t>
      </w:r>
      <w:r w:rsidR="00530790" w:rsidRPr="005D5566">
        <w:t>Volontiers</w:t>
      </w:r>
      <w:r>
        <w:t xml:space="preserve"> ! </w:t>
      </w:r>
      <w:r w:rsidR="00530790" w:rsidRPr="005D5566">
        <w:t>dit Pavel</w:t>
      </w:r>
      <w:r>
        <w:t>.</w:t>
      </w:r>
    </w:p>
    <w:p w14:paraId="3EE0DB22" w14:textId="77777777" w:rsidR="001C0413" w:rsidRDefault="00530790" w:rsidP="001C0413">
      <w:r w:rsidRPr="005D5566">
        <w:t>Les yeux du paysan eurent une lueur d</w:t>
      </w:r>
      <w:r w:rsidR="001C0413">
        <w:t>’</w:t>
      </w:r>
      <w:r w:rsidRPr="005D5566">
        <w:t>avidité</w:t>
      </w:r>
      <w:r w:rsidR="001C0413">
        <w:t> :</w:t>
      </w:r>
    </w:p>
    <w:p w14:paraId="5E501706" w14:textId="77777777" w:rsidR="001C0413" w:rsidRDefault="001C0413" w:rsidP="001C0413">
      <w:r>
        <w:t>— </w:t>
      </w:r>
      <w:r w:rsidR="00530790" w:rsidRPr="005D5566">
        <w:t>Je vous le rendrai</w:t>
      </w:r>
      <w:r>
        <w:t xml:space="preserve"> ! </w:t>
      </w:r>
      <w:r w:rsidR="00530790" w:rsidRPr="005D5566">
        <w:t>dit-il vivement</w:t>
      </w:r>
      <w:r>
        <w:t xml:space="preserve">. </w:t>
      </w:r>
      <w:r w:rsidR="00530790" w:rsidRPr="005D5566">
        <w:t>Nos camarades charrient du goudron non loin de chez vous</w:t>
      </w:r>
      <w:r>
        <w:t xml:space="preserve">, </w:t>
      </w:r>
      <w:r w:rsidR="00530790" w:rsidRPr="005D5566">
        <w:t>ils vous le rapporteront</w:t>
      </w:r>
      <w:r>
        <w:t xml:space="preserve">. </w:t>
      </w:r>
      <w:r w:rsidR="00530790" w:rsidRPr="005D5566">
        <w:t>Merci</w:t>
      </w:r>
      <w:r>
        <w:t xml:space="preserve"> ! </w:t>
      </w:r>
      <w:r w:rsidR="00530790" w:rsidRPr="005D5566">
        <w:t>Maintenant les livres sont aussi indispensables qu</w:t>
      </w:r>
      <w:r>
        <w:t>’</w:t>
      </w:r>
      <w:r w:rsidR="00530790" w:rsidRPr="005D5566">
        <w:t>une chandelle pour la nuit</w:t>
      </w:r>
      <w:r>
        <w:t>…</w:t>
      </w:r>
    </w:p>
    <w:p w14:paraId="54A7EF9A" w14:textId="77777777" w:rsidR="001C0413" w:rsidRDefault="00530790" w:rsidP="001C0413">
      <w:r w:rsidRPr="005D5566">
        <w:t>Rybine rentra</w:t>
      </w:r>
      <w:r w:rsidR="001C0413">
        <w:t xml:space="preserve"> ; </w:t>
      </w:r>
      <w:r w:rsidRPr="005D5566">
        <w:t>il avait remis son manteau</w:t>
      </w:r>
      <w:r w:rsidR="001C0413">
        <w:t xml:space="preserve"> ; </w:t>
      </w:r>
      <w:r w:rsidRPr="005D5566">
        <w:t>sa ceinture était tendue</w:t>
      </w:r>
      <w:r w:rsidR="001C0413">
        <w:t>…</w:t>
      </w:r>
    </w:p>
    <w:p w14:paraId="12E71759" w14:textId="77777777" w:rsidR="001C0413" w:rsidRDefault="001C0413" w:rsidP="001C0413">
      <w:r>
        <w:t>— </w:t>
      </w:r>
      <w:r w:rsidR="00530790" w:rsidRPr="005D5566">
        <w:t>Allons-nous-en</w:t>
      </w:r>
      <w:r>
        <w:t xml:space="preserve"> ! </w:t>
      </w:r>
      <w:r w:rsidR="00530790" w:rsidRPr="005D5566">
        <w:t>c</w:t>
      </w:r>
      <w:r>
        <w:t>’</w:t>
      </w:r>
      <w:r w:rsidR="00530790" w:rsidRPr="005D5566">
        <w:t>est l</w:t>
      </w:r>
      <w:r>
        <w:t>’</w:t>
      </w:r>
      <w:r w:rsidR="00530790" w:rsidRPr="005D5566">
        <w:t>heure</w:t>
      </w:r>
      <w:r>
        <w:t> !</w:t>
      </w:r>
    </w:p>
    <w:p w14:paraId="6D016F44" w14:textId="77777777" w:rsidR="001C0413" w:rsidRDefault="001C0413" w:rsidP="001C0413">
      <w:r>
        <w:t>— </w:t>
      </w:r>
      <w:r w:rsidR="00530790" w:rsidRPr="005D5566">
        <w:t>Vois-tu</w:t>
      </w:r>
      <w:r>
        <w:t xml:space="preserve">, </w:t>
      </w:r>
      <w:r w:rsidR="00530790" w:rsidRPr="005D5566">
        <w:t>j</w:t>
      </w:r>
      <w:r>
        <w:t>’</w:t>
      </w:r>
      <w:r w:rsidR="00530790" w:rsidRPr="005D5566">
        <w:t>ai de quoi lire</w:t>
      </w:r>
      <w:r>
        <w:t xml:space="preserve"> ! </w:t>
      </w:r>
      <w:r w:rsidR="00530790" w:rsidRPr="005D5566">
        <w:t>s</w:t>
      </w:r>
      <w:r>
        <w:t>’</w:t>
      </w:r>
      <w:r w:rsidR="00530790" w:rsidRPr="005D5566">
        <w:t>exclama Jéfim en lui montrant les livres avec un large sourire</w:t>
      </w:r>
      <w:r>
        <w:t>.</w:t>
      </w:r>
    </w:p>
    <w:p w14:paraId="57BE44D3" w14:textId="77777777" w:rsidR="001C0413" w:rsidRDefault="00530790" w:rsidP="001C0413">
      <w:r w:rsidRPr="005D5566">
        <w:lastRenderedPageBreak/>
        <w:t>Lorsqu</w:t>
      </w:r>
      <w:r w:rsidR="001C0413">
        <w:t>’</w:t>
      </w:r>
      <w:r w:rsidRPr="005D5566">
        <w:t>ils furent partis</w:t>
      </w:r>
      <w:r w:rsidR="001C0413">
        <w:t xml:space="preserve">, </w:t>
      </w:r>
      <w:r w:rsidRPr="005D5566">
        <w:t>Pavel s</w:t>
      </w:r>
      <w:r w:rsidR="001C0413">
        <w:t>’</w:t>
      </w:r>
      <w:r w:rsidRPr="005D5566">
        <w:t>écria en s</w:t>
      </w:r>
      <w:r w:rsidR="001C0413">
        <w:t>’</w:t>
      </w:r>
      <w:r w:rsidRPr="005D5566">
        <w:t>adressant à André</w:t>
      </w:r>
      <w:r w:rsidR="001C0413">
        <w:t> :</w:t>
      </w:r>
    </w:p>
    <w:p w14:paraId="2C52B396" w14:textId="77777777" w:rsidR="001C0413" w:rsidRDefault="001C0413" w:rsidP="001C0413">
      <w:r>
        <w:t>— </w:t>
      </w:r>
      <w:r w:rsidR="00530790" w:rsidRPr="005D5566">
        <w:t>As-tu vu ces diables</w:t>
      </w:r>
      <w:r>
        <w:t> ?</w:t>
      </w:r>
    </w:p>
    <w:p w14:paraId="1A2F8393" w14:textId="77777777" w:rsidR="001C0413" w:rsidRDefault="001C0413" w:rsidP="001C0413">
      <w:r>
        <w:t>— </w:t>
      </w:r>
      <w:r w:rsidR="00530790" w:rsidRPr="005D5566">
        <w:t>Oui</w:t>
      </w:r>
      <w:r>
        <w:t xml:space="preserve"> ! </w:t>
      </w:r>
      <w:r w:rsidR="00530790" w:rsidRPr="005D5566">
        <w:t>dit le Petit-Russien</w:t>
      </w:r>
      <w:r>
        <w:t xml:space="preserve">, </w:t>
      </w:r>
      <w:r w:rsidR="00530790" w:rsidRPr="005D5566">
        <w:t>on dirait des nuages au crépuscule</w:t>
      </w:r>
      <w:r>
        <w:t xml:space="preserve">… </w:t>
      </w:r>
      <w:r w:rsidR="00530790" w:rsidRPr="005D5566">
        <w:t>ils sont épais</w:t>
      </w:r>
      <w:r>
        <w:t xml:space="preserve">, </w:t>
      </w:r>
      <w:r w:rsidR="00530790" w:rsidRPr="005D5566">
        <w:t>sombres</w:t>
      </w:r>
      <w:r>
        <w:t xml:space="preserve">, </w:t>
      </w:r>
      <w:r w:rsidR="00530790" w:rsidRPr="005D5566">
        <w:t>ils avancent lentement</w:t>
      </w:r>
      <w:r>
        <w:t>…</w:t>
      </w:r>
    </w:p>
    <w:p w14:paraId="01B450A7" w14:textId="77777777" w:rsidR="001C0413" w:rsidRDefault="001C0413" w:rsidP="001C0413">
      <w:r>
        <w:t>— </w:t>
      </w:r>
      <w:r w:rsidR="00530790" w:rsidRPr="005D5566">
        <w:t>Vous parlez de Rybine</w:t>
      </w:r>
      <w:r>
        <w:t xml:space="preserve"> ? </w:t>
      </w:r>
      <w:r w:rsidR="00530790" w:rsidRPr="005D5566">
        <w:t>interrompit la mère</w:t>
      </w:r>
      <w:r>
        <w:t xml:space="preserve">. </w:t>
      </w:r>
      <w:r w:rsidR="00530790" w:rsidRPr="005D5566">
        <w:t>On ne croirait pas qu</w:t>
      </w:r>
      <w:r>
        <w:t>’</w:t>
      </w:r>
      <w:r w:rsidR="00530790" w:rsidRPr="005D5566">
        <w:t>il a vécu à la fabrique</w:t>
      </w:r>
      <w:r>
        <w:t xml:space="preserve">… </w:t>
      </w:r>
      <w:r w:rsidR="00530790" w:rsidRPr="005D5566">
        <w:t>Il est redevenu tout à fait paysan</w:t>
      </w:r>
      <w:r>
        <w:t xml:space="preserve">… </w:t>
      </w:r>
      <w:r w:rsidR="00530790" w:rsidRPr="005D5566">
        <w:t>Il est terrible</w:t>
      </w:r>
      <w:r>
        <w:t> !</w:t>
      </w:r>
    </w:p>
    <w:p w14:paraId="34D81835" w14:textId="77777777" w:rsidR="001C0413" w:rsidRDefault="001C0413" w:rsidP="001C0413">
      <w:r>
        <w:t>— </w:t>
      </w:r>
      <w:r w:rsidR="00530790" w:rsidRPr="005D5566">
        <w:t>C</w:t>
      </w:r>
      <w:r>
        <w:t>’</w:t>
      </w:r>
      <w:r w:rsidR="00530790" w:rsidRPr="005D5566">
        <w:t>est dommage que tu n</w:t>
      </w:r>
      <w:r>
        <w:t>’</w:t>
      </w:r>
      <w:r w:rsidR="00530790" w:rsidRPr="005D5566">
        <w:t>aies pas été là</w:t>
      </w:r>
      <w:r>
        <w:t xml:space="preserve"> ! </w:t>
      </w:r>
      <w:r w:rsidR="00530790" w:rsidRPr="005D5566">
        <w:t>dit Pavel à André</w:t>
      </w:r>
      <w:r>
        <w:t xml:space="preserve">, </w:t>
      </w:r>
      <w:r w:rsidR="00530790" w:rsidRPr="005D5566">
        <w:t>qui</w:t>
      </w:r>
      <w:r>
        <w:t xml:space="preserve">, </w:t>
      </w:r>
      <w:r w:rsidR="00530790" w:rsidRPr="005D5566">
        <w:t>assis près de la fenêtre</w:t>
      </w:r>
      <w:r>
        <w:t xml:space="preserve">, </w:t>
      </w:r>
      <w:r w:rsidR="00530790" w:rsidRPr="005D5566">
        <w:t>contemplait son verre de thé d</w:t>
      </w:r>
      <w:r>
        <w:t>’</w:t>
      </w:r>
      <w:r w:rsidR="00530790" w:rsidRPr="005D5566">
        <w:t>un air sombre</w:t>
      </w:r>
      <w:r>
        <w:t xml:space="preserve">. </w:t>
      </w:r>
      <w:r w:rsidR="00530790" w:rsidRPr="005D5566">
        <w:t>Tu aurais pu voir le jeu d</w:t>
      </w:r>
      <w:r>
        <w:t>’</w:t>
      </w:r>
      <w:r w:rsidR="00530790" w:rsidRPr="005D5566">
        <w:t>un cœur</w:t>
      </w:r>
      <w:r>
        <w:t xml:space="preserve">, </w:t>
      </w:r>
      <w:r w:rsidR="00530790" w:rsidRPr="005D5566">
        <w:t>toi qui parles constamment de cœur</w:t>
      </w:r>
      <w:r>
        <w:t xml:space="preserve"> ! </w:t>
      </w:r>
      <w:r w:rsidR="00530790" w:rsidRPr="005D5566">
        <w:t>Rybine a prononcé de ces paroles</w:t>
      </w:r>
      <w:r>
        <w:t xml:space="preserve">… </w:t>
      </w:r>
      <w:r w:rsidR="00530790" w:rsidRPr="005D5566">
        <w:t>J</w:t>
      </w:r>
      <w:r>
        <w:t>’</w:t>
      </w:r>
      <w:r w:rsidR="00530790" w:rsidRPr="005D5566">
        <w:t>en ai été renversé</w:t>
      </w:r>
      <w:r>
        <w:t xml:space="preserve">… </w:t>
      </w:r>
      <w:r w:rsidR="00530790" w:rsidRPr="005D5566">
        <w:t>suffoqué</w:t>
      </w:r>
      <w:r>
        <w:t xml:space="preserve">. </w:t>
      </w:r>
      <w:r w:rsidR="00530790" w:rsidRPr="005D5566">
        <w:t>Je n</w:t>
      </w:r>
      <w:r>
        <w:t>’</w:t>
      </w:r>
      <w:r w:rsidR="00530790" w:rsidRPr="005D5566">
        <w:t>ai su que lui répondre</w:t>
      </w:r>
      <w:r>
        <w:t xml:space="preserve">… </w:t>
      </w:r>
      <w:r w:rsidR="00530790" w:rsidRPr="005D5566">
        <w:t>Comme il est défiant envers les hommes et quel peu de valeur il leur attribue</w:t>
      </w:r>
      <w:r>
        <w:t xml:space="preserve"> !… </w:t>
      </w:r>
      <w:r w:rsidR="00530790" w:rsidRPr="005D5566">
        <w:t>La mère a raison</w:t>
      </w:r>
      <w:r>
        <w:t xml:space="preserve">, </w:t>
      </w:r>
      <w:r w:rsidR="00530790" w:rsidRPr="005D5566">
        <w:t>cet homme porte une force terrible en lui</w:t>
      </w:r>
      <w:r>
        <w:t> !</w:t>
      </w:r>
    </w:p>
    <w:p w14:paraId="73DBA727" w14:textId="77777777" w:rsidR="001C0413" w:rsidRDefault="001C0413" w:rsidP="001C0413">
      <w:r>
        <w:t>— </w:t>
      </w:r>
      <w:r w:rsidR="00530790" w:rsidRPr="005D5566">
        <w:t>Je connais cela</w:t>
      </w:r>
      <w:r>
        <w:t xml:space="preserve"> ! </w:t>
      </w:r>
      <w:r w:rsidR="00530790" w:rsidRPr="005D5566">
        <w:t>répliqua le Petit-Russien</w:t>
      </w:r>
      <w:r>
        <w:t xml:space="preserve">, </w:t>
      </w:r>
      <w:r w:rsidR="00530790" w:rsidRPr="005D5566">
        <w:t>du même air sombre</w:t>
      </w:r>
      <w:r>
        <w:t xml:space="preserve">. </w:t>
      </w:r>
      <w:r w:rsidR="00530790" w:rsidRPr="005D5566">
        <w:t>On a empoisonné les gens</w:t>
      </w:r>
      <w:r>
        <w:t xml:space="preserve"> ! </w:t>
      </w:r>
      <w:r w:rsidR="00530790" w:rsidRPr="005D5566">
        <w:t>Quand ils se soulèveront</w:t>
      </w:r>
      <w:r>
        <w:t xml:space="preserve">, </w:t>
      </w:r>
      <w:r w:rsidR="00530790" w:rsidRPr="005D5566">
        <w:t>ils renverseront tout sans faire de distinction</w:t>
      </w:r>
      <w:r>
        <w:t xml:space="preserve">. </w:t>
      </w:r>
      <w:r w:rsidR="00530790" w:rsidRPr="005D5566">
        <w:t>Ils veulent la terre toute nue</w:t>
      </w:r>
      <w:r>
        <w:t xml:space="preserve">… </w:t>
      </w:r>
      <w:r w:rsidR="00530790" w:rsidRPr="005D5566">
        <w:t>et ils arracheront tout ce qui la recouvre</w:t>
      </w:r>
      <w:r>
        <w:t>…</w:t>
      </w:r>
    </w:p>
    <w:p w14:paraId="74100FEF" w14:textId="77777777" w:rsidR="001C0413" w:rsidRDefault="00530790" w:rsidP="001C0413">
      <w:r w:rsidRPr="005D5566">
        <w:t>Il parlait lentement</w:t>
      </w:r>
      <w:r w:rsidR="001C0413">
        <w:t xml:space="preserve">, </w:t>
      </w:r>
      <w:r w:rsidRPr="005D5566">
        <w:t>on sentait qu</w:t>
      </w:r>
      <w:r w:rsidR="001C0413">
        <w:t>’</w:t>
      </w:r>
      <w:r w:rsidRPr="005D5566">
        <w:t>il pensait à autre chose</w:t>
      </w:r>
      <w:r w:rsidR="001C0413">
        <w:t xml:space="preserve">. </w:t>
      </w:r>
      <w:r w:rsidRPr="005D5566">
        <w:t>La mère lui dit avec ménagement</w:t>
      </w:r>
      <w:r w:rsidR="001C0413">
        <w:t> :</w:t>
      </w:r>
    </w:p>
    <w:p w14:paraId="654E0B6E" w14:textId="77777777" w:rsidR="001C0413" w:rsidRDefault="001C0413" w:rsidP="001C0413">
      <w:r>
        <w:t>— </w:t>
      </w:r>
      <w:r w:rsidR="00530790" w:rsidRPr="005D5566">
        <w:t>Tu devrais te secouer</w:t>
      </w:r>
      <w:r>
        <w:t xml:space="preserve">, </w:t>
      </w:r>
      <w:r w:rsidR="00530790" w:rsidRPr="005D5566">
        <w:t>André</w:t>
      </w:r>
      <w:r>
        <w:t> !</w:t>
      </w:r>
    </w:p>
    <w:p w14:paraId="3237F033" w14:textId="77777777" w:rsidR="001C0413" w:rsidRDefault="001C0413" w:rsidP="001C0413">
      <w:r>
        <w:t>— </w:t>
      </w:r>
      <w:r w:rsidR="00530790" w:rsidRPr="005D5566">
        <w:t>Attendez</w:t>
      </w:r>
      <w:r>
        <w:t xml:space="preserve">, </w:t>
      </w:r>
      <w:r w:rsidR="00530790" w:rsidRPr="005D5566">
        <w:t>petite mère chérie</w:t>
      </w:r>
      <w:r>
        <w:t xml:space="preserve"> ! </w:t>
      </w:r>
      <w:r w:rsidR="00530790" w:rsidRPr="005D5566">
        <w:t>répliqua doucement André</w:t>
      </w:r>
      <w:r>
        <w:t xml:space="preserve">, </w:t>
      </w:r>
      <w:r w:rsidR="00530790" w:rsidRPr="005D5566">
        <w:t>attendez</w:t>
      </w:r>
      <w:r>
        <w:rPr>
          <w:rFonts w:eastAsia="Georgia" w:cs="Georgia"/>
        </w:rPr>
        <w:t xml:space="preserve">… </w:t>
      </w:r>
      <w:r w:rsidR="00530790" w:rsidRPr="005D5566">
        <w:t>Quoique je n</w:t>
      </w:r>
      <w:r>
        <w:t>’</w:t>
      </w:r>
      <w:r w:rsidR="00530790" w:rsidRPr="005D5566">
        <w:t>aie pas désiré cela</w:t>
      </w:r>
      <w:r>
        <w:t xml:space="preserve">, </w:t>
      </w:r>
      <w:r w:rsidR="00530790" w:rsidRPr="005D5566">
        <w:t>néanmoins c</w:t>
      </w:r>
      <w:r>
        <w:t>’</w:t>
      </w:r>
      <w:r w:rsidR="00530790" w:rsidRPr="005D5566">
        <w:t>est abominable</w:t>
      </w:r>
      <w:r>
        <w:t> !…</w:t>
      </w:r>
    </w:p>
    <w:p w14:paraId="43AFFC9A" w14:textId="77777777" w:rsidR="001C0413" w:rsidRDefault="00530790" w:rsidP="001C0413">
      <w:r w:rsidRPr="005D5566">
        <w:t>Et</w:t>
      </w:r>
      <w:r w:rsidR="001C0413">
        <w:t xml:space="preserve">, </w:t>
      </w:r>
      <w:r w:rsidRPr="005D5566">
        <w:t>s</w:t>
      </w:r>
      <w:r w:rsidR="001C0413">
        <w:t>’</w:t>
      </w:r>
      <w:r w:rsidRPr="005D5566">
        <w:t>animant soudain</w:t>
      </w:r>
      <w:r w:rsidR="001C0413">
        <w:t xml:space="preserve">, </w:t>
      </w:r>
      <w:r w:rsidRPr="005D5566">
        <w:t>il reprit en frappant du poing sur la table</w:t>
      </w:r>
      <w:r w:rsidR="001C0413">
        <w:t> :</w:t>
      </w:r>
    </w:p>
    <w:p w14:paraId="600F832D" w14:textId="77777777" w:rsidR="001C0413" w:rsidRDefault="001C0413" w:rsidP="001C0413">
      <w:r>
        <w:lastRenderedPageBreak/>
        <w:t>— </w:t>
      </w:r>
      <w:r w:rsidR="00530790" w:rsidRPr="005D5566">
        <w:t>Oui</w:t>
      </w:r>
      <w:r>
        <w:t xml:space="preserve">, </w:t>
      </w:r>
      <w:r w:rsidR="00530790" w:rsidRPr="005D5566">
        <w:t>tu as raison</w:t>
      </w:r>
      <w:r>
        <w:t xml:space="preserve">, </w:t>
      </w:r>
      <w:r w:rsidR="00530790" w:rsidRPr="005D5566">
        <w:t>Pavel</w:t>
      </w:r>
      <w:r>
        <w:t xml:space="preserve"> ; </w:t>
      </w:r>
      <w:r w:rsidR="00530790" w:rsidRPr="005D5566">
        <w:t>notre paysan mettra la terre à nu</w:t>
      </w:r>
      <w:r>
        <w:t xml:space="preserve">, </w:t>
      </w:r>
      <w:r w:rsidR="00530790" w:rsidRPr="005D5566">
        <w:t>le jour où il se révoltera</w:t>
      </w:r>
      <w:r>
        <w:t xml:space="preserve">. </w:t>
      </w:r>
      <w:r w:rsidR="00530790" w:rsidRPr="005D5566">
        <w:t>Il brûlera tout</w:t>
      </w:r>
      <w:r>
        <w:t xml:space="preserve">, </w:t>
      </w:r>
      <w:r w:rsidR="00530790" w:rsidRPr="005D5566">
        <w:t>comme après une épidémie de peste</w:t>
      </w:r>
      <w:r>
        <w:t xml:space="preserve">, </w:t>
      </w:r>
      <w:r w:rsidR="00530790" w:rsidRPr="005D5566">
        <w:t>pour que toutes les traces de ses humiliations s</w:t>
      </w:r>
      <w:r>
        <w:t>’</w:t>
      </w:r>
      <w:r w:rsidR="00530790" w:rsidRPr="005D5566">
        <w:t>envolent en cendres</w:t>
      </w:r>
      <w:r>
        <w:t>…</w:t>
      </w:r>
    </w:p>
    <w:p w14:paraId="796A364B" w14:textId="77777777" w:rsidR="001C0413" w:rsidRDefault="001C0413" w:rsidP="001C0413">
      <w:r>
        <w:t>— </w:t>
      </w:r>
      <w:r w:rsidR="00530790" w:rsidRPr="005D5566">
        <w:t>Et après</w:t>
      </w:r>
      <w:r>
        <w:t xml:space="preserve">, </w:t>
      </w:r>
      <w:r w:rsidR="00530790" w:rsidRPr="005D5566">
        <w:t>il nous fera obstacle</w:t>
      </w:r>
      <w:r>
        <w:t xml:space="preserve"> ! </w:t>
      </w:r>
      <w:r w:rsidR="00530790" w:rsidRPr="005D5566">
        <w:t>continua Pavel à voix basse</w:t>
      </w:r>
      <w:r>
        <w:t>.</w:t>
      </w:r>
    </w:p>
    <w:p w14:paraId="11B8B97F" w14:textId="77777777" w:rsidR="001C0413" w:rsidRDefault="001C0413" w:rsidP="001C0413">
      <w:r>
        <w:t>— </w:t>
      </w:r>
      <w:r w:rsidR="00530790" w:rsidRPr="005D5566">
        <w:t>Notre devoir sera de ne pas le lui permettre</w:t>
      </w:r>
      <w:r>
        <w:t xml:space="preserve"> ! </w:t>
      </w:r>
      <w:r w:rsidR="00530790" w:rsidRPr="005D5566">
        <w:t>Notre devoir sera de le contenir</w:t>
      </w:r>
      <w:r>
        <w:t xml:space="preserve">, </w:t>
      </w:r>
      <w:r w:rsidR="00530790" w:rsidRPr="005D5566">
        <w:t>Pavel</w:t>
      </w:r>
      <w:r>
        <w:t xml:space="preserve"> ! </w:t>
      </w:r>
      <w:r w:rsidR="00530790" w:rsidRPr="005D5566">
        <w:t>C</w:t>
      </w:r>
      <w:r>
        <w:t>’</w:t>
      </w:r>
      <w:r w:rsidR="00530790" w:rsidRPr="005D5566">
        <w:t>est nous qui sommes le plus près de lui</w:t>
      </w:r>
      <w:r>
        <w:t xml:space="preserve">… </w:t>
      </w:r>
      <w:r w:rsidR="00530790" w:rsidRPr="005D5566">
        <w:t>Il nous croira</w:t>
      </w:r>
      <w:r>
        <w:t xml:space="preserve">… </w:t>
      </w:r>
      <w:r w:rsidR="00530790" w:rsidRPr="005D5566">
        <w:t>il nous suivra</w:t>
      </w:r>
      <w:r>
        <w:t> !</w:t>
      </w:r>
    </w:p>
    <w:p w14:paraId="7E64792F" w14:textId="77777777" w:rsidR="001C0413" w:rsidRDefault="001C0413" w:rsidP="001C0413">
      <w:r>
        <w:t>— </w:t>
      </w:r>
      <w:r w:rsidR="00530790" w:rsidRPr="005D5566">
        <w:t>Sais-tu</w:t>
      </w:r>
      <w:r>
        <w:t xml:space="preserve">, </w:t>
      </w:r>
      <w:r w:rsidR="00530790" w:rsidRPr="005D5566">
        <w:t>Rybine nous demande de faire un journal pour la campagne</w:t>
      </w:r>
      <w:r>
        <w:t> !</w:t>
      </w:r>
    </w:p>
    <w:p w14:paraId="1CCEEED1" w14:textId="77777777" w:rsidR="001C0413" w:rsidRDefault="001C0413" w:rsidP="001C0413">
      <w:r>
        <w:t>— </w:t>
      </w:r>
      <w:r w:rsidR="00530790" w:rsidRPr="005D5566">
        <w:t>C</w:t>
      </w:r>
      <w:r>
        <w:t>’</w:t>
      </w:r>
      <w:r w:rsidR="00530790" w:rsidRPr="005D5566">
        <w:t>est très bien</w:t>
      </w:r>
      <w:r>
        <w:t xml:space="preserve"> ! </w:t>
      </w:r>
      <w:r w:rsidR="00530790" w:rsidRPr="005D5566">
        <w:t>Il faut s</w:t>
      </w:r>
      <w:r>
        <w:t>’</w:t>
      </w:r>
      <w:r w:rsidR="00530790" w:rsidRPr="005D5566">
        <w:t>y mettre au plus vite</w:t>
      </w:r>
      <w:r>
        <w:t> !</w:t>
      </w:r>
    </w:p>
    <w:p w14:paraId="7C65494A" w14:textId="77777777" w:rsidR="001C0413" w:rsidRDefault="001C0413" w:rsidP="001C0413">
      <w:r>
        <w:t>— </w:t>
      </w:r>
      <w:r w:rsidR="00530790" w:rsidRPr="005D5566">
        <w:t>Je suis honteux</w:t>
      </w:r>
      <w:r>
        <w:t xml:space="preserve">, </w:t>
      </w:r>
      <w:r w:rsidR="00530790" w:rsidRPr="005D5566">
        <w:t>dit Pavel en riant</w:t>
      </w:r>
      <w:r>
        <w:t xml:space="preserve">, </w:t>
      </w:r>
      <w:r w:rsidR="00530790" w:rsidRPr="005D5566">
        <w:t>de n</w:t>
      </w:r>
      <w:r>
        <w:t>’</w:t>
      </w:r>
      <w:r w:rsidR="00530790" w:rsidRPr="005D5566">
        <w:t>avoir pas su discuter avec lui</w:t>
      </w:r>
      <w:r>
        <w:t>.</w:t>
      </w:r>
    </w:p>
    <w:p w14:paraId="6E471984" w14:textId="77777777" w:rsidR="001C0413" w:rsidRDefault="00530790" w:rsidP="001C0413">
      <w:r w:rsidRPr="005D5566">
        <w:t>Le Petit-Russien répliqua avec calme en se frottant la tête</w:t>
      </w:r>
      <w:r w:rsidR="001C0413">
        <w:t> :</w:t>
      </w:r>
    </w:p>
    <w:p w14:paraId="09C8A930" w14:textId="77777777" w:rsidR="001C0413" w:rsidRDefault="001C0413" w:rsidP="001C0413">
      <w:r>
        <w:t>— </w:t>
      </w:r>
      <w:r w:rsidR="00530790" w:rsidRPr="005D5566">
        <w:t>Tu en auras bien encore l</w:t>
      </w:r>
      <w:r>
        <w:t>’</w:t>
      </w:r>
      <w:r w:rsidR="00530790" w:rsidRPr="005D5566">
        <w:t>occasion</w:t>
      </w:r>
      <w:r>
        <w:t xml:space="preserve"> ! </w:t>
      </w:r>
      <w:r w:rsidR="00530790" w:rsidRPr="005D5566">
        <w:t>Joue de ton chalumeau</w:t>
      </w:r>
      <w:r>
        <w:t xml:space="preserve">, </w:t>
      </w:r>
      <w:r w:rsidR="00530790" w:rsidRPr="005D5566">
        <w:t>et ceux qui ont les jambes agiles ou dont les pieds ne sont pas collés au sol danseront au son de ta musique</w:t>
      </w:r>
      <w:r>
        <w:t xml:space="preserve"> ! </w:t>
      </w:r>
      <w:r w:rsidR="00530790" w:rsidRPr="005D5566">
        <w:t>Rybine a raison quand il dit que</w:t>
      </w:r>
      <w:r>
        <w:t xml:space="preserve">, </w:t>
      </w:r>
      <w:r w:rsidR="00530790" w:rsidRPr="005D5566">
        <w:t>nous autres</w:t>
      </w:r>
      <w:r>
        <w:t xml:space="preserve">, </w:t>
      </w:r>
      <w:r w:rsidR="00530790" w:rsidRPr="005D5566">
        <w:t>nous ne sentons pas la terre sous nos pieds</w:t>
      </w:r>
      <w:r>
        <w:t xml:space="preserve"> ; </w:t>
      </w:r>
      <w:r w:rsidR="00530790" w:rsidRPr="005D5566">
        <w:t>et nous ne le devons pas</w:t>
      </w:r>
      <w:r>
        <w:t xml:space="preserve">, </w:t>
      </w:r>
      <w:r w:rsidR="00530790" w:rsidRPr="005D5566">
        <w:t>car c</w:t>
      </w:r>
      <w:r>
        <w:t>’</w:t>
      </w:r>
      <w:r w:rsidR="00530790" w:rsidRPr="005D5566">
        <w:t>est nous qui sommes destinés à la mettre en mouvement</w:t>
      </w:r>
      <w:r>
        <w:t xml:space="preserve">… </w:t>
      </w:r>
      <w:r w:rsidR="00530790" w:rsidRPr="005D5566">
        <w:t>Quand nous l</w:t>
      </w:r>
      <w:r>
        <w:t>’</w:t>
      </w:r>
      <w:r w:rsidR="00530790" w:rsidRPr="005D5566">
        <w:t>aurons secouée une fois</w:t>
      </w:r>
      <w:r>
        <w:t xml:space="preserve">, </w:t>
      </w:r>
      <w:r w:rsidR="00530790" w:rsidRPr="005D5566">
        <w:t>les gens s</w:t>
      </w:r>
      <w:r>
        <w:t>’</w:t>
      </w:r>
      <w:r w:rsidR="00530790" w:rsidRPr="005D5566">
        <w:t>en détacheront</w:t>
      </w:r>
      <w:r>
        <w:t xml:space="preserve">… </w:t>
      </w:r>
      <w:r w:rsidR="00530790" w:rsidRPr="005D5566">
        <w:t>la seconde fois</w:t>
      </w:r>
      <w:r>
        <w:t>…</w:t>
      </w:r>
    </w:p>
    <w:p w14:paraId="4EAA9228" w14:textId="77777777" w:rsidR="001C0413" w:rsidRDefault="00530790" w:rsidP="001C0413">
      <w:r w:rsidRPr="005D5566">
        <w:t>La mère se mit à rire</w:t>
      </w:r>
      <w:r w:rsidR="001C0413">
        <w:t>.</w:t>
      </w:r>
    </w:p>
    <w:p w14:paraId="5AF3FC9E" w14:textId="77777777" w:rsidR="001C0413" w:rsidRDefault="001C0413" w:rsidP="001C0413">
      <w:r>
        <w:t>— </w:t>
      </w:r>
      <w:r w:rsidR="00530790" w:rsidRPr="005D5566">
        <w:t>Tout te paraît simple</w:t>
      </w:r>
      <w:r>
        <w:t xml:space="preserve">, </w:t>
      </w:r>
      <w:r w:rsidR="00530790" w:rsidRPr="005D5566">
        <w:t>André</w:t>
      </w:r>
      <w:r>
        <w:t xml:space="preserve">, </w:t>
      </w:r>
      <w:r w:rsidR="00530790" w:rsidRPr="005D5566">
        <w:t>dit-elle</w:t>
      </w:r>
      <w:r>
        <w:t>.</w:t>
      </w:r>
    </w:p>
    <w:p w14:paraId="71C86AE1" w14:textId="77777777" w:rsidR="001C0413" w:rsidRDefault="001C0413" w:rsidP="001C0413">
      <w:r>
        <w:lastRenderedPageBreak/>
        <w:t>— </w:t>
      </w:r>
      <w:r w:rsidR="00530790" w:rsidRPr="005D5566">
        <w:t>Eh oui</w:t>
      </w:r>
      <w:r>
        <w:t xml:space="preserve">, </w:t>
      </w:r>
      <w:r w:rsidR="00530790" w:rsidRPr="005D5566">
        <w:t>c</w:t>
      </w:r>
      <w:r>
        <w:t>’</w:t>
      </w:r>
      <w:r w:rsidR="00530790" w:rsidRPr="005D5566">
        <w:t>est très simple</w:t>
      </w:r>
      <w:r>
        <w:t xml:space="preserve"> ! </w:t>
      </w:r>
      <w:r w:rsidR="00530790" w:rsidRPr="005D5566">
        <w:t>répondit-il</w:t>
      </w:r>
      <w:r>
        <w:t xml:space="preserve"> ; </w:t>
      </w:r>
      <w:r w:rsidR="00530790" w:rsidRPr="005D5566">
        <w:t>et il ajouta d</w:t>
      </w:r>
      <w:r>
        <w:t>’</w:t>
      </w:r>
      <w:r w:rsidR="00530790" w:rsidRPr="005D5566">
        <w:t>une voix chagrine</w:t>
      </w:r>
      <w:r>
        <w:t> :</w:t>
      </w:r>
    </w:p>
    <w:p w14:paraId="4C864928" w14:textId="77777777" w:rsidR="001C0413" w:rsidRDefault="001C0413" w:rsidP="001C0413">
      <w:r>
        <w:t>— </w:t>
      </w:r>
      <w:r w:rsidR="00530790" w:rsidRPr="005D5566">
        <w:t>Comme la vie</w:t>
      </w:r>
      <w:r>
        <w:t> !</w:t>
      </w:r>
    </w:p>
    <w:p w14:paraId="6F37E195" w14:textId="77777777" w:rsidR="001C0413" w:rsidRDefault="00530790" w:rsidP="001C0413">
      <w:r w:rsidRPr="005D5566">
        <w:t>Quelques instants après</w:t>
      </w:r>
      <w:r w:rsidR="001C0413">
        <w:t xml:space="preserve">, </w:t>
      </w:r>
      <w:r w:rsidRPr="005D5566">
        <w:t>il reprit</w:t>
      </w:r>
      <w:r w:rsidR="001C0413">
        <w:t> :</w:t>
      </w:r>
    </w:p>
    <w:p w14:paraId="28AB9852" w14:textId="77777777" w:rsidR="001C0413" w:rsidRDefault="001C0413" w:rsidP="001C0413">
      <w:r>
        <w:t>— </w:t>
      </w:r>
      <w:r w:rsidR="00530790" w:rsidRPr="005D5566">
        <w:t>Je vais aller me promener dans les champs</w:t>
      </w:r>
      <w:r>
        <w:t>…</w:t>
      </w:r>
    </w:p>
    <w:p w14:paraId="3068CF55" w14:textId="77777777" w:rsidR="001C0413" w:rsidRDefault="001C0413" w:rsidP="001C0413">
      <w:r>
        <w:t>— </w:t>
      </w:r>
      <w:r w:rsidR="00530790" w:rsidRPr="005D5566">
        <w:t>Après le bain</w:t>
      </w:r>
      <w:r>
        <w:t xml:space="preserve"> ? </w:t>
      </w:r>
      <w:r w:rsidR="00530790" w:rsidRPr="005D5566">
        <w:t>Le vent est violent</w:t>
      </w:r>
      <w:r>
        <w:t xml:space="preserve"> ! </w:t>
      </w:r>
      <w:r w:rsidR="00530790" w:rsidRPr="005D5566">
        <w:t>Il te soufflera sur la peau</w:t>
      </w:r>
      <w:r>
        <w:t xml:space="preserve"> ! </w:t>
      </w:r>
      <w:r w:rsidR="00530790" w:rsidRPr="005D5566">
        <w:t>fit observer la mère</w:t>
      </w:r>
      <w:r>
        <w:t>.</w:t>
      </w:r>
    </w:p>
    <w:p w14:paraId="1006F55C" w14:textId="77777777" w:rsidR="001C0413" w:rsidRDefault="001C0413" w:rsidP="001C0413">
      <w:r>
        <w:t>— </w:t>
      </w:r>
      <w:r w:rsidR="00530790" w:rsidRPr="005D5566">
        <w:t>C</w:t>
      </w:r>
      <w:r>
        <w:t>’</w:t>
      </w:r>
      <w:r w:rsidR="00530790" w:rsidRPr="005D5566">
        <w:t>est justement ce qu</w:t>
      </w:r>
      <w:r>
        <w:t>’</w:t>
      </w:r>
      <w:r w:rsidR="00530790" w:rsidRPr="005D5566">
        <w:t>il faut</w:t>
      </w:r>
      <w:r>
        <w:t xml:space="preserve"> ! </w:t>
      </w:r>
      <w:r w:rsidR="00530790" w:rsidRPr="005D5566">
        <w:t>répondit-il</w:t>
      </w:r>
      <w:r>
        <w:t>.</w:t>
      </w:r>
    </w:p>
    <w:p w14:paraId="67E0B774" w14:textId="77777777" w:rsidR="001C0413" w:rsidRDefault="001C0413" w:rsidP="001C0413">
      <w:r>
        <w:t>— </w:t>
      </w:r>
      <w:r w:rsidR="00530790" w:rsidRPr="005D5566">
        <w:t>Prends garde</w:t>
      </w:r>
      <w:r>
        <w:t xml:space="preserve">, </w:t>
      </w:r>
      <w:r w:rsidR="00530790" w:rsidRPr="005D5566">
        <w:t>tu vas te refroidir</w:t>
      </w:r>
      <w:r>
        <w:t xml:space="preserve"> ! </w:t>
      </w:r>
      <w:r w:rsidR="00530790" w:rsidRPr="005D5566">
        <w:t>dit Pavel avec amitié</w:t>
      </w:r>
      <w:r>
        <w:t xml:space="preserve">. </w:t>
      </w:r>
      <w:r w:rsidR="00530790" w:rsidRPr="005D5566">
        <w:t>Tu ferais mieux de te coucher</w:t>
      </w:r>
      <w:r>
        <w:t xml:space="preserve">, </w:t>
      </w:r>
      <w:r w:rsidR="00530790" w:rsidRPr="005D5566">
        <w:t>essaie de dormir</w:t>
      </w:r>
      <w:r>
        <w:t>.</w:t>
      </w:r>
    </w:p>
    <w:p w14:paraId="75D01AEF" w14:textId="77777777" w:rsidR="001C0413" w:rsidRDefault="001C0413" w:rsidP="001C0413">
      <w:r>
        <w:t>— </w:t>
      </w:r>
      <w:r w:rsidR="00530790" w:rsidRPr="005D5566">
        <w:t>Non</w:t>
      </w:r>
      <w:r>
        <w:t xml:space="preserve">, </w:t>
      </w:r>
      <w:r w:rsidR="00530790" w:rsidRPr="005D5566">
        <w:t>je veux sortir</w:t>
      </w:r>
      <w:r>
        <w:t> !</w:t>
      </w:r>
    </w:p>
    <w:p w14:paraId="41A8D4D8" w14:textId="77777777" w:rsidR="001C0413" w:rsidRDefault="00530790" w:rsidP="001C0413">
      <w:r w:rsidRPr="005D5566">
        <w:t>Il s</w:t>
      </w:r>
      <w:r w:rsidR="001C0413">
        <w:t>’</w:t>
      </w:r>
      <w:r w:rsidRPr="005D5566">
        <w:t>habilla et sortit sans ajouter un mot</w:t>
      </w:r>
      <w:r w:rsidR="001C0413">
        <w:t>.</w:t>
      </w:r>
    </w:p>
    <w:p w14:paraId="1118FB28" w14:textId="77777777" w:rsidR="001C0413" w:rsidRDefault="001C0413" w:rsidP="001C0413">
      <w:r>
        <w:t>— </w:t>
      </w:r>
      <w:r w:rsidR="00530790" w:rsidRPr="005D5566">
        <w:t>Il souffre</w:t>
      </w:r>
      <w:r>
        <w:t xml:space="preserve"> ! </w:t>
      </w:r>
      <w:r w:rsidR="00530790" w:rsidRPr="005D5566">
        <w:t>soupira la mère</w:t>
      </w:r>
      <w:r>
        <w:t>.</w:t>
      </w:r>
    </w:p>
    <w:p w14:paraId="5A6C38AE" w14:textId="77777777" w:rsidR="001C0413" w:rsidRDefault="001C0413" w:rsidP="001C0413">
      <w:r>
        <w:t>— </w:t>
      </w:r>
      <w:r w:rsidR="00530790" w:rsidRPr="005D5566">
        <w:t>Sais-tu</w:t>
      </w:r>
      <w:r>
        <w:t xml:space="preserve">, </w:t>
      </w:r>
      <w:r w:rsidR="00530790" w:rsidRPr="005D5566">
        <w:t>répondit Pavel</w:t>
      </w:r>
      <w:r>
        <w:t xml:space="preserve">, </w:t>
      </w:r>
      <w:r w:rsidR="00530790" w:rsidRPr="005D5566">
        <w:t>tu as bien fait de le tutoyer</w:t>
      </w:r>
      <w:r>
        <w:t xml:space="preserve">, </w:t>
      </w:r>
      <w:r w:rsidR="00530790" w:rsidRPr="005D5566">
        <w:t>d</w:t>
      </w:r>
      <w:r>
        <w:t>’</w:t>
      </w:r>
      <w:r w:rsidR="00530790" w:rsidRPr="005D5566">
        <w:t>être douce avec lui</w:t>
      </w:r>
      <w:r>
        <w:t>…</w:t>
      </w:r>
    </w:p>
    <w:p w14:paraId="6FE6C4E5" w14:textId="77777777" w:rsidR="001C0413" w:rsidRDefault="00530790" w:rsidP="001C0413">
      <w:r w:rsidRPr="005D5566">
        <w:t>Elle lui jeta un regard étonné et dit</w:t>
      </w:r>
      <w:r w:rsidR="001C0413">
        <w:t xml:space="preserve">, </w:t>
      </w:r>
      <w:r w:rsidRPr="005D5566">
        <w:t>après un instant de réflexion</w:t>
      </w:r>
      <w:r w:rsidR="001C0413">
        <w:t> :</w:t>
      </w:r>
    </w:p>
    <w:p w14:paraId="768438E3" w14:textId="77777777" w:rsidR="001C0413" w:rsidRDefault="001C0413" w:rsidP="001C0413">
      <w:r>
        <w:t>— </w:t>
      </w:r>
      <w:r w:rsidR="00530790" w:rsidRPr="005D5566">
        <w:t>Mais je n</w:t>
      </w:r>
      <w:r>
        <w:t>’</w:t>
      </w:r>
      <w:r w:rsidR="00530790" w:rsidRPr="005D5566">
        <w:t>ai pas même remarqué que je l</w:t>
      </w:r>
      <w:r>
        <w:t>’</w:t>
      </w:r>
      <w:r w:rsidR="00530790" w:rsidRPr="005D5566">
        <w:t>avais tutoyé</w:t>
      </w:r>
      <w:r>
        <w:t xml:space="preserve">… </w:t>
      </w:r>
      <w:r w:rsidR="00530790" w:rsidRPr="005D5566">
        <w:t>c</w:t>
      </w:r>
      <w:r>
        <w:t>’</w:t>
      </w:r>
      <w:r w:rsidR="00530790" w:rsidRPr="005D5566">
        <w:t>est tout à fait par hasard</w:t>
      </w:r>
      <w:r>
        <w:t xml:space="preserve">… </w:t>
      </w:r>
      <w:r w:rsidR="00530790" w:rsidRPr="005D5566">
        <w:t>Il m</w:t>
      </w:r>
      <w:r>
        <w:t>’</w:t>
      </w:r>
      <w:r w:rsidR="00530790" w:rsidRPr="005D5566">
        <w:t>est devenu tellement proche</w:t>
      </w:r>
      <w:r>
        <w:t xml:space="preserve">… </w:t>
      </w:r>
      <w:r w:rsidR="00530790" w:rsidRPr="005D5566">
        <w:t>je ne puis dire combien</w:t>
      </w:r>
      <w:r>
        <w:t> !</w:t>
      </w:r>
    </w:p>
    <w:p w14:paraId="6A2E8708" w14:textId="77777777" w:rsidR="001C0413" w:rsidRDefault="001C0413" w:rsidP="001C0413">
      <w:r>
        <w:t>— </w:t>
      </w:r>
      <w:r w:rsidR="00530790" w:rsidRPr="005D5566">
        <w:t>Tu as un bon cœur</w:t>
      </w:r>
      <w:r>
        <w:t xml:space="preserve">, </w:t>
      </w:r>
      <w:r w:rsidR="00530790" w:rsidRPr="005D5566">
        <w:t>maman</w:t>
      </w:r>
      <w:r>
        <w:t> !</w:t>
      </w:r>
    </w:p>
    <w:p w14:paraId="78C58EF5" w14:textId="77777777" w:rsidR="001C0413" w:rsidRDefault="001C0413" w:rsidP="001C0413">
      <w:r>
        <w:t>— </w:t>
      </w:r>
      <w:r w:rsidR="00530790" w:rsidRPr="005D5566">
        <w:t>Tant mieux</w:t>
      </w:r>
      <w:r>
        <w:t xml:space="preserve">, </w:t>
      </w:r>
      <w:r w:rsidR="00530790" w:rsidRPr="005D5566">
        <w:t>si c</w:t>
      </w:r>
      <w:r>
        <w:t>’</w:t>
      </w:r>
      <w:r w:rsidR="00530790" w:rsidRPr="005D5566">
        <w:t>est vrai</w:t>
      </w:r>
      <w:r>
        <w:t xml:space="preserve"> ! </w:t>
      </w:r>
      <w:r w:rsidR="00530790" w:rsidRPr="005D5566">
        <w:t>Si seulement je pouvais vous aider</w:t>
      </w:r>
      <w:r>
        <w:t xml:space="preserve">… </w:t>
      </w:r>
      <w:r w:rsidR="00530790" w:rsidRPr="005D5566">
        <w:t>toi</w:t>
      </w:r>
      <w:r>
        <w:t xml:space="preserve">… </w:t>
      </w:r>
      <w:r w:rsidR="00530790" w:rsidRPr="005D5566">
        <w:t>et tous les autres</w:t>
      </w:r>
      <w:r>
        <w:t xml:space="preserve"> ! </w:t>
      </w:r>
      <w:r w:rsidR="00530790" w:rsidRPr="005D5566">
        <w:t>Si je savais</w:t>
      </w:r>
      <w:r>
        <w:t>…</w:t>
      </w:r>
    </w:p>
    <w:p w14:paraId="7B35681A" w14:textId="77777777" w:rsidR="001C0413" w:rsidRDefault="001C0413" w:rsidP="001C0413">
      <w:r>
        <w:t>— </w:t>
      </w:r>
      <w:r w:rsidR="00530790" w:rsidRPr="005D5566">
        <w:t>N</w:t>
      </w:r>
      <w:r>
        <w:t>’</w:t>
      </w:r>
      <w:r w:rsidR="00530790" w:rsidRPr="005D5566">
        <w:t>aie pas peur</w:t>
      </w:r>
      <w:r>
        <w:t xml:space="preserve">, </w:t>
      </w:r>
      <w:r w:rsidR="00530790" w:rsidRPr="005D5566">
        <w:t>tu sauras</w:t>
      </w:r>
      <w:r>
        <w:t> !…</w:t>
      </w:r>
    </w:p>
    <w:p w14:paraId="3134D6B6" w14:textId="77777777" w:rsidR="001C0413" w:rsidRDefault="00530790" w:rsidP="001C0413">
      <w:r w:rsidRPr="005D5566">
        <w:lastRenderedPageBreak/>
        <w:t>Elle se mit à rire doucement</w:t>
      </w:r>
      <w:r w:rsidR="001C0413">
        <w:t>.</w:t>
      </w:r>
    </w:p>
    <w:p w14:paraId="39468F4B" w14:textId="77777777" w:rsidR="001C0413" w:rsidRDefault="001C0413" w:rsidP="001C0413">
      <w:r>
        <w:t>— </w:t>
      </w:r>
      <w:r w:rsidR="00530790" w:rsidRPr="005D5566">
        <w:t>Voilà ce que je ne sais pas</w:t>
      </w:r>
      <w:r>
        <w:t xml:space="preserve">, </w:t>
      </w:r>
      <w:r w:rsidR="00530790" w:rsidRPr="005D5566">
        <w:t>ne pas avoir peur</w:t>
      </w:r>
      <w:r>
        <w:t xml:space="preserve"> ! </w:t>
      </w:r>
      <w:r w:rsidR="00530790" w:rsidRPr="005D5566">
        <w:t>Merci pour ton compliment</w:t>
      </w:r>
      <w:r>
        <w:t xml:space="preserve">, </w:t>
      </w:r>
      <w:r w:rsidR="00530790" w:rsidRPr="005D5566">
        <w:t>mon garçon</w:t>
      </w:r>
      <w:r>
        <w:t> !</w:t>
      </w:r>
    </w:p>
    <w:p w14:paraId="44D53AF4" w14:textId="77777777" w:rsidR="001C0413" w:rsidRDefault="001C0413" w:rsidP="001C0413">
      <w:r>
        <w:t>— </w:t>
      </w:r>
      <w:r w:rsidR="00530790" w:rsidRPr="005D5566">
        <w:t>C</w:t>
      </w:r>
      <w:r>
        <w:t>’</w:t>
      </w:r>
      <w:r w:rsidR="00530790" w:rsidRPr="005D5566">
        <w:t>est bon</w:t>
      </w:r>
      <w:r>
        <w:t xml:space="preserve">, </w:t>
      </w:r>
      <w:r w:rsidR="00530790" w:rsidRPr="005D5566">
        <w:t>maman</w:t>
      </w:r>
      <w:r>
        <w:t xml:space="preserve"> ! </w:t>
      </w:r>
      <w:r w:rsidR="00530790" w:rsidRPr="005D5566">
        <w:t>N</w:t>
      </w:r>
      <w:r>
        <w:t>’</w:t>
      </w:r>
      <w:r w:rsidR="00530790" w:rsidRPr="005D5566">
        <w:t>en parlons pas</w:t>
      </w:r>
      <w:r>
        <w:t xml:space="preserve"> ! </w:t>
      </w:r>
      <w:r w:rsidR="00530790" w:rsidRPr="005D5566">
        <w:t>Sache-le bien</w:t>
      </w:r>
      <w:r>
        <w:t xml:space="preserve">, </w:t>
      </w:r>
      <w:r w:rsidR="00530790" w:rsidRPr="005D5566">
        <w:t>je t</w:t>
      </w:r>
      <w:r>
        <w:t>’</w:t>
      </w:r>
      <w:r w:rsidR="00530790" w:rsidRPr="005D5566">
        <w:t>aime et te remercie profondément</w:t>
      </w:r>
      <w:r>
        <w:t>…</w:t>
      </w:r>
    </w:p>
    <w:p w14:paraId="0D0E8340" w14:textId="77777777" w:rsidR="001C0413" w:rsidRDefault="00530790" w:rsidP="001C0413">
      <w:r w:rsidRPr="005D5566">
        <w:t>Elle s</w:t>
      </w:r>
      <w:r w:rsidR="001C0413">
        <w:t>’</w:t>
      </w:r>
      <w:r w:rsidRPr="005D5566">
        <w:t>en alla dans la cuisine pour ne pas le troubler par ses larmes</w:t>
      </w:r>
      <w:r w:rsidR="001C0413">
        <w:t>.</w:t>
      </w:r>
    </w:p>
    <w:p w14:paraId="755C4E1C" w14:textId="77777777" w:rsidR="001C0413" w:rsidRDefault="00530790" w:rsidP="001C0413">
      <w:r w:rsidRPr="005D5566">
        <w:t>Le Petit-Russien rentra tard</w:t>
      </w:r>
      <w:r w:rsidR="001C0413">
        <w:t xml:space="preserve"> ; </w:t>
      </w:r>
      <w:r w:rsidRPr="005D5566">
        <w:t>il était fatigué</w:t>
      </w:r>
      <w:r w:rsidR="001C0413">
        <w:t xml:space="preserve"> ; </w:t>
      </w:r>
      <w:r w:rsidRPr="005D5566">
        <w:t>il se coucha aussitôt en disant</w:t>
      </w:r>
      <w:r w:rsidR="001C0413">
        <w:t> :</w:t>
      </w:r>
    </w:p>
    <w:p w14:paraId="7A264FF9" w14:textId="77777777" w:rsidR="001C0413" w:rsidRDefault="001C0413" w:rsidP="001C0413">
      <w:r>
        <w:t>— </w:t>
      </w:r>
      <w:r w:rsidR="00530790" w:rsidRPr="005D5566">
        <w:t>Je crois bien que j</w:t>
      </w:r>
      <w:r>
        <w:t>’</w:t>
      </w:r>
      <w:r w:rsidR="00530790" w:rsidRPr="005D5566">
        <w:t>ai fait dix kilomètres</w:t>
      </w:r>
      <w:r>
        <w:t>…</w:t>
      </w:r>
    </w:p>
    <w:p w14:paraId="12EB5C38" w14:textId="77777777" w:rsidR="001C0413" w:rsidRDefault="001C0413" w:rsidP="001C0413">
      <w:r>
        <w:t>— </w:t>
      </w:r>
      <w:r w:rsidR="00530790" w:rsidRPr="005D5566">
        <w:t>Ça va mieux</w:t>
      </w:r>
      <w:r>
        <w:t xml:space="preserve"> ? </w:t>
      </w:r>
      <w:r w:rsidR="00530790" w:rsidRPr="005D5566">
        <w:t>demanda Pavel</w:t>
      </w:r>
      <w:r>
        <w:t>.</w:t>
      </w:r>
    </w:p>
    <w:p w14:paraId="53E00D81" w14:textId="77777777" w:rsidR="001C0413" w:rsidRDefault="001C0413" w:rsidP="001C0413">
      <w:r>
        <w:t>— </w:t>
      </w:r>
      <w:r w:rsidR="00530790" w:rsidRPr="005D5566">
        <w:t>Je ne sais pas</w:t>
      </w:r>
      <w:r>
        <w:t xml:space="preserve">… </w:t>
      </w:r>
      <w:r w:rsidR="00530790" w:rsidRPr="005D5566">
        <w:t>Ne fais pas de bruit</w:t>
      </w:r>
      <w:r>
        <w:t xml:space="preserve">, </w:t>
      </w:r>
      <w:r w:rsidR="00530790" w:rsidRPr="005D5566">
        <w:t>je veux dormir</w:t>
      </w:r>
      <w:r>
        <w:t>.</w:t>
      </w:r>
    </w:p>
    <w:p w14:paraId="36887B09" w14:textId="77777777" w:rsidR="001C0413" w:rsidRDefault="00530790" w:rsidP="001C0413">
      <w:r w:rsidRPr="005D5566">
        <w:t>Quelque temps après</w:t>
      </w:r>
      <w:r w:rsidR="001C0413">
        <w:t xml:space="preserve">, </w:t>
      </w:r>
      <w:r w:rsidRPr="005D5566">
        <w:t>Vessoftchikov arriva sale</w:t>
      </w:r>
      <w:r w:rsidR="001C0413">
        <w:t xml:space="preserve">, </w:t>
      </w:r>
      <w:r w:rsidRPr="005D5566">
        <w:t>déguenillé et mécontent</w:t>
      </w:r>
      <w:r w:rsidR="001C0413">
        <w:t xml:space="preserve">, </w:t>
      </w:r>
      <w:r w:rsidRPr="005D5566">
        <w:t>comme toujours</w:t>
      </w:r>
      <w:r w:rsidR="001C0413">
        <w:t>.</w:t>
      </w:r>
    </w:p>
    <w:p w14:paraId="6119DC7E" w14:textId="77777777" w:rsidR="001C0413" w:rsidRDefault="001C0413" w:rsidP="001C0413">
      <w:r>
        <w:t>— </w:t>
      </w:r>
      <w:r w:rsidR="00530790" w:rsidRPr="005D5566">
        <w:t>Tu ne sais pas qui a tué Isaïe</w:t>
      </w:r>
      <w:r>
        <w:t xml:space="preserve"> ? </w:t>
      </w:r>
      <w:r w:rsidR="00530790" w:rsidRPr="005D5566">
        <w:t>demanda-t-il à Pavel</w:t>
      </w:r>
      <w:r>
        <w:t xml:space="preserve">, </w:t>
      </w:r>
      <w:r w:rsidR="00530790" w:rsidRPr="005D5566">
        <w:t>en allant et venant gauchement dans la chambre</w:t>
      </w:r>
      <w:r>
        <w:t>.</w:t>
      </w:r>
    </w:p>
    <w:p w14:paraId="26B94618" w14:textId="77777777" w:rsidR="001C0413" w:rsidRDefault="001C0413" w:rsidP="001C0413">
      <w:r>
        <w:t>— </w:t>
      </w:r>
      <w:r w:rsidR="00530790" w:rsidRPr="005D5566">
        <w:t>Non</w:t>
      </w:r>
      <w:r>
        <w:t xml:space="preserve"> ! </w:t>
      </w:r>
      <w:r w:rsidR="00530790" w:rsidRPr="005D5566">
        <w:t>fit Pavel</w:t>
      </w:r>
      <w:r>
        <w:t>.</w:t>
      </w:r>
    </w:p>
    <w:p w14:paraId="47A9E81A" w14:textId="77777777" w:rsidR="001C0413" w:rsidRDefault="001C0413" w:rsidP="001C0413">
      <w:r>
        <w:t>— </w:t>
      </w:r>
      <w:r w:rsidR="00530790" w:rsidRPr="005D5566">
        <w:t>Il s</w:t>
      </w:r>
      <w:r>
        <w:t>’</w:t>
      </w:r>
      <w:r w:rsidR="00530790" w:rsidRPr="005D5566">
        <w:t>est trouvé un homme qui n</w:t>
      </w:r>
      <w:r>
        <w:t>’</w:t>
      </w:r>
      <w:r w:rsidR="00530790" w:rsidRPr="005D5566">
        <w:t>a pas trouvé cette besogne trop dégoûtante</w:t>
      </w:r>
      <w:r>
        <w:t xml:space="preserve">. </w:t>
      </w:r>
      <w:r w:rsidR="00530790" w:rsidRPr="005D5566">
        <w:t>Et moi qui me disposais à l</w:t>
      </w:r>
      <w:r>
        <w:t>’</w:t>
      </w:r>
      <w:r w:rsidR="00530790" w:rsidRPr="005D5566">
        <w:t>étrangler</w:t>
      </w:r>
      <w:r>
        <w:t xml:space="preserve"> ! </w:t>
      </w:r>
      <w:r w:rsidR="00530790" w:rsidRPr="005D5566">
        <w:t>C</w:t>
      </w:r>
      <w:r>
        <w:t>’</w:t>
      </w:r>
      <w:r w:rsidR="00530790" w:rsidRPr="005D5566">
        <w:t>était l</w:t>
      </w:r>
      <w:r>
        <w:t>’</w:t>
      </w:r>
      <w:r w:rsidR="00530790" w:rsidRPr="005D5566">
        <w:t>affaire qui me convenait le mieux</w:t>
      </w:r>
      <w:r>
        <w:t> !</w:t>
      </w:r>
    </w:p>
    <w:p w14:paraId="36FA46EE" w14:textId="77777777" w:rsidR="001C0413" w:rsidRDefault="001C0413" w:rsidP="001C0413">
      <w:r>
        <w:t>— </w:t>
      </w:r>
      <w:r w:rsidR="00530790" w:rsidRPr="005D5566">
        <w:t>Ne dis pas des choses pareilles</w:t>
      </w:r>
      <w:r>
        <w:t xml:space="preserve">, </w:t>
      </w:r>
      <w:r w:rsidR="00530790" w:rsidRPr="005D5566">
        <w:t>camarade</w:t>
      </w:r>
      <w:r>
        <w:t xml:space="preserve"> ! </w:t>
      </w:r>
      <w:r w:rsidR="00530790" w:rsidRPr="005D5566">
        <w:t>reprit Pavel avec amitié</w:t>
      </w:r>
      <w:r>
        <w:t>.</w:t>
      </w:r>
    </w:p>
    <w:p w14:paraId="55D90FAD" w14:textId="77777777" w:rsidR="001C0413" w:rsidRDefault="001C0413" w:rsidP="001C0413">
      <w:r>
        <w:t>— </w:t>
      </w:r>
      <w:r w:rsidR="00530790" w:rsidRPr="005D5566">
        <w:t>C</w:t>
      </w:r>
      <w:r>
        <w:t>’</w:t>
      </w:r>
      <w:r w:rsidR="00530790" w:rsidRPr="005D5566">
        <w:t>est vrai cela</w:t>
      </w:r>
      <w:r>
        <w:t xml:space="preserve"> ! </w:t>
      </w:r>
      <w:r w:rsidR="00530790" w:rsidRPr="005D5566">
        <w:t>continua la mère d</w:t>
      </w:r>
      <w:r>
        <w:t>’</w:t>
      </w:r>
      <w:r w:rsidR="00530790" w:rsidRPr="005D5566">
        <w:t>un ton affectueux</w:t>
      </w:r>
      <w:r>
        <w:t xml:space="preserve">. </w:t>
      </w:r>
      <w:r w:rsidR="00530790" w:rsidRPr="005D5566">
        <w:t>Tu es bon et tu as toujours des mots cruels</w:t>
      </w:r>
      <w:r>
        <w:t xml:space="preserve">… </w:t>
      </w:r>
      <w:r w:rsidR="00530790" w:rsidRPr="005D5566">
        <w:t>Pourquoi donc</w:t>
      </w:r>
      <w:r>
        <w:t> ?</w:t>
      </w:r>
    </w:p>
    <w:p w14:paraId="118E4D35" w14:textId="77777777" w:rsidR="001C0413" w:rsidRDefault="00530790" w:rsidP="001C0413">
      <w:r w:rsidRPr="005D5566">
        <w:lastRenderedPageBreak/>
        <w:t>En ce moment</w:t>
      </w:r>
      <w:r w:rsidR="001C0413">
        <w:t xml:space="preserve">, </w:t>
      </w:r>
      <w:r w:rsidRPr="005D5566">
        <w:t>il lui était agréable de voir le jeune homme</w:t>
      </w:r>
      <w:r w:rsidR="001C0413">
        <w:t xml:space="preserve"> ; </w:t>
      </w:r>
      <w:r w:rsidRPr="005D5566">
        <w:t>son visage grêlé lui paraissait même beau</w:t>
      </w:r>
      <w:r w:rsidR="001C0413">
        <w:t xml:space="preserve"> ; </w:t>
      </w:r>
      <w:r w:rsidRPr="005D5566">
        <w:t>elle éprouvait pour lui plus de pitié que jamais</w:t>
      </w:r>
      <w:r w:rsidR="001C0413">
        <w:t>.</w:t>
      </w:r>
    </w:p>
    <w:p w14:paraId="4F42F8B3" w14:textId="77777777" w:rsidR="001C0413" w:rsidRDefault="001C0413" w:rsidP="001C0413">
      <w:r>
        <w:t>— </w:t>
      </w:r>
      <w:r w:rsidR="00530790" w:rsidRPr="005D5566">
        <w:t>Je ne suis bon à rien</w:t>
      </w:r>
      <w:r>
        <w:t xml:space="preserve"> ; </w:t>
      </w:r>
      <w:r w:rsidR="00530790" w:rsidRPr="005D5566">
        <w:t>excepté à des machines de ce genre</w:t>
      </w:r>
      <w:r>
        <w:t xml:space="preserve">, </w:t>
      </w:r>
      <w:r w:rsidR="00530790" w:rsidRPr="005D5566">
        <w:t>répliqua le grêlé d</w:t>
      </w:r>
      <w:r>
        <w:t>’</w:t>
      </w:r>
      <w:r w:rsidR="00530790" w:rsidRPr="005D5566">
        <w:t>une voix sourde en haussant les épaules</w:t>
      </w:r>
      <w:r>
        <w:t xml:space="preserve">. </w:t>
      </w:r>
      <w:r w:rsidR="00530790" w:rsidRPr="005D5566">
        <w:t>Je me demande constamment où est ma place</w:t>
      </w:r>
      <w:r>
        <w:t xml:space="preserve">. </w:t>
      </w:r>
      <w:r w:rsidR="00530790" w:rsidRPr="005D5566">
        <w:t>Je ne la trouve pas</w:t>
      </w:r>
      <w:r>
        <w:t xml:space="preserve">. </w:t>
      </w:r>
      <w:r w:rsidR="00530790" w:rsidRPr="005D5566">
        <w:t>Il faut parler avec les gens</w:t>
      </w:r>
      <w:r>
        <w:t xml:space="preserve"> ; </w:t>
      </w:r>
      <w:r w:rsidR="00530790" w:rsidRPr="005D5566">
        <w:t>moi</w:t>
      </w:r>
      <w:r>
        <w:t xml:space="preserve">, </w:t>
      </w:r>
      <w:r w:rsidR="00530790" w:rsidRPr="005D5566">
        <w:t>je ne sais pas</w:t>
      </w:r>
      <w:r>
        <w:t xml:space="preserve">… </w:t>
      </w:r>
      <w:r w:rsidR="00530790" w:rsidRPr="005D5566">
        <w:t>Je vois tout</w:t>
      </w:r>
      <w:r>
        <w:t xml:space="preserve">… </w:t>
      </w:r>
      <w:r w:rsidR="00530790" w:rsidRPr="005D5566">
        <w:t>je sens toutes les humiliations des hommes</w:t>
      </w:r>
      <w:r>
        <w:t xml:space="preserve">… </w:t>
      </w:r>
      <w:r w:rsidR="00530790" w:rsidRPr="005D5566">
        <w:t>et je ne peux pas les exprimer</w:t>
      </w:r>
      <w:r>
        <w:t xml:space="preserve">… </w:t>
      </w:r>
      <w:r w:rsidR="00530790" w:rsidRPr="005D5566">
        <w:t>J</w:t>
      </w:r>
      <w:r>
        <w:t>’</w:t>
      </w:r>
      <w:r w:rsidR="00530790" w:rsidRPr="005D5566">
        <w:t>ai une âme muette</w:t>
      </w:r>
      <w:r>
        <w:t>…</w:t>
      </w:r>
    </w:p>
    <w:p w14:paraId="113F4527" w14:textId="77777777" w:rsidR="001C0413" w:rsidRDefault="00530790" w:rsidP="001C0413">
      <w:r w:rsidRPr="005D5566">
        <w:t>Il s</w:t>
      </w:r>
      <w:r w:rsidR="001C0413">
        <w:t>’</w:t>
      </w:r>
      <w:r w:rsidRPr="005D5566">
        <w:t>approcha de Pavel</w:t>
      </w:r>
      <w:r w:rsidR="001C0413">
        <w:t xml:space="preserve"> ; </w:t>
      </w:r>
      <w:r w:rsidRPr="005D5566">
        <w:t>la tête baissée</w:t>
      </w:r>
      <w:r w:rsidR="001C0413">
        <w:t xml:space="preserve">, </w:t>
      </w:r>
      <w:r w:rsidRPr="005D5566">
        <w:t>il grattait la table du doigt</w:t>
      </w:r>
      <w:r w:rsidR="001C0413">
        <w:t xml:space="preserve">. </w:t>
      </w:r>
      <w:r w:rsidRPr="005D5566">
        <w:t>La voix plaintive</w:t>
      </w:r>
      <w:r w:rsidR="001C0413">
        <w:t xml:space="preserve">, </w:t>
      </w:r>
      <w:r w:rsidRPr="005D5566">
        <w:t>triste</w:t>
      </w:r>
      <w:r w:rsidR="001C0413">
        <w:t xml:space="preserve">, </w:t>
      </w:r>
      <w:r w:rsidRPr="005D5566">
        <w:t>comme enfantine et qui ne lui ressemblait pas du tout</w:t>
      </w:r>
      <w:r w:rsidR="001C0413">
        <w:t xml:space="preserve">, </w:t>
      </w:r>
      <w:r w:rsidRPr="005D5566">
        <w:t>il demanda</w:t>
      </w:r>
      <w:r w:rsidR="001C0413">
        <w:t> :</w:t>
      </w:r>
    </w:p>
    <w:p w14:paraId="6B5C0C0B" w14:textId="77777777" w:rsidR="001C0413" w:rsidRDefault="001C0413" w:rsidP="001C0413">
      <w:r>
        <w:t>— </w:t>
      </w:r>
      <w:r w:rsidR="00530790" w:rsidRPr="005D5566">
        <w:t>Frères</w:t>
      </w:r>
      <w:r>
        <w:t xml:space="preserve">, </w:t>
      </w:r>
      <w:r w:rsidR="00530790" w:rsidRPr="005D5566">
        <w:t>donnez-moi une besogne pénible</w:t>
      </w:r>
      <w:r>
        <w:t xml:space="preserve">, </w:t>
      </w:r>
      <w:r w:rsidR="00530790" w:rsidRPr="005D5566">
        <w:t>n</w:t>
      </w:r>
      <w:r>
        <w:t>’</w:t>
      </w:r>
      <w:r w:rsidR="00530790" w:rsidRPr="005D5566">
        <w:t>importe laquelle</w:t>
      </w:r>
      <w:r>
        <w:t xml:space="preserve">. </w:t>
      </w:r>
      <w:r w:rsidR="00530790" w:rsidRPr="005D5566">
        <w:t>Je ne puis pas vivre ainsi sans rien faire</w:t>
      </w:r>
      <w:r>
        <w:t xml:space="preserve">… </w:t>
      </w:r>
      <w:r w:rsidR="00530790" w:rsidRPr="005D5566">
        <w:t>Vous travaillez tous pour la cause</w:t>
      </w:r>
      <w:r>
        <w:t xml:space="preserve">, </w:t>
      </w:r>
      <w:r w:rsidR="00530790" w:rsidRPr="005D5566">
        <w:t>et je vois qu</w:t>
      </w:r>
      <w:r>
        <w:t>’</w:t>
      </w:r>
      <w:r w:rsidR="00530790" w:rsidRPr="005D5566">
        <w:t>elle se développe</w:t>
      </w:r>
      <w:r>
        <w:t xml:space="preserve">… </w:t>
      </w:r>
      <w:r w:rsidR="00530790" w:rsidRPr="005D5566">
        <w:t>Mais moi</w:t>
      </w:r>
      <w:r>
        <w:t xml:space="preserve">, </w:t>
      </w:r>
      <w:r w:rsidR="00530790" w:rsidRPr="005D5566">
        <w:t>je reste à l</w:t>
      </w:r>
      <w:r>
        <w:t>’</w:t>
      </w:r>
      <w:r w:rsidR="00530790" w:rsidRPr="005D5566">
        <w:t>écart</w:t>
      </w:r>
      <w:r>
        <w:t xml:space="preserve">… </w:t>
      </w:r>
      <w:r w:rsidR="00530790" w:rsidRPr="005D5566">
        <w:t>Je charrie des poutres</w:t>
      </w:r>
      <w:r>
        <w:t xml:space="preserve">, </w:t>
      </w:r>
      <w:r w:rsidR="00530790" w:rsidRPr="005D5566">
        <w:t>des planches</w:t>
      </w:r>
      <w:r>
        <w:t xml:space="preserve">… </w:t>
      </w:r>
      <w:r w:rsidR="00530790" w:rsidRPr="005D5566">
        <w:t>Peut-on vivre ainsi</w:t>
      </w:r>
      <w:r>
        <w:t xml:space="preserve"> ? </w:t>
      </w:r>
      <w:r w:rsidR="00530790" w:rsidRPr="005D5566">
        <w:t>Donnez-moi quelque chose de difficile à accomplir</w:t>
      </w:r>
      <w:r>
        <w:t>.</w:t>
      </w:r>
    </w:p>
    <w:p w14:paraId="4FF2B2DC" w14:textId="77777777" w:rsidR="001C0413" w:rsidRDefault="00530790" w:rsidP="001C0413">
      <w:r w:rsidRPr="005D5566">
        <w:t>Pavel le prit par la main et l</w:t>
      </w:r>
      <w:r w:rsidR="001C0413">
        <w:t>’</w:t>
      </w:r>
      <w:r w:rsidRPr="005D5566">
        <w:t>attira à lui</w:t>
      </w:r>
      <w:r w:rsidR="001C0413">
        <w:t> :</w:t>
      </w:r>
    </w:p>
    <w:p w14:paraId="0AA1446F" w14:textId="77777777" w:rsidR="001C0413" w:rsidRDefault="001C0413" w:rsidP="001C0413">
      <w:r>
        <w:t>— </w:t>
      </w:r>
      <w:r w:rsidR="00530790" w:rsidRPr="005D5566">
        <w:t>Nous penserons à toi</w:t>
      </w:r>
      <w:r>
        <w:t> !</w:t>
      </w:r>
    </w:p>
    <w:p w14:paraId="76040F75" w14:textId="77777777" w:rsidR="001C0413" w:rsidRDefault="00530790" w:rsidP="001C0413">
      <w:r w:rsidRPr="005D5566">
        <w:t>La voix du Petit-Russien résonna derrière la cloison</w:t>
      </w:r>
      <w:r w:rsidR="001C0413">
        <w:t> :</w:t>
      </w:r>
    </w:p>
    <w:p w14:paraId="54CC566E" w14:textId="77777777" w:rsidR="001C0413" w:rsidRDefault="001C0413" w:rsidP="001C0413">
      <w:r>
        <w:t>— </w:t>
      </w:r>
      <w:r w:rsidR="00530790" w:rsidRPr="005D5566">
        <w:t>Je t</w:t>
      </w:r>
      <w:r>
        <w:t>’</w:t>
      </w:r>
      <w:r w:rsidR="00530790" w:rsidRPr="005D5566">
        <w:t>apprendrai à distinguer les caractères d</w:t>
      </w:r>
      <w:r>
        <w:t>’</w:t>
      </w:r>
      <w:r w:rsidR="00530790" w:rsidRPr="005D5566">
        <w:t>imprimerie et tu seras un de nos compositeurs</w:t>
      </w:r>
      <w:r>
        <w:t xml:space="preserve">, </w:t>
      </w:r>
      <w:r w:rsidR="00530790" w:rsidRPr="005D5566">
        <w:t>veux-tu</w:t>
      </w:r>
      <w:r>
        <w:t> ?</w:t>
      </w:r>
    </w:p>
    <w:p w14:paraId="6C476FA6" w14:textId="77777777" w:rsidR="001C0413" w:rsidRDefault="00530790" w:rsidP="001C0413">
      <w:r w:rsidRPr="005D5566">
        <w:t>Vessoftchikov s</w:t>
      </w:r>
      <w:r w:rsidR="001C0413">
        <w:t>’</w:t>
      </w:r>
      <w:r w:rsidRPr="005D5566">
        <w:t>approcha de lui en disant</w:t>
      </w:r>
      <w:r w:rsidR="001C0413">
        <w:t> :</w:t>
      </w:r>
    </w:p>
    <w:p w14:paraId="24606B1F" w14:textId="77777777" w:rsidR="001C0413" w:rsidRDefault="001C0413" w:rsidP="001C0413">
      <w:r>
        <w:t>— </w:t>
      </w:r>
      <w:r w:rsidR="00530790" w:rsidRPr="005D5566">
        <w:t>Si tu me l</w:t>
      </w:r>
      <w:r>
        <w:t>’</w:t>
      </w:r>
      <w:r w:rsidR="00530790" w:rsidRPr="005D5566">
        <w:t>apprends</w:t>
      </w:r>
      <w:r>
        <w:t xml:space="preserve">, </w:t>
      </w:r>
      <w:r w:rsidR="00530790" w:rsidRPr="005D5566">
        <w:t>je te donnerai un couteau</w:t>
      </w:r>
      <w:r>
        <w:t>…</w:t>
      </w:r>
    </w:p>
    <w:p w14:paraId="1C27068F" w14:textId="77777777" w:rsidR="001C0413" w:rsidRDefault="001C0413" w:rsidP="001C0413">
      <w:r>
        <w:t>— </w:t>
      </w:r>
      <w:r w:rsidR="00530790" w:rsidRPr="005D5566">
        <w:t>Va-t-en au diable avec ton couteau</w:t>
      </w:r>
      <w:r>
        <w:t xml:space="preserve"> ! </w:t>
      </w:r>
      <w:r w:rsidR="00530790" w:rsidRPr="005D5566">
        <w:t>cria le Petit-Russien</w:t>
      </w:r>
      <w:r>
        <w:t>.</w:t>
      </w:r>
    </w:p>
    <w:p w14:paraId="7040834E" w14:textId="77777777" w:rsidR="001C0413" w:rsidRDefault="001C0413" w:rsidP="001C0413">
      <w:r>
        <w:lastRenderedPageBreak/>
        <w:t>— </w:t>
      </w:r>
      <w:r w:rsidR="00530790" w:rsidRPr="005D5566">
        <w:t>Un bon couteau</w:t>
      </w:r>
      <w:r>
        <w:t xml:space="preserve"> ! </w:t>
      </w:r>
      <w:r w:rsidR="00530790" w:rsidRPr="005D5566">
        <w:t>insista le grêlé</w:t>
      </w:r>
      <w:r>
        <w:t>.</w:t>
      </w:r>
    </w:p>
    <w:p w14:paraId="19C3170F" w14:textId="77777777" w:rsidR="001C0413" w:rsidRDefault="00530790" w:rsidP="001C0413">
      <w:r w:rsidRPr="005D5566">
        <w:t>André et Pavel se mirent à rire</w:t>
      </w:r>
      <w:r w:rsidR="001C0413">
        <w:t xml:space="preserve">. </w:t>
      </w:r>
      <w:r w:rsidRPr="005D5566">
        <w:t>Vessoftchikov s</w:t>
      </w:r>
      <w:r w:rsidR="001C0413">
        <w:t>’</w:t>
      </w:r>
      <w:r w:rsidRPr="005D5566">
        <w:t>arrêta au milieu de la pièce et demanda</w:t>
      </w:r>
      <w:r w:rsidR="001C0413">
        <w:t> :</w:t>
      </w:r>
    </w:p>
    <w:p w14:paraId="129B4FCF" w14:textId="77777777" w:rsidR="001C0413" w:rsidRDefault="001C0413" w:rsidP="001C0413">
      <w:r>
        <w:t>— </w:t>
      </w:r>
      <w:r w:rsidR="00530790" w:rsidRPr="005D5566">
        <w:t>C</w:t>
      </w:r>
      <w:r>
        <w:t>’</w:t>
      </w:r>
      <w:r w:rsidR="00530790" w:rsidRPr="005D5566">
        <w:t>est de moi que vous vous moquez</w:t>
      </w:r>
      <w:r>
        <w:t> ?</w:t>
      </w:r>
    </w:p>
    <w:p w14:paraId="2CC2275A" w14:textId="77777777" w:rsidR="001C0413" w:rsidRDefault="001C0413" w:rsidP="001C0413">
      <w:r>
        <w:t>— </w:t>
      </w:r>
      <w:r w:rsidR="00530790" w:rsidRPr="005D5566">
        <w:t>Mais oui</w:t>
      </w:r>
      <w:r>
        <w:t xml:space="preserve"> ! </w:t>
      </w:r>
      <w:r w:rsidR="00530790" w:rsidRPr="005D5566">
        <w:t>s</w:t>
      </w:r>
      <w:r>
        <w:t>’</w:t>
      </w:r>
      <w:r w:rsidR="00530790" w:rsidRPr="005D5566">
        <w:t>écria le Petit-Russien en sautant à bas de son lit</w:t>
      </w:r>
      <w:r>
        <w:t xml:space="preserve">… </w:t>
      </w:r>
      <w:r w:rsidR="00530790" w:rsidRPr="005D5566">
        <w:t>Si nous allions nous promener dans les champs</w:t>
      </w:r>
      <w:r>
        <w:t xml:space="preserve"> ?… </w:t>
      </w:r>
      <w:r w:rsidR="00530790" w:rsidRPr="005D5566">
        <w:t>la nuit est belle</w:t>
      </w:r>
      <w:r>
        <w:t xml:space="preserve">… </w:t>
      </w:r>
      <w:r w:rsidR="00530790" w:rsidRPr="005D5566">
        <w:t>la lune brille</w:t>
      </w:r>
      <w:r>
        <w:t xml:space="preserve">… </w:t>
      </w:r>
      <w:r w:rsidR="00530790" w:rsidRPr="005D5566">
        <w:t>Venez-vous</w:t>
      </w:r>
      <w:r>
        <w:t> ?</w:t>
      </w:r>
    </w:p>
    <w:p w14:paraId="6BD86E4F" w14:textId="77777777" w:rsidR="001C0413" w:rsidRDefault="001C0413" w:rsidP="001C0413">
      <w:r>
        <w:t>— </w:t>
      </w:r>
      <w:r w:rsidR="00530790" w:rsidRPr="005D5566">
        <w:t>Oui</w:t>
      </w:r>
      <w:r>
        <w:t xml:space="preserve">, </w:t>
      </w:r>
      <w:r w:rsidR="00530790" w:rsidRPr="005D5566">
        <w:t>dit Pavel</w:t>
      </w:r>
      <w:r>
        <w:t>.</w:t>
      </w:r>
    </w:p>
    <w:p w14:paraId="27A273C2" w14:textId="77777777" w:rsidR="001C0413" w:rsidRDefault="001C0413" w:rsidP="001C0413">
      <w:r>
        <w:t>— </w:t>
      </w:r>
      <w:r w:rsidR="00530790" w:rsidRPr="005D5566">
        <w:t>Et moi aussi</w:t>
      </w:r>
      <w:r>
        <w:t xml:space="preserve"> ! </w:t>
      </w:r>
      <w:r w:rsidR="00530790" w:rsidRPr="005D5566">
        <w:t>déclara le jeune homme</w:t>
      </w:r>
      <w:r>
        <w:t xml:space="preserve">. </w:t>
      </w:r>
      <w:r w:rsidR="00530790" w:rsidRPr="005D5566">
        <w:t>J</w:t>
      </w:r>
      <w:r>
        <w:t>’</w:t>
      </w:r>
      <w:r w:rsidR="00530790" w:rsidRPr="005D5566">
        <w:t>aime t</w:t>
      </w:r>
      <w:r>
        <w:t>’</w:t>
      </w:r>
      <w:r w:rsidR="00530790" w:rsidRPr="005D5566">
        <w:t>entendre rire</w:t>
      </w:r>
      <w:r>
        <w:t xml:space="preserve">, </w:t>
      </w:r>
      <w:r w:rsidR="00530790" w:rsidRPr="005D5566">
        <w:t>Petit-Russien</w:t>
      </w:r>
      <w:r>
        <w:t> !</w:t>
      </w:r>
    </w:p>
    <w:p w14:paraId="09C3FF26" w14:textId="77777777" w:rsidR="001C0413" w:rsidRDefault="001C0413" w:rsidP="001C0413">
      <w:r>
        <w:t>— </w:t>
      </w:r>
      <w:r w:rsidR="00530790" w:rsidRPr="005D5566">
        <w:t>Et moi j</w:t>
      </w:r>
      <w:r>
        <w:t>’</w:t>
      </w:r>
      <w:r w:rsidR="00530790" w:rsidRPr="005D5566">
        <w:t>aime quand tu me promets des cadeaux</w:t>
      </w:r>
      <w:r>
        <w:t xml:space="preserve">, </w:t>
      </w:r>
      <w:r w:rsidR="00530790" w:rsidRPr="005D5566">
        <w:t>ajouta André en souriant</w:t>
      </w:r>
      <w:r>
        <w:t>.</w:t>
      </w:r>
    </w:p>
    <w:p w14:paraId="4B7D1D3B" w14:textId="77777777" w:rsidR="001C0413" w:rsidRDefault="00530790" w:rsidP="001C0413">
      <w:r w:rsidRPr="005D5566">
        <w:t>Pendant qu</w:t>
      </w:r>
      <w:r w:rsidR="001C0413">
        <w:t>’</w:t>
      </w:r>
      <w:r w:rsidRPr="005D5566">
        <w:t>il s</w:t>
      </w:r>
      <w:r w:rsidR="001C0413">
        <w:t>’</w:t>
      </w:r>
      <w:r w:rsidRPr="005D5566">
        <w:t>habillait</w:t>
      </w:r>
      <w:r w:rsidR="001C0413">
        <w:t xml:space="preserve">, </w:t>
      </w:r>
      <w:r w:rsidRPr="005D5566">
        <w:t>la mère marmotta</w:t>
      </w:r>
      <w:r w:rsidR="001C0413">
        <w:t> :</w:t>
      </w:r>
    </w:p>
    <w:p w14:paraId="73D19F58" w14:textId="77777777" w:rsidR="001C0413" w:rsidRDefault="001C0413" w:rsidP="001C0413">
      <w:r>
        <w:t>— </w:t>
      </w:r>
      <w:r w:rsidR="00530790" w:rsidRPr="005D5566">
        <w:t>Habille-toi plus chaudement</w:t>
      </w:r>
      <w:r>
        <w:t>.</w:t>
      </w:r>
    </w:p>
    <w:p w14:paraId="2967D40A" w14:textId="77777777" w:rsidR="001C0413" w:rsidRDefault="00530790" w:rsidP="001C0413">
      <w:r w:rsidRPr="005D5566">
        <w:t>Lorsque les trois camarades furent sortis</w:t>
      </w:r>
      <w:r w:rsidR="001C0413">
        <w:t xml:space="preserve">, </w:t>
      </w:r>
      <w:r w:rsidRPr="005D5566">
        <w:t>elle les suivit du regard</w:t>
      </w:r>
      <w:r w:rsidR="001C0413">
        <w:t xml:space="preserve">, </w:t>
      </w:r>
      <w:r w:rsidRPr="005D5566">
        <w:t>jeta un coup d</w:t>
      </w:r>
      <w:r w:rsidR="001C0413">
        <w:t>’</w:t>
      </w:r>
      <w:r w:rsidRPr="005D5566">
        <w:t>œil sur les images saintes et dit à voix basse</w:t>
      </w:r>
      <w:r w:rsidR="001C0413">
        <w:t> :</w:t>
      </w:r>
    </w:p>
    <w:p w14:paraId="66CB5A2B" w14:textId="77777777" w:rsidR="001C0413" w:rsidRDefault="001C0413" w:rsidP="001C0413">
      <w:r>
        <w:t>— </w:t>
      </w:r>
      <w:r w:rsidR="00530790" w:rsidRPr="005D5566">
        <w:t>Seigneur</w:t>
      </w:r>
      <w:r>
        <w:t xml:space="preserve"> ! </w:t>
      </w:r>
      <w:r w:rsidR="00530790" w:rsidRPr="005D5566">
        <w:t>viens</w:t>
      </w:r>
      <w:r w:rsidR="00530790">
        <w:t xml:space="preserve"> </w:t>
      </w:r>
      <w:r w:rsidR="00530790" w:rsidRPr="005D5566">
        <w:t>leur en aide</w:t>
      </w:r>
      <w:r>
        <w:t> !…</w:t>
      </w:r>
    </w:p>
    <w:p w14:paraId="2E4B7A93" w14:textId="0F3E5EE6" w:rsidR="00530790" w:rsidRPr="003B37B8" w:rsidRDefault="00530790" w:rsidP="001C0413">
      <w:pPr>
        <w:pStyle w:val="Titre2"/>
        <w:rPr>
          <w:szCs w:val="44"/>
        </w:rPr>
      </w:pPr>
      <w:bookmarkStart w:id="28" w:name="_Toc202279549"/>
      <w:r w:rsidRPr="003B37B8">
        <w:rPr>
          <w:szCs w:val="44"/>
        </w:rPr>
        <w:lastRenderedPageBreak/>
        <w:t>XXVII</w:t>
      </w:r>
      <w:bookmarkEnd w:id="28"/>
      <w:r w:rsidRPr="003B37B8">
        <w:rPr>
          <w:szCs w:val="44"/>
        </w:rPr>
        <w:br/>
      </w:r>
    </w:p>
    <w:p w14:paraId="333FD5DA" w14:textId="77777777" w:rsidR="001C0413" w:rsidRDefault="001C0413" w:rsidP="001C0413">
      <w:r>
        <w:t xml:space="preserve">… </w:t>
      </w:r>
      <w:r w:rsidR="00530790" w:rsidRPr="005D5566">
        <w:t>Les jours s</w:t>
      </w:r>
      <w:r>
        <w:t>’</w:t>
      </w:r>
      <w:r w:rsidR="00530790" w:rsidRPr="005D5566">
        <w:t>envolaient les uns après les autres avec une rapidité qui empêchait la mère de penser au Premier Mai</w:t>
      </w:r>
      <w:r>
        <w:t xml:space="preserve">. </w:t>
      </w:r>
      <w:r w:rsidR="00530790" w:rsidRPr="005D5566">
        <w:t>La nuit seulement</w:t>
      </w:r>
      <w:r>
        <w:t xml:space="preserve">, </w:t>
      </w:r>
      <w:r w:rsidR="00530790" w:rsidRPr="005D5566">
        <w:t>lorsqu</w:t>
      </w:r>
      <w:r>
        <w:t>’</w:t>
      </w:r>
      <w:r w:rsidR="00530790" w:rsidRPr="005D5566">
        <w:t>elle se reposait</w:t>
      </w:r>
      <w:r>
        <w:t xml:space="preserve">, </w:t>
      </w:r>
      <w:r w:rsidR="00530790" w:rsidRPr="005D5566">
        <w:t>fatiguée des tracas bruyants et troublants de la journée</w:t>
      </w:r>
      <w:r>
        <w:t xml:space="preserve">, </w:t>
      </w:r>
      <w:r w:rsidR="00530790" w:rsidRPr="005D5566">
        <w:t>son cœur se serrait</w:t>
      </w:r>
      <w:r>
        <w:t xml:space="preserve">, </w:t>
      </w:r>
      <w:r w:rsidR="00530790" w:rsidRPr="005D5566">
        <w:t>et elle se disait</w:t>
      </w:r>
      <w:r>
        <w:t> :</w:t>
      </w:r>
    </w:p>
    <w:p w14:paraId="032AEAAA" w14:textId="77777777" w:rsidR="001C0413" w:rsidRDefault="001C0413" w:rsidP="001C0413">
      <w:r>
        <w:t>— </w:t>
      </w:r>
      <w:r w:rsidR="00530790" w:rsidRPr="005D5566">
        <w:t>Si seulement c</w:t>
      </w:r>
      <w:r>
        <w:t>’</w:t>
      </w:r>
      <w:r w:rsidR="00530790" w:rsidRPr="005D5566">
        <w:t>était déjà passé</w:t>
      </w:r>
      <w:r>
        <w:t> !</w:t>
      </w:r>
    </w:p>
    <w:p w14:paraId="6263D5FF" w14:textId="77777777" w:rsidR="001C0413" w:rsidRDefault="00530790" w:rsidP="001C0413">
      <w:r w:rsidRPr="005D5566">
        <w:t>À l</w:t>
      </w:r>
      <w:r w:rsidR="001C0413">
        <w:t>’</w:t>
      </w:r>
      <w:r w:rsidRPr="005D5566">
        <w:t>aurore</w:t>
      </w:r>
      <w:r w:rsidR="001C0413">
        <w:t xml:space="preserve">, </w:t>
      </w:r>
      <w:r w:rsidRPr="005D5566">
        <w:t>la sirène de la fabrique rugissait</w:t>
      </w:r>
      <w:r w:rsidR="001C0413">
        <w:t xml:space="preserve">. </w:t>
      </w:r>
      <w:r w:rsidRPr="005D5566">
        <w:t>Pavel et André prenaient leur thé à la hâte</w:t>
      </w:r>
      <w:r w:rsidR="001C0413">
        <w:t xml:space="preserve">, </w:t>
      </w:r>
      <w:r w:rsidRPr="005D5566">
        <w:t>mangeaient un morceau en donnant à la mère une foule de petites commissions</w:t>
      </w:r>
      <w:r w:rsidR="001C0413">
        <w:t xml:space="preserve">. </w:t>
      </w:r>
      <w:r w:rsidRPr="005D5566">
        <w:t>Et toute la journée</w:t>
      </w:r>
      <w:r w:rsidR="001C0413">
        <w:t xml:space="preserve">, </w:t>
      </w:r>
      <w:r w:rsidRPr="005D5566">
        <w:t>elle tournait comme un écureuil en cage</w:t>
      </w:r>
      <w:r w:rsidR="001C0413">
        <w:t xml:space="preserve"> ; </w:t>
      </w:r>
      <w:r w:rsidRPr="005D5566">
        <w:t>elle faisait le dîner</w:t>
      </w:r>
      <w:r w:rsidR="001C0413">
        <w:t xml:space="preserve">, </w:t>
      </w:r>
      <w:r w:rsidRPr="005D5566">
        <w:t>préparait de la colle et une sorte de gelée violette pour l</w:t>
      </w:r>
      <w:r w:rsidR="001C0413">
        <w:t>’</w:t>
      </w:r>
      <w:r w:rsidRPr="005D5566">
        <w:t>impression des proclamations</w:t>
      </w:r>
      <w:r w:rsidR="001C0413">
        <w:t xml:space="preserve"> ; </w:t>
      </w:r>
      <w:r w:rsidRPr="005D5566">
        <w:t>il venait des gens qui lui remettaient des billets destinés à Pavel et disparaissaient après lui avoir communiqué leur exaltation</w:t>
      </w:r>
      <w:r w:rsidR="001C0413">
        <w:t>.</w:t>
      </w:r>
    </w:p>
    <w:p w14:paraId="75553173" w14:textId="77777777" w:rsidR="001C0413" w:rsidRDefault="00530790" w:rsidP="001C0413">
      <w:r w:rsidRPr="005D5566">
        <w:t>Chaque nuit les feuilles qui engageaient les ouvriers à fêter le Premier Mai étaient collées sur les palissades et même aux portes de la gendarmerie</w:t>
      </w:r>
      <w:r w:rsidR="001C0413">
        <w:t xml:space="preserve"> ; </w:t>
      </w:r>
      <w:r w:rsidRPr="005D5566">
        <w:t>tous les matins</w:t>
      </w:r>
      <w:r w:rsidR="001C0413">
        <w:t xml:space="preserve">, </w:t>
      </w:r>
      <w:r w:rsidRPr="005D5566">
        <w:t>on en trouvait à la fabrique</w:t>
      </w:r>
      <w:r w:rsidR="001C0413">
        <w:t xml:space="preserve">. </w:t>
      </w:r>
      <w:r w:rsidRPr="005D5566">
        <w:t>Et les policiers parcouraient le faubourg de bonne heure et arrachaient en jurant les affiches violettes</w:t>
      </w:r>
      <w:r w:rsidR="001C0413">
        <w:t xml:space="preserve"> ; </w:t>
      </w:r>
      <w:r w:rsidRPr="005D5566">
        <w:t>vers midi</w:t>
      </w:r>
      <w:r w:rsidR="001C0413">
        <w:t xml:space="preserve">, </w:t>
      </w:r>
      <w:r w:rsidRPr="005D5566">
        <w:t>elles réapparaissaient et s</w:t>
      </w:r>
      <w:r w:rsidR="001C0413">
        <w:t>’</w:t>
      </w:r>
      <w:r w:rsidRPr="005D5566">
        <w:t>envolaient sous les pieds des passants</w:t>
      </w:r>
      <w:r w:rsidR="001C0413">
        <w:t xml:space="preserve">. </w:t>
      </w:r>
      <w:r w:rsidRPr="005D5566">
        <w:t>Des agents de la police secrète furent envoyés de la ville</w:t>
      </w:r>
      <w:r w:rsidR="001C0413">
        <w:t xml:space="preserve"> ; </w:t>
      </w:r>
      <w:r w:rsidRPr="005D5566">
        <w:t>postés au coin des rues</w:t>
      </w:r>
      <w:r w:rsidR="001C0413">
        <w:t xml:space="preserve">, </w:t>
      </w:r>
      <w:r w:rsidRPr="005D5566">
        <w:t>ils fouillaient du regard les ouvriers qui s</w:t>
      </w:r>
      <w:r w:rsidR="001C0413">
        <w:t>’</w:t>
      </w:r>
      <w:r w:rsidRPr="005D5566">
        <w:t>en allaient dîner</w:t>
      </w:r>
      <w:r w:rsidR="001C0413">
        <w:t xml:space="preserve">, </w:t>
      </w:r>
      <w:r w:rsidRPr="005D5566">
        <w:t>joyeux et animés</w:t>
      </w:r>
      <w:r w:rsidR="001C0413">
        <w:t xml:space="preserve">, </w:t>
      </w:r>
      <w:r w:rsidRPr="005D5566">
        <w:t>ou qui revenaient à la fabrique</w:t>
      </w:r>
      <w:r w:rsidR="001C0413">
        <w:t xml:space="preserve">. </w:t>
      </w:r>
      <w:r w:rsidRPr="005D5566">
        <w:t>Tout le monde était enchanté de voir que la police était impuissante</w:t>
      </w:r>
      <w:r w:rsidR="001C0413">
        <w:t xml:space="preserve"> ; </w:t>
      </w:r>
      <w:r w:rsidRPr="005D5566">
        <w:t>les gens d</w:t>
      </w:r>
      <w:r w:rsidR="001C0413">
        <w:t>’</w:t>
      </w:r>
      <w:r w:rsidRPr="005D5566">
        <w:t>âge mûr eux-mêmes se disaient en souriant</w:t>
      </w:r>
      <w:r w:rsidR="001C0413">
        <w:t> :</w:t>
      </w:r>
    </w:p>
    <w:p w14:paraId="03377702" w14:textId="77777777" w:rsidR="001C0413" w:rsidRDefault="001C0413" w:rsidP="001C0413">
      <w:r>
        <w:t>— </w:t>
      </w:r>
      <w:r w:rsidR="00530790" w:rsidRPr="005D5566">
        <w:t>Voyez-vous ça</w:t>
      </w:r>
      <w:r>
        <w:t> !</w:t>
      </w:r>
    </w:p>
    <w:p w14:paraId="1E1E381D" w14:textId="77777777" w:rsidR="001C0413" w:rsidRDefault="00530790" w:rsidP="001C0413">
      <w:r w:rsidRPr="005D5566">
        <w:lastRenderedPageBreak/>
        <w:t>Et partout de petits groupes se formaient pour discuter les proclamations</w:t>
      </w:r>
      <w:r w:rsidR="001C0413">
        <w:t>.</w:t>
      </w:r>
    </w:p>
    <w:p w14:paraId="3523EA3D" w14:textId="77777777" w:rsidR="001C0413" w:rsidRDefault="00530790" w:rsidP="001C0413">
      <w:r w:rsidRPr="005D5566">
        <w:t>La vie bouillonnait</w:t>
      </w:r>
      <w:r w:rsidR="001C0413">
        <w:t xml:space="preserve"> ; </w:t>
      </w:r>
      <w:r w:rsidRPr="005D5566">
        <w:t>ce printemps-là</w:t>
      </w:r>
      <w:r w:rsidR="001C0413">
        <w:t xml:space="preserve">, </w:t>
      </w:r>
      <w:r w:rsidRPr="005D5566">
        <w:t>elle était plus intéressante pour tout le monde</w:t>
      </w:r>
      <w:r w:rsidR="001C0413">
        <w:t xml:space="preserve"> ; </w:t>
      </w:r>
      <w:r w:rsidRPr="005D5566">
        <w:t>elle apportait quelque chose de nouveau</w:t>
      </w:r>
      <w:r w:rsidR="001C0413">
        <w:t xml:space="preserve"> ; </w:t>
      </w:r>
      <w:r w:rsidRPr="005D5566">
        <w:t>aux uns</w:t>
      </w:r>
      <w:r w:rsidR="001C0413">
        <w:t xml:space="preserve">, </w:t>
      </w:r>
      <w:r w:rsidRPr="005D5566">
        <w:t>un prétexte de plus pour s</w:t>
      </w:r>
      <w:r w:rsidR="001C0413">
        <w:t>’</w:t>
      </w:r>
      <w:r w:rsidRPr="005D5566">
        <w:t>irriter contre les séditieux et les accabler d</w:t>
      </w:r>
      <w:r w:rsidR="001C0413">
        <w:t>’</w:t>
      </w:r>
      <w:r w:rsidRPr="005D5566">
        <w:t>invectives</w:t>
      </w:r>
      <w:r w:rsidR="001C0413">
        <w:t xml:space="preserve"> ; </w:t>
      </w:r>
      <w:r w:rsidRPr="005D5566">
        <w:t>aux autres</w:t>
      </w:r>
      <w:r w:rsidR="001C0413">
        <w:t xml:space="preserve">, </w:t>
      </w:r>
      <w:r w:rsidRPr="005D5566">
        <w:t>un faible espoir</w:t>
      </w:r>
      <w:r w:rsidR="001C0413">
        <w:t xml:space="preserve">, </w:t>
      </w:r>
      <w:r w:rsidRPr="005D5566">
        <w:t>une vague inquiétude</w:t>
      </w:r>
      <w:r w:rsidR="001C0413">
        <w:t xml:space="preserve"> ; </w:t>
      </w:r>
      <w:r w:rsidRPr="005D5566">
        <w:t>à d</w:t>
      </w:r>
      <w:r w:rsidR="001C0413">
        <w:t>’</w:t>
      </w:r>
      <w:r w:rsidRPr="005D5566">
        <w:t>autres encore</w:t>
      </w:r>
      <w:r w:rsidR="001C0413">
        <w:t xml:space="preserve">, </w:t>
      </w:r>
      <w:r w:rsidRPr="005D5566">
        <w:t>et c</w:t>
      </w:r>
      <w:r w:rsidR="001C0413">
        <w:t>’</w:t>
      </w:r>
      <w:r w:rsidRPr="005D5566">
        <w:t>était la minorité</w:t>
      </w:r>
      <w:r w:rsidR="001C0413">
        <w:t xml:space="preserve">, </w:t>
      </w:r>
      <w:r w:rsidRPr="005D5566">
        <w:t>la joie aiguë de savoir qu</w:t>
      </w:r>
      <w:r w:rsidR="001C0413">
        <w:t>’</w:t>
      </w:r>
      <w:r w:rsidRPr="005D5566">
        <w:t>ils étaient la force qui réveillait le monde</w:t>
      </w:r>
      <w:r w:rsidR="001C0413">
        <w:t>.</w:t>
      </w:r>
    </w:p>
    <w:p w14:paraId="08E0CF9B" w14:textId="77777777" w:rsidR="001C0413" w:rsidRDefault="00530790" w:rsidP="001C0413">
      <w:r w:rsidRPr="005D5566">
        <w:t>Pavel et André ne dormaient presque plus</w:t>
      </w:r>
      <w:r w:rsidR="001C0413">
        <w:t xml:space="preserve"> ; </w:t>
      </w:r>
      <w:r w:rsidRPr="005D5566">
        <w:t>ils rentraient</w:t>
      </w:r>
      <w:r w:rsidR="001C0413">
        <w:t xml:space="preserve">, </w:t>
      </w:r>
      <w:r w:rsidRPr="005D5566">
        <w:t>pâles</w:t>
      </w:r>
      <w:r w:rsidR="001C0413">
        <w:t xml:space="preserve">, </w:t>
      </w:r>
      <w:r w:rsidRPr="005D5566">
        <w:t>enroués</w:t>
      </w:r>
      <w:r w:rsidR="001C0413">
        <w:t xml:space="preserve">, </w:t>
      </w:r>
      <w:r w:rsidRPr="005D5566">
        <w:t>las</w:t>
      </w:r>
      <w:r w:rsidR="001C0413">
        <w:t xml:space="preserve">, </w:t>
      </w:r>
      <w:r w:rsidRPr="005D5566">
        <w:t>un moment avant l</w:t>
      </w:r>
      <w:r w:rsidR="001C0413">
        <w:t>’</w:t>
      </w:r>
      <w:r w:rsidRPr="005D5566">
        <w:t xml:space="preserve">appel </w:t>
      </w:r>
      <w:r w:rsidRPr="00D210FA">
        <w:t>de</w:t>
      </w:r>
      <w:r w:rsidRPr="005D5566">
        <w:t xml:space="preserve"> la sirène</w:t>
      </w:r>
      <w:r w:rsidR="001C0413">
        <w:t xml:space="preserve">. </w:t>
      </w:r>
      <w:r w:rsidRPr="005D5566">
        <w:t>La mère savait qu</w:t>
      </w:r>
      <w:r w:rsidR="001C0413">
        <w:t>’</w:t>
      </w:r>
      <w:r w:rsidRPr="005D5566">
        <w:t>ils organisaient des réunions dans la forêt</w:t>
      </w:r>
      <w:r w:rsidR="001C0413">
        <w:t xml:space="preserve">, </w:t>
      </w:r>
      <w:r w:rsidRPr="005D5566">
        <w:t>dans le marais</w:t>
      </w:r>
      <w:r w:rsidR="001C0413">
        <w:t xml:space="preserve"> ; </w:t>
      </w:r>
      <w:r w:rsidRPr="005D5566">
        <w:t>elle n</w:t>
      </w:r>
      <w:r w:rsidR="001C0413">
        <w:t>’</w:t>
      </w:r>
      <w:r w:rsidRPr="005D5566">
        <w:t>ignorait pas que des détachements de police montée faisaient des rondes dans le faubourg</w:t>
      </w:r>
      <w:r w:rsidR="001C0413">
        <w:t xml:space="preserve">, </w:t>
      </w:r>
      <w:r w:rsidRPr="005D5566">
        <w:t>que les agents de la Secrète rôdaient partout</w:t>
      </w:r>
      <w:r w:rsidR="001C0413">
        <w:t xml:space="preserve">, </w:t>
      </w:r>
      <w:r w:rsidRPr="005D5566">
        <w:t>fouillaient les ouvriers qui s</w:t>
      </w:r>
      <w:r w:rsidR="001C0413">
        <w:t>’</w:t>
      </w:r>
      <w:r w:rsidRPr="005D5566">
        <w:t>en allaient seuls</w:t>
      </w:r>
      <w:r w:rsidR="001C0413">
        <w:t xml:space="preserve">, </w:t>
      </w:r>
      <w:r w:rsidRPr="005D5566">
        <w:t>dispersaient les groupes et</w:t>
      </w:r>
      <w:r w:rsidR="001C0413">
        <w:t xml:space="preserve">, </w:t>
      </w:r>
      <w:r w:rsidRPr="005D5566">
        <w:t>parfois même</w:t>
      </w:r>
      <w:r w:rsidR="001C0413">
        <w:t xml:space="preserve">, </w:t>
      </w:r>
      <w:r w:rsidRPr="005D5566">
        <w:t>arrêtaient l</w:t>
      </w:r>
      <w:r w:rsidR="001C0413">
        <w:t>’</w:t>
      </w:r>
      <w:r w:rsidRPr="005D5566">
        <w:t>un ou l</w:t>
      </w:r>
      <w:r w:rsidR="001C0413">
        <w:t>’</w:t>
      </w:r>
      <w:r w:rsidRPr="005D5566">
        <w:t>autre</w:t>
      </w:r>
      <w:r w:rsidR="001C0413">
        <w:t xml:space="preserve">. </w:t>
      </w:r>
      <w:r w:rsidRPr="005D5566">
        <w:t>Elle comprenait que</w:t>
      </w:r>
      <w:r w:rsidR="001C0413">
        <w:t xml:space="preserve">, </w:t>
      </w:r>
      <w:r w:rsidRPr="005D5566">
        <w:t>chaque nuit</w:t>
      </w:r>
      <w:r w:rsidR="001C0413">
        <w:t xml:space="preserve">, </w:t>
      </w:r>
      <w:r w:rsidRPr="005D5566">
        <w:t>son fils et André pouvaient être emmenés</w:t>
      </w:r>
      <w:r w:rsidR="001C0413">
        <w:t xml:space="preserve">. </w:t>
      </w:r>
      <w:r w:rsidRPr="005D5566">
        <w:t>Par moments</w:t>
      </w:r>
      <w:r w:rsidR="001C0413">
        <w:t xml:space="preserve">, </w:t>
      </w:r>
      <w:r w:rsidRPr="005D5566">
        <w:t>il lui semblait que cela aurait mieux valu pour eux</w:t>
      </w:r>
      <w:r w:rsidR="001C0413">
        <w:t>.</w:t>
      </w:r>
    </w:p>
    <w:p w14:paraId="30483ED8" w14:textId="77777777" w:rsidR="001C0413" w:rsidRDefault="00530790" w:rsidP="001C0413">
      <w:r w:rsidRPr="005D5566">
        <w:t>Un silence surprenant se faisait sur le meurtre d</w:t>
      </w:r>
      <w:r w:rsidR="001C0413">
        <w:t>’</w:t>
      </w:r>
      <w:r w:rsidRPr="005D5566">
        <w:t>Isaïe</w:t>
      </w:r>
      <w:r w:rsidR="001C0413">
        <w:t xml:space="preserve">. </w:t>
      </w:r>
      <w:r w:rsidRPr="005D5566">
        <w:t>Pendant deux jours</w:t>
      </w:r>
      <w:r w:rsidR="001C0413">
        <w:t xml:space="preserve">, </w:t>
      </w:r>
      <w:r w:rsidRPr="005D5566">
        <w:t>la police locale avait interrogé une dizaine de personnes</w:t>
      </w:r>
      <w:r w:rsidR="001C0413">
        <w:t xml:space="preserve"> ; </w:t>
      </w:r>
      <w:r w:rsidRPr="005D5566">
        <w:t>puis</w:t>
      </w:r>
      <w:r w:rsidR="001C0413">
        <w:t xml:space="preserve">, </w:t>
      </w:r>
      <w:r w:rsidRPr="005D5566">
        <w:t>elle s</w:t>
      </w:r>
      <w:r w:rsidR="001C0413">
        <w:t>’</w:t>
      </w:r>
      <w:r w:rsidRPr="005D5566">
        <w:t>était désintéressée de l</w:t>
      </w:r>
      <w:r w:rsidR="001C0413">
        <w:t>’</w:t>
      </w:r>
      <w:r w:rsidRPr="005D5566">
        <w:t>affaire</w:t>
      </w:r>
      <w:r w:rsidR="001C0413">
        <w:t>.</w:t>
      </w:r>
    </w:p>
    <w:p w14:paraId="32462382" w14:textId="77777777" w:rsidR="001C0413" w:rsidRDefault="00530790" w:rsidP="001C0413">
      <w:r w:rsidRPr="005D5566">
        <w:t>Un jour</w:t>
      </w:r>
      <w:r w:rsidR="001C0413">
        <w:t xml:space="preserve">, </w:t>
      </w:r>
      <w:r w:rsidRPr="005D5566">
        <w:t>Maria Korsounova</w:t>
      </w:r>
      <w:r w:rsidR="001C0413">
        <w:t xml:space="preserve">, </w:t>
      </w:r>
      <w:r w:rsidRPr="005D5566">
        <w:t>parlant avec la mère</w:t>
      </w:r>
      <w:r w:rsidR="001C0413">
        <w:t xml:space="preserve">, </w:t>
      </w:r>
      <w:r w:rsidRPr="005D5566">
        <w:t>exprimait l</w:t>
      </w:r>
      <w:r w:rsidR="001C0413">
        <w:t>’</w:t>
      </w:r>
      <w:r w:rsidRPr="005D5566">
        <w:t>opinion de la police</w:t>
      </w:r>
      <w:r w:rsidR="001C0413">
        <w:t xml:space="preserve">, </w:t>
      </w:r>
      <w:r w:rsidRPr="005D5566">
        <w:t>avec laquelle elle vivait en paix comme avec tout le monde</w:t>
      </w:r>
      <w:r w:rsidR="001C0413">
        <w:t xml:space="preserve"> ; </w:t>
      </w:r>
      <w:r w:rsidRPr="005D5566">
        <w:t>elle dit</w:t>
      </w:r>
      <w:r w:rsidR="001C0413">
        <w:t> :</w:t>
      </w:r>
    </w:p>
    <w:p w14:paraId="2020FC2E" w14:textId="77777777" w:rsidR="001C0413" w:rsidRDefault="001C0413" w:rsidP="001C0413">
      <w:r>
        <w:t>— </w:t>
      </w:r>
      <w:r w:rsidR="00530790" w:rsidRPr="005D5566">
        <w:t>Comment pourrait-on retrouver le coupable</w:t>
      </w:r>
      <w:r>
        <w:t xml:space="preserve"> ? </w:t>
      </w:r>
      <w:r w:rsidR="00530790" w:rsidRPr="005D5566">
        <w:t>Ce matin-là</w:t>
      </w:r>
      <w:r>
        <w:t xml:space="preserve">, </w:t>
      </w:r>
      <w:r w:rsidR="00530790" w:rsidRPr="005D5566">
        <w:t>cent personnes peut-être ont vu Isaïe</w:t>
      </w:r>
      <w:r>
        <w:t xml:space="preserve">, </w:t>
      </w:r>
      <w:r w:rsidR="00530790" w:rsidRPr="005D5566">
        <w:t>et sur ce nombre il y en a quatre-vingt-dix</w:t>
      </w:r>
      <w:r>
        <w:t xml:space="preserve">, </w:t>
      </w:r>
      <w:r w:rsidR="00530790" w:rsidRPr="005D5566">
        <w:t>sinon plus</w:t>
      </w:r>
      <w:r>
        <w:t xml:space="preserve">, </w:t>
      </w:r>
      <w:r w:rsidR="00530790" w:rsidRPr="005D5566">
        <w:t>qui l</w:t>
      </w:r>
      <w:r>
        <w:t>’</w:t>
      </w:r>
      <w:r w:rsidR="00530790" w:rsidRPr="005D5566">
        <w:t xml:space="preserve">auraient volontiers </w:t>
      </w:r>
      <w:r w:rsidR="00530790" w:rsidRPr="005D5566">
        <w:lastRenderedPageBreak/>
        <w:t>assommé</w:t>
      </w:r>
      <w:r>
        <w:t xml:space="preserve">… </w:t>
      </w:r>
      <w:r w:rsidR="00530790" w:rsidRPr="005D5566">
        <w:t>Il a assez ennuyé</w:t>
      </w:r>
      <w:r>
        <w:t xml:space="preserve">, </w:t>
      </w:r>
      <w:r w:rsidR="00530790" w:rsidRPr="005D5566">
        <w:t>son prochain pendant ces sept ans</w:t>
      </w:r>
      <w:r>
        <w:t>…</w:t>
      </w:r>
    </w:p>
    <w:p w14:paraId="71411C48" w14:textId="77777777" w:rsidR="001C0413" w:rsidRDefault="001C0413" w:rsidP="001C0413">
      <w:r>
        <w:t xml:space="preserve">… </w:t>
      </w:r>
      <w:r w:rsidR="00530790" w:rsidRPr="005D5566">
        <w:t>Le Petit-Russien changeait visiblement</w:t>
      </w:r>
      <w:r>
        <w:t xml:space="preserve">. </w:t>
      </w:r>
      <w:r w:rsidR="00530790" w:rsidRPr="005D5566">
        <w:t>Ses joues s</w:t>
      </w:r>
      <w:r>
        <w:t>’</w:t>
      </w:r>
      <w:r w:rsidR="00530790" w:rsidRPr="005D5566">
        <w:t>étaient creusées</w:t>
      </w:r>
      <w:r>
        <w:t xml:space="preserve"> ; </w:t>
      </w:r>
      <w:r w:rsidR="00530790" w:rsidRPr="005D5566">
        <w:t>les paupières appesanties s</w:t>
      </w:r>
      <w:r>
        <w:t>’</w:t>
      </w:r>
      <w:r w:rsidR="00530790" w:rsidRPr="005D5566">
        <w:t>abaissaient sur ses yeux bombés et les fermaient à demi</w:t>
      </w:r>
      <w:r>
        <w:t xml:space="preserve">. </w:t>
      </w:r>
      <w:r w:rsidR="00530790" w:rsidRPr="005D5566">
        <w:t>Il souriait plus rarement</w:t>
      </w:r>
      <w:r>
        <w:t xml:space="preserve"> ; </w:t>
      </w:r>
      <w:r w:rsidR="00530790" w:rsidRPr="005D5566">
        <w:t>une fine ride descendait de ses narines jusqu</w:t>
      </w:r>
      <w:r>
        <w:t>’</w:t>
      </w:r>
      <w:r w:rsidR="00530790" w:rsidRPr="005D5566">
        <w:t>aux commissures des lèvres</w:t>
      </w:r>
      <w:r>
        <w:t xml:space="preserve">. </w:t>
      </w:r>
      <w:r w:rsidR="00530790" w:rsidRPr="005D5566">
        <w:t>Il ne parlait plus autant de choses ordinaires</w:t>
      </w:r>
      <w:r>
        <w:t xml:space="preserve"> ; </w:t>
      </w:r>
      <w:r w:rsidR="00530790" w:rsidRPr="005D5566">
        <w:t>en revanche</w:t>
      </w:r>
      <w:r>
        <w:t xml:space="preserve">, </w:t>
      </w:r>
      <w:r w:rsidR="00530790" w:rsidRPr="005D5566">
        <w:t>il s</w:t>
      </w:r>
      <w:r>
        <w:t>’</w:t>
      </w:r>
      <w:r w:rsidR="00530790" w:rsidRPr="005D5566">
        <w:t>enflammait souvent</w:t>
      </w:r>
      <w:r>
        <w:t xml:space="preserve">, </w:t>
      </w:r>
      <w:r w:rsidR="00530790" w:rsidRPr="005D5566">
        <w:t>en proie à un enthousiasme qui gagnait tous ses auditeurs</w:t>
      </w:r>
      <w:r>
        <w:t xml:space="preserve"> ; </w:t>
      </w:r>
      <w:r w:rsidR="00530790" w:rsidRPr="005D5566">
        <w:t>il célébrait l</w:t>
      </w:r>
      <w:r>
        <w:t>’</w:t>
      </w:r>
      <w:r w:rsidR="00530790" w:rsidRPr="005D5566">
        <w:t>avenir</w:t>
      </w:r>
      <w:r>
        <w:t xml:space="preserve">, </w:t>
      </w:r>
      <w:r w:rsidR="00530790" w:rsidRPr="005D5566">
        <w:t>la fête lumineuse et merveilleuse du triomphe de la liberté et de la raison</w:t>
      </w:r>
      <w:r>
        <w:t>…</w:t>
      </w:r>
    </w:p>
    <w:p w14:paraId="5869E880" w14:textId="77777777" w:rsidR="001C0413" w:rsidRDefault="00530790" w:rsidP="001C0413">
      <w:r w:rsidRPr="005D5566">
        <w:t>Quand la mort d</w:t>
      </w:r>
      <w:r w:rsidR="001C0413">
        <w:t>’</w:t>
      </w:r>
      <w:r w:rsidRPr="005D5566">
        <w:t>Isaïe parut oubliée</w:t>
      </w:r>
      <w:r w:rsidR="001C0413">
        <w:t xml:space="preserve">, </w:t>
      </w:r>
      <w:r w:rsidRPr="005D5566">
        <w:t>André dit un jour d</w:t>
      </w:r>
      <w:r w:rsidR="001C0413">
        <w:t>’</w:t>
      </w:r>
      <w:r w:rsidRPr="005D5566">
        <w:t>un ton dédaigneux et en souriant tristement</w:t>
      </w:r>
      <w:r w:rsidR="001C0413">
        <w:t> :</w:t>
      </w:r>
    </w:p>
    <w:p w14:paraId="6D27AB13" w14:textId="77777777" w:rsidR="001C0413" w:rsidRDefault="001C0413" w:rsidP="001C0413">
      <w:r>
        <w:t>— </w:t>
      </w:r>
      <w:r w:rsidR="00530790" w:rsidRPr="005D5566">
        <w:t>Pas plus qu</w:t>
      </w:r>
      <w:r>
        <w:t>’</w:t>
      </w:r>
      <w:r w:rsidR="00530790" w:rsidRPr="005D5566">
        <w:t>ils n</w:t>
      </w:r>
      <w:r>
        <w:t>’</w:t>
      </w:r>
      <w:r w:rsidR="00530790" w:rsidRPr="005D5566">
        <w:t>aiment le peuple</w:t>
      </w:r>
      <w:r>
        <w:t xml:space="preserve">, </w:t>
      </w:r>
      <w:r w:rsidR="00530790" w:rsidRPr="005D5566">
        <w:t>nos ennemis n</w:t>
      </w:r>
      <w:r>
        <w:t>’</w:t>
      </w:r>
      <w:r w:rsidR="00530790" w:rsidRPr="005D5566">
        <w:t>aiment ceux dont ils se servent comme de chiens pour nous traquer</w:t>
      </w:r>
      <w:r>
        <w:t xml:space="preserve"> !… </w:t>
      </w:r>
      <w:r w:rsidR="00530790" w:rsidRPr="005D5566">
        <w:t>Ce n</w:t>
      </w:r>
      <w:r>
        <w:t>’</w:t>
      </w:r>
      <w:r w:rsidR="00530790" w:rsidRPr="005D5566">
        <w:t>est pas leur fidèle Judas qu</w:t>
      </w:r>
      <w:r>
        <w:t>’</w:t>
      </w:r>
      <w:r w:rsidR="00530790" w:rsidRPr="005D5566">
        <w:t>ils regrettent</w:t>
      </w:r>
      <w:r>
        <w:t xml:space="preserve">… </w:t>
      </w:r>
      <w:r w:rsidR="00530790" w:rsidRPr="005D5566">
        <w:t>mais leurs pièces d</w:t>
      </w:r>
      <w:r>
        <w:t>’</w:t>
      </w:r>
      <w:r w:rsidR="00530790" w:rsidRPr="005D5566">
        <w:t>argent</w:t>
      </w:r>
      <w:r>
        <w:t xml:space="preserve">… </w:t>
      </w:r>
      <w:r w:rsidR="00530790" w:rsidRPr="005D5566">
        <w:t>oui</w:t>
      </w:r>
      <w:r>
        <w:t xml:space="preserve">… </w:t>
      </w:r>
      <w:r w:rsidR="00530790" w:rsidRPr="005D5566">
        <w:t>pas autre chose</w:t>
      </w:r>
      <w:r>
        <w:t> !…</w:t>
      </w:r>
    </w:p>
    <w:p w14:paraId="5811A7BC" w14:textId="77777777" w:rsidR="001C0413" w:rsidRDefault="00530790" w:rsidP="001C0413">
      <w:r w:rsidRPr="005D5566">
        <w:t>Et il ajouta</w:t>
      </w:r>
      <w:r w:rsidR="001C0413">
        <w:t xml:space="preserve">, </w:t>
      </w:r>
      <w:r w:rsidRPr="005D5566">
        <w:t>après un instant de silence</w:t>
      </w:r>
      <w:r w:rsidR="001C0413">
        <w:t> :</w:t>
      </w:r>
    </w:p>
    <w:p w14:paraId="56270758" w14:textId="77777777" w:rsidR="001C0413" w:rsidRDefault="001C0413" w:rsidP="001C0413">
      <w:r>
        <w:t>— </w:t>
      </w:r>
      <w:r w:rsidR="00530790" w:rsidRPr="005D5566">
        <w:t>Plus je pense à cet homme</w:t>
      </w:r>
      <w:r>
        <w:t xml:space="preserve">, </w:t>
      </w:r>
      <w:r w:rsidR="00530790" w:rsidRPr="005D5566">
        <w:t>plus j</w:t>
      </w:r>
      <w:r>
        <w:t>’</w:t>
      </w:r>
      <w:r w:rsidR="00530790" w:rsidRPr="005D5566">
        <w:t>ai pitié de lui</w:t>
      </w:r>
      <w:r>
        <w:t xml:space="preserve"> ! </w:t>
      </w:r>
      <w:r w:rsidR="00530790" w:rsidRPr="005D5566">
        <w:t>Je ne voulais pas qu</w:t>
      </w:r>
      <w:r>
        <w:t>’</w:t>
      </w:r>
      <w:r w:rsidR="00530790" w:rsidRPr="005D5566">
        <w:t>on le tuât</w:t>
      </w:r>
      <w:r>
        <w:t xml:space="preserve">, </w:t>
      </w:r>
      <w:r w:rsidR="00530790" w:rsidRPr="005D5566">
        <w:t>non</w:t>
      </w:r>
      <w:r>
        <w:t xml:space="preserve">, </w:t>
      </w:r>
      <w:r w:rsidR="00530790" w:rsidRPr="005D5566">
        <w:t>je ne le voulais pas</w:t>
      </w:r>
      <w:r>
        <w:t> !</w:t>
      </w:r>
    </w:p>
    <w:p w14:paraId="0044E9AD" w14:textId="77777777" w:rsidR="001C0413" w:rsidRDefault="001C0413" w:rsidP="001C0413">
      <w:r>
        <w:t>— </w:t>
      </w:r>
      <w:r w:rsidR="00530790" w:rsidRPr="005D5566">
        <w:t>Assez là-dessus</w:t>
      </w:r>
      <w:r>
        <w:t xml:space="preserve">, </w:t>
      </w:r>
      <w:r w:rsidR="00530790" w:rsidRPr="005D5566">
        <w:t>André</w:t>
      </w:r>
      <w:r>
        <w:t xml:space="preserve"> ! </w:t>
      </w:r>
      <w:r w:rsidR="00530790" w:rsidRPr="005D5566">
        <w:t>dit Pavel avec fermeté</w:t>
      </w:r>
      <w:r>
        <w:t>.</w:t>
      </w:r>
    </w:p>
    <w:p w14:paraId="1F49869D" w14:textId="77777777" w:rsidR="001C0413" w:rsidRDefault="00530790" w:rsidP="001C0413">
      <w:r w:rsidRPr="005D5566">
        <w:t>La mère ajouta à voix basse</w:t>
      </w:r>
      <w:r w:rsidR="001C0413">
        <w:t> :</w:t>
      </w:r>
    </w:p>
    <w:p w14:paraId="2F28463D" w14:textId="77777777" w:rsidR="001C0413" w:rsidRDefault="001C0413" w:rsidP="001C0413">
      <w:r>
        <w:t>— </w:t>
      </w:r>
      <w:r w:rsidR="00530790" w:rsidRPr="005D5566">
        <w:t>On a heurté du pied un tronc pourri</w:t>
      </w:r>
      <w:r>
        <w:t xml:space="preserve">, </w:t>
      </w:r>
      <w:r w:rsidR="00530790" w:rsidRPr="005D5566">
        <w:t>et il est tombé en poussière</w:t>
      </w:r>
      <w:r>
        <w:t> !</w:t>
      </w:r>
    </w:p>
    <w:p w14:paraId="31BA914B" w14:textId="77777777" w:rsidR="001C0413" w:rsidRDefault="001C0413" w:rsidP="001C0413">
      <w:r>
        <w:t>— </w:t>
      </w:r>
      <w:r w:rsidR="00530790" w:rsidRPr="005D5566">
        <w:t>C</w:t>
      </w:r>
      <w:r>
        <w:t>’</w:t>
      </w:r>
      <w:r w:rsidR="00530790" w:rsidRPr="005D5566">
        <w:t>est vrai</w:t>
      </w:r>
      <w:r>
        <w:t xml:space="preserve">, </w:t>
      </w:r>
      <w:r w:rsidR="00530790" w:rsidRPr="005D5566">
        <w:t>mais ce n</w:t>
      </w:r>
      <w:r>
        <w:t>’</w:t>
      </w:r>
      <w:r w:rsidR="00530790" w:rsidRPr="005D5566">
        <w:t>est pas consolant</w:t>
      </w:r>
      <w:r>
        <w:t xml:space="preserve"> ! </w:t>
      </w:r>
      <w:r w:rsidR="00530790" w:rsidRPr="005D5566">
        <w:t>répondit tristement le Petit-Russien</w:t>
      </w:r>
      <w:r>
        <w:t>.</w:t>
      </w:r>
    </w:p>
    <w:p w14:paraId="7DBD91EB" w14:textId="77777777" w:rsidR="001C0413" w:rsidRDefault="00530790" w:rsidP="001C0413">
      <w:r w:rsidRPr="005D5566">
        <w:lastRenderedPageBreak/>
        <w:t>Il répétait souvent ces paroles</w:t>
      </w:r>
      <w:r w:rsidR="001C0413">
        <w:t xml:space="preserve">, </w:t>
      </w:r>
      <w:r w:rsidRPr="005D5566">
        <w:t>qui prenaient dans sa bouche un sens amer et caustique</w:t>
      </w:r>
      <w:r w:rsidR="001C0413">
        <w:t>…</w:t>
      </w:r>
    </w:p>
    <w:p w14:paraId="01DF9FB4" w14:textId="77777777" w:rsidR="001C0413" w:rsidRDefault="001C0413" w:rsidP="001C0413">
      <w:r>
        <w:t xml:space="preserve">… </w:t>
      </w:r>
      <w:r w:rsidR="00530790" w:rsidRPr="005D5566">
        <w:t>Il vint enfin ce jour si impatiemment attendu</w:t>
      </w:r>
      <w:r>
        <w:t xml:space="preserve">… </w:t>
      </w:r>
      <w:r w:rsidR="00530790" w:rsidRPr="005D5566">
        <w:t>le Premier Mai</w:t>
      </w:r>
      <w:r>
        <w:t>…</w:t>
      </w:r>
    </w:p>
    <w:p w14:paraId="0E166953" w14:textId="578A4D85" w:rsidR="001C0413" w:rsidRDefault="00530790" w:rsidP="001C0413">
      <w:r w:rsidRPr="005D5566">
        <w:t>Comme toujours</w:t>
      </w:r>
      <w:r w:rsidR="001C0413">
        <w:t xml:space="preserve">, </w:t>
      </w:r>
      <w:r w:rsidRPr="005D5566">
        <w:t>la sirène se mit à rugir avec autorité</w:t>
      </w:r>
      <w:r w:rsidR="001C0413">
        <w:t xml:space="preserve">. </w:t>
      </w:r>
      <w:r w:rsidRPr="005D5566">
        <w:t>La mère</w:t>
      </w:r>
      <w:r w:rsidR="001C0413">
        <w:t xml:space="preserve">, </w:t>
      </w:r>
      <w:r w:rsidRPr="005D5566">
        <w:t>qui n</w:t>
      </w:r>
      <w:r w:rsidR="001C0413">
        <w:t>’</w:t>
      </w:r>
      <w:r w:rsidRPr="005D5566">
        <w:t>avait pu fermer l</w:t>
      </w:r>
      <w:r w:rsidR="001C0413">
        <w:t>’</w:t>
      </w:r>
      <w:r w:rsidRPr="005D5566">
        <w:t xml:space="preserve">œil de toute la </w:t>
      </w:r>
      <w:r w:rsidR="002B53DA">
        <w:t>nuit</w:t>
      </w:r>
      <w:r w:rsidR="001C0413">
        <w:t xml:space="preserve">, </w:t>
      </w:r>
      <w:r w:rsidRPr="005D5566">
        <w:t>sauta à bas de son lit</w:t>
      </w:r>
      <w:r w:rsidR="001C0413">
        <w:t xml:space="preserve"> ; </w:t>
      </w:r>
      <w:r w:rsidRPr="005D5566">
        <w:t>elle alluma le samovar préparé la veille</w:t>
      </w:r>
      <w:r w:rsidR="001C0413">
        <w:t xml:space="preserve">, </w:t>
      </w:r>
      <w:r w:rsidRPr="005D5566">
        <w:t>et allait frapper à la porte des deux amis</w:t>
      </w:r>
      <w:r w:rsidR="001C0413">
        <w:t xml:space="preserve">, </w:t>
      </w:r>
      <w:r w:rsidRPr="005D5566">
        <w:t>comme d</w:t>
      </w:r>
      <w:r w:rsidR="001C0413">
        <w:t>’</w:t>
      </w:r>
      <w:r w:rsidRPr="005D5566">
        <w:t>habitude</w:t>
      </w:r>
      <w:r w:rsidR="001C0413">
        <w:t xml:space="preserve"> ; </w:t>
      </w:r>
      <w:r w:rsidRPr="005D5566">
        <w:t>mais elle réfléchit</w:t>
      </w:r>
      <w:r w:rsidR="001C0413">
        <w:t xml:space="preserve">, </w:t>
      </w:r>
      <w:r w:rsidRPr="005D5566">
        <w:t>laissa retomber le bras et s</w:t>
      </w:r>
      <w:r w:rsidR="001C0413">
        <w:t>’</w:t>
      </w:r>
      <w:r w:rsidRPr="005D5566">
        <w:t>assit près de la fenêtre</w:t>
      </w:r>
      <w:r w:rsidR="001C0413">
        <w:t xml:space="preserve">, </w:t>
      </w:r>
      <w:r w:rsidRPr="005D5566">
        <w:t>appuyant sa joue sur sa main</w:t>
      </w:r>
      <w:r w:rsidR="001C0413">
        <w:t xml:space="preserve">, </w:t>
      </w:r>
      <w:r w:rsidRPr="005D5566">
        <w:t>comme si elle eût mal aux dents</w:t>
      </w:r>
      <w:r w:rsidR="001C0413">
        <w:t>.</w:t>
      </w:r>
    </w:p>
    <w:p w14:paraId="23FA331B" w14:textId="77777777" w:rsidR="001C0413" w:rsidRDefault="00530790" w:rsidP="001C0413">
      <w:r w:rsidRPr="005D5566">
        <w:t>Au ciel d</w:t>
      </w:r>
      <w:r w:rsidR="001C0413">
        <w:t>’</w:t>
      </w:r>
      <w:r w:rsidRPr="005D5566">
        <w:t>un bleu très pâle</w:t>
      </w:r>
      <w:r w:rsidR="001C0413">
        <w:t xml:space="preserve">, </w:t>
      </w:r>
      <w:r w:rsidRPr="005D5566">
        <w:t>des bandes de petits nuages roses et blancs voguaient avec rapidité</w:t>
      </w:r>
      <w:r w:rsidR="001C0413">
        <w:t xml:space="preserve"> ; </w:t>
      </w:r>
      <w:r w:rsidRPr="005D5566">
        <w:t>on eût dit un vol de gros oiseaux qui s</w:t>
      </w:r>
      <w:r w:rsidR="001C0413">
        <w:t>’</w:t>
      </w:r>
      <w:r w:rsidRPr="005D5566">
        <w:t>enfuyaient à tire d</w:t>
      </w:r>
      <w:r w:rsidR="001C0413">
        <w:t>’</w:t>
      </w:r>
      <w:r w:rsidRPr="005D5566">
        <w:t>aile</w:t>
      </w:r>
      <w:r w:rsidR="001C0413">
        <w:t xml:space="preserve">, </w:t>
      </w:r>
      <w:r w:rsidRPr="005D5566">
        <w:t>effrayés par le rugissement de la vapeur</w:t>
      </w:r>
      <w:r w:rsidR="001C0413">
        <w:t xml:space="preserve">. </w:t>
      </w:r>
      <w:r w:rsidRPr="005D5566">
        <w:t>La mère avait la tête lourde</w:t>
      </w:r>
      <w:r w:rsidR="001C0413">
        <w:t xml:space="preserve"> ; </w:t>
      </w:r>
      <w:r w:rsidRPr="005D5566">
        <w:t>ses yeux gonflés par l</w:t>
      </w:r>
      <w:r w:rsidR="001C0413">
        <w:t>’</w:t>
      </w:r>
      <w:r w:rsidRPr="005D5566">
        <w:t>insomnie étaient secs</w:t>
      </w:r>
      <w:r w:rsidR="001C0413">
        <w:t xml:space="preserve">. </w:t>
      </w:r>
      <w:r w:rsidRPr="005D5566">
        <w:t>Dans sa poitrine régnait un calme étrange</w:t>
      </w:r>
      <w:r w:rsidR="001C0413">
        <w:t xml:space="preserve"> ; </w:t>
      </w:r>
      <w:r w:rsidRPr="005D5566">
        <w:t>les battements de son cœur étaient égaux</w:t>
      </w:r>
      <w:r w:rsidR="001C0413">
        <w:t xml:space="preserve"> ; </w:t>
      </w:r>
      <w:r w:rsidRPr="005D5566">
        <w:t>elle pensait à des choses coutumières</w:t>
      </w:r>
      <w:r w:rsidR="001C0413">
        <w:t>…</w:t>
      </w:r>
    </w:p>
    <w:p w14:paraId="73C50BFA" w14:textId="77777777" w:rsidR="001C0413" w:rsidRDefault="001C0413" w:rsidP="001C0413">
      <w:r>
        <w:t>— </w:t>
      </w:r>
      <w:r w:rsidR="00530790" w:rsidRPr="005D5566">
        <w:t>J</w:t>
      </w:r>
      <w:r>
        <w:t>’</w:t>
      </w:r>
      <w:r w:rsidR="00530790" w:rsidRPr="005D5566">
        <w:t>ai allumé le samovar trop tôt</w:t>
      </w:r>
      <w:r>
        <w:t xml:space="preserve"> ; </w:t>
      </w:r>
      <w:r w:rsidR="00530790" w:rsidRPr="005D5566">
        <w:t>l</w:t>
      </w:r>
      <w:r>
        <w:t>’</w:t>
      </w:r>
      <w:r w:rsidR="00530790" w:rsidRPr="005D5566">
        <w:t>eau va s</w:t>
      </w:r>
      <w:r>
        <w:t>’</w:t>
      </w:r>
      <w:r w:rsidR="00530790" w:rsidRPr="005D5566">
        <w:t>évaporer</w:t>
      </w:r>
      <w:r>
        <w:t xml:space="preserve">. </w:t>
      </w:r>
      <w:r w:rsidR="00530790" w:rsidRPr="005D5566">
        <w:t>Qu</w:t>
      </w:r>
      <w:r>
        <w:t>’</w:t>
      </w:r>
      <w:r w:rsidR="00530790" w:rsidRPr="005D5566">
        <w:t>ils dorment un peu plus longtemps que d</w:t>
      </w:r>
      <w:r>
        <w:t>’</w:t>
      </w:r>
      <w:r w:rsidR="00530790" w:rsidRPr="005D5566">
        <w:t>habitude</w:t>
      </w:r>
      <w:r>
        <w:t xml:space="preserve">, </w:t>
      </w:r>
      <w:r w:rsidR="00530790" w:rsidRPr="005D5566">
        <w:t>aujourd</w:t>
      </w:r>
      <w:r>
        <w:t>’</w:t>
      </w:r>
      <w:r w:rsidR="00530790" w:rsidRPr="005D5566">
        <w:t>hui</w:t>
      </w:r>
      <w:r>
        <w:t xml:space="preserve"> !… </w:t>
      </w:r>
      <w:r w:rsidR="00530790" w:rsidRPr="005D5566">
        <w:t>Ils sont épuisés tous les deux</w:t>
      </w:r>
      <w:r>
        <w:t>…</w:t>
      </w:r>
    </w:p>
    <w:p w14:paraId="0D5D5BE1" w14:textId="77777777" w:rsidR="001C0413" w:rsidRDefault="00530790" w:rsidP="001C0413">
      <w:r w:rsidRPr="005D5566">
        <w:t>Un rayon de soleil matinal</w:t>
      </w:r>
      <w:r w:rsidR="001C0413">
        <w:t xml:space="preserve">, </w:t>
      </w:r>
      <w:r w:rsidRPr="005D5566">
        <w:t>traversa gaiement la vitre</w:t>
      </w:r>
      <w:r w:rsidR="001C0413">
        <w:t xml:space="preserve"> ; </w:t>
      </w:r>
      <w:r w:rsidRPr="005D5566">
        <w:t>la mère y porta la main</w:t>
      </w:r>
      <w:r w:rsidR="001C0413">
        <w:t xml:space="preserve"> ; </w:t>
      </w:r>
      <w:r w:rsidRPr="005D5566">
        <w:t>et lorsqu</w:t>
      </w:r>
      <w:r w:rsidR="001C0413">
        <w:t>’</w:t>
      </w:r>
      <w:r w:rsidRPr="005D5566">
        <w:t>il se posa sur ses doigts</w:t>
      </w:r>
      <w:r w:rsidR="001C0413">
        <w:t xml:space="preserve">, </w:t>
      </w:r>
      <w:r w:rsidRPr="005D5566">
        <w:t>elle le caressa doucement de l</w:t>
      </w:r>
      <w:r w:rsidR="001C0413">
        <w:t>’</w:t>
      </w:r>
      <w:r w:rsidRPr="005D5566">
        <w:t>autre main</w:t>
      </w:r>
      <w:r w:rsidR="001C0413">
        <w:t xml:space="preserve">, </w:t>
      </w:r>
      <w:r w:rsidRPr="005D5566">
        <w:t>avec un sourire pensif</w:t>
      </w:r>
      <w:r w:rsidR="001C0413">
        <w:t xml:space="preserve">. </w:t>
      </w:r>
      <w:r w:rsidRPr="005D5566">
        <w:t>Puis elle se leva</w:t>
      </w:r>
      <w:r w:rsidR="001C0413">
        <w:t xml:space="preserve">, </w:t>
      </w:r>
      <w:r w:rsidRPr="005D5566">
        <w:t>ôta le tuyau du samovar</w:t>
      </w:r>
      <w:r w:rsidR="001C0413">
        <w:t xml:space="preserve">, </w:t>
      </w:r>
      <w:r w:rsidRPr="005D5566">
        <w:t>fit sa toilette sans bruit</w:t>
      </w:r>
      <w:r w:rsidR="001C0413">
        <w:t xml:space="preserve">, </w:t>
      </w:r>
      <w:r w:rsidRPr="005D5566">
        <w:t>et se mit à prier avec de grands signes de croix et en remuant les lèvres</w:t>
      </w:r>
      <w:r w:rsidR="001C0413">
        <w:t xml:space="preserve">. </w:t>
      </w:r>
      <w:r w:rsidRPr="005D5566">
        <w:t>Son visage se rasséréna</w:t>
      </w:r>
      <w:r w:rsidR="001C0413">
        <w:t>.</w:t>
      </w:r>
    </w:p>
    <w:p w14:paraId="2EF33A48" w14:textId="77777777" w:rsidR="001C0413" w:rsidRDefault="00530790" w:rsidP="001C0413">
      <w:r w:rsidRPr="005D5566">
        <w:t>Le second sifflement de la sirène fut moins violent</w:t>
      </w:r>
      <w:r w:rsidR="001C0413">
        <w:t xml:space="preserve">, </w:t>
      </w:r>
      <w:r w:rsidRPr="005D5566">
        <w:t>moins assuré</w:t>
      </w:r>
      <w:r w:rsidR="001C0413">
        <w:t xml:space="preserve"> ; </w:t>
      </w:r>
      <w:r w:rsidRPr="005D5566">
        <w:t>le son épais et moite tremblait un peu</w:t>
      </w:r>
      <w:r w:rsidR="001C0413">
        <w:t xml:space="preserve">. </w:t>
      </w:r>
      <w:r w:rsidRPr="005D5566">
        <w:t xml:space="preserve">Il sembla à </w:t>
      </w:r>
      <w:r>
        <w:t>l</w:t>
      </w:r>
      <w:r w:rsidRPr="005D5566">
        <w:t>a mère que le mugissement se prolongeait plus que de coutume</w:t>
      </w:r>
      <w:r w:rsidR="001C0413">
        <w:t>.</w:t>
      </w:r>
    </w:p>
    <w:p w14:paraId="28FF723C" w14:textId="77777777" w:rsidR="001C0413" w:rsidRDefault="00530790" w:rsidP="001C0413">
      <w:r w:rsidRPr="005D5566">
        <w:lastRenderedPageBreak/>
        <w:t>La voix du Petit-Russien retentit dans la chambre</w:t>
      </w:r>
      <w:r w:rsidR="001C0413">
        <w:t>.</w:t>
      </w:r>
    </w:p>
    <w:p w14:paraId="02466398" w14:textId="77777777" w:rsidR="001C0413" w:rsidRDefault="001C0413" w:rsidP="001C0413">
      <w:r>
        <w:t>— </w:t>
      </w:r>
      <w:r w:rsidR="00530790" w:rsidRPr="005D5566">
        <w:t>Tu entends</w:t>
      </w:r>
      <w:r>
        <w:t xml:space="preserve">, </w:t>
      </w:r>
      <w:r w:rsidR="00530790" w:rsidRPr="005D5566">
        <w:t>Pavel</w:t>
      </w:r>
      <w:r>
        <w:t xml:space="preserve"> ? </w:t>
      </w:r>
      <w:r w:rsidR="00530790" w:rsidRPr="005D5566">
        <w:t>On nous appelle</w:t>
      </w:r>
      <w:r>
        <w:t> !…</w:t>
      </w:r>
    </w:p>
    <w:p w14:paraId="58538D68" w14:textId="77777777" w:rsidR="001C0413" w:rsidRDefault="00530790" w:rsidP="001C0413">
      <w:r w:rsidRPr="005D5566">
        <w:t>L</w:t>
      </w:r>
      <w:r w:rsidR="001C0413">
        <w:t>’</w:t>
      </w:r>
      <w:r w:rsidRPr="005D5566">
        <w:t>un d</w:t>
      </w:r>
      <w:r w:rsidR="001C0413">
        <w:t>’</w:t>
      </w:r>
      <w:r w:rsidRPr="005D5566">
        <w:t>eux traîna ses pieds nus sur le sol</w:t>
      </w:r>
      <w:r w:rsidR="001C0413">
        <w:t xml:space="preserve"> ; </w:t>
      </w:r>
      <w:r w:rsidRPr="005D5566">
        <w:t>un bâillement suivit</w:t>
      </w:r>
      <w:r w:rsidR="001C0413">
        <w:t>.</w:t>
      </w:r>
    </w:p>
    <w:p w14:paraId="6A68F921" w14:textId="77777777" w:rsidR="001C0413" w:rsidRDefault="001C0413" w:rsidP="001C0413">
      <w:r>
        <w:t>— </w:t>
      </w:r>
      <w:r w:rsidR="00530790" w:rsidRPr="005D5566">
        <w:t>Le samovar est prêt</w:t>
      </w:r>
      <w:r>
        <w:t xml:space="preserve"> ! </w:t>
      </w:r>
      <w:r w:rsidR="00530790" w:rsidRPr="005D5566">
        <w:t>cria la mère</w:t>
      </w:r>
      <w:r>
        <w:t>.</w:t>
      </w:r>
    </w:p>
    <w:p w14:paraId="68BAEE8A" w14:textId="77777777" w:rsidR="001C0413" w:rsidRDefault="001C0413" w:rsidP="001C0413">
      <w:r>
        <w:t>— </w:t>
      </w:r>
      <w:r w:rsidR="00530790" w:rsidRPr="005D5566">
        <w:t>Nous nous levons</w:t>
      </w:r>
      <w:r>
        <w:t xml:space="preserve"> ! </w:t>
      </w:r>
      <w:r w:rsidR="00530790" w:rsidRPr="005D5566">
        <w:t>répondit joyeusement Pavel</w:t>
      </w:r>
      <w:r>
        <w:t>.</w:t>
      </w:r>
    </w:p>
    <w:p w14:paraId="4029DC84" w14:textId="77777777" w:rsidR="001C0413" w:rsidRDefault="001C0413" w:rsidP="001C0413">
      <w:r>
        <w:t>— </w:t>
      </w:r>
      <w:r w:rsidR="00530790" w:rsidRPr="005D5566">
        <w:t>Le soleil brille déjà</w:t>
      </w:r>
      <w:r>
        <w:t xml:space="preserve"> ! </w:t>
      </w:r>
      <w:r w:rsidR="00530790" w:rsidRPr="005D5566">
        <w:t>reprit le Petit-Russien</w:t>
      </w:r>
      <w:r>
        <w:t xml:space="preserve">, </w:t>
      </w:r>
      <w:r w:rsidR="00530790" w:rsidRPr="005D5566">
        <w:t>et les nuages s</w:t>
      </w:r>
      <w:r>
        <w:t>’</w:t>
      </w:r>
      <w:r w:rsidR="00530790" w:rsidRPr="005D5566">
        <w:t>en vont</w:t>
      </w:r>
      <w:r>
        <w:t xml:space="preserve">… </w:t>
      </w:r>
      <w:r w:rsidR="00530790" w:rsidRPr="005D5566">
        <w:t>Ils sont de trop aujourd</w:t>
      </w:r>
      <w:r>
        <w:t>’</w:t>
      </w:r>
      <w:r w:rsidR="00530790" w:rsidRPr="005D5566">
        <w:t>hui</w:t>
      </w:r>
      <w:r>
        <w:t xml:space="preserve">, </w:t>
      </w:r>
      <w:r w:rsidR="00530790" w:rsidRPr="005D5566">
        <w:t>les nuages</w:t>
      </w:r>
      <w:r>
        <w:t> !…</w:t>
      </w:r>
    </w:p>
    <w:p w14:paraId="39582060" w14:textId="77777777" w:rsidR="001C0413" w:rsidRDefault="00530790" w:rsidP="001C0413">
      <w:r w:rsidRPr="005D5566">
        <w:t>Il pénétra dans la cuisine</w:t>
      </w:r>
      <w:r w:rsidR="001C0413">
        <w:t xml:space="preserve">, </w:t>
      </w:r>
      <w:r w:rsidRPr="005D5566">
        <w:t>tout ébouriffé</w:t>
      </w:r>
      <w:r w:rsidR="001C0413">
        <w:t xml:space="preserve">, </w:t>
      </w:r>
      <w:r w:rsidRPr="005D5566">
        <w:t>le visage encore gros de sommeil</w:t>
      </w:r>
      <w:r w:rsidR="001C0413">
        <w:t xml:space="preserve">, </w:t>
      </w:r>
      <w:r w:rsidRPr="005D5566">
        <w:t>et dit gaiement à Pélaguée</w:t>
      </w:r>
      <w:r w:rsidR="001C0413">
        <w:t> :</w:t>
      </w:r>
    </w:p>
    <w:p w14:paraId="764478F3" w14:textId="77777777" w:rsidR="001C0413" w:rsidRDefault="001C0413" w:rsidP="001C0413">
      <w:r>
        <w:t>— </w:t>
      </w:r>
      <w:r w:rsidR="00530790" w:rsidRPr="005D5566">
        <w:t>Bonjour</w:t>
      </w:r>
      <w:r>
        <w:t xml:space="preserve">, </w:t>
      </w:r>
      <w:r w:rsidR="00530790" w:rsidRPr="005D5566">
        <w:t>petite mère</w:t>
      </w:r>
      <w:r>
        <w:t xml:space="preserve"> ! </w:t>
      </w:r>
      <w:r w:rsidR="00530790" w:rsidRPr="005D5566">
        <w:t>Comment avez-vous dormi</w:t>
      </w:r>
      <w:r>
        <w:t xml:space="preserve"> ? </w:t>
      </w:r>
      <w:r w:rsidR="00530790" w:rsidRPr="005D5566">
        <w:t>La mère s</w:t>
      </w:r>
      <w:r>
        <w:t>’</w:t>
      </w:r>
      <w:r w:rsidR="00530790" w:rsidRPr="005D5566">
        <w:t>approcha de lui et répondit à voix basse</w:t>
      </w:r>
      <w:r>
        <w:t> :</w:t>
      </w:r>
    </w:p>
    <w:p w14:paraId="40712E4B" w14:textId="77777777" w:rsidR="001C0413" w:rsidRDefault="001C0413" w:rsidP="001C0413">
      <w:r>
        <w:t>— </w:t>
      </w:r>
      <w:r w:rsidR="00530790" w:rsidRPr="005D5566">
        <w:t>Mon André</w:t>
      </w:r>
      <w:r>
        <w:t xml:space="preserve">, </w:t>
      </w:r>
      <w:r w:rsidR="00530790" w:rsidRPr="005D5566">
        <w:t>reste à côté de lui</w:t>
      </w:r>
      <w:r>
        <w:t xml:space="preserve">, </w:t>
      </w:r>
      <w:r w:rsidR="00530790" w:rsidRPr="005D5566">
        <w:t>je t</w:t>
      </w:r>
      <w:r>
        <w:t>’</w:t>
      </w:r>
      <w:r w:rsidR="00530790" w:rsidRPr="005D5566">
        <w:t>en supplie</w:t>
      </w:r>
      <w:r>
        <w:t> !</w:t>
      </w:r>
    </w:p>
    <w:p w14:paraId="7ED444C2" w14:textId="77777777" w:rsidR="001C0413" w:rsidRDefault="001C0413" w:rsidP="001C0413">
      <w:r>
        <w:t>— </w:t>
      </w:r>
      <w:r w:rsidR="00530790" w:rsidRPr="005D5566">
        <w:t>Bien entendu</w:t>
      </w:r>
      <w:r>
        <w:t xml:space="preserve"> ! </w:t>
      </w:r>
      <w:r w:rsidR="00530790" w:rsidRPr="005D5566">
        <w:t>chuchota le Petit-Russien</w:t>
      </w:r>
      <w:r>
        <w:t xml:space="preserve">. </w:t>
      </w:r>
      <w:r w:rsidR="00530790" w:rsidRPr="005D5566">
        <w:t>Nous resterons ensemble</w:t>
      </w:r>
      <w:r>
        <w:t xml:space="preserve">, </w:t>
      </w:r>
      <w:r w:rsidR="00530790" w:rsidRPr="005D5566">
        <w:t>nous serons partout côte à côte</w:t>
      </w:r>
      <w:r>
        <w:t xml:space="preserve">… </w:t>
      </w:r>
      <w:r w:rsidR="00530790" w:rsidRPr="005D5566">
        <w:t>sache-le bien</w:t>
      </w:r>
      <w:r>
        <w:t> !</w:t>
      </w:r>
    </w:p>
    <w:p w14:paraId="3D3B46EE" w14:textId="77777777" w:rsidR="001C0413" w:rsidRDefault="001C0413" w:rsidP="001C0413">
      <w:r>
        <w:t>— </w:t>
      </w:r>
      <w:r w:rsidR="00530790" w:rsidRPr="005D5566">
        <w:t>Que complotez-vous</w:t>
      </w:r>
      <w:r>
        <w:t xml:space="preserve">, </w:t>
      </w:r>
      <w:r w:rsidR="00530790" w:rsidRPr="005D5566">
        <w:t>hé</w:t>
      </w:r>
      <w:r>
        <w:t xml:space="preserve"> ! </w:t>
      </w:r>
      <w:r w:rsidR="00530790" w:rsidRPr="005D5566">
        <w:t>là-bas</w:t>
      </w:r>
      <w:r>
        <w:t xml:space="preserve"> ? </w:t>
      </w:r>
      <w:r w:rsidR="00530790" w:rsidRPr="005D5566">
        <w:t>demanda Pavel</w:t>
      </w:r>
      <w:r>
        <w:t>.</w:t>
      </w:r>
    </w:p>
    <w:p w14:paraId="3D747D92" w14:textId="77777777" w:rsidR="001C0413" w:rsidRDefault="001C0413" w:rsidP="001C0413">
      <w:r>
        <w:t>— </w:t>
      </w:r>
      <w:r w:rsidR="00530790" w:rsidRPr="005D5566">
        <w:t>Rien</w:t>
      </w:r>
      <w:r>
        <w:t xml:space="preserve">, </w:t>
      </w:r>
      <w:r w:rsidR="00530790" w:rsidRPr="005D5566">
        <w:t>mon fils</w:t>
      </w:r>
      <w:r>
        <w:t> !</w:t>
      </w:r>
    </w:p>
    <w:p w14:paraId="215B2998" w14:textId="77777777" w:rsidR="001C0413" w:rsidRDefault="001C0413" w:rsidP="001C0413">
      <w:r>
        <w:t>— </w:t>
      </w:r>
      <w:r w:rsidR="00530790" w:rsidRPr="005D5566">
        <w:t>La mère me dit de me laver plus proprement</w:t>
      </w:r>
      <w:r>
        <w:t xml:space="preserve">, </w:t>
      </w:r>
      <w:r w:rsidR="00530790" w:rsidRPr="005D5566">
        <w:t>parce que les filles vont nous regarder</w:t>
      </w:r>
      <w:r>
        <w:t xml:space="preserve"> ! </w:t>
      </w:r>
      <w:r w:rsidR="00530790" w:rsidRPr="005D5566">
        <w:t>expliqua André</w:t>
      </w:r>
      <w:r>
        <w:t xml:space="preserve">, </w:t>
      </w:r>
      <w:r w:rsidR="00530790" w:rsidRPr="005D5566">
        <w:t>puis il sortit pour faire sa toilette</w:t>
      </w:r>
      <w:r>
        <w:t>.</w:t>
      </w:r>
    </w:p>
    <w:p w14:paraId="53887899" w14:textId="77777777" w:rsidR="001C0413" w:rsidRDefault="001C0413" w:rsidP="001C0413">
      <w:r>
        <w:t>— « </w:t>
      </w:r>
      <w:r w:rsidR="00530790" w:rsidRPr="005D5566">
        <w:t>Lève-toi</w:t>
      </w:r>
      <w:r>
        <w:t xml:space="preserve">, </w:t>
      </w:r>
      <w:r w:rsidR="00530790" w:rsidRPr="005D5566">
        <w:t>lève-toi</w:t>
      </w:r>
      <w:r>
        <w:t xml:space="preserve">, </w:t>
      </w:r>
      <w:r w:rsidR="00530790" w:rsidRPr="005D5566">
        <w:t>peuple ouvrier</w:t>
      </w:r>
      <w:r>
        <w:t> ! »</w:t>
      </w:r>
      <w:r w:rsidR="00530790" w:rsidRPr="005D5566">
        <w:t xml:space="preserve"> fredonna Pavel</w:t>
      </w:r>
      <w:r>
        <w:t>.</w:t>
      </w:r>
    </w:p>
    <w:p w14:paraId="2641D9F3" w14:textId="77777777" w:rsidR="001C0413" w:rsidRDefault="00530790" w:rsidP="001C0413">
      <w:r w:rsidRPr="005D5566">
        <w:t>Le jour devenait de plus en plus clair</w:t>
      </w:r>
      <w:r w:rsidR="001C0413">
        <w:t xml:space="preserve"> ; </w:t>
      </w:r>
      <w:r w:rsidRPr="005D5566">
        <w:t>les nuages s</w:t>
      </w:r>
      <w:r w:rsidR="001C0413">
        <w:t>’</w:t>
      </w:r>
      <w:r w:rsidRPr="005D5566">
        <w:t>élevaient sous la poussée du vent</w:t>
      </w:r>
      <w:r w:rsidR="001C0413">
        <w:t xml:space="preserve">. </w:t>
      </w:r>
      <w:r w:rsidRPr="005D5566">
        <w:t>La mère mit la table</w:t>
      </w:r>
      <w:r w:rsidR="001C0413">
        <w:t xml:space="preserve">. </w:t>
      </w:r>
      <w:r w:rsidRPr="005D5566">
        <w:t>Elle hochait la tête en pensant que tout était bien étrange</w:t>
      </w:r>
      <w:r w:rsidR="001C0413">
        <w:t xml:space="preserve"> : </w:t>
      </w:r>
      <w:r w:rsidRPr="005D5566">
        <w:t xml:space="preserve">les deux </w:t>
      </w:r>
      <w:r w:rsidRPr="005D5566">
        <w:lastRenderedPageBreak/>
        <w:t>amis plaisantaient</w:t>
      </w:r>
      <w:r w:rsidR="001C0413">
        <w:t xml:space="preserve">, </w:t>
      </w:r>
      <w:r w:rsidRPr="005D5566">
        <w:t>mais que leur arriverait-il vers midi</w:t>
      </w:r>
      <w:r w:rsidR="001C0413">
        <w:t xml:space="preserve"> ? </w:t>
      </w:r>
      <w:r w:rsidRPr="005D5566">
        <w:t>On n</w:t>
      </w:r>
      <w:r w:rsidR="001C0413">
        <w:t>’</w:t>
      </w:r>
      <w:r w:rsidRPr="005D5566">
        <w:t>en savait rien</w:t>
      </w:r>
      <w:r w:rsidR="001C0413">
        <w:t xml:space="preserve">. </w:t>
      </w:r>
      <w:r w:rsidRPr="005D5566">
        <w:t>Elle-même se sentait calme</w:t>
      </w:r>
      <w:r w:rsidR="001C0413">
        <w:t xml:space="preserve">, </w:t>
      </w:r>
      <w:r w:rsidRPr="005D5566">
        <w:t>presque joyeuse</w:t>
      </w:r>
      <w:r w:rsidR="001C0413">
        <w:t>.</w:t>
      </w:r>
    </w:p>
    <w:p w14:paraId="58569852" w14:textId="77777777" w:rsidR="001C0413" w:rsidRDefault="00530790" w:rsidP="001C0413">
      <w:r w:rsidRPr="005D5566">
        <w:t>Ils restèrent longtemps à table</w:t>
      </w:r>
      <w:r w:rsidR="001C0413">
        <w:t xml:space="preserve">, </w:t>
      </w:r>
      <w:r w:rsidRPr="005D5566">
        <w:t>pour passer le temps</w:t>
      </w:r>
      <w:r w:rsidR="001C0413">
        <w:t xml:space="preserve">. </w:t>
      </w:r>
      <w:r w:rsidRPr="005D5566">
        <w:t>Comme toujours</w:t>
      </w:r>
      <w:r w:rsidR="001C0413">
        <w:t xml:space="preserve">, </w:t>
      </w:r>
      <w:r w:rsidRPr="005D5566">
        <w:t>Pavel remuait lentement sa cuiller dans son verre de thé</w:t>
      </w:r>
      <w:r w:rsidR="001C0413">
        <w:t xml:space="preserve"> ; </w:t>
      </w:r>
      <w:r w:rsidRPr="005D5566">
        <w:t>il salait son pain avec soin</w:t>
      </w:r>
      <w:r w:rsidR="001C0413">
        <w:t xml:space="preserve">, </w:t>
      </w:r>
      <w:r w:rsidRPr="005D5566">
        <w:t>l</w:t>
      </w:r>
      <w:r w:rsidR="001C0413">
        <w:t>’</w:t>
      </w:r>
      <w:r w:rsidRPr="005D5566">
        <w:t>entamure</w:t>
      </w:r>
      <w:r w:rsidR="001C0413">
        <w:t xml:space="preserve">, </w:t>
      </w:r>
      <w:r w:rsidRPr="005D5566">
        <w:t>son morceau préféré</w:t>
      </w:r>
      <w:r w:rsidR="001C0413">
        <w:t xml:space="preserve">. </w:t>
      </w:r>
      <w:r w:rsidRPr="005D5566">
        <w:t>Le Petit-Russien agitait ses pieds sous la table</w:t>
      </w:r>
      <w:r w:rsidR="001C0413">
        <w:t xml:space="preserve"> ; </w:t>
      </w:r>
      <w:r w:rsidRPr="005D5566">
        <w:t>jamais il ne parvenait à les placer commodément du premier coup</w:t>
      </w:r>
      <w:r w:rsidR="001C0413">
        <w:t xml:space="preserve"> ; </w:t>
      </w:r>
      <w:r w:rsidRPr="005D5566">
        <w:t>il regarda le soleil traverser les verres</w:t>
      </w:r>
      <w:r w:rsidR="001C0413">
        <w:t xml:space="preserve">, </w:t>
      </w:r>
      <w:r w:rsidRPr="005D5566">
        <w:t>courir sur les murs et au plafond</w:t>
      </w:r>
      <w:r w:rsidR="001C0413">
        <w:t xml:space="preserve">, </w:t>
      </w:r>
      <w:r w:rsidRPr="005D5566">
        <w:t>et dit</w:t>
      </w:r>
      <w:r w:rsidR="001C0413">
        <w:t> :</w:t>
      </w:r>
    </w:p>
    <w:p w14:paraId="63ECBBC8" w14:textId="77777777" w:rsidR="001C0413" w:rsidRDefault="001C0413" w:rsidP="001C0413">
      <w:r>
        <w:t>— </w:t>
      </w:r>
      <w:r w:rsidR="00530790" w:rsidRPr="005D5566">
        <w:t>Quand j</w:t>
      </w:r>
      <w:r>
        <w:t>’</w:t>
      </w:r>
      <w:r w:rsidR="00530790" w:rsidRPr="005D5566">
        <w:t>étais un gamin d</w:t>
      </w:r>
      <w:r>
        <w:t>’</w:t>
      </w:r>
      <w:r w:rsidR="00530790" w:rsidRPr="005D5566">
        <w:t>une dizaine d</w:t>
      </w:r>
      <w:r>
        <w:t>’</w:t>
      </w:r>
      <w:r w:rsidR="00530790" w:rsidRPr="005D5566">
        <w:t>années</w:t>
      </w:r>
      <w:r>
        <w:t xml:space="preserve">, </w:t>
      </w:r>
      <w:r w:rsidR="00530790" w:rsidRPr="005D5566">
        <w:t>l</w:t>
      </w:r>
      <w:r>
        <w:t>’</w:t>
      </w:r>
      <w:r w:rsidR="00530790" w:rsidRPr="005D5566">
        <w:t>envie me vint un jour d</w:t>
      </w:r>
      <w:r>
        <w:t>’</w:t>
      </w:r>
      <w:r w:rsidR="00530790" w:rsidRPr="005D5566">
        <w:t>attraper un rayon de soleil avec mon verre</w:t>
      </w:r>
      <w:r>
        <w:t xml:space="preserve">. </w:t>
      </w:r>
      <w:r w:rsidR="00530790" w:rsidRPr="005D5566">
        <w:t>Je me coupai la main et je fus battu</w:t>
      </w:r>
      <w:r>
        <w:t xml:space="preserve"> ; </w:t>
      </w:r>
      <w:r w:rsidR="00530790" w:rsidRPr="005D5566">
        <w:t>ensuite je sortis dans la cour et</w:t>
      </w:r>
      <w:r>
        <w:t xml:space="preserve">, </w:t>
      </w:r>
      <w:r w:rsidR="00530790" w:rsidRPr="005D5566">
        <w:t>comme le soleil se reflétait dans une flaque d</w:t>
      </w:r>
      <w:r>
        <w:t>’</w:t>
      </w:r>
      <w:r w:rsidR="00530790" w:rsidRPr="005D5566">
        <w:t>eau</w:t>
      </w:r>
      <w:r>
        <w:t xml:space="preserve">, </w:t>
      </w:r>
      <w:r w:rsidR="00530790" w:rsidRPr="005D5566">
        <w:t>je me mis à le piétiner</w:t>
      </w:r>
      <w:r>
        <w:t xml:space="preserve">. </w:t>
      </w:r>
      <w:r w:rsidR="00530790" w:rsidRPr="005D5566">
        <w:t>On me battit encore</w:t>
      </w:r>
      <w:r>
        <w:t xml:space="preserve">, </w:t>
      </w:r>
      <w:r w:rsidR="00530790" w:rsidRPr="005D5566">
        <w:t>parce que j</w:t>
      </w:r>
      <w:r>
        <w:t>’</w:t>
      </w:r>
      <w:r w:rsidR="00530790" w:rsidRPr="005D5566">
        <w:t>étais tout éclaboussé par la boue</w:t>
      </w:r>
      <w:r>
        <w:t xml:space="preserve">… </w:t>
      </w:r>
      <w:r w:rsidR="00530790" w:rsidRPr="005D5566">
        <w:t>Je criai au soleil</w:t>
      </w:r>
      <w:r>
        <w:t xml:space="preserve"> : – </w:t>
      </w:r>
      <w:r w:rsidR="00530790" w:rsidRPr="005D5566">
        <w:t>Ça ne me fait pas mal</w:t>
      </w:r>
      <w:r>
        <w:t xml:space="preserve">, </w:t>
      </w:r>
      <w:r w:rsidR="00530790" w:rsidRPr="005D5566">
        <w:t>diable roux</w:t>
      </w:r>
      <w:r>
        <w:t xml:space="preserve">, </w:t>
      </w:r>
      <w:r w:rsidR="00530790" w:rsidRPr="005D5566">
        <w:t>je n</w:t>
      </w:r>
      <w:r>
        <w:t>’</w:t>
      </w:r>
      <w:r w:rsidR="00530790" w:rsidRPr="005D5566">
        <w:t>ai pas mal</w:t>
      </w:r>
      <w:r>
        <w:t xml:space="preserve"> ! </w:t>
      </w:r>
      <w:r w:rsidR="00530790" w:rsidRPr="005D5566">
        <w:t>Et je lui tirai la langue</w:t>
      </w:r>
      <w:r>
        <w:t xml:space="preserve">… </w:t>
      </w:r>
      <w:r w:rsidR="00530790" w:rsidRPr="005D5566">
        <w:t>Cela me consolait</w:t>
      </w:r>
      <w:r>
        <w:t>…</w:t>
      </w:r>
    </w:p>
    <w:p w14:paraId="1A345859" w14:textId="77777777" w:rsidR="001C0413" w:rsidRDefault="001C0413" w:rsidP="001C0413">
      <w:r>
        <w:t>— </w:t>
      </w:r>
      <w:r w:rsidR="00530790" w:rsidRPr="005D5566">
        <w:t>Pourquoi te semblait-il roux</w:t>
      </w:r>
      <w:r>
        <w:t xml:space="preserve"> ? </w:t>
      </w:r>
      <w:r w:rsidR="00530790" w:rsidRPr="005D5566">
        <w:t>demanda Pavel en riant</w:t>
      </w:r>
      <w:r>
        <w:t>.</w:t>
      </w:r>
    </w:p>
    <w:p w14:paraId="31A08D05" w14:textId="77777777" w:rsidR="001C0413" w:rsidRDefault="001C0413" w:rsidP="001C0413">
      <w:r>
        <w:t>— </w:t>
      </w:r>
      <w:r w:rsidR="00530790" w:rsidRPr="005D5566">
        <w:t>En face nous demeurait un forgeron</w:t>
      </w:r>
      <w:r>
        <w:t xml:space="preserve"> ; </w:t>
      </w:r>
      <w:r w:rsidR="00530790" w:rsidRPr="005D5566">
        <w:t>il avait une figure rubiconde et une barbe rousse</w:t>
      </w:r>
      <w:r>
        <w:t xml:space="preserve">. </w:t>
      </w:r>
      <w:r w:rsidR="00530790" w:rsidRPr="005D5566">
        <w:t>C</w:t>
      </w:r>
      <w:r>
        <w:t>’</w:t>
      </w:r>
      <w:r w:rsidR="00530790" w:rsidRPr="005D5566">
        <w:t>était un fameux gaillard</w:t>
      </w:r>
      <w:r>
        <w:t xml:space="preserve">, </w:t>
      </w:r>
      <w:r w:rsidR="00530790" w:rsidRPr="005D5566">
        <w:t>toujours jovial</w:t>
      </w:r>
      <w:r>
        <w:t xml:space="preserve">, </w:t>
      </w:r>
      <w:r w:rsidR="00530790" w:rsidRPr="005D5566">
        <w:t>et je trouvais que le soleil lui ressemblait</w:t>
      </w:r>
      <w:r>
        <w:t>.</w:t>
      </w:r>
    </w:p>
    <w:p w14:paraId="21E69764" w14:textId="77777777" w:rsidR="001C0413" w:rsidRDefault="00530790" w:rsidP="001C0413">
      <w:r w:rsidRPr="005D5566">
        <w:t>La mère perdit patience et dit</w:t>
      </w:r>
      <w:r w:rsidR="001C0413">
        <w:t> :</w:t>
      </w:r>
    </w:p>
    <w:p w14:paraId="19285F8E" w14:textId="77777777" w:rsidR="001C0413" w:rsidRDefault="001C0413" w:rsidP="001C0413">
      <w:r>
        <w:t>— </w:t>
      </w:r>
      <w:r w:rsidR="00530790" w:rsidRPr="005D5566">
        <w:t>Vous feriez mieux de parler de ce que vous allez faire</w:t>
      </w:r>
      <w:r>
        <w:t> !…</w:t>
      </w:r>
    </w:p>
    <w:p w14:paraId="75505183" w14:textId="77777777" w:rsidR="001C0413" w:rsidRDefault="001C0413" w:rsidP="001C0413">
      <w:r>
        <w:t>— </w:t>
      </w:r>
      <w:r w:rsidR="00530790" w:rsidRPr="005D5566">
        <w:t>Tout est organisé</w:t>
      </w:r>
      <w:r>
        <w:t xml:space="preserve"> ! </w:t>
      </w:r>
      <w:r w:rsidR="00530790" w:rsidRPr="005D5566">
        <w:t>répliqua Pavel</w:t>
      </w:r>
      <w:r>
        <w:t>.</w:t>
      </w:r>
    </w:p>
    <w:p w14:paraId="21B4B6EE" w14:textId="77777777" w:rsidR="001C0413" w:rsidRDefault="001C0413" w:rsidP="001C0413">
      <w:r>
        <w:t>— </w:t>
      </w:r>
      <w:r w:rsidR="00530790" w:rsidRPr="005D5566">
        <w:t>Et quand on repasse les choses déjà arrangées</w:t>
      </w:r>
      <w:r>
        <w:t xml:space="preserve">, </w:t>
      </w:r>
      <w:r w:rsidR="00530790" w:rsidRPr="005D5566">
        <w:t>on ne fait que les embrouiller</w:t>
      </w:r>
      <w:r>
        <w:t xml:space="preserve"> ! </w:t>
      </w:r>
      <w:r w:rsidR="00530790" w:rsidRPr="005D5566">
        <w:t>expliqua le Petit-Russien avec douceur</w:t>
      </w:r>
      <w:r>
        <w:t xml:space="preserve">. </w:t>
      </w:r>
      <w:r w:rsidR="00530790" w:rsidRPr="005D5566">
        <w:t>Au cas où l</w:t>
      </w:r>
      <w:r>
        <w:t>’</w:t>
      </w:r>
      <w:r w:rsidR="00530790" w:rsidRPr="005D5566">
        <w:t>on nous arrêterait</w:t>
      </w:r>
      <w:r>
        <w:t xml:space="preserve">, </w:t>
      </w:r>
      <w:r w:rsidR="00530790" w:rsidRPr="005D5566">
        <w:t>petite mère</w:t>
      </w:r>
      <w:r>
        <w:t xml:space="preserve">, </w:t>
      </w:r>
      <w:r w:rsidR="00530790" w:rsidRPr="005D5566">
        <w:t xml:space="preserve">Nicolas </w:t>
      </w:r>
      <w:r w:rsidR="00530790" w:rsidRPr="005D5566">
        <w:lastRenderedPageBreak/>
        <w:t>Ivanovitch viendra vous dire ce qu</w:t>
      </w:r>
      <w:r>
        <w:t>’</w:t>
      </w:r>
      <w:r w:rsidR="00530790" w:rsidRPr="005D5566">
        <w:t>il faudra faire</w:t>
      </w:r>
      <w:r>
        <w:t xml:space="preserve"> ; </w:t>
      </w:r>
      <w:r w:rsidR="00530790" w:rsidRPr="005D5566">
        <w:t>il vous aidera en tout</w:t>
      </w:r>
      <w:r>
        <w:t>…</w:t>
      </w:r>
    </w:p>
    <w:p w14:paraId="5849AFE6" w14:textId="77777777" w:rsidR="001C0413" w:rsidRDefault="001C0413" w:rsidP="001C0413">
      <w:r>
        <w:t>— </w:t>
      </w:r>
      <w:r w:rsidR="00530790" w:rsidRPr="005D5566">
        <w:t>Bien</w:t>
      </w:r>
      <w:r>
        <w:t xml:space="preserve"> ! </w:t>
      </w:r>
      <w:r w:rsidR="00530790" w:rsidRPr="005D5566">
        <w:t>dit la mère en soupirant</w:t>
      </w:r>
      <w:r>
        <w:t>.</w:t>
      </w:r>
    </w:p>
    <w:p w14:paraId="4931F5F1" w14:textId="77777777" w:rsidR="001C0413" w:rsidRDefault="001C0413" w:rsidP="001C0413">
      <w:r>
        <w:t>— </w:t>
      </w:r>
      <w:r w:rsidR="00530790" w:rsidRPr="005D5566">
        <w:t>J</w:t>
      </w:r>
      <w:r>
        <w:t>’</w:t>
      </w:r>
      <w:r w:rsidR="00530790" w:rsidRPr="005D5566">
        <w:t>aimerais aller dans la rue</w:t>
      </w:r>
      <w:r>
        <w:t xml:space="preserve"> ! </w:t>
      </w:r>
      <w:r w:rsidR="00530790" w:rsidRPr="005D5566">
        <w:t>fit Pavel d</w:t>
      </w:r>
      <w:r>
        <w:t>’</w:t>
      </w:r>
      <w:r w:rsidR="00530790" w:rsidRPr="005D5566">
        <w:t>un air pensif</w:t>
      </w:r>
      <w:r>
        <w:t>.</w:t>
      </w:r>
    </w:p>
    <w:p w14:paraId="6733B448" w14:textId="77777777" w:rsidR="001C0413" w:rsidRDefault="001C0413" w:rsidP="001C0413">
      <w:r>
        <w:t>— </w:t>
      </w:r>
      <w:r w:rsidR="00530790" w:rsidRPr="005D5566">
        <w:t>Non</w:t>
      </w:r>
      <w:r>
        <w:t xml:space="preserve">, </w:t>
      </w:r>
      <w:r w:rsidR="00530790" w:rsidRPr="005D5566">
        <w:t>reste plutôt à la maison en attendant</w:t>
      </w:r>
      <w:r>
        <w:t xml:space="preserve"> ! </w:t>
      </w:r>
      <w:r w:rsidR="00530790" w:rsidRPr="005D5566">
        <w:t>conseilla André</w:t>
      </w:r>
      <w:r>
        <w:t xml:space="preserve">. </w:t>
      </w:r>
      <w:r w:rsidR="00530790" w:rsidRPr="005D5566">
        <w:t>À quoi bon attirer l</w:t>
      </w:r>
      <w:r>
        <w:t>’</w:t>
      </w:r>
      <w:r w:rsidR="00530790" w:rsidRPr="005D5566">
        <w:t>attention de la police</w:t>
      </w:r>
      <w:r>
        <w:t xml:space="preserve"> ? </w:t>
      </w:r>
      <w:r w:rsidR="00530790" w:rsidRPr="005D5566">
        <w:t>Elle te connaît bien assez</w:t>
      </w:r>
      <w:r>
        <w:t> !</w:t>
      </w:r>
    </w:p>
    <w:p w14:paraId="76072154" w14:textId="77777777" w:rsidR="001C0413" w:rsidRDefault="00530790" w:rsidP="001C0413">
      <w:r w:rsidRPr="005D5566">
        <w:t>Fédia Mazine accourut tout rayonnant</w:t>
      </w:r>
      <w:r w:rsidR="001C0413">
        <w:t xml:space="preserve"> ; </w:t>
      </w:r>
      <w:r w:rsidRPr="005D5566">
        <w:t>il avait des plaques rouges sur la figure</w:t>
      </w:r>
      <w:r w:rsidR="001C0413">
        <w:t xml:space="preserve">. </w:t>
      </w:r>
      <w:r w:rsidRPr="005D5566">
        <w:t>Plein d</w:t>
      </w:r>
      <w:r w:rsidR="001C0413">
        <w:t>’</w:t>
      </w:r>
      <w:r w:rsidRPr="005D5566">
        <w:t>émotion</w:t>
      </w:r>
      <w:r w:rsidR="001C0413">
        <w:t xml:space="preserve">, </w:t>
      </w:r>
      <w:r w:rsidRPr="005D5566">
        <w:t>de joie juvénile</w:t>
      </w:r>
      <w:r w:rsidR="001C0413">
        <w:t xml:space="preserve">, </w:t>
      </w:r>
      <w:r w:rsidRPr="005D5566">
        <w:t>il rendit l</w:t>
      </w:r>
      <w:r w:rsidR="001C0413">
        <w:t>’</w:t>
      </w:r>
      <w:r w:rsidRPr="005D5566">
        <w:t>attente moins pénible à supporter</w:t>
      </w:r>
      <w:r w:rsidR="001C0413">
        <w:t>.</w:t>
      </w:r>
    </w:p>
    <w:p w14:paraId="4E0127C4" w14:textId="77777777" w:rsidR="001C0413" w:rsidRDefault="001C0413" w:rsidP="001C0413">
      <w:r>
        <w:t>— </w:t>
      </w:r>
      <w:r w:rsidR="00530790" w:rsidRPr="005D5566">
        <w:t>On commence</w:t>
      </w:r>
      <w:r>
        <w:t xml:space="preserve"> ! </w:t>
      </w:r>
      <w:r w:rsidR="00530790" w:rsidRPr="005D5566">
        <w:t>annonça-t-il</w:t>
      </w:r>
      <w:r>
        <w:t xml:space="preserve">. </w:t>
      </w:r>
      <w:r w:rsidR="00530790" w:rsidRPr="005D5566">
        <w:t>Le peuple bouge</w:t>
      </w:r>
      <w:r>
        <w:t xml:space="preserve">… </w:t>
      </w:r>
      <w:r w:rsidR="00530790" w:rsidRPr="005D5566">
        <w:t>Dans la rue</w:t>
      </w:r>
      <w:r>
        <w:t xml:space="preserve">, </w:t>
      </w:r>
      <w:r w:rsidR="00530790" w:rsidRPr="005D5566">
        <w:t>les visages sont durs</w:t>
      </w:r>
      <w:r>
        <w:t xml:space="preserve">… </w:t>
      </w:r>
      <w:r w:rsidR="00530790" w:rsidRPr="005D5566">
        <w:t>comme des haches</w:t>
      </w:r>
      <w:r>
        <w:t xml:space="preserve">. </w:t>
      </w:r>
      <w:r w:rsidR="00530790" w:rsidRPr="005D5566">
        <w:t>Vessoftchikov</w:t>
      </w:r>
      <w:r>
        <w:t xml:space="preserve">, </w:t>
      </w:r>
      <w:r w:rsidR="00530790" w:rsidRPr="005D5566">
        <w:t>Vassili Goussev et Samoïlov sont depuis le matin au portail de la fabrique</w:t>
      </w:r>
      <w:r>
        <w:t xml:space="preserve"> ; </w:t>
      </w:r>
      <w:r w:rsidR="00530790" w:rsidRPr="005D5566">
        <w:t>ils parlent aux ouvriers</w:t>
      </w:r>
      <w:r>
        <w:t xml:space="preserve">… </w:t>
      </w:r>
      <w:r w:rsidR="00530790" w:rsidRPr="005D5566">
        <w:t>Il y en a déjà une quantité qui sont rentrés chez eux</w:t>
      </w:r>
      <w:r>
        <w:t xml:space="preserve">… </w:t>
      </w:r>
      <w:r w:rsidR="00530790" w:rsidRPr="005D5566">
        <w:t>Allons</w:t>
      </w:r>
      <w:r>
        <w:t xml:space="preserve">, </w:t>
      </w:r>
      <w:r w:rsidR="00530790" w:rsidRPr="005D5566">
        <w:t>c</w:t>
      </w:r>
      <w:r>
        <w:t>’</w:t>
      </w:r>
      <w:r w:rsidR="00530790" w:rsidRPr="005D5566">
        <w:t>est le moment</w:t>
      </w:r>
      <w:r>
        <w:t xml:space="preserve"> ! </w:t>
      </w:r>
      <w:r w:rsidR="00530790" w:rsidRPr="005D5566">
        <w:t>Il est déjà dix heures</w:t>
      </w:r>
      <w:r>
        <w:t>.</w:t>
      </w:r>
    </w:p>
    <w:p w14:paraId="6ED2F412" w14:textId="77777777" w:rsidR="001C0413" w:rsidRDefault="001C0413" w:rsidP="001C0413">
      <w:r>
        <w:t>— </w:t>
      </w:r>
      <w:r w:rsidR="00530790" w:rsidRPr="005D5566">
        <w:t>J</w:t>
      </w:r>
      <w:r>
        <w:t>’</w:t>
      </w:r>
      <w:r w:rsidR="00530790" w:rsidRPr="005D5566">
        <w:t>y vais</w:t>
      </w:r>
      <w:r>
        <w:t xml:space="preserve"> ! </w:t>
      </w:r>
      <w:r w:rsidR="00530790" w:rsidRPr="005D5566">
        <w:t>dit Pavel d</w:t>
      </w:r>
      <w:r>
        <w:t>’</w:t>
      </w:r>
      <w:r w:rsidR="00530790" w:rsidRPr="005D5566">
        <w:t>un ton résolu</w:t>
      </w:r>
      <w:r>
        <w:t>.</w:t>
      </w:r>
    </w:p>
    <w:p w14:paraId="11E36AA3" w14:textId="77777777" w:rsidR="001C0413" w:rsidRDefault="001C0413" w:rsidP="001C0413">
      <w:r>
        <w:t>— </w:t>
      </w:r>
      <w:r w:rsidR="00530790" w:rsidRPr="005D5566">
        <w:t>Vous verrez</w:t>
      </w:r>
      <w:r>
        <w:t xml:space="preserve"> : </w:t>
      </w:r>
      <w:r w:rsidR="00530790" w:rsidRPr="005D5566">
        <w:t>après le dîner</w:t>
      </w:r>
      <w:r>
        <w:t xml:space="preserve">, </w:t>
      </w:r>
      <w:r w:rsidR="00530790" w:rsidRPr="005D5566">
        <w:t>toute la fabrique chômera</w:t>
      </w:r>
      <w:r>
        <w:t xml:space="preserve"> ! </w:t>
      </w:r>
      <w:r w:rsidR="00530790" w:rsidRPr="005D5566">
        <w:t>assura Fédia</w:t>
      </w:r>
      <w:r>
        <w:t xml:space="preserve">, </w:t>
      </w:r>
      <w:r w:rsidR="00530790" w:rsidRPr="005D5566">
        <w:t>et il s</w:t>
      </w:r>
      <w:r>
        <w:t>’</w:t>
      </w:r>
      <w:r w:rsidR="00530790" w:rsidRPr="005D5566">
        <w:t>enfuit</w:t>
      </w:r>
      <w:r>
        <w:t>.</w:t>
      </w:r>
    </w:p>
    <w:p w14:paraId="04A6AA46" w14:textId="77777777" w:rsidR="001C0413" w:rsidRDefault="001C0413" w:rsidP="001C0413">
      <w:r>
        <w:t>— </w:t>
      </w:r>
      <w:r w:rsidR="00530790" w:rsidRPr="005D5566">
        <w:t>Il brûle comme un cierge au vent</w:t>
      </w:r>
      <w:r>
        <w:t xml:space="preserve"> ! </w:t>
      </w:r>
      <w:r w:rsidR="00530790" w:rsidRPr="005D5566">
        <w:t>dit doucement la mère</w:t>
      </w:r>
      <w:r>
        <w:t xml:space="preserve">. </w:t>
      </w:r>
      <w:r w:rsidR="00530790" w:rsidRPr="005D5566">
        <w:t>Elle se leva et passa dans la cuisine pour s</w:t>
      </w:r>
      <w:r>
        <w:t>’</w:t>
      </w:r>
      <w:r w:rsidR="00530790" w:rsidRPr="005D5566">
        <w:t>habiller</w:t>
      </w:r>
      <w:r>
        <w:t>.</w:t>
      </w:r>
    </w:p>
    <w:p w14:paraId="6C27DF4E" w14:textId="77777777" w:rsidR="001C0413" w:rsidRDefault="001C0413" w:rsidP="001C0413">
      <w:r>
        <w:t>— </w:t>
      </w:r>
      <w:r w:rsidR="00530790" w:rsidRPr="005D5566">
        <w:t>Où allez-vous</w:t>
      </w:r>
      <w:r>
        <w:t xml:space="preserve">, </w:t>
      </w:r>
      <w:r w:rsidR="00530790" w:rsidRPr="005D5566">
        <w:t>petite mère</w:t>
      </w:r>
      <w:r>
        <w:t> ?</w:t>
      </w:r>
    </w:p>
    <w:p w14:paraId="5602CB4B" w14:textId="77777777" w:rsidR="001C0413" w:rsidRDefault="001C0413" w:rsidP="001C0413">
      <w:r>
        <w:t>— </w:t>
      </w:r>
      <w:r w:rsidR="00530790" w:rsidRPr="005D5566">
        <w:t>Avec vous</w:t>
      </w:r>
      <w:r>
        <w:t xml:space="preserve"> ! </w:t>
      </w:r>
      <w:r w:rsidR="00530790" w:rsidRPr="005D5566">
        <w:t>dit-elle</w:t>
      </w:r>
      <w:r>
        <w:t>.</w:t>
      </w:r>
    </w:p>
    <w:p w14:paraId="1661581A" w14:textId="77777777" w:rsidR="001C0413" w:rsidRDefault="00530790" w:rsidP="001C0413">
      <w:r w:rsidRPr="005D5566">
        <w:t>André jeta un coup d</w:t>
      </w:r>
      <w:r w:rsidR="001C0413">
        <w:t>’</w:t>
      </w:r>
      <w:r w:rsidRPr="005D5566">
        <w:t>œil à Pavel en tirant sa moustache</w:t>
      </w:r>
      <w:r w:rsidR="001C0413">
        <w:t xml:space="preserve">. </w:t>
      </w:r>
      <w:r w:rsidRPr="005D5566">
        <w:t>D</w:t>
      </w:r>
      <w:r w:rsidR="001C0413">
        <w:t>’</w:t>
      </w:r>
      <w:r w:rsidRPr="005D5566">
        <w:t>un geste vif</w:t>
      </w:r>
      <w:r w:rsidR="001C0413">
        <w:t xml:space="preserve">, </w:t>
      </w:r>
      <w:r w:rsidRPr="005D5566">
        <w:t>Pavel arrangea ses cheveux</w:t>
      </w:r>
      <w:r w:rsidR="001C0413">
        <w:t xml:space="preserve">, </w:t>
      </w:r>
      <w:r w:rsidRPr="005D5566">
        <w:t>il rejoignit sa mère dans la cuisine</w:t>
      </w:r>
      <w:r w:rsidR="001C0413">
        <w:t>.</w:t>
      </w:r>
    </w:p>
    <w:p w14:paraId="01BFC1CB" w14:textId="77777777" w:rsidR="001C0413" w:rsidRDefault="001C0413" w:rsidP="001C0413">
      <w:r>
        <w:lastRenderedPageBreak/>
        <w:t>— </w:t>
      </w:r>
      <w:r w:rsidR="00530790" w:rsidRPr="005D5566">
        <w:t>Je ne te parlerai pas</w:t>
      </w:r>
      <w:r>
        <w:t xml:space="preserve">, </w:t>
      </w:r>
      <w:r w:rsidR="00530790" w:rsidRPr="005D5566">
        <w:t>maman</w:t>
      </w:r>
      <w:r>
        <w:t xml:space="preserve">… </w:t>
      </w:r>
      <w:r w:rsidR="00530790" w:rsidRPr="005D5566">
        <w:t>et toi</w:t>
      </w:r>
      <w:r>
        <w:t xml:space="preserve">, </w:t>
      </w:r>
      <w:r w:rsidR="00530790" w:rsidRPr="005D5566">
        <w:t>tu ne me diras rien non plus</w:t>
      </w:r>
      <w:r>
        <w:t xml:space="preserve"> ! </w:t>
      </w:r>
      <w:r w:rsidR="00530790" w:rsidRPr="005D5566">
        <w:t>C</w:t>
      </w:r>
      <w:r>
        <w:t>’</w:t>
      </w:r>
      <w:r w:rsidR="00530790" w:rsidRPr="005D5566">
        <w:t>est entendu</w:t>
      </w:r>
      <w:r>
        <w:t xml:space="preserve">, </w:t>
      </w:r>
      <w:r w:rsidR="00530790" w:rsidRPr="005D5566">
        <w:t>mère chérie</w:t>
      </w:r>
      <w:r>
        <w:t> !</w:t>
      </w:r>
    </w:p>
    <w:p w14:paraId="52A12EA5" w14:textId="77777777" w:rsidR="001C0413" w:rsidRDefault="001C0413" w:rsidP="001C0413">
      <w:r>
        <w:t>— </w:t>
      </w:r>
      <w:r w:rsidR="00530790" w:rsidRPr="005D5566">
        <w:t>C</w:t>
      </w:r>
      <w:r>
        <w:t>’</w:t>
      </w:r>
      <w:r w:rsidR="00530790" w:rsidRPr="005D5566">
        <w:t>est entendu</w:t>
      </w:r>
      <w:r>
        <w:t xml:space="preserve"> !… </w:t>
      </w:r>
      <w:r w:rsidR="00530790" w:rsidRPr="005D5566">
        <w:t>Que Dieu vous garde</w:t>
      </w:r>
      <w:r>
        <w:t xml:space="preserve"> ! </w:t>
      </w:r>
      <w:r w:rsidR="00530790" w:rsidRPr="005D5566">
        <w:t>chuchota-t-elle</w:t>
      </w:r>
      <w:r>
        <w:t>.</w:t>
      </w:r>
    </w:p>
    <w:p w14:paraId="1BF27366" w14:textId="347A4B22" w:rsidR="00530790" w:rsidRPr="003B37B8" w:rsidRDefault="00530790" w:rsidP="001C0413">
      <w:pPr>
        <w:pStyle w:val="Titre2"/>
        <w:rPr>
          <w:szCs w:val="44"/>
        </w:rPr>
      </w:pPr>
      <w:bookmarkStart w:id="29" w:name="_Toc202279550"/>
      <w:r w:rsidRPr="003B37B8">
        <w:rPr>
          <w:szCs w:val="44"/>
        </w:rPr>
        <w:lastRenderedPageBreak/>
        <w:t>XXVIII</w:t>
      </w:r>
      <w:bookmarkEnd w:id="29"/>
      <w:r w:rsidRPr="003B37B8">
        <w:rPr>
          <w:szCs w:val="44"/>
        </w:rPr>
        <w:br/>
      </w:r>
    </w:p>
    <w:p w14:paraId="54CC2CD9" w14:textId="77777777" w:rsidR="001C0413" w:rsidRDefault="00530790" w:rsidP="001C0413">
      <w:r w:rsidRPr="005D5566">
        <w:t>Lorsque dans la rue elle entendit le bruit sourd des voix humaines</w:t>
      </w:r>
      <w:r w:rsidR="001C0413">
        <w:t xml:space="preserve">, </w:t>
      </w:r>
      <w:r w:rsidRPr="005D5566">
        <w:t>lorsqu</w:t>
      </w:r>
      <w:r w:rsidR="001C0413">
        <w:t>’</w:t>
      </w:r>
      <w:r w:rsidRPr="005D5566">
        <w:t>elle vit partout</w:t>
      </w:r>
      <w:r w:rsidR="001C0413">
        <w:t xml:space="preserve">, </w:t>
      </w:r>
      <w:r w:rsidRPr="005D5566">
        <w:t>aux fenêtres et aux portes des maisons des groupes de gens qui suivaient André et Pavel d</w:t>
      </w:r>
      <w:r w:rsidR="001C0413">
        <w:t>’</w:t>
      </w:r>
      <w:r w:rsidRPr="005D5566">
        <w:t>un regard curieux</w:t>
      </w:r>
      <w:r w:rsidR="001C0413">
        <w:t xml:space="preserve">, </w:t>
      </w:r>
      <w:r w:rsidRPr="005D5566">
        <w:t>ses yeux se voilèrent d</w:t>
      </w:r>
      <w:r w:rsidR="001C0413">
        <w:t>’</w:t>
      </w:r>
      <w:r w:rsidRPr="005D5566">
        <w:t>une tache nuageuse qui était tantôt d</w:t>
      </w:r>
      <w:r w:rsidR="001C0413">
        <w:t>’</w:t>
      </w:r>
      <w:r w:rsidRPr="005D5566">
        <w:t>un vert transparent</w:t>
      </w:r>
      <w:r w:rsidR="001C0413">
        <w:t xml:space="preserve">, </w:t>
      </w:r>
      <w:r w:rsidRPr="005D5566">
        <w:t>tantôt d</w:t>
      </w:r>
      <w:r w:rsidR="001C0413">
        <w:t>’</w:t>
      </w:r>
      <w:r w:rsidRPr="005D5566">
        <w:t>un gris opaque</w:t>
      </w:r>
      <w:r w:rsidR="001C0413">
        <w:t>.</w:t>
      </w:r>
    </w:p>
    <w:p w14:paraId="5BADE6AA" w14:textId="77777777" w:rsidR="001C0413" w:rsidRDefault="00530790" w:rsidP="001C0413">
      <w:r w:rsidRPr="005D5566">
        <w:t>On saluait les jeunes gens</w:t>
      </w:r>
      <w:r w:rsidR="001C0413">
        <w:t xml:space="preserve">, </w:t>
      </w:r>
      <w:r w:rsidRPr="005D5566">
        <w:t>et il y avait quelque chose de particulier dans ces salutations</w:t>
      </w:r>
      <w:r w:rsidR="001C0413">
        <w:t xml:space="preserve">. </w:t>
      </w:r>
      <w:r w:rsidRPr="005D5566">
        <w:t>La mère entendait des remarques détachées</w:t>
      </w:r>
      <w:r w:rsidR="001C0413">
        <w:t> :</w:t>
      </w:r>
    </w:p>
    <w:p w14:paraId="213AD670" w14:textId="77777777" w:rsidR="001C0413" w:rsidRDefault="001C0413" w:rsidP="001C0413">
      <w:r>
        <w:t>— </w:t>
      </w:r>
      <w:r w:rsidR="00530790" w:rsidRPr="005D5566">
        <w:t>Les voilà</w:t>
      </w:r>
      <w:r>
        <w:t xml:space="preserve">, </w:t>
      </w:r>
      <w:r w:rsidR="00530790" w:rsidRPr="005D5566">
        <w:t>les chefs d</w:t>
      </w:r>
      <w:r>
        <w:t>’</w:t>
      </w:r>
      <w:r w:rsidR="00530790" w:rsidRPr="005D5566">
        <w:t>armée</w:t>
      </w:r>
      <w:r>
        <w:t> !…</w:t>
      </w:r>
    </w:p>
    <w:p w14:paraId="074444B7" w14:textId="77777777" w:rsidR="001C0413" w:rsidRDefault="001C0413" w:rsidP="001C0413">
      <w:r>
        <w:t>— </w:t>
      </w:r>
      <w:r w:rsidR="00530790" w:rsidRPr="005D5566">
        <w:t>Nous ne savons pas qui est le chef</w:t>
      </w:r>
      <w:r>
        <w:t>…</w:t>
      </w:r>
    </w:p>
    <w:p w14:paraId="470EEE70" w14:textId="77777777" w:rsidR="001C0413" w:rsidRDefault="001C0413" w:rsidP="001C0413">
      <w:r>
        <w:t>— </w:t>
      </w:r>
      <w:r w:rsidR="00530790" w:rsidRPr="005D5566">
        <w:t>Mais je ne dis rien de mal</w:t>
      </w:r>
      <w:r>
        <w:t> !…</w:t>
      </w:r>
    </w:p>
    <w:p w14:paraId="3F904B7F" w14:textId="77777777" w:rsidR="001C0413" w:rsidRDefault="00530790" w:rsidP="001C0413">
      <w:r w:rsidRPr="005D5566">
        <w:t>À un autre endroit</w:t>
      </w:r>
      <w:r w:rsidR="001C0413">
        <w:t xml:space="preserve">, </w:t>
      </w:r>
      <w:r w:rsidRPr="005D5566">
        <w:t>une voix cria avec irritation</w:t>
      </w:r>
      <w:r w:rsidR="001C0413">
        <w:t> :</w:t>
      </w:r>
    </w:p>
    <w:p w14:paraId="161345C7" w14:textId="77777777" w:rsidR="001C0413" w:rsidRDefault="001C0413" w:rsidP="001C0413">
      <w:pPr>
        <w:rPr>
          <w:bCs/>
          <w:i/>
          <w:iCs/>
        </w:rPr>
      </w:pPr>
      <w:r>
        <w:t>— </w:t>
      </w:r>
      <w:r w:rsidR="00530790" w:rsidRPr="005D5566">
        <w:t>Si la police les attrape</w:t>
      </w:r>
      <w:r>
        <w:t xml:space="preserve">, </w:t>
      </w:r>
      <w:r w:rsidR="00530790" w:rsidRPr="005D5566">
        <w:t>ils sont perdus</w:t>
      </w:r>
      <w:r>
        <w:rPr>
          <w:bCs/>
          <w:i/>
          <w:iCs/>
        </w:rPr>
        <w:t> !</w:t>
      </w:r>
    </w:p>
    <w:p w14:paraId="57A2C4BD" w14:textId="77777777" w:rsidR="001C0413" w:rsidRDefault="001C0413" w:rsidP="001C0413">
      <w:r>
        <w:t>— « </w:t>
      </w:r>
      <w:r w:rsidR="00530790" w:rsidRPr="005D5566">
        <w:t>Si</w:t>
      </w:r>
      <w:r>
        <w:t xml:space="preserve"> »…, </w:t>
      </w:r>
      <w:r w:rsidR="00530790" w:rsidRPr="005D5566">
        <w:t>mais les attrapera-t-elle</w:t>
      </w:r>
      <w:r>
        <w:t xml:space="preserve"> ? </w:t>
      </w:r>
      <w:r w:rsidR="00530790" w:rsidRPr="005D5566">
        <w:t>répliqua une autre voix</w:t>
      </w:r>
      <w:r>
        <w:t>.</w:t>
      </w:r>
    </w:p>
    <w:p w14:paraId="4F2D715B" w14:textId="77777777" w:rsidR="001C0413" w:rsidRDefault="00530790" w:rsidP="001C0413">
      <w:r w:rsidRPr="005D5566">
        <w:t>Un cri exaspéré poussé par une femme sortit d</w:t>
      </w:r>
      <w:r w:rsidR="001C0413">
        <w:t>’</w:t>
      </w:r>
      <w:r w:rsidRPr="005D5566">
        <w:t>une fenêtre et tomba dans la rue comme effrayé</w:t>
      </w:r>
      <w:r w:rsidR="001C0413">
        <w:t>.</w:t>
      </w:r>
    </w:p>
    <w:p w14:paraId="68E68780" w14:textId="77777777" w:rsidR="001C0413" w:rsidRDefault="001C0413" w:rsidP="001C0413">
      <w:r>
        <w:t>— </w:t>
      </w:r>
      <w:r w:rsidR="00530790" w:rsidRPr="005D5566">
        <w:t>Es-tu fou</w:t>
      </w:r>
      <w:r>
        <w:t xml:space="preserve"> ?… </w:t>
      </w:r>
      <w:r w:rsidR="00530790" w:rsidRPr="005D5566">
        <w:t>tu es père de famille</w:t>
      </w:r>
      <w:r>
        <w:t xml:space="preserve"> !… </w:t>
      </w:r>
      <w:r w:rsidR="00530790" w:rsidRPr="005D5566">
        <w:t>Eux</w:t>
      </w:r>
      <w:r>
        <w:t xml:space="preserve">, </w:t>
      </w:r>
      <w:r w:rsidR="00530790" w:rsidRPr="005D5566">
        <w:t>ils sont célibataires</w:t>
      </w:r>
      <w:r>
        <w:t xml:space="preserve">… </w:t>
      </w:r>
      <w:r w:rsidR="00530790" w:rsidRPr="005D5566">
        <w:t>cela leur est égal</w:t>
      </w:r>
      <w:r>
        <w:t> !…</w:t>
      </w:r>
    </w:p>
    <w:p w14:paraId="00E7E7A4" w14:textId="77777777" w:rsidR="001C0413" w:rsidRDefault="00530790" w:rsidP="001C0413">
      <w:r w:rsidRPr="005D5566">
        <w:t>Comme Pélaguée et les deux amis passaient devant la maison d</w:t>
      </w:r>
      <w:r w:rsidR="001C0413">
        <w:t>’</w:t>
      </w:r>
      <w:r w:rsidRPr="005D5566">
        <w:t>un estropié nommé Zossimov</w:t>
      </w:r>
      <w:r w:rsidR="001C0413">
        <w:t xml:space="preserve">, </w:t>
      </w:r>
      <w:r w:rsidRPr="005D5566">
        <w:t>auquel la fabrique servait une pension</w:t>
      </w:r>
      <w:r w:rsidR="001C0413">
        <w:t xml:space="preserve">, </w:t>
      </w:r>
      <w:r w:rsidRPr="005D5566">
        <w:t>celui-ci ouvrit la fenêtre et appela</w:t>
      </w:r>
      <w:r w:rsidR="001C0413">
        <w:t> :</w:t>
      </w:r>
    </w:p>
    <w:p w14:paraId="43F41E12" w14:textId="77777777" w:rsidR="001C0413" w:rsidRDefault="001C0413" w:rsidP="001C0413">
      <w:r>
        <w:lastRenderedPageBreak/>
        <w:t>— </w:t>
      </w:r>
      <w:r w:rsidR="00530790" w:rsidRPr="005D5566">
        <w:t>Pavel</w:t>
      </w:r>
      <w:r>
        <w:t xml:space="preserve">, </w:t>
      </w:r>
      <w:r w:rsidR="00530790" w:rsidRPr="005D5566">
        <w:t>on te coupera la tête</w:t>
      </w:r>
      <w:r>
        <w:t xml:space="preserve"> ! </w:t>
      </w:r>
      <w:r w:rsidR="00530790" w:rsidRPr="005D5566">
        <w:t>Brigand</w:t>
      </w:r>
      <w:r>
        <w:t xml:space="preserve">, </w:t>
      </w:r>
      <w:r w:rsidR="00530790" w:rsidRPr="005D5566">
        <w:t>que fais-tu</w:t>
      </w:r>
      <w:r>
        <w:t> ?…</w:t>
      </w:r>
    </w:p>
    <w:p w14:paraId="357A637D" w14:textId="77777777" w:rsidR="001C0413" w:rsidRDefault="00530790" w:rsidP="001C0413">
      <w:r w:rsidRPr="005D5566">
        <w:t>La mère frémit et s</w:t>
      </w:r>
      <w:r w:rsidR="001C0413">
        <w:t>’</w:t>
      </w:r>
      <w:r w:rsidRPr="005D5566">
        <w:t>arrêta</w:t>
      </w:r>
      <w:r w:rsidR="001C0413">
        <w:t xml:space="preserve">. </w:t>
      </w:r>
      <w:r w:rsidRPr="005D5566">
        <w:t>Ces mots avaient fait naître en elle une colère aiguë</w:t>
      </w:r>
      <w:r w:rsidR="001C0413">
        <w:t xml:space="preserve">. </w:t>
      </w:r>
      <w:r w:rsidRPr="005D5566">
        <w:t>Jetant un coup d</w:t>
      </w:r>
      <w:r w:rsidR="001C0413">
        <w:t>’</w:t>
      </w:r>
      <w:r w:rsidRPr="005D5566">
        <w:t>œil sur le gros visage boursouflé de l</w:t>
      </w:r>
      <w:r w:rsidR="001C0413">
        <w:t>’</w:t>
      </w:r>
      <w:r w:rsidRPr="005D5566">
        <w:t>infirme cache derrière la fenêtre et qui continuait à jurer</w:t>
      </w:r>
      <w:r w:rsidR="001C0413">
        <w:t xml:space="preserve">, </w:t>
      </w:r>
      <w:r w:rsidRPr="005D5566">
        <w:t>elle hâta le pas pour rejoindre son fils et marcha à côté de lui</w:t>
      </w:r>
      <w:r w:rsidR="001C0413">
        <w:t xml:space="preserve">, </w:t>
      </w:r>
      <w:r w:rsidRPr="005D5566">
        <w:t>s</w:t>
      </w:r>
      <w:r w:rsidR="001C0413">
        <w:t>’</w:t>
      </w:r>
      <w:r w:rsidRPr="005D5566">
        <w:t>efforçant de ne pas rester en arrière</w:t>
      </w:r>
      <w:r w:rsidR="001C0413">
        <w:t>.</w:t>
      </w:r>
    </w:p>
    <w:p w14:paraId="59BFB1B9" w14:textId="77777777" w:rsidR="001C0413" w:rsidRDefault="00530790" w:rsidP="001C0413">
      <w:r w:rsidRPr="005D5566">
        <w:t>André et Pavel semblaient ne rien voir</w:t>
      </w:r>
      <w:r w:rsidR="001C0413">
        <w:t xml:space="preserve">, </w:t>
      </w:r>
      <w:r w:rsidRPr="005D5566">
        <w:t>ne pas entendre les exclamations qu</w:t>
      </w:r>
      <w:r w:rsidR="001C0413">
        <w:t>’</w:t>
      </w:r>
      <w:r w:rsidRPr="005D5566">
        <w:t>on leur lançait</w:t>
      </w:r>
      <w:r w:rsidR="001C0413">
        <w:t xml:space="preserve">. </w:t>
      </w:r>
      <w:r w:rsidRPr="005D5566">
        <w:t>Ils marchaient tranquillement</w:t>
      </w:r>
      <w:r w:rsidR="001C0413">
        <w:t xml:space="preserve">, </w:t>
      </w:r>
      <w:r w:rsidRPr="005D5566">
        <w:t>sans hâte</w:t>
      </w:r>
      <w:r w:rsidR="001C0413">
        <w:t xml:space="preserve">, </w:t>
      </w:r>
      <w:r w:rsidRPr="005D5566">
        <w:t>parlant à haute voix de choses indifférentes</w:t>
      </w:r>
      <w:r w:rsidR="001C0413">
        <w:t xml:space="preserve">. </w:t>
      </w:r>
      <w:r w:rsidRPr="005D5566">
        <w:t>Mironov</w:t>
      </w:r>
      <w:r w:rsidR="001C0413">
        <w:t xml:space="preserve">, </w:t>
      </w:r>
      <w:r w:rsidRPr="005D5566">
        <w:t>homme d</w:t>
      </w:r>
      <w:r w:rsidR="001C0413">
        <w:t>’</w:t>
      </w:r>
      <w:r w:rsidRPr="005D5566">
        <w:t>âge mur</w:t>
      </w:r>
      <w:r w:rsidR="001C0413">
        <w:t xml:space="preserve">, </w:t>
      </w:r>
      <w:r w:rsidRPr="005D5566">
        <w:t>modeste et respecté pour la vie pure et sobre qu</w:t>
      </w:r>
      <w:r w:rsidR="001C0413">
        <w:t>’</w:t>
      </w:r>
      <w:r w:rsidRPr="005D5566">
        <w:t>il menait</w:t>
      </w:r>
      <w:r w:rsidR="001C0413">
        <w:t xml:space="preserve">, </w:t>
      </w:r>
      <w:r w:rsidRPr="005D5566">
        <w:t>les arrêta</w:t>
      </w:r>
      <w:r w:rsidR="001C0413">
        <w:t>.</w:t>
      </w:r>
    </w:p>
    <w:p w14:paraId="0E61F4C8" w14:textId="77777777" w:rsidR="001C0413" w:rsidRDefault="001C0413" w:rsidP="001C0413">
      <w:r>
        <w:t>— </w:t>
      </w:r>
      <w:r w:rsidR="00530790" w:rsidRPr="005D5566">
        <w:t>Vous ne travaillez pas non plus</w:t>
      </w:r>
      <w:r>
        <w:t xml:space="preserve">, </w:t>
      </w:r>
      <w:r w:rsidR="00530790" w:rsidRPr="005D5566">
        <w:t>Danilo Ivanovitch</w:t>
      </w:r>
      <w:r>
        <w:t xml:space="preserve"> ? </w:t>
      </w:r>
      <w:r w:rsidR="00530790" w:rsidRPr="005D5566">
        <w:t>demanda Pavel</w:t>
      </w:r>
      <w:r>
        <w:t>.</w:t>
      </w:r>
    </w:p>
    <w:p w14:paraId="758BEC84" w14:textId="77777777" w:rsidR="001C0413" w:rsidRDefault="001C0413" w:rsidP="001C0413">
      <w:r>
        <w:t>— </w:t>
      </w:r>
      <w:r w:rsidR="00530790" w:rsidRPr="005D5566">
        <w:t xml:space="preserve">Ma femme est près </w:t>
      </w:r>
      <w:r w:rsidR="00530790" w:rsidRPr="005D5566">
        <w:rPr>
          <w:bCs/>
        </w:rPr>
        <w:t>d</w:t>
      </w:r>
      <w:r>
        <w:t>’</w:t>
      </w:r>
      <w:r w:rsidR="00530790" w:rsidRPr="005D5566">
        <w:t>accoucher</w:t>
      </w:r>
      <w:r>
        <w:t xml:space="preserve">… </w:t>
      </w:r>
      <w:r w:rsidR="00530790" w:rsidRPr="005D5566">
        <w:t>et puis</w:t>
      </w:r>
      <w:r>
        <w:t xml:space="preserve">… </w:t>
      </w:r>
      <w:r w:rsidR="00530790" w:rsidRPr="005D5566">
        <w:t>il y a de l</w:t>
      </w:r>
      <w:r>
        <w:t>’</w:t>
      </w:r>
      <w:r w:rsidR="00530790" w:rsidRPr="005D5566">
        <w:t>agitation dans l</w:t>
      </w:r>
      <w:r>
        <w:t>’</w:t>
      </w:r>
      <w:r w:rsidR="00530790" w:rsidRPr="005D5566">
        <w:t>air</w:t>
      </w:r>
      <w:r>
        <w:t xml:space="preserve">, </w:t>
      </w:r>
      <w:r w:rsidR="00530790" w:rsidRPr="005D5566">
        <w:t>aujourd</w:t>
      </w:r>
      <w:r>
        <w:t>’</w:t>
      </w:r>
      <w:r w:rsidR="00530790" w:rsidRPr="005D5566">
        <w:t>hui</w:t>
      </w:r>
      <w:r>
        <w:t xml:space="preserve">, </w:t>
      </w:r>
      <w:r w:rsidR="00530790" w:rsidRPr="005D5566">
        <w:t>expliqua Mironov</w:t>
      </w:r>
      <w:r>
        <w:t xml:space="preserve">, </w:t>
      </w:r>
      <w:r w:rsidR="00530790" w:rsidRPr="005D5566">
        <w:t>en examinant attentivement les deux camarades</w:t>
      </w:r>
      <w:r>
        <w:t xml:space="preserve">. </w:t>
      </w:r>
      <w:r w:rsidR="00530790" w:rsidRPr="005D5566">
        <w:t>On dit que vous voulez faire du scandale à la direction</w:t>
      </w:r>
      <w:r>
        <w:t xml:space="preserve">, </w:t>
      </w:r>
      <w:r w:rsidR="00530790" w:rsidRPr="005D5566">
        <w:t>casser les vitres</w:t>
      </w:r>
      <w:r>
        <w:t>…</w:t>
      </w:r>
    </w:p>
    <w:p w14:paraId="7C068F6A" w14:textId="77777777" w:rsidR="001C0413" w:rsidRDefault="001C0413" w:rsidP="001C0413">
      <w:r>
        <w:t>— </w:t>
      </w:r>
      <w:r w:rsidR="00530790" w:rsidRPr="005D5566">
        <w:t>Nous ne sommes pas ivres</w:t>
      </w:r>
      <w:r>
        <w:t xml:space="preserve"> ! </w:t>
      </w:r>
      <w:r w:rsidR="00530790" w:rsidRPr="005D5566">
        <w:t>fit Pavel</w:t>
      </w:r>
      <w:r>
        <w:t>.</w:t>
      </w:r>
    </w:p>
    <w:p w14:paraId="28A090CB" w14:textId="77777777" w:rsidR="001C0413" w:rsidRDefault="001C0413" w:rsidP="001C0413">
      <w:r>
        <w:t>— </w:t>
      </w:r>
      <w:r w:rsidR="00530790" w:rsidRPr="005D5566">
        <w:t>Nous traverserons simplement la rue en portant des drapeaux et en chantant la chanson de la liberté</w:t>
      </w:r>
      <w:r>
        <w:t xml:space="preserve"> ! </w:t>
      </w:r>
      <w:r w:rsidR="00530790" w:rsidRPr="005D5566">
        <w:t>dit le Petit-Russien</w:t>
      </w:r>
      <w:r>
        <w:t xml:space="preserve">. </w:t>
      </w:r>
      <w:r w:rsidR="00530790" w:rsidRPr="005D5566">
        <w:t>Écoutez nos chants</w:t>
      </w:r>
      <w:r>
        <w:t xml:space="preserve">, </w:t>
      </w:r>
      <w:r w:rsidR="00530790" w:rsidRPr="005D5566">
        <w:t>ils vous apprendront nos croyances</w:t>
      </w:r>
      <w:r>
        <w:t> !</w:t>
      </w:r>
    </w:p>
    <w:p w14:paraId="441628B6" w14:textId="77777777" w:rsidR="001C0413" w:rsidRDefault="001C0413" w:rsidP="001C0413">
      <w:r>
        <w:t>— </w:t>
      </w:r>
      <w:r w:rsidR="00530790" w:rsidRPr="005D5566">
        <w:t>Je les connais déjà</w:t>
      </w:r>
      <w:r>
        <w:t xml:space="preserve">, </w:t>
      </w:r>
      <w:r w:rsidR="00530790" w:rsidRPr="005D5566">
        <w:t>répondit Mironov d</w:t>
      </w:r>
      <w:r>
        <w:t>’</w:t>
      </w:r>
      <w:r w:rsidR="00530790" w:rsidRPr="005D5566">
        <w:t>un ton pensif</w:t>
      </w:r>
      <w:r>
        <w:t xml:space="preserve">. </w:t>
      </w:r>
      <w:r w:rsidR="00530790" w:rsidRPr="005D5566">
        <w:t>J</w:t>
      </w:r>
      <w:r>
        <w:t>’</w:t>
      </w:r>
      <w:r w:rsidR="00530790" w:rsidRPr="005D5566">
        <w:t>ai lu vos feuillets</w:t>
      </w:r>
      <w:r>
        <w:t xml:space="preserve">… </w:t>
      </w:r>
      <w:r w:rsidR="00530790" w:rsidRPr="005D5566">
        <w:t>Comment</w:t>
      </w:r>
      <w:r>
        <w:t xml:space="preserve">, </w:t>
      </w:r>
      <w:r w:rsidR="00530790" w:rsidRPr="005D5566">
        <w:t>Pélaguée</w:t>
      </w:r>
      <w:r>
        <w:t xml:space="preserve">, </w:t>
      </w:r>
      <w:r w:rsidR="00530790" w:rsidRPr="005D5566">
        <w:t>toi aussi</w:t>
      </w:r>
      <w:r>
        <w:t xml:space="preserve">, </w:t>
      </w:r>
      <w:r w:rsidR="00530790" w:rsidRPr="005D5566">
        <w:t>tu es parmi les rebelles</w:t>
      </w:r>
      <w:r>
        <w:t xml:space="preserve"> ! </w:t>
      </w:r>
      <w:r w:rsidR="00530790" w:rsidRPr="005D5566">
        <w:t>s</w:t>
      </w:r>
      <w:r>
        <w:t>’</w:t>
      </w:r>
      <w:r w:rsidR="00530790" w:rsidRPr="005D5566">
        <w:t>écria-t-il en souriant et en fixant sur la mère son regard intelligent</w:t>
      </w:r>
      <w:r>
        <w:t>.</w:t>
      </w:r>
    </w:p>
    <w:p w14:paraId="158B9C58" w14:textId="77777777" w:rsidR="001C0413" w:rsidRDefault="001C0413" w:rsidP="001C0413">
      <w:r>
        <w:t>— </w:t>
      </w:r>
      <w:r w:rsidR="00530790" w:rsidRPr="005D5566">
        <w:t>Il faut marcher avec la vérité</w:t>
      </w:r>
      <w:r>
        <w:t xml:space="preserve">, </w:t>
      </w:r>
      <w:r w:rsidR="00530790" w:rsidRPr="005D5566">
        <w:t>même quand on est près de la tombe</w:t>
      </w:r>
      <w:r>
        <w:t> !</w:t>
      </w:r>
    </w:p>
    <w:p w14:paraId="2D11EDCD" w14:textId="77777777" w:rsidR="001C0413" w:rsidRDefault="001C0413" w:rsidP="001C0413">
      <w:r>
        <w:lastRenderedPageBreak/>
        <w:t>— </w:t>
      </w:r>
      <w:r w:rsidR="00530790" w:rsidRPr="005D5566">
        <w:t>Voyez-vous ça</w:t>
      </w:r>
      <w:r>
        <w:t xml:space="preserve"> ! </w:t>
      </w:r>
      <w:r w:rsidR="00530790" w:rsidRPr="005D5566">
        <w:t>dit Mironov</w:t>
      </w:r>
      <w:r>
        <w:t xml:space="preserve">. </w:t>
      </w:r>
      <w:r w:rsidR="00530790" w:rsidRPr="005D5566">
        <w:t>On a probablement raison quand on dit que tu introduis des brochures défendues dans la fabrique</w:t>
      </w:r>
      <w:r>
        <w:t>.</w:t>
      </w:r>
    </w:p>
    <w:p w14:paraId="6265DC16" w14:textId="77777777" w:rsidR="001C0413" w:rsidRDefault="001C0413" w:rsidP="001C0413">
      <w:r>
        <w:t>— </w:t>
      </w:r>
      <w:r w:rsidR="00530790" w:rsidRPr="005D5566">
        <w:t>Qui a dit cela</w:t>
      </w:r>
      <w:r>
        <w:t xml:space="preserve"> ? </w:t>
      </w:r>
      <w:r w:rsidR="00530790" w:rsidRPr="005D5566">
        <w:t>demanda Pavel</w:t>
      </w:r>
      <w:r>
        <w:t>.</w:t>
      </w:r>
    </w:p>
    <w:p w14:paraId="742C4DA7" w14:textId="77777777" w:rsidR="001C0413" w:rsidRDefault="001C0413" w:rsidP="001C0413">
      <w:r>
        <w:t>— </w:t>
      </w:r>
      <w:r w:rsidR="00530790" w:rsidRPr="005D5566">
        <w:t>Tout le monde</w:t>
      </w:r>
      <w:r>
        <w:t xml:space="preserve"> ! </w:t>
      </w:r>
      <w:r w:rsidR="00530790" w:rsidRPr="005D5566">
        <w:t>Eh bien</w:t>
      </w:r>
      <w:r>
        <w:t xml:space="preserve">, </w:t>
      </w:r>
      <w:r w:rsidR="00530790" w:rsidRPr="005D5566">
        <w:t>au revoir</w:t>
      </w:r>
      <w:r>
        <w:t xml:space="preserve">… </w:t>
      </w:r>
      <w:r w:rsidR="00530790" w:rsidRPr="005D5566">
        <w:t>Ne faites pas de bêtises</w:t>
      </w:r>
      <w:r>
        <w:t> !</w:t>
      </w:r>
    </w:p>
    <w:p w14:paraId="7A812B65" w14:textId="77777777" w:rsidR="001C0413" w:rsidRDefault="00530790" w:rsidP="001C0413">
      <w:r w:rsidRPr="005D5566">
        <w:t>La mère se mit à rire doucement</w:t>
      </w:r>
      <w:r w:rsidR="001C0413">
        <w:t xml:space="preserve"> ; </w:t>
      </w:r>
      <w:r w:rsidRPr="005D5566">
        <w:t>elle était flattée qu</w:t>
      </w:r>
      <w:r w:rsidR="001C0413">
        <w:t>’</w:t>
      </w:r>
      <w:r w:rsidRPr="005D5566">
        <w:t>on parlât ainsi d</w:t>
      </w:r>
      <w:r w:rsidR="001C0413">
        <w:t>’</w:t>
      </w:r>
      <w:r w:rsidRPr="005D5566">
        <w:t>elle</w:t>
      </w:r>
      <w:r w:rsidR="001C0413">
        <w:t xml:space="preserve">. </w:t>
      </w:r>
      <w:r w:rsidRPr="005D5566">
        <w:t>Pavel lui dit en souriant</w:t>
      </w:r>
      <w:r w:rsidR="001C0413">
        <w:t> :</w:t>
      </w:r>
    </w:p>
    <w:p w14:paraId="41AEAA99" w14:textId="77777777" w:rsidR="001C0413" w:rsidRDefault="001C0413" w:rsidP="001C0413">
      <w:r>
        <w:t>— </w:t>
      </w:r>
      <w:r w:rsidR="00530790" w:rsidRPr="005D5566">
        <w:t>On te mettra en prison</w:t>
      </w:r>
      <w:r>
        <w:t xml:space="preserve">, </w:t>
      </w:r>
      <w:r w:rsidR="00530790" w:rsidRPr="005D5566">
        <w:t>maman</w:t>
      </w:r>
      <w:r>
        <w:t> !</w:t>
      </w:r>
    </w:p>
    <w:p w14:paraId="21BEEC3F" w14:textId="77777777" w:rsidR="001C0413" w:rsidRDefault="001C0413" w:rsidP="001C0413">
      <w:r>
        <w:t>— </w:t>
      </w:r>
      <w:r w:rsidR="00530790" w:rsidRPr="005D5566">
        <w:t>Je veux bien</w:t>
      </w:r>
      <w:r>
        <w:t xml:space="preserve"> ! </w:t>
      </w:r>
      <w:r w:rsidR="00530790" w:rsidRPr="005D5566">
        <w:t>fit-elle</w:t>
      </w:r>
      <w:r>
        <w:t>.</w:t>
      </w:r>
    </w:p>
    <w:p w14:paraId="4413F0C6" w14:textId="77777777" w:rsidR="001C0413" w:rsidRDefault="00530790" w:rsidP="001C0413">
      <w:r w:rsidRPr="005D5566">
        <w:t>Le soleil montait toujours</w:t>
      </w:r>
      <w:r w:rsidR="001C0413">
        <w:t xml:space="preserve">, </w:t>
      </w:r>
      <w:r w:rsidRPr="005D5566">
        <w:t>mêlant sa chaleur à l</w:t>
      </w:r>
      <w:r w:rsidR="001C0413">
        <w:t>’</w:t>
      </w:r>
      <w:r w:rsidRPr="005D5566">
        <w:t>alerte fraîcheur du jour printanier</w:t>
      </w:r>
      <w:r w:rsidR="001C0413">
        <w:t xml:space="preserve">. </w:t>
      </w:r>
      <w:r w:rsidRPr="005D5566">
        <w:t>Les nuages voguaient plus lentement</w:t>
      </w:r>
      <w:r w:rsidR="001C0413">
        <w:t xml:space="preserve"> ; </w:t>
      </w:r>
      <w:r w:rsidRPr="005D5566">
        <w:t>leur ombre était devenue plus fine</w:t>
      </w:r>
      <w:r w:rsidR="001C0413">
        <w:t xml:space="preserve">, </w:t>
      </w:r>
      <w:r w:rsidRPr="005D5566">
        <w:t>plus transparente</w:t>
      </w:r>
      <w:r w:rsidR="001C0413">
        <w:t xml:space="preserve">… </w:t>
      </w:r>
      <w:r w:rsidRPr="005D5566">
        <w:t>Ils planaient au-dessus de la rue et des toits</w:t>
      </w:r>
      <w:r w:rsidR="001C0413">
        <w:t xml:space="preserve">, </w:t>
      </w:r>
      <w:r w:rsidRPr="005D5566">
        <w:t>enveloppaient la foule</w:t>
      </w:r>
      <w:r w:rsidR="001C0413">
        <w:t xml:space="preserve"> ; </w:t>
      </w:r>
      <w:r w:rsidRPr="005D5566">
        <w:t>ils semblaient purifier le faubourg en essuyant la poussière et la boue des toits et des murs</w:t>
      </w:r>
      <w:r w:rsidR="001C0413">
        <w:t xml:space="preserve">, </w:t>
      </w:r>
      <w:r w:rsidRPr="005D5566">
        <w:t>en enlevant l</w:t>
      </w:r>
      <w:r w:rsidR="001C0413">
        <w:t>’</w:t>
      </w:r>
      <w:r w:rsidRPr="005D5566">
        <w:t>ennui des visages</w:t>
      </w:r>
      <w:r w:rsidR="001C0413">
        <w:t xml:space="preserve">. </w:t>
      </w:r>
      <w:r w:rsidRPr="005D5566">
        <w:t>Les voix se faisaient plus joyeuses et sonores</w:t>
      </w:r>
      <w:r w:rsidR="001C0413">
        <w:t xml:space="preserve">, </w:t>
      </w:r>
      <w:r w:rsidRPr="005D5566">
        <w:t>et étouffaient l</w:t>
      </w:r>
      <w:r w:rsidR="001C0413">
        <w:t>’</w:t>
      </w:r>
      <w:r w:rsidRPr="005D5566">
        <w:t>écho lointain du vacarme des machines</w:t>
      </w:r>
      <w:r w:rsidR="001C0413">
        <w:t xml:space="preserve">, </w:t>
      </w:r>
      <w:r w:rsidRPr="005D5566">
        <w:t>des soupirs de la fabrique</w:t>
      </w:r>
      <w:r w:rsidR="001C0413">
        <w:t>.</w:t>
      </w:r>
    </w:p>
    <w:p w14:paraId="05F2AF94" w14:textId="77777777" w:rsidR="001C0413" w:rsidRDefault="00530790" w:rsidP="001C0413">
      <w:r w:rsidRPr="005D5566">
        <w:t>De partout</w:t>
      </w:r>
      <w:r w:rsidR="001C0413">
        <w:t xml:space="preserve">, </w:t>
      </w:r>
      <w:r w:rsidRPr="005D5566">
        <w:t>des fenêtres</w:t>
      </w:r>
      <w:r w:rsidR="001C0413">
        <w:t xml:space="preserve">, </w:t>
      </w:r>
      <w:r w:rsidRPr="005D5566">
        <w:t>des maisons</w:t>
      </w:r>
      <w:r w:rsidR="001C0413">
        <w:t xml:space="preserve">, </w:t>
      </w:r>
      <w:r w:rsidRPr="005D5566">
        <w:t>des exclamations de rage ou d</w:t>
      </w:r>
      <w:r w:rsidR="001C0413">
        <w:t>’</w:t>
      </w:r>
      <w:r w:rsidRPr="005D5566">
        <w:t>inquiétude</w:t>
      </w:r>
      <w:r w:rsidR="001C0413">
        <w:t xml:space="preserve">, </w:t>
      </w:r>
      <w:r w:rsidRPr="005D5566">
        <w:t>gaies ou tristes</w:t>
      </w:r>
      <w:r w:rsidR="001C0413">
        <w:t xml:space="preserve">, </w:t>
      </w:r>
      <w:r w:rsidRPr="005D5566">
        <w:t>s</w:t>
      </w:r>
      <w:r w:rsidR="001C0413">
        <w:t>’</w:t>
      </w:r>
      <w:r w:rsidRPr="005D5566">
        <w:t>envolaient et venaient frapper les oreilles de la mère</w:t>
      </w:r>
      <w:r w:rsidR="001C0413">
        <w:t xml:space="preserve">. </w:t>
      </w:r>
      <w:r w:rsidRPr="005D5566">
        <w:t>Elle aurait voulu répliquer</w:t>
      </w:r>
      <w:r w:rsidR="001C0413">
        <w:t xml:space="preserve">, </w:t>
      </w:r>
      <w:r w:rsidRPr="005D5566">
        <w:t>remercier</w:t>
      </w:r>
      <w:r w:rsidR="001C0413">
        <w:t xml:space="preserve">, </w:t>
      </w:r>
      <w:r w:rsidRPr="005D5566">
        <w:t>expliquer</w:t>
      </w:r>
      <w:r w:rsidR="001C0413">
        <w:t xml:space="preserve">, </w:t>
      </w:r>
      <w:r w:rsidRPr="005D5566">
        <w:t>se mêler à la vie étrangement bigarrée de ce jour</w:t>
      </w:r>
      <w:r w:rsidR="001C0413">
        <w:t>.</w:t>
      </w:r>
    </w:p>
    <w:p w14:paraId="0AB2AE09" w14:textId="77777777" w:rsidR="001C0413" w:rsidRDefault="00530790" w:rsidP="001C0413">
      <w:r w:rsidRPr="005D5566">
        <w:t>Au coin de la grande place</w:t>
      </w:r>
      <w:r w:rsidR="001C0413">
        <w:t xml:space="preserve">, </w:t>
      </w:r>
      <w:r w:rsidRPr="005D5566">
        <w:t>dans une étroite ruelle</w:t>
      </w:r>
      <w:r w:rsidR="001C0413">
        <w:t xml:space="preserve">, </w:t>
      </w:r>
      <w:r w:rsidRPr="005D5566">
        <w:t>une centaine de personnes s</w:t>
      </w:r>
      <w:r w:rsidR="001C0413">
        <w:t>’</w:t>
      </w:r>
      <w:r w:rsidRPr="005D5566">
        <w:t>étaient rassemblées autour de Vessoftchikov</w:t>
      </w:r>
      <w:r w:rsidR="001C0413">
        <w:t>.</w:t>
      </w:r>
    </w:p>
    <w:p w14:paraId="2A926B1E" w14:textId="77777777" w:rsidR="001C0413" w:rsidRDefault="001C0413" w:rsidP="001C0413">
      <w:r>
        <w:lastRenderedPageBreak/>
        <w:t>— </w:t>
      </w:r>
      <w:r w:rsidR="00530790" w:rsidRPr="005D5566">
        <w:t>On vous presse pour extraire votre sang comme on exprime le jus d</w:t>
      </w:r>
      <w:r>
        <w:t>’</w:t>
      </w:r>
      <w:r w:rsidR="00530790" w:rsidRPr="005D5566">
        <w:t>une baie</w:t>
      </w:r>
      <w:r>
        <w:t xml:space="preserve"> ! </w:t>
      </w:r>
      <w:r w:rsidR="00530790" w:rsidRPr="005D5566">
        <w:t>disait-il</w:t>
      </w:r>
      <w:r>
        <w:t xml:space="preserve"> ; </w:t>
      </w:r>
      <w:r w:rsidR="00530790" w:rsidRPr="005D5566">
        <w:t>et ses paroles embarrassées tombaient sur la tête des gens</w:t>
      </w:r>
      <w:r>
        <w:t>.</w:t>
      </w:r>
    </w:p>
    <w:p w14:paraId="5B59236A" w14:textId="77777777" w:rsidR="001C0413" w:rsidRDefault="001C0413" w:rsidP="001C0413">
      <w:r>
        <w:t>— </w:t>
      </w:r>
      <w:r w:rsidR="00530790" w:rsidRPr="005D5566">
        <w:t>C</w:t>
      </w:r>
      <w:r>
        <w:t>’</w:t>
      </w:r>
      <w:r w:rsidR="00530790" w:rsidRPr="005D5566">
        <w:t>est vrai</w:t>
      </w:r>
      <w:r>
        <w:t xml:space="preserve"> ! </w:t>
      </w:r>
      <w:r w:rsidR="00530790" w:rsidRPr="005D5566">
        <w:t>répondirent en même temps quelques voix qui se fondirent en un bruit confus</w:t>
      </w:r>
      <w:r>
        <w:t>.</w:t>
      </w:r>
    </w:p>
    <w:p w14:paraId="5D0991B8" w14:textId="77777777" w:rsidR="001C0413" w:rsidRDefault="001C0413" w:rsidP="001C0413">
      <w:r>
        <w:t>— </w:t>
      </w:r>
      <w:r w:rsidR="00530790" w:rsidRPr="005D5566">
        <w:t>Il fait tout son possible</w:t>
      </w:r>
      <w:r>
        <w:t xml:space="preserve">, </w:t>
      </w:r>
      <w:r w:rsidR="00530790" w:rsidRPr="005D5566">
        <w:t>le gamin</w:t>
      </w:r>
      <w:r>
        <w:t xml:space="preserve"> ! </w:t>
      </w:r>
      <w:r w:rsidR="00530790" w:rsidRPr="005D5566">
        <w:t>dit le Petit-Russien</w:t>
      </w:r>
      <w:r>
        <w:t xml:space="preserve">. </w:t>
      </w:r>
      <w:r w:rsidR="00530790" w:rsidRPr="005D5566">
        <w:t>Je vais l</w:t>
      </w:r>
      <w:r>
        <w:t>’</w:t>
      </w:r>
      <w:r w:rsidR="00530790" w:rsidRPr="005D5566">
        <w:t>aider</w:t>
      </w:r>
      <w:r>
        <w:t>…</w:t>
      </w:r>
    </w:p>
    <w:p w14:paraId="45D57015" w14:textId="77777777" w:rsidR="001C0413" w:rsidRDefault="00530790" w:rsidP="001C0413">
      <w:r w:rsidRPr="005D5566">
        <w:t>Il se baissa et</w:t>
      </w:r>
      <w:r w:rsidR="001C0413">
        <w:t xml:space="preserve">, </w:t>
      </w:r>
      <w:r w:rsidRPr="005D5566">
        <w:t>avant que Pavel eût le temps de l</w:t>
      </w:r>
      <w:r w:rsidR="001C0413">
        <w:t>’</w:t>
      </w:r>
      <w:r w:rsidRPr="005D5566">
        <w:t>arrêter</w:t>
      </w:r>
      <w:r w:rsidR="001C0413">
        <w:t xml:space="preserve">, </w:t>
      </w:r>
      <w:r w:rsidRPr="005D5566">
        <w:t>il enfonça son long corps souple dans la foule</w:t>
      </w:r>
      <w:r w:rsidR="001C0413">
        <w:t xml:space="preserve">, </w:t>
      </w:r>
      <w:r w:rsidRPr="005D5566">
        <w:t>tel un tire-bouchon</w:t>
      </w:r>
      <w:r w:rsidR="001C0413">
        <w:t xml:space="preserve">. </w:t>
      </w:r>
      <w:r w:rsidRPr="005D5566">
        <w:t>Sa voix chantante résonna</w:t>
      </w:r>
      <w:r w:rsidR="001C0413">
        <w:t> :</w:t>
      </w:r>
    </w:p>
    <w:p w14:paraId="45869D5D" w14:textId="77777777" w:rsidR="001C0413" w:rsidRDefault="001C0413" w:rsidP="001C0413">
      <w:r>
        <w:t>— </w:t>
      </w:r>
      <w:r w:rsidR="00530790" w:rsidRPr="005D5566">
        <w:t>Camarades</w:t>
      </w:r>
      <w:r>
        <w:t xml:space="preserve"> ! </w:t>
      </w:r>
      <w:r w:rsidR="00530790" w:rsidRPr="005D5566">
        <w:t>On dit qu</w:t>
      </w:r>
      <w:r>
        <w:t>’</w:t>
      </w:r>
      <w:r w:rsidR="00530790" w:rsidRPr="005D5566">
        <w:t>il y a sur la terre toutes sortes de peuples</w:t>
      </w:r>
      <w:r>
        <w:t xml:space="preserve"> : </w:t>
      </w:r>
      <w:r w:rsidR="00530790" w:rsidRPr="005D5566">
        <w:t>des Juifs et des Allemands</w:t>
      </w:r>
      <w:r>
        <w:t xml:space="preserve">, </w:t>
      </w:r>
      <w:r w:rsidR="00530790" w:rsidRPr="005D5566">
        <w:t>des Français</w:t>
      </w:r>
      <w:r>
        <w:t xml:space="preserve">, </w:t>
      </w:r>
      <w:r w:rsidR="00530790" w:rsidRPr="005D5566">
        <w:t>des Anglais</w:t>
      </w:r>
      <w:r>
        <w:t xml:space="preserve">, </w:t>
      </w:r>
      <w:r w:rsidR="00530790" w:rsidRPr="005D5566">
        <w:t>des Tatars</w:t>
      </w:r>
      <w:r>
        <w:t xml:space="preserve">. </w:t>
      </w:r>
      <w:r w:rsidR="00530790" w:rsidRPr="005D5566">
        <w:t>Mais je ne crois pas que ce soit vrai</w:t>
      </w:r>
      <w:r>
        <w:t xml:space="preserve">. </w:t>
      </w:r>
      <w:r w:rsidR="00530790" w:rsidRPr="005D5566">
        <w:t>Il y a seulement deux races</w:t>
      </w:r>
      <w:r>
        <w:t xml:space="preserve">, </w:t>
      </w:r>
      <w:r w:rsidR="00530790" w:rsidRPr="005D5566">
        <w:t>deux peuples irréconciliables</w:t>
      </w:r>
      <w:r>
        <w:t xml:space="preserve"> : </w:t>
      </w:r>
      <w:r w:rsidR="00530790" w:rsidRPr="005D5566">
        <w:t>les riches et les pauvres</w:t>
      </w:r>
      <w:r>
        <w:t xml:space="preserve"> ! </w:t>
      </w:r>
      <w:r w:rsidR="00530790" w:rsidRPr="005D5566">
        <w:t>Les gens s</w:t>
      </w:r>
      <w:r>
        <w:t>’</w:t>
      </w:r>
      <w:r w:rsidR="00530790" w:rsidRPr="005D5566">
        <w:t>habillent différemment</w:t>
      </w:r>
      <w:r>
        <w:t xml:space="preserve">, </w:t>
      </w:r>
      <w:r w:rsidR="00530790" w:rsidRPr="005D5566">
        <w:t>leur langage aussi diffère</w:t>
      </w:r>
      <w:r>
        <w:t xml:space="preserve"> ; </w:t>
      </w:r>
      <w:r w:rsidR="00530790" w:rsidRPr="005D5566">
        <w:t>mais quand on voit comment les seigneurs traitent le peuple</w:t>
      </w:r>
      <w:r>
        <w:t xml:space="preserve">, </w:t>
      </w:r>
      <w:r w:rsidR="00530790" w:rsidRPr="005D5566">
        <w:t>on comprend</w:t>
      </w:r>
      <w:r>
        <w:t xml:space="preserve">, </w:t>
      </w:r>
      <w:r w:rsidR="00530790" w:rsidRPr="005D5566">
        <w:t>que tous sont de véritables bachibouzouks pour les miséreux</w:t>
      </w:r>
      <w:r>
        <w:t xml:space="preserve">, </w:t>
      </w:r>
      <w:r w:rsidR="00530790" w:rsidRPr="005D5566">
        <w:t>une arête dans le gosier</w:t>
      </w:r>
      <w:r>
        <w:t> !…</w:t>
      </w:r>
    </w:p>
    <w:p w14:paraId="0A38EB53" w14:textId="77777777" w:rsidR="001C0413" w:rsidRDefault="00530790" w:rsidP="001C0413">
      <w:r w:rsidRPr="005D5566">
        <w:t>Des rires éclatèrent dans la foule</w:t>
      </w:r>
      <w:r w:rsidR="001C0413">
        <w:t>.</w:t>
      </w:r>
    </w:p>
    <w:p w14:paraId="114EB927" w14:textId="77777777" w:rsidR="001C0413" w:rsidRDefault="00530790" w:rsidP="001C0413">
      <w:r w:rsidRPr="005D5566">
        <w:t>La cohue augmentait</w:t>
      </w:r>
      <w:r w:rsidR="001C0413">
        <w:t xml:space="preserve"> ; </w:t>
      </w:r>
      <w:r w:rsidRPr="005D5566">
        <w:t>les gens se serraient les uns contre les autres dans la ruelle</w:t>
      </w:r>
      <w:r w:rsidR="001C0413">
        <w:t xml:space="preserve"> ; </w:t>
      </w:r>
      <w:r w:rsidRPr="005D5566">
        <w:t>muets</w:t>
      </w:r>
      <w:r w:rsidR="001C0413">
        <w:t xml:space="preserve">, </w:t>
      </w:r>
      <w:r w:rsidRPr="005D5566">
        <w:t>ils tendaient le cou et se dressaient sur la pointe des pieds</w:t>
      </w:r>
      <w:r w:rsidR="001C0413">
        <w:t>.</w:t>
      </w:r>
    </w:p>
    <w:p w14:paraId="6F0A9E8C" w14:textId="77777777" w:rsidR="001C0413" w:rsidRDefault="00530790" w:rsidP="001C0413">
      <w:r w:rsidRPr="005D5566">
        <w:t>André éleva la voix</w:t>
      </w:r>
      <w:r w:rsidR="001C0413">
        <w:t>.</w:t>
      </w:r>
    </w:p>
    <w:p w14:paraId="6A718B73" w14:textId="77777777" w:rsidR="001C0413" w:rsidRDefault="001C0413" w:rsidP="001C0413">
      <w:r>
        <w:t>— </w:t>
      </w:r>
      <w:r w:rsidR="00530790" w:rsidRPr="005D5566">
        <w:t>À l</w:t>
      </w:r>
      <w:r>
        <w:t>’</w:t>
      </w:r>
      <w:r w:rsidR="00530790" w:rsidRPr="005D5566">
        <w:t>étranger</w:t>
      </w:r>
      <w:r>
        <w:t xml:space="preserve">, </w:t>
      </w:r>
      <w:r w:rsidR="00530790" w:rsidRPr="005D5566">
        <w:t>les ouvriers ont déjà compris cette simple vérité</w:t>
      </w:r>
      <w:r>
        <w:t xml:space="preserve">. </w:t>
      </w:r>
      <w:r w:rsidR="00530790" w:rsidRPr="005D5566">
        <w:t>Et aujourd</w:t>
      </w:r>
      <w:r>
        <w:t>’</w:t>
      </w:r>
      <w:r w:rsidR="00530790" w:rsidRPr="005D5566">
        <w:t>hui</w:t>
      </w:r>
      <w:r>
        <w:t xml:space="preserve">, </w:t>
      </w:r>
      <w:r w:rsidR="00530790" w:rsidRPr="005D5566">
        <w:t>par cette claire journée du Premier Mai</w:t>
      </w:r>
      <w:r>
        <w:t xml:space="preserve">, </w:t>
      </w:r>
      <w:r w:rsidR="00530790" w:rsidRPr="005D5566">
        <w:t>les travailleurs fraternisent</w:t>
      </w:r>
      <w:r>
        <w:t xml:space="preserve">. </w:t>
      </w:r>
      <w:r w:rsidR="00530790" w:rsidRPr="005D5566">
        <w:t>Ils laissent leur ouvrage et sortent dans les rues des villes pour se voir</w:t>
      </w:r>
      <w:r>
        <w:t xml:space="preserve">, </w:t>
      </w:r>
      <w:r w:rsidR="00530790" w:rsidRPr="005D5566">
        <w:t>pour mesurer leur grande force</w:t>
      </w:r>
      <w:r>
        <w:t xml:space="preserve">. </w:t>
      </w:r>
      <w:r w:rsidR="00530790" w:rsidRPr="005D5566">
        <w:t>Ils vivent d</w:t>
      </w:r>
      <w:r>
        <w:t>’</w:t>
      </w:r>
      <w:r w:rsidR="00530790" w:rsidRPr="005D5566">
        <w:t>un seul cœur aujourd</w:t>
      </w:r>
      <w:r>
        <w:t>’</w:t>
      </w:r>
      <w:r w:rsidR="00530790" w:rsidRPr="005D5566">
        <w:t>hui</w:t>
      </w:r>
      <w:r>
        <w:t xml:space="preserve">, </w:t>
      </w:r>
      <w:r w:rsidR="00530790" w:rsidRPr="005D5566">
        <w:t xml:space="preserve">parce que tous les </w:t>
      </w:r>
      <w:r w:rsidR="00530790" w:rsidRPr="005D5566">
        <w:lastRenderedPageBreak/>
        <w:t>cœurs ont conscience de la force du peuple ouvrier</w:t>
      </w:r>
      <w:r>
        <w:t xml:space="preserve">, </w:t>
      </w:r>
      <w:r w:rsidR="00530790" w:rsidRPr="005D5566">
        <w:t>parce que l</w:t>
      </w:r>
      <w:r>
        <w:t>’</w:t>
      </w:r>
      <w:r w:rsidR="00530790" w:rsidRPr="005D5566">
        <w:t>amitié les rapproche et que chacun est prêt à sacrifier sa vie en luttant pour le bonheur de tous</w:t>
      </w:r>
      <w:r>
        <w:t xml:space="preserve">, </w:t>
      </w:r>
      <w:r w:rsidR="00530790" w:rsidRPr="005D5566">
        <w:t>pour la liberté et la justice pour tous</w:t>
      </w:r>
      <w:r>
        <w:t> !</w:t>
      </w:r>
    </w:p>
    <w:p w14:paraId="0C1FB318" w14:textId="77777777" w:rsidR="001C0413" w:rsidRDefault="001C0413" w:rsidP="001C0413">
      <w:r>
        <w:t>— </w:t>
      </w:r>
      <w:r w:rsidR="00530790" w:rsidRPr="005D5566">
        <w:t>La police</w:t>
      </w:r>
      <w:r>
        <w:t xml:space="preserve">, </w:t>
      </w:r>
      <w:r w:rsidR="00530790" w:rsidRPr="005D5566">
        <w:t>cria quelqu</w:t>
      </w:r>
      <w:r>
        <w:t>’</w:t>
      </w:r>
      <w:r w:rsidR="00530790" w:rsidRPr="005D5566">
        <w:t>un</w:t>
      </w:r>
      <w:r>
        <w:t>.</w:t>
      </w:r>
    </w:p>
    <w:p w14:paraId="5518CDE9" w14:textId="77777777" w:rsidR="001C0413" w:rsidRDefault="00530790" w:rsidP="001C0413">
      <w:r w:rsidRPr="005D5566">
        <w:t>Dix gendarmes à cheval tournèrent le coin de l</w:t>
      </w:r>
      <w:r w:rsidR="001C0413">
        <w:t>’</w:t>
      </w:r>
      <w:r w:rsidRPr="005D5566">
        <w:t>étroite ruelle</w:t>
      </w:r>
      <w:r w:rsidR="001C0413">
        <w:t xml:space="preserve"> ; </w:t>
      </w:r>
      <w:r w:rsidRPr="005D5566">
        <w:t>ils se dirigeaient droit sur la foule en agitant leur fouet et en criant</w:t>
      </w:r>
      <w:r w:rsidR="001C0413">
        <w:t> :</w:t>
      </w:r>
    </w:p>
    <w:p w14:paraId="28B38992" w14:textId="77777777" w:rsidR="001C0413" w:rsidRDefault="001C0413" w:rsidP="001C0413">
      <w:r>
        <w:t>— </w:t>
      </w:r>
      <w:r w:rsidR="00530790" w:rsidRPr="005D5566">
        <w:t>Circulez</w:t>
      </w:r>
      <w:r>
        <w:t> !</w:t>
      </w:r>
    </w:p>
    <w:p w14:paraId="527BBAD6" w14:textId="77777777" w:rsidR="001C0413" w:rsidRDefault="001C0413" w:rsidP="001C0413">
      <w:r>
        <w:t>— </w:t>
      </w:r>
      <w:r w:rsidR="00530790" w:rsidRPr="005D5566">
        <w:t>Qu</w:t>
      </w:r>
      <w:r>
        <w:t>’</w:t>
      </w:r>
      <w:r w:rsidR="00530790" w:rsidRPr="005D5566">
        <w:t>est-ce que ces conversations</w:t>
      </w:r>
      <w:r>
        <w:t> ?</w:t>
      </w:r>
    </w:p>
    <w:p w14:paraId="09FB0A35" w14:textId="77777777" w:rsidR="001C0413" w:rsidRDefault="001C0413" w:rsidP="001C0413">
      <w:r>
        <w:t>— </w:t>
      </w:r>
      <w:r w:rsidR="00530790" w:rsidRPr="005D5566">
        <w:t>Qui parlait</w:t>
      </w:r>
      <w:r>
        <w:t> ?…</w:t>
      </w:r>
    </w:p>
    <w:p w14:paraId="2221A0C4" w14:textId="77777777" w:rsidR="001C0413" w:rsidRDefault="00530790" w:rsidP="001C0413">
      <w:r w:rsidRPr="005D5566">
        <w:t>Les visages s</w:t>
      </w:r>
      <w:r w:rsidR="001C0413">
        <w:t>’</w:t>
      </w:r>
      <w:r w:rsidRPr="005D5566">
        <w:t>assombrirent</w:t>
      </w:r>
      <w:r w:rsidR="001C0413">
        <w:t xml:space="preserve"> ; </w:t>
      </w:r>
      <w:r w:rsidRPr="005D5566">
        <w:t>les gens s</w:t>
      </w:r>
      <w:r w:rsidR="001C0413">
        <w:t>’</w:t>
      </w:r>
      <w:r w:rsidRPr="005D5566">
        <w:t>écartaient de mauvais gré pour laisser passer les chevaux</w:t>
      </w:r>
      <w:r w:rsidR="001C0413">
        <w:t xml:space="preserve">. </w:t>
      </w:r>
      <w:r w:rsidRPr="005D5566">
        <w:t>Quelques personnes grimpèrent sur les palissades</w:t>
      </w:r>
      <w:r w:rsidR="001C0413">
        <w:t xml:space="preserve">. </w:t>
      </w:r>
      <w:r w:rsidRPr="005D5566">
        <w:t>Puis des railleries se firent entendre</w:t>
      </w:r>
      <w:r w:rsidR="001C0413">
        <w:t>.</w:t>
      </w:r>
    </w:p>
    <w:p w14:paraId="3AC6EAAC" w14:textId="77777777" w:rsidR="001C0413" w:rsidRDefault="001C0413" w:rsidP="001C0413">
      <w:r>
        <w:t>— </w:t>
      </w:r>
      <w:r w:rsidR="00530790" w:rsidRPr="005D5566">
        <w:t>On a mis des porcs sur des chevaux</w:t>
      </w:r>
      <w:r>
        <w:t xml:space="preserve">, </w:t>
      </w:r>
      <w:r w:rsidR="00530790" w:rsidRPr="005D5566">
        <w:t>et ils grognent</w:t>
      </w:r>
      <w:r>
        <w:t xml:space="preserve"> : – </w:t>
      </w:r>
      <w:r w:rsidR="00530790" w:rsidRPr="005D5566">
        <w:t>Nous aussi nous sommes de grands chefs</w:t>
      </w:r>
      <w:r>
        <w:t xml:space="preserve"> ! </w:t>
      </w:r>
      <w:r w:rsidR="00530790" w:rsidRPr="005D5566">
        <w:t>cria une voix</w:t>
      </w:r>
      <w:r>
        <w:t>.</w:t>
      </w:r>
    </w:p>
    <w:p w14:paraId="4A52A184" w14:textId="77777777" w:rsidR="001C0413" w:rsidRDefault="00530790" w:rsidP="001C0413">
      <w:r w:rsidRPr="005D5566">
        <w:t>Le Petit-Russien seul était resté au milieu de la rue</w:t>
      </w:r>
      <w:r w:rsidR="001C0413">
        <w:t xml:space="preserve">. </w:t>
      </w:r>
      <w:r w:rsidRPr="005D5566">
        <w:t>Deux chevaux marchèrent sur lui en secouant la tête</w:t>
      </w:r>
      <w:r w:rsidR="001C0413">
        <w:rPr>
          <w:bCs/>
        </w:rPr>
        <w:t xml:space="preserve">. </w:t>
      </w:r>
      <w:r w:rsidRPr="005D5566">
        <w:t>Il fit un bond de côté</w:t>
      </w:r>
      <w:r w:rsidR="001C0413">
        <w:t xml:space="preserve"> ; </w:t>
      </w:r>
      <w:r w:rsidRPr="005D5566">
        <w:t>en même temps</w:t>
      </w:r>
      <w:r w:rsidR="001C0413">
        <w:t xml:space="preserve">, </w:t>
      </w:r>
      <w:r w:rsidRPr="005D5566">
        <w:t>la mère</w:t>
      </w:r>
      <w:r w:rsidR="001C0413">
        <w:t xml:space="preserve">, </w:t>
      </w:r>
      <w:r w:rsidRPr="005D5566">
        <w:t>le saisit par le bras et l</w:t>
      </w:r>
      <w:r w:rsidR="001C0413">
        <w:t>’</w:t>
      </w:r>
      <w:r w:rsidRPr="005D5566">
        <w:t>entraîna en grommelant</w:t>
      </w:r>
      <w:r w:rsidR="001C0413">
        <w:t> :</w:t>
      </w:r>
    </w:p>
    <w:p w14:paraId="470B360A" w14:textId="77777777" w:rsidR="001C0413" w:rsidRDefault="001C0413" w:rsidP="001C0413">
      <w:r>
        <w:t>— </w:t>
      </w:r>
      <w:r w:rsidR="00530790" w:rsidRPr="005D5566">
        <w:t>Tu as promis de rester avec Pavel</w:t>
      </w:r>
      <w:r>
        <w:t xml:space="preserve">, </w:t>
      </w:r>
      <w:r w:rsidR="00530790" w:rsidRPr="005D5566">
        <w:t>et tu es le premier à t</w:t>
      </w:r>
      <w:r>
        <w:t>’</w:t>
      </w:r>
      <w:r w:rsidR="00530790" w:rsidRPr="005D5566">
        <w:t>exposer seul</w:t>
      </w:r>
      <w:r>
        <w:t> !</w:t>
      </w:r>
    </w:p>
    <w:p w14:paraId="6BD7505D" w14:textId="77777777" w:rsidR="001C0413" w:rsidRDefault="001C0413" w:rsidP="001C0413">
      <w:r>
        <w:t>— </w:t>
      </w:r>
      <w:r w:rsidR="00530790" w:rsidRPr="005D5566">
        <w:t>Pardon</w:t>
      </w:r>
      <w:r>
        <w:t xml:space="preserve"> ! </w:t>
      </w:r>
      <w:r w:rsidR="00530790" w:rsidRPr="005D5566">
        <w:t>dit le Petit-Russien en souriant à Pavel</w:t>
      </w:r>
      <w:r>
        <w:t xml:space="preserve">. </w:t>
      </w:r>
      <w:r w:rsidR="00530790" w:rsidRPr="005D5566">
        <w:t>Ah</w:t>
      </w:r>
      <w:r>
        <w:t xml:space="preserve"> ! </w:t>
      </w:r>
      <w:r w:rsidR="00530790" w:rsidRPr="005D5566">
        <w:t>il y en a sur la terre</w:t>
      </w:r>
      <w:r>
        <w:t xml:space="preserve">, </w:t>
      </w:r>
      <w:r w:rsidR="00530790" w:rsidRPr="005D5566">
        <w:t>de cette police</w:t>
      </w:r>
      <w:r>
        <w:t> !</w:t>
      </w:r>
    </w:p>
    <w:p w14:paraId="44B8E87C" w14:textId="77777777" w:rsidR="001C0413" w:rsidRDefault="001C0413" w:rsidP="001C0413">
      <w:r>
        <w:t>— </w:t>
      </w:r>
      <w:r w:rsidR="00530790" w:rsidRPr="005D5566">
        <w:t>C</w:t>
      </w:r>
      <w:r>
        <w:t>’</w:t>
      </w:r>
      <w:r w:rsidR="00530790" w:rsidRPr="005D5566">
        <w:t>est bon</w:t>
      </w:r>
      <w:r>
        <w:t xml:space="preserve"> ! </w:t>
      </w:r>
      <w:r w:rsidR="00530790" w:rsidRPr="005D5566">
        <w:t>fit la mère</w:t>
      </w:r>
      <w:r>
        <w:t>.</w:t>
      </w:r>
    </w:p>
    <w:p w14:paraId="324F7E06" w14:textId="77777777" w:rsidR="001C0413" w:rsidRDefault="00530790" w:rsidP="001C0413">
      <w:r w:rsidRPr="005D5566">
        <w:lastRenderedPageBreak/>
        <w:t>Une fatigue angoissante l</w:t>
      </w:r>
      <w:r w:rsidR="001C0413">
        <w:t>’</w:t>
      </w:r>
      <w:r w:rsidRPr="005D5566">
        <w:t>envahissait</w:t>
      </w:r>
      <w:r w:rsidR="001C0413">
        <w:t xml:space="preserve">, </w:t>
      </w:r>
      <w:r w:rsidRPr="005D5566">
        <w:t>lui faisait tourner la tête</w:t>
      </w:r>
      <w:r w:rsidR="001C0413">
        <w:t xml:space="preserve">. </w:t>
      </w:r>
      <w:r w:rsidRPr="005D5566">
        <w:t>Dans son cœur</w:t>
      </w:r>
      <w:r w:rsidR="001C0413">
        <w:t xml:space="preserve">, </w:t>
      </w:r>
      <w:r w:rsidRPr="005D5566">
        <w:t>la joie et le chagrin alternaient</w:t>
      </w:r>
      <w:r w:rsidR="001C0413">
        <w:t xml:space="preserve">. </w:t>
      </w:r>
      <w:r w:rsidRPr="005D5566">
        <w:t>Elle souhaitait que la sirène de midi résonnât bientôt</w:t>
      </w:r>
      <w:r w:rsidR="001C0413">
        <w:t>.</w:t>
      </w:r>
    </w:p>
    <w:p w14:paraId="29CBB8B5" w14:textId="77777777" w:rsidR="001C0413" w:rsidRDefault="00530790" w:rsidP="001C0413">
      <w:r w:rsidRPr="005D5566">
        <w:t>On arriva enfin sur la grande place</w:t>
      </w:r>
      <w:r w:rsidR="001C0413">
        <w:t xml:space="preserve">, </w:t>
      </w:r>
      <w:r w:rsidRPr="005D5566">
        <w:t>au milieu de laquelle s</w:t>
      </w:r>
      <w:r w:rsidR="001C0413">
        <w:t>’</w:t>
      </w:r>
      <w:r w:rsidRPr="005D5566">
        <w:t>élevait l</w:t>
      </w:r>
      <w:r w:rsidR="001C0413">
        <w:t>’</w:t>
      </w:r>
      <w:r w:rsidRPr="005D5566">
        <w:t>église</w:t>
      </w:r>
      <w:r w:rsidR="001C0413">
        <w:t xml:space="preserve">. </w:t>
      </w:r>
      <w:r w:rsidRPr="005D5566">
        <w:t>Sur le parvis</w:t>
      </w:r>
      <w:r w:rsidR="001C0413">
        <w:t xml:space="preserve">, </w:t>
      </w:r>
      <w:r w:rsidRPr="005D5566">
        <w:t>se pressaient environ cinq cents personnes assises ou debout</w:t>
      </w:r>
      <w:r w:rsidR="001C0413">
        <w:t xml:space="preserve">, </w:t>
      </w:r>
      <w:r w:rsidRPr="005D5566">
        <w:t>gais jeunes gens</w:t>
      </w:r>
      <w:r w:rsidR="001C0413">
        <w:t xml:space="preserve">, </w:t>
      </w:r>
      <w:r w:rsidRPr="005D5566">
        <w:t>femmes soucieuses</w:t>
      </w:r>
      <w:r w:rsidR="001C0413">
        <w:t xml:space="preserve"> ; </w:t>
      </w:r>
      <w:r w:rsidRPr="005D5566">
        <w:t>et petits enfants</w:t>
      </w:r>
      <w:r w:rsidR="001C0413">
        <w:t xml:space="preserve">. </w:t>
      </w:r>
      <w:r w:rsidRPr="005D5566">
        <w:t>Tous s</w:t>
      </w:r>
      <w:r w:rsidR="001C0413">
        <w:t>’</w:t>
      </w:r>
      <w:r w:rsidRPr="005D5566">
        <w:t>agitaient</w:t>
      </w:r>
      <w:r w:rsidR="001C0413">
        <w:t xml:space="preserve">, </w:t>
      </w:r>
      <w:r w:rsidRPr="005D5566">
        <w:t>impatients</w:t>
      </w:r>
      <w:r w:rsidR="001C0413">
        <w:t xml:space="preserve">, </w:t>
      </w:r>
      <w:r w:rsidRPr="005D5566">
        <w:t>levaient la tête et regardaient au loin</w:t>
      </w:r>
      <w:r w:rsidR="001C0413">
        <w:t xml:space="preserve">, </w:t>
      </w:r>
      <w:r w:rsidRPr="005D5566">
        <w:t>dans toutes les directions</w:t>
      </w:r>
      <w:r w:rsidR="001C0413">
        <w:t xml:space="preserve">. </w:t>
      </w:r>
      <w:r w:rsidRPr="005D5566">
        <w:t>Il y avait de l</w:t>
      </w:r>
      <w:r w:rsidR="001C0413">
        <w:t>’</w:t>
      </w:r>
      <w:r w:rsidRPr="005D5566">
        <w:t>exaltation dans l</w:t>
      </w:r>
      <w:r w:rsidR="001C0413">
        <w:t>’</w:t>
      </w:r>
      <w:r w:rsidRPr="005D5566">
        <w:t>air</w:t>
      </w:r>
      <w:r w:rsidR="001C0413">
        <w:t xml:space="preserve">. </w:t>
      </w:r>
      <w:r w:rsidRPr="005D5566">
        <w:t>Les plus résolus se heurtaient aux craintifs et aux ignorants</w:t>
      </w:r>
      <w:r w:rsidR="001C0413">
        <w:t xml:space="preserve">. </w:t>
      </w:r>
      <w:r w:rsidRPr="005D5566">
        <w:t>Un bruit sourd de frottements hostiles s</w:t>
      </w:r>
      <w:r w:rsidR="001C0413">
        <w:t>’</w:t>
      </w:r>
      <w:r w:rsidRPr="005D5566">
        <w:t>élevait</w:t>
      </w:r>
      <w:r w:rsidR="001C0413">
        <w:t> :</w:t>
      </w:r>
    </w:p>
    <w:p w14:paraId="670BAA28" w14:textId="77777777" w:rsidR="001C0413" w:rsidRDefault="001C0413" w:rsidP="001C0413">
      <w:r>
        <w:t>— </w:t>
      </w:r>
      <w:r w:rsidR="00530790" w:rsidRPr="005D5566">
        <w:t>Mitia</w:t>
      </w:r>
      <w:r>
        <w:t xml:space="preserve"> ! </w:t>
      </w:r>
      <w:r w:rsidR="00530790" w:rsidRPr="005D5566">
        <w:t>suppliait une voix féminine toute tremblante</w:t>
      </w:r>
      <w:r>
        <w:t xml:space="preserve">, </w:t>
      </w:r>
      <w:r w:rsidR="00530790" w:rsidRPr="005D5566">
        <w:t>prends garde à toi</w:t>
      </w:r>
      <w:r>
        <w:t> !</w:t>
      </w:r>
    </w:p>
    <w:p w14:paraId="1ABEBCE1" w14:textId="77777777" w:rsidR="001C0413" w:rsidRDefault="001C0413" w:rsidP="001C0413">
      <w:r>
        <w:t>— </w:t>
      </w:r>
      <w:r w:rsidR="00530790" w:rsidRPr="005D5566">
        <w:t>Laisse-moi tranquille</w:t>
      </w:r>
      <w:r>
        <w:t> !</w:t>
      </w:r>
    </w:p>
    <w:p w14:paraId="772FFECF" w14:textId="77777777" w:rsidR="001C0413" w:rsidRDefault="00530790" w:rsidP="001C0413">
      <w:r w:rsidRPr="005D5566">
        <w:t>La voix familière et grave de Sizov disait</w:t>
      </w:r>
      <w:r w:rsidR="001C0413">
        <w:t xml:space="preserve">, </w:t>
      </w:r>
      <w:r w:rsidRPr="005D5566">
        <w:t>calme et persuasive</w:t>
      </w:r>
      <w:r w:rsidR="001C0413">
        <w:t> :</w:t>
      </w:r>
    </w:p>
    <w:p w14:paraId="0596FC6B" w14:textId="77777777" w:rsidR="001C0413" w:rsidRDefault="001C0413" w:rsidP="001C0413">
      <w:r>
        <w:t>— </w:t>
      </w:r>
      <w:r w:rsidR="00530790" w:rsidRPr="005D5566">
        <w:t>Non</w:t>
      </w:r>
      <w:r>
        <w:t xml:space="preserve">, </w:t>
      </w:r>
      <w:r w:rsidR="00530790" w:rsidRPr="005D5566">
        <w:t>il ne faut pas abandonner les jeunes</w:t>
      </w:r>
      <w:r>
        <w:t xml:space="preserve"> ! </w:t>
      </w:r>
      <w:r w:rsidR="00530790" w:rsidRPr="005D5566">
        <w:t>Ils sont devenus plus sages que nous</w:t>
      </w:r>
      <w:r>
        <w:t xml:space="preserve"> ; </w:t>
      </w:r>
      <w:r w:rsidR="00530790" w:rsidRPr="005D5566">
        <w:t>ils ont plus d</w:t>
      </w:r>
      <w:r>
        <w:t>’</w:t>
      </w:r>
      <w:r w:rsidR="00530790" w:rsidRPr="005D5566">
        <w:t>audace</w:t>
      </w:r>
      <w:r>
        <w:t xml:space="preserve"> ! </w:t>
      </w:r>
      <w:r w:rsidR="00530790" w:rsidRPr="005D5566">
        <w:t>Qui est-ce qui est intervenu à propos du kopek du marais</w:t>
      </w:r>
      <w:r>
        <w:t xml:space="preserve"> ? </w:t>
      </w:r>
      <w:r w:rsidR="00530790" w:rsidRPr="005D5566">
        <w:t>Ce sont eux</w:t>
      </w:r>
      <w:r>
        <w:t xml:space="preserve"> ! </w:t>
      </w:r>
      <w:r w:rsidR="00530790" w:rsidRPr="005D5566">
        <w:t>Il faut s</w:t>
      </w:r>
      <w:r>
        <w:t>’</w:t>
      </w:r>
      <w:r w:rsidR="00530790" w:rsidRPr="005D5566">
        <w:t>en souvenir</w:t>
      </w:r>
      <w:r>
        <w:t xml:space="preserve"> ! </w:t>
      </w:r>
      <w:r w:rsidR="00530790" w:rsidRPr="005D5566">
        <w:t>Eux</w:t>
      </w:r>
      <w:r>
        <w:t xml:space="preserve">, </w:t>
      </w:r>
      <w:r w:rsidR="00530790" w:rsidRPr="005D5566">
        <w:t>on les a mis en prison pour cela</w:t>
      </w:r>
      <w:r>
        <w:t xml:space="preserve">… </w:t>
      </w:r>
      <w:r w:rsidR="00530790" w:rsidRPr="005D5566">
        <w:t>mais tout le monde a profité de leur courage</w:t>
      </w:r>
      <w:r>
        <w:t> !</w:t>
      </w:r>
    </w:p>
    <w:p w14:paraId="153E9035" w14:textId="77777777" w:rsidR="001C0413" w:rsidRDefault="00530790" w:rsidP="001C0413">
      <w:r w:rsidRPr="005D5566">
        <w:t>Le rugissement de la sirène dévora le bruit des conversations</w:t>
      </w:r>
      <w:r w:rsidR="001C0413">
        <w:t xml:space="preserve">. </w:t>
      </w:r>
      <w:r w:rsidRPr="005D5566">
        <w:t>La foule frémit</w:t>
      </w:r>
      <w:r w:rsidR="001C0413">
        <w:t xml:space="preserve"> ; </w:t>
      </w:r>
      <w:r w:rsidRPr="005D5566">
        <w:t>ceux qui étaient assis se levèrent</w:t>
      </w:r>
      <w:r w:rsidR="001C0413">
        <w:t xml:space="preserve"> ; </w:t>
      </w:r>
      <w:r w:rsidRPr="005D5566">
        <w:t>un instant</w:t>
      </w:r>
      <w:r w:rsidR="001C0413">
        <w:t xml:space="preserve">, </w:t>
      </w:r>
      <w:r w:rsidRPr="005D5566">
        <w:t>tout se tut</w:t>
      </w:r>
      <w:r w:rsidR="001C0413">
        <w:t xml:space="preserve">, </w:t>
      </w:r>
      <w:r w:rsidRPr="005D5566">
        <w:t>on était comme aux aguets</w:t>
      </w:r>
      <w:r w:rsidR="001C0413">
        <w:t xml:space="preserve"> ; </w:t>
      </w:r>
      <w:r w:rsidRPr="005D5566">
        <w:t>un grand nombre de visages pâlirent</w:t>
      </w:r>
      <w:r w:rsidR="001C0413">
        <w:t>.</w:t>
      </w:r>
    </w:p>
    <w:p w14:paraId="54AB2AD9" w14:textId="6FCCD9F4" w:rsidR="001C0413" w:rsidRDefault="001C0413" w:rsidP="001C0413">
      <w:r>
        <w:t>— </w:t>
      </w:r>
      <w:r w:rsidR="00530790" w:rsidRPr="005D5566">
        <w:t>Camarades</w:t>
      </w:r>
      <w:r>
        <w:t xml:space="preserve"> ! </w:t>
      </w:r>
      <w:r w:rsidR="00530790" w:rsidRPr="005D5566">
        <w:t>s</w:t>
      </w:r>
      <w:r>
        <w:t>’</w:t>
      </w:r>
      <w:r w:rsidR="00530790" w:rsidRPr="005D5566">
        <w:t>écria Pavel d</w:t>
      </w:r>
      <w:r>
        <w:t>’</w:t>
      </w:r>
      <w:r w:rsidR="00530790" w:rsidRPr="005D5566">
        <w:t xml:space="preserve">une voix </w:t>
      </w:r>
      <w:r w:rsidR="006268D7">
        <w:t>ferme</w:t>
      </w:r>
      <w:r w:rsidR="006268D7" w:rsidRPr="005D5566">
        <w:t xml:space="preserve"> </w:t>
      </w:r>
      <w:r w:rsidR="00530790" w:rsidRPr="005D5566">
        <w:t>et sonore</w:t>
      </w:r>
      <w:r>
        <w:t>.</w:t>
      </w:r>
    </w:p>
    <w:p w14:paraId="67CD37B1" w14:textId="77777777" w:rsidR="001C0413" w:rsidRDefault="00530790" w:rsidP="001C0413">
      <w:r w:rsidRPr="005D5566">
        <w:t>Un brouillard sec et embrasé brûla les yeux de la mère</w:t>
      </w:r>
      <w:r w:rsidR="001C0413">
        <w:t xml:space="preserve"> ; </w:t>
      </w:r>
      <w:r w:rsidRPr="005D5566">
        <w:t>elle se plaça derrière son fils</w:t>
      </w:r>
      <w:r w:rsidR="001C0413">
        <w:t xml:space="preserve">, </w:t>
      </w:r>
      <w:r w:rsidRPr="005D5566">
        <w:t>d</w:t>
      </w:r>
      <w:r w:rsidR="001C0413">
        <w:t>’</w:t>
      </w:r>
      <w:r w:rsidRPr="005D5566">
        <w:t>un seul élan</w:t>
      </w:r>
      <w:r w:rsidR="001C0413">
        <w:t xml:space="preserve">, </w:t>
      </w:r>
      <w:r w:rsidRPr="005D5566">
        <w:t xml:space="preserve">recouvrant </w:t>
      </w:r>
      <w:r w:rsidRPr="005D5566">
        <w:lastRenderedPageBreak/>
        <w:t>soudain ses forces</w:t>
      </w:r>
      <w:r w:rsidR="001C0413">
        <w:t xml:space="preserve">. </w:t>
      </w:r>
      <w:r w:rsidRPr="005D5566">
        <w:t>Les groupes se tournaient vers Pavel et l</w:t>
      </w:r>
      <w:r w:rsidR="001C0413">
        <w:t>’</w:t>
      </w:r>
      <w:r w:rsidRPr="005D5566">
        <w:t>entouraient comme des fragments de fer attirés par un aimant</w:t>
      </w:r>
      <w:r w:rsidR="001C0413">
        <w:t>.</w:t>
      </w:r>
    </w:p>
    <w:p w14:paraId="614061DA" w14:textId="77777777" w:rsidR="001C0413" w:rsidRDefault="001C0413" w:rsidP="001C0413">
      <w:r>
        <w:t>— </w:t>
      </w:r>
      <w:r w:rsidR="00530790" w:rsidRPr="005D5566">
        <w:t>Frères</w:t>
      </w:r>
      <w:r>
        <w:t xml:space="preserve"> ! </w:t>
      </w:r>
      <w:r w:rsidR="00530790" w:rsidRPr="005D5566">
        <w:t>voici venue l</w:t>
      </w:r>
      <w:r>
        <w:t>’</w:t>
      </w:r>
      <w:r w:rsidR="00530790" w:rsidRPr="005D5566">
        <w:t>heure où nous renions cette vie pleine d</w:t>
      </w:r>
      <w:r>
        <w:t>’</w:t>
      </w:r>
      <w:r w:rsidR="00530790" w:rsidRPr="005D5566">
        <w:t>avidité</w:t>
      </w:r>
      <w:r>
        <w:t xml:space="preserve">, </w:t>
      </w:r>
      <w:r w:rsidR="00530790" w:rsidRPr="005D5566">
        <w:t>de ténèbres et de haine</w:t>
      </w:r>
      <w:r>
        <w:t xml:space="preserve">, </w:t>
      </w:r>
      <w:r w:rsidR="00530790" w:rsidRPr="005D5566">
        <w:t>cette vie d</w:t>
      </w:r>
      <w:r>
        <w:t>’</w:t>
      </w:r>
      <w:r w:rsidR="00530790" w:rsidRPr="005D5566">
        <w:t>oppression</w:t>
      </w:r>
      <w:r>
        <w:t xml:space="preserve">, </w:t>
      </w:r>
      <w:r w:rsidR="00530790" w:rsidRPr="005D5566">
        <w:t>cette vie dans laquelle nous n</w:t>
      </w:r>
      <w:r>
        <w:t>’</w:t>
      </w:r>
      <w:r w:rsidR="00530790" w:rsidRPr="005D5566">
        <w:t>avons pas de place</w:t>
      </w:r>
      <w:r>
        <w:t xml:space="preserve">, </w:t>
      </w:r>
      <w:r w:rsidR="00530790" w:rsidRPr="005D5566">
        <w:t>où nous ne sommes pas des hommes</w:t>
      </w:r>
      <w:r>
        <w:t> !</w:t>
      </w:r>
    </w:p>
    <w:p w14:paraId="01E59DC2" w14:textId="77777777" w:rsidR="001C0413" w:rsidRDefault="00530790" w:rsidP="001C0413">
      <w:r w:rsidRPr="005D5566">
        <w:t>Il s</w:t>
      </w:r>
      <w:r w:rsidR="001C0413">
        <w:t>’</w:t>
      </w:r>
      <w:r w:rsidRPr="005D5566">
        <w:t>interrompit</w:t>
      </w:r>
      <w:r w:rsidR="001C0413">
        <w:t xml:space="preserve"> ; </w:t>
      </w:r>
      <w:r w:rsidRPr="005D5566">
        <w:t>les travailleurs gardèrent le silence et se serrèrent autour de lui en une foule encore plus compacte</w:t>
      </w:r>
      <w:r w:rsidR="001C0413">
        <w:t xml:space="preserve">. </w:t>
      </w:r>
      <w:r w:rsidRPr="005D5566">
        <w:t>La mère regarda le visage de son fils</w:t>
      </w:r>
      <w:r w:rsidR="001C0413">
        <w:t xml:space="preserve"> ; </w:t>
      </w:r>
      <w:r w:rsidRPr="005D5566">
        <w:t>elle ne put voir que ses yeux</w:t>
      </w:r>
      <w:r w:rsidR="001C0413">
        <w:t xml:space="preserve">, </w:t>
      </w:r>
      <w:r w:rsidRPr="005D5566">
        <w:t>fiers et hardis</w:t>
      </w:r>
      <w:r w:rsidR="001C0413">
        <w:t xml:space="preserve">, </w:t>
      </w:r>
      <w:r w:rsidRPr="005D5566">
        <w:t>étincelants</w:t>
      </w:r>
      <w:r w:rsidR="001C0413">
        <w:t>.</w:t>
      </w:r>
    </w:p>
    <w:p w14:paraId="5456DB16" w14:textId="77777777" w:rsidR="001C0413" w:rsidRDefault="001C0413" w:rsidP="001C0413">
      <w:r>
        <w:t>— </w:t>
      </w:r>
      <w:r w:rsidR="00530790" w:rsidRPr="005D5566">
        <w:t>Camarades</w:t>
      </w:r>
      <w:r>
        <w:t xml:space="preserve"> ! </w:t>
      </w:r>
      <w:r w:rsidR="00530790" w:rsidRPr="005D5566">
        <w:t>Nous avons décidé de déclarer ouvertement aujourd</w:t>
      </w:r>
      <w:r>
        <w:t>’</w:t>
      </w:r>
      <w:r w:rsidR="00530790" w:rsidRPr="005D5566">
        <w:t>hui qui nous sommes</w:t>
      </w:r>
      <w:r>
        <w:t xml:space="preserve"> ; </w:t>
      </w:r>
      <w:r w:rsidR="00530790" w:rsidRPr="005D5566">
        <w:t>aujourd</w:t>
      </w:r>
      <w:r>
        <w:t>’</w:t>
      </w:r>
      <w:r w:rsidR="00530790" w:rsidRPr="005D5566">
        <w:t>hui</w:t>
      </w:r>
      <w:r>
        <w:t xml:space="preserve">, </w:t>
      </w:r>
      <w:r w:rsidR="00530790" w:rsidRPr="005D5566">
        <w:t>nous déployons notre drapeau</w:t>
      </w:r>
      <w:r>
        <w:t xml:space="preserve">, </w:t>
      </w:r>
      <w:r w:rsidR="00530790" w:rsidRPr="005D5566">
        <w:t>le drapeau de la raison</w:t>
      </w:r>
      <w:r>
        <w:t xml:space="preserve">, </w:t>
      </w:r>
      <w:r w:rsidR="00530790" w:rsidRPr="005D5566">
        <w:t>de la vérité</w:t>
      </w:r>
      <w:r>
        <w:t xml:space="preserve">, </w:t>
      </w:r>
      <w:r w:rsidR="00530790" w:rsidRPr="005D5566">
        <w:t>de la liberté</w:t>
      </w:r>
      <w:r>
        <w:t> !</w:t>
      </w:r>
    </w:p>
    <w:p w14:paraId="14322C7E" w14:textId="77777777" w:rsidR="001C0413" w:rsidRDefault="00530790" w:rsidP="001C0413">
      <w:r w:rsidRPr="005D5566">
        <w:t>Une hampe longue et blanche se dressa en l</w:t>
      </w:r>
      <w:r w:rsidR="001C0413">
        <w:t>’</w:t>
      </w:r>
      <w:r w:rsidRPr="005D5566">
        <w:t>air</w:t>
      </w:r>
      <w:r w:rsidR="001C0413">
        <w:t xml:space="preserve">, </w:t>
      </w:r>
      <w:r w:rsidRPr="005D5566">
        <w:t>puis elle s</w:t>
      </w:r>
      <w:r w:rsidR="001C0413">
        <w:t>’</w:t>
      </w:r>
      <w:r w:rsidRPr="005D5566">
        <w:t>abaissa</w:t>
      </w:r>
      <w:r w:rsidR="001C0413">
        <w:t xml:space="preserve">, </w:t>
      </w:r>
      <w:r w:rsidRPr="005D5566">
        <w:t>tomba dans la foule</w:t>
      </w:r>
      <w:r w:rsidR="001C0413">
        <w:t xml:space="preserve">, </w:t>
      </w:r>
      <w:r w:rsidRPr="005D5566">
        <w:t>où elle disparut</w:t>
      </w:r>
      <w:r w:rsidR="001C0413">
        <w:t xml:space="preserve"> ; </w:t>
      </w:r>
      <w:r w:rsidRPr="005D5566">
        <w:t>un instant après</w:t>
      </w:r>
      <w:r w:rsidR="001C0413">
        <w:t xml:space="preserve">, </w:t>
      </w:r>
      <w:r w:rsidRPr="005D5566">
        <w:t>au-dessus des têtes se déployait</w:t>
      </w:r>
      <w:r w:rsidR="001C0413">
        <w:t xml:space="preserve">, </w:t>
      </w:r>
      <w:r w:rsidRPr="005D5566">
        <w:t>tel un oiseau écarlate</w:t>
      </w:r>
      <w:r w:rsidR="001C0413">
        <w:t xml:space="preserve">, </w:t>
      </w:r>
      <w:r w:rsidRPr="005D5566">
        <w:t>l</w:t>
      </w:r>
      <w:r w:rsidR="001C0413">
        <w:t>’</w:t>
      </w:r>
      <w:r w:rsidRPr="005D5566">
        <w:t>étendard du peuple ouvrier</w:t>
      </w:r>
      <w:r w:rsidR="001C0413">
        <w:t>…</w:t>
      </w:r>
    </w:p>
    <w:p w14:paraId="5F06FC00" w14:textId="77777777" w:rsidR="001C0413" w:rsidRDefault="00530790" w:rsidP="001C0413">
      <w:r w:rsidRPr="005D5566">
        <w:t>Pavel leva le bras</w:t>
      </w:r>
      <w:r w:rsidR="001C0413">
        <w:t xml:space="preserve"> ; </w:t>
      </w:r>
      <w:r w:rsidRPr="005D5566">
        <w:t>la hampe vacilla</w:t>
      </w:r>
      <w:r w:rsidR="001C0413">
        <w:t xml:space="preserve"> ; </w:t>
      </w:r>
      <w:r w:rsidRPr="005D5566">
        <w:t>alors</w:t>
      </w:r>
      <w:r w:rsidR="001C0413">
        <w:t xml:space="preserve">, </w:t>
      </w:r>
      <w:r w:rsidRPr="005D5566">
        <w:t>une dizaine de mains saisirent le bois blanc et lisse</w:t>
      </w:r>
      <w:r w:rsidR="001C0413">
        <w:t xml:space="preserve"> ; </w:t>
      </w:r>
      <w:r w:rsidRPr="005D5566">
        <w:t>parmi elles se trouva celle de la mère</w:t>
      </w:r>
      <w:r w:rsidR="001C0413">
        <w:t>.</w:t>
      </w:r>
    </w:p>
    <w:p w14:paraId="1FCC5853" w14:textId="77777777" w:rsidR="001C0413" w:rsidRDefault="001C0413" w:rsidP="001C0413">
      <w:r>
        <w:t>— </w:t>
      </w:r>
      <w:r w:rsidR="00530790" w:rsidRPr="005D5566">
        <w:t>Vive le peuple ouvrier</w:t>
      </w:r>
      <w:r>
        <w:t xml:space="preserve"> ! </w:t>
      </w:r>
      <w:r w:rsidR="00530790" w:rsidRPr="005D5566">
        <w:t>s</w:t>
      </w:r>
      <w:r>
        <w:t>’</w:t>
      </w:r>
      <w:r w:rsidR="00530790" w:rsidRPr="005D5566">
        <w:t>écria Pavel</w:t>
      </w:r>
      <w:r>
        <w:t>.</w:t>
      </w:r>
    </w:p>
    <w:p w14:paraId="2A9424A7" w14:textId="77777777" w:rsidR="001C0413" w:rsidRDefault="00530790" w:rsidP="001C0413">
      <w:r w:rsidRPr="005D5566">
        <w:t>Des centaines de voix lui répondirent en un écho sonore</w:t>
      </w:r>
      <w:r w:rsidR="001C0413">
        <w:t>.</w:t>
      </w:r>
    </w:p>
    <w:p w14:paraId="3F65F824" w14:textId="77777777" w:rsidR="001C0413" w:rsidRDefault="001C0413" w:rsidP="001C0413">
      <w:r>
        <w:t>— </w:t>
      </w:r>
      <w:r w:rsidR="00530790" w:rsidRPr="005D5566">
        <w:t>Vive notre parti</w:t>
      </w:r>
      <w:r>
        <w:t xml:space="preserve">, </w:t>
      </w:r>
      <w:r w:rsidR="00530790" w:rsidRPr="005D5566">
        <w:t>camarades</w:t>
      </w:r>
      <w:r>
        <w:t xml:space="preserve"> ! </w:t>
      </w:r>
      <w:r w:rsidR="00530790" w:rsidRPr="005D5566">
        <w:t>Vive la liberté du peuple russe</w:t>
      </w:r>
      <w:r>
        <w:t> !…</w:t>
      </w:r>
    </w:p>
    <w:p w14:paraId="3D3206C9" w14:textId="77777777" w:rsidR="001C0413" w:rsidRDefault="00530790" w:rsidP="001C0413">
      <w:r w:rsidRPr="005D5566">
        <w:t>La foule était houleuse</w:t>
      </w:r>
      <w:r w:rsidR="001C0413">
        <w:t xml:space="preserve"> : </w:t>
      </w:r>
      <w:r w:rsidRPr="005D5566">
        <w:t>ceux qui comprenaient la signification du drapeau se frayaient une voie jusqu</w:t>
      </w:r>
      <w:r w:rsidR="001C0413">
        <w:t>’</w:t>
      </w:r>
      <w:r w:rsidRPr="005D5566">
        <w:t>à lui</w:t>
      </w:r>
      <w:r w:rsidR="001C0413">
        <w:t xml:space="preserve"> ; </w:t>
      </w:r>
      <w:r w:rsidRPr="005D5566">
        <w:t>Mazine</w:t>
      </w:r>
      <w:r w:rsidR="001C0413">
        <w:t xml:space="preserve">, </w:t>
      </w:r>
      <w:r w:rsidRPr="005D5566">
        <w:lastRenderedPageBreak/>
        <w:t>Samoïlov</w:t>
      </w:r>
      <w:r w:rsidR="001C0413">
        <w:t xml:space="preserve">, </w:t>
      </w:r>
      <w:r w:rsidRPr="005D5566">
        <w:t>les deux Goussev</w:t>
      </w:r>
      <w:r w:rsidR="001C0413">
        <w:t xml:space="preserve">, </w:t>
      </w:r>
      <w:r w:rsidRPr="005D5566">
        <w:t>s</w:t>
      </w:r>
      <w:r w:rsidR="001C0413">
        <w:t>’</w:t>
      </w:r>
      <w:r w:rsidRPr="005D5566">
        <w:t>étaient placés à côté de Pavel</w:t>
      </w:r>
      <w:r w:rsidR="001C0413">
        <w:t xml:space="preserve"> ; </w:t>
      </w:r>
      <w:r w:rsidRPr="005D5566">
        <w:t>tête baissée</w:t>
      </w:r>
      <w:r w:rsidR="001C0413">
        <w:t xml:space="preserve">, </w:t>
      </w:r>
      <w:r w:rsidRPr="005D5566">
        <w:t>Vessoftchikov repoussait la foule</w:t>
      </w:r>
      <w:r w:rsidR="001C0413">
        <w:t xml:space="preserve"> ; </w:t>
      </w:r>
      <w:r w:rsidRPr="005D5566">
        <w:t>et d</w:t>
      </w:r>
      <w:r w:rsidR="001C0413">
        <w:t>’</w:t>
      </w:r>
      <w:r w:rsidRPr="005D5566">
        <w:t>autres jeunes gens aux yeux animés</w:t>
      </w:r>
      <w:r w:rsidR="001C0413">
        <w:t xml:space="preserve">, </w:t>
      </w:r>
      <w:r w:rsidRPr="005D5566">
        <w:t>que la mère ne connaissait pas</w:t>
      </w:r>
      <w:r w:rsidR="001C0413">
        <w:t xml:space="preserve">, </w:t>
      </w:r>
      <w:r w:rsidRPr="005D5566">
        <w:t>se plaçaient au premier rang en l</w:t>
      </w:r>
      <w:r w:rsidR="001C0413">
        <w:t>’</w:t>
      </w:r>
      <w:r w:rsidRPr="005D5566">
        <w:t>écartant</w:t>
      </w:r>
      <w:r w:rsidR="001C0413">
        <w:t>.</w:t>
      </w:r>
    </w:p>
    <w:p w14:paraId="4E012698" w14:textId="77777777" w:rsidR="001C0413" w:rsidRDefault="001C0413" w:rsidP="001C0413">
      <w:r>
        <w:t>— </w:t>
      </w:r>
      <w:r w:rsidR="00530790" w:rsidRPr="005D5566">
        <w:t>Vive le peuple opprimé</w:t>
      </w:r>
      <w:r>
        <w:t xml:space="preserve">, </w:t>
      </w:r>
      <w:r w:rsidR="00530790" w:rsidRPr="005D5566">
        <w:t>vive la liberté</w:t>
      </w:r>
      <w:r>
        <w:t xml:space="preserve"> !… </w:t>
      </w:r>
      <w:r w:rsidR="00530790" w:rsidRPr="005D5566">
        <w:t>continuait Pavel</w:t>
      </w:r>
      <w:r>
        <w:t>.</w:t>
      </w:r>
    </w:p>
    <w:p w14:paraId="35708661" w14:textId="77777777" w:rsidR="001C0413" w:rsidRDefault="00530790" w:rsidP="001C0413">
      <w:r w:rsidRPr="005D5566">
        <w:t>Et</w:t>
      </w:r>
      <w:r w:rsidR="001C0413">
        <w:t xml:space="preserve">, </w:t>
      </w:r>
      <w:r w:rsidRPr="005D5566">
        <w:t>avec une force et une joie sans cesse croissantes</w:t>
      </w:r>
      <w:r w:rsidR="001C0413">
        <w:t xml:space="preserve">, </w:t>
      </w:r>
      <w:r w:rsidRPr="005D5566">
        <w:t>des milliers de voix lui répondaient</w:t>
      </w:r>
      <w:r w:rsidR="001C0413">
        <w:t xml:space="preserve">, </w:t>
      </w:r>
      <w:r w:rsidRPr="005D5566">
        <w:t>et cette rumeur secouait l</w:t>
      </w:r>
      <w:r w:rsidR="001C0413">
        <w:t>’</w:t>
      </w:r>
      <w:r w:rsidRPr="005D5566">
        <w:t>âme</w:t>
      </w:r>
      <w:r w:rsidR="001C0413">
        <w:t>.</w:t>
      </w:r>
    </w:p>
    <w:p w14:paraId="02DA2D89" w14:textId="77777777" w:rsidR="001C0413" w:rsidRDefault="00530790" w:rsidP="001C0413">
      <w:r w:rsidRPr="005D5566">
        <w:t>La mère saisit la main du grêlé et celle de quelqu</w:t>
      </w:r>
      <w:r w:rsidR="001C0413">
        <w:t>’</w:t>
      </w:r>
      <w:r w:rsidRPr="005D5566">
        <w:t>un d</w:t>
      </w:r>
      <w:r w:rsidR="001C0413">
        <w:t>’</w:t>
      </w:r>
      <w:r w:rsidRPr="005D5566">
        <w:t>autre</w:t>
      </w:r>
      <w:r w:rsidR="001C0413">
        <w:t xml:space="preserve"> ; </w:t>
      </w:r>
      <w:r w:rsidRPr="005D5566">
        <w:t>les larmes l</w:t>
      </w:r>
      <w:r w:rsidR="001C0413">
        <w:t>’</w:t>
      </w:r>
      <w:r w:rsidRPr="005D5566">
        <w:t>étouffaient</w:t>
      </w:r>
      <w:r w:rsidR="001C0413">
        <w:t xml:space="preserve">, </w:t>
      </w:r>
      <w:r w:rsidRPr="005D5566">
        <w:t>mais elle ne pleurait pas</w:t>
      </w:r>
      <w:r w:rsidR="001C0413">
        <w:t xml:space="preserve"> ; </w:t>
      </w:r>
      <w:r w:rsidRPr="005D5566">
        <w:t>ses jambes chancelaient</w:t>
      </w:r>
      <w:r w:rsidR="001C0413">
        <w:t xml:space="preserve"> ; </w:t>
      </w:r>
      <w:r w:rsidRPr="005D5566">
        <w:t>elle dit d</w:t>
      </w:r>
      <w:r w:rsidR="001C0413">
        <w:t>’</w:t>
      </w:r>
      <w:r w:rsidRPr="005D5566">
        <w:t>une voix tremblante</w:t>
      </w:r>
      <w:r w:rsidR="001C0413">
        <w:t> :</w:t>
      </w:r>
    </w:p>
    <w:p w14:paraId="45ADE660" w14:textId="77777777" w:rsidR="001C0413" w:rsidRDefault="001C0413" w:rsidP="001C0413">
      <w:r>
        <w:t>— </w:t>
      </w:r>
      <w:r w:rsidR="00530790" w:rsidRPr="005D5566">
        <w:t>Oui</w:t>
      </w:r>
      <w:r>
        <w:t xml:space="preserve">… </w:t>
      </w:r>
      <w:r w:rsidR="00530790" w:rsidRPr="005D5566">
        <w:t>c</w:t>
      </w:r>
      <w:r>
        <w:t>’</w:t>
      </w:r>
      <w:r w:rsidR="00530790" w:rsidRPr="005D5566">
        <w:t>est la vérité</w:t>
      </w:r>
      <w:r>
        <w:t xml:space="preserve"> !… </w:t>
      </w:r>
      <w:r w:rsidR="00530790" w:rsidRPr="005D5566">
        <w:t>mes amis</w:t>
      </w:r>
      <w:r>
        <w:t> !</w:t>
      </w:r>
    </w:p>
    <w:p w14:paraId="3160633C" w14:textId="77777777" w:rsidR="001C0413" w:rsidRDefault="00530790" w:rsidP="001C0413">
      <w:r w:rsidRPr="005D5566">
        <w:t>Un large sourire éclairait le visage grêlé de Vessoftchikov</w:t>
      </w:r>
      <w:r w:rsidR="001C0413">
        <w:t xml:space="preserve"> ; </w:t>
      </w:r>
      <w:r w:rsidRPr="005D5566">
        <w:t>il regardait l</w:t>
      </w:r>
      <w:r w:rsidR="001C0413">
        <w:t>’</w:t>
      </w:r>
      <w:r w:rsidRPr="005D5566">
        <w:t>étendard en rugissant des mots vagues et la main tendue vers le symbole de la liberté</w:t>
      </w:r>
      <w:r w:rsidR="001C0413">
        <w:t xml:space="preserve">. </w:t>
      </w:r>
      <w:r w:rsidRPr="005D5566">
        <w:t>Puis</w:t>
      </w:r>
      <w:r w:rsidR="001C0413">
        <w:t xml:space="preserve">, </w:t>
      </w:r>
      <w:r w:rsidRPr="005D5566">
        <w:t>soudain</w:t>
      </w:r>
      <w:r w:rsidR="001C0413">
        <w:t xml:space="preserve">, </w:t>
      </w:r>
      <w:r w:rsidRPr="005D5566">
        <w:t>il enlaça la mère</w:t>
      </w:r>
      <w:r w:rsidR="001C0413">
        <w:t xml:space="preserve">, </w:t>
      </w:r>
      <w:r w:rsidRPr="005D5566">
        <w:t>l</w:t>
      </w:r>
      <w:r w:rsidR="001C0413">
        <w:t>’</w:t>
      </w:r>
      <w:r w:rsidRPr="005D5566">
        <w:t>embrassa et se mit à rire</w:t>
      </w:r>
      <w:r w:rsidR="001C0413">
        <w:t>.</w:t>
      </w:r>
    </w:p>
    <w:p w14:paraId="7BCE68DB" w14:textId="77777777" w:rsidR="001C0413" w:rsidRDefault="001C0413" w:rsidP="001C0413">
      <w:r>
        <w:t>— </w:t>
      </w:r>
      <w:r w:rsidR="00530790" w:rsidRPr="005D5566">
        <w:t>Camarades</w:t>
      </w:r>
      <w:r>
        <w:t xml:space="preserve"> ! </w:t>
      </w:r>
      <w:r w:rsidR="00530790" w:rsidRPr="005D5566">
        <w:t>commença le Petit-Russien</w:t>
      </w:r>
      <w:r>
        <w:t xml:space="preserve">, </w:t>
      </w:r>
      <w:r w:rsidR="00530790" w:rsidRPr="005D5566">
        <w:t>dominant le sourd murmure de la foule de sa voix douce et chantante</w:t>
      </w:r>
      <w:r>
        <w:t xml:space="preserve">, </w:t>
      </w:r>
      <w:r w:rsidR="00530790" w:rsidRPr="005D5566">
        <w:t>nous nous sommes levés en l</w:t>
      </w:r>
      <w:r>
        <w:t>’</w:t>
      </w:r>
      <w:r w:rsidR="00530790" w:rsidRPr="005D5566">
        <w:t>honneur d</w:t>
      </w:r>
      <w:r>
        <w:t>’</w:t>
      </w:r>
      <w:r w:rsidR="00530790" w:rsidRPr="005D5566">
        <w:t>un Dieu nouveau</w:t>
      </w:r>
      <w:r>
        <w:t xml:space="preserve">, </w:t>
      </w:r>
      <w:r w:rsidR="00530790" w:rsidRPr="005D5566">
        <w:t>du Dieu de la lumière et de la vérité</w:t>
      </w:r>
      <w:r>
        <w:t xml:space="preserve">, </w:t>
      </w:r>
      <w:r w:rsidR="00530790" w:rsidRPr="005D5566">
        <w:t>du Dieu de la raison et de la bonté</w:t>
      </w:r>
      <w:r>
        <w:t xml:space="preserve"> ! </w:t>
      </w:r>
      <w:r w:rsidR="00530790" w:rsidRPr="005D5566">
        <w:t>Nous partons pour la croisade</w:t>
      </w:r>
      <w:r>
        <w:t xml:space="preserve">, </w:t>
      </w:r>
      <w:r w:rsidR="00530790" w:rsidRPr="005D5566">
        <w:t>camarades</w:t>
      </w:r>
      <w:r>
        <w:t xml:space="preserve">, </w:t>
      </w:r>
      <w:r w:rsidR="00530790" w:rsidRPr="005D5566">
        <w:t>et la route sera longue et pénible</w:t>
      </w:r>
      <w:r>
        <w:t xml:space="preserve"> ! </w:t>
      </w:r>
      <w:r w:rsidR="00530790" w:rsidRPr="005D5566">
        <w:t>Le but est éloigné</w:t>
      </w:r>
      <w:r>
        <w:t xml:space="preserve">, </w:t>
      </w:r>
      <w:r w:rsidR="00530790" w:rsidRPr="005D5566">
        <w:t>mais les couronnes d</w:t>
      </w:r>
      <w:r>
        <w:t>’</w:t>
      </w:r>
      <w:r w:rsidR="00530790" w:rsidRPr="005D5566">
        <w:t>épines sont proches</w:t>
      </w:r>
      <w:r>
        <w:t xml:space="preserve"> ! </w:t>
      </w:r>
      <w:r w:rsidR="00530790" w:rsidRPr="005D5566">
        <w:t>Qu</w:t>
      </w:r>
      <w:r>
        <w:t>’</w:t>
      </w:r>
      <w:r w:rsidR="00530790" w:rsidRPr="005D5566">
        <w:t>ils s</w:t>
      </w:r>
      <w:r>
        <w:t>’</w:t>
      </w:r>
      <w:r w:rsidR="00530790" w:rsidRPr="005D5566">
        <w:t>en aillent ceux qui nient la force de la vérité</w:t>
      </w:r>
      <w:r>
        <w:t xml:space="preserve">, </w:t>
      </w:r>
      <w:r w:rsidR="00530790" w:rsidRPr="005D5566">
        <w:t>ceux qui n</w:t>
      </w:r>
      <w:r>
        <w:t>’</w:t>
      </w:r>
      <w:r w:rsidR="00530790" w:rsidRPr="005D5566">
        <w:t>ont pas le courage de la défendre jusqu</w:t>
      </w:r>
      <w:r>
        <w:t>’</w:t>
      </w:r>
      <w:r w:rsidR="00530790" w:rsidRPr="005D5566">
        <w:t>à la mort</w:t>
      </w:r>
      <w:r>
        <w:t xml:space="preserve">, </w:t>
      </w:r>
      <w:r w:rsidR="00530790" w:rsidRPr="005D5566">
        <w:t>ceux qui n</w:t>
      </w:r>
      <w:r>
        <w:t>’</w:t>
      </w:r>
      <w:r w:rsidR="00530790" w:rsidRPr="005D5566">
        <w:t>ont pas confiance en eux-mêmes et ont peur de la souffrance</w:t>
      </w:r>
      <w:r>
        <w:t xml:space="preserve"> ! </w:t>
      </w:r>
      <w:r w:rsidR="00530790" w:rsidRPr="005D5566">
        <w:t>Nous voulons seulement ceux qui croient en notre succès</w:t>
      </w:r>
      <w:r>
        <w:t xml:space="preserve"> ; </w:t>
      </w:r>
      <w:r w:rsidR="00530790" w:rsidRPr="005D5566">
        <w:t>ceux qui ne voient pas le but ne doivent pas nous suivre</w:t>
      </w:r>
      <w:r>
        <w:t xml:space="preserve">, </w:t>
      </w:r>
      <w:r w:rsidR="00530790" w:rsidRPr="005D5566">
        <w:t xml:space="preserve">car le chagrin et les souffrances les </w:t>
      </w:r>
      <w:r w:rsidR="00530790" w:rsidRPr="005D5566">
        <w:lastRenderedPageBreak/>
        <w:t>attendent</w:t>
      </w:r>
      <w:r>
        <w:t xml:space="preserve">. </w:t>
      </w:r>
      <w:r w:rsidR="00530790" w:rsidRPr="005D5566">
        <w:t>Formez les rangs</w:t>
      </w:r>
      <w:r>
        <w:t xml:space="preserve">, </w:t>
      </w:r>
      <w:r w:rsidR="00530790" w:rsidRPr="005D5566">
        <w:t>camarades</w:t>
      </w:r>
      <w:r>
        <w:t xml:space="preserve"> ! </w:t>
      </w:r>
      <w:r w:rsidR="00530790" w:rsidRPr="005D5566">
        <w:t>Vive le Premier Mai</w:t>
      </w:r>
      <w:r>
        <w:t xml:space="preserve">, </w:t>
      </w:r>
      <w:r w:rsidR="00530790" w:rsidRPr="005D5566">
        <w:t>fête de l</w:t>
      </w:r>
      <w:r>
        <w:t>’</w:t>
      </w:r>
      <w:r w:rsidR="00530790" w:rsidRPr="005D5566">
        <w:t>humanité libre</w:t>
      </w:r>
      <w:r>
        <w:t> !</w:t>
      </w:r>
    </w:p>
    <w:p w14:paraId="77A9BFCA" w14:textId="77777777" w:rsidR="001C0413" w:rsidRDefault="00530790" w:rsidP="001C0413">
      <w:r w:rsidRPr="005D5566">
        <w:t xml:space="preserve">La </w:t>
      </w:r>
      <w:r w:rsidRPr="005D5566">
        <w:rPr>
          <w:bCs/>
        </w:rPr>
        <w:t xml:space="preserve">foule </w:t>
      </w:r>
      <w:r w:rsidRPr="005D5566">
        <w:t>se fit plus dense encore</w:t>
      </w:r>
      <w:r w:rsidR="001C0413">
        <w:t xml:space="preserve">. </w:t>
      </w:r>
      <w:r w:rsidRPr="005D5566">
        <w:t>Pavel agita le drapeau qui se déploya et flotta</w:t>
      </w:r>
      <w:r w:rsidR="001C0413">
        <w:t xml:space="preserve">, </w:t>
      </w:r>
      <w:r w:rsidRPr="005D5566">
        <w:t>éclairé par le soleil</w:t>
      </w:r>
      <w:r w:rsidR="001C0413">
        <w:t xml:space="preserve">, </w:t>
      </w:r>
      <w:r w:rsidRPr="005D5566">
        <w:t>large et rouge</w:t>
      </w:r>
      <w:r w:rsidR="001C0413">
        <w:t>…</w:t>
      </w:r>
    </w:p>
    <w:p w14:paraId="2A471824" w14:textId="77777777" w:rsidR="001C0413" w:rsidRDefault="001C0413" w:rsidP="001C0413">
      <w:r>
        <w:t>— </w:t>
      </w:r>
      <w:r w:rsidR="00530790" w:rsidRPr="005D5566">
        <w:rPr>
          <w:i/>
          <w:iCs/>
        </w:rPr>
        <w:t>Renions le vieux monde</w:t>
      </w:r>
      <w:r>
        <w:rPr>
          <w:i/>
          <w:iCs/>
        </w:rPr>
        <w:t xml:space="preserve"> ! </w:t>
      </w:r>
      <w:r w:rsidR="00530790" w:rsidRPr="005D5566">
        <w:t>entonna Fédia Mazine d</w:t>
      </w:r>
      <w:r>
        <w:t>’</w:t>
      </w:r>
      <w:r w:rsidR="00530790" w:rsidRPr="005D5566">
        <w:t>une voix sonore</w:t>
      </w:r>
      <w:r>
        <w:t>.</w:t>
      </w:r>
    </w:p>
    <w:p w14:paraId="376CC225" w14:textId="77777777" w:rsidR="001C0413" w:rsidRDefault="00530790" w:rsidP="001C0413">
      <w:r w:rsidRPr="005D5566">
        <w:t>La réponse retentit comme une vague puissante et douce</w:t>
      </w:r>
      <w:r w:rsidR="001C0413">
        <w:t> :</w:t>
      </w:r>
    </w:p>
    <w:p w14:paraId="39D87987" w14:textId="77777777" w:rsidR="001C0413" w:rsidRDefault="001C0413" w:rsidP="001C0413">
      <w:pPr>
        <w:rPr>
          <w:i/>
          <w:iCs/>
        </w:rPr>
      </w:pPr>
      <w:r>
        <w:t>— </w:t>
      </w:r>
      <w:r w:rsidR="00530790" w:rsidRPr="005D5566">
        <w:rPr>
          <w:i/>
          <w:iCs/>
        </w:rPr>
        <w:t>Secouons la poussière de nos pieds</w:t>
      </w:r>
      <w:r>
        <w:rPr>
          <w:i/>
          <w:iCs/>
        </w:rPr>
        <w:t> !…</w:t>
      </w:r>
    </w:p>
    <w:p w14:paraId="6012B051" w14:textId="77777777" w:rsidR="001C0413" w:rsidRDefault="00530790" w:rsidP="001C0413">
      <w:r w:rsidRPr="005D5566">
        <w:t>Un sourire ardent aux lèvres</w:t>
      </w:r>
      <w:r w:rsidR="001C0413">
        <w:t xml:space="preserve">, </w:t>
      </w:r>
      <w:r w:rsidRPr="005D5566">
        <w:t>la mère se plaça derrière Fédia</w:t>
      </w:r>
      <w:r w:rsidR="001C0413">
        <w:t xml:space="preserve"> ; </w:t>
      </w:r>
      <w:r w:rsidRPr="005D5566">
        <w:t>par-dessus la tête de celui-ci</w:t>
      </w:r>
      <w:r w:rsidR="001C0413">
        <w:t xml:space="preserve">, </w:t>
      </w:r>
      <w:r w:rsidRPr="005D5566">
        <w:t>elle voyait son fils et le drapeau</w:t>
      </w:r>
      <w:r w:rsidR="001C0413">
        <w:t xml:space="preserve">. </w:t>
      </w:r>
      <w:r w:rsidRPr="005D5566">
        <w:t>Autour d</w:t>
      </w:r>
      <w:r w:rsidR="001C0413">
        <w:t>’</w:t>
      </w:r>
      <w:r w:rsidRPr="005D5566">
        <w:t>elle</w:t>
      </w:r>
      <w:r w:rsidR="001C0413">
        <w:t xml:space="preserve">, </w:t>
      </w:r>
      <w:r w:rsidRPr="005D5566">
        <w:t>des visages animés apparaissaient et disparaissaient</w:t>
      </w:r>
      <w:r w:rsidR="001C0413">
        <w:t xml:space="preserve"> ; </w:t>
      </w:r>
      <w:r w:rsidRPr="005D5566">
        <w:t>des yeux de toutes couleurs étincelaient</w:t>
      </w:r>
      <w:r w:rsidR="001C0413">
        <w:t xml:space="preserve"> ; </w:t>
      </w:r>
      <w:r w:rsidRPr="005D5566">
        <w:t>son fils et André étaient au premier rang</w:t>
      </w:r>
      <w:r w:rsidR="001C0413">
        <w:t xml:space="preserve">. </w:t>
      </w:r>
      <w:r w:rsidRPr="005D5566">
        <w:t>Elle entendait leurs voix</w:t>
      </w:r>
      <w:r w:rsidR="001C0413">
        <w:t xml:space="preserve"> : </w:t>
      </w:r>
      <w:r w:rsidRPr="005D5566">
        <w:t>celle d</w:t>
      </w:r>
      <w:r w:rsidR="001C0413">
        <w:t>’</w:t>
      </w:r>
      <w:r w:rsidRPr="005D5566">
        <w:t>André</w:t>
      </w:r>
      <w:r w:rsidR="001C0413">
        <w:t xml:space="preserve">, </w:t>
      </w:r>
      <w:r w:rsidRPr="005D5566">
        <w:t>moite et voilée</w:t>
      </w:r>
      <w:r w:rsidR="001C0413">
        <w:t xml:space="preserve">, </w:t>
      </w:r>
      <w:r w:rsidRPr="005D5566">
        <w:t>se mêlait fraternellement à la voix plus épaisse et rude de son fils</w:t>
      </w:r>
      <w:r w:rsidR="001C0413">
        <w:t> :</w:t>
      </w:r>
    </w:p>
    <w:p w14:paraId="385441D3" w14:textId="77777777" w:rsidR="001C0413" w:rsidRDefault="00530790" w:rsidP="001C0413">
      <w:pPr>
        <w:ind w:firstLine="0"/>
        <w:jc w:val="center"/>
        <w:rPr>
          <w:i/>
          <w:iCs/>
        </w:rPr>
      </w:pPr>
      <w:r w:rsidRPr="001C0413">
        <w:rPr>
          <w:i/>
          <w:iCs/>
        </w:rPr>
        <w:t>Lève-toi</w:t>
      </w:r>
      <w:r w:rsidR="001C0413">
        <w:rPr>
          <w:i/>
          <w:iCs/>
        </w:rPr>
        <w:t xml:space="preserve">, </w:t>
      </w:r>
      <w:r w:rsidRPr="001C0413">
        <w:rPr>
          <w:i/>
          <w:iCs/>
        </w:rPr>
        <w:t>peuple ouvrier</w:t>
      </w:r>
      <w:r w:rsidR="001C0413">
        <w:rPr>
          <w:i/>
          <w:iCs/>
        </w:rPr>
        <w:t>,</w:t>
      </w:r>
    </w:p>
    <w:p w14:paraId="024C682A" w14:textId="77777777" w:rsidR="001C0413" w:rsidRDefault="00530790" w:rsidP="001C0413">
      <w:pPr>
        <w:ind w:firstLine="0"/>
        <w:jc w:val="center"/>
        <w:rPr>
          <w:i/>
          <w:iCs/>
        </w:rPr>
      </w:pPr>
      <w:r w:rsidRPr="001C0413">
        <w:rPr>
          <w:i/>
          <w:iCs/>
        </w:rPr>
        <w:t>Révoltez-vous</w:t>
      </w:r>
      <w:r w:rsidR="001C0413">
        <w:rPr>
          <w:i/>
          <w:iCs/>
        </w:rPr>
        <w:t xml:space="preserve">, </w:t>
      </w:r>
      <w:r w:rsidRPr="001C0413">
        <w:rPr>
          <w:i/>
          <w:iCs/>
        </w:rPr>
        <w:t>gens affamés</w:t>
      </w:r>
      <w:r w:rsidR="001C0413">
        <w:rPr>
          <w:i/>
          <w:iCs/>
        </w:rPr>
        <w:t> !…</w:t>
      </w:r>
    </w:p>
    <w:p w14:paraId="1049DA54" w14:textId="20D26266" w:rsidR="001C0413" w:rsidRDefault="00530790" w:rsidP="001C0413">
      <w:r w:rsidRPr="005D5566">
        <w:t>Et le peuple courait à la rencontre de l</w:t>
      </w:r>
      <w:r w:rsidR="001C0413">
        <w:t>’</w:t>
      </w:r>
      <w:r w:rsidRPr="005D5566">
        <w:t>étendard rouge</w:t>
      </w:r>
      <w:r w:rsidR="001C0413">
        <w:t xml:space="preserve">, </w:t>
      </w:r>
      <w:r w:rsidRPr="005D5566">
        <w:t>ses cris se mêlaient aux vibrations de la chanson</w:t>
      </w:r>
      <w:r w:rsidR="001C0413">
        <w:t xml:space="preserve">, </w:t>
      </w:r>
      <w:r w:rsidRPr="005D5566">
        <w:t>de la chanson qu</w:t>
      </w:r>
      <w:r w:rsidR="001C0413">
        <w:t>’</w:t>
      </w:r>
      <w:r w:rsidRPr="005D5566">
        <w:t>à la maison on chantait à voix plus basse que les autres</w:t>
      </w:r>
      <w:r w:rsidR="001C0413">
        <w:t xml:space="preserve">. </w:t>
      </w:r>
      <w:r w:rsidRPr="005D5566">
        <w:t xml:space="preserve">Dans la </w:t>
      </w:r>
      <w:r w:rsidR="006268D7">
        <w:t>rue</w:t>
      </w:r>
      <w:r w:rsidR="001C0413">
        <w:t xml:space="preserve">, </w:t>
      </w:r>
      <w:r w:rsidRPr="005D5566">
        <w:t>elle résonnait avec une force terrible</w:t>
      </w:r>
      <w:r w:rsidR="001C0413">
        <w:t xml:space="preserve">, </w:t>
      </w:r>
      <w:r w:rsidRPr="005D5566">
        <w:t>comme l</w:t>
      </w:r>
      <w:r w:rsidR="001C0413">
        <w:t>’</w:t>
      </w:r>
      <w:r w:rsidRPr="005D5566">
        <w:t>airain d</w:t>
      </w:r>
      <w:r w:rsidR="001C0413">
        <w:t>’</w:t>
      </w:r>
      <w:r w:rsidRPr="005D5566">
        <w:t>une cloche</w:t>
      </w:r>
      <w:r w:rsidR="001C0413">
        <w:t xml:space="preserve"> ; </w:t>
      </w:r>
      <w:r w:rsidRPr="005D5566">
        <w:t>elle conviait les hommes à suivre la voix lointaine qui menait à l</w:t>
      </w:r>
      <w:r w:rsidR="001C0413">
        <w:t>’</w:t>
      </w:r>
      <w:r w:rsidRPr="005D5566">
        <w:t>avenir</w:t>
      </w:r>
      <w:r w:rsidR="001C0413">
        <w:t xml:space="preserve">, </w:t>
      </w:r>
      <w:r w:rsidRPr="005D5566">
        <w:t>mais elle les prévenait loyalement des difficultés certaines</w:t>
      </w:r>
      <w:r w:rsidR="001C0413">
        <w:t>.</w:t>
      </w:r>
    </w:p>
    <w:p w14:paraId="2D17AF10" w14:textId="77777777" w:rsidR="001C0413" w:rsidRDefault="00530790" w:rsidP="001C0413">
      <w:pPr>
        <w:ind w:firstLine="0"/>
        <w:jc w:val="center"/>
        <w:rPr>
          <w:rFonts w:eastAsia="Georgia" w:cs="Georgia"/>
          <w:i/>
        </w:rPr>
      </w:pPr>
      <w:r w:rsidRPr="001C0413">
        <w:rPr>
          <w:i/>
        </w:rPr>
        <w:t xml:space="preserve">Nous irons </w:t>
      </w:r>
      <w:r w:rsidRPr="001C0413">
        <w:rPr>
          <w:bCs/>
          <w:i/>
        </w:rPr>
        <w:t xml:space="preserve">vers </w:t>
      </w:r>
      <w:r w:rsidRPr="001C0413">
        <w:rPr>
          <w:i/>
        </w:rPr>
        <w:t>nos frères souffrants</w:t>
      </w:r>
      <w:r w:rsidR="001C0413">
        <w:rPr>
          <w:rFonts w:eastAsia="Georgia" w:cs="Georgia"/>
          <w:i/>
        </w:rPr>
        <w:t>…</w:t>
      </w:r>
    </w:p>
    <w:p w14:paraId="26EF2CB0" w14:textId="77777777" w:rsidR="001C0413" w:rsidRDefault="00530790" w:rsidP="001C0413">
      <w:r w:rsidRPr="005D5566">
        <w:t>Le chant se déroulait</w:t>
      </w:r>
      <w:r w:rsidR="001C0413">
        <w:t xml:space="preserve">, </w:t>
      </w:r>
      <w:r w:rsidRPr="005D5566">
        <w:t>enveloppant la foule</w:t>
      </w:r>
      <w:r w:rsidR="001C0413">
        <w:t>.</w:t>
      </w:r>
    </w:p>
    <w:p w14:paraId="41BECC24" w14:textId="77777777" w:rsidR="001C0413" w:rsidRDefault="00530790" w:rsidP="001C0413">
      <w:r w:rsidRPr="005D5566">
        <w:lastRenderedPageBreak/>
        <w:t>Un visage de femme</w:t>
      </w:r>
      <w:r w:rsidR="001C0413">
        <w:t xml:space="preserve">, </w:t>
      </w:r>
      <w:r w:rsidRPr="005D5566">
        <w:t>à la fois effrayé et joyeux</w:t>
      </w:r>
      <w:r w:rsidR="001C0413">
        <w:t xml:space="preserve">, </w:t>
      </w:r>
      <w:r w:rsidRPr="005D5566">
        <w:t>vacillait à côté de la mère</w:t>
      </w:r>
      <w:r w:rsidR="001C0413">
        <w:t xml:space="preserve"> ; </w:t>
      </w:r>
      <w:r w:rsidRPr="005D5566">
        <w:t>une voix tremblante s</w:t>
      </w:r>
      <w:r w:rsidR="001C0413">
        <w:t>’</w:t>
      </w:r>
      <w:r w:rsidRPr="005D5566">
        <w:t>exclamait en sanglotant</w:t>
      </w:r>
      <w:r w:rsidR="001C0413">
        <w:t> :</w:t>
      </w:r>
    </w:p>
    <w:p w14:paraId="577CC360" w14:textId="77777777" w:rsidR="001C0413" w:rsidRDefault="001C0413" w:rsidP="001C0413">
      <w:r>
        <w:t>— </w:t>
      </w:r>
      <w:r w:rsidR="00530790" w:rsidRPr="005D5566">
        <w:t>Mitia</w:t>
      </w:r>
      <w:r>
        <w:t xml:space="preserve">, </w:t>
      </w:r>
      <w:r w:rsidR="00530790" w:rsidRPr="005D5566">
        <w:t>où vas-tu</w:t>
      </w:r>
      <w:r>
        <w:t> ?</w:t>
      </w:r>
    </w:p>
    <w:p w14:paraId="4AC6EF4C" w14:textId="77777777" w:rsidR="001C0413" w:rsidRDefault="00530790" w:rsidP="001C0413">
      <w:r w:rsidRPr="005D5566">
        <w:t>Pélaguée répondit sans s</w:t>
      </w:r>
      <w:r w:rsidR="001C0413">
        <w:t>’</w:t>
      </w:r>
      <w:r w:rsidRPr="005D5566">
        <w:t>arrêter</w:t>
      </w:r>
      <w:r w:rsidR="001C0413">
        <w:t> :</w:t>
      </w:r>
    </w:p>
    <w:p w14:paraId="70AA8870" w14:textId="77777777" w:rsidR="001C0413" w:rsidRDefault="001C0413" w:rsidP="001C0413">
      <w:r>
        <w:t>— </w:t>
      </w:r>
      <w:r w:rsidR="00530790" w:rsidRPr="005D5566">
        <w:t>Laissez-le aller</w:t>
      </w:r>
      <w:r>
        <w:t xml:space="preserve">… </w:t>
      </w:r>
      <w:r w:rsidR="00530790" w:rsidRPr="005D5566">
        <w:t>ne vous inquiétez pas</w:t>
      </w:r>
      <w:r>
        <w:t xml:space="preserve"> ! </w:t>
      </w:r>
      <w:r w:rsidR="00530790" w:rsidRPr="005D5566">
        <w:t>Moi aussi</w:t>
      </w:r>
      <w:r>
        <w:t xml:space="preserve">, </w:t>
      </w:r>
      <w:r w:rsidR="00530790" w:rsidRPr="005D5566">
        <w:t>j</w:t>
      </w:r>
      <w:r>
        <w:t>’</w:t>
      </w:r>
      <w:r w:rsidR="00530790" w:rsidRPr="005D5566">
        <w:t>avais peur</w:t>
      </w:r>
      <w:r>
        <w:t xml:space="preserve">… </w:t>
      </w:r>
      <w:r w:rsidR="00530790" w:rsidRPr="005D5566">
        <w:t>Le mien est au premier rang</w:t>
      </w:r>
      <w:r>
        <w:t xml:space="preserve"> ! </w:t>
      </w:r>
      <w:r w:rsidR="00530790" w:rsidRPr="005D5566">
        <w:t>Celui qui porte le drapeau</w:t>
      </w:r>
      <w:r>
        <w:t xml:space="preserve">, </w:t>
      </w:r>
      <w:r w:rsidR="00530790" w:rsidRPr="005D5566">
        <w:t>c</w:t>
      </w:r>
      <w:r>
        <w:t>’</w:t>
      </w:r>
      <w:r w:rsidR="00530790" w:rsidRPr="005D5566">
        <w:t>est mon fils</w:t>
      </w:r>
      <w:r>
        <w:t> !</w:t>
      </w:r>
    </w:p>
    <w:p w14:paraId="35ACC49D" w14:textId="77777777" w:rsidR="001C0413" w:rsidRDefault="001C0413" w:rsidP="001C0413">
      <w:r>
        <w:t>— </w:t>
      </w:r>
      <w:r w:rsidR="00530790" w:rsidRPr="005D5566">
        <w:t>Malheureux</w:t>
      </w:r>
      <w:r>
        <w:t xml:space="preserve"> ! </w:t>
      </w:r>
      <w:r w:rsidR="00530790" w:rsidRPr="005D5566">
        <w:t>Où allez-vous</w:t>
      </w:r>
      <w:r>
        <w:t xml:space="preserve"> ! </w:t>
      </w:r>
      <w:r w:rsidR="00530790" w:rsidRPr="005D5566">
        <w:t>Il y a des soldats là-bas</w:t>
      </w:r>
      <w:r>
        <w:t> !</w:t>
      </w:r>
    </w:p>
    <w:p w14:paraId="47C06C6C" w14:textId="77777777" w:rsidR="001C0413" w:rsidRDefault="00530790" w:rsidP="001C0413">
      <w:r w:rsidRPr="005D5566">
        <w:t>Et posant soudain sa main osseuse sur le bras de Pélaguée</w:t>
      </w:r>
      <w:r w:rsidR="001C0413">
        <w:t xml:space="preserve">, </w:t>
      </w:r>
      <w:r w:rsidRPr="005D5566">
        <w:t>la femme grande et maigre s</w:t>
      </w:r>
      <w:r w:rsidR="001C0413">
        <w:t>’</w:t>
      </w:r>
      <w:r w:rsidRPr="005D5566">
        <w:t>écria</w:t>
      </w:r>
      <w:r w:rsidR="001C0413">
        <w:t> :</w:t>
      </w:r>
    </w:p>
    <w:p w14:paraId="3DF39960" w14:textId="77777777" w:rsidR="001C0413" w:rsidRDefault="001C0413" w:rsidP="001C0413">
      <w:r>
        <w:t>— </w:t>
      </w:r>
      <w:r w:rsidR="00530790" w:rsidRPr="005D5566">
        <w:t>Écoutez donc comme ils chantent</w:t>
      </w:r>
      <w:r>
        <w:t xml:space="preserve"> !… </w:t>
      </w:r>
      <w:r w:rsidR="00530790" w:rsidRPr="005D5566">
        <w:t>Ma chère</w:t>
      </w:r>
      <w:r>
        <w:t xml:space="preserve">… </w:t>
      </w:r>
      <w:r w:rsidR="00530790" w:rsidRPr="005D5566">
        <w:t>Mitia chante aussi</w:t>
      </w:r>
      <w:r>
        <w:t> !…</w:t>
      </w:r>
    </w:p>
    <w:p w14:paraId="231BC06C" w14:textId="77777777" w:rsidR="001C0413" w:rsidRDefault="001C0413" w:rsidP="001C0413">
      <w:r>
        <w:t>— </w:t>
      </w:r>
      <w:r w:rsidR="00530790" w:rsidRPr="005D5566">
        <w:t>Ne vous inquiétez pas</w:t>
      </w:r>
      <w:r>
        <w:t xml:space="preserve"> ! </w:t>
      </w:r>
      <w:r w:rsidR="00530790" w:rsidRPr="005D5566">
        <w:t>murmura la mère</w:t>
      </w:r>
      <w:r>
        <w:t xml:space="preserve">. </w:t>
      </w:r>
      <w:r w:rsidR="00530790" w:rsidRPr="005D5566">
        <w:t>C</w:t>
      </w:r>
      <w:r>
        <w:t>’</w:t>
      </w:r>
      <w:r w:rsidR="00530790" w:rsidRPr="005D5566">
        <w:t>est une affaire sacrée</w:t>
      </w:r>
      <w:r>
        <w:t xml:space="preserve">… </w:t>
      </w:r>
      <w:r w:rsidR="00530790" w:rsidRPr="005D5566">
        <w:t>Jésus lui-même n</w:t>
      </w:r>
      <w:r>
        <w:t>’</w:t>
      </w:r>
      <w:r w:rsidR="00530790" w:rsidRPr="005D5566">
        <w:t>aurait pas existé s</w:t>
      </w:r>
      <w:r>
        <w:t>’</w:t>
      </w:r>
      <w:r w:rsidR="00530790" w:rsidRPr="005D5566">
        <w:t>il n</w:t>
      </w:r>
      <w:r>
        <w:t>’</w:t>
      </w:r>
      <w:r w:rsidR="00530790" w:rsidRPr="005D5566">
        <w:t>y avait pas eu des hommes qui sont morts à cause de lui</w:t>
      </w:r>
      <w:r>
        <w:t>.</w:t>
      </w:r>
    </w:p>
    <w:p w14:paraId="0C264D02" w14:textId="77777777" w:rsidR="001C0413" w:rsidRDefault="00530790" w:rsidP="001C0413">
      <w:r w:rsidRPr="005D5566">
        <w:t>Cette pensée lui avait brusquement traversé le cerveau et l</w:t>
      </w:r>
      <w:r w:rsidR="001C0413">
        <w:t>’</w:t>
      </w:r>
      <w:r w:rsidRPr="005D5566">
        <w:t>avait frappée par sa sévérité nette et simple</w:t>
      </w:r>
      <w:r w:rsidR="001C0413">
        <w:t xml:space="preserve">. </w:t>
      </w:r>
      <w:r w:rsidRPr="005D5566">
        <w:t>La mère examina le visage de celle qui lui serrait le bras avec tant de force et répéta</w:t>
      </w:r>
      <w:r w:rsidR="001C0413">
        <w:t xml:space="preserve">, </w:t>
      </w:r>
      <w:r w:rsidRPr="005D5566">
        <w:t>avec un sourire d</w:t>
      </w:r>
      <w:r w:rsidR="001C0413">
        <w:t>’</w:t>
      </w:r>
      <w:r w:rsidRPr="005D5566">
        <w:t>étonnement</w:t>
      </w:r>
      <w:r w:rsidR="001C0413">
        <w:t> :</w:t>
      </w:r>
    </w:p>
    <w:p w14:paraId="20D01088" w14:textId="77777777" w:rsidR="001C0413" w:rsidRDefault="001C0413" w:rsidP="001C0413">
      <w:r>
        <w:t>— </w:t>
      </w:r>
      <w:r w:rsidR="00530790" w:rsidRPr="005D5566">
        <w:t>Notre Seigneur Jésus-Christ ne serait pas venu dans le monde si les gens ne périssaient pas pour sa gloire</w:t>
      </w:r>
      <w:r>
        <w:t> !</w:t>
      </w:r>
    </w:p>
    <w:p w14:paraId="2F153B3D" w14:textId="77777777" w:rsidR="001C0413" w:rsidRDefault="00530790" w:rsidP="001C0413">
      <w:r w:rsidRPr="005D5566">
        <w:t>Sizov apparut à côté d</w:t>
      </w:r>
      <w:r w:rsidR="001C0413">
        <w:t>’</w:t>
      </w:r>
      <w:r w:rsidRPr="005D5566">
        <w:t>elle</w:t>
      </w:r>
      <w:r w:rsidR="001C0413">
        <w:t xml:space="preserve">. </w:t>
      </w:r>
      <w:r w:rsidRPr="005D5566">
        <w:t>Enlevant sa casquette et l</w:t>
      </w:r>
      <w:r w:rsidR="001C0413">
        <w:t>’</w:t>
      </w:r>
      <w:r w:rsidRPr="005D5566">
        <w:t>agitant au rythme de la chanson</w:t>
      </w:r>
      <w:r w:rsidR="001C0413">
        <w:t xml:space="preserve">, </w:t>
      </w:r>
      <w:r w:rsidRPr="005D5566">
        <w:t>il dit à la mère</w:t>
      </w:r>
      <w:r w:rsidR="001C0413">
        <w:t> :</w:t>
      </w:r>
    </w:p>
    <w:p w14:paraId="5E62F165" w14:textId="77777777" w:rsidR="001C0413" w:rsidRDefault="001C0413" w:rsidP="001C0413">
      <w:r>
        <w:t>— </w:t>
      </w:r>
      <w:r w:rsidR="00530790" w:rsidRPr="005D5566">
        <w:t>Ils agissent ouvertement</w:t>
      </w:r>
      <w:r>
        <w:t xml:space="preserve">, </w:t>
      </w:r>
      <w:r w:rsidR="00530790" w:rsidRPr="005D5566">
        <w:t>hein</w:t>
      </w:r>
      <w:r>
        <w:t xml:space="preserve">, </w:t>
      </w:r>
      <w:r w:rsidR="00530790" w:rsidRPr="005D5566">
        <w:t>la mère</w:t>
      </w:r>
      <w:r>
        <w:t xml:space="preserve"> ? </w:t>
      </w:r>
      <w:r w:rsidR="00530790" w:rsidRPr="005D5566">
        <w:t>Ils ont inventé un chant</w:t>
      </w:r>
      <w:r>
        <w:t xml:space="preserve">… </w:t>
      </w:r>
      <w:r w:rsidR="00530790" w:rsidRPr="005D5566">
        <w:t>et quel chant</w:t>
      </w:r>
      <w:r>
        <w:t xml:space="preserve"> ! </w:t>
      </w:r>
      <w:r w:rsidR="00530790" w:rsidRPr="005D5566">
        <w:t>Hein</w:t>
      </w:r>
      <w:r>
        <w:t xml:space="preserve">, </w:t>
      </w:r>
      <w:r w:rsidR="00530790" w:rsidRPr="005D5566">
        <w:t>mère</w:t>
      </w:r>
      <w:r>
        <w:t> ?</w:t>
      </w:r>
    </w:p>
    <w:p w14:paraId="159D120F" w14:textId="77777777" w:rsidR="001C0413" w:rsidRDefault="00530790" w:rsidP="001C0413">
      <w:pPr>
        <w:ind w:firstLine="0"/>
        <w:jc w:val="center"/>
        <w:rPr>
          <w:bCs/>
          <w:i/>
          <w:iCs/>
        </w:rPr>
      </w:pPr>
      <w:r w:rsidRPr="001C0413">
        <w:rPr>
          <w:i/>
          <w:iCs/>
        </w:rPr>
        <w:lastRenderedPageBreak/>
        <w:t xml:space="preserve">Le tsar a besoin de soldats pour ses </w:t>
      </w:r>
      <w:r w:rsidRPr="001C0413">
        <w:rPr>
          <w:bCs/>
          <w:i/>
          <w:iCs/>
        </w:rPr>
        <w:t>régiments</w:t>
      </w:r>
      <w:r w:rsidR="001C0413">
        <w:rPr>
          <w:bCs/>
          <w:i/>
          <w:iCs/>
        </w:rPr>
        <w:t> ;</w:t>
      </w:r>
    </w:p>
    <w:p w14:paraId="067D46E0" w14:textId="77777777" w:rsidR="001C0413" w:rsidRDefault="00530790" w:rsidP="001C0413">
      <w:pPr>
        <w:ind w:firstLine="0"/>
        <w:jc w:val="center"/>
        <w:rPr>
          <w:i/>
          <w:iCs/>
        </w:rPr>
      </w:pPr>
      <w:r w:rsidRPr="001C0413">
        <w:rPr>
          <w:i/>
          <w:iCs/>
        </w:rPr>
        <w:t>Donnez-lui vos fils</w:t>
      </w:r>
      <w:r w:rsidR="001C0413">
        <w:rPr>
          <w:i/>
          <w:iCs/>
        </w:rPr>
        <w:t>…</w:t>
      </w:r>
    </w:p>
    <w:p w14:paraId="2612FE68" w14:textId="77777777" w:rsidR="001C0413" w:rsidRDefault="001C0413" w:rsidP="001C0413">
      <w:r>
        <w:t>— </w:t>
      </w:r>
      <w:r w:rsidR="00530790" w:rsidRPr="005D5566">
        <w:t>Ils n</w:t>
      </w:r>
      <w:r>
        <w:t>’</w:t>
      </w:r>
      <w:r w:rsidR="00530790" w:rsidRPr="005D5566">
        <w:t>ont peur de rien</w:t>
      </w:r>
      <w:r>
        <w:t xml:space="preserve"> ! </w:t>
      </w:r>
      <w:r w:rsidR="00530790" w:rsidRPr="005D5566">
        <w:t>reprit Sizov</w:t>
      </w:r>
      <w:r>
        <w:t xml:space="preserve">. </w:t>
      </w:r>
      <w:r w:rsidR="00530790" w:rsidRPr="005D5566">
        <w:t>Mon fils à moi est dans la tombe</w:t>
      </w:r>
      <w:r>
        <w:t xml:space="preserve">… </w:t>
      </w:r>
      <w:r w:rsidR="00530790" w:rsidRPr="005D5566">
        <w:t>c</w:t>
      </w:r>
      <w:r>
        <w:t>’</w:t>
      </w:r>
      <w:r w:rsidR="00530790" w:rsidRPr="005D5566">
        <w:t>est la fabrique qui l</w:t>
      </w:r>
      <w:r>
        <w:t>’</w:t>
      </w:r>
      <w:r w:rsidR="00530790" w:rsidRPr="005D5566">
        <w:t>a tué</w:t>
      </w:r>
      <w:r>
        <w:t xml:space="preserve">… </w:t>
      </w:r>
      <w:r w:rsidR="00530790" w:rsidRPr="005D5566">
        <w:t>oui</w:t>
      </w:r>
      <w:r>
        <w:t> !</w:t>
      </w:r>
    </w:p>
    <w:p w14:paraId="16BC04F5" w14:textId="77777777" w:rsidR="001C0413" w:rsidRDefault="00530790" w:rsidP="001C0413">
      <w:r w:rsidRPr="005D5566">
        <w:t>Le cœur de la mère battait avec une violence extrême</w:t>
      </w:r>
      <w:r w:rsidR="001C0413">
        <w:t xml:space="preserve"> ; </w:t>
      </w:r>
      <w:r w:rsidRPr="005D5566">
        <w:t>elle se laissa devancer</w:t>
      </w:r>
      <w:r w:rsidR="001C0413">
        <w:t xml:space="preserve">. </w:t>
      </w:r>
      <w:r w:rsidRPr="005D5566">
        <w:t>On la poussa de côté</w:t>
      </w:r>
      <w:r w:rsidR="001C0413">
        <w:t xml:space="preserve">, </w:t>
      </w:r>
      <w:r w:rsidRPr="005D5566">
        <w:t>contre la palissade</w:t>
      </w:r>
      <w:r w:rsidR="001C0413">
        <w:t xml:space="preserve">, </w:t>
      </w:r>
      <w:r w:rsidRPr="005D5566">
        <w:t>et une épaisse vague humaine s</w:t>
      </w:r>
      <w:r w:rsidR="001C0413">
        <w:t>’</w:t>
      </w:r>
      <w:r w:rsidRPr="005D5566">
        <w:t>écoula devant elle en vacillant</w:t>
      </w:r>
      <w:r w:rsidR="001C0413">
        <w:t xml:space="preserve">. </w:t>
      </w:r>
      <w:r w:rsidRPr="005D5566">
        <w:t>Elle vit que la foule était nombreuse</w:t>
      </w:r>
      <w:r w:rsidR="001C0413">
        <w:t xml:space="preserve">, </w:t>
      </w:r>
      <w:r w:rsidRPr="005D5566">
        <w:t>ce qui la remplit de joie</w:t>
      </w:r>
      <w:r w:rsidR="001C0413">
        <w:t>.</w:t>
      </w:r>
    </w:p>
    <w:p w14:paraId="78560FDA" w14:textId="77777777" w:rsidR="001C0413" w:rsidRDefault="00530790" w:rsidP="001C0413">
      <w:pPr>
        <w:ind w:firstLine="0"/>
        <w:jc w:val="center"/>
        <w:rPr>
          <w:i/>
          <w:iCs/>
        </w:rPr>
      </w:pPr>
      <w:r w:rsidRPr="001C0413">
        <w:rPr>
          <w:i/>
          <w:iCs/>
        </w:rPr>
        <w:t>Lève-toi</w:t>
      </w:r>
      <w:r w:rsidR="001C0413">
        <w:rPr>
          <w:i/>
          <w:iCs/>
        </w:rPr>
        <w:t xml:space="preserve">, </w:t>
      </w:r>
      <w:r w:rsidRPr="001C0413">
        <w:rPr>
          <w:i/>
          <w:iCs/>
        </w:rPr>
        <w:t>lève-toi</w:t>
      </w:r>
      <w:r w:rsidR="001C0413">
        <w:rPr>
          <w:i/>
          <w:iCs/>
        </w:rPr>
        <w:t xml:space="preserve">, </w:t>
      </w:r>
      <w:r w:rsidRPr="001C0413">
        <w:rPr>
          <w:i/>
          <w:iCs/>
        </w:rPr>
        <w:t>peuple opprimé</w:t>
      </w:r>
      <w:r w:rsidR="001C0413">
        <w:rPr>
          <w:i/>
          <w:iCs/>
        </w:rPr>
        <w:t> !</w:t>
      </w:r>
    </w:p>
    <w:p w14:paraId="73AF2F5B" w14:textId="77777777" w:rsidR="001C0413" w:rsidRDefault="00530790" w:rsidP="001C0413">
      <w:r w:rsidRPr="005D5566">
        <w:t>On eût dit une énorme trompette de cuivre qui résonnait aux oreilles des hommes</w:t>
      </w:r>
      <w:r w:rsidR="001C0413">
        <w:t xml:space="preserve">, </w:t>
      </w:r>
      <w:r w:rsidRPr="005D5566">
        <w:t>éveillant chez l</w:t>
      </w:r>
      <w:r w:rsidR="001C0413">
        <w:t>’</w:t>
      </w:r>
      <w:r w:rsidRPr="005D5566">
        <w:t>un le désir de combattre</w:t>
      </w:r>
      <w:r w:rsidR="001C0413">
        <w:t xml:space="preserve">, </w:t>
      </w:r>
      <w:r w:rsidRPr="005D5566">
        <w:t>chez l</w:t>
      </w:r>
      <w:r w:rsidR="001C0413">
        <w:t>’</w:t>
      </w:r>
      <w:r w:rsidRPr="005D5566">
        <w:t>autre un bonheur vague</w:t>
      </w:r>
      <w:r w:rsidR="001C0413">
        <w:t xml:space="preserve">, </w:t>
      </w:r>
      <w:r w:rsidRPr="005D5566">
        <w:t>le pressentiment de quelque chose de nouveau</w:t>
      </w:r>
      <w:r w:rsidR="001C0413">
        <w:t xml:space="preserve">, </w:t>
      </w:r>
      <w:r w:rsidRPr="005D5566">
        <w:t>une curiosité ardente</w:t>
      </w:r>
      <w:r w:rsidR="001C0413">
        <w:t xml:space="preserve">. </w:t>
      </w:r>
      <w:r w:rsidRPr="005D5566">
        <w:t>Ici</w:t>
      </w:r>
      <w:r w:rsidR="001C0413">
        <w:t xml:space="preserve">, </w:t>
      </w:r>
      <w:r w:rsidRPr="005D5566">
        <w:t>elle faisait naître la palpitation d</w:t>
      </w:r>
      <w:r w:rsidR="001C0413">
        <w:t>’</w:t>
      </w:r>
      <w:r w:rsidRPr="005D5566">
        <w:t>espoirs incertains</w:t>
      </w:r>
      <w:r w:rsidR="001C0413">
        <w:t xml:space="preserve">, </w:t>
      </w:r>
      <w:r w:rsidRPr="005D5566">
        <w:t>là</w:t>
      </w:r>
      <w:r w:rsidR="001C0413">
        <w:t xml:space="preserve">, </w:t>
      </w:r>
      <w:r w:rsidRPr="005D5566">
        <w:t>elle frayait une issue au torrent caustique de la haine amassée au cours des années</w:t>
      </w:r>
      <w:r w:rsidR="001C0413">
        <w:t xml:space="preserve">. </w:t>
      </w:r>
      <w:r w:rsidRPr="005D5566">
        <w:t>Tous regardaient en avant</w:t>
      </w:r>
      <w:r w:rsidR="001C0413">
        <w:t xml:space="preserve">, </w:t>
      </w:r>
      <w:r w:rsidRPr="005D5566">
        <w:t>à l</w:t>
      </w:r>
      <w:r w:rsidR="001C0413">
        <w:t>’</w:t>
      </w:r>
      <w:r w:rsidRPr="005D5566">
        <w:t>endroit où le drapeau rouge flottait</w:t>
      </w:r>
      <w:r w:rsidR="001C0413">
        <w:t>.</w:t>
      </w:r>
    </w:p>
    <w:p w14:paraId="224C24A4" w14:textId="4215A72A" w:rsidR="001C0413" w:rsidRDefault="001C0413" w:rsidP="001C0413">
      <w:r>
        <w:t>— </w:t>
      </w:r>
      <w:r w:rsidR="00530790" w:rsidRPr="005D5566">
        <w:t xml:space="preserve">Vous </w:t>
      </w:r>
      <w:r w:rsidR="006268D7">
        <w:t>marchez</w:t>
      </w:r>
      <w:r w:rsidR="006268D7" w:rsidRPr="005D5566">
        <w:t xml:space="preserve"> </w:t>
      </w:r>
      <w:r w:rsidR="00530790" w:rsidRPr="005D5566">
        <w:t>en chœur</w:t>
      </w:r>
      <w:r>
        <w:t xml:space="preserve"> ! </w:t>
      </w:r>
      <w:r w:rsidR="00530790" w:rsidRPr="005D5566">
        <w:t>Bravo les enfants</w:t>
      </w:r>
      <w:r>
        <w:t xml:space="preserve"> ! </w:t>
      </w:r>
      <w:r w:rsidR="00530790" w:rsidRPr="005D5566">
        <w:t>hurla une voix enthousiasmée</w:t>
      </w:r>
      <w:r>
        <w:t>.</w:t>
      </w:r>
    </w:p>
    <w:p w14:paraId="00CD9645" w14:textId="77777777" w:rsidR="001C0413" w:rsidRDefault="00530790" w:rsidP="001C0413">
      <w:r w:rsidRPr="005D5566">
        <w:t>Et l</w:t>
      </w:r>
      <w:r w:rsidR="001C0413">
        <w:t>’</w:t>
      </w:r>
      <w:r w:rsidRPr="005D5566">
        <w:t>homme</w:t>
      </w:r>
      <w:r w:rsidR="001C0413">
        <w:t xml:space="preserve">, </w:t>
      </w:r>
      <w:r w:rsidRPr="005D5566">
        <w:t>éprouvant sans doute un sentiment qu</w:t>
      </w:r>
      <w:r w:rsidR="001C0413">
        <w:t>’</w:t>
      </w:r>
      <w:r w:rsidRPr="005D5566">
        <w:t>il ne pouvait exprimer par les paroles coutumières</w:t>
      </w:r>
      <w:r w:rsidR="001C0413">
        <w:t xml:space="preserve">, </w:t>
      </w:r>
      <w:r w:rsidRPr="005D5566">
        <w:t>se mit à jurer avec énergie</w:t>
      </w:r>
      <w:r w:rsidR="001C0413">
        <w:t>.</w:t>
      </w:r>
    </w:p>
    <w:p w14:paraId="31A6685A" w14:textId="77777777" w:rsidR="001C0413" w:rsidRDefault="00530790" w:rsidP="001C0413">
      <w:r w:rsidRPr="005D5566">
        <w:t>Mais la fureur aussi</w:t>
      </w:r>
      <w:r w:rsidR="001C0413">
        <w:t xml:space="preserve">, </w:t>
      </w:r>
      <w:r w:rsidRPr="005D5566">
        <w:t xml:space="preserve">la fureur sombre et aveugle de </w:t>
      </w:r>
      <w:r w:rsidRPr="005D5566">
        <w:rPr>
          <w:bCs/>
        </w:rPr>
        <w:t>l</w:t>
      </w:r>
      <w:r w:rsidR="001C0413">
        <w:t>’</w:t>
      </w:r>
      <w:r w:rsidRPr="005D5566">
        <w:t>esclave</w:t>
      </w:r>
      <w:r w:rsidR="001C0413">
        <w:t xml:space="preserve">, </w:t>
      </w:r>
      <w:r w:rsidRPr="005D5566">
        <w:t>sifflait comme un serpent entre les dents serrées</w:t>
      </w:r>
      <w:r w:rsidR="001C0413">
        <w:t xml:space="preserve">, </w:t>
      </w:r>
      <w:r w:rsidRPr="005D5566">
        <w:t>se tordait en mots irrités</w:t>
      </w:r>
      <w:r w:rsidR="001C0413">
        <w:t>.</w:t>
      </w:r>
    </w:p>
    <w:p w14:paraId="47C163A7" w14:textId="77777777" w:rsidR="001C0413" w:rsidRDefault="001C0413" w:rsidP="001C0413">
      <w:r>
        <w:t>— </w:t>
      </w:r>
      <w:r w:rsidR="00530790" w:rsidRPr="005D5566">
        <w:t>Hérétiques</w:t>
      </w:r>
      <w:r>
        <w:t xml:space="preserve">, </w:t>
      </w:r>
      <w:r w:rsidR="00530790" w:rsidRPr="005D5566">
        <w:t>cria quelqu</w:t>
      </w:r>
      <w:r>
        <w:t>’</w:t>
      </w:r>
      <w:r w:rsidR="00530790" w:rsidRPr="005D5566">
        <w:t>un d</w:t>
      </w:r>
      <w:r>
        <w:t>’</w:t>
      </w:r>
      <w:r w:rsidR="00530790" w:rsidRPr="005D5566">
        <w:t>une voix cassée en brandissant le poing à une fenêtre</w:t>
      </w:r>
      <w:r>
        <w:t>.</w:t>
      </w:r>
    </w:p>
    <w:p w14:paraId="11722381" w14:textId="77777777" w:rsidR="001C0413" w:rsidRDefault="00530790" w:rsidP="001C0413">
      <w:r w:rsidRPr="005D5566">
        <w:lastRenderedPageBreak/>
        <w:t>Et un glapissement perçant vrilla les oreilles de la mère</w:t>
      </w:r>
      <w:r w:rsidR="001C0413">
        <w:t>.</w:t>
      </w:r>
    </w:p>
    <w:p w14:paraId="4C4FA808" w14:textId="77777777" w:rsidR="001C0413" w:rsidRDefault="001C0413" w:rsidP="001C0413">
      <w:r>
        <w:t>— </w:t>
      </w:r>
      <w:r w:rsidR="00530790" w:rsidRPr="005D5566">
        <w:t>Comment</w:t>
      </w:r>
      <w:r>
        <w:t xml:space="preserve"> ! </w:t>
      </w:r>
      <w:r w:rsidR="00530790" w:rsidRPr="005D5566">
        <w:t xml:space="preserve">se révolter contre Sa Majesté </w:t>
      </w:r>
      <w:r w:rsidR="00530790" w:rsidRPr="005D5566">
        <w:rPr>
          <w:bCs/>
        </w:rPr>
        <w:t>l</w:t>
      </w:r>
      <w:r>
        <w:t>’</w:t>
      </w:r>
      <w:r w:rsidR="00530790" w:rsidRPr="005D5566">
        <w:t>Empereur</w:t>
      </w:r>
      <w:r>
        <w:t xml:space="preserve"> ! </w:t>
      </w:r>
      <w:r w:rsidR="00530790" w:rsidRPr="005D5566">
        <w:t>Contre le tsar</w:t>
      </w:r>
      <w:r>
        <w:t> !…</w:t>
      </w:r>
    </w:p>
    <w:p w14:paraId="198FD32E" w14:textId="53BAD45E" w:rsidR="001C0413" w:rsidRDefault="00530790" w:rsidP="001C0413">
      <w:r w:rsidRPr="005D5566">
        <w:t>Des visages fripés passaient rapidement sous ses yeux</w:t>
      </w:r>
      <w:r w:rsidR="001C0413">
        <w:t xml:space="preserve">. </w:t>
      </w:r>
      <w:r w:rsidRPr="005D5566">
        <w:t>Des hommes et des femmes s</w:t>
      </w:r>
      <w:r w:rsidR="001C0413">
        <w:t>’</w:t>
      </w:r>
      <w:r w:rsidRPr="005D5566">
        <w:t>élançaient</w:t>
      </w:r>
      <w:r w:rsidR="001C0413">
        <w:t xml:space="preserve"> ; </w:t>
      </w:r>
      <w:r w:rsidRPr="005D5566">
        <w:t xml:space="preserve">la foule coulait comme de </w:t>
      </w:r>
      <w:r w:rsidR="006268D7">
        <w:t>la</w:t>
      </w:r>
      <w:r w:rsidR="006268D7" w:rsidRPr="005D5566">
        <w:t xml:space="preserve"> </w:t>
      </w:r>
      <w:r w:rsidRPr="005D5566">
        <w:t>lave noire</w:t>
      </w:r>
      <w:r w:rsidR="001C0413">
        <w:t xml:space="preserve">, </w:t>
      </w:r>
      <w:r w:rsidRPr="005D5566">
        <w:t>attirée par la chanson</w:t>
      </w:r>
      <w:r w:rsidR="001C0413">
        <w:t xml:space="preserve">, </w:t>
      </w:r>
      <w:r w:rsidRPr="005D5566">
        <w:t>dont les accents vigoureux semblaient déblayer la route</w:t>
      </w:r>
      <w:r w:rsidR="001C0413">
        <w:t xml:space="preserve">. </w:t>
      </w:r>
      <w:r w:rsidRPr="005D5566">
        <w:t>Dans le cœur de la mère</w:t>
      </w:r>
      <w:r w:rsidR="001C0413">
        <w:t xml:space="preserve">, </w:t>
      </w:r>
      <w:r w:rsidRPr="005D5566">
        <w:t>montait le désir de crier aux gens</w:t>
      </w:r>
      <w:r w:rsidR="001C0413">
        <w:t> :</w:t>
      </w:r>
    </w:p>
    <w:p w14:paraId="068FF076" w14:textId="77777777" w:rsidR="001C0413" w:rsidRDefault="001C0413" w:rsidP="001C0413">
      <w:r>
        <w:t>— </w:t>
      </w:r>
      <w:r w:rsidR="00530790" w:rsidRPr="005D5566">
        <w:t>Mes amis bien-aimés</w:t>
      </w:r>
      <w:r>
        <w:t> !…</w:t>
      </w:r>
    </w:p>
    <w:p w14:paraId="707BE750" w14:textId="77777777" w:rsidR="001C0413" w:rsidRDefault="00530790" w:rsidP="001C0413">
      <w:r w:rsidRPr="005D5566">
        <w:t>Quand elle regardait au loin l</w:t>
      </w:r>
      <w:r w:rsidR="001C0413">
        <w:t>’</w:t>
      </w:r>
      <w:r w:rsidRPr="005D5566">
        <w:t>étendard rouge</w:t>
      </w:r>
      <w:r w:rsidR="001C0413">
        <w:t xml:space="preserve">, </w:t>
      </w:r>
      <w:r w:rsidRPr="005D5566">
        <w:t>elle apercevait</w:t>
      </w:r>
      <w:r w:rsidR="001C0413">
        <w:t xml:space="preserve">, </w:t>
      </w:r>
      <w:r w:rsidRPr="005D5566">
        <w:t>sans le distinguer nettement</w:t>
      </w:r>
      <w:r w:rsidR="001C0413">
        <w:t xml:space="preserve">, </w:t>
      </w:r>
      <w:r w:rsidRPr="005D5566">
        <w:t>le visage de son fils</w:t>
      </w:r>
      <w:r w:rsidR="001C0413">
        <w:t xml:space="preserve">, </w:t>
      </w:r>
      <w:r w:rsidRPr="005D5566">
        <w:t>son front bronzé</w:t>
      </w:r>
      <w:r w:rsidR="001C0413">
        <w:t xml:space="preserve">, </w:t>
      </w:r>
      <w:r w:rsidRPr="005D5566">
        <w:t>ses yeux illuminés de l</w:t>
      </w:r>
      <w:r w:rsidR="001C0413">
        <w:t>’</w:t>
      </w:r>
      <w:r w:rsidRPr="005D5566">
        <w:t>ardente flamme de la foi</w:t>
      </w:r>
      <w:r w:rsidR="001C0413">
        <w:t>.</w:t>
      </w:r>
    </w:p>
    <w:p w14:paraId="4C69CC00" w14:textId="77777777" w:rsidR="001C0413" w:rsidRDefault="00530790" w:rsidP="001C0413">
      <w:r w:rsidRPr="005D5566">
        <w:t>Maintenant</w:t>
      </w:r>
      <w:r w:rsidR="001C0413">
        <w:t xml:space="preserve">, </w:t>
      </w:r>
      <w:r w:rsidRPr="005D5566">
        <w:t>elle se trouvait aux derniers rangs de la foule</w:t>
      </w:r>
      <w:r w:rsidR="001C0413">
        <w:t xml:space="preserve">, </w:t>
      </w:r>
      <w:r w:rsidRPr="005D5566">
        <w:t>au milieu de gens qui marchaient sans se presser</w:t>
      </w:r>
      <w:r w:rsidR="001C0413">
        <w:t xml:space="preserve">, </w:t>
      </w:r>
      <w:r w:rsidRPr="005D5566">
        <w:t>qui regardaient en avant avec indifférence</w:t>
      </w:r>
      <w:r w:rsidR="001C0413">
        <w:t xml:space="preserve">, </w:t>
      </w:r>
      <w:r w:rsidRPr="005D5566">
        <w:t>avec la froide curiosité du spectateur pour lequel l</w:t>
      </w:r>
      <w:r w:rsidR="001C0413">
        <w:t>’</w:t>
      </w:r>
      <w:r w:rsidRPr="005D5566">
        <w:t>issue de la pièce n</w:t>
      </w:r>
      <w:r w:rsidR="001C0413">
        <w:t>’</w:t>
      </w:r>
      <w:r w:rsidRPr="005D5566">
        <w:t>a plus de secret et qui parle à mi-voix</w:t>
      </w:r>
      <w:r w:rsidR="001C0413">
        <w:t xml:space="preserve">, </w:t>
      </w:r>
      <w:r w:rsidRPr="005D5566">
        <w:t>avec un ton de certitude</w:t>
      </w:r>
      <w:r w:rsidR="001C0413">
        <w:t>…</w:t>
      </w:r>
    </w:p>
    <w:p w14:paraId="285E8C63" w14:textId="77777777" w:rsidR="001C0413" w:rsidRDefault="001C0413" w:rsidP="001C0413">
      <w:r>
        <w:t>— </w:t>
      </w:r>
      <w:r w:rsidR="00530790" w:rsidRPr="005D5566">
        <w:t>Il y a une compagnie près de l</w:t>
      </w:r>
      <w:r>
        <w:t>’</w:t>
      </w:r>
      <w:r w:rsidR="00530790" w:rsidRPr="005D5566">
        <w:t>école</w:t>
      </w:r>
      <w:r>
        <w:t xml:space="preserve">, </w:t>
      </w:r>
      <w:r w:rsidR="00530790" w:rsidRPr="005D5566">
        <w:t>et une autre à la fabrique</w:t>
      </w:r>
      <w:r>
        <w:t>…</w:t>
      </w:r>
    </w:p>
    <w:p w14:paraId="0253A074" w14:textId="77777777" w:rsidR="001C0413" w:rsidRDefault="001C0413" w:rsidP="001C0413">
      <w:r>
        <w:t>— </w:t>
      </w:r>
      <w:r w:rsidR="00530790" w:rsidRPr="005D5566">
        <w:t>Le gouverneur est arrivé</w:t>
      </w:r>
      <w:r>
        <w:t>…</w:t>
      </w:r>
    </w:p>
    <w:p w14:paraId="5D51DC10" w14:textId="77777777" w:rsidR="001C0413" w:rsidRDefault="001C0413" w:rsidP="001C0413">
      <w:r>
        <w:t>— </w:t>
      </w:r>
      <w:r w:rsidR="00530790" w:rsidRPr="005D5566">
        <w:t>C</w:t>
      </w:r>
      <w:r>
        <w:t>’</w:t>
      </w:r>
      <w:r w:rsidR="00530790" w:rsidRPr="005D5566">
        <w:t>est vrai</w:t>
      </w:r>
      <w:r>
        <w:t> ?</w:t>
      </w:r>
    </w:p>
    <w:p w14:paraId="0D36E646" w14:textId="77777777" w:rsidR="001C0413" w:rsidRDefault="001C0413" w:rsidP="001C0413">
      <w:r>
        <w:t>— </w:t>
      </w:r>
      <w:r w:rsidR="00530790" w:rsidRPr="005D5566">
        <w:t>Je l</w:t>
      </w:r>
      <w:r>
        <w:t>’</w:t>
      </w:r>
      <w:r w:rsidR="00530790" w:rsidRPr="005D5566">
        <w:t>ai vu de mes yeux</w:t>
      </w:r>
      <w:r>
        <w:t> !…</w:t>
      </w:r>
    </w:p>
    <w:p w14:paraId="648AE8A0" w14:textId="77777777" w:rsidR="001C0413" w:rsidRDefault="00530790" w:rsidP="001C0413">
      <w:r w:rsidRPr="005D5566">
        <w:t>Quelqu</w:t>
      </w:r>
      <w:r w:rsidR="001C0413">
        <w:t>’</w:t>
      </w:r>
      <w:r w:rsidRPr="005D5566">
        <w:t>un lança deux ou trois jurons et dit</w:t>
      </w:r>
      <w:r w:rsidR="001C0413">
        <w:t> :</w:t>
      </w:r>
    </w:p>
    <w:p w14:paraId="08338244" w14:textId="77777777" w:rsidR="001C0413" w:rsidRDefault="001C0413" w:rsidP="001C0413">
      <w:r>
        <w:t>— </w:t>
      </w:r>
      <w:r w:rsidR="00530790" w:rsidRPr="005D5566">
        <w:t>Tout de même on commence à avoir peur de nous autres</w:t>
      </w:r>
      <w:r>
        <w:t xml:space="preserve"> !… </w:t>
      </w:r>
      <w:r w:rsidR="00530790" w:rsidRPr="005D5566">
        <w:t>On nous envoie des soldats</w:t>
      </w:r>
      <w:r>
        <w:t xml:space="preserve">… </w:t>
      </w:r>
      <w:r w:rsidR="00530790" w:rsidRPr="005D5566">
        <w:t>et le gouverneur</w:t>
      </w:r>
      <w:r>
        <w:t> !</w:t>
      </w:r>
    </w:p>
    <w:p w14:paraId="4B8574F4" w14:textId="77777777" w:rsidR="001C0413" w:rsidRDefault="001C0413" w:rsidP="001C0413">
      <w:r>
        <w:lastRenderedPageBreak/>
        <w:t>— </w:t>
      </w:r>
      <w:r w:rsidR="00530790" w:rsidRPr="005D5566">
        <w:t>Mes amis bien-aimés</w:t>
      </w:r>
      <w:r>
        <w:t xml:space="preserve"> ! </w:t>
      </w:r>
      <w:r w:rsidR="00530790" w:rsidRPr="005D5566">
        <w:t>pensa la mère</w:t>
      </w:r>
      <w:r>
        <w:t xml:space="preserve">, </w:t>
      </w:r>
      <w:r w:rsidR="00530790" w:rsidRPr="005D5566">
        <w:t>et son cœur battit plus vite</w:t>
      </w:r>
      <w:r>
        <w:t>.</w:t>
      </w:r>
    </w:p>
    <w:p w14:paraId="32853BF9" w14:textId="77777777" w:rsidR="001C0413" w:rsidRDefault="00530790" w:rsidP="001C0413">
      <w:r w:rsidRPr="005D5566">
        <w:t>Mais autour d</w:t>
      </w:r>
      <w:r w:rsidR="001C0413">
        <w:t>’</w:t>
      </w:r>
      <w:r w:rsidRPr="005D5566">
        <w:t>elle</w:t>
      </w:r>
      <w:r w:rsidR="001C0413">
        <w:t xml:space="preserve">, </w:t>
      </w:r>
      <w:r w:rsidRPr="005D5566">
        <w:t>les paroles se faisaient froides et mortes</w:t>
      </w:r>
      <w:r w:rsidR="001C0413">
        <w:t xml:space="preserve">. </w:t>
      </w:r>
      <w:r w:rsidRPr="005D5566">
        <w:t>Elle hâta le pas pour s</w:t>
      </w:r>
      <w:r w:rsidR="001C0413">
        <w:t>’</w:t>
      </w:r>
      <w:r w:rsidRPr="005D5566">
        <w:t>éloigner de ses compagnons</w:t>
      </w:r>
      <w:r w:rsidR="001C0413">
        <w:t xml:space="preserve"> ; </w:t>
      </w:r>
      <w:r w:rsidRPr="005D5566">
        <w:t>elle n</w:t>
      </w:r>
      <w:r w:rsidR="001C0413">
        <w:t>’</w:t>
      </w:r>
      <w:r w:rsidRPr="005D5566">
        <w:t>eut pas de peine à les devancer</w:t>
      </w:r>
      <w:r w:rsidR="001C0413">
        <w:t xml:space="preserve">, </w:t>
      </w:r>
      <w:r w:rsidRPr="005D5566">
        <w:t>car ils marchaient lentement</w:t>
      </w:r>
      <w:r w:rsidR="001C0413">
        <w:t xml:space="preserve">, </w:t>
      </w:r>
      <w:r w:rsidRPr="005D5566">
        <w:t>paresseusement</w:t>
      </w:r>
      <w:r w:rsidR="001C0413">
        <w:t>.</w:t>
      </w:r>
    </w:p>
    <w:p w14:paraId="7B25055D" w14:textId="77777777" w:rsidR="001C0413" w:rsidRDefault="00530790" w:rsidP="001C0413">
      <w:r w:rsidRPr="005D5566">
        <w:t>Soudain</w:t>
      </w:r>
      <w:r w:rsidR="001C0413">
        <w:t xml:space="preserve">, </w:t>
      </w:r>
      <w:r w:rsidRPr="005D5566">
        <w:t>ce fut comme si la tête de la foule avait heurté quelque chose</w:t>
      </w:r>
      <w:r w:rsidR="001C0413">
        <w:t xml:space="preserve">, </w:t>
      </w:r>
      <w:r w:rsidRPr="005D5566">
        <w:t>il y eut un mouvement de recul</w:t>
      </w:r>
      <w:r w:rsidR="001C0413">
        <w:t xml:space="preserve">, </w:t>
      </w:r>
      <w:r w:rsidRPr="005D5566">
        <w:t>un bruit sourd</w:t>
      </w:r>
      <w:r w:rsidR="001C0413">
        <w:t xml:space="preserve">. </w:t>
      </w:r>
      <w:r w:rsidRPr="005D5566">
        <w:t>Le chant sembla frémir et</w:t>
      </w:r>
      <w:r w:rsidR="001C0413">
        <w:t xml:space="preserve">, </w:t>
      </w:r>
      <w:r w:rsidRPr="005D5566">
        <w:t>après avoir résonné avec plus de force</w:t>
      </w:r>
      <w:r w:rsidR="001C0413">
        <w:t xml:space="preserve">, </w:t>
      </w:r>
      <w:r w:rsidRPr="005D5566">
        <w:t>l</w:t>
      </w:r>
      <w:r w:rsidR="001C0413">
        <w:t>’</w:t>
      </w:r>
      <w:r w:rsidRPr="005D5566">
        <w:t>épaisse vague de sons s</w:t>
      </w:r>
      <w:r w:rsidR="001C0413">
        <w:t>’</w:t>
      </w:r>
      <w:r w:rsidRPr="005D5566">
        <w:t>abaissa de nouveau</w:t>
      </w:r>
      <w:r w:rsidR="001C0413">
        <w:t xml:space="preserve">, </w:t>
      </w:r>
      <w:r w:rsidRPr="005D5566">
        <w:t>glissa en arrière</w:t>
      </w:r>
      <w:r w:rsidR="001C0413">
        <w:t xml:space="preserve">. </w:t>
      </w:r>
      <w:r w:rsidRPr="005D5566">
        <w:t>Les voix se taisaient les unes après les autres</w:t>
      </w:r>
      <w:r w:rsidR="001C0413">
        <w:t xml:space="preserve">, </w:t>
      </w:r>
      <w:r w:rsidRPr="005D5566">
        <w:t>çà et là on faisait des efforts pour essayer de soulever de nouveau le chant à sa hauteur primitive</w:t>
      </w:r>
      <w:r w:rsidR="001C0413">
        <w:t>.</w:t>
      </w:r>
    </w:p>
    <w:p w14:paraId="32AD81DE" w14:textId="77777777" w:rsidR="001C0413" w:rsidRDefault="00530790" w:rsidP="001C0413">
      <w:pPr>
        <w:ind w:firstLine="0"/>
        <w:jc w:val="center"/>
        <w:rPr>
          <w:bCs/>
          <w:i/>
          <w:iCs/>
        </w:rPr>
      </w:pPr>
      <w:r w:rsidRPr="001C0413">
        <w:rPr>
          <w:bCs/>
          <w:i/>
          <w:iCs/>
        </w:rPr>
        <w:t>Lève-toi</w:t>
      </w:r>
      <w:r w:rsidR="001C0413">
        <w:rPr>
          <w:bCs/>
          <w:i/>
          <w:iCs/>
        </w:rPr>
        <w:t xml:space="preserve">, </w:t>
      </w:r>
      <w:r w:rsidRPr="001C0413">
        <w:rPr>
          <w:bCs/>
          <w:i/>
          <w:iCs/>
        </w:rPr>
        <w:t>lève-toi</w:t>
      </w:r>
      <w:r w:rsidR="001C0413">
        <w:rPr>
          <w:bCs/>
          <w:i/>
          <w:iCs/>
        </w:rPr>
        <w:t xml:space="preserve">, </w:t>
      </w:r>
      <w:r w:rsidRPr="001C0413">
        <w:rPr>
          <w:bCs/>
          <w:i/>
          <w:iCs/>
        </w:rPr>
        <w:t>peuple opprimé</w:t>
      </w:r>
      <w:r w:rsidR="001C0413">
        <w:rPr>
          <w:bCs/>
          <w:i/>
          <w:iCs/>
        </w:rPr>
        <w:t> !</w:t>
      </w:r>
    </w:p>
    <w:p w14:paraId="70EC08B2" w14:textId="77777777" w:rsidR="001C0413" w:rsidRDefault="00530790" w:rsidP="001C0413">
      <w:pPr>
        <w:ind w:firstLine="0"/>
        <w:jc w:val="center"/>
        <w:rPr>
          <w:bCs/>
          <w:i/>
          <w:iCs/>
        </w:rPr>
      </w:pPr>
      <w:r w:rsidRPr="001C0413">
        <w:rPr>
          <w:bCs/>
          <w:i/>
          <w:iCs/>
        </w:rPr>
        <w:t>Sus à l</w:t>
      </w:r>
      <w:r w:rsidR="001C0413">
        <w:rPr>
          <w:bCs/>
          <w:i/>
          <w:iCs/>
        </w:rPr>
        <w:t>’</w:t>
      </w:r>
      <w:r w:rsidRPr="001C0413">
        <w:rPr>
          <w:bCs/>
          <w:i/>
          <w:iCs/>
        </w:rPr>
        <w:t>ennemi</w:t>
      </w:r>
      <w:r w:rsidR="001C0413">
        <w:rPr>
          <w:bCs/>
          <w:i/>
          <w:iCs/>
        </w:rPr>
        <w:t xml:space="preserve">, </w:t>
      </w:r>
      <w:r w:rsidRPr="001C0413">
        <w:rPr>
          <w:bCs/>
          <w:i/>
          <w:iCs/>
        </w:rPr>
        <w:t>gens affamés</w:t>
      </w:r>
      <w:r w:rsidR="001C0413">
        <w:rPr>
          <w:bCs/>
          <w:i/>
          <w:iCs/>
        </w:rPr>
        <w:t> !</w:t>
      </w:r>
    </w:p>
    <w:p w14:paraId="3FA1B716" w14:textId="77777777" w:rsidR="001C0413" w:rsidRDefault="00530790" w:rsidP="001C0413">
      <w:r w:rsidRPr="005D5566">
        <w:t>Mais il n</w:t>
      </w:r>
      <w:r w:rsidR="001C0413">
        <w:t>’</w:t>
      </w:r>
      <w:r w:rsidRPr="005D5566">
        <w:t>y avait déjà plus dans cet appel la certitude générale qui vibrait auparavant</w:t>
      </w:r>
      <w:r w:rsidR="001C0413">
        <w:t xml:space="preserve"> ; </w:t>
      </w:r>
      <w:r w:rsidRPr="005D5566">
        <w:t>l</w:t>
      </w:r>
      <w:r w:rsidR="001C0413">
        <w:t>’</w:t>
      </w:r>
      <w:r w:rsidRPr="005D5566">
        <w:t>inquiétude s</w:t>
      </w:r>
      <w:r w:rsidR="001C0413">
        <w:t>’</w:t>
      </w:r>
      <w:r w:rsidRPr="005D5566">
        <w:t>y était mêlée</w:t>
      </w:r>
      <w:r w:rsidR="001C0413">
        <w:t>.</w:t>
      </w:r>
    </w:p>
    <w:p w14:paraId="3A596902" w14:textId="77777777" w:rsidR="001C0413" w:rsidRDefault="00530790" w:rsidP="001C0413">
      <w:r w:rsidRPr="005D5566">
        <w:t>Pélaguée ne pouvait voir ce qui s</w:t>
      </w:r>
      <w:r w:rsidR="001C0413">
        <w:t>’</w:t>
      </w:r>
      <w:r w:rsidRPr="005D5566">
        <w:t>était passé au premier rang</w:t>
      </w:r>
      <w:r w:rsidR="001C0413">
        <w:t xml:space="preserve">, </w:t>
      </w:r>
      <w:r w:rsidRPr="005D5566">
        <w:t>mais elle le devinait</w:t>
      </w:r>
      <w:r w:rsidR="001C0413">
        <w:t xml:space="preserve"> ; </w:t>
      </w:r>
      <w:r w:rsidRPr="005D5566">
        <w:t>écartant les gens</w:t>
      </w:r>
      <w:r w:rsidR="001C0413">
        <w:t xml:space="preserve">, </w:t>
      </w:r>
      <w:r w:rsidRPr="005D5566">
        <w:t>se frayant un passage</w:t>
      </w:r>
      <w:r w:rsidR="001C0413">
        <w:t xml:space="preserve">, </w:t>
      </w:r>
      <w:r w:rsidRPr="005D5566">
        <w:t>elle avança rapidement</w:t>
      </w:r>
      <w:r w:rsidR="001C0413">
        <w:t xml:space="preserve"> ; </w:t>
      </w:r>
      <w:r w:rsidRPr="005D5566">
        <w:t>la foule reculait</w:t>
      </w:r>
      <w:r w:rsidR="001C0413">
        <w:t xml:space="preserve">, </w:t>
      </w:r>
      <w:r w:rsidRPr="005D5566">
        <w:t>des têtes se baissaient</w:t>
      </w:r>
      <w:r w:rsidR="001C0413">
        <w:t xml:space="preserve">, </w:t>
      </w:r>
      <w:r w:rsidRPr="005D5566">
        <w:t>des sourcils se fronçaient</w:t>
      </w:r>
      <w:r w:rsidR="001C0413">
        <w:t xml:space="preserve"> ; </w:t>
      </w:r>
      <w:r w:rsidRPr="005D5566">
        <w:t>il y avait des sourires embarrassés</w:t>
      </w:r>
      <w:r w:rsidR="001C0413">
        <w:t xml:space="preserve">, </w:t>
      </w:r>
      <w:r w:rsidRPr="005D5566">
        <w:t>des coups de sifflets railleurs</w:t>
      </w:r>
      <w:r w:rsidR="001C0413">
        <w:t xml:space="preserve">. </w:t>
      </w:r>
      <w:r w:rsidRPr="005D5566">
        <w:t>La mère examinait les visages avec tristesse</w:t>
      </w:r>
      <w:r w:rsidR="001C0413">
        <w:t xml:space="preserve"> ; </w:t>
      </w:r>
      <w:r w:rsidRPr="005D5566">
        <w:t>ses yeux questionnaient</w:t>
      </w:r>
      <w:r w:rsidR="001C0413">
        <w:t xml:space="preserve">, </w:t>
      </w:r>
      <w:r w:rsidRPr="005D5566">
        <w:t>suppliaient</w:t>
      </w:r>
      <w:r w:rsidR="001C0413">
        <w:t xml:space="preserve">, </w:t>
      </w:r>
      <w:r w:rsidRPr="005D5566">
        <w:t>appelaient</w:t>
      </w:r>
      <w:r w:rsidR="001C0413">
        <w:t>…</w:t>
      </w:r>
    </w:p>
    <w:p w14:paraId="08775731" w14:textId="77777777" w:rsidR="001C0413" w:rsidRDefault="001C0413" w:rsidP="001C0413">
      <w:r>
        <w:t>— </w:t>
      </w:r>
      <w:r w:rsidR="00530790" w:rsidRPr="005D5566">
        <w:t>Camarades</w:t>
      </w:r>
      <w:r>
        <w:t xml:space="preserve"> ! </w:t>
      </w:r>
      <w:r w:rsidR="00530790" w:rsidRPr="005D5566">
        <w:t>s</w:t>
      </w:r>
      <w:r>
        <w:t>’</w:t>
      </w:r>
      <w:r w:rsidR="00530790" w:rsidRPr="005D5566">
        <w:t>écria Pavel</w:t>
      </w:r>
      <w:r>
        <w:t xml:space="preserve">. </w:t>
      </w:r>
      <w:r w:rsidR="00530790" w:rsidRPr="005D5566">
        <w:t>Les soldats sont des hommes comme nous</w:t>
      </w:r>
      <w:r>
        <w:t xml:space="preserve">. </w:t>
      </w:r>
      <w:r w:rsidR="00530790" w:rsidRPr="005D5566">
        <w:t>Ils ne nous frapperont pas</w:t>
      </w:r>
      <w:r>
        <w:t xml:space="preserve"> ! </w:t>
      </w:r>
      <w:r w:rsidR="00530790" w:rsidRPr="005D5566">
        <w:t>Pourquoi le feraient-ils</w:t>
      </w:r>
      <w:r>
        <w:t xml:space="preserve"> ? </w:t>
      </w:r>
      <w:r w:rsidR="00530790" w:rsidRPr="005D5566">
        <w:t>Parce que nous apportons la vérité nécessaire à tous</w:t>
      </w:r>
      <w:r>
        <w:t xml:space="preserve"> ? </w:t>
      </w:r>
      <w:r w:rsidR="00530790" w:rsidRPr="005D5566">
        <w:t>Mais</w:t>
      </w:r>
      <w:r>
        <w:t xml:space="preserve">, </w:t>
      </w:r>
      <w:r w:rsidR="00530790" w:rsidRPr="005D5566">
        <w:t>eux aussi</w:t>
      </w:r>
      <w:r>
        <w:t xml:space="preserve">, </w:t>
      </w:r>
      <w:r w:rsidR="00530790" w:rsidRPr="005D5566">
        <w:t>ils ont besoin de notre vérité</w:t>
      </w:r>
      <w:r>
        <w:t xml:space="preserve">… </w:t>
      </w:r>
      <w:r w:rsidR="00530790" w:rsidRPr="005D5566">
        <w:t>Ils ne comprennent pas encore</w:t>
      </w:r>
      <w:r>
        <w:t xml:space="preserve">, </w:t>
      </w:r>
      <w:r w:rsidR="00530790" w:rsidRPr="005D5566">
        <w:t xml:space="preserve">mais le temps est proche où ils se </w:t>
      </w:r>
      <w:r w:rsidR="00530790" w:rsidRPr="005D5566">
        <w:lastRenderedPageBreak/>
        <w:t>mettront dans nos rangs</w:t>
      </w:r>
      <w:r>
        <w:t xml:space="preserve">, </w:t>
      </w:r>
      <w:r w:rsidR="00530790" w:rsidRPr="005D5566">
        <w:t>où ils marcheront non plus sous l</w:t>
      </w:r>
      <w:r>
        <w:t>’</w:t>
      </w:r>
      <w:r w:rsidR="00530790" w:rsidRPr="005D5566">
        <w:t>étendard des pillards et des assassins</w:t>
      </w:r>
      <w:r>
        <w:t xml:space="preserve">, </w:t>
      </w:r>
      <w:r w:rsidR="00530790" w:rsidRPr="005D5566">
        <w:t>mais sous le nôtre</w:t>
      </w:r>
      <w:r>
        <w:t xml:space="preserve">, </w:t>
      </w:r>
      <w:r w:rsidR="00530790" w:rsidRPr="005D5566">
        <w:t>sous le drapeau de la liberté et du bien</w:t>
      </w:r>
      <w:r>
        <w:t xml:space="preserve">. </w:t>
      </w:r>
      <w:r w:rsidR="00530790" w:rsidRPr="005D5566">
        <w:t>Et pour qu</w:t>
      </w:r>
      <w:r>
        <w:t>’</w:t>
      </w:r>
      <w:r w:rsidR="00530790" w:rsidRPr="005D5566">
        <w:t>ils comprennent plus vite notre liberté</w:t>
      </w:r>
      <w:r>
        <w:t xml:space="preserve">, </w:t>
      </w:r>
      <w:r w:rsidR="00530790" w:rsidRPr="005D5566">
        <w:t>il faut que nous allions de l</w:t>
      </w:r>
      <w:r>
        <w:t>’</w:t>
      </w:r>
      <w:r w:rsidR="00530790" w:rsidRPr="005D5566">
        <w:t>avant</w:t>
      </w:r>
      <w:r>
        <w:t xml:space="preserve"> ! </w:t>
      </w:r>
      <w:r w:rsidR="00530790" w:rsidRPr="005D5566">
        <w:t>En avant</w:t>
      </w:r>
      <w:r>
        <w:t xml:space="preserve">, </w:t>
      </w:r>
      <w:r w:rsidR="00530790" w:rsidRPr="005D5566">
        <w:t>camarades</w:t>
      </w:r>
      <w:r>
        <w:t xml:space="preserve"> ! </w:t>
      </w:r>
      <w:r w:rsidR="00530790" w:rsidRPr="005D5566">
        <w:t>toujours en avant</w:t>
      </w:r>
      <w:r>
        <w:t> !</w:t>
      </w:r>
    </w:p>
    <w:p w14:paraId="1742C8B2" w14:textId="77777777" w:rsidR="001C0413" w:rsidRDefault="00530790" w:rsidP="001C0413">
      <w:r w:rsidRPr="005D5566">
        <w:t>La voix de Pavel était ferme</w:t>
      </w:r>
      <w:r w:rsidR="001C0413">
        <w:t xml:space="preserve"> ; </w:t>
      </w:r>
      <w:r w:rsidRPr="005D5566">
        <w:t>les mots tombaient nets et distincts</w:t>
      </w:r>
      <w:r w:rsidR="001C0413">
        <w:t xml:space="preserve">, </w:t>
      </w:r>
      <w:r w:rsidRPr="005D5566">
        <w:t>mais l</w:t>
      </w:r>
      <w:r w:rsidR="001C0413">
        <w:t>’</w:t>
      </w:r>
      <w:r w:rsidRPr="005D5566">
        <w:t>attroupement s</w:t>
      </w:r>
      <w:r w:rsidR="001C0413">
        <w:t>’</w:t>
      </w:r>
      <w:r w:rsidRPr="005D5566">
        <w:t>éparpillait</w:t>
      </w:r>
      <w:r w:rsidR="001C0413">
        <w:t xml:space="preserve"> ; </w:t>
      </w:r>
      <w:r w:rsidRPr="005D5566">
        <w:t>les uns après les autres</w:t>
      </w:r>
      <w:r w:rsidR="001C0413">
        <w:t xml:space="preserve">, </w:t>
      </w:r>
      <w:r w:rsidRPr="005D5566">
        <w:t>les gens s</w:t>
      </w:r>
      <w:r w:rsidR="001C0413">
        <w:t>’</w:t>
      </w:r>
      <w:r w:rsidRPr="005D5566">
        <w:t>en allaient</w:t>
      </w:r>
      <w:r w:rsidR="001C0413">
        <w:t xml:space="preserve">, </w:t>
      </w:r>
      <w:r w:rsidRPr="005D5566">
        <w:t>qui à droite</w:t>
      </w:r>
      <w:r w:rsidR="001C0413">
        <w:t xml:space="preserve">, </w:t>
      </w:r>
      <w:r w:rsidRPr="005D5566">
        <w:t>qui à gauche</w:t>
      </w:r>
      <w:r w:rsidR="001C0413">
        <w:t xml:space="preserve">, </w:t>
      </w:r>
      <w:r w:rsidRPr="005D5566">
        <w:t>glissant le long des murs et des clôtures</w:t>
      </w:r>
      <w:r w:rsidR="001C0413">
        <w:t xml:space="preserve">. </w:t>
      </w:r>
      <w:r w:rsidRPr="005D5566">
        <w:t>Maintenant</w:t>
      </w:r>
      <w:r w:rsidR="001C0413">
        <w:t xml:space="preserve">, </w:t>
      </w:r>
      <w:r w:rsidRPr="005D5566">
        <w:t>la foule figurait un triangle dont Pavel était la pointe</w:t>
      </w:r>
      <w:r w:rsidR="001C0413">
        <w:t xml:space="preserve"> ; </w:t>
      </w:r>
      <w:r w:rsidRPr="005D5566">
        <w:t>au-dessus de sa tête</w:t>
      </w:r>
      <w:r w:rsidR="001C0413">
        <w:t xml:space="preserve">, </w:t>
      </w:r>
      <w:r w:rsidRPr="005D5566">
        <w:t>le drapeau du peuple ouvrier flamboyait</w:t>
      </w:r>
      <w:r w:rsidR="001C0413">
        <w:t xml:space="preserve">. </w:t>
      </w:r>
      <w:r w:rsidRPr="005D5566">
        <w:t>Elle ressemblait aussi à un oiseau noir</w:t>
      </w:r>
      <w:r w:rsidR="001C0413">
        <w:t xml:space="preserve">, </w:t>
      </w:r>
      <w:r w:rsidRPr="005D5566">
        <w:t>qui</w:t>
      </w:r>
      <w:r w:rsidR="001C0413">
        <w:t xml:space="preserve">, </w:t>
      </w:r>
      <w:r w:rsidRPr="005D5566">
        <w:t>déployant ses ailes</w:t>
      </w:r>
      <w:r w:rsidR="001C0413">
        <w:t xml:space="preserve">, </w:t>
      </w:r>
      <w:r w:rsidRPr="005D5566">
        <w:t>resterait aux aguets prêt à s</w:t>
      </w:r>
      <w:r w:rsidR="001C0413">
        <w:t>’</w:t>
      </w:r>
      <w:r w:rsidRPr="005D5566">
        <w:t>envoler</w:t>
      </w:r>
      <w:r w:rsidR="001C0413">
        <w:t xml:space="preserve">, </w:t>
      </w:r>
      <w:r w:rsidRPr="005D5566">
        <w:t>et Pavel en était là tête</w:t>
      </w:r>
      <w:r w:rsidR="001C0413">
        <w:t>…</w:t>
      </w:r>
    </w:p>
    <w:p w14:paraId="5723BBD4" w14:textId="6558B5C9" w:rsidR="00530790" w:rsidRPr="003B37B8" w:rsidRDefault="00530790" w:rsidP="001C0413">
      <w:pPr>
        <w:pStyle w:val="Titre2"/>
        <w:rPr>
          <w:szCs w:val="44"/>
        </w:rPr>
      </w:pPr>
      <w:bookmarkStart w:id="30" w:name="_Toc202279551"/>
      <w:r w:rsidRPr="003B37B8">
        <w:rPr>
          <w:szCs w:val="44"/>
        </w:rPr>
        <w:lastRenderedPageBreak/>
        <w:t>XXIX</w:t>
      </w:r>
      <w:bookmarkEnd w:id="30"/>
      <w:r w:rsidRPr="003B37B8">
        <w:rPr>
          <w:szCs w:val="44"/>
        </w:rPr>
        <w:br/>
      </w:r>
    </w:p>
    <w:p w14:paraId="1C168DAA" w14:textId="77777777" w:rsidR="001C0413" w:rsidRDefault="00530790" w:rsidP="001C0413">
      <w:r w:rsidRPr="005D5566">
        <w:t>La mère aperçut au bout de la rue une petite muraille grise et basse</w:t>
      </w:r>
      <w:r w:rsidR="001C0413">
        <w:t xml:space="preserve">, </w:t>
      </w:r>
      <w:r w:rsidRPr="005D5566">
        <w:t>composée de gens sans visage et qui barraient l</w:t>
      </w:r>
      <w:r w:rsidR="001C0413">
        <w:t>’</w:t>
      </w:r>
      <w:r w:rsidRPr="005D5566">
        <w:t>entrée de la place</w:t>
      </w:r>
      <w:r w:rsidR="001C0413">
        <w:t xml:space="preserve">. </w:t>
      </w:r>
      <w:r w:rsidRPr="005D5566">
        <w:t>À l</w:t>
      </w:r>
      <w:r w:rsidR="001C0413">
        <w:t>’</w:t>
      </w:r>
      <w:r w:rsidRPr="005D5566">
        <w:t>épaule de chacun d</w:t>
      </w:r>
      <w:r w:rsidR="001C0413">
        <w:t>’</w:t>
      </w:r>
      <w:r w:rsidRPr="005D5566">
        <w:t>eux brillaient de minces bandes d</w:t>
      </w:r>
      <w:r w:rsidR="001C0413">
        <w:t>’</w:t>
      </w:r>
      <w:r w:rsidRPr="005D5566">
        <w:t>acier aigu</w:t>
      </w:r>
      <w:r w:rsidR="001C0413">
        <w:t xml:space="preserve">. </w:t>
      </w:r>
      <w:r w:rsidRPr="005D5566">
        <w:t>Et</w:t>
      </w:r>
      <w:r w:rsidR="001C0413">
        <w:t xml:space="preserve">, </w:t>
      </w:r>
      <w:r w:rsidRPr="005D5566">
        <w:t>cette muraille silencieuse et immobile répandait comme un froid sur la foule</w:t>
      </w:r>
      <w:r w:rsidR="001C0413">
        <w:t xml:space="preserve"> ; </w:t>
      </w:r>
      <w:r w:rsidRPr="005D5566">
        <w:t>Pélaguée en fut glacée jusqu</w:t>
      </w:r>
      <w:r w:rsidR="001C0413">
        <w:t>’</w:t>
      </w:r>
      <w:r w:rsidRPr="005D5566">
        <w:t>au cœur</w:t>
      </w:r>
      <w:r w:rsidR="001C0413">
        <w:t>.</w:t>
      </w:r>
    </w:p>
    <w:p w14:paraId="0DEDA9BE" w14:textId="77777777" w:rsidR="001C0413" w:rsidRDefault="00530790" w:rsidP="001C0413">
      <w:r w:rsidRPr="005D5566">
        <w:t>Elle se dirigea du côté où ceux qu</w:t>
      </w:r>
      <w:r w:rsidR="001C0413">
        <w:t>’</w:t>
      </w:r>
      <w:r w:rsidRPr="005D5566">
        <w:t>elle connaissait et qui étaient en avant se fondaient avec les inconnus</w:t>
      </w:r>
      <w:r w:rsidR="001C0413">
        <w:t xml:space="preserve">, </w:t>
      </w:r>
      <w:r w:rsidRPr="005D5566">
        <w:t>comme pour s</w:t>
      </w:r>
      <w:r w:rsidR="001C0413">
        <w:t>’</w:t>
      </w:r>
      <w:r w:rsidRPr="005D5566">
        <w:t>appuyer sur eux</w:t>
      </w:r>
      <w:r w:rsidR="001C0413">
        <w:t xml:space="preserve">. </w:t>
      </w:r>
      <w:r w:rsidRPr="005D5566">
        <w:t>Elle poussa du flanc un homme de haute taille</w:t>
      </w:r>
      <w:r w:rsidR="001C0413">
        <w:t xml:space="preserve">, </w:t>
      </w:r>
      <w:r w:rsidRPr="005D5566">
        <w:t>rasé et borgne</w:t>
      </w:r>
      <w:r w:rsidR="001C0413">
        <w:t xml:space="preserve"> ; </w:t>
      </w:r>
      <w:r w:rsidRPr="005D5566">
        <w:t>il tourna vivement la tête pour la voir</w:t>
      </w:r>
      <w:r w:rsidR="001C0413">
        <w:t>.</w:t>
      </w:r>
    </w:p>
    <w:p w14:paraId="12186BE2" w14:textId="77777777" w:rsidR="001C0413" w:rsidRDefault="001C0413" w:rsidP="001C0413">
      <w:r>
        <w:t>— </w:t>
      </w:r>
      <w:r w:rsidR="00530790" w:rsidRPr="005D5566">
        <w:t>Que veux-tu</w:t>
      </w:r>
      <w:r>
        <w:t xml:space="preserve"> ? </w:t>
      </w:r>
      <w:r w:rsidR="00530790" w:rsidRPr="005D5566">
        <w:t>Qui es-tu</w:t>
      </w:r>
      <w:r>
        <w:t xml:space="preserve"> ? </w:t>
      </w:r>
      <w:r w:rsidR="00530790" w:rsidRPr="005D5566">
        <w:t>demanda-t-il</w:t>
      </w:r>
      <w:r>
        <w:t>.</w:t>
      </w:r>
    </w:p>
    <w:p w14:paraId="75403520" w14:textId="77777777" w:rsidR="001C0413" w:rsidRDefault="001C0413" w:rsidP="001C0413">
      <w:r>
        <w:t>— </w:t>
      </w:r>
      <w:r w:rsidR="00530790" w:rsidRPr="005D5566">
        <w:t>La mère de Pavel Vlassov</w:t>
      </w:r>
      <w:r>
        <w:t xml:space="preserve"> ! </w:t>
      </w:r>
      <w:r w:rsidR="00530790" w:rsidRPr="005D5566">
        <w:t>répondit-elle</w:t>
      </w:r>
      <w:r>
        <w:t xml:space="preserve"> ; </w:t>
      </w:r>
      <w:r w:rsidR="00530790" w:rsidRPr="005D5566">
        <w:t>elle sentait que ses jambes fléchissaient et que sa lèvre inférieure s</w:t>
      </w:r>
      <w:r>
        <w:t>’</w:t>
      </w:r>
      <w:r w:rsidR="00530790" w:rsidRPr="005D5566">
        <w:t>abaissait</w:t>
      </w:r>
      <w:r>
        <w:t>.</w:t>
      </w:r>
    </w:p>
    <w:p w14:paraId="14AC45A6" w14:textId="77777777" w:rsidR="001C0413" w:rsidRDefault="001C0413" w:rsidP="001C0413">
      <w:r>
        <w:t>— </w:t>
      </w:r>
      <w:r w:rsidR="00530790" w:rsidRPr="005D5566">
        <w:t>Ah</w:t>
      </w:r>
      <w:r>
        <w:t xml:space="preserve"> ! </w:t>
      </w:r>
      <w:r w:rsidR="00530790" w:rsidRPr="005D5566">
        <w:t>dit le borgne</w:t>
      </w:r>
      <w:r>
        <w:t>.</w:t>
      </w:r>
    </w:p>
    <w:p w14:paraId="6FFEC806" w14:textId="77777777" w:rsidR="001C0413" w:rsidRDefault="001C0413" w:rsidP="001C0413">
      <w:r>
        <w:t>— </w:t>
      </w:r>
      <w:r w:rsidR="00530790" w:rsidRPr="005D5566">
        <w:t>Camarades</w:t>
      </w:r>
      <w:r>
        <w:t xml:space="preserve"> ! </w:t>
      </w:r>
      <w:r w:rsidR="00530790" w:rsidRPr="005D5566">
        <w:t>continuait Pavel</w:t>
      </w:r>
      <w:r>
        <w:t xml:space="preserve">. </w:t>
      </w:r>
      <w:r w:rsidR="00530790" w:rsidRPr="005D5566">
        <w:t>La vie tout entière est en avant de nous</w:t>
      </w:r>
      <w:r>
        <w:t xml:space="preserve">. </w:t>
      </w:r>
      <w:r w:rsidR="00530790" w:rsidRPr="005D5566">
        <w:t>Nous n</w:t>
      </w:r>
      <w:r>
        <w:t>’</w:t>
      </w:r>
      <w:r w:rsidR="00530790" w:rsidRPr="005D5566">
        <w:t>avons pas d</w:t>
      </w:r>
      <w:r>
        <w:t>’</w:t>
      </w:r>
      <w:r w:rsidR="00530790" w:rsidRPr="005D5566">
        <w:t>autre chemin</w:t>
      </w:r>
      <w:r>
        <w:t xml:space="preserve">. </w:t>
      </w:r>
      <w:r w:rsidR="00530790" w:rsidRPr="005D5566">
        <w:t>Chantons</w:t>
      </w:r>
      <w:r>
        <w:t> !</w:t>
      </w:r>
    </w:p>
    <w:p w14:paraId="40413473" w14:textId="77777777" w:rsidR="001C0413" w:rsidRDefault="00530790" w:rsidP="001C0413">
      <w:r w:rsidRPr="005D5566">
        <w:t>Un silence angoissant plana</w:t>
      </w:r>
      <w:r w:rsidR="001C0413">
        <w:t xml:space="preserve">. </w:t>
      </w:r>
      <w:r w:rsidRPr="005D5566">
        <w:t>Le drapeau s</w:t>
      </w:r>
      <w:r w:rsidR="001C0413">
        <w:t>’</w:t>
      </w:r>
      <w:r w:rsidRPr="005D5566">
        <w:t>éleva</w:t>
      </w:r>
      <w:r w:rsidR="001C0413">
        <w:t xml:space="preserve">, </w:t>
      </w:r>
      <w:r w:rsidRPr="005D5566">
        <w:t>se balança et</w:t>
      </w:r>
      <w:r w:rsidR="001C0413">
        <w:t xml:space="preserve">, </w:t>
      </w:r>
      <w:r w:rsidRPr="005D5566">
        <w:t>flottant au-dessus des têtes</w:t>
      </w:r>
      <w:r w:rsidR="001C0413">
        <w:t xml:space="preserve">, </w:t>
      </w:r>
      <w:r w:rsidRPr="005D5566">
        <w:t>se dirigea vers le mur gris des soldats</w:t>
      </w:r>
      <w:r w:rsidR="001C0413">
        <w:t xml:space="preserve">. </w:t>
      </w:r>
      <w:r w:rsidRPr="005D5566">
        <w:t>La mère frémit</w:t>
      </w:r>
      <w:r w:rsidR="001C0413">
        <w:t xml:space="preserve">, </w:t>
      </w:r>
      <w:r w:rsidRPr="005D5566">
        <w:t>ferma les yeux et poussa un gémissement</w:t>
      </w:r>
      <w:r w:rsidR="001C0413">
        <w:t xml:space="preserve"> : </w:t>
      </w:r>
      <w:r w:rsidRPr="005D5566">
        <w:t>quatre personnes seulement s</w:t>
      </w:r>
      <w:r w:rsidR="001C0413">
        <w:t>’</w:t>
      </w:r>
      <w:r w:rsidRPr="005D5566">
        <w:t>étaient détachées de la foule</w:t>
      </w:r>
      <w:r w:rsidR="001C0413">
        <w:t xml:space="preserve">, </w:t>
      </w:r>
      <w:r w:rsidRPr="005D5566">
        <w:t>et c</w:t>
      </w:r>
      <w:r w:rsidR="001C0413">
        <w:t>’</w:t>
      </w:r>
      <w:r w:rsidRPr="005D5566">
        <w:t>étaient Pavel</w:t>
      </w:r>
      <w:r w:rsidR="001C0413">
        <w:t xml:space="preserve">, </w:t>
      </w:r>
      <w:r w:rsidRPr="005D5566">
        <w:t>André</w:t>
      </w:r>
      <w:r w:rsidR="001C0413">
        <w:t xml:space="preserve">, </w:t>
      </w:r>
      <w:r w:rsidRPr="005D5566">
        <w:t>Samoïlov et Mazine</w:t>
      </w:r>
      <w:r w:rsidR="001C0413">
        <w:t>.</w:t>
      </w:r>
    </w:p>
    <w:p w14:paraId="4E169BF5" w14:textId="77777777" w:rsidR="001C0413" w:rsidRDefault="00530790" w:rsidP="001C0413">
      <w:r w:rsidRPr="005D5566">
        <w:lastRenderedPageBreak/>
        <w:t>Soudain</w:t>
      </w:r>
      <w:r w:rsidR="001C0413">
        <w:t xml:space="preserve">, </w:t>
      </w:r>
      <w:r w:rsidRPr="005D5566">
        <w:t>la voix claire de Fédia Mazine s</w:t>
      </w:r>
      <w:r w:rsidR="001C0413">
        <w:t>’</w:t>
      </w:r>
      <w:r w:rsidRPr="005D5566">
        <w:t>éleva dans l</w:t>
      </w:r>
      <w:r w:rsidR="001C0413">
        <w:t>’</w:t>
      </w:r>
      <w:r w:rsidRPr="005D5566">
        <w:t>air</w:t>
      </w:r>
      <w:r w:rsidR="001C0413">
        <w:t xml:space="preserve">, </w:t>
      </w:r>
      <w:r w:rsidRPr="005D5566">
        <w:t>tremblante et lente</w:t>
      </w:r>
      <w:r w:rsidR="001C0413">
        <w:t> :</w:t>
      </w:r>
    </w:p>
    <w:p w14:paraId="7FD96F50" w14:textId="77777777" w:rsidR="001C0413" w:rsidRDefault="001C0413" w:rsidP="001C0413">
      <w:r>
        <w:t>— </w:t>
      </w:r>
      <w:r w:rsidR="00530790" w:rsidRPr="005D5566">
        <w:rPr>
          <w:i/>
          <w:iCs/>
        </w:rPr>
        <w:t>Vous êtes tombés victimes</w:t>
      </w:r>
      <w:r>
        <w:rPr>
          <w:i/>
          <w:iCs/>
        </w:rPr>
        <w:t xml:space="preserve"> ! </w:t>
      </w:r>
      <w:r w:rsidR="00530790" w:rsidRPr="005D5566">
        <w:t>entonna-t-il</w:t>
      </w:r>
      <w:r>
        <w:t>.</w:t>
      </w:r>
    </w:p>
    <w:p w14:paraId="63BA2322" w14:textId="77777777" w:rsidR="001C0413" w:rsidRDefault="001C0413" w:rsidP="001C0413">
      <w:r>
        <w:t>— </w:t>
      </w:r>
      <w:r w:rsidR="00530790" w:rsidRPr="005D5566">
        <w:rPr>
          <w:i/>
          <w:iCs/>
        </w:rPr>
        <w:t>Dans la lutte fatale</w:t>
      </w:r>
      <w:r>
        <w:rPr>
          <w:i/>
          <w:iCs/>
        </w:rPr>
        <w:t xml:space="preserve"> ! </w:t>
      </w:r>
      <w:r w:rsidR="00530790" w:rsidRPr="005D5566">
        <w:t>continuèrent deux voix épaisses et assourdies</w:t>
      </w:r>
      <w:r>
        <w:t xml:space="preserve">, </w:t>
      </w:r>
      <w:r w:rsidR="00530790" w:rsidRPr="005D5566">
        <w:t>comme deux soupirs pénibles</w:t>
      </w:r>
      <w:r>
        <w:t xml:space="preserve">. </w:t>
      </w:r>
      <w:r w:rsidR="00530790" w:rsidRPr="005D5566">
        <w:t>Les gens firent quelques pas en avant</w:t>
      </w:r>
      <w:r>
        <w:t xml:space="preserve">, </w:t>
      </w:r>
      <w:r w:rsidR="00530790" w:rsidRPr="005D5566">
        <w:t>marchant au rythme de la mélodie</w:t>
      </w:r>
      <w:r>
        <w:t xml:space="preserve">. </w:t>
      </w:r>
      <w:r w:rsidR="00530790" w:rsidRPr="005D5566">
        <w:t>Et un nouveau chant vibra</w:t>
      </w:r>
      <w:r>
        <w:t xml:space="preserve">, </w:t>
      </w:r>
      <w:r w:rsidR="00530790" w:rsidRPr="005D5566">
        <w:t>déterminé et créateur de résolutions</w:t>
      </w:r>
      <w:r>
        <w:t>.</w:t>
      </w:r>
    </w:p>
    <w:p w14:paraId="73C608D6" w14:textId="77777777" w:rsidR="001C0413" w:rsidRDefault="001C0413" w:rsidP="001C0413">
      <w:r>
        <w:t>— </w:t>
      </w:r>
      <w:r w:rsidR="00530790" w:rsidRPr="005D5566">
        <w:rPr>
          <w:i/>
          <w:iCs/>
        </w:rPr>
        <w:t>Vous avez sacrifié votre vie</w:t>
      </w:r>
      <w:r>
        <w:rPr>
          <w:i/>
          <w:iCs/>
        </w:rPr>
        <w:t xml:space="preserve"> ! </w:t>
      </w:r>
      <w:r w:rsidR="00530790" w:rsidRPr="005D5566">
        <w:t>chanta Fédia dont la voix s</w:t>
      </w:r>
      <w:r>
        <w:t>’</w:t>
      </w:r>
      <w:r w:rsidR="00530790" w:rsidRPr="005D5566">
        <w:t>allongeait comme un ruban bigarré</w:t>
      </w:r>
      <w:r>
        <w:t>.</w:t>
      </w:r>
    </w:p>
    <w:p w14:paraId="3BEDDC82" w14:textId="77777777" w:rsidR="001C0413" w:rsidRDefault="001C0413" w:rsidP="001C0413">
      <w:r>
        <w:t>— </w:t>
      </w:r>
      <w:r w:rsidR="00530790" w:rsidRPr="005D5566">
        <w:rPr>
          <w:i/>
          <w:iCs/>
        </w:rPr>
        <w:t>Pour la liberté</w:t>
      </w:r>
      <w:r>
        <w:rPr>
          <w:i/>
          <w:iCs/>
        </w:rPr>
        <w:t xml:space="preserve"> ! </w:t>
      </w:r>
      <w:r w:rsidR="00530790" w:rsidRPr="005D5566">
        <w:t>reprenaient les camarades en chœur</w:t>
      </w:r>
      <w:r>
        <w:t>.</w:t>
      </w:r>
    </w:p>
    <w:p w14:paraId="0F915B3D" w14:textId="77777777" w:rsidR="001C0413" w:rsidRDefault="001C0413" w:rsidP="001C0413">
      <w:r>
        <w:t>— </w:t>
      </w:r>
      <w:r w:rsidR="00530790" w:rsidRPr="005D5566">
        <w:t>Ah</w:t>
      </w:r>
      <w:r>
        <w:t xml:space="preserve"> ! </w:t>
      </w:r>
      <w:r w:rsidR="00530790" w:rsidRPr="005D5566">
        <w:t xml:space="preserve">vous commencez à chanter le </w:t>
      </w:r>
      <w:r w:rsidR="00530790" w:rsidRPr="005D5566">
        <w:rPr>
          <w:i/>
          <w:iCs/>
        </w:rPr>
        <w:t>Requiem</w:t>
      </w:r>
      <w:r>
        <w:rPr>
          <w:i/>
          <w:iCs/>
        </w:rPr>
        <w:t xml:space="preserve">, </w:t>
      </w:r>
      <w:r w:rsidR="00530790" w:rsidRPr="005D5566">
        <w:t>fils de chiens</w:t>
      </w:r>
      <w:r>
        <w:t xml:space="preserve"> ! </w:t>
      </w:r>
      <w:r w:rsidR="00530790" w:rsidRPr="005D5566">
        <w:t>cria quelqu</w:t>
      </w:r>
      <w:r>
        <w:t>’</w:t>
      </w:r>
      <w:r w:rsidR="00530790" w:rsidRPr="005D5566">
        <w:t>un d</w:t>
      </w:r>
      <w:r>
        <w:t>’</w:t>
      </w:r>
      <w:r w:rsidR="00530790" w:rsidRPr="005D5566">
        <w:t>une voix malveillante</w:t>
      </w:r>
      <w:r>
        <w:t>.</w:t>
      </w:r>
    </w:p>
    <w:p w14:paraId="2016D853" w14:textId="77777777" w:rsidR="001C0413" w:rsidRDefault="001C0413" w:rsidP="001C0413">
      <w:r>
        <w:t>— </w:t>
      </w:r>
      <w:r w:rsidR="00530790" w:rsidRPr="005D5566">
        <w:t>Battez-les</w:t>
      </w:r>
      <w:r>
        <w:t xml:space="preserve"> ! </w:t>
      </w:r>
      <w:r w:rsidR="00530790" w:rsidRPr="005D5566">
        <w:t>répliqua une autre voix rageuse</w:t>
      </w:r>
      <w:r>
        <w:t>.</w:t>
      </w:r>
    </w:p>
    <w:p w14:paraId="6B18E505" w14:textId="77777777" w:rsidR="001C0413" w:rsidRDefault="00530790" w:rsidP="001C0413">
      <w:r w:rsidRPr="005D5566">
        <w:t>La mère passa ses deux mains sur sa poitrine</w:t>
      </w:r>
      <w:r w:rsidR="001C0413">
        <w:t xml:space="preserve"> ; </w:t>
      </w:r>
      <w:r w:rsidRPr="005D5566">
        <w:t>elle se retourna et vit que la foule</w:t>
      </w:r>
      <w:r w:rsidR="001C0413">
        <w:t xml:space="preserve">, </w:t>
      </w:r>
      <w:r w:rsidRPr="005D5566">
        <w:t>qui remplissait auparavant la rue d</w:t>
      </w:r>
      <w:r w:rsidR="001C0413">
        <w:t>’</w:t>
      </w:r>
      <w:r w:rsidRPr="005D5566">
        <w:t>une masse compacte</w:t>
      </w:r>
      <w:r w:rsidR="001C0413">
        <w:t xml:space="preserve">, </w:t>
      </w:r>
      <w:r w:rsidRPr="005D5566">
        <w:t>stationnait maintenant indécise</w:t>
      </w:r>
      <w:r w:rsidR="001C0413">
        <w:t xml:space="preserve">, </w:t>
      </w:r>
      <w:r w:rsidRPr="005D5566">
        <w:t>et regardait se détacher d</w:t>
      </w:r>
      <w:r w:rsidR="001C0413">
        <w:t>’</w:t>
      </w:r>
      <w:r w:rsidRPr="005D5566">
        <w:t>elle ceux qui entouraient l</w:t>
      </w:r>
      <w:r w:rsidR="001C0413">
        <w:t>’</w:t>
      </w:r>
      <w:r w:rsidRPr="005D5566">
        <w:t>étendard</w:t>
      </w:r>
      <w:r w:rsidR="001C0413">
        <w:t xml:space="preserve">. </w:t>
      </w:r>
      <w:r w:rsidRPr="005D5566">
        <w:t>Ils furent suivis par une dizaine de personnes</w:t>
      </w:r>
      <w:r w:rsidR="001C0413">
        <w:t xml:space="preserve"> ; </w:t>
      </w:r>
      <w:r w:rsidRPr="005D5566">
        <w:t>à chaque pas en avant</w:t>
      </w:r>
      <w:r w:rsidR="001C0413">
        <w:t xml:space="preserve">, </w:t>
      </w:r>
      <w:r w:rsidRPr="005D5566">
        <w:t>quelqu</w:t>
      </w:r>
      <w:r w:rsidR="001C0413">
        <w:t>’</w:t>
      </w:r>
      <w:r w:rsidRPr="005D5566">
        <w:t>un bondissait de côté comme si le milieu de la rue eût été incandescent et qu</w:t>
      </w:r>
      <w:r w:rsidR="001C0413">
        <w:t>’</w:t>
      </w:r>
      <w:r w:rsidRPr="005D5566">
        <w:t>il brûlât les semelles</w:t>
      </w:r>
      <w:r w:rsidR="001C0413">
        <w:t>.</w:t>
      </w:r>
    </w:p>
    <w:p w14:paraId="4C5FBC2E" w14:textId="77777777" w:rsidR="001C0413" w:rsidRDefault="001C0413" w:rsidP="001C0413">
      <w:r>
        <w:t>— </w:t>
      </w:r>
      <w:r w:rsidR="00530790" w:rsidRPr="005D5566">
        <w:rPr>
          <w:i/>
          <w:iCs/>
        </w:rPr>
        <w:t>L</w:t>
      </w:r>
      <w:r>
        <w:rPr>
          <w:i/>
          <w:iCs/>
        </w:rPr>
        <w:t>’</w:t>
      </w:r>
      <w:r w:rsidR="00530790" w:rsidRPr="005D5566">
        <w:rPr>
          <w:i/>
          <w:iCs/>
        </w:rPr>
        <w:t>arbitraire tombera</w:t>
      </w:r>
      <w:r>
        <w:rPr>
          <w:i/>
          <w:iCs/>
        </w:rPr>
        <w:t xml:space="preserve">… </w:t>
      </w:r>
      <w:r w:rsidR="00530790" w:rsidRPr="005D5566">
        <w:t>prophétisait le chant</w:t>
      </w:r>
      <w:r>
        <w:t xml:space="preserve">, </w:t>
      </w:r>
      <w:r w:rsidR="00530790" w:rsidRPr="005D5566">
        <w:t>sur les lèvres de Fédia</w:t>
      </w:r>
      <w:r>
        <w:t>.</w:t>
      </w:r>
    </w:p>
    <w:p w14:paraId="4A41A055" w14:textId="77777777" w:rsidR="001C0413" w:rsidRDefault="001C0413" w:rsidP="001C0413">
      <w:r>
        <w:t>— </w:t>
      </w:r>
      <w:r w:rsidR="00530790" w:rsidRPr="005D5566">
        <w:rPr>
          <w:i/>
          <w:iCs/>
        </w:rPr>
        <w:t>Et le peuple se lèvera</w:t>
      </w:r>
      <w:r>
        <w:rPr>
          <w:i/>
          <w:iCs/>
        </w:rPr>
        <w:t xml:space="preserve"> ! </w:t>
      </w:r>
      <w:r w:rsidR="00530790" w:rsidRPr="005D5566">
        <w:t>lui répondit un chœur de voix puissantes</w:t>
      </w:r>
      <w:r>
        <w:t xml:space="preserve">, </w:t>
      </w:r>
      <w:r w:rsidR="00530790" w:rsidRPr="005D5566">
        <w:t>énergiques et menaçantes</w:t>
      </w:r>
      <w:r>
        <w:t>.</w:t>
      </w:r>
    </w:p>
    <w:p w14:paraId="5FD76898" w14:textId="77777777" w:rsidR="001C0413" w:rsidRDefault="00530790" w:rsidP="001C0413">
      <w:r w:rsidRPr="005D5566">
        <w:t>Mais des paroles chuchotées se faisaient jour au travers du courant harmonieux</w:t>
      </w:r>
      <w:r w:rsidR="001C0413">
        <w:t>.</w:t>
      </w:r>
    </w:p>
    <w:p w14:paraId="2105D3AB" w14:textId="77777777" w:rsidR="001C0413" w:rsidRDefault="00530790" w:rsidP="001C0413">
      <w:r w:rsidRPr="005D5566">
        <w:t>Des mots brefs retentirent</w:t>
      </w:r>
      <w:r w:rsidR="001C0413">
        <w:t> :</w:t>
      </w:r>
    </w:p>
    <w:p w14:paraId="4F6DF4BF" w14:textId="77777777" w:rsidR="001C0413" w:rsidRDefault="001C0413" w:rsidP="001C0413">
      <w:r>
        <w:lastRenderedPageBreak/>
        <w:t>— </w:t>
      </w:r>
      <w:r w:rsidR="00530790" w:rsidRPr="005D5566">
        <w:t>Croisez baïonnette</w:t>
      </w:r>
      <w:r>
        <w:t> !</w:t>
      </w:r>
    </w:p>
    <w:p w14:paraId="36F412FC" w14:textId="77777777" w:rsidR="001C0413" w:rsidRDefault="00530790" w:rsidP="001C0413">
      <w:r w:rsidRPr="005D5566">
        <w:t>Les baïonnettes se tordirent en l</w:t>
      </w:r>
      <w:r w:rsidR="001C0413">
        <w:t>’</w:t>
      </w:r>
      <w:r w:rsidRPr="005D5566">
        <w:t>air</w:t>
      </w:r>
      <w:r w:rsidR="001C0413">
        <w:t xml:space="preserve">, </w:t>
      </w:r>
      <w:r w:rsidRPr="005D5566">
        <w:t>puis s</w:t>
      </w:r>
      <w:r w:rsidR="001C0413">
        <w:t>’</w:t>
      </w:r>
      <w:r w:rsidRPr="005D5566">
        <w:t>abaissèrent et s</w:t>
      </w:r>
      <w:r w:rsidR="001C0413">
        <w:t>’</w:t>
      </w:r>
      <w:r w:rsidRPr="005D5566">
        <w:t>allongèrent dans la direction du drapeau</w:t>
      </w:r>
      <w:r w:rsidR="001C0413">
        <w:t xml:space="preserve">, </w:t>
      </w:r>
      <w:r w:rsidRPr="005D5566">
        <w:t>comme avec un sourire rusé</w:t>
      </w:r>
      <w:r w:rsidR="001C0413">
        <w:t>.</w:t>
      </w:r>
    </w:p>
    <w:p w14:paraId="44BE9261" w14:textId="77777777" w:rsidR="001C0413" w:rsidRDefault="001C0413" w:rsidP="001C0413">
      <w:r>
        <w:t>— </w:t>
      </w:r>
      <w:r w:rsidR="00530790" w:rsidRPr="005D5566">
        <w:t>Marche</w:t>
      </w:r>
      <w:r>
        <w:t> !</w:t>
      </w:r>
    </w:p>
    <w:p w14:paraId="1CD1F8F1" w14:textId="77777777" w:rsidR="001C0413" w:rsidRDefault="001C0413" w:rsidP="001C0413">
      <w:r>
        <w:t>— </w:t>
      </w:r>
      <w:r w:rsidR="00530790" w:rsidRPr="005D5566">
        <w:t>Les voilà partis</w:t>
      </w:r>
      <w:r>
        <w:t xml:space="preserve"> ! </w:t>
      </w:r>
      <w:r w:rsidR="00530790" w:rsidRPr="005D5566">
        <w:t>dit le borgne en enfonçant les mains dans ses poches</w:t>
      </w:r>
      <w:r>
        <w:t xml:space="preserve">, </w:t>
      </w:r>
      <w:r w:rsidR="00530790" w:rsidRPr="005D5566">
        <w:t>et en s</w:t>
      </w:r>
      <w:r>
        <w:t>’</w:t>
      </w:r>
      <w:r w:rsidR="00530790" w:rsidRPr="005D5566">
        <w:t>éloignant à grandes enjambées</w:t>
      </w:r>
      <w:r>
        <w:t>…</w:t>
      </w:r>
    </w:p>
    <w:p w14:paraId="6A58A578" w14:textId="77777777" w:rsidR="001C0413" w:rsidRDefault="00530790" w:rsidP="001C0413">
      <w:r w:rsidRPr="005D5566">
        <w:t>La muraille grise s</w:t>
      </w:r>
      <w:r w:rsidR="001C0413">
        <w:t>’</w:t>
      </w:r>
      <w:r w:rsidRPr="005D5566">
        <w:t>ébranla et</w:t>
      </w:r>
      <w:r w:rsidR="001C0413">
        <w:t xml:space="preserve">, </w:t>
      </w:r>
      <w:r w:rsidRPr="005D5566">
        <w:t>occupant toute la largeur de la rue</w:t>
      </w:r>
      <w:r w:rsidR="001C0413">
        <w:t xml:space="preserve">, </w:t>
      </w:r>
      <w:r w:rsidRPr="005D5566">
        <w:t>avança froidement</w:t>
      </w:r>
      <w:r w:rsidR="001C0413">
        <w:t xml:space="preserve">, </w:t>
      </w:r>
      <w:r w:rsidRPr="005D5566">
        <w:t>à pas égaux</w:t>
      </w:r>
      <w:r w:rsidR="001C0413">
        <w:t xml:space="preserve">, </w:t>
      </w:r>
      <w:r w:rsidRPr="005D5566">
        <w:t>poussant devant elle le râteau des pointes d</w:t>
      </w:r>
      <w:r w:rsidR="001C0413">
        <w:t>’</w:t>
      </w:r>
      <w:r w:rsidRPr="005D5566">
        <w:t>acier étincelantes comme de l</w:t>
      </w:r>
      <w:r w:rsidR="001C0413">
        <w:t>’</w:t>
      </w:r>
      <w:r w:rsidRPr="005D5566">
        <w:t>argent</w:t>
      </w:r>
      <w:r w:rsidR="001C0413">
        <w:t xml:space="preserve">. </w:t>
      </w:r>
      <w:r w:rsidRPr="005D5566">
        <w:t>Pélaguée se rapprocha alors de Pavel</w:t>
      </w:r>
      <w:r w:rsidR="001C0413">
        <w:t xml:space="preserve"> ; </w:t>
      </w:r>
      <w:r w:rsidRPr="005D5566">
        <w:t>elle vit André se placer devant son fils et le protéger de son long corps</w:t>
      </w:r>
      <w:r w:rsidR="001C0413">
        <w:t>.</w:t>
      </w:r>
    </w:p>
    <w:p w14:paraId="16F74F60" w14:textId="77777777" w:rsidR="001C0413" w:rsidRDefault="001C0413" w:rsidP="001C0413">
      <w:r>
        <w:t>— </w:t>
      </w:r>
      <w:r w:rsidR="00530790" w:rsidRPr="005D5566">
        <w:t>À côté de moi</w:t>
      </w:r>
      <w:r>
        <w:t xml:space="preserve">, </w:t>
      </w:r>
      <w:r w:rsidR="00530790" w:rsidRPr="005D5566">
        <w:t>camarade</w:t>
      </w:r>
      <w:r>
        <w:t xml:space="preserve"> ! </w:t>
      </w:r>
      <w:r w:rsidR="00530790" w:rsidRPr="005D5566">
        <w:t>cria Pavel d</w:t>
      </w:r>
      <w:r>
        <w:t>’</w:t>
      </w:r>
      <w:r w:rsidR="00530790" w:rsidRPr="005D5566">
        <w:t>un ton tranchant</w:t>
      </w:r>
      <w:r>
        <w:t>.</w:t>
      </w:r>
    </w:p>
    <w:p w14:paraId="0AB1F0F8" w14:textId="77777777" w:rsidR="001C0413" w:rsidRDefault="00530790" w:rsidP="001C0413">
      <w:r w:rsidRPr="005D5566">
        <w:t>André chantait</w:t>
      </w:r>
      <w:r w:rsidR="001C0413">
        <w:t xml:space="preserve">, </w:t>
      </w:r>
      <w:r w:rsidRPr="005D5566">
        <w:t>les mains croisées derrière le dos</w:t>
      </w:r>
      <w:r w:rsidR="001C0413">
        <w:t xml:space="preserve">, </w:t>
      </w:r>
      <w:r w:rsidRPr="005D5566">
        <w:t>la tête haute</w:t>
      </w:r>
      <w:r w:rsidR="001C0413">
        <w:t xml:space="preserve">, </w:t>
      </w:r>
      <w:r w:rsidRPr="005D5566">
        <w:t>Pavel le poussa de l</w:t>
      </w:r>
      <w:r w:rsidR="001C0413">
        <w:t>’</w:t>
      </w:r>
      <w:r w:rsidRPr="005D5566">
        <w:t>épaule en clamant de nouveau</w:t>
      </w:r>
      <w:r w:rsidR="001C0413">
        <w:t> :</w:t>
      </w:r>
    </w:p>
    <w:p w14:paraId="3954D04B" w14:textId="77777777" w:rsidR="001C0413" w:rsidRDefault="001C0413" w:rsidP="001C0413">
      <w:r>
        <w:t>— </w:t>
      </w:r>
      <w:r w:rsidR="00530790" w:rsidRPr="005D5566">
        <w:t>À côté de moi</w:t>
      </w:r>
      <w:r>
        <w:t xml:space="preserve"> ! </w:t>
      </w:r>
      <w:r w:rsidR="00530790" w:rsidRPr="005D5566">
        <w:t>Tu n</w:t>
      </w:r>
      <w:r>
        <w:t>’</w:t>
      </w:r>
      <w:r w:rsidR="00530790" w:rsidRPr="005D5566">
        <w:t>as pas le droit de te tenir là</w:t>
      </w:r>
      <w:r>
        <w:t xml:space="preserve"> ! </w:t>
      </w:r>
      <w:r w:rsidR="00530790" w:rsidRPr="005D5566">
        <w:t>C</w:t>
      </w:r>
      <w:r>
        <w:t>’</w:t>
      </w:r>
      <w:r w:rsidR="00530790" w:rsidRPr="005D5566">
        <w:t>est le drapeau qui doit être le premier</w:t>
      </w:r>
      <w:r>
        <w:t>.</w:t>
      </w:r>
    </w:p>
    <w:p w14:paraId="589DFA70" w14:textId="77777777" w:rsidR="001C0413" w:rsidRDefault="001C0413" w:rsidP="001C0413">
      <w:r>
        <w:t>— </w:t>
      </w:r>
      <w:r w:rsidR="00530790" w:rsidRPr="005D5566">
        <w:t>Dis</w:t>
      </w:r>
      <w:r>
        <w:t xml:space="preserve">… </w:t>
      </w:r>
      <w:r w:rsidR="00530790" w:rsidRPr="005D5566">
        <w:t>per</w:t>
      </w:r>
      <w:r>
        <w:t xml:space="preserve">… </w:t>
      </w:r>
      <w:r w:rsidR="00530790" w:rsidRPr="005D5566">
        <w:t>sez-vous</w:t>
      </w:r>
      <w:r>
        <w:t xml:space="preserve"> ! </w:t>
      </w:r>
      <w:r w:rsidR="00530790" w:rsidRPr="005D5566">
        <w:t>cria un petit officier d</w:t>
      </w:r>
      <w:r>
        <w:t>’</w:t>
      </w:r>
      <w:r w:rsidR="00530790" w:rsidRPr="005D5566">
        <w:t>une voix aigrelette</w:t>
      </w:r>
      <w:r>
        <w:t xml:space="preserve">, </w:t>
      </w:r>
      <w:r w:rsidR="00530790" w:rsidRPr="005D5566">
        <w:t>en agitant un sabre rutilant</w:t>
      </w:r>
      <w:r>
        <w:t xml:space="preserve">. </w:t>
      </w:r>
      <w:r w:rsidR="00530790" w:rsidRPr="005D5566">
        <w:t>À chaque pas</w:t>
      </w:r>
      <w:r>
        <w:t xml:space="preserve">, </w:t>
      </w:r>
      <w:r w:rsidR="00530790" w:rsidRPr="005D5566">
        <w:t>il frappait le sol du talon avec rage</w:t>
      </w:r>
      <w:r>
        <w:t xml:space="preserve">, </w:t>
      </w:r>
      <w:r w:rsidR="00530790" w:rsidRPr="005D5566">
        <w:t>sans plier les genoux</w:t>
      </w:r>
      <w:r>
        <w:t xml:space="preserve">. </w:t>
      </w:r>
      <w:r w:rsidR="00530790" w:rsidRPr="005D5566">
        <w:t>Les yeux de la mère furent attirés par ses bottes reluisantes</w:t>
      </w:r>
      <w:r>
        <w:t>.</w:t>
      </w:r>
    </w:p>
    <w:p w14:paraId="17892556" w14:textId="77777777" w:rsidR="001C0413" w:rsidRDefault="00530790" w:rsidP="001C0413">
      <w:r w:rsidRPr="005D5566">
        <w:t>À côté de lui et un peu en arrière</w:t>
      </w:r>
      <w:r w:rsidR="001C0413">
        <w:t xml:space="preserve">, </w:t>
      </w:r>
      <w:r w:rsidRPr="005D5566">
        <w:t>marchait lourdement un homme rasé</w:t>
      </w:r>
      <w:r w:rsidR="001C0413">
        <w:t xml:space="preserve">, </w:t>
      </w:r>
      <w:r w:rsidRPr="005D5566">
        <w:t>de grande taille</w:t>
      </w:r>
      <w:r w:rsidR="001C0413">
        <w:t xml:space="preserve">, </w:t>
      </w:r>
      <w:r w:rsidRPr="005D5566">
        <w:t>à l</w:t>
      </w:r>
      <w:r w:rsidR="001C0413">
        <w:t>’</w:t>
      </w:r>
      <w:r w:rsidRPr="005D5566">
        <w:t>épaisse moustache blanche</w:t>
      </w:r>
      <w:r w:rsidR="001C0413">
        <w:t xml:space="preserve"> ; </w:t>
      </w:r>
      <w:r w:rsidRPr="005D5566">
        <w:t>il était vêtu d</w:t>
      </w:r>
      <w:r w:rsidR="001C0413">
        <w:t>’</w:t>
      </w:r>
      <w:r w:rsidRPr="005D5566">
        <w:t>un long manteau gris doublé de rouge</w:t>
      </w:r>
      <w:r w:rsidR="001C0413">
        <w:t xml:space="preserve"> ; </w:t>
      </w:r>
      <w:r w:rsidRPr="005D5566">
        <w:t>des bandes jaunes ornaient ses larges pantalons</w:t>
      </w:r>
      <w:r w:rsidR="001C0413">
        <w:t xml:space="preserve">. </w:t>
      </w:r>
      <w:r w:rsidRPr="005D5566">
        <w:t>Comme le Petit-Russien</w:t>
      </w:r>
      <w:r w:rsidR="001C0413">
        <w:t xml:space="preserve">, </w:t>
      </w:r>
      <w:r w:rsidRPr="005D5566">
        <w:t>il croisait les mains derrière le dos</w:t>
      </w:r>
      <w:r w:rsidR="001C0413">
        <w:t xml:space="preserve"> ; </w:t>
      </w:r>
      <w:r w:rsidRPr="005D5566">
        <w:t>ses épais sourcils blancs étaient relevés</w:t>
      </w:r>
      <w:r w:rsidR="001C0413">
        <w:t xml:space="preserve">, </w:t>
      </w:r>
      <w:r w:rsidRPr="005D5566">
        <w:t>il regardait Pavel</w:t>
      </w:r>
      <w:r w:rsidR="001C0413">
        <w:t>.</w:t>
      </w:r>
    </w:p>
    <w:p w14:paraId="18CA8C15" w14:textId="77777777" w:rsidR="001C0413" w:rsidRDefault="00530790" w:rsidP="001C0413">
      <w:r w:rsidRPr="005D5566">
        <w:lastRenderedPageBreak/>
        <w:t>La mère voyait toutes ces choses</w:t>
      </w:r>
      <w:r w:rsidR="001C0413">
        <w:t xml:space="preserve"> ; </w:t>
      </w:r>
      <w:r w:rsidRPr="005D5566">
        <w:t>en elle</w:t>
      </w:r>
      <w:r w:rsidR="001C0413">
        <w:t xml:space="preserve">, </w:t>
      </w:r>
      <w:r w:rsidRPr="005D5566">
        <w:t>un cri se figeait</w:t>
      </w:r>
      <w:r w:rsidR="001C0413">
        <w:t xml:space="preserve">, </w:t>
      </w:r>
      <w:r w:rsidRPr="005D5566">
        <w:t>prêt à s</w:t>
      </w:r>
      <w:r w:rsidR="001C0413">
        <w:t>’</w:t>
      </w:r>
      <w:r w:rsidRPr="005D5566">
        <w:t>arracher à chaque soupir</w:t>
      </w:r>
      <w:r w:rsidR="001C0413">
        <w:t xml:space="preserve"> ; </w:t>
      </w:r>
      <w:r w:rsidRPr="005D5566">
        <w:t>ce cri l</w:t>
      </w:r>
      <w:r w:rsidR="001C0413">
        <w:t>’</w:t>
      </w:r>
      <w:r w:rsidRPr="005D5566">
        <w:t>étouffait</w:t>
      </w:r>
      <w:r w:rsidR="001C0413">
        <w:t xml:space="preserve">, </w:t>
      </w:r>
      <w:r w:rsidRPr="005D5566">
        <w:t>mais elle le retenait</w:t>
      </w:r>
      <w:r w:rsidR="001C0413">
        <w:t xml:space="preserve">, </w:t>
      </w:r>
      <w:r w:rsidRPr="005D5566">
        <w:t>sans savoir pourquoi</w:t>
      </w:r>
      <w:r w:rsidR="001C0413">
        <w:t xml:space="preserve">, </w:t>
      </w:r>
      <w:r w:rsidRPr="005D5566">
        <w:t>en comprimant sa poitrine des deux mains</w:t>
      </w:r>
      <w:r w:rsidR="001C0413">
        <w:t xml:space="preserve">. </w:t>
      </w:r>
      <w:r w:rsidRPr="005D5566">
        <w:t>Bousculée de tous côtés</w:t>
      </w:r>
      <w:r w:rsidR="001C0413">
        <w:t xml:space="preserve">, </w:t>
      </w:r>
      <w:r w:rsidRPr="005D5566">
        <w:t>elle chancelait et continuait à avancer</w:t>
      </w:r>
      <w:r w:rsidR="001C0413">
        <w:t xml:space="preserve">, </w:t>
      </w:r>
      <w:r w:rsidRPr="005D5566">
        <w:t>sans pensée</w:t>
      </w:r>
      <w:r w:rsidR="001C0413">
        <w:t xml:space="preserve">, </w:t>
      </w:r>
      <w:r w:rsidRPr="005D5566">
        <w:t>presque sans conscience</w:t>
      </w:r>
      <w:r w:rsidR="001C0413">
        <w:t xml:space="preserve">. </w:t>
      </w:r>
      <w:r w:rsidRPr="005D5566">
        <w:t>Elle sentait que derrière elle</w:t>
      </w:r>
      <w:r w:rsidR="001C0413">
        <w:t xml:space="preserve">, </w:t>
      </w:r>
      <w:r w:rsidRPr="005D5566">
        <w:t>le nombre des gens diminuait sans cesse</w:t>
      </w:r>
      <w:r w:rsidR="001C0413">
        <w:t xml:space="preserve">, </w:t>
      </w:r>
      <w:r w:rsidRPr="005D5566">
        <w:t>une vague glacée venait au devant d</w:t>
      </w:r>
      <w:r w:rsidR="001C0413">
        <w:t>’</w:t>
      </w:r>
      <w:r w:rsidRPr="005D5566">
        <w:t>eux et les dispersait</w:t>
      </w:r>
      <w:r w:rsidR="001C0413">
        <w:t>.</w:t>
      </w:r>
    </w:p>
    <w:p w14:paraId="419CF9C1" w14:textId="77777777" w:rsidR="001C0413" w:rsidRDefault="00530790" w:rsidP="001C0413">
      <w:r w:rsidRPr="005D5566">
        <w:t>Les jeunes gens du drapeau rouge et la chaîne compacte des hommes gris se rapprochaient toujours</w:t>
      </w:r>
      <w:r w:rsidR="001C0413">
        <w:t xml:space="preserve"> ; </w:t>
      </w:r>
      <w:r w:rsidRPr="005D5566">
        <w:t>on distinguait nettement le visage des soldats</w:t>
      </w:r>
      <w:r w:rsidR="001C0413">
        <w:t xml:space="preserve"> : </w:t>
      </w:r>
      <w:r w:rsidRPr="005D5566">
        <w:t>large de toute la largeur de la rue</w:t>
      </w:r>
      <w:r w:rsidR="001C0413">
        <w:t xml:space="preserve">, </w:t>
      </w:r>
      <w:r w:rsidRPr="005D5566">
        <w:t>il était monstrueusement aplati en une bande étroite d</w:t>
      </w:r>
      <w:r w:rsidR="001C0413">
        <w:t>’</w:t>
      </w:r>
      <w:r w:rsidRPr="005D5566">
        <w:t>un jaune sale</w:t>
      </w:r>
      <w:r w:rsidR="001C0413">
        <w:t xml:space="preserve">. </w:t>
      </w:r>
      <w:r w:rsidRPr="005D5566">
        <w:t>Des yeux de couleurs diverses y étaient découpés de manière inégale</w:t>
      </w:r>
      <w:r w:rsidR="001C0413">
        <w:t xml:space="preserve"> ; </w:t>
      </w:r>
      <w:r w:rsidRPr="005D5566">
        <w:t>et les baïonnettes minces et pointues brillaient d</w:t>
      </w:r>
      <w:r w:rsidR="001C0413">
        <w:t>’</w:t>
      </w:r>
      <w:r w:rsidRPr="005D5566">
        <w:t>un éclat cruel</w:t>
      </w:r>
      <w:r w:rsidR="001C0413">
        <w:t xml:space="preserve">. </w:t>
      </w:r>
      <w:r w:rsidRPr="005D5566">
        <w:t>Dirigées contre les poitrines</w:t>
      </w:r>
      <w:r w:rsidR="001C0413">
        <w:t xml:space="preserve">, </w:t>
      </w:r>
      <w:r w:rsidRPr="005D5566">
        <w:t>elles détachaient les gens de la foule</w:t>
      </w:r>
      <w:r w:rsidR="001C0413">
        <w:t xml:space="preserve">, </w:t>
      </w:r>
      <w:r w:rsidRPr="005D5566">
        <w:t>les uns après les autres</w:t>
      </w:r>
      <w:r w:rsidR="001C0413">
        <w:t xml:space="preserve">, </w:t>
      </w:r>
      <w:r w:rsidRPr="005D5566">
        <w:t>et les éparpillaient sans même les toucher</w:t>
      </w:r>
      <w:r w:rsidR="001C0413">
        <w:t>.</w:t>
      </w:r>
    </w:p>
    <w:p w14:paraId="58B3D6B6" w14:textId="77777777" w:rsidR="001C0413" w:rsidRDefault="00530790" w:rsidP="001C0413">
      <w:r w:rsidRPr="005D5566">
        <w:t>Pélaguée entendait le piétinement de ceux qui s</w:t>
      </w:r>
      <w:r w:rsidR="001C0413">
        <w:t>’</w:t>
      </w:r>
      <w:r w:rsidRPr="005D5566">
        <w:t>enfuyaient</w:t>
      </w:r>
      <w:r w:rsidR="001C0413">
        <w:t xml:space="preserve">. </w:t>
      </w:r>
      <w:r w:rsidRPr="005D5566">
        <w:t>Des voix criaient</w:t>
      </w:r>
      <w:r w:rsidR="001C0413">
        <w:t xml:space="preserve">, </w:t>
      </w:r>
      <w:r w:rsidRPr="005D5566">
        <w:t>inquiètes</w:t>
      </w:r>
      <w:r w:rsidR="001C0413">
        <w:t xml:space="preserve">, </w:t>
      </w:r>
      <w:r w:rsidRPr="005D5566">
        <w:t>étouffées</w:t>
      </w:r>
      <w:r w:rsidR="001C0413">
        <w:t> :</w:t>
      </w:r>
    </w:p>
    <w:p w14:paraId="04CBAC6F" w14:textId="77777777" w:rsidR="001C0413" w:rsidRDefault="001C0413" w:rsidP="001C0413">
      <w:r>
        <w:t>— </w:t>
      </w:r>
      <w:r w:rsidR="00530790" w:rsidRPr="005D5566">
        <w:t>Sauve qui peut</w:t>
      </w:r>
      <w:r>
        <w:t xml:space="preserve">, </w:t>
      </w:r>
      <w:r w:rsidR="00530790" w:rsidRPr="005D5566">
        <w:t>camarades</w:t>
      </w:r>
      <w:r>
        <w:t> !</w:t>
      </w:r>
    </w:p>
    <w:p w14:paraId="45A233C8" w14:textId="77777777" w:rsidR="001C0413" w:rsidRDefault="001C0413" w:rsidP="001C0413">
      <w:r>
        <w:t>— </w:t>
      </w:r>
      <w:r w:rsidR="00530790" w:rsidRPr="005D5566">
        <w:t>Viens</w:t>
      </w:r>
      <w:r>
        <w:t xml:space="preserve">, </w:t>
      </w:r>
      <w:r w:rsidR="00530790" w:rsidRPr="005D5566">
        <w:t>Vlassov</w:t>
      </w:r>
      <w:r>
        <w:t> !</w:t>
      </w:r>
    </w:p>
    <w:p w14:paraId="4EFAA1E0" w14:textId="77777777" w:rsidR="001C0413" w:rsidRDefault="001C0413" w:rsidP="001C0413">
      <w:r>
        <w:t>— </w:t>
      </w:r>
      <w:r w:rsidR="00530790" w:rsidRPr="005D5566">
        <w:t>En arrière</w:t>
      </w:r>
      <w:r>
        <w:t xml:space="preserve">, </w:t>
      </w:r>
      <w:r w:rsidR="00530790" w:rsidRPr="005D5566">
        <w:t>Pavel</w:t>
      </w:r>
      <w:r>
        <w:t> !</w:t>
      </w:r>
    </w:p>
    <w:p w14:paraId="0AE9471A" w14:textId="77777777" w:rsidR="001C0413" w:rsidRDefault="001C0413" w:rsidP="001C0413">
      <w:r>
        <w:t>— </w:t>
      </w:r>
      <w:r w:rsidR="00530790" w:rsidRPr="005D5566">
        <w:t>Jette-moi le drapeau</w:t>
      </w:r>
      <w:r>
        <w:t xml:space="preserve">, </w:t>
      </w:r>
      <w:r w:rsidR="00530790" w:rsidRPr="005D5566">
        <w:t>Pavel</w:t>
      </w:r>
      <w:r>
        <w:t xml:space="preserve"> ! </w:t>
      </w:r>
      <w:r w:rsidR="00530790" w:rsidRPr="005D5566">
        <w:t>dit Vessoftchikov d</w:t>
      </w:r>
      <w:r>
        <w:t>’</w:t>
      </w:r>
      <w:r w:rsidR="00530790" w:rsidRPr="005D5566">
        <w:t>un air sombre</w:t>
      </w:r>
      <w:r>
        <w:t xml:space="preserve">. </w:t>
      </w:r>
      <w:r w:rsidR="00530790" w:rsidRPr="005D5566">
        <w:t>Donne-le</w:t>
      </w:r>
      <w:r>
        <w:t xml:space="preserve">, </w:t>
      </w:r>
      <w:r w:rsidR="00530790" w:rsidRPr="005D5566">
        <w:t>je le cacherai</w:t>
      </w:r>
      <w:r>
        <w:t>…</w:t>
      </w:r>
    </w:p>
    <w:p w14:paraId="2BB9E502" w14:textId="77777777" w:rsidR="001C0413" w:rsidRDefault="00530790" w:rsidP="001C0413">
      <w:r w:rsidRPr="005D5566">
        <w:t>Il saisit la hampe</w:t>
      </w:r>
      <w:r w:rsidR="001C0413">
        <w:t xml:space="preserve">, </w:t>
      </w:r>
      <w:r w:rsidRPr="005D5566">
        <w:t>le drapeau vacilla</w:t>
      </w:r>
      <w:r w:rsidR="001C0413">
        <w:t>.</w:t>
      </w:r>
    </w:p>
    <w:p w14:paraId="4CE5C1B4" w14:textId="77777777" w:rsidR="001C0413" w:rsidRDefault="001C0413" w:rsidP="001C0413">
      <w:r>
        <w:t>— </w:t>
      </w:r>
      <w:r w:rsidR="00530790" w:rsidRPr="005D5566">
        <w:t>Laisse-le</w:t>
      </w:r>
      <w:r>
        <w:t xml:space="preserve"> ! </w:t>
      </w:r>
      <w:r w:rsidR="00530790" w:rsidRPr="005D5566">
        <w:t>cria Pavel</w:t>
      </w:r>
      <w:r>
        <w:t>.</w:t>
      </w:r>
    </w:p>
    <w:p w14:paraId="5ED99EFD" w14:textId="77777777" w:rsidR="001C0413" w:rsidRDefault="00530790" w:rsidP="001C0413">
      <w:r w:rsidRPr="005D5566">
        <w:t>Le grêlé retira sa main comme si on l</w:t>
      </w:r>
      <w:r w:rsidR="001C0413">
        <w:t>’</w:t>
      </w:r>
      <w:r w:rsidRPr="005D5566">
        <w:t>avait brûlé</w:t>
      </w:r>
      <w:r w:rsidR="001C0413">
        <w:t xml:space="preserve">. </w:t>
      </w:r>
      <w:r w:rsidRPr="005D5566">
        <w:t>Le chant s</w:t>
      </w:r>
      <w:r w:rsidR="001C0413">
        <w:t>’</w:t>
      </w:r>
      <w:r w:rsidRPr="005D5566">
        <w:t>était éteint</w:t>
      </w:r>
      <w:r w:rsidR="001C0413">
        <w:t xml:space="preserve">. </w:t>
      </w:r>
      <w:r w:rsidRPr="005D5566">
        <w:t>Les jeunes gens s</w:t>
      </w:r>
      <w:r w:rsidR="001C0413">
        <w:t>’</w:t>
      </w:r>
      <w:r w:rsidRPr="005D5566">
        <w:t>arrêtèrent</w:t>
      </w:r>
      <w:r w:rsidR="001C0413">
        <w:t xml:space="preserve">, </w:t>
      </w:r>
      <w:r w:rsidRPr="005D5566">
        <w:t xml:space="preserve">entourant Pavel </w:t>
      </w:r>
      <w:r w:rsidRPr="005D5566">
        <w:lastRenderedPageBreak/>
        <w:t>d</w:t>
      </w:r>
      <w:r w:rsidR="001C0413">
        <w:t>’</w:t>
      </w:r>
      <w:r w:rsidRPr="005D5566">
        <w:t>un cercle compact qu</w:t>
      </w:r>
      <w:r w:rsidR="001C0413">
        <w:t>’</w:t>
      </w:r>
      <w:r w:rsidRPr="005D5566">
        <w:t>il parvint à franchir</w:t>
      </w:r>
      <w:r w:rsidR="001C0413">
        <w:t xml:space="preserve">. </w:t>
      </w:r>
      <w:r w:rsidRPr="005D5566">
        <w:t>Le silence se fit tout d</w:t>
      </w:r>
      <w:r w:rsidR="001C0413">
        <w:t>’</w:t>
      </w:r>
      <w:r w:rsidRPr="005D5566">
        <w:t>un coup</w:t>
      </w:r>
      <w:r w:rsidR="001C0413">
        <w:t xml:space="preserve">, </w:t>
      </w:r>
      <w:r w:rsidRPr="005D5566">
        <w:t>brusquement</w:t>
      </w:r>
      <w:r w:rsidR="001C0413">
        <w:t xml:space="preserve">, </w:t>
      </w:r>
      <w:r w:rsidRPr="005D5566">
        <w:t>et enveloppa le groupe</w:t>
      </w:r>
      <w:r w:rsidR="001C0413">
        <w:t>.</w:t>
      </w:r>
    </w:p>
    <w:p w14:paraId="0AAAB571" w14:textId="77777777" w:rsidR="001C0413" w:rsidRDefault="00530790" w:rsidP="001C0413">
      <w:r w:rsidRPr="005D5566">
        <w:t>Sous l</w:t>
      </w:r>
      <w:r w:rsidR="001C0413">
        <w:t>’</w:t>
      </w:r>
      <w:r w:rsidRPr="005D5566">
        <w:t>étendard</w:t>
      </w:r>
      <w:r w:rsidR="001C0413">
        <w:t xml:space="preserve">, </w:t>
      </w:r>
      <w:r w:rsidRPr="005D5566">
        <w:t>il y avait une vingtaine d</w:t>
      </w:r>
      <w:r w:rsidR="001C0413">
        <w:t>’</w:t>
      </w:r>
      <w:r w:rsidRPr="005D5566">
        <w:t>hommes</w:t>
      </w:r>
      <w:r w:rsidR="001C0413">
        <w:t xml:space="preserve">, </w:t>
      </w:r>
      <w:r w:rsidRPr="005D5566">
        <w:t>pas plus</w:t>
      </w:r>
      <w:r w:rsidR="001C0413">
        <w:t xml:space="preserve"> ; </w:t>
      </w:r>
      <w:r w:rsidRPr="005D5566">
        <w:t>mais ils tenaient bon</w:t>
      </w:r>
      <w:r w:rsidR="001C0413">
        <w:t xml:space="preserve">. </w:t>
      </w:r>
      <w:r w:rsidRPr="005D5566">
        <w:t>La mère tremblait pour eux</w:t>
      </w:r>
      <w:r w:rsidR="001C0413">
        <w:t xml:space="preserve"> ; </w:t>
      </w:r>
      <w:r w:rsidRPr="005D5566">
        <w:t>elle souhaitait vaguement de pouvoir leur dire on ne savait quoi</w:t>
      </w:r>
      <w:r w:rsidR="001C0413">
        <w:t>.</w:t>
      </w:r>
    </w:p>
    <w:p w14:paraId="4EADF74D" w14:textId="77777777" w:rsidR="001C0413" w:rsidRDefault="001C0413" w:rsidP="001C0413">
      <w:r>
        <w:t>— </w:t>
      </w:r>
      <w:r w:rsidR="00530790" w:rsidRPr="005D5566">
        <w:t>Lieutenant</w:t>
      </w:r>
      <w:r>
        <w:t xml:space="preserve">… </w:t>
      </w:r>
      <w:r w:rsidR="00530790" w:rsidRPr="005D5566">
        <w:t>prenez-lui donc cela</w:t>
      </w:r>
      <w:r>
        <w:t xml:space="preserve"> ! </w:t>
      </w:r>
      <w:r w:rsidR="00530790" w:rsidRPr="005D5566">
        <w:t>fit la voix mesurée du grand vieillard</w:t>
      </w:r>
      <w:r>
        <w:t>.</w:t>
      </w:r>
    </w:p>
    <w:p w14:paraId="0ECEB8B5" w14:textId="77777777" w:rsidR="001C0413" w:rsidRDefault="00530790" w:rsidP="001C0413">
      <w:r w:rsidRPr="005D5566">
        <w:t>Et</w:t>
      </w:r>
      <w:r w:rsidR="001C0413">
        <w:t xml:space="preserve">, </w:t>
      </w:r>
      <w:r w:rsidRPr="005D5566">
        <w:t>tendant la main</w:t>
      </w:r>
      <w:r w:rsidR="001C0413">
        <w:t xml:space="preserve">, </w:t>
      </w:r>
      <w:r w:rsidRPr="005D5566">
        <w:t>il désigna le drapeau</w:t>
      </w:r>
      <w:r w:rsidR="001C0413">
        <w:t xml:space="preserve">. </w:t>
      </w:r>
      <w:r w:rsidRPr="005D5566">
        <w:t>Le petit officier accourut</w:t>
      </w:r>
      <w:r w:rsidR="001C0413">
        <w:t xml:space="preserve"> ; </w:t>
      </w:r>
      <w:r w:rsidRPr="005D5566">
        <w:t>il saisit la hampe en criant d</w:t>
      </w:r>
      <w:r w:rsidR="001C0413">
        <w:t>’</w:t>
      </w:r>
      <w:r w:rsidRPr="005D5566">
        <w:t>une voix perçante</w:t>
      </w:r>
      <w:r w:rsidR="001C0413">
        <w:t> :</w:t>
      </w:r>
    </w:p>
    <w:p w14:paraId="66FD6B01" w14:textId="77777777" w:rsidR="001C0413" w:rsidRDefault="001C0413" w:rsidP="001C0413">
      <w:r>
        <w:t>— </w:t>
      </w:r>
      <w:r w:rsidR="00530790" w:rsidRPr="005D5566">
        <w:t>Donne</w:t>
      </w:r>
      <w:r>
        <w:t> !</w:t>
      </w:r>
    </w:p>
    <w:p w14:paraId="2A6BD588" w14:textId="77777777" w:rsidR="001C0413" w:rsidRDefault="001C0413" w:rsidP="001C0413">
      <w:r>
        <w:t>— </w:t>
      </w:r>
      <w:r w:rsidR="00530790" w:rsidRPr="005D5566">
        <w:t>Non</w:t>
      </w:r>
      <w:r>
        <w:t xml:space="preserve"> ! </w:t>
      </w:r>
      <w:r w:rsidR="00530790" w:rsidRPr="005D5566">
        <w:t>À bas les opprimeurs du peuple</w:t>
      </w:r>
      <w:r>
        <w:t> !…</w:t>
      </w:r>
    </w:p>
    <w:p w14:paraId="3B460984" w14:textId="77777777" w:rsidR="001C0413" w:rsidRDefault="00530790" w:rsidP="001C0413">
      <w:r w:rsidRPr="005D5566">
        <w:t>L</w:t>
      </w:r>
      <w:r w:rsidR="001C0413">
        <w:t>’</w:t>
      </w:r>
      <w:r w:rsidRPr="005D5566">
        <w:t>étendard rouge tremblait en l</w:t>
      </w:r>
      <w:r w:rsidR="001C0413">
        <w:t>’</w:t>
      </w:r>
      <w:r w:rsidRPr="005D5566">
        <w:t>air</w:t>
      </w:r>
      <w:r w:rsidR="001C0413">
        <w:t xml:space="preserve"> ; </w:t>
      </w:r>
      <w:r w:rsidRPr="005D5566">
        <w:t>il se penchait tantôt à droite</w:t>
      </w:r>
      <w:r w:rsidR="001C0413">
        <w:t xml:space="preserve">, </w:t>
      </w:r>
      <w:r w:rsidRPr="005D5566">
        <w:t>tantôt à gauche</w:t>
      </w:r>
      <w:r w:rsidR="001C0413">
        <w:t xml:space="preserve">, </w:t>
      </w:r>
      <w:r w:rsidRPr="005D5566">
        <w:t>puis il se redressait</w:t>
      </w:r>
      <w:r w:rsidR="001C0413">
        <w:t xml:space="preserve">. </w:t>
      </w:r>
      <w:r w:rsidRPr="005D5566">
        <w:t>Vessoftchikov passa devant la mère avec une rapidité qu</w:t>
      </w:r>
      <w:r w:rsidR="001C0413">
        <w:t>’</w:t>
      </w:r>
      <w:r w:rsidRPr="005D5566">
        <w:t>elle ne lui connaissait pas</w:t>
      </w:r>
      <w:r w:rsidR="001C0413">
        <w:t xml:space="preserve">, </w:t>
      </w:r>
      <w:r w:rsidRPr="005D5566">
        <w:t>le bras tendu</w:t>
      </w:r>
      <w:r w:rsidR="001C0413">
        <w:t xml:space="preserve">, </w:t>
      </w:r>
      <w:r w:rsidRPr="005D5566">
        <w:t>le poing serré</w:t>
      </w:r>
      <w:r w:rsidR="001C0413">
        <w:t>.</w:t>
      </w:r>
    </w:p>
    <w:p w14:paraId="4265B8BD" w14:textId="77777777" w:rsidR="001C0413" w:rsidRDefault="001C0413" w:rsidP="001C0413">
      <w:r>
        <w:t>— </w:t>
      </w:r>
      <w:r w:rsidR="00530790" w:rsidRPr="005D5566">
        <w:t>Saisissez</w:t>
      </w:r>
      <w:r w:rsidR="00530790" w:rsidRPr="005D5566">
        <w:rPr>
          <w:bCs/>
        </w:rPr>
        <w:t>-les</w:t>
      </w:r>
      <w:r>
        <w:rPr>
          <w:bCs/>
        </w:rPr>
        <w:t xml:space="preserve"> ! </w:t>
      </w:r>
      <w:r w:rsidR="00530790" w:rsidRPr="005D5566">
        <w:t>grogna le vieillard en frappant du pied</w:t>
      </w:r>
      <w:r>
        <w:t>.</w:t>
      </w:r>
    </w:p>
    <w:p w14:paraId="18A010AF" w14:textId="77777777" w:rsidR="001C0413" w:rsidRDefault="00530790" w:rsidP="001C0413">
      <w:r w:rsidRPr="005D5566">
        <w:t>Quelques soldats s</w:t>
      </w:r>
      <w:r w:rsidR="001C0413">
        <w:t>’</w:t>
      </w:r>
      <w:r w:rsidRPr="005D5566">
        <w:t>élancèrent</w:t>
      </w:r>
      <w:r w:rsidR="001C0413">
        <w:t xml:space="preserve">. </w:t>
      </w:r>
      <w:r w:rsidRPr="005D5566">
        <w:t>L</w:t>
      </w:r>
      <w:r w:rsidR="001C0413">
        <w:t>’</w:t>
      </w:r>
      <w:r w:rsidRPr="005D5566">
        <w:t>un d</w:t>
      </w:r>
      <w:r w:rsidR="001C0413">
        <w:t>’</w:t>
      </w:r>
      <w:r w:rsidRPr="005D5566">
        <w:t>eux brandit sa crosse</w:t>
      </w:r>
      <w:r w:rsidR="001C0413">
        <w:t xml:space="preserve"> ; </w:t>
      </w:r>
      <w:r w:rsidRPr="005D5566">
        <w:t>l</w:t>
      </w:r>
      <w:r w:rsidR="001C0413">
        <w:t>’</w:t>
      </w:r>
      <w:r w:rsidRPr="005D5566">
        <w:t>étendard frissonna</w:t>
      </w:r>
      <w:r w:rsidR="001C0413">
        <w:t xml:space="preserve">, </w:t>
      </w:r>
      <w:r w:rsidRPr="005D5566">
        <w:t>se pencha et disparut dans le groupe grisâtre des soldats</w:t>
      </w:r>
      <w:r w:rsidR="001C0413">
        <w:t>.</w:t>
      </w:r>
    </w:p>
    <w:p w14:paraId="315EC793" w14:textId="77777777" w:rsidR="001C0413" w:rsidRDefault="001C0413" w:rsidP="001C0413">
      <w:r>
        <w:t>— </w:t>
      </w:r>
      <w:r w:rsidR="00530790" w:rsidRPr="005D5566">
        <w:t>Hé</w:t>
      </w:r>
      <w:r>
        <w:t xml:space="preserve"> ! </w:t>
      </w:r>
      <w:r w:rsidR="00530790" w:rsidRPr="005D5566">
        <w:t>soupira tristement une voix</w:t>
      </w:r>
      <w:r>
        <w:t>.</w:t>
      </w:r>
    </w:p>
    <w:p w14:paraId="5A602DFA" w14:textId="77777777" w:rsidR="001C0413" w:rsidRDefault="00530790" w:rsidP="001C0413">
      <w:r w:rsidRPr="005D5566">
        <w:t>La mère poussa un cri</w:t>
      </w:r>
      <w:r w:rsidR="001C0413">
        <w:t xml:space="preserve">, </w:t>
      </w:r>
      <w:r w:rsidRPr="005D5566">
        <w:t>un hurlement qui n</w:t>
      </w:r>
      <w:r w:rsidR="001C0413">
        <w:t>’</w:t>
      </w:r>
      <w:r w:rsidRPr="005D5566">
        <w:t>avait plus rien d</w:t>
      </w:r>
      <w:r w:rsidR="001C0413">
        <w:t>’</w:t>
      </w:r>
      <w:r w:rsidRPr="005D5566">
        <w:t>humain</w:t>
      </w:r>
      <w:r w:rsidR="001C0413">
        <w:t xml:space="preserve">. </w:t>
      </w:r>
      <w:r w:rsidRPr="005D5566">
        <w:t>La voix nette de Pavel lui répondit</w:t>
      </w:r>
      <w:r w:rsidR="001C0413">
        <w:t xml:space="preserve">, </w:t>
      </w:r>
      <w:r w:rsidRPr="005D5566">
        <w:t>du milieu des soldats</w:t>
      </w:r>
      <w:r w:rsidR="001C0413">
        <w:t> :</w:t>
      </w:r>
    </w:p>
    <w:p w14:paraId="00EC48D5" w14:textId="77777777" w:rsidR="001C0413" w:rsidRDefault="001C0413" w:rsidP="001C0413">
      <w:r>
        <w:t>— </w:t>
      </w:r>
      <w:r w:rsidR="00530790" w:rsidRPr="005D5566">
        <w:t>Au revoir</w:t>
      </w:r>
      <w:r>
        <w:t xml:space="preserve">, </w:t>
      </w:r>
      <w:r w:rsidR="00530790" w:rsidRPr="005D5566">
        <w:t>maman</w:t>
      </w:r>
      <w:r>
        <w:t xml:space="preserve"> ! </w:t>
      </w:r>
      <w:r w:rsidR="00530790" w:rsidRPr="005D5566">
        <w:t>au revoir</w:t>
      </w:r>
      <w:r>
        <w:t xml:space="preserve">, </w:t>
      </w:r>
      <w:r w:rsidR="00530790" w:rsidRPr="005D5566">
        <w:t>ma chérie</w:t>
      </w:r>
      <w:r>
        <w:t> !</w:t>
      </w:r>
    </w:p>
    <w:p w14:paraId="7EB41802" w14:textId="77777777" w:rsidR="001C0413" w:rsidRDefault="001C0413" w:rsidP="001C0413">
      <w:r>
        <w:t>— </w:t>
      </w:r>
      <w:r w:rsidR="00530790" w:rsidRPr="005D5566">
        <w:t>Il est vivant</w:t>
      </w:r>
      <w:r>
        <w:t xml:space="preserve"> ! </w:t>
      </w:r>
      <w:r w:rsidR="00530790" w:rsidRPr="005D5566">
        <w:t>Il s</w:t>
      </w:r>
      <w:r>
        <w:t>’</w:t>
      </w:r>
      <w:r w:rsidR="00530790" w:rsidRPr="005D5566">
        <w:t>est souvenu de moi</w:t>
      </w:r>
      <w:r>
        <w:t> !</w:t>
      </w:r>
    </w:p>
    <w:p w14:paraId="43615B99" w14:textId="77777777" w:rsidR="001C0413" w:rsidRDefault="00530790" w:rsidP="001C0413">
      <w:r w:rsidRPr="005D5566">
        <w:t>Ces deux pensées lui frappèrent le cœur</w:t>
      </w:r>
      <w:r w:rsidR="001C0413">
        <w:t>.</w:t>
      </w:r>
    </w:p>
    <w:p w14:paraId="72292BB5" w14:textId="77777777" w:rsidR="001C0413" w:rsidRDefault="001C0413" w:rsidP="001C0413">
      <w:r>
        <w:lastRenderedPageBreak/>
        <w:t>— </w:t>
      </w:r>
      <w:r w:rsidR="00530790" w:rsidRPr="005D5566">
        <w:t>Au revoir</w:t>
      </w:r>
      <w:r>
        <w:t xml:space="preserve">, </w:t>
      </w:r>
      <w:r w:rsidR="00530790" w:rsidRPr="005D5566">
        <w:t>ma petite mère</w:t>
      </w:r>
      <w:r>
        <w:t> !</w:t>
      </w:r>
    </w:p>
    <w:p w14:paraId="0745C7CA" w14:textId="77777777" w:rsidR="001C0413" w:rsidRDefault="00530790" w:rsidP="001C0413">
      <w:r w:rsidRPr="005D5566">
        <w:t>Pélaguée se dressa sur la pointe des pieds en agitant les bras</w:t>
      </w:r>
      <w:r w:rsidR="001C0413">
        <w:t xml:space="preserve">. </w:t>
      </w:r>
      <w:r w:rsidRPr="005D5566">
        <w:t>Elle voulait voir son fils et son camarade</w:t>
      </w:r>
      <w:r w:rsidR="001C0413">
        <w:t xml:space="preserve"> : </w:t>
      </w:r>
      <w:r w:rsidRPr="005D5566">
        <w:t>elle aperçut au-dessus des têtes des soldats</w:t>
      </w:r>
      <w:r w:rsidR="001C0413">
        <w:t xml:space="preserve">, </w:t>
      </w:r>
      <w:r w:rsidRPr="005D5566">
        <w:t>le visage rond d</w:t>
      </w:r>
      <w:r w:rsidR="001C0413">
        <w:t>’</w:t>
      </w:r>
      <w:r w:rsidRPr="005D5566">
        <w:t>André</w:t>
      </w:r>
      <w:r w:rsidR="001C0413">
        <w:t xml:space="preserve"> ; </w:t>
      </w:r>
      <w:r w:rsidRPr="005D5566">
        <w:t>il lui souriait</w:t>
      </w:r>
      <w:r w:rsidR="001C0413">
        <w:t xml:space="preserve">, </w:t>
      </w:r>
      <w:r w:rsidRPr="005D5566">
        <w:t>il la saluait</w:t>
      </w:r>
      <w:r w:rsidR="001C0413">
        <w:t>.</w:t>
      </w:r>
    </w:p>
    <w:p w14:paraId="0DC9BB09" w14:textId="77777777" w:rsidR="001C0413" w:rsidRDefault="001C0413" w:rsidP="001C0413">
      <w:r>
        <w:t>— </w:t>
      </w:r>
      <w:r w:rsidR="00530790" w:rsidRPr="005D5566">
        <w:t>Mes chéris</w:t>
      </w:r>
      <w:r>
        <w:t xml:space="preserve">… </w:t>
      </w:r>
      <w:r w:rsidR="00530790" w:rsidRPr="005D5566">
        <w:t>mes enfants</w:t>
      </w:r>
      <w:r>
        <w:t xml:space="preserve">… </w:t>
      </w:r>
      <w:r w:rsidR="00530790" w:rsidRPr="005D5566">
        <w:t>André</w:t>
      </w:r>
      <w:r>
        <w:t xml:space="preserve"> ! </w:t>
      </w:r>
      <w:r w:rsidR="00530790" w:rsidRPr="005D5566">
        <w:t>Pavel</w:t>
      </w:r>
      <w:r>
        <w:t xml:space="preserve"> ! </w:t>
      </w:r>
      <w:r w:rsidR="00530790" w:rsidRPr="005D5566">
        <w:t>cria-t-elle</w:t>
      </w:r>
      <w:r>
        <w:t>.</w:t>
      </w:r>
    </w:p>
    <w:p w14:paraId="4E9DE79E" w14:textId="77777777" w:rsidR="001C0413" w:rsidRDefault="001C0413" w:rsidP="001C0413">
      <w:r>
        <w:t>— </w:t>
      </w:r>
      <w:r w:rsidR="00530790" w:rsidRPr="005D5566">
        <w:t>Au revoir</w:t>
      </w:r>
      <w:r>
        <w:t xml:space="preserve">, </w:t>
      </w:r>
      <w:r w:rsidR="00530790" w:rsidRPr="005D5566">
        <w:t>camarades</w:t>
      </w:r>
      <w:r>
        <w:t> !</w:t>
      </w:r>
    </w:p>
    <w:p w14:paraId="081B94A8" w14:textId="77777777" w:rsidR="001C0413" w:rsidRDefault="00530790" w:rsidP="001C0413">
      <w:r w:rsidRPr="005D5566">
        <w:t>On leur répondit à plusieurs reprises</w:t>
      </w:r>
      <w:r w:rsidR="001C0413">
        <w:t xml:space="preserve">, </w:t>
      </w:r>
      <w:r w:rsidRPr="005D5566">
        <w:t>mais sans unanimité</w:t>
      </w:r>
      <w:r w:rsidR="001C0413">
        <w:t xml:space="preserve"> ; </w:t>
      </w:r>
      <w:r w:rsidRPr="005D5566">
        <w:t>les voix venaient des fenêtres</w:t>
      </w:r>
      <w:r w:rsidR="001C0413">
        <w:t xml:space="preserve">, </w:t>
      </w:r>
      <w:r w:rsidRPr="005D5566">
        <w:t>des toits</w:t>
      </w:r>
      <w:r w:rsidR="001C0413">
        <w:t xml:space="preserve">, </w:t>
      </w:r>
      <w:r w:rsidRPr="005D5566">
        <w:t>d</w:t>
      </w:r>
      <w:r w:rsidR="001C0413">
        <w:t>’</w:t>
      </w:r>
      <w:r w:rsidRPr="005D5566">
        <w:t>on ne sait où</w:t>
      </w:r>
      <w:r w:rsidR="001C0413">
        <w:t>.</w:t>
      </w:r>
    </w:p>
    <w:p w14:paraId="71255B6C" w14:textId="1ACB662D" w:rsidR="00530790" w:rsidRPr="003B37B8" w:rsidRDefault="00530790" w:rsidP="001C0413">
      <w:pPr>
        <w:pStyle w:val="Titre2"/>
        <w:rPr>
          <w:szCs w:val="44"/>
        </w:rPr>
      </w:pPr>
      <w:bookmarkStart w:id="31" w:name="_Toc202279552"/>
      <w:r w:rsidRPr="003B37B8">
        <w:rPr>
          <w:szCs w:val="44"/>
        </w:rPr>
        <w:lastRenderedPageBreak/>
        <w:t>XXX</w:t>
      </w:r>
      <w:bookmarkEnd w:id="31"/>
      <w:r w:rsidRPr="003B37B8">
        <w:rPr>
          <w:szCs w:val="44"/>
        </w:rPr>
        <w:br/>
      </w:r>
    </w:p>
    <w:p w14:paraId="6F391F0B" w14:textId="77777777" w:rsidR="001C0413" w:rsidRDefault="00530790" w:rsidP="001C0413">
      <w:r w:rsidRPr="005D5566">
        <w:t>Quelqu</w:t>
      </w:r>
      <w:r w:rsidR="001C0413">
        <w:t>’</w:t>
      </w:r>
      <w:r w:rsidRPr="005D5566">
        <w:t>un poussa la mère à la poitrine</w:t>
      </w:r>
      <w:r w:rsidR="001C0413">
        <w:t xml:space="preserve">. </w:t>
      </w:r>
      <w:r w:rsidRPr="005D5566">
        <w:t>Au travers du brouillard qui voilait ses yeux</w:t>
      </w:r>
      <w:r w:rsidR="001C0413">
        <w:t xml:space="preserve">, </w:t>
      </w:r>
      <w:r w:rsidRPr="005D5566">
        <w:t>elle vit devant elle le petit officier</w:t>
      </w:r>
      <w:r w:rsidR="001C0413">
        <w:t xml:space="preserve"> ; </w:t>
      </w:r>
      <w:r w:rsidRPr="005D5566">
        <w:t>il avait les traits rouges et tendus</w:t>
      </w:r>
      <w:r w:rsidR="001C0413">
        <w:t xml:space="preserve">, </w:t>
      </w:r>
      <w:r w:rsidRPr="005D5566">
        <w:t>il cria</w:t>
      </w:r>
      <w:r w:rsidR="001C0413">
        <w:t> :</w:t>
      </w:r>
    </w:p>
    <w:p w14:paraId="3ADB9151" w14:textId="77777777" w:rsidR="001C0413" w:rsidRDefault="001C0413" w:rsidP="001C0413">
      <w:r>
        <w:t>— </w:t>
      </w:r>
      <w:r w:rsidR="00530790" w:rsidRPr="005D5566">
        <w:t>Va-t</w:t>
      </w:r>
      <w:r>
        <w:t>’</w:t>
      </w:r>
      <w:r w:rsidR="00530790" w:rsidRPr="005D5566">
        <w:t>en</w:t>
      </w:r>
      <w:r>
        <w:t xml:space="preserve">, </w:t>
      </w:r>
      <w:r w:rsidR="00530790" w:rsidRPr="005D5566">
        <w:t>la vieille</w:t>
      </w:r>
      <w:r>
        <w:t> !</w:t>
      </w:r>
    </w:p>
    <w:p w14:paraId="247BEECC" w14:textId="77777777" w:rsidR="001C0413" w:rsidRDefault="00530790" w:rsidP="001C0413">
      <w:r w:rsidRPr="005D5566">
        <w:t>Elle le toisa du regard</w:t>
      </w:r>
      <w:r w:rsidR="001C0413">
        <w:t xml:space="preserve">, </w:t>
      </w:r>
      <w:r w:rsidRPr="005D5566">
        <w:t>aperçut à ses pieds la hampe du drapeau brisée en deux</w:t>
      </w:r>
      <w:r w:rsidR="001C0413">
        <w:t xml:space="preserve"> : </w:t>
      </w:r>
      <w:r w:rsidRPr="005D5566">
        <w:t>à l</w:t>
      </w:r>
      <w:r w:rsidR="001C0413">
        <w:t>’</w:t>
      </w:r>
      <w:r w:rsidRPr="005D5566">
        <w:t>un des tronçons pendait un petit morceau d</w:t>
      </w:r>
      <w:r w:rsidR="001C0413">
        <w:t>’</w:t>
      </w:r>
      <w:r w:rsidRPr="005D5566">
        <w:t>étoffe rouge</w:t>
      </w:r>
      <w:r w:rsidR="001C0413">
        <w:t xml:space="preserve">. </w:t>
      </w:r>
      <w:r w:rsidRPr="005D5566">
        <w:t>La mère se baissa pour le ramasser</w:t>
      </w:r>
      <w:r w:rsidR="001C0413">
        <w:t xml:space="preserve">. </w:t>
      </w:r>
      <w:r w:rsidRPr="005D5566">
        <w:t>L</w:t>
      </w:r>
      <w:r w:rsidR="001C0413">
        <w:t>’</w:t>
      </w:r>
      <w:r w:rsidRPr="005D5566">
        <w:t>officier lui arracha le bâton des mains</w:t>
      </w:r>
      <w:r w:rsidR="001C0413">
        <w:t xml:space="preserve">, </w:t>
      </w:r>
      <w:r w:rsidRPr="005D5566">
        <w:t>le lança à terre</w:t>
      </w:r>
      <w:r w:rsidR="001C0413">
        <w:t xml:space="preserve">, </w:t>
      </w:r>
      <w:r w:rsidRPr="005D5566">
        <w:t>et cria en frappant du pied</w:t>
      </w:r>
      <w:r w:rsidR="001C0413">
        <w:t> :</w:t>
      </w:r>
    </w:p>
    <w:p w14:paraId="1D64EC6C" w14:textId="77777777" w:rsidR="001C0413" w:rsidRDefault="001C0413" w:rsidP="001C0413">
      <w:r>
        <w:t>— </w:t>
      </w:r>
      <w:r w:rsidR="00530790" w:rsidRPr="005D5566">
        <w:t>Va-t-en</w:t>
      </w:r>
      <w:r>
        <w:t xml:space="preserve">, </w:t>
      </w:r>
      <w:r w:rsidR="00530790" w:rsidRPr="005D5566">
        <w:t>te dis-je</w:t>
      </w:r>
      <w:r>
        <w:t> !</w:t>
      </w:r>
    </w:p>
    <w:p w14:paraId="6CEFCCA5" w14:textId="77777777" w:rsidR="001C0413" w:rsidRDefault="001C0413" w:rsidP="001C0413">
      <w:pPr>
        <w:rPr>
          <w:i/>
          <w:iCs/>
        </w:rPr>
      </w:pPr>
      <w:r>
        <w:t>— </w:t>
      </w:r>
      <w:r w:rsidR="00530790" w:rsidRPr="005D5566">
        <w:rPr>
          <w:i/>
          <w:iCs/>
        </w:rPr>
        <w:t>Lève-toi</w:t>
      </w:r>
      <w:r>
        <w:rPr>
          <w:i/>
          <w:iCs/>
        </w:rPr>
        <w:t xml:space="preserve">, </w:t>
      </w:r>
      <w:r w:rsidR="00530790" w:rsidRPr="005D5566">
        <w:rPr>
          <w:i/>
          <w:iCs/>
        </w:rPr>
        <w:t>lève-toi</w:t>
      </w:r>
      <w:r>
        <w:rPr>
          <w:i/>
          <w:iCs/>
        </w:rPr>
        <w:t xml:space="preserve">, </w:t>
      </w:r>
      <w:r w:rsidR="00530790" w:rsidRPr="005D5566">
        <w:rPr>
          <w:i/>
          <w:iCs/>
        </w:rPr>
        <w:t>peuple opprimé</w:t>
      </w:r>
      <w:r>
        <w:rPr>
          <w:i/>
          <w:iCs/>
        </w:rPr>
        <w:t> !</w:t>
      </w:r>
    </w:p>
    <w:p w14:paraId="527D9248" w14:textId="77777777" w:rsidR="001C0413" w:rsidRDefault="00530790" w:rsidP="001C0413">
      <w:r w:rsidRPr="005D5566">
        <w:t>Du milieu des soldats</w:t>
      </w:r>
      <w:r w:rsidR="001C0413">
        <w:t xml:space="preserve">, </w:t>
      </w:r>
      <w:r w:rsidRPr="005D5566">
        <w:t>un chant résonna soudain</w:t>
      </w:r>
      <w:r w:rsidR="001C0413">
        <w:t> :</w:t>
      </w:r>
    </w:p>
    <w:p w14:paraId="5BF845D5" w14:textId="77777777" w:rsidR="001C0413" w:rsidRDefault="00530790" w:rsidP="001C0413">
      <w:r w:rsidRPr="005D5566">
        <w:t>Tout tourbillonna</w:t>
      </w:r>
      <w:r w:rsidR="001C0413">
        <w:t xml:space="preserve">, </w:t>
      </w:r>
      <w:r w:rsidRPr="005D5566">
        <w:t>chancela et frémit</w:t>
      </w:r>
      <w:r w:rsidR="001C0413">
        <w:t xml:space="preserve">. </w:t>
      </w:r>
      <w:r w:rsidRPr="005D5566">
        <w:t>Dans l</w:t>
      </w:r>
      <w:r w:rsidR="001C0413">
        <w:t>’</w:t>
      </w:r>
      <w:r w:rsidRPr="005D5566">
        <w:t>air</w:t>
      </w:r>
      <w:r w:rsidR="001C0413">
        <w:t xml:space="preserve">, </w:t>
      </w:r>
      <w:r w:rsidRPr="005D5566">
        <w:t>un bruit sourd tremblait</w:t>
      </w:r>
      <w:r w:rsidR="001C0413">
        <w:t xml:space="preserve">, </w:t>
      </w:r>
      <w:r w:rsidRPr="005D5566">
        <w:t>pareil à celui des fils télégraphiques</w:t>
      </w:r>
      <w:r w:rsidR="001C0413">
        <w:t xml:space="preserve">. </w:t>
      </w:r>
      <w:r w:rsidRPr="005D5566">
        <w:t>L</w:t>
      </w:r>
      <w:r w:rsidR="001C0413">
        <w:t>’</w:t>
      </w:r>
      <w:r w:rsidRPr="005D5566">
        <w:t>officier revint au galop</w:t>
      </w:r>
      <w:r w:rsidR="001C0413">
        <w:t xml:space="preserve">, </w:t>
      </w:r>
      <w:r w:rsidRPr="005D5566">
        <w:t>et glapit</w:t>
      </w:r>
      <w:r w:rsidR="001C0413">
        <w:t> :</w:t>
      </w:r>
    </w:p>
    <w:p w14:paraId="1FC2E27C" w14:textId="77777777" w:rsidR="001C0413" w:rsidRDefault="001C0413" w:rsidP="001C0413">
      <w:r>
        <w:t>— </w:t>
      </w:r>
      <w:r w:rsidR="00530790" w:rsidRPr="005D5566">
        <w:t>Faites-les taire</w:t>
      </w:r>
      <w:r>
        <w:t xml:space="preserve"> ! </w:t>
      </w:r>
      <w:r w:rsidR="00530790" w:rsidRPr="005D5566">
        <w:t>Kraïnov</w:t>
      </w:r>
      <w:r>
        <w:t>…</w:t>
      </w:r>
    </w:p>
    <w:p w14:paraId="0DE8285B" w14:textId="77777777" w:rsidR="001C0413" w:rsidRDefault="00530790" w:rsidP="001C0413">
      <w:r w:rsidRPr="005D5566">
        <w:t>Chancelante</w:t>
      </w:r>
      <w:r w:rsidR="001C0413">
        <w:t xml:space="preserve">, </w:t>
      </w:r>
      <w:r w:rsidRPr="005D5566">
        <w:t>la mère ramassa le débris de hampe que le lieutenant avait jeté</w:t>
      </w:r>
      <w:r w:rsidR="001C0413">
        <w:t xml:space="preserve">, </w:t>
      </w:r>
      <w:r w:rsidRPr="005D5566">
        <w:t>et l</w:t>
      </w:r>
      <w:r w:rsidR="001C0413">
        <w:t>’</w:t>
      </w:r>
      <w:r w:rsidRPr="005D5566">
        <w:t>éleva ce nouveau</w:t>
      </w:r>
      <w:r w:rsidR="001C0413">
        <w:t>.</w:t>
      </w:r>
    </w:p>
    <w:p w14:paraId="08008005" w14:textId="77777777" w:rsidR="001C0413" w:rsidRDefault="001C0413" w:rsidP="001C0413">
      <w:r>
        <w:t>— </w:t>
      </w:r>
      <w:r w:rsidR="00530790" w:rsidRPr="005D5566">
        <w:t>Fermez-leur la bouche</w:t>
      </w:r>
      <w:r>
        <w:t> !…</w:t>
      </w:r>
    </w:p>
    <w:p w14:paraId="1447BD8D" w14:textId="77777777" w:rsidR="001C0413" w:rsidRDefault="00530790" w:rsidP="001C0413">
      <w:r w:rsidRPr="005D5566">
        <w:t>La chanson s</w:t>
      </w:r>
      <w:r w:rsidR="001C0413">
        <w:t>’</w:t>
      </w:r>
      <w:r w:rsidRPr="005D5566">
        <w:t>embrouilla</w:t>
      </w:r>
      <w:r w:rsidR="001C0413">
        <w:t xml:space="preserve">, </w:t>
      </w:r>
      <w:r w:rsidRPr="005D5566">
        <w:t>s</w:t>
      </w:r>
      <w:r w:rsidR="001C0413">
        <w:t>’</w:t>
      </w:r>
      <w:r w:rsidRPr="005D5566">
        <w:t>entrecoupa</w:t>
      </w:r>
      <w:r w:rsidR="001C0413">
        <w:t xml:space="preserve"> ; </w:t>
      </w:r>
      <w:r w:rsidRPr="005D5566">
        <w:t>puis elle se déchira et se tut</w:t>
      </w:r>
      <w:r w:rsidR="001C0413">
        <w:t xml:space="preserve">. </w:t>
      </w:r>
      <w:r w:rsidRPr="005D5566">
        <w:t>Quelqu</w:t>
      </w:r>
      <w:r w:rsidR="001C0413">
        <w:t>’</w:t>
      </w:r>
      <w:r w:rsidRPr="005D5566">
        <w:t>un saisit la mère par l</w:t>
      </w:r>
      <w:r w:rsidR="001C0413">
        <w:t>’</w:t>
      </w:r>
      <w:r w:rsidRPr="005D5566">
        <w:t>épaule</w:t>
      </w:r>
      <w:r w:rsidR="001C0413">
        <w:t xml:space="preserve">, </w:t>
      </w:r>
      <w:r w:rsidRPr="005D5566">
        <w:t>lui fit faire demi-tour et la poussa dans le dos</w:t>
      </w:r>
      <w:r w:rsidR="001C0413">
        <w:t>.</w:t>
      </w:r>
    </w:p>
    <w:p w14:paraId="63A6181A" w14:textId="77777777" w:rsidR="001C0413" w:rsidRDefault="001C0413" w:rsidP="001C0413">
      <w:r>
        <w:t>— </w:t>
      </w:r>
      <w:r w:rsidR="00530790" w:rsidRPr="005D5566">
        <w:t>Va-t-en</w:t>
      </w:r>
      <w:r>
        <w:t xml:space="preserve"> ! </w:t>
      </w:r>
      <w:r w:rsidR="00530790" w:rsidRPr="005D5566">
        <w:t>va-t-en</w:t>
      </w:r>
      <w:r>
        <w:t> !</w:t>
      </w:r>
    </w:p>
    <w:p w14:paraId="31EFD9F6" w14:textId="77777777" w:rsidR="001C0413" w:rsidRDefault="001C0413" w:rsidP="001C0413">
      <w:r>
        <w:lastRenderedPageBreak/>
        <w:t>— </w:t>
      </w:r>
      <w:r w:rsidR="00530790" w:rsidRPr="005D5566">
        <w:t>Balayez la rue</w:t>
      </w:r>
      <w:r>
        <w:t xml:space="preserve"> ! </w:t>
      </w:r>
      <w:r w:rsidR="00530790" w:rsidRPr="005D5566">
        <w:t>cria l</w:t>
      </w:r>
      <w:r>
        <w:t>’</w:t>
      </w:r>
      <w:r w:rsidR="00530790" w:rsidRPr="005D5566">
        <w:t>officier</w:t>
      </w:r>
      <w:r>
        <w:t>.</w:t>
      </w:r>
    </w:p>
    <w:p w14:paraId="08D54CF8" w14:textId="77777777" w:rsidR="001C0413" w:rsidRDefault="00530790" w:rsidP="001C0413">
      <w:r w:rsidRPr="005D5566">
        <w:t>À dix pas devant elle</w:t>
      </w:r>
      <w:r w:rsidR="001C0413">
        <w:t xml:space="preserve">, </w:t>
      </w:r>
      <w:r w:rsidRPr="005D5566">
        <w:t>Pélaguée distingua de nouveau une foule compacte</w:t>
      </w:r>
      <w:r w:rsidR="001C0413">
        <w:t xml:space="preserve">. </w:t>
      </w:r>
      <w:r w:rsidRPr="005D5566">
        <w:t>Les gens hurlaient</w:t>
      </w:r>
      <w:r w:rsidR="001C0413">
        <w:t xml:space="preserve">, </w:t>
      </w:r>
      <w:r w:rsidRPr="005D5566">
        <w:t>grognaient</w:t>
      </w:r>
      <w:r w:rsidR="001C0413">
        <w:t xml:space="preserve">, </w:t>
      </w:r>
      <w:r w:rsidRPr="005D5566">
        <w:t>sifflaient</w:t>
      </w:r>
      <w:r w:rsidR="001C0413">
        <w:t xml:space="preserve">, </w:t>
      </w:r>
      <w:r w:rsidRPr="005D5566">
        <w:t>reculant lentement et se répandant dans les cours voisines</w:t>
      </w:r>
      <w:r w:rsidR="001C0413">
        <w:t>.</w:t>
      </w:r>
    </w:p>
    <w:p w14:paraId="00F5D874" w14:textId="77777777" w:rsidR="001C0413" w:rsidRDefault="001C0413" w:rsidP="001C0413">
      <w:r>
        <w:t>— </w:t>
      </w:r>
      <w:r w:rsidR="00530790" w:rsidRPr="005D5566">
        <w:t>Va-t-en au diable</w:t>
      </w:r>
      <w:r>
        <w:t xml:space="preserve"> ! </w:t>
      </w:r>
      <w:r w:rsidR="00530790" w:rsidRPr="005D5566">
        <w:t>cria dans l</w:t>
      </w:r>
      <w:r>
        <w:t>’</w:t>
      </w:r>
      <w:r w:rsidR="00530790" w:rsidRPr="005D5566">
        <w:t>oreille de la mère un jeune soldat moustachu</w:t>
      </w:r>
      <w:r>
        <w:t xml:space="preserve">, </w:t>
      </w:r>
      <w:r w:rsidR="00530790" w:rsidRPr="005D5566">
        <w:t>et il la poussa sur le trottoir</w:t>
      </w:r>
      <w:r>
        <w:t>.</w:t>
      </w:r>
    </w:p>
    <w:p w14:paraId="577AA361" w14:textId="77777777" w:rsidR="001C0413" w:rsidRDefault="00530790" w:rsidP="001C0413">
      <w:r w:rsidRPr="005D5566">
        <w:t>Elle marchait appuyée sur la hampe pour ne pas tomber</w:t>
      </w:r>
      <w:r w:rsidR="001C0413">
        <w:t xml:space="preserve">, </w:t>
      </w:r>
      <w:r w:rsidRPr="005D5566">
        <w:t>car ses genoux fléchissaient</w:t>
      </w:r>
      <w:r w:rsidR="001C0413">
        <w:t xml:space="preserve">, </w:t>
      </w:r>
      <w:r w:rsidRPr="005D5566">
        <w:t>elle s</w:t>
      </w:r>
      <w:r w:rsidR="001C0413">
        <w:t>’</w:t>
      </w:r>
      <w:r w:rsidRPr="005D5566">
        <w:t>accrochait de l</w:t>
      </w:r>
      <w:r w:rsidR="001C0413">
        <w:t>’</w:t>
      </w:r>
      <w:r w:rsidRPr="005D5566">
        <w:t>autre main aux murs et aux palissades</w:t>
      </w:r>
      <w:r w:rsidR="001C0413">
        <w:t xml:space="preserve">. </w:t>
      </w:r>
      <w:r w:rsidRPr="005D5566">
        <w:t>Devant elle</w:t>
      </w:r>
      <w:r w:rsidR="001C0413">
        <w:t xml:space="preserve">, </w:t>
      </w:r>
      <w:r w:rsidRPr="005D5566">
        <w:t>les manifestants reculaient toujours</w:t>
      </w:r>
      <w:r w:rsidR="001C0413">
        <w:t xml:space="preserve">, </w:t>
      </w:r>
      <w:r w:rsidRPr="005D5566">
        <w:t>derrière elle et à ses côtés les soldats avançaient et criaient de temps à autre</w:t>
      </w:r>
      <w:r w:rsidR="001C0413">
        <w:t> :</w:t>
      </w:r>
    </w:p>
    <w:p w14:paraId="5BEB3C36" w14:textId="77777777" w:rsidR="001C0413" w:rsidRDefault="001C0413" w:rsidP="001C0413">
      <w:r>
        <w:t>— </w:t>
      </w:r>
      <w:r w:rsidR="00530790" w:rsidRPr="005D5566">
        <w:t>Va-t</w:t>
      </w:r>
      <w:r>
        <w:t>’</w:t>
      </w:r>
      <w:r w:rsidR="00530790" w:rsidRPr="005D5566">
        <w:t>en</w:t>
      </w:r>
      <w:r>
        <w:t xml:space="preserve">, </w:t>
      </w:r>
      <w:r w:rsidR="00530790" w:rsidRPr="005D5566">
        <w:t>va-t</w:t>
      </w:r>
      <w:r>
        <w:t>’</w:t>
      </w:r>
      <w:r w:rsidR="00530790" w:rsidRPr="005D5566">
        <w:t>en</w:t>
      </w:r>
      <w:r>
        <w:t> !</w:t>
      </w:r>
    </w:p>
    <w:p w14:paraId="2ACE2889" w14:textId="77777777" w:rsidR="001C0413" w:rsidRDefault="00530790" w:rsidP="001C0413">
      <w:r w:rsidRPr="005D5566">
        <w:t>Ils la dépassèrent</w:t>
      </w:r>
      <w:r w:rsidR="001C0413">
        <w:t xml:space="preserve"> ; </w:t>
      </w:r>
      <w:r w:rsidRPr="005D5566">
        <w:t>elle s</w:t>
      </w:r>
      <w:r w:rsidR="001C0413">
        <w:t>’</w:t>
      </w:r>
      <w:r w:rsidRPr="005D5566">
        <w:t>arrêta et regarda autour d</w:t>
      </w:r>
      <w:r w:rsidR="001C0413">
        <w:t>’</w:t>
      </w:r>
      <w:r w:rsidRPr="005D5566">
        <w:t>elle</w:t>
      </w:r>
      <w:r w:rsidR="001C0413">
        <w:t xml:space="preserve">. </w:t>
      </w:r>
      <w:r w:rsidRPr="005D5566">
        <w:t>Au bout de la rue</w:t>
      </w:r>
      <w:r w:rsidR="001C0413">
        <w:t xml:space="preserve">, </w:t>
      </w:r>
      <w:r w:rsidRPr="005D5566">
        <w:t>en un cordon espacé</w:t>
      </w:r>
      <w:r w:rsidR="001C0413">
        <w:t xml:space="preserve">, </w:t>
      </w:r>
      <w:r w:rsidRPr="005D5566">
        <w:t>la force armée empêchait les gens d</w:t>
      </w:r>
      <w:r w:rsidR="001C0413">
        <w:t>’</w:t>
      </w:r>
      <w:r w:rsidRPr="005D5566">
        <w:t>arriver à la place</w:t>
      </w:r>
      <w:r w:rsidR="001C0413">
        <w:t xml:space="preserve">, </w:t>
      </w:r>
      <w:r w:rsidRPr="005D5566">
        <w:t>vide maintenant</w:t>
      </w:r>
      <w:r w:rsidR="001C0413">
        <w:t xml:space="preserve">. </w:t>
      </w:r>
      <w:r w:rsidRPr="005D5566">
        <w:t>En avant</w:t>
      </w:r>
      <w:r w:rsidR="001C0413">
        <w:t xml:space="preserve">, </w:t>
      </w:r>
      <w:r w:rsidRPr="005D5566">
        <w:t>des silhouettes grises marchaient sans hâte sur la foule</w:t>
      </w:r>
      <w:r w:rsidR="001C0413">
        <w:t>.</w:t>
      </w:r>
    </w:p>
    <w:p w14:paraId="1140E0A9" w14:textId="77777777" w:rsidR="001C0413" w:rsidRDefault="00530790" w:rsidP="001C0413">
      <w:r w:rsidRPr="005D5566">
        <w:t>Pélaguée voulut revenir sur ses pas</w:t>
      </w:r>
      <w:r w:rsidR="001C0413">
        <w:t xml:space="preserve">, </w:t>
      </w:r>
      <w:r w:rsidRPr="005D5566">
        <w:t>mais</w:t>
      </w:r>
      <w:r w:rsidR="001C0413">
        <w:t xml:space="preserve">, </w:t>
      </w:r>
      <w:r w:rsidRPr="005D5566">
        <w:t>sans s</w:t>
      </w:r>
      <w:r w:rsidR="001C0413">
        <w:t>’</w:t>
      </w:r>
      <w:r w:rsidRPr="005D5566">
        <w:t>en rendre compte elle continua à avancer</w:t>
      </w:r>
      <w:r w:rsidR="001C0413">
        <w:t xml:space="preserve"> ; </w:t>
      </w:r>
      <w:r w:rsidRPr="005D5566">
        <w:t>arrivée à une petite ruelle étroite et déserte</w:t>
      </w:r>
      <w:r w:rsidR="001C0413">
        <w:t xml:space="preserve">, </w:t>
      </w:r>
      <w:r w:rsidRPr="005D5566">
        <w:t>elle s</w:t>
      </w:r>
      <w:r w:rsidR="001C0413">
        <w:t>’</w:t>
      </w:r>
      <w:r w:rsidRPr="005D5566">
        <w:t>y engagea</w:t>
      </w:r>
      <w:r w:rsidR="001C0413">
        <w:t xml:space="preserve">… </w:t>
      </w:r>
      <w:r w:rsidRPr="005D5566">
        <w:t>Là</w:t>
      </w:r>
      <w:r w:rsidR="001C0413">
        <w:t xml:space="preserve">, </w:t>
      </w:r>
      <w:r w:rsidRPr="005D5566">
        <w:t>elle s</w:t>
      </w:r>
      <w:r w:rsidR="001C0413">
        <w:t>’</w:t>
      </w:r>
      <w:r w:rsidRPr="005D5566">
        <w:t>arrêta de nouveau</w:t>
      </w:r>
      <w:r w:rsidR="001C0413">
        <w:t xml:space="preserve">. </w:t>
      </w:r>
      <w:r w:rsidRPr="005D5566">
        <w:t>Elle soupira profondément et prêta l</w:t>
      </w:r>
      <w:r w:rsidR="001C0413">
        <w:t>’</w:t>
      </w:r>
      <w:r w:rsidRPr="005D5566">
        <w:t>oreille</w:t>
      </w:r>
      <w:r w:rsidR="001C0413">
        <w:t xml:space="preserve">. </w:t>
      </w:r>
      <w:r w:rsidRPr="005D5566">
        <w:t>Quelque part</w:t>
      </w:r>
      <w:r w:rsidR="001C0413">
        <w:t xml:space="preserve">, </w:t>
      </w:r>
      <w:r w:rsidRPr="005D5566">
        <w:t>là-bas</w:t>
      </w:r>
      <w:r w:rsidR="001C0413">
        <w:t xml:space="preserve">, </w:t>
      </w:r>
      <w:r w:rsidRPr="005D5566">
        <w:t>la foule grondait</w:t>
      </w:r>
      <w:r w:rsidR="001C0413">
        <w:t>.</w:t>
      </w:r>
    </w:p>
    <w:p w14:paraId="2C9A1D0D" w14:textId="77777777" w:rsidR="001C0413" w:rsidRDefault="00530790" w:rsidP="001C0413">
      <w:r w:rsidRPr="005D5566">
        <w:t>Toujours appuyée sur la hampe</w:t>
      </w:r>
      <w:r w:rsidR="001C0413">
        <w:t xml:space="preserve">, </w:t>
      </w:r>
      <w:r w:rsidRPr="005D5566">
        <w:t>elle se remit en marche</w:t>
      </w:r>
      <w:r w:rsidR="001C0413">
        <w:t xml:space="preserve">, </w:t>
      </w:r>
      <w:r w:rsidRPr="005D5566">
        <w:t>en remuant les sourcils</w:t>
      </w:r>
      <w:r w:rsidR="001C0413">
        <w:t xml:space="preserve">. </w:t>
      </w:r>
      <w:r w:rsidRPr="005D5566">
        <w:t>Soudain</w:t>
      </w:r>
      <w:r w:rsidR="001C0413">
        <w:t xml:space="preserve">, </w:t>
      </w:r>
      <w:r w:rsidRPr="005D5566">
        <w:t>elle s</w:t>
      </w:r>
      <w:r w:rsidR="001C0413">
        <w:t>’</w:t>
      </w:r>
      <w:r w:rsidRPr="005D5566">
        <w:t>anima</w:t>
      </w:r>
      <w:r w:rsidR="001C0413">
        <w:t xml:space="preserve">, </w:t>
      </w:r>
      <w:r w:rsidRPr="005D5566">
        <w:t>les lèvres frémissantes</w:t>
      </w:r>
      <w:r w:rsidR="001C0413">
        <w:t xml:space="preserve">, </w:t>
      </w:r>
      <w:r w:rsidRPr="005D5566">
        <w:t>elle agita la main</w:t>
      </w:r>
      <w:r w:rsidR="001C0413">
        <w:t xml:space="preserve">. </w:t>
      </w:r>
      <w:r w:rsidRPr="005D5566">
        <w:t>Pareilles à des étincelles</w:t>
      </w:r>
      <w:r w:rsidR="001C0413">
        <w:t xml:space="preserve">, </w:t>
      </w:r>
      <w:r w:rsidRPr="005D5566">
        <w:t>on ne sait quelles paroles éclatèrent dans son cœur et s</w:t>
      </w:r>
      <w:r w:rsidR="001C0413">
        <w:t>’</w:t>
      </w:r>
      <w:r w:rsidRPr="005D5566">
        <w:t>y pressèrent</w:t>
      </w:r>
      <w:r w:rsidR="001C0413">
        <w:t xml:space="preserve">, </w:t>
      </w:r>
      <w:r w:rsidRPr="005D5566">
        <w:t>la brûlant du désir de les crier</w:t>
      </w:r>
      <w:r w:rsidR="001C0413">
        <w:t>.</w:t>
      </w:r>
    </w:p>
    <w:p w14:paraId="0CD904AB" w14:textId="77777777" w:rsidR="001C0413" w:rsidRDefault="00530790" w:rsidP="001C0413">
      <w:r w:rsidRPr="005D5566">
        <w:t>La ruelle tournait brusquement à gauche</w:t>
      </w:r>
      <w:r w:rsidR="001C0413">
        <w:t xml:space="preserve"> ; </w:t>
      </w:r>
      <w:r w:rsidRPr="005D5566">
        <w:t>au coin</w:t>
      </w:r>
      <w:r w:rsidR="001C0413">
        <w:t xml:space="preserve">, </w:t>
      </w:r>
      <w:r w:rsidRPr="005D5566">
        <w:t>la mère vit un groupe compact de gens</w:t>
      </w:r>
      <w:r w:rsidR="001C0413">
        <w:t xml:space="preserve"> ; </w:t>
      </w:r>
      <w:r w:rsidRPr="005D5566">
        <w:t>quelqu</w:t>
      </w:r>
      <w:r w:rsidR="001C0413">
        <w:t>’</w:t>
      </w:r>
      <w:r w:rsidRPr="005D5566">
        <w:t>un disait avec force</w:t>
      </w:r>
      <w:r w:rsidR="001C0413">
        <w:t> :</w:t>
      </w:r>
    </w:p>
    <w:p w14:paraId="730356F4" w14:textId="77777777" w:rsidR="001C0413" w:rsidRDefault="001C0413" w:rsidP="001C0413">
      <w:r>
        <w:lastRenderedPageBreak/>
        <w:t>— </w:t>
      </w:r>
      <w:r w:rsidR="00530790" w:rsidRPr="005D5566">
        <w:t>Ce n</w:t>
      </w:r>
      <w:r>
        <w:t>’</w:t>
      </w:r>
      <w:r w:rsidR="00530790" w:rsidRPr="005D5566">
        <w:t>est pas par insolence qu</w:t>
      </w:r>
      <w:r>
        <w:t>’</w:t>
      </w:r>
      <w:r w:rsidR="00530790" w:rsidRPr="005D5566">
        <w:t>ils bravent les baïonnettes</w:t>
      </w:r>
      <w:r>
        <w:t xml:space="preserve">, </w:t>
      </w:r>
      <w:r w:rsidR="00530790" w:rsidRPr="005D5566">
        <w:t>frères</w:t>
      </w:r>
      <w:r>
        <w:t> !</w:t>
      </w:r>
    </w:p>
    <w:p w14:paraId="443B16C5" w14:textId="77777777" w:rsidR="001C0413" w:rsidRDefault="001C0413" w:rsidP="001C0413">
      <w:r>
        <w:t>— </w:t>
      </w:r>
      <w:r w:rsidR="00530790" w:rsidRPr="005D5566">
        <w:t>Avez-vous vu cela</w:t>
      </w:r>
      <w:r>
        <w:t xml:space="preserve">, </w:t>
      </w:r>
      <w:r w:rsidR="00530790" w:rsidRPr="005D5566">
        <w:t>hein</w:t>
      </w:r>
      <w:r>
        <w:t xml:space="preserve"> ? </w:t>
      </w:r>
      <w:r w:rsidR="00530790" w:rsidRPr="005D5566">
        <w:t>Les soldats marchaient sur eux</w:t>
      </w:r>
      <w:r>
        <w:t xml:space="preserve">, </w:t>
      </w:r>
      <w:r w:rsidR="00530790" w:rsidRPr="005D5566">
        <w:t>et ils ne bougeaient pas</w:t>
      </w:r>
      <w:r>
        <w:t xml:space="preserve"> ! </w:t>
      </w:r>
      <w:r w:rsidR="00530790" w:rsidRPr="005D5566">
        <w:t>Et ils restaient là</w:t>
      </w:r>
      <w:r>
        <w:t xml:space="preserve">, </w:t>
      </w:r>
      <w:r w:rsidR="00530790" w:rsidRPr="005D5566">
        <w:t>sans peur</w:t>
      </w:r>
      <w:r>
        <w:t> !…</w:t>
      </w:r>
    </w:p>
    <w:p w14:paraId="5EC755C1" w14:textId="77777777" w:rsidR="001C0413" w:rsidRDefault="001C0413" w:rsidP="001C0413">
      <w:r>
        <w:t>— </w:t>
      </w:r>
      <w:r w:rsidR="00530790" w:rsidRPr="005D5566">
        <w:t>Oui</w:t>
      </w:r>
      <w:r>
        <w:t>…</w:t>
      </w:r>
    </w:p>
    <w:p w14:paraId="2E207652" w14:textId="77777777" w:rsidR="001C0413" w:rsidRDefault="001C0413" w:rsidP="001C0413">
      <w:r>
        <w:t>— </w:t>
      </w:r>
      <w:r w:rsidR="00530790" w:rsidRPr="005D5566">
        <w:t>Quel gaillard</w:t>
      </w:r>
      <w:r>
        <w:t xml:space="preserve">, </w:t>
      </w:r>
      <w:r w:rsidR="00530790" w:rsidRPr="005D5566">
        <w:t>ce Pavel Vlassov</w:t>
      </w:r>
      <w:r>
        <w:t> ?</w:t>
      </w:r>
    </w:p>
    <w:p w14:paraId="639B171F" w14:textId="77777777" w:rsidR="001C0413" w:rsidRDefault="001C0413" w:rsidP="001C0413">
      <w:r>
        <w:t>— </w:t>
      </w:r>
      <w:r w:rsidR="00530790" w:rsidRPr="005D5566">
        <w:t>Et le Petit-Russien</w:t>
      </w:r>
      <w:r>
        <w:t> !</w:t>
      </w:r>
    </w:p>
    <w:p w14:paraId="68113D16" w14:textId="77777777" w:rsidR="001C0413" w:rsidRDefault="001C0413" w:rsidP="001C0413">
      <w:r>
        <w:t>— </w:t>
      </w:r>
      <w:r w:rsidR="00530790" w:rsidRPr="005D5566">
        <w:t>Les bras derrière le dos</w:t>
      </w:r>
      <w:r>
        <w:t xml:space="preserve">, </w:t>
      </w:r>
      <w:r w:rsidR="00530790" w:rsidRPr="005D5566">
        <w:t>et il souriait</w:t>
      </w:r>
      <w:r>
        <w:t xml:space="preserve">, </w:t>
      </w:r>
      <w:r w:rsidR="00530790" w:rsidRPr="005D5566">
        <w:t>ce diable</w:t>
      </w:r>
      <w:r>
        <w:t> !</w:t>
      </w:r>
    </w:p>
    <w:p w14:paraId="4DD6F0F7" w14:textId="77777777" w:rsidR="001C0413" w:rsidRDefault="001C0413" w:rsidP="001C0413">
      <w:r>
        <w:t>— </w:t>
      </w:r>
      <w:r w:rsidR="00530790" w:rsidRPr="005D5566">
        <w:t>Mes amis</w:t>
      </w:r>
      <w:r>
        <w:t xml:space="preserve"> ! </w:t>
      </w:r>
      <w:r w:rsidR="00530790" w:rsidRPr="005D5566">
        <w:t>bonnes gens</w:t>
      </w:r>
      <w:r>
        <w:t xml:space="preserve"> ! </w:t>
      </w:r>
      <w:r w:rsidR="00530790" w:rsidRPr="005D5566">
        <w:t>cria la mère en pénétrant dans la foule</w:t>
      </w:r>
      <w:r>
        <w:t>.</w:t>
      </w:r>
    </w:p>
    <w:p w14:paraId="4090253F" w14:textId="77777777" w:rsidR="001C0413" w:rsidRDefault="00530790" w:rsidP="001C0413">
      <w:r w:rsidRPr="005D5566">
        <w:t>On s</w:t>
      </w:r>
      <w:r w:rsidR="001C0413">
        <w:t>’</w:t>
      </w:r>
      <w:r w:rsidRPr="005D5566">
        <w:t>écartait devant elle avec déférence</w:t>
      </w:r>
      <w:r w:rsidR="001C0413">
        <w:t xml:space="preserve">. </w:t>
      </w:r>
      <w:r w:rsidRPr="005D5566">
        <w:t>Quelqu</w:t>
      </w:r>
      <w:r w:rsidR="001C0413">
        <w:t>’</w:t>
      </w:r>
      <w:r w:rsidRPr="005D5566">
        <w:t>un dit en riant</w:t>
      </w:r>
      <w:r w:rsidR="001C0413">
        <w:t> :</w:t>
      </w:r>
    </w:p>
    <w:p w14:paraId="76883996" w14:textId="77777777" w:rsidR="001C0413" w:rsidRDefault="001C0413" w:rsidP="001C0413">
      <w:r>
        <w:t>— </w:t>
      </w:r>
      <w:r w:rsidR="00530790" w:rsidRPr="005D5566">
        <w:t>Voyez</w:t>
      </w:r>
      <w:r>
        <w:t xml:space="preserve">, </w:t>
      </w:r>
      <w:r w:rsidR="00530790" w:rsidRPr="005D5566">
        <w:t xml:space="preserve">elle </w:t>
      </w:r>
      <w:r w:rsidR="00530790" w:rsidRPr="005D5566">
        <w:rPr>
          <w:bCs/>
        </w:rPr>
        <w:t>a l</w:t>
      </w:r>
      <w:r w:rsidR="00530790" w:rsidRPr="005D5566">
        <w:t>e drapeau</w:t>
      </w:r>
      <w:r>
        <w:t xml:space="preserve"> ! </w:t>
      </w:r>
      <w:r w:rsidR="00530790" w:rsidRPr="005D5566">
        <w:t>elle a le drapeau à la main</w:t>
      </w:r>
      <w:r>
        <w:t> !</w:t>
      </w:r>
    </w:p>
    <w:p w14:paraId="65758E4E" w14:textId="77777777" w:rsidR="001C0413" w:rsidRDefault="001C0413" w:rsidP="001C0413">
      <w:r>
        <w:t>— </w:t>
      </w:r>
      <w:r w:rsidR="00530790" w:rsidRPr="005D5566">
        <w:t>Tais-toi</w:t>
      </w:r>
      <w:r>
        <w:t xml:space="preserve"> ! </w:t>
      </w:r>
      <w:r w:rsidR="00530790" w:rsidRPr="005D5566">
        <w:t>répondit une voix avec sévérité</w:t>
      </w:r>
      <w:r>
        <w:t>.</w:t>
      </w:r>
    </w:p>
    <w:p w14:paraId="000328D7" w14:textId="77777777" w:rsidR="001C0413" w:rsidRDefault="00530790" w:rsidP="001C0413">
      <w:r w:rsidRPr="005D5566">
        <w:t>La mère étendit les bras en un large geste</w:t>
      </w:r>
      <w:r w:rsidR="001C0413">
        <w:t>.</w:t>
      </w:r>
    </w:p>
    <w:p w14:paraId="511FF1EB" w14:textId="77777777" w:rsidR="001C0413" w:rsidRDefault="001C0413" w:rsidP="001C0413">
      <w:r>
        <w:t>— </w:t>
      </w:r>
      <w:r w:rsidR="00530790" w:rsidRPr="005D5566">
        <w:t>Écoutez</w:t>
      </w:r>
      <w:r>
        <w:t xml:space="preserve">, </w:t>
      </w:r>
      <w:r w:rsidR="00530790" w:rsidRPr="005D5566">
        <w:t>au nom de Jésus</w:t>
      </w:r>
      <w:r>
        <w:t xml:space="preserve"> ! </w:t>
      </w:r>
      <w:r w:rsidR="00530790" w:rsidRPr="005D5566">
        <w:t>Vous êtes tous des nôtres</w:t>
      </w:r>
      <w:r>
        <w:t xml:space="preserve">… </w:t>
      </w:r>
      <w:r w:rsidR="00530790" w:rsidRPr="005D5566">
        <w:t>vous êtes tous des gens sincères</w:t>
      </w:r>
      <w:r>
        <w:t xml:space="preserve">… </w:t>
      </w:r>
      <w:r w:rsidR="00530790" w:rsidRPr="005D5566">
        <w:t>ouvrez les yeux</w:t>
      </w:r>
      <w:r>
        <w:t xml:space="preserve">… </w:t>
      </w:r>
      <w:r w:rsidR="00530790" w:rsidRPr="005D5566">
        <w:t>regardez sans crainte</w:t>
      </w:r>
      <w:r>
        <w:t xml:space="preserve">… </w:t>
      </w:r>
      <w:r w:rsidR="00530790" w:rsidRPr="005D5566">
        <w:t>que s</w:t>
      </w:r>
      <w:r>
        <w:t>’</w:t>
      </w:r>
      <w:r w:rsidR="00530790" w:rsidRPr="005D5566">
        <w:t>est-il passé</w:t>
      </w:r>
      <w:r>
        <w:t xml:space="preserve"> ? </w:t>
      </w:r>
      <w:r w:rsidR="00530790" w:rsidRPr="005D5566">
        <w:t>Nos enfants se lèvent paisiblement</w:t>
      </w:r>
      <w:r>
        <w:t xml:space="preserve">… </w:t>
      </w:r>
      <w:r w:rsidR="00530790" w:rsidRPr="005D5566">
        <w:t>Nos enfants</w:t>
      </w:r>
      <w:r>
        <w:t xml:space="preserve">, </w:t>
      </w:r>
      <w:r w:rsidR="00530790" w:rsidRPr="005D5566">
        <w:t>notre sang</w:t>
      </w:r>
      <w:r>
        <w:t xml:space="preserve">, </w:t>
      </w:r>
      <w:r w:rsidR="00530790" w:rsidRPr="005D5566">
        <w:t>se lèvent au nom de la vérité</w:t>
      </w:r>
      <w:r>
        <w:t xml:space="preserve">… </w:t>
      </w:r>
      <w:r w:rsidR="00530790" w:rsidRPr="005D5566">
        <w:t>ils frayent loyalement la route pour arriver à une nouvelle voie</w:t>
      </w:r>
      <w:r>
        <w:t xml:space="preserve">, </w:t>
      </w:r>
      <w:r w:rsidR="00530790" w:rsidRPr="005D5566">
        <w:t>une voie large et directe destinée à tous</w:t>
      </w:r>
      <w:r>
        <w:t xml:space="preserve">… </w:t>
      </w:r>
      <w:r w:rsidR="00530790" w:rsidRPr="005D5566">
        <w:t>Pour vous tous</w:t>
      </w:r>
      <w:r>
        <w:t xml:space="preserve">, </w:t>
      </w:r>
      <w:r w:rsidR="00530790" w:rsidRPr="005D5566">
        <w:t>pour vos enfants</w:t>
      </w:r>
      <w:r>
        <w:t xml:space="preserve">, </w:t>
      </w:r>
      <w:r w:rsidR="00530790" w:rsidRPr="005D5566">
        <w:t>ils ont entrepris une croisade</w:t>
      </w:r>
      <w:r>
        <w:t>…</w:t>
      </w:r>
    </w:p>
    <w:p w14:paraId="3519537F" w14:textId="77777777" w:rsidR="001C0413" w:rsidRDefault="00530790" w:rsidP="001C0413">
      <w:r w:rsidRPr="005D5566">
        <w:t>Son cœur se brisait</w:t>
      </w:r>
      <w:r w:rsidR="001C0413">
        <w:t xml:space="preserve">, </w:t>
      </w:r>
      <w:r w:rsidRPr="005D5566">
        <w:t>sa poitrine était embarrassée</w:t>
      </w:r>
      <w:r w:rsidR="001C0413">
        <w:t xml:space="preserve">, </w:t>
      </w:r>
      <w:r w:rsidRPr="005D5566">
        <w:t>sa gorge sèche et enflammée</w:t>
      </w:r>
      <w:r w:rsidR="001C0413">
        <w:t xml:space="preserve">. </w:t>
      </w:r>
      <w:r w:rsidRPr="005D5566">
        <w:t>Au plus profond d</w:t>
      </w:r>
      <w:r w:rsidR="001C0413">
        <w:t>’</w:t>
      </w:r>
      <w:r w:rsidRPr="005D5566">
        <w:t>elle-même naissaient des paroles d</w:t>
      </w:r>
      <w:r w:rsidR="001C0413">
        <w:t>’</w:t>
      </w:r>
      <w:r w:rsidRPr="005D5566">
        <w:t xml:space="preserve">un immense amour qui embrassait tout </w:t>
      </w:r>
      <w:r w:rsidRPr="005D5566">
        <w:lastRenderedPageBreak/>
        <w:t>et tous</w:t>
      </w:r>
      <w:r w:rsidR="001C0413">
        <w:t xml:space="preserve">, </w:t>
      </w:r>
      <w:r w:rsidRPr="005D5566">
        <w:t>elles brûlaient sa langue et la faisaient mouvoir avec une force croissante</w:t>
      </w:r>
      <w:r w:rsidR="001C0413">
        <w:t>.</w:t>
      </w:r>
    </w:p>
    <w:p w14:paraId="7D066226" w14:textId="77777777" w:rsidR="001C0413" w:rsidRDefault="00530790" w:rsidP="001C0413">
      <w:r w:rsidRPr="005D5566">
        <w:t>Elle voyait qu</w:t>
      </w:r>
      <w:r w:rsidR="001C0413">
        <w:t>’</w:t>
      </w:r>
      <w:r w:rsidRPr="005D5566">
        <w:t>on l</w:t>
      </w:r>
      <w:r w:rsidR="001C0413">
        <w:t>’</w:t>
      </w:r>
      <w:r w:rsidRPr="005D5566">
        <w:t>écoutait</w:t>
      </w:r>
      <w:r w:rsidR="001C0413">
        <w:t xml:space="preserve"> ; </w:t>
      </w:r>
      <w:r w:rsidRPr="005D5566">
        <w:t>tous se taisaient</w:t>
      </w:r>
      <w:r w:rsidR="001C0413">
        <w:t xml:space="preserve"> ; </w:t>
      </w:r>
      <w:r w:rsidRPr="005D5566">
        <w:t>la mère comprenait qu</w:t>
      </w:r>
      <w:r w:rsidR="001C0413">
        <w:t>’</w:t>
      </w:r>
      <w:r w:rsidRPr="005D5566">
        <w:t>ils réfléchissaient</w:t>
      </w:r>
      <w:r w:rsidR="001C0413">
        <w:t xml:space="preserve"> ; </w:t>
      </w:r>
      <w:r w:rsidRPr="005D5566">
        <w:t>un désir dont elle avait nettement conscience maintenant s</w:t>
      </w:r>
      <w:r w:rsidR="001C0413">
        <w:t>’</w:t>
      </w:r>
      <w:r w:rsidRPr="005D5566">
        <w:t>éveillait en elle</w:t>
      </w:r>
      <w:r w:rsidR="001C0413">
        <w:t xml:space="preserve"> : </w:t>
      </w:r>
      <w:r w:rsidRPr="005D5566">
        <w:t>celui d</w:t>
      </w:r>
      <w:r w:rsidR="001C0413">
        <w:t>’</w:t>
      </w:r>
      <w:r w:rsidRPr="005D5566">
        <w:t>entraîner ceux qui l</w:t>
      </w:r>
      <w:r w:rsidR="001C0413">
        <w:t>’</w:t>
      </w:r>
      <w:r w:rsidRPr="005D5566">
        <w:t>entouraient</w:t>
      </w:r>
      <w:r w:rsidR="001C0413">
        <w:t xml:space="preserve">, </w:t>
      </w:r>
      <w:r w:rsidRPr="005D5566">
        <w:t>là-bas</w:t>
      </w:r>
      <w:r w:rsidR="001C0413">
        <w:t xml:space="preserve">, </w:t>
      </w:r>
      <w:r w:rsidRPr="005D5566">
        <w:t>vers André</w:t>
      </w:r>
      <w:r w:rsidR="001C0413">
        <w:t xml:space="preserve">, </w:t>
      </w:r>
      <w:r w:rsidRPr="005D5566">
        <w:t>vers Pavel</w:t>
      </w:r>
      <w:r w:rsidR="001C0413">
        <w:t xml:space="preserve">, </w:t>
      </w:r>
      <w:r w:rsidRPr="005D5566">
        <w:t>vers les camarades qu</w:t>
      </w:r>
      <w:r w:rsidR="001C0413">
        <w:t>’</w:t>
      </w:r>
      <w:r w:rsidRPr="005D5566">
        <w:t>on avait laissé prendre par les soldats</w:t>
      </w:r>
      <w:r w:rsidR="001C0413">
        <w:t xml:space="preserve">, </w:t>
      </w:r>
      <w:r w:rsidRPr="005D5566">
        <w:t>qu</w:t>
      </w:r>
      <w:r w:rsidR="001C0413">
        <w:t>’</w:t>
      </w:r>
      <w:r w:rsidRPr="005D5566">
        <w:t>on avait laissés seuls et dont on s</w:t>
      </w:r>
      <w:r w:rsidR="001C0413">
        <w:t>’</w:t>
      </w:r>
      <w:r w:rsidRPr="005D5566">
        <w:t>était éloigné</w:t>
      </w:r>
      <w:r w:rsidR="001C0413">
        <w:t>.</w:t>
      </w:r>
    </w:p>
    <w:p w14:paraId="36FF6AB2" w14:textId="77777777" w:rsidR="001C0413" w:rsidRDefault="00530790" w:rsidP="001C0413">
      <w:r w:rsidRPr="005D5566">
        <w:t>Elle reprit avec une force atténuée</w:t>
      </w:r>
      <w:r w:rsidR="001C0413">
        <w:t xml:space="preserve">, </w:t>
      </w:r>
      <w:r w:rsidRPr="005D5566">
        <w:t>en promenant son regard sur les visages attentifs et sombres</w:t>
      </w:r>
      <w:r w:rsidR="001C0413">
        <w:t> :</w:t>
      </w:r>
    </w:p>
    <w:p w14:paraId="2C8DCA24" w14:textId="77777777" w:rsidR="001C0413" w:rsidRDefault="001C0413" w:rsidP="001C0413">
      <w:pPr>
        <w:rPr>
          <w:bCs/>
        </w:rPr>
      </w:pPr>
      <w:r>
        <w:t>— </w:t>
      </w:r>
      <w:r w:rsidR="00530790" w:rsidRPr="005D5566">
        <w:t>Nos enfants s</w:t>
      </w:r>
      <w:r>
        <w:t>’</w:t>
      </w:r>
      <w:r w:rsidR="00530790" w:rsidRPr="005D5566">
        <w:t>en vont par le monde vers la joie</w:t>
      </w:r>
      <w:r>
        <w:t xml:space="preserve"> ; </w:t>
      </w:r>
      <w:r w:rsidR="00530790" w:rsidRPr="005D5566">
        <w:t>au nom de tous et au nom de la vérité du Christ</w:t>
      </w:r>
      <w:r>
        <w:t xml:space="preserve">, </w:t>
      </w:r>
      <w:r w:rsidR="00530790" w:rsidRPr="005D5566">
        <w:t>ils marchent contre toutes les choses au moyen desquelles les méchants</w:t>
      </w:r>
      <w:r>
        <w:t xml:space="preserve">, </w:t>
      </w:r>
      <w:r w:rsidR="00530790" w:rsidRPr="005D5566">
        <w:t>les trompeurs</w:t>
      </w:r>
      <w:r>
        <w:t xml:space="preserve">, </w:t>
      </w:r>
      <w:r w:rsidR="00530790" w:rsidRPr="005D5566">
        <w:t>les rapaces nous enchaînent</w:t>
      </w:r>
      <w:r>
        <w:t xml:space="preserve">, </w:t>
      </w:r>
      <w:r w:rsidR="00530790" w:rsidRPr="005D5566">
        <w:t>nous étranglent et nous retiennent prisonniers</w:t>
      </w:r>
      <w:r>
        <w:t xml:space="preserve">. </w:t>
      </w:r>
      <w:r w:rsidR="00530790" w:rsidRPr="005D5566">
        <w:t>Mes amis</w:t>
      </w:r>
      <w:r>
        <w:t xml:space="preserve"> ! </w:t>
      </w:r>
      <w:r w:rsidR="00530790" w:rsidRPr="005D5566">
        <w:t>c</w:t>
      </w:r>
      <w:r>
        <w:t>’</w:t>
      </w:r>
      <w:r w:rsidR="00530790" w:rsidRPr="005D5566">
        <w:t>est pour le peuple</w:t>
      </w:r>
      <w:r>
        <w:t xml:space="preserve">, </w:t>
      </w:r>
      <w:r w:rsidR="00530790" w:rsidRPr="005D5566">
        <w:t>pour le monde entier</w:t>
      </w:r>
      <w:r>
        <w:t xml:space="preserve">, </w:t>
      </w:r>
      <w:r w:rsidR="00530790" w:rsidRPr="005D5566">
        <w:t>pour tous les opprimés</w:t>
      </w:r>
      <w:r>
        <w:t xml:space="preserve">, </w:t>
      </w:r>
      <w:r w:rsidR="00530790" w:rsidRPr="005D5566">
        <w:t>que notre jeunesse</w:t>
      </w:r>
      <w:r>
        <w:t xml:space="preserve">, </w:t>
      </w:r>
      <w:r w:rsidR="00530790" w:rsidRPr="005D5566">
        <w:t>notre sang</w:t>
      </w:r>
      <w:r>
        <w:t xml:space="preserve">, </w:t>
      </w:r>
      <w:r w:rsidR="00530790" w:rsidRPr="005D5566">
        <w:t>se sont soulevés</w:t>
      </w:r>
      <w:r>
        <w:t xml:space="preserve">… </w:t>
      </w:r>
      <w:r w:rsidR="00530790" w:rsidRPr="005D5566">
        <w:t>Ne les abandonnez donc pas</w:t>
      </w:r>
      <w:r>
        <w:t xml:space="preserve">, </w:t>
      </w:r>
      <w:r w:rsidR="00530790" w:rsidRPr="005D5566">
        <w:t>ne les reniez pas</w:t>
      </w:r>
      <w:r>
        <w:t xml:space="preserve">, </w:t>
      </w:r>
      <w:r w:rsidR="00530790" w:rsidRPr="005D5566">
        <w:t>ne laissez pas vos enfants suivre leur voie solitairement</w:t>
      </w:r>
      <w:r>
        <w:t xml:space="preserve"> !… </w:t>
      </w:r>
      <w:r w:rsidR="00530790" w:rsidRPr="005D5566">
        <w:t>Ayez pitié de vous-mêmes</w:t>
      </w:r>
      <w:r>
        <w:t xml:space="preserve">… </w:t>
      </w:r>
      <w:r w:rsidR="00530790" w:rsidRPr="005D5566">
        <w:t>aimez-les</w:t>
      </w:r>
      <w:r>
        <w:t xml:space="preserve">… </w:t>
      </w:r>
      <w:r w:rsidR="00530790" w:rsidRPr="005D5566">
        <w:t>comprenez ces cœurs d</w:t>
      </w:r>
      <w:r>
        <w:t>’</w:t>
      </w:r>
      <w:r w:rsidR="00530790" w:rsidRPr="005D5566">
        <w:t>enfants</w:t>
      </w:r>
      <w:r>
        <w:t xml:space="preserve">… </w:t>
      </w:r>
      <w:r w:rsidR="00530790" w:rsidRPr="005D5566">
        <w:t>ayez confiance en eux</w:t>
      </w:r>
      <w:r>
        <w:rPr>
          <w:bCs/>
        </w:rPr>
        <w:t> !</w:t>
      </w:r>
    </w:p>
    <w:p w14:paraId="01A8D505" w14:textId="77777777" w:rsidR="001C0413" w:rsidRDefault="00530790" w:rsidP="001C0413">
      <w:r w:rsidRPr="005D5566">
        <w:t>Sa voix se brisa</w:t>
      </w:r>
      <w:r w:rsidR="001C0413">
        <w:t xml:space="preserve">, </w:t>
      </w:r>
      <w:r w:rsidRPr="005D5566">
        <w:t>elle chancela</w:t>
      </w:r>
      <w:r w:rsidR="001C0413">
        <w:t xml:space="preserve">, </w:t>
      </w:r>
      <w:r w:rsidRPr="005D5566">
        <w:t>épuisée</w:t>
      </w:r>
      <w:r w:rsidR="001C0413">
        <w:t xml:space="preserve"> ; </w:t>
      </w:r>
      <w:r w:rsidRPr="005D5566">
        <w:t>quelqu</w:t>
      </w:r>
      <w:r w:rsidR="001C0413">
        <w:t>’</w:t>
      </w:r>
      <w:r w:rsidRPr="005D5566">
        <w:t>un la soutint par le bras</w:t>
      </w:r>
      <w:r w:rsidR="001C0413">
        <w:t>…</w:t>
      </w:r>
    </w:p>
    <w:p w14:paraId="490E7340" w14:textId="77777777" w:rsidR="001C0413" w:rsidRDefault="001C0413" w:rsidP="001C0413">
      <w:r>
        <w:t>— </w:t>
      </w:r>
      <w:r w:rsidR="00530790" w:rsidRPr="005D5566">
        <w:t>C</w:t>
      </w:r>
      <w:r>
        <w:t>’</w:t>
      </w:r>
      <w:r w:rsidR="00530790" w:rsidRPr="005D5566">
        <w:t>est Dieu qui l</w:t>
      </w:r>
      <w:r>
        <w:t>’</w:t>
      </w:r>
      <w:r w:rsidR="00530790" w:rsidRPr="005D5566">
        <w:t>inspire</w:t>
      </w:r>
      <w:r>
        <w:t xml:space="preserve"> ! </w:t>
      </w:r>
      <w:r w:rsidR="00530790" w:rsidRPr="005D5566">
        <w:t>cria une voix sourde et agitée</w:t>
      </w:r>
      <w:r>
        <w:t xml:space="preserve">, </w:t>
      </w:r>
      <w:r w:rsidR="00530790" w:rsidRPr="005D5566">
        <w:t>c</w:t>
      </w:r>
      <w:r>
        <w:t>’</w:t>
      </w:r>
      <w:r w:rsidR="00530790" w:rsidRPr="005D5566">
        <w:t>est Dieu qui l</w:t>
      </w:r>
      <w:r>
        <w:t>’</w:t>
      </w:r>
      <w:r w:rsidR="00530790" w:rsidRPr="005D5566">
        <w:t>inspire</w:t>
      </w:r>
      <w:r>
        <w:t xml:space="preserve">, </w:t>
      </w:r>
      <w:r w:rsidR="00530790" w:rsidRPr="005D5566">
        <w:t>bonnes gens</w:t>
      </w:r>
      <w:r>
        <w:t xml:space="preserve">. </w:t>
      </w:r>
      <w:r w:rsidR="00530790" w:rsidRPr="005D5566">
        <w:t>Écoutez-la</w:t>
      </w:r>
      <w:r>
        <w:t> !</w:t>
      </w:r>
    </w:p>
    <w:p w14:paraId="1C0E7297" w14:textId="77777777" w:rsidR="001C0413" w:rsidRDefault="00530790" w:rsidP="001C0413">
      <w:r w:rsidRPr="005D5566">
        <w:t>Un autre la plaignit</w:t>
      </w:r>
      <w:r w:rsidR="001C0413">
        <w:t>.</w:t>
      </w:r>
    </w:p>
    <w:p w14:paraId="75C02AD9" w14:textId="77777777" w:rsidR="001C0413" w:rsidRDefault="001C0413" w:rsidP="001C0413">
      <w:r>
        <w:t>— </w:t>
      </w:r>
      <w:r w:rsidR="00530790" w:rsidRPr="005D5566">
        <w:t>Hé</w:t>
      </w:r>
      <w:r>
        <w:t xml:space="preserve"> ! </w:t>
      </w:r>
      <w:r w:rsidR="00530790" w:rsidRPr="005D5566">
        <w:t>elle se tue</w:t>
      </w:r>
      <w:r>
        <w:t>…</w:t>
      </w:r>
    </w:p>
    <w:p w14:paraId="64D6BA69" w14:textId="77777777" w:rsidR="001C0413" w:rsidRDefault="001C0413" w:rsidP="001C0413">
      <w:r>
        <w:t>— </w:t>
      </w:r>
      <w:r w:rsidR="00530790" w:rsidRPr="005D5566">
        <w:t>Ce n</w:t>
      </w:r>
      <w:r>
        <w:t>’</w:t>
      </w:r>
      <w:r w:rsidR="00530790" w:rsidRPr="005D5566">
        <w:t>est pas elle qu</w:t>
      </w:r>
      <w:r>
        <w:t>’</w:t>
      </w:r>
      <w:r w:rsidR="00530790" w:rsidRPr="005D5566">
        <w:t>elle tue</w:t>
      </w:r>
      <w:r>
        <w:t xml:space="preserve">, </w:t>
      </w:r>
      <w:r w:rsidR="00530790" w:rsidRPr="005D5566">
        <w:t>c</w:t>
      </w:r>
      <w:r>
        <w:t>’</w:t>
      </w:r>
      <w:r w:rsidR="00530790" w:rsidRPr="005D5566">
        <w:t>est nous autres imbéciles</w:t>
      </w:r>
      <w:r>
        <w:t xml:space="preserve">, </w:t>
      </w:r>
      <w:r w:rsidR="00530790" w:rsidRPr="005D5566">
        <w:t>qu</w:t>
      </w:r>
      <w:r>
        <w:t>’</w:t>
      </w:r>
      <w:r w:rsidR="00530790" w:rsidRPr="005D5566">
        <w:t>elle frappe</w:t>
      </w:r>
      <w:r>
        <w:t xml:space="preserve">, </w:t>
      </w:r>
      <w:r w:rsidR="00530790" w:rsidRPr="005D5566">
        <w:t>comprends-le</w:t>
      </w:r>
      <w:r>
        <w:t> !</w:t>
      </w:r>
    </w:p>
    <w:p w14:paraId="3156E9C6" w14:textId="77777777" w:rsidR="001C0413" w:rsidRDefault="00530790" w:rsidP="001C0413">
      <w:r w:rsidRPr="005D5566">
        <w:lastRenderedPageBreak/>
        <w:t>Une voix aiguë et anxieuse s</w:t>
      </w:r>
      <w:r w:rsidR="001C0413">
        <w:t>’</w:t>
      </w:r>
      <w:r w:rsidRPr="005D5566">
        <w:t>éleva au-dessus de la foule</w:t>
      </w:r>
      <w:r w:rsidR="001C0413">
        <w:t> :</w:t>
      </w:r>
    </w:p>
    <w:p w14:paraId="0640C8E4" w14:textId="77777777" w:rsidR="001C0413" w:rsidRDefault="001C0413" w:rsidP="001C0413">
      <w:r>
        <w:t>— </w:t>
      </w:r>
      <w:r w:rsidR="00530790" w:rsidRPr="005D5566">
        <w:t>Chrétiens</w:t>
      </w:r>
      <w:r>
        <w:t xml:space="preserve"> ! </w:t>
      </w:r>
      <w:r w:rsidR="00530790" w:rsidRPr="005D5566">
        <w:t>Mon Mitia</w:t>
      </w:r>
      <w:r>
        <w:t xml:space="preserve">… </w:t>
      </w:r>
      <w:r w:rsidR="00530790" w:rsidRPr="005D5566">
        <w:t>cette âme pure</w:t>
      </w:r>
      <w:r>
        <w:t xml:space="preserve">… </w:t>
      </w:r>
      <w:r w:rsidR="00530790" w:rsidRPr="005D5566">
        <w:t>qu</w:t>
      </w:r>
      <w:r>
        <w:t>’</w:t>
      </w:r>
      <w:r w:rsidR="00530790" w:rsidRPr="005D5566">
        <w:t>a-t-il fait</w:t>
      </w:r>
      <w:r>
        <w:t xml:space="preserve"> ? </w:t>
      </w:r>
      <w:r w:rsidR="00530790" w:rsidRPr="005D5566">
        <w:t>Il a suivi ses camarades</w:t>
      </w:r>
      <w:r>
        <w:t xml:space="preserve">… </w:t>
      </w:r>
      <w:r w:rsidR="00530790" w:rsidRPr="005D5566">
        <w:t>ses camarades bien-aimés</w:t>
      </w:r>
      <w:r>
        <w:t xml:space="preserve">… </w:t>
      </w:r>
      <w:r w:rsidR="00530790" w:rsidRPr="005D5566">
        <w:t>Elle a raison</w:t>
      </w:r>
      <w:r>
        <w:t xml:space="preserve">… </w:t>
      </w:r>
      <w:r w:rsidR="00530790" w:rsidRPr="005D5566">
        <w:t>pourquoi abandonnons-nous nos enfants</w:t>
      </w:r>
      <w:r>
        <w:t xml:space="preserve"> ? </w:t>
      </w:r>
      <w:r w:rsidR="00530790" w:rsidRPr="005D5566">
        <w:t>Quel mal ont-ils fait</w:t>
      </w:r>
      <w:r>
        <w:t> ?</w:t>
      </w:r>
    </w:p>
    <w:p w14:paraId="6486F0C8" w14:textId="77777777" w:rsidR="001C0413" w:rsidRDefault="00530790" w:rsidP="001C0413">
      <w:r w:rsidRPr="005D5566">
        <w:t>Ces paroles firent trembler la mère</w:t>
      </w:r>
      <w:r w:rsidR="001C0413">
        <w:t xml:space="preserve"> ; </w:t>
      </w:r>
      <w:r w:rsidRPr="005D5566">
        <w:t>elle leur répondit par de douces larmes</w:t>
      </w:r>
      <w:r w:rsidR="001C0413">
        <w:t>.</w:t>
      </w:r>
    </w:p>
    <w:p w14:paraId="759FE9E7" w14:textId="77777777" w:rsidR="001C0413" w:rsidRDefault="001C0413" w:rsidP="001C0413">
      <w:r>
        <w:t>— </w:t>
      </w:r>
      <w:r w:rsidR="00530790" w:rsidRPr="005D5566">
        <w:t>Rentre chez toi</w:t>
      </w:r>
      <w:r>
        <w:t xml:space="preserve">, </w:t>
      </w:r>
      <w:r w:rsidR="00530790" w:rsidRPr="005D5566">
        <w:t>Pélaguée</w:t>
      </w:r>
      <w:r>
        <w:t xml:space="preserve">. </w:t>
      </w:r>
      <w:r w:rsidR="00530790" w:rsidRPr="005D5566">
        <w:t>Va</w:t>
      </w:r>
      <w:r>
        <w:t xml:space="preserve">, </w:t>
      </w:r>
      <w:r w:rsidR="00530790" w:rsidRPr="005D5566">
        <w:t>mère</w:t>
      </w:r>
      <w:r>
        <w:t xml:space="preserve"> ! </w:t>
      </w:r>
      <w:r w:rsidR="00530790" w:rsidRPr="005D5566">
        <w:t>tu es harassée</w:t>
      </w:r>
      <w:r>
        <w:t xml:space="preserve"> ! </w:t>
      </w:r>
      <w:r w:rsidR="00530790" w:rsidRPr="005D5566">
        <w:t>dit Sizov d</w:t>
      </w:r>
      <w:r>
        <w:t>’</w:t>
      </w:r>
      <w:r w:rsidR="00530790" w:rsidRPr="005D5566">
        <w:t>une voix forte</w:t>
      </w:r>
      <w:r>
        <w:t>.</w:t>
      </w:r>
    </w:p>
    <w:p w14:paraId="4E7301DA" w14:textId="77777777" w:rsidR="001C0413" w:rsidRDefault="00530790" w:rsidP="001C0413">
      <w:r w:rsidRPr="005D5566">
        <w:t>Il était sale</w:t>
      </w:r>
      <w:r w:rsidR="001C0413">
        <w:t xml:space="preserve">, </w:t>
      </w:r>
      <w:r w:rsidRPr="005D5566">
        <w:t>la barbe tout ébouriffée</w:t>
      </w:r>
      <w:r w:rsidR="001C0413">
        <w:t xml:space="preserve">. </w:t>
      </w:r>
      <w:r w:rsidRPr="005D5566">
        <w:t>Soudain</w:t>
      </w:r>
      <w:r w:rsidR="001C0413">
        <w:t xml:space="preserve">, </w:t>
      </w:r>
      <w:r w:rsidRPr="005D5566">
        <w:t>il fronça le sourcil</w:t>
      </w:r>
      <w:r w:rsidR="001C0413">
        <w:t xml:space="preserve">, </w:t>
      </w:r>
      <w:r w:rsidRPr="005D5566">
        <w:t>promena un regard sévère sur la foule</w:t>
      </w:r>
      <w:r w:rsidR="001C0413">
        <w:t xml:space="preserve">, </w:t>
      </w:r>
      <w:r w:rsidRPr="005D5566">
        <w:t>se redressa de toute sa hauteur</w:t>
      </w:r>
      <w:r w:rsidR="001C0413">
        <w:t xml:space="preserve">, </w:t>
      </w:r>
      <w:r w:rsidRPr="005D5566">
        <w:t>et dit d</w:t>
      </w:r>
      <w:r w:rsidR="001C0413">
        <w:t>’</w:t>
      </w:r>
      <w:r w:rsidRPr="005D5566">
        <w:t>une voix nette</w:t>
      </w:r>
      <w:r w:rsidR="001C0413">
        <w:t> :</w:t>
      </w:r>
    </w:p>
    <w:p w14:paraId="7BC8A027" w14:textId="77777777" w:rsidR="001C0413" w:rsidRDefault="001C0413" w:rsidP="001C0413">
      <w:r>
        <w:t>— </w:t>
      </w:r>
      <w:r w:rsidR="00530790" w:rsidRPr="005D5566">
        <w:t>Mon fils Matwéï a été écrasé à la fabrique</w:t>
      </w:r>
      <w:r>
        <w:t xml:space="preserve">, </w:t>
      </w:r>
      <w:r w:rsidR="00530790" w:rsidRPr="005D5566">
        <w:t>vous le savez</w:t>
      </w:r>
      <w:r>
        <w:t xml:space="preserve">. </w:t>
      </w:r>
      <w:r w:rsidR="00530790" w:rsidRPr="005D5566">
        <w:t>Mais s</w:t>
      </w:r>
      <w:r>
        <w:t>’</w:t>
      </w:r>
      <w:r w:rsidR="00530790" w:rsidRPr="005D5566">
        <w:t>il était vivant</w:t>
      </w:r>
      <w:r>
        <w:t xml:space="preserve">, </w:t>
      </w:r>
      <w:r w:rsidR="00530790" w:rsidRPr="005D5566">
        <w:t>je l</w:t>
      </w:r>
      <w:r>
        <w:t>’</w:t>
      </w:r>
      <w:r w:rsidR="00530790" w:rsidRPr="005D5566">
        <w:t>aurais moi-même envoyé se mettre dans les rangs de ceux-là</w:t>
      </w:r>
      <w:r>
        <w:t xml:space="preserve">… </w:t>
      </w:r>
      <w:r w:rsidR="00530790" w:rsidRPr="005D5566">
        <w:t>je lui aurais dit</w:t>
      </w:r>
      <w:r>
        <w:t xml:space="preserve"> : </w:t>
      </w:r>
      <w:r w:rsidR="00530790" w:rsidRPr="005D5566">
        <w:t>Vas-y aussi</w:t>
      </w:r>
      <w:r>
        <w:t xml:space="preserve">, </w:t>
      </w:r>
      <w:r w:rsidR="00530790" w:rsidRPr="005D5566">
        <w:t>Matwéï</w:t>
      </w:r>
      <w:r>
        <w:t xml:space="preserve">, </w:t>
      </w:r>
      <w:r w:rsidR="00530790" w:rsidRPr="005D5566">
        <w:t>va</w:t>
      </w:r>
      <w:r>
        <w:t xml:space="preserve">, </w:t>
      </w:r>
      <w:r w:rsidR="00530790" w:rsidRPr="005D5566">
        <w:t>car c</w:t>
      </w:r>
      <w:r>
        <w:t>’</w:t>
      </w:r>
      <w:r w:rsidR="00530790" w:rsidRPr="005D5566">
        <w:t>est une cause juste</w:t>
      </w:r>
      <w:r>
        <w:t xml:space="preserve">, </w:t>
      </w:r>
      <w:r w:rsidR="00530790" w:rsidRPr="005D5566">
        <w:t>une cause sainte</w:t>
      </w:r>
      <w:r>
        <w:t> !</w:t>
      </w:r>
    </w:p>
    <w:p w14:paraId="6BBD456D" w14:textId="77777777" w:rsidR="001C0413" w:rsidRDefault="00530790" w:rsidP="001C0413">
      <w:r w:rsidRPr="005D5566">
        <w:t>Il s</w:t>
      </w:r>
      <w:r w:rsidR="001C0413">
        <w:t>’</w:t>
      </w:r>
      <w:r w:rsidRPr="005D5566">
        <w:t>interrompit</w:t>
      </w:r>
      <w:r w:rsidR="001C0413">
        <w:t xml:space="preserve">, </w:t>
      </w:r>
      <w:r w:rsidRPr="005D5566">
        <w:t>les gens gardèrent le silence</w:t>
      </w:r>
      <w:r w:rsidR="001C0413">
        <w:t xml:space="preserve"> ; </w:t>
      </w:r>
      <w:r w:rsidRPr="005D5566">
        <w:t>ils étaient envahis par la sensation d</w:t>
      </w:r>
      <w:r w:rsidR="001C0413">
        <w:t>’</w:t>
      </w:r>
      <w:r w:rsidRPr="005D5566">
        <w:t>on ne sait quoi de grand et de nouveau qui ne les effrayait déjà plus</w:t>
      </w:r>
      <w:r w:rsidR="001C0413">
        <w:t xml:space="preserve">. </w:t>
      </w:r>
      <w:r w:rsidRPr="005D5566">
        <w:t>Sizov leva le bras</w:t>
      </w:r>
      <w:r w:rsidR="001C0413">
        <w:t xml:space="preserve">, </w:t>
      </w:r>
      <w:r w:rsidRPr="005D5566">
        <w:t>l</w:t>
      </w:r>
      <w:r w:rsidR="001C0413">
        <w:t>’</w:t>
      </w:r>
      <w:r w:rsidRPr="005D5566">
        <w:t>agita et reprit</w:t>
      </w:r>
      <w:r w:rsidR="001C0413">
        <w:t> :</w:t>
      </w:r>
    </w:p>
    <w:p w14:paraId="1BB052CF" w14:textId="77777777" w:rsidR="001C0413" w:rsidRDefault="001C0413" w:rsidP="001C0413">
      <w:r>
        <w:t>— </w:t>
      </w:r>
      <w:r w:rsidR="00530790" w:rsidRPr="005D5566">
        <w:t>C</w:t>
      </w:r>
      <w:r>
        <w:t>’</w:t>
      </w:r>
      <w:r w:rsidR="00530790" w:rsidRPr="005D5566">
        <w:t>est un vieillard qui parle</w:t>
      </w:r>
      <w:r>
        <w:t xml:space="preserve">… </w:t>
      </w:r>
      <w:r w:rsidR="00530790" w:rsidRPr="005D5566">
        <w:t>Vous me connaissez tous</w:t>
      </w:r>
      <w:r>
        <w:t xml:space="preserve"> ! </w:t>
      </w:r>
      <w:r w:rsidR="00530790" w:rsidRPr="005D5566">
        <w:t>Il y a trente-neuf ans que je travaille ici</w:t>
      </w:r>
      <w:r>
        <w:t xml:space="preserve">… </w:t>
      </w:r>
      <w:r w:rsidR="00530790" w:rsidRPr="005D5566">
        <w:t>Il y a cinquante-sept ans que je vis sur la terre</w:t>
      </w:r>
      <w:r>
        <w:t xml:space="preserve">. </w:t>
      </w:r>
      <w:r w:rsidR="00530790" w:rsidRPr="005D5566">
        <w:t>Mon neveu</w:t>
      </w:r>
      <w:r>
        <w:t xml:space="preserve">, </w:t>
      </w:r>
      <w:r w:rsidR="00530790" w:rsidRPr="005D5566">
        <w:t>un brave garçon</w:t>
      </w:r>
      <w:r>
        <w:t xml:space="preserve">, </w:t>
      </w:r>
      <w:r w:rsidR="00530790" w:rsidRPr="005D5566">
        <w:t>intelligent et honnête</w:t>
      </w:r>
      <w:r>
        <w:t xml:space="preserve">, </w:t>
      </w:r>
      <w:r w:rsidR="00530790" w:rsidRPr="005D5566">
        <w:t>a de nouveau été arrêté aujourd</w:t>
      </w:r>
      <w:r>
        <w:t>’</w:t>
      </w:r>
      <w:r w:rsidR="00530790" w:rsidRPr="005D5566">
        <w:t>hui</w:t>
      </w:r>
      <w:r>
        <w:t xml:space="preserve">… </w:t>
      </w:r>
      <w:r w:rsidR="00530790" w:rsidRPr="005D5566">
        <w:t>Il était aussi en avant</w:t>
      </w:r>
      <w:r>
        <w:t xml:space="preserve">, </w:t>
      </w:r>
      <w:r w:rsidR="00530790" w:rsidRPr="005D5566">
        <w:t>avec Vlassov</w:t>
      </w:r>
      <w:r>
        <w:t xml:space="preserve">, </w:t>
      </w:r>
      <w:r w:rsidR="00530790" w:rsidRPr="005D5566">
        <w:t>à côté du drapeau</w:t>
      </w:r>
      <w:r>
        <w:t>.</w:t>
      </w:r>
    </w:p>
    <w:p w14:paraId="1177FFD2" w14:textId="77777777" w:rsidR="001C0413" w:rsidRDefault="00530790" w:rsidP="001C0413">
      <w:r w:rsidRPr="005D5566">
        <w:t>Son visage se crispa</w:t>
      </w:r>
      <w:r w:rsidR="001C0413">
        <w:t xml:space="preserve"> ; </w:t>
      </w:r>
      <w:r w:rsidRPr="005D5566">
        <w:t>il continua en prenant la main de la mère</w:t>
      </w:r>
      <w:r w:rsidR="001C0413">
        <w:t> :</w:t>
      </w:r>
    </w:p>
    <w:p w14:paraId="1AC6C7B6" w14:textId="77777777" w:rsidR="001C0413" w:rsidRDefault="001C0413" w:rsidP="001C0413">
      <w:r>
        <w:lastRenderedPageBreak/>
        <w:t>— </w:t>
      </w:r>
      <w:r w:rsidR="00530790" w:rsidRPr="005D5566">
        <w:t>Cette femme a dit vrai</w:t>
      </w:r>
      <w:r>
        <w:t xml:space="preserve">… </w:t>
      </w:r>
      <w:r w:rsidR="00530790" w:rsidRPr="005D5566">
        <w:t>Les enfants veulent vivre dans l</w:t>
      </w:r>
      <w:r>
        <w:t>’</w:t>
      </w:r>
      <w:r w:rsidR="00530790" w:rsidRPr="005D5566">
        <w:t>honneur</w:t>
      </w:r>
      <w:r>
        <w:t xml:space="preserve">, </w:t>
      </w:r>
      <w:r w:rsidR="00530790" w:rsidRPr="005D5566">
        <w:t>selon la raison</w:t>
      </w:r>
      <w:r>
        <w:t xml:space="preserve">, </w:t>
      </w:r>
      <w:r w:rsidR="00530790" w:rsidRPr="005D5566">
        <w:t>et nous</w:t>
      </w:r>
      <w:r>
        <w:t xml:space="preserve">, </w:t>
      </w:r>
      <w:r w:rsidR="00530790" w:rsidRPr="005D5566">
        <w:t>nous les avons abandonnés</w:t>
      </w:r>
      <w:r>
        <w:t xml:space="preserve">… </w:t>
      </w:r>
      <w:r w:rsidR="00530790" w:rsidRPr="005D5566">
        <w:t>oui</w:t>
      </w:r>
      <w:r>
        <w:t xml:space="preserve">, </w:t>
      </w:r>
      <w:r w:rsidR="00530790" w:rsidRPr="005D5566">
        <w:t>nous les avons abandonnés</w:t>
      </w:r>
      <w:r>
        <w:t xml:space="preserve">. </w:t>
      </w:r>
      <w:r w:rsidR="00530790" w:rsidRPr="005D5566">
        <w:t>Rentre chez toi</w:t>
      </w:r>
      <w:r>
        <w:t xml:space="preserve">, </w:t>
      </w:r>
      <w:r w:rsidR="00530790" w:rsidRPr="005D5566">
        <w:t>Pélaguée</w:t>
      </w:r>
      <w:r>
        <w:t> !</w:t>
      </w:r>
    </w:p>
    <w:p w14:paraId="282EE64C" w14:textId="77777777" w:rsidR="001C0413" w:rsidRDefault="001C0413" w:rsidP="001C0413">
      <w:r>
        <w:t>— </w:t>
      </w:r>
      <w:r w:rsidR="00530790" w:rsidRPr="005D5566">
        <w:t>Mes amis</w:t>
      </w:r>
      <w:r>
        <w:t xml:space="preserve">, </w:t>
      </w:r>
      <w:r w:rsidR="00530790" w:rsidRPr="005D5566">
        <w:t>c</w:t>
      </w:r>
      <w:r>
        <w:t>’</w:t>
      </w:r>
      <w:r w:rsidR="00530790" w:rsidRPr="005D5566">
        <w:t>est pour nos enfants qu</w:t>
      </w:r>
      <w:r>
        <w:t>’</w:t>
      </w:r>
      <w:r w:rsidR="00530790" w:rsidRPr="005D5566">
        <w:t>est la vie</w:t>
      </w:r>
      <w:r>
        <w:t xml:space="preserve">, </w:t>
      </w:r>
      <w:r w:rsidR="00530790" w:rsidRPr="005D5566">
        <w:t>la terre est pour eux</w:t>
      </w:r>
      <w:r>
        <w:t xml:space="preserve"> ! </w:t>
      </w:r>
      <w:r w:rsidR="00530790" w:rsidRPr="005D5566">
        <w:t>dit la mère en regardant la foule avec ses yeux rougis de larmes</w:t>
      </w:r>
      <w:r>
        <w:t>.</w:t>
      </w:r>
    </w:p>
    <w:p w14:paraId="4FC94CE9" w14:textId="77777777" w:rsidR="001C0413" w:rsidRDefault="001C0413" w:rsidP="001C0413">
      <w:r>
        <w:t>— </w:t>
      </w:r>
      <w:r w:rsidR="00530790" w:rsidRPr="005D5566">
        <w:t>Va chez toi</w:t>
      </w:r>
      <w:r>
        <w:t xml:space="preserve">, </w:t>
      </w:r>
      <w:r w:rsidR="00530790" w:rsidRPr="005D5566">
        <w:t>Pélaguée</w:t>
      </w:r>
      <w:r>
        <w:t xml:space="preserve"> ! </w:t>
      </w:r>
      <w:r w:rsidR="00530790" w:rsidRPr="005D5566">
        <w:t>Tiens</w:t>
      </w:r>
      <w:r>
        <w:t xml:space="preserve">, </w:t>
      </w:r>
      <w:r w:rsidR="00530790" w:rsidRPr="005D5566">
        <w:t>prends ton bâton</w:t>
      </w:r>
      <w:r>
        <w:t xml:space="preserve"> ! </w:t>
      </w:r>
      <w:r w:rsidR="00530790" w:rsidRPr="005D5566">
        <w:t>fit Sizov en lui tendant le débris de hampe</w:t>
      </w:r>
      <w:r>
        <w:t>.</w:t>
      </w:r>
    </w:p>
    <w:p w14:paraId="087269F5" w14:textId="77777777" w:rsidR="001C0413" w:rsidRDefault="00530790" w:rsidP="001C0413">
      <w:r w:rsidRPr="005D5566">
        <w:t>On considérait la mère avec une tristesse respectueuse</w:t>
      </w:r>
      <w:r w:rsidR="001C0413">
        <w:t xml:space="preserve">, </w:t>
      </w:r>
      <w:r w:rsidRPr="005D5566">
        <w:t>une rumeur de compassion la suivait</w:t>
      </w:r>
      <w:r w:rsidR="001C0413">
        <w:t xml:space="preserve">. </w:t>
      </w:r>
      <w:r w:rsidRPr="005D5566">
        <w:t>Sans mot dire</w:t>
      </w:r>
      <w:r w:rsidR="001C0413">
        <w:t xml:space="preserve">, </w:t>
      </w:r>
      <w:r w:rsidRPr="005D5566">
        <w:t>Sizov lui frayait un passage</w:t>
      </w:r>
      <w:r w:rsidR="001C0413">
        <w:t xml:space="preserve">, </w:t>
      </w:r>
      <w:r w:rsidRPr="005D5566">
        <w:t>les gens s</w:t>
      </w:r>
      <w:r w:rsidR="001C0413">
        <w:t>’</w:t>
      </w:r>
      <w:r w:rsidRPr="005D5566">
        <w:t>écartaient sans récriminer et</w:t>
      </w:r>
      <w:r w:rsidR="001C0413">
        <w:t xml:space="preserve">, </w:t>
      </w:r>
      <w:r w:rsidRPr="005D5566">
        <w:t>obéissant à une force inexplicable</w:t>
      </w:r>
      <w:r w:rsidR="001C0413">
        <w:t xml:space="preserve">, </w:t>
      </w:r>
      <w:r w:rsidRPr="005D5566">
        <w:t>ils la suivaient lentement</w:t>
      </w:r>
      <w:r w:rsidR="001C0413">
        <w:t xml:space="preserve">, </w:t>
      </w:r>
      <w:r w:rsidRPr="005D5566">
        <w:t>échangeant à voix basse des paroles brèves</w:t>
      </w:r>
      <w:r w:rsidR="001C0413">
        <w:t>.</w:t>
      </w:r>
    </w:p>
    <w:p w14:paraId="404B08D3" w14:textId="77777777" w:rsidR="001C0413" w:rsidRDefault="00530790" w:rsidP="001C0413">
      <w:r w:rsidRPr="005D5566">
        <w:t>Près de la porte de la maison</w:t>
      </w:r>
      <w:r w:rsidR="001C0413">
        <w:t xml:space="preserve">, </w:t>
      </w:r>
      <w:r w:rsidRPr="005D5566">
        <w:t>la mère se tourna vers eux</w:t>
      </w:r>
      <w:r w:rsidR="001C0413">
        <w:t xml:space="preserve">, </w:t>
      </w:r>
      <w:r w:rsidRPr="005D5566">
        <w:t>et</w:t>
      </w:r>
      <w:r w:rsidR="001C0413">
        <w:t xml:space="preserve">, </w:t>
      </w:r>
      <w:r w:rsidRPr="005D5566">
        <w:t>s</w:t>
      </w:r>
      <w:r w:rsidR="001C0413">
        <w:t>’</w:t>
      </w:r>
      <w:r w:rsidRPr="005D5566">
        <w:t>appuyant au tronçon de hampe</w:t>
      </w:r>
      <w:r w:rsidR="001C0413">
        <w:t xml:space="preserve">, </w:t>
      </w:r>
      <w:r w:rsidRPr="005D5566">
        <w:t>elle s</w:t>
      </w:r>
      <w:r w:rsidR="001C0413">
        <w:t>’</w:t>
      </w:r>
      <w:r w:rsidRPr="005D5566">
        <w:t>écria d</w:t>
      </w:r>
      <w:r w:rsidR="001C0413">
        <w:t>’</w:t>
      </w:r>
      <w:r w:rsidRPr="005D5566">
        <w:t>une voix pleine de reconnaissance</w:t>
      </w:r>
      <w:r w:rsidR="001C0413">
        <w:t> :</w:t>
      </w:r>
    </w:p>
    <w:p w14:paraId="6AE01F57" w14:textId="77777777" w:rsidR="001C0413" w:rsidRDefault="001C0413" w:rsidP="001C0413">
      <w:r>
        <w:t>— </w:t>
      </w:r>
      <w:r w:rsidR="00530790" w:rsidRPr="005D5566">
        <w:t>Merci à vous tous</w:t>
      </w:r>
      <w:r>
        <w:t> !</w:t>
      </w:r>
    </w:p>
    <w:p w14:paraId="5214BB7B" w14:textId="77777777" w:rsidR="001C0413" w:rsidRDefault="00530790" w:rsidP="001C0413">
      <w:r w:rsidRPr="005D5566">
        <w:t>Et</w:t>
      </w:r>
      <w:r w:rsidR="001C0413">
        <w:t xml:space="preserve">, </w:t>
      </w:r>
      <w:r w:rsidRPr="005D5566">
        <w:t>de nouveau</w:t>
      </w:r>
      <w:r w:rsidR="001C0413">
        <w:t xml:space="preserve">, </w:t>
      </w:r>
      <w:r w:rsidRPr="005D5566">
        <w:t>se souvenant de sa pensée</w:t>
      </w:r>
      <w:r w:rsidR="001C0413">
        <w:t xml:space="preserve">, </w:t>
      </w:r>
      <w:r w:rsidRPr="005D5566">
        <w:t>de cette pensée nouveau-née dans son cœur</w:t>
      </w:r>
      <w:r w:rsidR="001C0413">
        <w:t xml:space="preserve">, </w:t>
      </w:r>
      <w:r w:rsidRPr="005D5566">
        <w:t>elle ajouta</w:t>
      </w:r>
      <w:r w:rsidR="001C0413">
        <w:t> :</w:t>
      </w:r>
    </w:p>
    <w:p w14:paraId="61023026" w14:textId="77777777" w:rsidR="001C0413" w:rsidRDefault="001C0413" w:rsidP="001C0413">
      <w:r>
        <w:t>— </w:t>
      </w:r>
      <w:r w:rsidR="00530790" w:rsidRPr="005D5566">
        <w:t>Notre Seigneur Jésus-Christ ne serait pas venu dans le monde si les gens ne périssaient pas pour sa gloire</w:t>
      </w:r>
      <w:r>
        <w:t>.</w:t>
      </w:r>
    </w:p>
    <w:p w14:paraId="4DB3BA92" w14:textId="77777777" w:rsidR="001C0413" w:rsidRDefault="00530790" w:rsidP="001C0413">
      <w:r w:rsidRPr="005D5566">
        <w:t>La foule la regarda silencieusement</w:t>
      </w:r>
      <w:r w:rsidR="001C0413">
        <w:t xml:space="preserve">. </w:t>
      </w:r>
      <w:r w:rsidRPr="005D5566">
        <w:t>Elle fit un geste de la main et rentra chez elle avec Sizov</w:t>
      </w:r>
      <w:r w:rsidR="001C0413">
        <w:t xml:space="preserve">. </w:t>
      </w:r>
      <w:r w:rsidRPr="005D5566">
        <w:t>Les gens restés à la porte échangèrent encore quelques réflexions</w:t>
      </w:r>
      <w:r w:rsidR="001C0413">
        <w:t xml:space="preserve">, </w:t>
      </w:r>
      <w:r w:rsidRPr="005D5566">
        <w:t>puis ils s</w:t>
      </w:r>
      <w:r w:rsidR="001C0413">
        <w:t>’</w:t>
      </w:r>
      <w:r w:rsidRPr="005D5566">
        <w:t>en allèrent sans se hâter</w:t>
      </w:r>
      <w:r w:rsidR="001C0413">
        <w:t>.</w:t>
      </w:r>
    </w:p>
    <w:p w14:paraId="1F1B6B40" w14:textId="7425964D" w:rsidR="00530790" w:rsidRPr="001C0413" w:rsidRDefault="001C0413" w:rsidP="001C0413">
      <w:pPr>
        <w:pStyle w:val="Titre1"/>
        <w:rPr>
          <w:sz w:val="64"/>
          <w:szCs w:val="64"/>
        </w:rPr>
      </w:pPr>
      <w:r>
        <w:rPr>
          <w:sz w:val="64"/>
          <w:szCs w:val="64"/>
        </w:rPr>
        <w:lastRenderedPageBreak/>
        <w:br/>
      </w:r>
      <w:r>
        <w:rPr>
          <w:sz w:val="64"/>
          <w:szCs w:val="64"/>
        </w:rPr>
        <w:br/>
      </w:r>
      <w:r>
        <w:rPr>
          <w:sz w:val="64"/>
          <w:szCs w:val="64"/>
        </w:rPr>
        <w:br/>
      </w:r>
      <w:bookmarkStart w:id="32" w:name="_Toc202279553"/>
      <w:r w:rsidR="00530790" w:rsidRPr="001C0413">
        <w:rPr>
          <w:sz w:val="64"/>
          <w:szCs w:val="64"/>
        </w:rPr>
        <w:t>DEUXIÈME PARTIE</w:t>
      </w:r>
      <w:bookmarkEnd w:id="32"/>
      <w:r w:rsidR="00530790" w:rsidRPr="001C0413">
        <w:rPr>
          <w:sz w:val="64"/>
          <w:szCs w:val="64"/>
        </w:rPr>
        <w:br/>
      </w:r>
    </w:p>
    <w:p w14:paraId="79EE2A66" w14:textId="77777777" w:rsidR="00530790" w:rsidRPr="003B37B8" w:rsidRDefault="00530790" w:rsidP="001C0413">
      <w:pPr>
        <w:pStyle w:val="Titre2"/>
        <w:rPr>
          <w:szCs w:val="44"/>
        </w:rPr>
      </w:pPr>
      <w:bookmarkStart w:id="33" w:name="_Toc202279554"/>
      <w:r w:rsidRPr="003B37B8">
        <w:rPr>
          <w:szCs w:val="44"/>
        </w:rPr>
        <w:lastRenderedPageBreak/>
        <w:t>I</w:t>
      </w:r>
      <w:bookmarkEnd w:id="33"/>
      <w:r w:rsidRPr="003B37B8">
        <w:rPr>
          <w:szCs w:val="44"/>
        </w:rPr>
        <w:br/>
      </w:r>
    </w:p>
    <w:p w14:paraId="025EB77C" w14:textId="77777777" w:rsidR="001C0413" w:rsidRDefault="001C0413" w:rsidP="001C0413">
      <w:pPr>
        <w:rPr>
          <w:rFonts w:eastAsia="Georgia" w:cs="Georgia"/>
        </w:rPr>
      </w:pPr>
      <w:r>
        <w:t xml:space="preserve">… </w:t>
      </w:r>
      <w:r w:rsidR="00530790" w:rsidRPr="005D5566">
        <w:t>Le reste de la journée flotta dans un brouillard bariolé de souvenirs</w:t>
      </w:r>
      <w:r>
        <w:t xml:space="preserve">, </w:t>
      </w:r>
      <w:r w:rsidR="00530790" w:rsidRPr="005D5566">
        <w:t>dans une fatigue extrême qui oppressait le corps et l</w:t>
      </w:r>
      <w:r>
        <w:t>’</w:t>
      </w:r>
      <w:r w:rsidR="00530790" w:rsidRPr="005D5566">
        <w:t>âme</w:t>
      </w:r>
      <w:r>
        <w:t xml:space="preserve">. </w:t>
      </w:r>
      <w:r w:rsidR="00530790" w:rsidRPr="005D5566">
        <w:t>Comme une tache grise</w:t>
      </w:r>
      <w:r>
        <w:t xml:space="preserve">, </w:t>
      </w:r>
      <w:r w:rsidR="00530790" w:rsidRPr="005D5566">
        <w:t>le petit officier sautillait sous les yeux de la mère</w:t>
      </w:r>
      <w:r>
        <w:t xml:space="preserve"> ; </w:t>
      </w:r>
      <w:r w:rsidR="00530790" w:rsidRPr="005D5566">
        <w:t>le visage bronzé de Pavel</w:t>
      </w:r>
      <w:r>
        <w:t xml:space="preserve">, </w:t>
      </w:r>
      <w:r w:rsidR="00530790" w:rsidRPr="005D5566">
        <w:t>les yeux souriants d</w:t>
      </w:r>
      <w:r>
        <w:t>’</w:t>
      </w:r>
      <w:r w:rsidR="00530790" w:rsidRPr="005D5566">
        <w:t>André luisaient dans un noir tourbillon mouvant</w:t>
      </w:r>
      <w:r>
        <w:rPr>
          <w:rFonts w:eastAsia="Georgia" w:cs="Georgia"/>
        </w:rPr>
        <w:t>…</w:t>
      </w:r>
    </w:p>
    <w:p w14:paraId="6BCC472E" w14:textId="77777777" w:rsidR="001C0413" w:rsidRDefault="00530790" w:rsidP="001C0413">
      <w:r w:rsidRPr="005D5566">
        <w:t>La mère allait et venait dans la chambre</w:t>
      </w:r>
      <w:r w:rsidR="001C0413">
        <w:t xml:space="preserve">, </w:t>
      </w:r>
      <w:r w:rsidRPr="005D5566">
        <w:t>elle s</w:t>
      </w:r>
      <w:r w:rsidR="001C0413">
        <w:t>’</w:t>
      </w:r>
      <w:r w:rsidRPr="005D5566">
        <w:t>asseyait près de la fenêtre</w:t>
      </w:r>
      <w:r w:rsidR="001C0413">
        <w:t xml:space="preserve">, </w:t>
      </w:r>
      <w:r w:rsidRPr="005D5566">
        <w:t>regardait dans la rue</w:t>
      </w:r>
      <w:r w:rsidR="001C0413">
        <w:t xml:space="preserve">, </w:t>
      </w:r>
      <w:r w:rsidRPr="005D5566">
        <w:t>se levait de nouveau et fronçait les sourcils</w:t>
      </w:r>
      <w:r w:rsidR="001C0413">
        <w:t xml:space="preserve"> ; </w:t>
      </w:r>
      <w:r w:rsidRPr="005D5566">
        <w:t>elle frémissait</w:t>
      </w:r>
      <w:r w:rsidR="001C0413">
        <w:t xml:space="preserve">, </w:t>
      </w:r>
      <w:r w:rsidRPr="005D5566">
        <w:t>regardait autour d</w:t>
      </w:r>
      <w:r w:rsidR="001C0413">
        <w:t>’</w:t>
      </w:r>
      <w:r w:rsidRPr="005D5566">
        <w:t>elle</w:t>
      </w:r>
      <w:r w:rsidR="001C0413">
        <w:t xml:space="preserve"> ; </w:t>
      </w:r>
      <w:r w:rsidRPr="005D5566">
        <w:t>la tête vide</w:t>
      </w:r>
      <w:r w:rsidR="001C0413">
        <w:t xml:space="preserve">, </w:t>
      </w:r>
      <w:r w:rsidRPr="005D5566">
        <w:rPr>
          <w:bCs/>
        </w:rPr>
        <w:t xml:space="preserve">elle </w:t>
      </w:r>
      <w:r w:rsidRPr="005D5566">
        <w:t>cherchait</w:t>
      </w:r>
      <w:r w:rsidR="001C0413">
        <w:t xml:space="preserve">, </w:t>
      </w:r>
      <w:r w:rsidRPr="005D5566">
        <w:t>ne sachant pas elle-même ce qu</w:t>
      </w:r>
      <w:r w:rsidR="001C0413">
        <w:t>’</w:t>
      </w:r>
      <w:r w:rsidRPr="005D5566">
        <w:t>elle désirait</w:t>
      </w:r>
      <w:r w:rsidR="001C0413">
        <w:t xml:space="preserve">… </w:t>
      </w:r>
      <w:r w:rsidRPr="005D5566">
        <w:t>Elle but de l</w:t>
      </w:r>
      <w:r w:rsidR="001C0413">
        <w:t>’</w:t>
      </w:r>
      <w:r w:rsidRPr="005D5566">
        <w:t>eau sans apaiser sa soif</w:t>
      </w:r>
      <w:r w:rsidR="001C0413">
        <w:t xml:space="preserve">, </w:t>
      </w:r>
      <w:r w:rsidRPr="005D5566">
        <w:t>sans éteindre dans son cœur l</w:t>
      </w:r>
      <w:r w:rsidR="001C0413">
        <w:t>’</w:t>
      </w:r>
      <w:r w:rsidRPr="005D5566">
        <w:t>ardent brasier d</w:t>
      </w:r>
      <w:r w:rsidR="001C0413">
        <w:t>’</w:t>
      </w:r>
      <w:r w:rsidRPr="005D5566">
        <w:t>angoisse et d</w:t>
      </w:r>
      <w:r w:rsidR="001C0413">
        <w:t>’</w:t>
      </w:r>
      <w:r w:rsidRPr="005D5566">
        <w:t>humiliation qui la consumait</w:t>
      </w:r>
      <w:r w:rsidR="001C0413">
        <w:t xml:space="preserve">. </w:t>
      </w:r>
      <w:r w:rsidRPr="005D5566">
        <w:t>La journée était coupée en deux parties</w:t>
      </w:r>
      <w:r w:rsidR="001C0413">
        <w:t xml:space="preserve">, </w:t>
      </w:r>
      <w:r w:rsidRPr="005D5566">
        <w:t>la première avait un sens et un contenu</w:t>
      </w:r>
      <w:r w:rsidR="001C0413">
        <w:t xml:space="preserve">, </w:t>
      </w:r>
      <w:r w:rsidRPr="005D5566">
        <w:t>mais la seconde était comme évaporée</w:t>
      </w:r>
      <w:r w:rsidR="001C0413">
        <w:t xml:space="preserve"> ; </w:t>
      </w:r>
      <w:r w:rsidRPr="005D5566">
        <w:t>c</w:t>
      </w:r>
      <w:r w:rsidR="001C0413">
        <w:t>’</w:t>
      </w:r>
      <w:r w:rsidRPr="005D5566">
        <w:t>était un vide absolu</w:t>
      </w:r>
      <w:r w:rsidR="001C0413">
        <w:t xml:space="preserve">. </w:t>
      </w:r>
      <w:r w:rsidRPr="005D5566">
        <w:t>Pélaguée ne trouvait pas de réponse à la question pleine de perplexité qu</w:t>
      </w:r>
      <w:r w:rsidR="001C0413">
        <w:t>’</w:t>
      </w:r>
      <w:r w:rsidRPr="005D5566">
        <w:t>elle se posait</w:t>
      </w:r>
      <w:r w:rsidR="001C0413">
        <w:t> :</w:t>
      </w:r>
    </w:p>
    <w:p w14:paraId="50A30A3E" w14:textId="77777777" w:rsidR="001C0413" w:rsidRDefault="001C0413" w:rsidP="001C0413">
      <w:r>
        <w:t>— </w:t>
      </w:r>
      <w:r w:rsidR="00530790" w:rsidRPr="005D5566">
        <w:t>Que faire</w:t>
      </w:r>
      <w:r>
        <w:t xml:space="preserve">… </w:t>
      </w:r>
      <w:r w:rsidR="00530790" w:rsidRPr="005D5566">
        <w:t>maintenant</w:t>
      </w:r>
      <w:r>
        <w:t> ?</w:t>
      </w:r>
    </w:p>
    <w:p w14:paraId="5F899377" w14:textId="77777777" w:rsidR="001C0413" w:rsidRDefault="00530790" w:rsidP="001C0413">
      <w:r w:rsidRPr="005D5566">
        <w:t>Maria Korsounova survint</w:t>
      </w:r>
      <w:r w:rsidR="001C0413">
        <w:t xml:space="preserve">. </w:t>
      </w:r>
      <w:r w:rsidRPr="005D5566">
        <w:t>Elle fit de grands gestes</w:t>
      </w:r>
      <w:r w:rsidR="001C0413">
        <w:t xml:space="preserve">, </w:t>
      </w:r>
      <w:r w:rsidRPr="005D5566">
        <w:t>cria</w:t>
      </w:r>
      <w:r w:rsidR="001C0413">
        <w:t xml:space="preserve">, </w:t>
      </w:r>
      <w:r w:rsidRPr="005D5566">
        <w:t>pleura</w:t>
      </w:r>
      <w:r w:rsidR="001C0413">
        <w:t xml:space="preserve">, </w:t>
      </w:r>
      <w:r w:rsidRPr="005D5566">
        <w:t>frappa du pied</w:t>
      </w:r>
      <w:r w:rsidR="001C0413">
        <w:t xml:space="preserve">, </w:t>
      </w:r>
      <w:r w:rsidRPr="005D5566">
        <w:t>proposa et promit on ne sait quoi</w:t>
      </w:r>
      <w:r w:rsidR="001C0413">
        <w:t xml:space="preserve">, </w:t>
      </w:r>
      <w:r w:rsidRPr="005D5566">
        <w:t>menaça on ne sait qui</w:t>
      </w:r>
      <w:r w:rsidR="001C0413">
        <w:t xml:space="preserve">. </w:t>
      </w:r>
      <w:r w:rsidRPr="005D5566">
        <w:t>Mais tout cela n</w:t>
      </w:r>
      <w:r w:rsidR="001C0413">
        <w:t>’</w:t>
      </w:r>
      <w:r w:rsidRPr="005D5566">
        <w:t>émut pas la mère</w:t>
      </w:r>
      <w:r w:rsidR="001C0413">
        <w:t>.</w:t>
      </w:r>
    </w:p>
    <w:p w14:paraId="468F0D21" w14:textId="77777777" w:rsidR="001C0413" w:rsidRDefault="001C0413" w:rsidP="001C0413">
      <w:r>
        <w:t>— </w:t>
      </w:r>
      <w:r w:rsidR="00530790" w:rsidRPr="005D5566">
        <w:t>Ah</w:t>
      </w:r>
      <w:r>
        <w:t xml:space="preserve"> ! </w:t>
      </w:r>
      <w:r w:rsidR="00530790" w:rsidRPr="005D5566">
        <w:t>disait la voix criarde de Maria</w:t>
      </w:r>
      <w:r>
        <w:t xml:space="preserve">, </w:t>
      </w:r>
      <w:r w:rsidR="00530790" w:rsidRPr="005D5566">
        <w:t>tout de même le peuple a été touché</w:t>
      </w:r>
      <w:r>
        <w:t xml:space="preserve">… </w:t>
      </w:r>
      <w:r w:rsidR="00530790" w:rsidRPr="005D5566">
        <w:t>Elle s</w:t>
      </w:r>
      <w:r>
        <w:t>’</w:t>
      </w:r>
      <w:r w:rsidR="00530790" w:rsidRPr="005D5566">
        <w:t>est levée</w:t>
      </w:r>
      <w:r>
        <w:t xml:space="preserve">, </w:t>
      </w:r>
      <w:r w:rsidR="00530790" w:rsidRPr="005D5566">
        <w:t>la fabrique</w:t>
      </w:r>
      <w:r>
        <w:t xml:space="preserve">, </w:t>
      </w:r>
      <w:r w:rsidR="00530790" w:rsidRPr="005D5566">
        <w:t>elle s</w:t>
      </w:r>
      <w:r>
        <w:t>’</w:t>
      </w:r>
      <w:r w:rsidR="00530790" w:rsidRPr="005D5566">
        <w:t>est levée tout entière</w:t>
      </w:r>
      <w:r>
        <w:t> !</w:t>
      </w:r>
    </w:p>
    <w:p w14:paraId="4D6FCB01" w14:textId="77777777" w:rsidR="001C0413" w:rsidRDefault="001C0413" w:rsidP="001C0413">
      <w:r>
        <w:t>— </w:t>
      </w:r>
      <w:r w:rsidR="00530790" w:rsidRPr="005D5566">
        <w:t>Oui</w:t>
      </w:r>
      <w:r>
        <w:t xml:space="preserve">, </w:t>
      </w:r>
      <w:r w:rsidR="00530790" w:rsidRPr="005D5566">
        <w:t>oui</w:t>
      </w:r>
      <w:r>
        <w:t xml:space="preserve">, </w:t>
      </w:r>
      <w:r w:rsidR="00530790" w:rsidRPr="005D5566">
        <w:t>répondit doucement Pélaguée en hochant la tête</w:t>
      </w:r>
      <w:r>
        <w:t xml:space="preserve"> ; </w:t>
      </w:r>
      <w:r w:rsidR="00530790" w:rsidRPr="005D5566">
        <w:t>et ses yeux considéraient d</w:t>
      </w:r>
      <w:r>
        <w:t>’</w:t>
      </w:r>
      <w:r w:rsidR="00530790" w:rsidRPr="005D5566">
        <w:t xml:space="preserve">un regard fixe ce qui était </w:t>
      </w:r>
      <w:r w:rsidR="00530790" w:rsidRPr="005D5566">
        <w:lastRenderedPageBreak/>
        <w:t>devenu le passé</w:t>
      </w:r>
      <w:r>
        <w:t xml:space="preserve">, </w:t>
      </w:r>
      <w:r w:rsidR="00530790" w:rsidRPr="005D5566">
        <w:t>ce qui s</w:t>
      </w:r>
      <w:r>
        <w:t>’</w:t>
      </w:r>
      <w:r w:rsidR="00530790" w:rsidRPr="005D5566">
        <w:t>était éloigné d</w:t>
      </w:r>
      <w:r>
        <w:t>’</w:t>
      </w:r>
      <w:r w:rsidR="00530790" w:rsidRPr="005D5566">
        <w:t>elle avec André et Pavel</w:t>
      </w:r>
      <w:r>
        <w:t xml:space="preserve">. </w:t>
      </w:r>
      <w:r w:rsidR="00530790" w:rsidRPr="005D5566">
        <w:t>Elle ne pouvait pas pleurer</w:t>
      </w:r>
      <w:r>
        <w:t xml:space="preserve">. </w:t>
      </w:r>
      <w:r w:rsidR="00530790" w:rsidRPr="005D5566">
        <w:t>Son cœur était serré et aride</w:t>
      </w:r>
      <w:r>
        <w:t xml:space="preserve"> ; </w:t>
      </w:r>
      <w:r w:rsidR="00530790" w:rsidRPr="005D5566">
        <w:t>ses lèvres aussi étaient sèches comme son gosier</w:t>
      </w:r>
      <w:r>
        <w:t xml:space="preserve">. </w:t>
      </w:r>
      <w:r w:rsidR="00530790" w:rsidRPr="005D5566">
        <w:t>Ses mains tremblaient</w:t>
      </w:r>
      <w:r>
        <w:t xml:space="preserve"> ; </w:t>
      </w:r>
      <w:r w:rsidR="00530790" w:rsidRPr="005D5566">
        <w:t>de petits frissons lui glaçaient le dos</w:t>
      </w:r>
      <w:r>
        <w:t xml:space="preserve">. </w:t>
      </w:r>
      <w:r w:rsidR="00530790" w:rsidRPr="005D5566">
        <w:t>Mais en elle subsistait une étincelle de colère</w:t>
      </w:r>
      <w:r>
        <w:t xml:space="preserve">, </w:t>
      </w:r>
      <w:r w:rsidR="00530790" w:rsidRPr="005D5566">
        <w:t>qui ne vacillait pas et piquait le cœur comme une aiguille</w:t>
      </w:r>
      <w:r>
        <w:t xml:space="preserve"> ; </w:t>
      </w:r>
      <w:r w:rsidR="00530790" w:rsidRPr="005D5566">
        <w:t>et la mère répondait à cette piqûre par une froide promesse</w:t>
      </w:r>
      <w:r>
        <w:t> :</w:t>
      </w:r>
    </w:p>
    <w:p w14:paraId="2590154B" w14:textId="77777777" w:rsidR="001C0413" w:rsidRDefault="001C0413" w:rsidP="001C0413">
      <w:r>
        <w:t>— </w:t>
      </w:r>
      <w:r w:rsidR="00530790" w:rsidRPr="005D5566">
        <w:t>Attendez</w:t>
      </w:r>
      <w:r>
        <w:t> !…</w:t>
      </w:r>
    </w:p>
    <w:p w14:paraId="094FF58E" w14:textId="77777777" w:rsidR="001C0413" w:rsidRDefault="00530790" w:rsidP="001C0413">
      <w:r w:rsidRPr="005D5566">
        <w:t>Alors</w:t>
      </w:r>
      <w:r w:rsidR="001C0413">
        <w:t xml:space="preserve">, </w:t>
      </w:r>
      <w:r w:rsidRPr="005D5566">
        <w:t>toussant avec bruit</w:t>
      </w:r>
      <w:r w:rsidR="001C0413">
        <w:t xml:space="preserve">, </w:t>
      </w:r>
      <w:r w:rsidRPr="005D5566">
        <w:t>elle fronçait les sourcils</w:t>
      </w:r>
      <w:r w:rsidR="001C0413">
        <w:t xml:space="preserve">. </w:t>
      </w:r>
      <w:r w:rsidRPr="005D5566">
        <w:t>Le soir</w:t>
      </w:r>
      <w:r w:rsidR="001C0413">
        <w:t xml:space="preserve">, </w:t>
      </w:r>
      <w:r w:rsidRPr="005D5566">
        <w:t>les gendarmes arrivèrent</w:t>
      </w:r>
      <w:r w:rsidR="001C0413">
        <w:t xml:space="preserve">. </w:t>
      </w:r>
      <w:r w:rsidRPr="005D5566">
        <w:t>Elle les accueillit sans étonnement</w:t>
      </w:r>
      <w:r w:rsidR="001C0413">
        <w:t xml:space="preserve">, </w:t>
      </w:r>
      <w:r w:rsidRPr="005D5566">
        <w:t>sans crainte</w:t>
      </w:r>
      <w:r w:rsidR="001C0413">
        <w:t xml:space="preserve">. </w:t>
      </w:r>
      <w:r w:rsidRPr="005D5566">
        <w:t>Ils entrèrent dans la maison à grand fracas</w:t>
      </w:r>
      <w:r w:rsidR="001C0413">
        <w:t xml:space="preserve">, </w:t>
      </w:r>
      <w:r w:rsidRPr="005D5566">
        <w:t>avec un air de satisfaction</w:t>
      </w:r>
      <w:r w:rsidR="001C0413">
        <w:t xml:space="preserve">. </w:t>
      </w:r>
      <w:r w:rsidRPr="005D5566">
        <w:t>L</w:t>
      </w:r>
      <w:r w:rsidR="001C0413">
        <w:t>’</w:t>
      </w:r>
      <w:r w:rsidRPr="005D5566">
        <w:t>officier au teint jaune dit en découvrant ses dents</w:t>
      </w:r>
      <w:r w:rsidR="001C0413">
        <w:t> :</w:t>
      </w:r>
    </w:p>
    <w:p w14:paraId="24A23FDD" w14:textId="77777777" w:rsidR="001C0413" w:rsidRDefault="001C0413" w:rsidP="001C0413">
      <w:r>
        <w:t>— </w:t>
      </w:r>
      <w:r w:rsidR="00530790" w:rsidRPr="005D5566">
        <w:t>Eh bien</w:t>
      </w:r>
      <w:r>
        <w:t xml:space="preserve">, </w:t>
      </w:r>
      <w:r w:rsidR="00530790" w:rsidRPr="005D5566">
        <w:t>comment allez-vous</w:t>
      </w:r>
      <w:r>
        <w:t xml:space="preserve"> ? </w:t>
      </w:r>
      <w:r w:rsidR="00530790" w:rsidRPr="005D5566">
        <w:t>C</w:t>
      </w:r>
      <w:r>
        <w:t>’</w:t>
      </w:r>
      <w:r w:rsidR="00530790" w:rsidRPr="005D5566">
        <w:t>est la troisième fois que nous nous voyons</w:t>
      </w:r>
      <w:r>
        <w:t xml:space="preserve">, </w:t>
      </w:r>
      <w:r w:rsidR="00530790" w:rsidRPr="005D5566">
        <w:t>n</w:t>
      </w:r>
      <w:r>
        <w:t>’</w:t>
      </w:r>
      <w:r w:rsidR="00530790" w:rsidRPr="005D5566">
        <w:t>est-ce pas</w:t>
      </w:r>
      <w:r>
        <w:t> ?</w:t>
      </w:r>
    </w:p>
    <w:p w14:paraId="5A5E6D97" w14:textId="77777777" w:rsidR="001C0413" w:rsidRDefault="00530790" w:rsidP="001C0413">
      <w:r w:rsidRPr="005D5566">
        <w:t>La mère garda le silence et passa sa langue sèche sur ses lèvres</w:t>
      </w:r>
      <w:r w:rsidR="001C0413">
        <w:t xml:space="preserve"> ; </w:t>
      </w:r>
      <w:r w:rsidRPr="005D5566">
        <w:t>l</w:t>
      </w:r>
      <w:r w:rsidR="001C0413">
        <w:t>’</w:t>
      </w:r>
      <w:r w:rsidRPr="005D5566">
        <w:t>officier parla beaucoup</w:t>
      </w:r>
      <w:r w:rsidR="001C0413">
        <w:t xml:space="preserve">, </w:t>
      </w:r>
      <w:r w:rsidRPr="005D5566">
        <w:t>d</w:t>
      </w:r>
      <w:r w:rsidR="001C0413">
        <w:t>’</w:t>
      </w:r>
      <w:r w:rsidRPr="005D5566">
        <w:t>un ton savant</w:t>
      </w:r>
      <w:r w:rsidR="001C0413">
        <w:t xml:space="preserve"> ; </w:t>
      </w:r>
      <w:r w:rsidRPr="005D5566">
        <w:t>Pélaguée sentit qu</w:t>
      </w:r>
      <w:r w:rsidR="001C0413">
        <w:t>’</w:t>
      </w:r>
      <w:r w:rsidRPr="005D5566">
        <w:t>il avait du plaisir à s</w:t>
      </w:r>
      <w:r w:rsidR="001C0413">
        <w:t>’</w:t>
      </w:r>
      <w:r w:rsidRPr="005D5566">
        <w:t>écouter</w:t>
      </w:r>
      <w:r w:rsidR="001C0413">
        <w:t xml:space="preserve">. </w:t>
      </w:r>
      <w:r w:rsidRPr="005D5566">
        <w:t>Mais les paroles n</w:t>
      </w:r>
      <w:r w:rsidR="001C0413">
        <w:t>’</w:t>
      </w:r>
      <w:r w:rsidRPr="005D5566">
        <w:t>arrivaient pas jusqu</w:t>
      </w:r>
      <w:r w:rsidR="001C0413">
        <w:t>’</w:t>
      </w:r>
      <w:r w:rsidRPr="005D5566">
        <w:t>à elle et ne la troublaient pas</w:t>
      </w:r>
      <w:r w:rsidR="001C0413">
        <w:t xml:space="preserve">. </w:t>
      </w:r>
      <w:r w:rsidRPr="005D5566">
        <w:t>Cependant</w:t>
      </w:r>
      <w:r w:rsidR="001C0413">
        <w:t xml:space="preserve">, </w:t>
      </w:r>
      <w:r w:rsidRPr="005D5566">
        <w:t>lorsqu</w:t>
      </w:r>
      <w:r w:rsidR="001C0413">
        <w:t>’</w:t>
      </w:r>
      <w:r w:rsidRPr="005D5566">
        <w:t>il lui dit</w:t>
      </w:r>
      <w:r w:rsidR="001C0413">
        <w:t> :</w:t>
      </w:r>
    </w:p>
    <w:p w14:paraId="391F6133" w14:textId="77777777" w:rsidR="001C0413" w:rsidRDefault="001C0413" w:rsidP="001C0413">
      <w:r>
        <w:t>— </w:t>
      </w:r>
      <w:r w:rsidR="00530790" w:rsidRPr="005D5566">
        <w:t>Tu es coupable toi-même de n</w:t>
      </w:r>
      <w:r>
        <w:t>’</w:t>
      </w:r>
      <w:r w:rsidR="00530790" w:rsidRPr="005D5566">
        <w:t>avoir pas su inspirer à ton fils le respect envers Dieu et l</w:t>
      </w:r>
      <w:r>
        <w:t>’</w:t>
      </w:r>
      <w:r w:rsidR="00530790" w:rsidRPr="005D5566">
        <w:t>Empereur</w:t>
      </w:r>
      <w:r>
        <w:t>…</w:t>
      </w:r>
    </w:p>
    <w:p w14:paraId="5CF1744E" w14:textId="77777777" w:rsidR="001C0413" w:rsidRDefault="00530790" w:rsidP="001C0413">
      <w:r w:rsidRPr="005D5566">
        <w:t>Elle répondit sans le regarder</w:t>
      </w:r>
      <w:r w:rsidR="001C0413">
        <w:t> :</w:t>
      </w:r>
    </w:p>
    <w:p w14:paraId="6274E634" w14:textId="77777777" w:rsidR="001C0413" w:rsidRDefault="001C0413" w:rsidP="001C0413">
      <w:r>
        <w:t>— </w:t>
      </w:r>
      <w:r w:rsidR="00530790" w:rsidRPr="005D5566">
        <w:t>Ce sont les enfants qui sont nos juges</w:t>
      </w:r>
      <w:r>
        <w:t xml:space="preserve">… </w:t>
      </w:r>
      <w:r w:rsidR="00530790" w:rsidRPr="005D5566">
        <w:t>ils nous condamneront en toute justice de les avoir abandonnés sur une voie pareille</w:t>
      </w:r>
      <w:r>
        <w:t>…</w:t>
      </w:r>
    </w:p>
    <w:p w14:paraId="3AD2DC5C" w14:textId="77777777" w:rsidR="001C0413" w:rsidRDefault="001C0413" w:rsidP="001C0413">
      <w:r>
        <w:t>— </w:t>
      </w:r>
      <w:r w:rsidR="00530790" w:rsidRPr="005D5566">
        <w:t>Quoi</w:t>
      </w:r>
      <w:r>
        <w:t xml:space="preserve"> ? </w:t>
      </w:r>
      <w:r w:rsidR="00530790" w:rsidRPr="005D5566">
        <w:t>cria l</w:t>
      </w:r>
      <w:r>
        <w:t>’</w:t>
      </w:r>
      <w:r w:rsidR="00530790" w:rsidRPr="005D5566">
        <w:t>officier</w:t>
      </w:r>
      <w:r>
        <w:t xml:space="preserve">, </w:t>
      </w:r>
      <w:r w:rsidR="00530790" w:rsidRPr="005D5566">
        <w:t>parle plus haut</w:t>
      </w:r>
      <w:r>
        <w:t> !</w:t>
      </w:r>
    </w:p>
    <w:p w14:paraId="683B8BA6" w14:textId="77777777" w:rsidR="001C0413" w:rsidRDefault="001C0413" w:rsidP="001C0413">
      <w:r>
        <w:lastRenderedPageBreak/>
        <w:t>— </w:t>
      </w:r>
      <w:r w:rsidR="00530790" w:rsidRPr="005D5566">
        <w:t>Je dis que ce sont nos enfants qui sont nos juges</w:t>
      </w:r>
      <w:r>
        <w:t xml:space="preserve"> ! </w:t>
      </w:r>
      <w:r w:rsidR="00530790" w:rsidRPr="005D5566">
        <w:t>répéta-t-elle en soupirant</w:t>
      </w:r>
      <w:r>
        <w:t>.</w:t>
      </w:r>
    </w:p>
    <w:p w14:paraId="13E1852F" w14:textId="77777777" w:rsidR="001C0413" w:rsidRDefault="00530790" w:rsidP="001C0413">
      <w:r w:rsidRPr="005D5566">
        <w:t>Alors il se mit à pérorer d</w:t>
      </w:r>
      <w:r w:rsidR="001C0413">
        <w:t>’</w:t>
      </w:r>
      <w:r w:rsidRPr="005D5566">
        <w:t>une voix rapide et irritée</w:t>
      </w:r>
      <w:r w:rsidR="001C0413">
        <w:t xml:space="preserve">, </w:t>
      </w:r>
      <w:r w:rsidRPr="005D5566">
        <w:t>mais les phrases s</w:t>
      </w:r>
      <w:r w:rsidR="001C0413">
        <w:t>’</w:t>
      </w:r>
      <w:r w:rsidRPr="005D5566">
        <w:t>envolaient sans toucher la mère</w:t>
      </w:r>
      <w:r w:rsidR="001C0413">
        <w:t>.</w:t>
      </w:r>
    </w:p>
    <w:p w14:paraId="372E959A" w14:textId="77777777" w:rsidR="001C0413" w:rsidRDefault="00530790" w:rsidP="001C0413">
      <w:r w:rsidRPr="005D5566">
        <w:t>Maria Korsounova avait été requise comme témoin</w:t>
      </w:r>
      <w:r w:rsidR="001C0413">
        <w:t xml:space="preserve">. </w:t>
      </w:r>
      <w:r w:rsidRPr="005D5566">
        <w:t>Debout à côté de Pélaguée</w:t>
      </w:r>
      <w:r w:rsidR="001C0413">
        <w:t xml:space="preserve">, </w:t>
      </w:r>
      <w:r w:rsidRPr="005D5566">
        <w:t>elle ne la regardait pas</w:t>
      </w:r>
      <w:r w:rsidR="001C0413">
        <w:t xml:space="preserve"> ; </w:t>
      </w:r>
      <w:r w:rsidRPr="005D5566">
        <w:t>lorsque l</w:t>
      </w:r>
      <w:r w:rsidR="001C0413">
        <w:t>’</w:t>
      </w:r>
      <w:r w:rsidRPr="005D5566">
        <w:t>officier lui adressait une question quelconque</w:t>
      </w:r>
      <w:r w:rsidR="001C0413">
        <w:t xml:space="preserve">, </w:t>
      </w:r>
      <w:r w:rsidRPr="005D5566">
        <w:t>elle s</w:t>
      </w:r>
      <w:r w:rsidR="001C0413">
        <w:t>’</w:t>
      </w:r>
      <w:r w:rsidRPr="005D5566">
        <w:t>inclinait aussitôt très bas et répondait d</w:t>
      </w:r>
      <w:r w:rsidR="001C0413">
        <w:t>’</w:t>
      </w:r>
      <w:r w:rsidRPr="005D5566">
        <w:t>une voix monotone</w:t>
      </w:r>
      <w:r w:rsidR="001C0413">
        <w:t> :</w:t>
      </w:r>
    </w:p>
    <w:p w14:paraId="2BD52AE7" w14:textId="77777777" w:rsidR="001C0413" w:rsidRDefault="001C0413" w:rsidP="001C0413">
      <w:r>
        <w:t>— </w:t>
      </w:r>
      <w:r w:rsidR="00530790" w:rsidRPr="005D5566">
        <w:t>Je ne sais pas</w:t>
      </w:r>
      <w:r>
        <w:t xml:space="preserve">, </w:t>
      </w:r>
      <w:r w:rsidR="00530790" w:rsidRPr="005D5566">
        <w:t>Votre Noblesse</w:t>
      </w:r>
      <w:r>
        <w:t xml:space="preserve"> ! </w:t>
      </w:r>
      <w:r w:rsidR="00530790" w:rsidRPr="005D5566">
        <w:t>Je suis une femme tout à fait ignorante</w:t>
      </w:r>
      <w:r>
        <w:t xml:space="preserve">, </w:t>
      </w:r>
      <w:r w:rsidR="00530790" w:rsidRPr="005D5566">
        <w:t>je m</w:t>
      </w:r>
      <w:r>
        <w:t>’</w:t>
      </w:r>
      <w:r w:rsidR="00530790" w:rsidRPr="005D5566">
        <w:t>occupe de mon commerce</w:t>
      </w:r>
      <w:r>
        <w:t xml:space="preserve">… </w:t>
      </w:r>
      <w:r w:rsidR="00530790" w:rsidRPr="005D5566">
        <w:t>grâce à ma bêtise</w:t>
      </w:r>
      <w:r>
        <w:t xml:space="preserve">, </w:t>
      </w:r>
      <w:r w:rsidR="00530790" w:rsidRPr="005D5566">
        <w:t>je ne sais rien du tout</w:t>
      </w:r>
      <w:r>
        <w:t>…</w:t>
      </w:r>
    </w:p>
    <w:p w14:paraId="27D3D4C1" w14:textId="77777777" w:rsidR="001C0413" w:rsidRDefault="001C0413" w:rsidP="001C0413">
      <w:r>
        <w:t>— </w:t>
      </w:r>
      <w:r w:rsidR="00530790" w:rsidRPr="005D5566">
        <w:t>Tais-toi</w:t>
      </w:r>
      <w:r>
        <w:t xml:space="preserve"> ! </w:t>
      </w:r>
      <w:r w:rsidR="00530790" w:rsidRPr="005D5566">
        <w:t>ordonna l</w:t>
      </w:r>
      <w:r>
        <w:t>’</w:t>
      </w:r>
      <w:r w:rsidR="00530790" w:rsidRPr="005D5566">
        <w:t>officier en agitant sa moustache</w:t>
      </w:r>
      <w:r>
        <w:t>.</w:t>
      </w:r>
    </w:p>
    <w:p w14:paraId="7DA01348" w14:textId="77777777" w:rsidR="001C0413" w:rsidRDefault="00530790" w:rsidP="001C0413">
      <w:r w:rsidRPr="005D5566">
        <w:t>Maria s</w:t>
      </w:r>
      <w:r w:rsidR="001C0413">
        <w:t>’</w:t>
      </w:r>
      <w:r w:rsidRPr="005D5566">
        <w:t>inclina et</w:t>
      </w:r>
      <w:r w:rsidR="001C0413">
        <w:t xml:space="preserve">, </w:t>
      </w:r>
      <w:r w:rsidRPr="005D5566">
        <w:t>lui faisait la nique sans qu</w:t>
      </w:r>
      <w:r w:rsidR="001C0413">
        <w:t>’</w:t>
      </w:r>
      <w:r w:rsidRPr="005D5566">
        <w:t>il s</w:t>
      </w:r>
      <w:r w:rsidR="001C0413">
        <w:t>’</w:t>
      </w:r>
      <w:r w:rsidRPr="005D5566">
        <w:t>en aperçût</w:t>
      </w:r>
      <w:r w:rsidR="001C0413">
        <w:t xml:space="preserve">, </w:t>
      </w:r>
      <w:r w:rsidRPr="005D5566">
        <w:t>chuchota</w:t>
      </w:r>
      <w:r w:rsidR="001C0413">
        <w:t> :</w:t>
      </w:r>
    </w:p>
    <w:p w14:paraId="75A2487F" w14:textId="77777777" w:rsidR="001C0413" w:rsidRDefault="001C0413" w:rsidP="001C0413">
      <w:r>
        <w:t>— </w:t>
      </w:r>
      <w:r w:rsidR="00530790" w:rsidRPr="005D5566">
        <w:t>Tiens</w:t>
      </w:r>
      <w:r>
        <w:t xml:space="preserve">, </w:t>
      </w:r>
      <w:r w:rsidR="00530790" w:rsidRPr="005D5566">
        <w:t>prends ça pour toi</w:t>
      </w:r>
      <w:r>
        <w:t> !</w:t>
      </w:r>
    </w:p>
    <w:p w14:paraId="1AA4B523" w14:textId="77777777" w:rsidR="001C0413" w:rsidRDefault="00530790" w:rsidP="001C0413">
      <w:r w:rsidRPr="005D5566">
        <w:t>On lui donna l</w:t>
      </w:r>
      <w:r w:rsidR="001C0413">
        <w:t>’</w:t>
      </w:r>
      <w:r w:rsidRPr="005D5566">
        <w:t>ordre de fouiller la mère</w:t>
      </w:r>
      <w:r w:rsidR="001C0413">
        <w:t xml:space="preserve">. </w:t>
      </w:r>
      <w:r w:rsidRPr="005D5566">
        <w:t>Ses yeux papillotèrent</w:t>
      </w:r>
      <w:r w:rsidR="001C0413">
        <w:t xml:space="preserve">, </w:t>
      </w:r>
      <w:r w:rsidRPr="005D5566">
        <w:t>se fixèrent écarquillés sur l</w:t>
      </w:r>
      <w:r w:rsidR="001C0413">
        <w:t>’</w:t>
      </w:r>
      <w:r w:rsidRPr="005D5566">
        <w:t>officier</w:t>
      </w:r>
      <w:r w:rsidR="001C0413">
        <w:t xml:space="preserve">. </w:t>
      </w:r>
      <w:r w:rsidRPr="005D5566">
        <w:t>Elle dit d</w:t>
      </w:r>
      <w:r w:rsidR="001C0413">
        <w:t>’</w:t>
      </w:r>
      <w:r w:rsidRPr="005D5566">
        <w:t>un ton effrayé</w:t>
      </w:r>
      <w:r w:rsidR="001C0413">
        <w:t> :</w:t>
      </w:r>
    </w:p>
    <w:p w14:paraId="2DB9CAF8" w14:textId="77777777" w:rsidR="001C0413" w:rsidRDefault="001C0413" w:rsidP="001C0413">
      <w:r>
        <w:t>— </w:t>
      </w:r>
      <w:r w:rsidR="00530790" w:rsidRPr="005D5566">
        <w:t>Je ne sais comment m</w:t>
      </w:r>
      <w:r>
        <w:t>’</w:t>
      </w:r>
      <w:r w:rsidR="00530790" w:rsidRPr="005D5566">
        <w:t>y prendre</w:t>
      </w:r>
      <w:r>
        <w:t xml:space="preserve">, </w:t>
      </w:r>
      <w:r w:rsidR="00530790" w:rsidRPr="005D5566">
        <w:t>Votre Noblesse</w:t>
      </w:r>
      <w:r>
        <w:t> !</w:t>
      </w:r>
    </w:p>
    <w:p w14:paraId="2EDDDE5C" w14:textId="77777777" w:rsidR="001C0413" w:rsidRDefault="00530790" w:rsidP="001C0413">
      <w:r w:rsidRPr="005D5566">
        <w:t>Il frappa du pied et se fâcha</w:t>
      </w:r>
      <w:r w:rsidR="001C0413">
        <w:t>.</w:t>
      </w:r>
    </w:p>
    <w:p w14:paraId="2320A03D" w14:textId="77777777" w:rsidR="001C0413" w:rsidRDefault="001C0413" w:rsidP="001C0413">
      <w:r>
        <w:t>— </w:t>
      </w:r>
      <w:r w:rsidR="00530790" w:rsidRPr="005D5566">
        <w:t>Eh bien</w:t>
      </w:r>
      <w:r>
        <w:t xml:space="preserve">… </w:t>
      </w:r>
      <w:r w:rsidR="00530790" w:rsidRPr="005D5566">
        <w:t>Déboutonne-toi</w:t>
      </w:r>
      <w:r>
        <w:t xml:space="preserve">, </w:t>
      </w:r>
      <w:r w:rsidR="00530790" w:rsidRPr="005D5566">
        <w:t>Pélaguée</w:t>
      </w:r>
      <w:r>
        <w:t xml:space="preserve"> ! </w:t>
      </w:r>
      <w:r w:rsidR="00530790" w:rsidRPr="005D5566">
        <w:t>dit Maria</w:t>
      </w:r>
      <w:r>
        <w:t>.</w:t>
      </w:r>
    </w:p>
    <w:p w14:paraId="3CB5E320" w14:textId="77777777" w:rsidR="001C0413" w:rsidRDefault="00530790" w:rsidP="001C0413">
      <w:r w:rsidRPr="005D5566">
        <w:t>Toute rouge</w:t>
      </w:r>
      <w:r w:rsidR="001C0413">
        <w:t xml:space="preserve">, </w:t>
      </w:r>
      <w:r w:rsidRPr="005D5566">
        <w:t xml:space="preserve">elle fouilla et tâta les vêtements de </w:t>
      </w:r>
      <w:r w:rsidRPr="005D5566">
        <w:rPr>
          <w:bCs/>
        </w:rPr>
        <w:t xml:space="preserve">la </w:t>
      </w:r>
      <w:r w:rsidRPr="005D5566">
        <w:t>mère en chuchotant</w:t>
      </w:r>
      <w:r w:rsidR="001C0413">
        <w:t> :</w:t>
      </w:r>
    </w:p>
    <w:p w14:paraId="5FE48D78" w14:textId="77777777" w:rsidR="001C0413" w:rsidRDefault="001C0413" w:rsidP="001C0413">
      <w:r>
        <w:t>— </w:t>
      </w:r>
      <w:r w:rsidR="00530790" w:rsidRPr="005D5566">
        <w:t>Hein</w:t>
      </w:r>
      <w:r>
        <w:t xml:space="preserve"> ! </w:t>
      </w:r>
      <w:r w:rsidR="00530790" w:rsidRPr="005D5566">
        <w:t>quels chiens</w:t>
      </w:r>
      <w:r>
        <w:t> ?</w:t>
      </w:r>
    </w:p>
    <w:p w14:paraId="4537EA71" w14:textId="77777777" w:rsidR="001C0413" w:rsidRDefault="001C0413" w:rsidP="001C0413">
      <w:r>
        <w:lastRenderedPageBreak/>
        <w:t>— </w:t>
      </w:r>
      <w:r w:rsidR="00530790" w:rsidRPr="005D5566">
        <w:t>Qu</w:t>
      </w:r>
      <w:r>
        <w:t>’</w:t>
      </w:r>
      <w:r w:rsidR="00530790" w:rsidRPr="005D5566">
        <w:t>est-ce que tu dis</w:t>
      </w:r>
      <w:r>
        <w:t xml:space="preserve"> ? </w:t>
      </w:r>
      <w:r w:rsidR="00530790" w:rsidRPr="005D5566">
        <w:t>cria l</w:t>
      </w:r>
      <w:r>
        <w:t>’</w:t>
      </w:r>
      <w:r w:rsidR="00530790" w:rsidRPr="005D5566">
        <w:t>officier avec rudesse</w:t>
      </w:r>
      <w:r>
        <w:t xml:space="preserve">, </w:t>
      </w:r>
      <w:r w:rsidR="00530790" w:rsidRPr="005D5566">
        <w:t>et il jeta un coup d</w:t>
      </w:r>
      <w:r>
        <w:t>’</w:t>
      </w:r>
      <w:r w:rsidR="00530790" w:rsidRPr="005D5566">
        <w:t>œil dans l</w:t>
      </w:r>
      <w:r>
        <w:t>’</w:t>
      </w:r>
      <w:r w:rsidR="00530790" w:rsidRPr="005D5566">
        <w:t>encoignure où elle accomplissait sa besogne</w:t>
      </w:r>
      <w:r>
        <w:t>.</w:t>
      </w:r>
    </w:p>
    <w:p w14:paraId="1611AD3F" w14:textId="77777777" w:rsidR="001C0413" w:rsidRDefault="001C0413" w:rsidP="001C0413">
      <w:r>
        <w:t>— </w:t>
      </w:r>
      <w:r w:rsidR="00530790" w:rsidRPr="005D5566">
        <w:t>C</w:t>
      </w:r>
      <w:r>
        <w:t>’</w:t>
      </w:r>
      <w:r w:rsidR="00530790" w:rsidRPr="005D5566">
        <w:t>est une affaire de femme</w:t>
      </w:r>
      <w:r>
        <w:t xml:space="preserve">, </w:t>
      </w:r>
      <w:r w:rsidR="00530790" w:rsidRPr="005D5566">
        <w:t>Votre Noblesse</w:t>
      </w:r>
      <w:r>
        <w:t xml:space="preserve"> ! </w:t>
      </w:r>
      <w:r w:rsidR="00530790" w:rsidRPr="005D5566">
        <w:t>murmura Korsounova d</w:t>
      </w:r>
      <w:r>
        <w:t>’</w:t>
      </w:r>
      <w:r w:rsidR="00530790" w:rsidRPr="005D5566">
        <w:t>une voix craintive</w:t>
      </w:r>
      <w:r>
        <w:t>.</w:t>
      </w:r>
    </w:p>
    <w:p w14:paraId="30709AF0" w14:textId="77777777" w:rsidR="001C0413" w:rsidRDefault="00530790" w:rsidP="001C0413">
      <w:r w:rsidRPr="005D5566">
        <w:t>Lorsque l</w:t>
      </w:r>
      <w:r w:rsidR="001C0413">
        <w:t>’</w:t>
      </w:r>
      <w:r w:rsidRPr="005D5566">
        <w:t>officier ordonna à la mère de signer le procès-verbal</w:t>
      </w:r>
      <w:r w:rsidR="001C0413">
        <w:t xml:space="preserve">, </w:t>
      </w:r>
      <w:r w:rsidRPr="005D5566">
        <w:t>elle traça ces mots d</w:t>
      </w:r>
      <w:r w:rsidR="001C0413">
        <w:t>’</w:t>
      </w:r>
      <w:r w:rsidRPr="005D5566">
        <w:t>une écriture gauche</w:t>
      </w:r>
      <w:r w:rsidR="001C0413">
        <w:t xml:space="preserve">, </w:t>
      </w:r>
      <w:r w:rsidRPr="005D5566">
        <w:t>en caractères d</w:t>
      </w:r>
      <w:r w:rsidR="001C0413">
        <w:t>’</w:t>
      </w:r>
      <w:r w:rsidRPr="005D5566">
        <w:t>imprimerie</w:t>
      </w:r>
      <w:r w:rsidR="001C0413">
        <w:t> :</w:t>
      </w:r>
    </w:p>
    <w:p w14:paraId="0A1B0231" w14:textId="3F30065B" w:rsidR="001C0413" w:rsidRDefault="001C0413" w:rsidP="001C0413">
      <w:r>
        <w:t>« </w:t>
      </w:r>
      <w:r w:rsidR="00530790" w:rsidRPr="005D5566">
        <w:t>Pélaguée Nilovna Vlassov</w:t>
      </w:r>
      <w:r>
        <w:t xml:space="preserve">, </w:t>
      </w:r>
      <w:r w:rsidR="00530790" w:rsidRPr="005D5566">
        <w:t>veuve d</w:t>
      </w:r>
      <w:r>
        <w:t>’</w:t>
      </w:r>
      <w:r w:rsidR="00530790" w:rsidRPr="005D5566">
        <w:t>un ouvrier</w:t>
      </w:r>
      <w:r>
        <w:t>. »</w:t>
      </w:r>
    </w:p>
    <w:p w14:paraId="4B7A6EC0" w14:textId="77777777" w:rsidR="001C0413" w:rsidRDefault="001C0413" w:rsidP="001C0413">
      <w:r>
        <w:t>— </w:t>
      </w:r>
      <w:r w:rsidR="00530790" w:rsidRPr="005D5566">
        <w:t>Qu</w:t>
      </w:r>
      <w:r>
        <w:t>’</w:t>
      </w:r>
      <w:r w:rsidR="00530790" w:rsidRPr="005D5566">
        <w:t>as-tu écrit</w:t>
      </w:r>
      <w:r>
        <w:t xml:space="preserve"> ? </w:t>
      </w:r>
      <w:r w:rsidR="00530790" w:rsidRPr="005D5566">
        <w:t>Pourquoi as-tu écrit cela</w:t>
      </w:r>
      <w:r>
        <w:t xml:space="preserve"> ? </w:t>
      </w:r>
      <w:r w:rsidR="00530790" w:rsidRPr="005D5566">
        <w:t>s</w:t>
      </w:r>
      <w:r>
        <w:t>’</w:t>
      </w:r>
      <w:r w:rsidR="00530790" w:rsidRPr="005D5566">
        <w:t>exclama l</w:t>
      </w:r>
      <w:r>
        <w:t>’</w:t>
      </w:r>
      <w:r w:rsidR="00530790" w:rsidRPr="005D5566">
        <w:t>officier en fronçant dédaigneusement le sourcil</w:t>
      </w:r>
      <w:r>
        <w:t xml:space="preserve"> ; </w:t>
      </w:r>
      <w:r w:rsidR="00530790" w:rsidRPr="005D5566">
        <w:t>et il ajouta avec un rire ironique</w:t>
      </w:r>
      <w:r>
        <w:t> :</w:t>
      </w:r>
    </w:p>
    <w:p w14:paraId="5CFF2CE0" w14:textId="77777777" w:rsidR="001C0413" w:rsidRDefault="001C0413" w:rsidP="001C0413">
      <w:r>
        <w:t>— </w:t>
      </w:r>
      <w:r w:rsidR="00530790" w:rsidRPr="005D5566">
        <w:t>Quels sauvages</w:t>
      </w:r>
      <w:r>
        <w:t> !</w:t>
      </w:r>
    </w:p>
    <w:p w14:paraId="1AE8B7CF" w14:textId="77777777" w:rsidR="001C0413" w:rsidRDefault="00530790" w:rsidP="001C0413">
      <w:r w:rsidRPr="005D5566">
        <w:t>Les gendarmes partirent</w:t>
      </w:r>
      <w:r w:rsidR="001C0413">
        <w:t xml:space="preserve">. </w:t>
      </w:r>
      <w:r w:rsidRPr="005D5566">
        <w:t>La mère se plaça devant la fenêtre</w:t>
      </w:r>
      <w:r w:rsidR="001C0413">
        <w:t xml:space="preserve"> ; </w:t>
      </w:r>
      <w:r w:rsidRPr="005D5566">
        <w:t>les bras croisés sur la poitrine</w:t>
      </w:r>
      <w:r w:rsidR="001C0413">
        <w:t xml:space="preserve">, </w:t>
      </w:r>
      <w:r w:rsidRPr="005D5566">
        <w:t>elle resta là longtemps</w:t>
      </w:r>
      <w:r w:rsidR="001C0413">
        <w:t xml:space="preserve">, </w:t>
      </w:r>
      <w:r w:rsidRPr="005D5566">
        <w:t>les yeux fixés devant elle sans rien voir</w:t>
      </w:r>
      <w:r w:rsidR="001C0413">
        <w:t xml:space="preserve">. </w:t>
      </w:r>
      <w:r w:rsidRPr="005D5566">
        <w:t>Ses sourcils étaient relevés et ses lèvres pincées</w:t>
      </w:r>
      <w:r w:rsidR="001C0413">
        <w:t xml:space="preserve">. </w:t>
      </w:r>
      <w:r w:rsidRPr="005D5566">
        <w:t>Elle serrait les mâchoires avec tant de force qu</w:t>
      </w:r>
      <w:r w:rsidR="001C0413">
        <w:t>’</w:t>
      </w:r>
      <w:r w:rsidRPr="005D5566">
        <w:t>elle en eut bientôt mal aux dents</w:t>
      </w:r>
      <w:r w:rsidR="001C0413">
        <w:t xml:space="preserve">. </w:t>
      </w:r>
      <w:r w:rsidRPr="005D5566">
        <w:t>Il n</w:t>
      </w:r>
      <w:r w:rsidR="001C0413">
        <w:t>’</w:t>
      </w:r>
      <w:r w:rsidRPr="005D5566">
        <w:t>y avait plus de pétrole dans la lampe</w:t>
      </w:r>
      <w:r w:rsidR="001C0413">
        <w:t xml:space="preserve">, </w:t>
      </w:r>
      <w:r w:rsidRPr="005D5566">
        <w:t>la lumière s</w:t>
      </w:r>
      <w:r w:rsidR="001C0413">
        <w:t>’</w:t>
      </w:r>
      <w:r w:rsidRPr="005D5566">
        <w:t>éteignait avec de petits pétillements</w:t>
      </w:r>
      <w:r w:rsidR="001C0413">
        <w:t xml:space="preserve">. </w:t>
      </w:r>
      <w:r w:rsidRPr="005D5566">
        <w:t>La mère souffla sur la mèche et resta dans l</w:t>
      </w:r>
      <w:r w:rsidR="001C0413">
        <w:t>’</w:t>
      </w:r>
      <w:r w:rsidRPr="005D5566">
        <w:t>obscurité</w:t>
      </w:r>
      <w:r w:rsidR="001C0413">
        <w:t xml:space="preserve">. </w:t>
      </w:r>
      <w:r w:rsidRPr="005D5566">
        <w:t>Sa colère et son humiliation avaient disparu</w:t>
      </w:r>
      <w:r w:rsidR="001C0413">
        <w:t xml:space="preserve"> ; </w:t>
      </w:r>
      <w:r w:rsidRPr="005D5566">
        <w:t>un nuage obscur et froid d</w:t>
      </w:r>
      <w:r w:rsidR="001C0413">
        <w:t>’</w:t>
      </w:r>
      <w:r w:rsidRPr="005D5566">
        <w:t>angoisse éperdue la pénétrait et lui remplissait la poitrine</w:t>
      </w:r>
      <w:r w:rsidR="001C0413">
        <w:t xml:space="preserve">, </w:t>
      </w:r>
      <w:r w:rsidRPr="005D5566">
        <w:t>gênant les battements de son cœur</w:t>
      </w:r>
      <w:r w:rsidR="001C0413">
        <w:t xml:space="preserve">. </w:t>
      </w:r>
      <w:r w:rsidRPr="005D5566">
        <w:t>Elle demeura immobile jusqu</w:t>
      </w:r>
      <w:r w:rsidR="001C0413">
        <w:t>’</w:t>
      </w:r>
      <w:r w:rsidRPr="005D5566">
        <w:t>à ce que ses yeux et ses jambes fussent fatigués</w:t>
      </w:r>
      <w:r w:rsidR="001C0413">
        <w:t xml:space="preserve">. </w:t>
      </w:r>
      <w:r w:rsidRPr="005D5566">
        <w:t>Alors elle entendit Maria s</w:t>
      </w:r>
      <w:r w:rsidR="001C0413">
        <w:t>’</w:t>
      </w:r>
      <w:r w:rsidRPr="005D5566">
        <w:t>arrêter sous la fenêtre et crier d</w:t>
      </w:r>
      <w:r w:rsidR="001C0413">
        <w:t>’</w:t>
      </w:r>
      <w:r w:rsidRPr="005D5566">
        <w:t>une voix avinée</w:t>
      </w:r>
      <w:r w:rsidR="001C0413">
        <w:t> :</w:t>
      </w:r>
    </w:p>
    <w:p w14:paraId="73C31C22" w14:textId="77777777" w:rsidR="001C0413" w:rsidRDefault="001C0413" w:rsidP="001C0413">
      <w:r>
        <w:t>— </w:t>
      </w:r>
      <w:r w:rsidR="00530790" w:rsidRPr="005D5566">
        <w:t>Pélaguée</w:t>
      </w:r>
      <w:r>
        <w:t xml:space="preserve"> ! </w:t>
      </w:r>
      <w:r w:rsidR="00530790" w:rsidRPr="005D5566">
        <w:t>tu dors</w:t>
      </w:r>
      <w:r>
        <w:t xml:space="preserve"> ? </w:t>
      </w:r>
      <w:r w:rsidR="00530790" w:rsidRPr="005D5566">
        <w:t>Ma pauvre malheureuse</w:t>
      </w:r>
      <w:r>
        <w:t xml:space="preserve"> !… </w:t>
      </w:r>
      <w:r w:rsidR="00530790" w:rsidRPr="005D5566">
        <w:t>Dors</w:t>
      </w:r>
      <w:r>
        <w:t xml:space="preserve">, </w:t>
      </w:r>
      <w:r w:rsidR="00530790" w:rsidRPr="005D5566">
        <w:t>dors</w:t>
      </w:r>
      <w:r>
        <w:t xml:space="preserve"> ! </w:t>
      </w:r>
      <w:r w:rsidR="00530790" w:rsidRPr="005D5566">
        <w:t>On outrage tout le monde</w:t>
      </w:r>
      <w:r>
        <w:t xml:space="preserve">, </w:t>
      </w:r>
      <w:r w:rsidR="00530790" w:rsidRPr="005D5566">
        <w:t>tout le monde</w:t>
      </w:r>
      <w:r>
        <w:t> !…</w:t>
      </w:r>
    </w:p>
    <w:p w14:paraId="71EE66AE" w14:textId="77777777" w:rsidR="001C0413" w:rsidRDefault="00530790" w:rsidP="001C0413">
      <w:r w:rsidRPr="005D5566">
        <w:lastRenderedPageBreak/>
        <w:t>La mère se coucha sur son lit sans se déshabiller et tomba dans un profond sommeil</w:t>
      </w:r>
      <w:r w:rsidR="001C0413">
        <w:t xml:space="preserve">, </w:t>
      </w:r>
      <w:r w:rsidRPr="005D5566">
        <w:t>comme si elle eût roulé dans un précipice</w:t>
      </w:r>
      <w:r w:rsidR="001C0413">
        <w:t>.</w:t>
      </w:r>
    </w:p>
    <w:p w14:paraId="502784AC" w14:textId="77777777" w:rsidR="001C0413" w:rsidRDefault="00530790" w:rsidP="001C0413">
      <w:r w:rsidRPr="005D5566">
        <w:t>Elle vit en rêve un tertre de sable jaune qui se trouvait au delà du marais</w:t>
      </w:r>
      <w:r w:rsidR="001C0413">
        <w:t xml:space="preserve">, </w:t>
      </w:r>
      <w:r w:rsidRPr="005D5566">
        <w:t>sur le chemin de la ville</w:t>
      </w:r>
      <w:r w:rsidR="001C0413">
        <w:t xml:space="preserve">. </w:t>
      </w:r>
      <w:r w:rsidRPr="005D5566">
        <w:t>Au sommet de la pente conduisant aux carrières d</w:t>
      </w:r>
      <w:r w:rsidR="001C0413">
        <w:t>’</w:t>
      </w:r>
      <w:r w:rsidRPr="005D5566">
        <w:t>où l</w:t>
      </w:r>
      <w:r w:rsidR="001C0413">
        <w:t>’</w:t>
      </w:r>
      <w:r w:rsidRPr="005D5566">
        <w:t>on extrayait le sable</w:t>
      </w:r>
      <w:r w:rsidR="001C0413">
        <w:t xml:space="preserve">, </w:t>
      </w:r>
      <w:r w:rsidRPr="005D5566">
        <w:t>Pavel chantait doucement</w:t>
      </w:r>
      <w:r w:rsidR="001C0413">
        <w:t xml:space="preserve">, </w:t>
      </w:r>
      <w:r w:rsidRPr="005D5566">
        <w:t>avec la voix d</w:t>
      </w:r>
      <w:r w:rsidR="001C0413">
        <w:t>’</w:t>
      </w:r>
      <w:r w:rsidRPr="005D5566">
        <w:t>André</w:t>
      </w:r>
      <w:r w:rsidR="001C0413">
        <w:t> :</w:t>
      </w:r>
    </w:p>
    <w:p w14:paraId="4B5925F4" w14:textId="77777777" w:rsidR="001C0413" w:rsidRDefault="00530790" w:rsidP="001C0413">
      <w:pPr>
        <w:ind w:firstLine="0"/>
        <w:jc w:val="center"/>
        <w:rPr>
          <w:bCs/>
          <w:i/>
          <w:iCs/>
        </w:rPr>
      </w:pPr>
      <w:r w:rsidRPr="001C0413">
        <w:rPr>
          <w:bCs/>
          <w:i/>
          <w:iCs/>
        </w:rPr>
        <w:t>Lève-toi</w:t>
      </w:r>
      <w:r w:rsidR="001C0413">
        <w:rPr>
          <w:bCs/>
          <w:i/>
          <w:iCs/>
        </w:rPr>
        <w:t xml:space="preserve">, </w:t>
      </w:r>
      <w:r w:rsidRPr="001C0413">
        <w:rPr>
          <w:bCs/>
          <w:i/>
          <w:iCs/>
        </w:rPr>
        <w:t>lève-toi</w:t>
      </w:r>
      <w:r w:rsidR="001C0413">
        <w:rPr>
          <w:bCs/>
          <w:i/>
          <w:iCs/>
        </w:rPr>
        <w:t xml:space="preserve">, </w:t>
      </w:r>
      <w:r w:rsidRPr="001C0413">
        <w:rPr>
          <w:bCs/>
          <w:i/>
          <w:iCs/>
        </w:rPr>
        <w:t>peuple opprimé</w:t>
      </w:r>
      <w:r w:rsidR="001C0413">
        <w:rPr>
          <w:bCs/>
          <w:i/>
          <w:iCs/>
        </w:rPr>
        <w:t>…</w:t>
      </w:r>
    </w:p>
    <w:p w14:paraId="66AAA904" w14:textId="77777777" w:rsidR="001C0413" w:rsidRDefault="00530790" w:rsidP="001C0413">
      <w:r w:rsidRPr="005D5566">
        <w:t>Pélaguée passa devant le monticule et regarda son fils en portant la main à son front</w:t>
      </w:r>
      <w:r w:rsidR="001C0413">
        <w:t xml:space="preserve">. </w:t>
      </w:r>
      <w:r w:rsidRPr="005D5566">
        <w:t>La silhouette du jeune homme se détachait nettement sur le fond bleu du ciel</w:t>
      </w:r>
      <w:r w:rsidR="001C0413">
        <w:t xml:space="preserve">. </w:t>
      </w:r>
      <w:r w:rsidRPr="005D5566">
        <w:t>Mais la mère avait honte de s</w:t>
      </w:r>
      <w:r w:rsidR="001C0413">
        <w:t>’</w:t>
      </w:r>
      <w:r w:rsidRPr="005D5566">
        <w:t>approcher de lui</w:t>
      </w:r>
      <w:r w:rsidR="001C0413">
        <w:t xml:space="preserve">, </w:t>
      </w:r>
      <w:r w:rsidRPr="005D5566">
        <w:t>car elle était enceinte</w:t>
      </w:r>
      <w:r w:rsidR="001C0413">
        <w:t xml:space="preserve">. </w:t>
      </w:r>
      <w:r w:rsidRPr="005D5566">
        <w:t>Dans ses bras elle portait un autre enfant</w:t>
      </w:r>
      <w:r w:rsidR="001C0413">
        <w:t xml:space="preserve">. </w:t>
      </w:r>
      <w:r w:rsidRPr="005D5566">
        <w:t>Elle continua à marcher</w:t>
      </w:r>
      <w:r w:rsidR="001C0413">
        <w:t xml:space="preserve">. </w:t>
      </w:r>
      <w:r w:rsidRPr="005D5566">
        <w:t>Dans les champs</w:t>
      </w:r>
      <w:r w:rsidR="001C0413">
        <w:t xml:space="preserve">, </w:t>
      </w:r>
      <w:r w:rsidRPr="005D5566">
        <w:t>des enfants jouaient avec une balle</w:t>
      </w:r>
      <w:r w:rsidR="001C0413">
        <w:t xml:space="preserve"> ; </w:t>
      </w:r>
      <w:r w:rsidRPr="005D5566">
        <w:t>ils étaient nombreux et la balle était rouge</w:t>
      </w:r>
      <w:r w:rsidR="001C0413">
        <w:t xml:space="preserve">. </w:t>
      </w:r>
      <w:r w:rsidRPr="005D5566">
        <w:t>Le bambin qu</w:t>
      </w:r>
      <w:r w:rsidR="001C0413">
        <w:t>’</w:t>
      </w:r>
      <w:r w:rsidRPr="005D5566">
        <w:t>elle portait voulut aller s</w:t>
      </w:r>
      <w:r w:rsidR="001C0413">
        <w:t>’</w:t>
      </w:r>
      <w:r w:rsidRPr="005D5566">
        <w:t>amuser avec les autres et se mit à pleurer bruyamment</w:t>
      </w:r>
      <w:r w:rsidR="001C0413">
        <w:t xml:space="preserve">. </w:t>
      </w:r>
      <w:r w:rsidRPr="005D5566">
        <w:t>Elle lui donna le sein et revint sur ses pas</w:t>
      </w:r>
      <w:r w:rsidR="001C0413">
        <w:t xml:space="preserve"> ; </w:t>
      </w:r>
      <w:r w:rsidRPr="005D5566">
        <w:t>le monticule était occupé par des soldats dont les baïonnettes se dirigeaient contre elle</w:t>
      </w:r>
      <w:r w:rsidR="001C0413">
        <w:t xml:space="preserve">. </w:t>
      </w:r>
      <w:r w:rsidRPr="005D5566">
        <w:t>Elle s</w:t>
      </w:r>
      <w:r w:rsidR="001C0413">
        <w:t>’</w:t>
      </w:r>
      <w:r w:rsidRPr="005D5566">
        <w:t>enfuit vers une église édifiée en pleine campagne</w:t>
      </w:r>
      <w:r w:rsidR="001C0413">
        <w:t xml:space="preserve">, </w:t>
      </w:r>
      <w:r w:rsidRPr="005D5566">
        <w:t>une église blanche</w:t>
      </w:r>
      <w:r w:rsidR="001C0413">
        <w:t xml:space="preserve">, </w:t>
      </w:r>
      <w:r w:rsidRPr="005D5566">
        <w:t>très haute et légère</w:t>
      </w:r>
      <w:r w:rsidR="001C0413">
        <w:t xml:space="preserve">, </w:t>
      </w:r>
      <w:r w:rsidRPr="005D5566">
        <w:t>comme si elle eût été formée de nuages</w:t>
      </w:r>
      <w:r w:rsidR="001C0413">
        <w:t xml:space="preserve">. </w:t>
      </w:r>
      <w:r w:rsidRPr="005D5566">
        <w:t>On y célébrait des funérailles</w:t>
      </w:r>
      <w:r w:rsidR="001C0413">
        <w:t xml:space="preserve"> ; </w:t>
      </w:r>
      <w:r w:rsidRPr="005D5566">
        <w:t>le cercueil était grand et noir</w:t>
      </w:r>
      <w:r w:rsidR="001C0413">
        <w:t xml:space="preserve">, </w:t>
      </w:r>
      <w:r w:rsidRPr="005D5566">
        <w:t>hermétiquement fermé</w:t>
      </w:r>
      <w:r w:rsidR="001C0413">
        <w:t xml:space="preserve">. </w:t>
      </w:r>
      <w:r w:rsidRPr="005D5566">
        <w:t>Le prêtre et le diacre</w:t>
      </w:r>
      <w:r w:rsidR="001C0413">
        <w:t xml:space="preserve">, </w:t>
      </w:r>
      <w:r w:rsidRPr="005D5566">
        <w:t>vêtus d</w:t>
      </w:r>
      <w:r w:rsidR="001C0413">
        <w:t>’</w:t>
      </w:r>
      <w:r w:rsidRPr="005D5566">
        <w:t>aubes immaculées</w:t>
      </w:r>
      <w:r w:rsidR="001C0413">
        <w:t xml:space="preserve">, </w:t>
      </w:r>
      <w:r w:rsidRPr="005D5566">
        <w:t>chantaient</w:t>
      </w:r>
      <w:r w:rsidR="001C0413">
        <w:t> :</w:t>
      </w:r>
    </w:p>
    <w:p w14:paraId="23FAF6F1" w14:textId="77777777" w:rsidR="001C0413" w:rsidRDefault="001C0413" w:rsidP="001C0413">
      <w:r>
        <w:t>— « </w:t>
      </w:r>
      <w:r w:rsidR="00530790" w:rsidRPr="005D5566">
        <w:t>Christ est ressuscité d</w:t>
      </w:r>
      <w:r>
        <w:t>’</w:t>
      </w:r>
      <w:r w:rsidR="00530790" w:rsidRPr="005D5566">
        <w:t>entre les morts</w:t>
      </w:r>
      <w:r>
        <w:t> »…</w:t>
      </w:r>
    </w:p>
    <w:p w14:paraId="4D3F484A" w14:textId="77777777" w:rsidR="001C0413" w:rsidRDefault="00530790" w:rsidP="001C0413">
      <w:r w:rsidRPr="005D5566">
        <w:t>Le diacre agita l</w:t>
      </w:r>
      <w:r w:rsidR="001C0413">
        <w:t>’</w:t>
      </w:r>
      <w:r w:rsidRPr="005D5566">
        <w:t>encensoir et sourit à la mère en l</w:t>
      </w:r>
      <w:r w:rsidR="001C0413">
        <w:t>’</w:t>
      </w:r>
      <w:r w:rsidRPr="005D5566">
        <w:t>apercevant</w:t>
      </w:r>
      <w:r w:rsidR="001C0413">
        <w:t xml:space="preserve">. </w:t>
      </w:r>
      <w:r w:rsidRPr="005D5566">
        <w:t>Il avait les cheveux roux et l</w:t>
      </w:r>
      <w:r w:rsidR="001C0413">
        <w:t>’</w:t>
      </w:r>
      <w:r w:rsidRPr="005D5566">
        <w:t>air jovial</w:t>
      </w:r>
      <w:r w:rsidR="001C0413">
        <w:t xml:space="preserve">, </w:t>
      </w:r>
      <w:r w:rsidRPr="005D5566">
        <w:t>comme Samoïlov</w:t>
      </w:r>
      <w:r w:rsidR="001C0413">
        <w:t xml:space="preserve">. </w:t>
      </w:r>
      <w:r w:rsidRPr="005D5566">
        <w:t>De la coupole tombaient des rayons de soleil aussi larges que des essuie-mains</w:t>
      </w:r>
      <w:r w:rsidR="001C0413">
        <w:t xml:space="preserve">. </w:t>
      </w:r>
      <w:r w:rsidRPr="005D5566">
        <w:t>Dans le chœur</w:t>
      </w:r>
      <w:r w:rsidR="001C0413">
        <w:t xml:space="preserve">, </w:t>
      </w:r>
      <w:r w:rsidRPr="005D5566">
        <w:t>des garçonnets répétaient à mi-voix</w:t>
      </w:r>
      <w:r w:rsidR="001C0413">
        <w:t> :</w:t>
      </w:r>
    </w:p>
    <w:p w14:paraId="1AA51C9A" w14:textId="77777777" w:rsidR="001C0413" w:rsidRDefault="001C0413" w:rsidP="001C0413">
      <w:r>
        <w:lastRenderedPageBreak/>
        <w:t>— « </w:t>
      </w:r>
      <w:r w:rsidR="00530790" w:rsidRPr="005D5566">
        <w:t>Christ est ressuscité d</w:t>
      </w:r>
      <w:r>
        <w:t>’</w:t>
      </w:r>
      <w:r w:rsidR="00530790" w:rsidRPr="005D5566">
        <w:t>entre les morts</w:t>
      </w:r>
      <w:r>
        <w:t> »…</w:t>
      </w:r>
    </w:p>
    <w:p w14:paraId="7D0EFB3B" w14:textId="77777777" w:rsidR="001C0413" w:rsidRDefault="001C0413" w:rsidP="001C0413">
      <w:r>
        <w:t>— </w:t>
      </w:r>
      <w:r w:rsidR="00530790" w:rsidRPr="005D5566">
        <w:t>Saisissez-les</w:t>
      </w:r>
      <w:r>
        <w:t xml:space="preserve"> ! </w:t>
      </w:r>
      <w:r w:rsidR="00530790" w:rsidRPr="005D5566">
        <w:t>cria soudain le prêtre en s</w:t>
      </w:r>
      <w:r>
        <w:t>’</w:t>
      </w:r>
      <w:r w:rsidR="00530790" w:rsidRPr="005D5566">
        <w:t>arrêtant au milieu de l</w:t>
      </w:r>
      <w:r>
        <w:t>’</w:t>
      </w:r>
      <w:r w:rsidR="00530790" w:rsidRPr="005D5566">
        <w:t>église</w:t>
      </w:r>
      <w:r>
        <w:t xml:space="preserve">. </w:t>
      </w:r>
      <w:r w:rsidR="00530790" w:rsidRPr="005D5566">
        <w:t>Son aube s</w:t>
      </w:r>
      <w:r>
        <w:t>’</w:t>
      </w:r>
      <w:r w:rsidR="00530790" w:rsidRPr="005D5566">
        <w:t>évapora</w:t>
      </w:r>
      <w:r>
        <w:t xml:space="preserve">, </w:t>
      </w:r>
      <w:r w:rsidR="00530790" w:rsidRPr="005D5566">
        <w:t>tandis que des moustaches épaisses et grises apparaissaient sur son visage</w:t>
      </w:r>
      <w:r>
        <w:t xml:space="preserve">. </w:t>
      </w:r>
      <w:r w:rsidR="00530790" w:rsidRPr="005D5566">
        <w:t>Tout le monde s</w:t>
      </w:r>
      <w:r>
        <w:t>’</w:t>
      </w:r>
      <w:r w:rsidR="00530790" w:rsidRPr="005D5566">
        <w:t>enfuit</w:t>
      </w:r>
      <w:r>
        <w:t xml:space="preserve">, </w:t>
      </w:r>
      <w:r w:rsidR="00530790" w:rsidRPr="005D5566">
        <w:t>même le diacre</w:t>
      </w:r>
      <w:r>
        <w:t xml:space="preserve">, </w:t>
      </w:r>
      <w:r w:rsidR="00530790" w:rsidRPr="005D5566">
        <w:t>qui jeta au loin l</w:t>
      </w:r>
      <w:r>
        <w:t>’</w:t>
      </w:r>
      <w:r w:rsidR="00530790" w:rsidRPr="005D5566">
        <w:t>encensoir et se prit la tête dans les mains</w:t>
      </w:r>
      <w:r>
        <w:t xml:space="preserve">, </w:t>
      </w:r>
      <w:r w:rsidR="00530790" w:rsidRPr="005D5566">
        <w:t>comme le Petit-Russien avait coutume de le faire</w:t>
      </w:r>
      <w:r>
        <w:t xml:space="preserve">. </w:t>
      </w:r>
      <w:r w:rsidR="00530790" w:rsidRPr="005D5566">
        <w:t>La mère laissa choir l</w:t>
      </w:r>
      <w:r>
        <w:t>’</w:t>
      </w:r>
      <w:r w:rsidR="00530790" w:rsidRPr="005D5566">
        <w:t>enfant sous les pieds des fidèles qui l</w:t>
      </w:r>
      <w:r>
        <w:t>’</w:t>
      </w:r>
      <w:r w:rsidR="00530790" w:rsidRPr="005D5566">
        <w:t>évitaient en jetant des regards craintifs sur le petit corps nu</w:t>
      </w:r>
      <w:r>
        <w:t xml:space="preserve"> ; </w:t>
      </w:r>
      <w:r w:rsidR="00530790" w:rsidRPr="005D5566">
        <w:t>elle se mit à genoux et cria</w:t>
      </w:r>
      <w:r>
        <w:t> :</w:t>
      </w:r>
    </w:p>
    <w:p w14:paraId="31F710A8" w14:textId="77777777" w:rsidR="001C0413" w:rsidRDefault="001C0413" w:rsidP="001C0413">
      <w:r>
        <w:t>— </w:t>
      </w:r>
      <w:r w:rsidR="00530790" w:rsidRPr="005D5566">
        <w:t>N</w:t>
      </w:r>
      <w:r>
        <w:t>’</w:t>
      </w:r>
      <w:r w:rsidR="00530790" w:rsidRPr="005D5566">
        <w:t>abandonnez pas l</w:t>
      </w:r>
      <w:r>
        <w:t>’</w:t>
      </w:r>
      <w:r w:rsidR="00530790" w:rsidRPr="005D5566">
        <w:t>enfant</w:t>
      </w:r>
      <w:r>
        <w:t xml:space="preserve"> ! </w:t>
      </w:r>
      <w:r w:rsidR="00530790" w:rsidRPr="005D5566">
        <w:t>Prenez-le</w:t>
      </w:r>
      <w:r>
        <w:t>…</w:t>
      </w:r>
    </w:p>
    <w:p w14:paraId="2DA2A6B6" w14:textId="77777777" w:rsidR="001C0413" w:rsidRDefault="001C0413" w:rsidP="001C0413">
      <w:r>
        <w:t>— « </w:t>
      </w:r>
      <w:r w:rsidR="00530790" w:rsidRPr="005D5566">
        <w:t>Christ est ressuscité d</w:t>
      </w:r>
      <w:r>
        <w:t>’</w:t>
      </w:r>
      <w:r w:rsidR="00530790" w:rsidRPr="005D5566">
        <w:t>entre les morts</w:t>
      </w:r>
      <w:r>
        <w:t> !… »</w:t>
      </w:r>
      <w:r w:rsidR="00530790" w:rsidRPr="005D5566">
        <w:t xml:space="preserve"> chantait le Petit-Russien</w:t>
      </w:r>
      <w:r>
        <w:t xml:space="preserve">, </w:t>
      </w:r>
      <w:r w:rsidR="00530790" w:rsidRPr="005D5566">
        <w:t>les mains derrière le dos</w:t>
      </w:r>
      <w:r>
        <w:t xml:space="preserve">, </w:t>
      </w:r>
      <w:r w:rsidR="00530790" w:rsidRPr="005D5566">
        <w:t>le sourire aux lèvres</w:t>
      </w:r>
      <w:r>
        <w:t>.</w:t>
      </w:r>
    </w:p>
    <w:p w14:paraId="308462F8" w14:textId="77777777" w:rsidR="001C0413" w:rsidRDefault="00530790" w:rsidP="001C0413">
      <w:r w:rsidRPr="005D5566">
        <w:t>Pélaguée se baissa</w:t>
      </w:r>
      <w:r w:rsidR="001C0413">
        <w:t xml:space="preserve">, </w:t>
      </w:r>
      <w:r w:rsidRPr="005D5566">
        <w:t>prit l</w:t>
      </w:r>
      <w:r w:rsidR="001C0413">
        <w:t>’</w:t>
      </w:r>
      <w:r w:rsidRPr="005D5566">
        <w:t>enfant et le plaça sur une charrette de planches à côté de laquelle marchait lentement Vessoftchikov</w:t>
      </w:r>
      <w:r w:rsidR="001C0413">
        <w:t xml:space="preserve"> ; </w:t>
      </w:r>
      <w:r w:rsidRPr="005D5566">
        <w:t>celui-ci riait en disant</w:t>
      </w:r>
      <w:r w:rsidR="001C0413">
        <w:t> :</w:t>
      </w:r>
    </w:p>
    <w:p w14:paraId="5B74A75B" w14:textId="77777777" w:rsidR="001C0413" w:rsidRDefault="001C0413" w:rsidP="001C0413">
      <w:r>
        <w:t>— </w:t>
      </w:r>
      <w:r w:rsidR="00530790" w:rsidRPr="005D5566">
        <w:t>On m</w:t>
      </w:r>
      <w:r>
        <w:t>’</w:t>
      </w:r>
      <w:r w:rsidR="00530790" w:rsidRPr="005D5566">
        <w:t>a donné un travail pénible</w:t>
      </w:r>
      <w:r>
        <w:t>…</w:t>
      </w:r>
    </w:p>
    <w:p w14:paraId="6C430FC1" w14:textId="77777777" w:rsidR="001C0413" w:rsidRDefault="00530790" w:rsidP="001C0413">
      <w:r w:rsidRPr="005D5566">
        <w:t>La rue était sale</w:t>
      </w:r>
      <w:r w:rsidR="001C0413">
        <w:t xml:space="preserve"> ; </w:t>
      </w:r>
      <w:r w:rsidRPr="005D5566">
        <w:t>aux fenêtres des maisons</w:t>
      </w:r>
      <w:r w:rsidR="001C0413">
        <w:t xml:space="preserve">, </w:t>
      </w:r>
      <w:r w:rsidRPr="005D5566">
        <w:t>les gens se montraient et sifflaient</w:t>
      </w:r>
      <w:r w:rsidR="001C0413">
        <w:t xml:space="preserve">, </w:t>
      </w:r>
      <w:r w:rsidRPr="005D5566">
        <w:t>criaient</w:t>
      </w:r>
      <w:r w:rsidR="001C0413">
        <w:t xml:space="preserve">, </w:t>
      </w:r>
      <w:r w:rsidRPr="005D5566">
        <w:t>gesticulaient</w:t>
      </w:r>
      <w:r w:rsidR="001C0413">
        <w:t xml:space="preserve">. </w:t>
      </w:r>
      <w:r w:rsidRPr="005D5566">
        <w:t>Le jour était clair</w:t>
      </w:r>
      <w:r w:rsidR="001C0413">
        <w:t xml:space="preserve">, </w:t>
      </w:r>
      <w:r w:rsidRPr="005D5566">
        <w:t>le soleil brillait avec ardeur</w:t>
      </w:r>
      <w:r w:rsidR="001C0413">
        <w:t xml:space="preserve"> ; </w:t>
      </w:r>
      <w:r w:rsidRPr="005D5566">
        <w:t>il n</w:t>
      </w:r>
      <w:r w:rsidR="001C0413">
        <w:t>’</w:t>
      </w:r>
      <w:r w:rsidRPr="005D5566">
        <w:t>y avait d</w:t>
      </w:r>
      <w:r w:rsidR="001C0413">
        <w:t>’</w:t>
      </w:r>
      <w:r w:rsidRPr="005D5566">
        <w:t>ombre nulle part</w:t>
      </w:r>
      <w:r w:rsidR="001C0413">
        <w:t>.</w:t>
      </w:r>
    </w:p>
    <w:p w14:paraId="64550C58" w14:textId="77777777" w:rsidR="001C0413" w:rsidRDefault="001C0413" w:rsidP="001C0413">
      <w:r>
        <w:t>— </w:t>
      </w:r>
      <w:r w:rsidR="00530790" w:rsidRPr="005D5566">
        <w:t>Chantez</w:t>
      </w:r>
      <w:r>
        <w:t xml:space="preserve">, </w:t>
      </w:r>
      <w:r w:rsidR="00530790" w:rsidRPr="005D5566">
        <w:t>petite mère</w:t>
      </w:r>
      <w:r>
        <w:t xml:space="preserve"> ! </w:t>
      </w:r>
      <w:r w:rsidR="00530790" w:rsidRPr="005D5566">
        <w:t>disait le Petit-Russien</w:t>
      </w:r>
      <w:r>
        <w:t xml:space="preserve">. </w:t>
      </w:r>
      <w:r w:rsidR="00530790" w:rsidRPr="005D5566">
        <w:t>C</w:t>
      </w:r>
      <w:r>
        <w:t>’</w:t>
      </w:r>
      <w:r w:rsidR="00530790" w:rsidRPr="005D5566">
        <w:t>est la vie</w:t>
      </w:r>
      <w:r>
        <w:t>.</w:t>
      </w:r>
    </w:p>
    <w:p w14:paraId="5AEEEA71" w14:textId="77777777" w:rsidR="001C0413" w:rsidRDefault="00530790" w:rsidP="001C0413">
      <w:r w:rsidRPr="005D5566">
        <w:t>Et il chantait</w:t>
      </w:r>
      <w:r w:rsidR="001C0413">
        <w:t xml:space="preserve">, </w:t>
      </w:r>
      <w:r w:rsidRPr="005D5566">
        <w:t>dominant tous les bruits de sa bonne voix souriante</w:t>
      </w:r>
      <w:r w:rsidR="001C0413">
        <w:t xml:space="preserve">. </w:t>
      </w:r>
      <w:r w:rsidRPr="005D5566">
        <w:t>La mère le suivait et se plaignait</w:t>
      </w:r>
      <w:r w:rsidR="001C0413">
        <w:t> :</w:t>
      </w:r>
    </w:p>
    <w:p w14:paraId="3ED1C0F5" w14:textId="77777777" w:rsidR="001C0413" w:rsidRDefault="001C0413" w:rsidP="001C0413">
      <w:r>
        <w:t>— </w:t>
      </w:r>
      <w:r w:rsidR="00530790" w:rsidRPr="005D5566">
        <w:t>Pourquoi se moque-t-il de moi</w:t>
      </w:r>
      <w:r>
        <w:t> ?</w:t>
      </w:r>
    </w:p>
    <w:p w14:paraId="45295E33" w14:textId="77777777" w:rsidR="001C0413" w:rsidRDefault="00530790" w:rsidP="001C0413">
      <w:r w:rsidRPr="005D5566">
        <w:lastRenderedPageBreak/>
        <w:t>Mais</w:t>
      </w:r>
      <w:r w:rsidR="001C0413">
        <w:t xml:space="preserve">, </w:t>
      </w:r>
      <w:r w:rsidRPr="005D5566">
        <w:t>soudain</w:t>
      </w:r>
      <w:r w:rsidR="001C0413">
        <w:t xml:space="preserve">, </w:t>
      </w:r>
      <w:r w:rsidRPr="005D5566">
        <w:t>elle recula et tomba dans un gouffre sans fond</w:t>
      </w:r>
      <w:r w:rsidR="001C0413">
        <w:t xml:space="preserve">, </w:t>
      </w:r>
      <w:r w:rsidRPr="005D5566">
        <w:t>qui grondait à son approche</w:t>
      </w:r>
      <w:r w:rsidR="001C0413">
        <w:t>…</w:t>
      </w:r>
    </w:p>
    <w:p w14:paraId="784C42DB" w14:textId="77777777" w:rsidR="001C0413" w:rsidRDefault="00530790" w:rsidP="001C0413">
      <w:r w:rsidRPr="005D5566">
        <w:t>Pélaguée se réveilla</w:t>
      </w:r>
      <w:r w:rsidR="001C0413">
        <w:t xml:space="preserve">, </w:t>
      </w:r>
      <w:r w:rsidRPr="005D5566">
        <w:t>toute frissonnante</w:t>
      </w:r>
      <w:r w:rsidR="001C0413">
        <w:t xml:space="preserve">, </w:t>
      </w:r>
      <w:r w:rsidRPr="005D5566">
        <w:t>couverte de sueur</w:t>
      </w:r>
      <w:r w:rsidR="001C0413">
        <w:t xml:space="preserve">, </w:t>
      </w:r>
      <w:r w:rsidRPr="005D5566">
        <w:t>et prêta l</w:t>
      </w:r>
      <w:r w:rsidR="001C0413">
        <w:t>’</w:t>
      </w:r>
      <w:r w:rsidRPr="005D5566">
        <w:t>oreille à ce qui se passait en elle</w:t>
      </w:r>
      <w:r w:rsidR="001C0413">
        <w:t xml:space="preserve">. </w:t>
      </w:r>
      <w:r w:rsidRPr="005D5566">
        <w:t>Avec étonnement elle constata le vide de sa poitrine</w:t>
      </w:r>
      <w:r w:rsidR="001C0413">
        <w:t xml:space="preserve">. </w:t>
      </w:r>
      <w:r w:rsidRPr="005D5566">
        <w:t>On eût dit qu</w:t>
      </w:r>
      <w:r w:rsidR="001C0413">
        <w:t>’</w:t>
      </w:r>
      <w:r w:rsidRPr="005D5566">
        <w:t>une main lourde et fureteuse s</w:t>
      </w:r>
      <w:r w:rsidR="001C0413">
        <w:t>’</w:t>
      </w:r>
      <w:r w:rsidRPr="005D5566">
        <w:t>était emparée de son cœur et le serrait doucement</w:t>
      </w:r>
      <w:r w:rsidR="001C0413">
        <w:t xml:space="preserve">, </w:t>
      </w:r>
      <w:r w:rsidRPr="005D5566">
        <w:t>en un jeu cruel</w:t>
      </w:r>
      <w:r w:rsidR="001C0413">
        <w:t xml:space="preserve">. </w:t>
      </w:r>
      <w:r w:rsidRPr="005D5566">
        <w:t>La sirène hurlait avec obstination</w:t>
      </w:r>
      <w:r w:rsidR="001C0413">
        <w:t xml:space="preserve"> ; </w:t>
      </w:r>
      <w:r w:rsidRPr="005D5566">
        <w:t>d</w:t>
      </w:r>
      <w:r w:rsidR="001C0413">
        <w:t>’</w:t>
      </w:r>
      <w:r w:rsidRPr="005D5566">
        <w:t>après le son</w:t>
      </w:r>
      <w:r w:rsidR="001C0413">
        <w:t xml:space="preserve">, </w:t>
      </w:r>
      <w:r w:rsidRPr="005D5566">
        <w:t>la mère calcula que c</w:t>
      </w:r>
      <w:r w:rsidR="001C0413">
        <w:t>’</w:t>
      </w:r>
      <w:r w:rsidRPr="005D5566">
        <w:t>était déjà le second appel</w:t>
      </w:r>
      <w:r w:rsidR="001C0413">
        <w:t xml:space="preserve">. </w:t>
      </w:r>
      <w:r w:rsidRPr="005D5566">
        <w:t>La chambre était en désordre</w:t>
      </w:r>
      <w:r w:rsidR="001C0413">
        <w:t xml:space="preserve"> ; </w:t>
      </w:r>
      <w:r w:rsidRPr="005D5566">
        <w:t>les livres et les vêtements gisaient pêle-mêle sur le plancher sali</w:t>
      </w:r>
      <w:r w:rsidR="001C0413">
        <w:t xml:space="preserve"> ; </w:t>
      </w:r>
      <w:r w:rsidRPr="005D5566">
        <w:t>tout était sans dessus dessous</w:t>
      </w:r>
      <w:r w:rsidR="001C0413">
        <w:t>.</w:t>
      </w:r>
    </w:p>
    <w:p w14:paraId="47E758B8" w14:textId="77777777" w:rsidR="001C0413" w:rsidRDefault="00530790" w:rsidP="001C0413">
      <w:r w:rsidRPr="005D5566">
        <w:t>Elle se leva</w:t>
      </w:r>
      <w:r w:rsidR="001C0413">
        <w:t xml:space="preserve">, </w:t>
      </w:r>
      <w:r w:rsidRPr="005D5566">
        <w:t>commença à faire de l</w:t>
      </w:r>
      <w:r w:rsidR="001C0413">
        <w:t>’</w:t>
      </w:r>
      <w:r w:rsidRPr="005D5566">
        <w:t>ordre</w:t>
      </w:r>
      <w:r w:rsidR="001C0413">
        <w:t xml:space="preserve">, </w:t>
      </w:r>
      <w:r w:rsidRPr="005D5566">
        <w:t>sans se laver</w:t>
      </w:r>
      <w:r w:rsidR="001C0413">
        <w:t xml:space="preserve">, </w:t>
      </w:r>
      <w:r w:rsidRPr="005D5566">
        <w:t>ni même prier</w:t>
      </w:r>
      <w:r w:rsidR="001C0413">
        <w:t xml:space="preserve">. </w:t>
      </w:r>
      <w:r w:rsidRPr="005D5566">
        <w:t>À la cuisine</w:t>
      </w:r>
      <w:r w:rsidR="001C0413">
        <w:t xml:space="preserve">, </w:t>
      </w:r>
      <w:r w:rsidRPr="005D5566">
        <w:t xml:space="preserve">elle aperçut un </w:t>
      </w:r>
      <w:r w:rsidRPr="00D210FA">
        <w:t>bât</w:t>
      </w:r>
      <w:r w:rsidRPr="005D5566">
        <w:t>on portant encore un lambeau de calicot rouge</w:t>
      </w:r>
      <w:r w:rsidR="001C0413">
        <w:t xml:space="preserve"> ; </w:t>
      </w:r>
      <w:r w:rsidRPr="005D5566">
        <w:t>elle le prit d</w:t>
      </w:r>
      <w:r w:rsidR="001C0413">
        <w:t>’</w:t>
      </w:r>
      <w:r w:rsidRPr="005D5566">
        <w:t>un air irrité et allait le jeter sous le poêle</w:t>
      </w:r>
      <w:r w:rsidR="001C0413">
        <w:t xml:space="preserve"> ; </w:t>
      </w:r>
      <w:r w:rsidRPr="005D5566">
        <w:t>mais elle soupira</w:t>
      </w:r>
      <w:r w:rsidR="001C0413">
        <w:t xml:space="preserve">, </w:t>
      </w:r>
      <w:r w:rsidRPr="005D5566">
        <w:t>enleva le fragment d</w:t>
      </w:r>
      <w:r w:rsidR="001C0413">
        <w:t>’</w:t>
      </w:r>
      <w:r w:rsidRPr="005D5566">
        <w:t>étoffe rouge</w:t>
      </w:r>
      <w:r w:rsidR="001C0413">
        <w:t xml:space="preserve">, </w:t>
      </w:r>
      <w:r w:rsidRPr="005D5566">
        <w:t>qu</w:t>
      </w:r>
      <w:r w:rsidR="001C0413">
        <w:t>’</w:t>
      </w:r>
      <w:r w:rsidRPr="005D5566">
        <w:t>elle plia soigneusement et le mit dans sa poche</w:t>
      </w:r>
      <w:r w:rsidR="001C0413">
        <w:t xml:space="preserve">. </w:t>
      </w:r>
      <w:r w:rsidRPr="005D5566">
        <w:t>Ensuite elle lava à grande eau le plancher et la fenêtre</w:t>
      </w:r>
      <w:r w:rsidR="001C0413">
        <w:t xml:space="preserve">. </w:t>
      </w:r>
      <w:r w:rsidRPr="005D5566">
        <w:t>Elle s</w:t>
      </w:r>
      <w:r w:rsidR="001C0413">
        <w:t>’</w:t>
      </w:r>
      <w:r w:rsidRPr="005D5566">
        <w:t>habilla et prépara le samovar</w:t>
      </w:r>
      <w:r w:rsidR="001C0413">
        <w:t xml:space="preserve">, </w:t>
      </w:r>
      <w:r w:rsidRPr="005D5566">
        <w:t>puis s</w:t>
      </w:r>
      <w:r w:rsidR="001C0413">
        <w:t>’</w:t>
      </w:r>
      <w:r w:rsidRPr="005D5566">
        <w:t>assit près de la fenêtre de la cuisine</w:t>
      </w:r>
      <w:r w:rsidR="001C0413">
        <w:t xml:space="preserve">, </w:t>
      </w:r>
      <w:r w:rsidRPr="005D5566">
        <w:t>en se répétant la même question que la veille</w:t>
      </w:r>
      <w:r w:rsidR="001C0413">
        <w:t> :</w:t>
      </w:r>
    </w:p>
    <w:p w14:paraId="63156CC0" w14:textId="77777777" w:rsidR="001C0413" w:rsidRDefault="001C0413" w:rsidP="001C0413">
      <w:r>
        <w:t>— </w:t>
      </w:r>
      <w:r w:rsidR="00530790" w:rsidRPr="005D5566">
        <w:t>Que faire maintenant</w:t>
      </w:r>
      <w:r>
        <w:t> ?</w:t>
      </w:r>
    </w:p>
    <w:p w14:paraId="5B04B803" w14:textId="77777777" w:rsidR="001C0413" w:rsidRDefault="00530790" w:rsidP="001C0413">
      <w:r w:rsidRPr="005D5566">
        <w:t>Se rappelant qu</w:t>
      </w:r>
      <w:r w:rsidR="001C0413">
        <w:t>’</w:t>
      </w:r>
      <w:r w:rsidRPr="005D5566">
        <w:t>elle n</w:t>
      </w:r>
      <w:r w:rsidR="001C0413">
        <w:t>’</w:t>
      </w:r>
      <w:r w:rsidRPr="005D5566">
        <w:t>avait pas encore prié</w:t>
      </w:r>
      <w:r w:rsidR="001C0413">
        <w:t xml:space="preserve">, </w:t>
      </w:r>
      <w:r w:rsidRPr="005D5566">
        <w:t>elle se plaça pendant quelques instants devant les images et s</w:t>
      </w:r>
      <w:r w:rsidR="001C0413">
        <w:t>’</w:t>
      </w:r>
      <w:r w:rsidRPr="005D5566">
        <w:t>assit de nouveau</w:t>
      </w:r>
      <w:r w:rsidR="001C0413">
        <w:t xml:space="preserve">. </w:t>
      </w:r>
      <w:r w:rsidRPr="005D5566">
        <w:t>Son cœur était vide</w:t>
      </w:r>
      <w:r w:rsidR="001C0413">
        <w:t>.</w:t>
      </w:r>
    </w:p>
    <w:p w14:paraId="25C20EA4" w14:textId="77777777" w:rsidR="001C0413" w:rsidRDefault="00530790" w:rsidP="001C0413">
      <w:r w:rsidRPr="005D5566">
        <w:t>Le balancier de l</w:t>
      </w:r>
      <w:r w:rsidR="001C0413">
        <w:t>’</w:t>
      </w:r>
      <w:r w:rsidRPr="005D5566">
        <w:t>horloge qui tictaquait d</w:t>
      </w:r>
      <w:r w:rsidR="001C0413">
        <w:t>’</w:t>
      </w:r>
      <w:r w:rsidRPr="005D5566">
        <w:t>habitude avec agilité</w:t>
      </w:r>
      <w:r w:rsidR="001C0413">
        <w:t xml:space="preserve">, </w:t>
      </w:r>
      <w:r w:rsidRPr="005D5566">
        <w:t>avait ralenti ses coups précipités</w:t>
      </w:r>
      <w:r w:rsidR="001C0413">
        <w:t xml:space="preserve">. </w:t>
      </w:r>
      <w:r w:rsidRPr="005D5566">
        <w:t>Les mouches bourdonnaient hésitantes et se débattaient aveuglément contre les vitres</w:t>
      </w:r>
      <w:r w:rsidR="001C0413">
        <w:t>…</w:t>
      </w:r>
    </w:p>
    <w:p w14:paraId="5CCB08C3" w14:textId="77777777" w:rsidR="001C0413" w:rsidRDefault="00530790" w:rsidP="001C0413">
      <w:r w:rsidRPr="005D5566">
        <w:t>Un silence étrange régnait dans le faubourg</w:t>
      </w:r>
      <w:r w:rsidR="001C0413">
        <w:t xml:space="preserve">, </w:t>
      </w:r>
      <w:r w:rsidRPr="005D5566">
        <w:t xml:space="preserve">il semblait que les gens qui avaient tant crié dans les rues la veille </w:t>
      </w:r>
      <w:r w:rsidRPr="005D5566">
        <w:lastRenderedPageBreak/>
        <w:t>s</w:t>
      </w:r>
      <w:r w:rsidR="001C0413">
        <w:t>’</w:t>
      </w:r>
      <w:r w:rsidRPr="005D5566">
        <w:t>étaient cachés à l</w:t>
      </w:r>
      <w:r w:rsidR="001C0413">
        <w:t>’</w:t>
      </w:r>
      <w:r w:rsidRPr="005D5566">
        <w:t>intérieur des maisons et y réfléchissaient en silence à l</w:t>
      </w:r>
      <w:r w:rsidR="001C0413">
        <w:t>’</w:t>
      </w:r>
      <w:r w:rsidRPr="005D5566">
        <w:t>extraordinaire journée</w:t>
      </w:r>
      <w:r w:rsidR="001C0413">
        <w:t>.</w:t>
      </w:r>
    </w:p>
    <w:p w14:paraId="755A9E1B" w14:textId="77777777" w:rsidR="001C0413" w:rsidRDefault="00530790" w:rsidP="001C0413">
      <w:r w:rsidRPr="005D5566">
        <w:t>Soudain</w:t>
      </w:r>
      <w:r w:rsidR="001C0413">
        <w:t xml:space="preserve">, </w:t>
      </w:r>
      <w:r w:rsidRPr="005D5566">
        <w:t>Pélaguée se remémora une scène qu</w:t>
      </w:r>
      <w:r w:rsidR="001C0413">
        <w:t>’</w:t>
      </w:r>
      <w:r w:rsidRPr="005D5566">
        <w:t>elle avait vue une fois</w:t>
      </w:r>
      <w:r w:rsidR="001C0413">
        <w:t xml:space="preserve">, </w:t>
      </w:r>
      <w:r w:rsidRPr="005D5566">
        <w:t>aux jours de sa jeunesse</w:t>
      </w:r>
      <w:r w:rsidR="001C0413">
        <w:t xml:space="preserve"> : </w:t>
      </w:r>
      <w:r w:rsidRPr="005D5566">
        <w:t>dans le vieux parc des seigneurs Zoussaïlov</w:t>
      </w:r>
      <w:r w:rsidR="001C0413">
        <w:t xml:space="preserve">, </w:t>
      </w:r>
      <w:r w:rsidRPr="005D5566">
        <w:t>se trouvait un large étang tout parfumé de nénuphars</w:t>
      </w:r>
      <w:r w:rsidR="001C0413">
        <w:t xml:space="preserve">. </w:t>
      </w:r>
      <w:r w:rsidRPr="005D5566">
        <w:t>Par une grise journée d</w:t>
      </w:r>
      <w:r w:rsidR="001C0413">
        <w:t>’</w:t>
      </w:r>
      <w:r w:rsidRPr="005D5566">
        <w:t>automne</w:t>
      </w:r>
      <w:r w:rsidR="001C0413">
        <w:t xml:space="preserve">, </w:t>
      </w:r>
      <w:r w:rsidRPr="005D5566">
        <w:t>elle avait passé par là</w:t>
      </w:r>
      <w:r w:rsidR="001C0413">
        <w:t xml:space="preserve"> ; </w:t>
      </w:r>
      <w:r w:rsidRPr="005D5566">
        <w:t>un canot était au milieu de la pièce d</w:t>
      </w:r>
      <w:r w:rsidR="001C0413">
        <w:t>’</w:t>
      </w:r>
      <w:r w:rsidRPr="005D5566">
        <w:t>eau</w:t>
      </w:r>
      <w:r w:rsidR="001C0413">
        <w:t xml:space="preserve">, </w:t>
      </w:r>
      <w:r w:rsidRPr="005D5566">
        <w:t>comme figé sur l</w:t>
      </w:r>
      <w:r w:rsidR="001C0413">
        <w:t>’</w:t>
      </w:r>
      <w:r w:rsidRPr="005D5566">
        <w:t>onde tranquille et sombre</w:t>
      </w:r>
      <w:r w:rsidR="001C0413">
        <w:t xml:space="preserve">, </w:t>
      </w:r>
      <w:r w:rsidRPr="005D5566">
        <w:t>piquée de feuilles jaunies</w:t>
      </w:r>
      <w:r w:rsidR="001C0413">
        <w:t xml:space="preserve">. </w:t>
      </w:r>
      <w:r w:rsidRPr="005D5566">
        <w:t>Et de cette embarcation sans rames ni rameur</w:t>
      </w:r>
      <w:r w:rsidR="001C0413">
        <w:t xml:space="preserve">, </w:t>
      </w:r>
      <w:r w:rsidRPr="005D5566">
        <w:t>solitaire et immobile sur l</w:t>
      </w:r>
      <w:r w:rsidR="001C0413">
        <w:t>’</w:t>
      </w:r>
      <w:r w:rsidRPr="005D5566">
        <w:t>eau opaque</w:t>
      </w:r>
      <w:r w:rsidR="001C0413">
        <w:t xml:space="preserve">, </w:t>
      </w:r>
      <w:r w:rsidRPr="005D5566">
        <w:t>parmi les feuilles mortes</w:t>
      </w:r>
      <w:r w:rsidR="001C0413">
        <w:t xml:space="preserve">, </w:t>
      </w:r>
      <w:r w:rsidRPr="005D5566">
        <w:t>se dégageait une tristesse profonde</w:t>
      </w:r>
      <w:r w:rsidR="001C0413">
        <w:t xml:space="preserve">, </w:t>
      </w:r>
      <w:r w:rsidRPr="005D5566">
        <w:t>un chagrin mystérieux</w:t>
      </w:r>
      <w:r w:rsidR="001C0413">
        <w:t xml:space="preserve">. </w:t>
      </w:r>
      <w:r w:rsidRPr="005D5566">
        <w:t>Pélaguée était restée là longtemps</w:t>
      </w:r>
      <w:r w:rsidR="001C0413">
        <w:t xml:space="preserve">, </w:t>
      </w:r>
      <w:r w:rsidRPr="005D5566">
        <w:t>se demandant qui avait pu pousser le canot loin de la rive et pourquoi</w:t>
      </w:r>
      <w:r w:rsidR="001C0413">
        <w:t xml:space="preserve">. </w:t>
      </w:r>
      <w:r w:rsidRPr="005D5566">
        <w:t>Il lui semblait maintenant qu</w:t>
      </w:r>
      <w:r w:rsidR="001C0413">
        <w:t>’</w:t>
      </w:r>
      <w:r w:rsidRPr="005D5566">
        <w:t>elle était elle-même pareille à cette nacelle qui jadis lui faisait penser à un cercueil attendant un cadavre</w:t>
      </w:r>
      <w:r w:rsidR="001C0413">
        <w:t xml:space="preserve">. </w:t>
      </w:r>
      <w:r w:rsidRPr="005D5566">
        <w:t>Le soir du même jour</w:t>
      </w:r>
      <w:r w:rsidR="001C0413">
        <w:t xml:space="preserve">, </w:t>
      </w:r>
      <w:r w:rsidRPr="005D5566">
        <w:t>on apprit que la femme de l</w:t>
      </w:r>
      <w:r w:rsidR="001C0413">
        <w:t>’</w:t>
      </w:r>
      <w:r w:rsidRPr="005D5566">
        <w:t>intendant s</w:t>
      </w:r>
      <w:r w:rsidR="001C0413">
        <w:t>’</w:t>
      </w:r>
      <w:r w:rsidRPr="005D5566">
        <w:t>était noyée</w:t>
      </w:r>
      <w:r w:rsidR="001C0413">
        <w:t xml:space="preserve"> ; </w:t>
      </w:r>
      <w:r w:rsidRPr="005D5566">
        <w:t>c</w:t>
      </w:r>
      <w:r w:rsidR="001C0413">
        <w:t>’</w:t>
      </w:r>
      <w:r w:rsidRPr="005D5566">
        <w:t>était une petite femme à la démarche rapide</w:t>
      </w:r>
      <w:r w:rsidR="001C0413">
        <w:t xml:space="preserve">, </w:t>
      </w:r>
      <w:r w:rsidRPr="005D5566">
        <w:t>aux cheveux noirs éternellement en désordre</w:t>
      </w:r>
      <w:r w:rsidR="001C0413">
        <w:t>…</w:t>
      </w:r>
    </w:p>
    <w:p w14:paraId="63DB79F5" w14:textId="77777777" w:rsidR="001C0413" w:rsidRDefault="00530790" w:rsidP="001C0413">
      <w:r w:rsidRPr="005D5566">
        <w:t>La mère passa la main sur ses yeux</w:t>
      </w:r>
      <w:r w:rsidR="001C0413">
        <w:t xml:space="preserve">, </w:t>
      </w:r>
      <w:r w:rsidRPr="005D5566">
        <w:t>comme pour en chasser les souvenirs</w:t>
      </w:r>
      <w:r w:rsidR="001C0413">
        <w:t xml:space="preserve"> ; </w:t>
      </w:r>
      <w:r w:rsidRPr="005D5566">
        <w:t>sa pensée frémissante et cahotante glissa en palpitant vers les impressions de la veille</w:t>
      </w:r>
      <w:r w:rsidR="001C0413">
        <w:t xml:space="preserve">, </w:t>
      </w:r>
      <w:r w:rsidRPr="005D5566">
        <w:t>qui l</w:t>
      </w:r>
      <w:r w:rsidR="001C0413">
        <w:t>’</w:t>
      </w:r>
      <w:r w:rsidRPr="005D5566">
        <w:t>envahissaient</w:t>
      </w:r>
      <w:r w:rsidR="001C0413">
        <w:t xml:space="preserve">. </w:t>
      </w:r>
      <w:r w:rsidRPr="005D5566">
        <w:t>Les yeux fixés sur sa tasse de thé refroidi</w:t>
      </w:r>
      <w:r w:rsidR="001C0413">
        <w:t xml:space="preserve">, </w:t>
      </w:r>
      <w:r w:rsidRPr="005D5566">
        <w:t>elle demeura longtemps immobile</w:t>
      </w:r>
      <w:r w:rsidR="001C0413">
        <w:t xml:space="preserve"> ; </w:t>
      </w:r>
      <w:r w:rsidRPr="005D5566">
        <w:t>dans son âme se leva le désir de voir quelqu</w:t>
      </w:r>
      <w:r w:rsidR="001C0413">
        <w:t>’</w:t>
      </w:r>
      <w:r w:rsidRPr="005D5566">
        <w:t>un de simple et d</w:t>
      </w:r>
      <w:r w:rsidR="001C0413">
        <w:t>’</w:t>
      </w:r>
      <w:r w:rsidRPr="005D5566">
        <w:t>intelligent</w:t>
      </w:r>
      <w:r w:rsidR="001C0413">
        <w:t xml:space="preserve">, </w:t>
      </w:r>
      <w:r w:rsidRPr="005D5566">
        <w:t>pour lui demander une foule de choses</w:t>
      </w:r>
      <w:r w:rsidR="001C0413">
        <w:t>.</w:t>
      </w:r>
    </w:p>
    <w:p w14:paraId="108E461D" w14:textId="77777777" w:rsidR="001C0413" w:rsidRDefault="00530790" w:rsidP="001C0413">
      <w:r w:rsidRPr="005D5566">
        <w:t>Et comme pour exaucer son désir</w:t>
      </w:r>
      <w:r w:rsidR="001C0413">
        <w:t xml:space="preserve">, </w:t>
      </w:r>
      <w:r w:rsidRPr="005D5566">
        <w:t>Nicolas Ivanovitch arriva après le dîner</w:t>
      </w:r>
      <w:r w:rsidR="001C0413">
        <w:t xml:space="preserve">. </w:t>
      </w:r>
      <w:r w:rsidRPr="005D5566">
        <w:t>En le voyant</w:t>
      </w:r>
      <w:r w:rsidR="001C0413">
        <w:t xml:space="preserve">, </w:t>
      </w:r>
      <w:r w:rsidRPr="005D5566">
        <w:t>l</w:t>
      </w:r>
      <w:r w:rsidR="001C0413">
        <w:t>’</w:t>
      </w:r>
      <w:r w:rsidRPr="005D5566">
        <w:t>inquiétude la saisit brusquement</w:t>
      </w:r>
      <w:r w:rsidR="001C0413">
        <w:t xml:space="preserve"> ; </w:t>
      </w:r>
      <w:r w:rsidRPr="005D5566">
        <w:t>elle dit d</w:t>
      </w:r>
      <w:r w:rsidR="001C0413">
        <w:t>’</w:t>
      </w:r>
      <w:r w:rsidRPr="005D5566">
        <w:t>une voix faible</w:t>
      </w:r>
      <w:r w:rsidR="001C0413">
        <w:t xml:space="preserve">, </w:t>
      </w:r>
      <w:r w:rsidRPr="005D5566">
        <w:t>sans répondre à ses salutations</w:t>
      </w:r>
      <w:r w:rsidR="001C0413">
        <w:t> :</w:t>
      </w:r>
    </w:p>
    <w:p w14:paraId="3E82F311" w14:textId="77777777" w:rsidR="001C0413" w:rsidRDefault="001C0413" w:rsidP="001C0413">
      <w:r>
        <w:t>— </w:t>
      </w:r>
      <w:r w:rsidR="00530790" w:rsidRPr="005D5566">
        <w:t>Ah</w:t>
      </w:r>
      <w:r>
        <w:t xml:space="preserve"> ! </w:t>
      </w:r>
      <w:r w:rsidR="00530790" w:rsidRPr="005D5566">
        <w:t>petit père</w:t>
      </w:r>
      <w:r>
        <w:t xml:space="preserve"> ! </w:t>
      </w:r>
      <w:r w:rsidR="00530790" w:rsidRPr="005D5566">
        <w:t>vous avez eu tort de venir</w:t>
      </w:r>
      <w:r>
        <w:t xml:space="preserve"> ! </w:t>
      </w:r>
      <w:r w:rsidR="00530790" w:rsidRPr="005D5566">
        <w:t>c</w:t>
      </w:r>
      <w:r>
        <w:t>’</w:t>
      </w:r>
      <w:r w:rsidR="00530790" w:rsidRPr="005D5566">
        <w:t>est imprudent</w:t>
      </w:r>
      <w:r>
        <w:t xml:space="preserve">, </w:t>
      </w:r>
      <w:r w:rsidR="00530790" w:rsidRPr="005D5566">
        <w:t>on vous arrêtera si on vous voit</w:t>
      </w:r>
      <w:r>
        <w:t> !</w:t>
      </w:r>
    </w:p>
    <w:p w14:paraId="49F56D9F" w14:textId="77777777" w:rsidR="001C0413" w:rsidRDefault="00530790" w:rsidP="001C0413">
      <w:r w:rsidRPr="005D5566">
        <w:lastRenderedPageBreak/>
        <w:t>Après lui avoir serré la main avec énergie</w:t>
      </w:r>
      <w:r w:rsidR="001C0413">
        <w:t xml:space="preserve">, </w:t>
      </w:r>
      <w:r w:rsidRPr="005D5566">
        <w:t>Nicolas Ivanovitch consolida ses lunettes sur son nez</w:t>
      </w:r>
      <w:r w:rsidR="001C0413">
        <w:t xml:space="preserve">, </w:t>
      </w:r>
      <w:r w:rsidRPr="005D5566">
        <w:t>et se penchant à l</w:t>
      </w:r>
      <w:r w:rsidR="001C0413">
        <w:t>’</w:t>
      </w:r>
      <w:r w:rsidRPr="005D5566">
        <w:t>oreille de la mère</w:t>
      </w:r>
      <w:r w:rsidR="001C0413">
        <w:t xml:space="preserve">, </w:t>
      </w:r>
      <w:r w:rsidRPr="005D5566">
        <w:t>il lui expliqua rapidement</w:t>
      </w:r>
      <w:r w:rsidR="001C0413">
        <w:t xml:space="preserve">, </w:t>
      </w:r>
      <w:r w:rsidRPr="005D5566">
        <w:t>à voix basse</w:t>
      </w:r>
      <w:r w:rsidR="001C0413">
        <w:t> :</w:t>
      </w:r>
    </w:p>
    <w:p w14:paraId="01053FF7" w14:textId="77777777" w:rsidR="001C0413" w:rsidRDefault="001C0413" w:rsidP="001C0413">
      <w:r>
        <w:t>— </w:t>
      </w:r>
      <w:r w:rsidR="00530790" w:rsidRPr="005D5566">
        <w:t>Nous avons convenu</w:t>
      </w:r>
      <w:r>
        <w:t xml:space="preserve">, </w:t>
      </w:r>
      <w:r w:rsidR="00530790" w:rsidRPr="005D5566">
        <w:t>André</w:t>
      </w:r>
      <w:r>
        <w:t xml:space="preserve">, </w:t>
      </w:r>
      <w:r w:rsidR="00530790" w:rsidRPr="005D5566">
        <w:t>Pavel et moi</w:t>
      </w:r>
      <w:r>
        <w:t xml:space="preserve">, </w:t>
      </w:r>
      <w:r w:rsidR="00530790" w:rsidRPr="005D5566">
        <w:t>que je viendrais vous chercher pour vous conduire à la ville</w:t>
      </w:r>
      <w:r>
        <w:t xml:space="preserve">, </w:t>
      </w:r>
      <w:r w:rsidR="00530790" w:rsidRPr="005D5566">
        <w:t>le lendemain même de leur arrestation</w:t>
      </w:r>
      <w:r>
        <w:t xml:space="preserve">, </w:t>
      </w:r>
      <w:r w:rsidR="00530790" w:rsidRPr="005D5566">
        <w:t>si elle avait lieu</w:t>
      </w:r>
      <w:r>
        <w:t xml:space="preserve">. </w:t>
      </w:r>
      <w:r w:rsidR="00530790" w:rsidRPr="005D5566">
        <w:t>On est venu perquisitionner</w:t>
      </w:r>
      <w:r>
        <w:t> ?</w:t>
      </w:r>
    </w:p>
    <w:p w14:paraId="08FB8B6F" w14:textId="77777777" w:rsidR="001C0413" w:rsidRDefault="001C0413" w:rsidP="001C0413">
      <w:r>
        <w:t>— </w:t>
      </w:r>
      <w:r w:rsidR="00530790" w:rsidRPr="005D5566">
        <w:t>Oui</w:t>
      </w:r>
      <w:r>
        <w:t xml:space="preserve">. </w:t>
      </w:r>
      <w:r w:rsidR="00530790" w:rsidRPr="005D5566">
        <w:t>Ils ont cherché partout</w:t>
      </w:r>
      <w:r>
        <w:t xml:space="preserve">, </w:t>
      </w:r>
      <w:r w:rsidR="00530790" w:rsidRPr="005D5566">
        <w:t>ils m</w:t>
      </w:r>
      <w:r>
        <w:t>’</w:t>
      </w:r>
      <w:r w:rsidR="00530790" w:rsidRPr="005D5566">
        <w:t>ont même fouillée</w:t>
      </w:r>
      <w:r>
        <w:t xml:space="preserve">. </w:t>
      </w:r>
      <w:r w:rsidR="00530790" w:rsidRPr="005D5566">
        <w:t>Ces gens n</w:t>
      </w:r>
      <w:r>
        <w:t>’</w:t>
      </w:r>
      <w:r w:rsidR="00530790" w:rsidRPr="005D5566">
        <w:t xml:space="preserve">ont point de conscience ni </w:t>
      </w:r>
      <w:r w:rsidR="00530790" w:rsidRPr="005D5566">
        <w:rPr>
          <w:bCs/>
        </w:rPr>
        <w:t xml:space="preserve">de </w:t>
      </w:r>
      <w:r w:rsidR="00530790" w:rsidRPr="005D5566">
        <w:t>pudeur</w:t>
      </w:r>
      <w:r>
        <w:t> !</w:t>
      </w:r>
    </w:p>
    <w:p w14:paraId="4770EF91" w14:textId="77777777" w:rsidR="001C0413" w:rsidRDefault="001C0413" w:rsidP="001C0413">
      <w:r>
        <w:t>— </w:t>
      </w:r>
      <w:r w:rsidR="00530790" w:rsidRPr="005D5566">
        <w:t>Pourquoi en auraient-ils</w:t>
      </w:r>
      <w:r>
        <w:t xml:space="preserve"> ? </w:t>
      </w:r>
      <w:r w:rsidR="00530790" w:rsidRPr="005D5566">
        <w:t>demanda Nicolas en haussant les épaules</w:t>
      </w:r>
      <w:r>
        <w:t xml:space="preserve"> ; </w:t>
      </w:r>
      <w:r w:rsidR="00530790" w:rsidRPr="005D5566">
        <w:t>puis il lui exposa les raisons pour lesquelles elle devait aller vivre à la ville</w:t>
      </w:r>
      <w:r>
        <w:t>.</w:t>
      </w:r>
    </w:p>
    <w:p w14:paraId="62C1195F" w14:textId="77777777" w:rsidR="001C0413" w:rsidRDefault="00530790" w:rsidP="001C0413">
      <w:r w:rsidRPr="005D5566">
        <w:t>Elle écoutait cette voix amicale</w:t>
      </w:r>
      <w:r w:rsidR="001C0413">
        <w:t xml:space="preserve">, </w:t>
      </w:r>
      <w:r w:rsidRPr="005D5566">
        <w:t xml:space="preserve">pleine </w:t>
      </w:r>
      <w:r w:rsidRPr="005D5566">
        <w:rPr>
          <w:bCs/>
        </w:rPr>
        <w:t xml:space="preserve">de </w:t>
      </w:r>
      <w:r w:rsidRPr="005D5566">
        <w:t>sollicitude</w:t>
      </w:r>
      <w:r w:rsidR="001C0413">
        <w:t xml:space="preserve">, </w:t>
      </w:r>
      <w:r w:rsidRPr="005D5566">
        <w:t>regardait ce visage au pâle sourire</w:t>
      </w:r>
      <w:r w:rsidR="001C0413">
        <w:t xml:space="preserve">, </w:t>
      </w:r>
      <w:r w:rsidRPr="005D5566">
        <w:t>et s</w:t>
      </w:r>
      <w:r w:rsidR="001C0413">
        <w:t>’</w:t>
      </w:r>
      <w:r w:rsidRPr="005D5566">
        <w:t>étonnait de la confiance que lui inspirait cet homme</w:t>
      </w:r>
      <w:r w:rsidR="001C0413">
        <w:t>.</w:t>
      </w:r>
    </w:p>
    <w:p w14:paraId="3CF8A2D2" w14:textId="77777777" w:rsidR="001C0413" w:rsidRDefault="001C0413" w:rsidP="001C0413">
      <w:r>
        <w:t>— </w:t>
      </w:r>
      <w:r w:rsidR="00530790" w:rsidRPr="005D5566">
        <w:t>Du moment que Pavel l</w:t>
      </w:r>
      <w:r>
        <w:t>’</w:t>
      </w:r>
      <w:r w:rsidR="00530790" w:rsidRPr="005D5566">
        <w:t>a décidé</w:t>
      </w:r>
      <w:r>
        <w:t xml:space="preserve">, </w:t>
      </w:r>
      <w:r w:rsidR="00530790" w:rsidRPr="005D5566">
        <w:t xml:space="preserve">et si </w:t>
      </w:r>
      <w:r w:rsidR="00530790" w:rsidRPr="005D5566">
        <w:rPr>
          <w:bCs/>
        </w:rPr>
        <w:t xml:space="preserve">je </w:t>
      </w:r>
      <w:r w:rsidR="00530790" w:rsidRPr="005D5566">
        <w:t>ne vous gêne pas</w:t>
      </w:r>
      <w:r>
        <w:t xml:space="preserve">… </w:t>
      </w:r>
      <w:r w:rsidR="00530790" w:rsidRPr="005D5566">
        <w:t>dit-elle</w:t>
      </w:r>
      <w:r>
        <w:t>.</w:t>
      </w:r>
    </w:p>
    <w:p w14:paraId="59207711" w14:textId="77777777" w:rsidR="001C0413" w:rsidRDefault="001C0413" w:rsidP="001C0413">
      <w:r>
        <w:t>— </w:t>
      </w:r>
      <w:r w:rsidR="00530790" w:rsidRPr="005D5566">
        <w:t>Ne vous inquiétez pas de cela</w:t>
      </w:r>
      <w:r>
        <w:t xml:space="preserve">. </w:t>
      </w:r>
      <w:r w:rsidR="00530790" w:rsidRPr="005D5566">
        <w:rPr>
          <w:bCs/>
        </w:rPr>
        <w:t xml:space="preserve">Je </w:t>
      </w:r>
      <w:r w:rsidR="00530790" w:rsidRPr="005D5566">
        <w:t>vis seul</w:t>
      </w:r>
      <w:r>
        <w:t xml:space="preserve">, </w:t>
      </w:r>
      <w:r w:rsidR="00530790" w:rsidRPr="005D5566">
        <w:t>ma sœur ne vient que rarement</w:t>
      </w:r>
      <w:r>
        <w:t>…</w:t>
      </w:r>
    </w:p>
    <w:p w14:paraId="769D2B8A" w14:textId="77777777" w:rsidR="001C0413" w:rsidRDefault="001C0413" w:rsidP="001C0413">
      <w:r>
        <w:t>— </w:t>
      </w:r>
      <w:r w:rsidR="00530790" w:rsidRPr="005D5566">
        <w:t>Mais je veux travailler</w:t>
      </w:r>
      <w:r>
        <w:t xml:space="preserve">, </w:t>
      </w:r>
      <w:r w:rsidR="00530790" w:rsidRPr="005D5566">
        <w:t>je veux gagner mon pain</w:t>
      </w:r>
      <w:r>
        <w:t> !</w:t>
      </w:r>
    </w:p>
    <w:p w14:paraId="36BCBDA4" w14:textId="77777777" w:rsidR="001C0413" w:rsidRDefault="001C0413" w:rsidP="001C0413">
      <w:r>
        <w:t>— </w:t>
      </w:r>
      <w:r w:rsidR="00530790" w:rsidRPr="005D5566">
        <w:t>Si vous voulez travailler</w:t>
      </w:r>
      <w:r>
        <w:t xml:space="preserve">, </w:t>
      </w:r>
      <w:r w:rsidR="00530790" w:rsidRPr="005D5566">
        <w:t>on vous trouvera de l</w:t>
      </w:r>
      <w:r>
        <w:t>’</w:t>
      </w:r>
      <w:r w:rsidR="00530790" w:rsidRPr="005D5566">
        <w:t>ouvrage</w:t>
      </w:r>
      <w:r>
        <w:t> !</w:t>
      </w:r>
    </w:p>
    <w:p w14:paraId="58F08BD0" w14:textId="77777777" w:rsidR="001C0413" w:rsidRDefault="00530790" w:rsidP="001C0413">
      <w:r w:rsidRPr="005D5566">
        <w:t>Pour elle</w:t>
      </w:r>
      <w:r w:rsidR="001C0413">
        <w:t xml:space="preserve">, </w:t>
      </w:r>
      <w:r w:rsidRPr="005D5566">
        <w:t>l</w:t>
      </w:r>
      <w:r w:rsidR="001C0413">
        <w:t>’</w:t>
      </w:r>
      <w:r w:rsidRPr="005D5566">
        <w:t>idée de travail était liée indissolublement au genre d</w:t>
      </w:r>
      <w:r w:rsidR="001C0413">
        <w:t>’</w:t>
      </w:r>
      <w:r w:rsidRPr="005D5566">
        <w:t>activité de son fils</w:t>
      </w:r>
      <w:r w:rsidR="001C0413">
        <w:t xml:space="preserve">, </w:t>
      </w:r>
      <w:r w:rsidRPr="005D5566">
        <w:t>d</w:t>
      </w:r>
      <w:r w:rsidR="001C0413">
        <w:t>’</w:t>
      </w:r>
      <w:r w:rsidRPr="005D5566">
        <w:t>André et de leurs camarades</w:t>
      </w:r>
      <w:r w:rsidR="001C0413">
        <w:t xml:space="preserve">. </w:t>
      </w:r>
      <w:r w:rsidRPr="005D5566">
        <w:t xml:space="preserve">Elle se rapprocha de Nicolas </w:t>
      </w:r>
      <w:r w:rsidRPr="005D5566">
        <w:rPr>
          <w:bCs/>
        </w:rPr>
        <w:t xml:space="preserve">et </w:t>
      </w:r>
      <w:r w:rsidRPr="005D5566">
        <w:t>lui demanda en l</w:t>
      </w:r>
      <w:r w:rsidRPr="005D5566">
        <w:rPr>
          <w:bCs/>
        </w:rPr>
        <w:t xml:space="preserve">e </w:t>
      </w:r>
      <w:r w:rsidRPr="005D5566">
        <w:t>regardant dans les yeux</w:t>
      </w:r>
      <w:r w:rsidR="001C0413">
        <w:t> :</w:t>
      </w:r>
    </w:p>
    <w:p w14:paraId="234BAC7C" w14:textId="77777777" w:rsidR="001C0413" w:rsidRDefault="001C0413" w:rsidP="001C0413">
      <w:r>
        <w:t>— </w:t>
      </w:r>
      <w:r w:rsidR="00530790" w:rsidRPr="005D5566">
        <w:t>Vous croyez</w:t>
      </w:r>
      <w:r>
        <w:t> ?…</w:t>
      </w:r>
    </w:p>
    <w:p w14:paraId="03015571" w14:textId="77777777" w:rsidR="001C0413" w:rsidRDefault="001C0413" w:rsidP="001C0413">
      <w:r>
        <w:lastRenderedPageBreak/>
        <w:t>— </w:t>
      </w:r>
      <w:r w:rsidR="00530790" w:rsidRPr="005D5566">
        <w:t>Mon ménage n</w:t>
      </w:r>
      <w:r>
        <w:t>’</w:t>
      </w:r>
      <w:r w:rsidR="00530790" w:rsidRPr="005D5566">
        <w:t>est pas bien grand</w:t>
      </w:r>
      <w:r>
        <w:t xml:space="preserve"> ; </w:t>
      </w:r>
      <w:r w:rsidR="00530790" w:rsidRPr="005D5566">
        <w:t xml:space="preserve">quand on </w:t>
      </w:r>
      <w:r w:rsidR="00530790" w:rsidRPr="005D5566">
        <w:rPr>
          <w:bCs/>
        </w:rPr>
        <w:t xml:space="preserve">est </w:t>
      </w:r>
      <w:r w:rsidR="00530790" w:rsidRPr="005D5566">
        <w:t>seul</w:t>
      </w:r>
      <w:r>
        <w:t>…</w:t>
      </w:r>
    </w:p>
    <w:p w14:paraId="1D33A9ED" w14:textId="77777777" w:rsidR="001C0413" w:rsidRDefault="001C0413" w:rsidP="001C0413">
      <w:r>
        <w:t>— </w:t>
      </w:r>
      <w:r w:rsidR="00530790" w:rsidRPr="005D5566">
        <w:t>Ce n</w:t>
      </w:r>
      <w:r>
        <w:t>’</w:t>
      </w:r>
      <w:r w:rsidR="00530790" w:rsidRPr="005D5566">
        <w:t>est pas de cela que je parle</w:t>
      </w:r>
      <w:r>
        <w:t xml:space="preserve">, </w:t>
      </w:r>
      <w:r w:rsidR="00530790" w:rsidRPr="005D5566">
        <w:t xml:space="preserve">je parle </w:t>
      </w:r>
      <w:r w:rsidR="00530790" w:rsidRPr="005D5566">
        <w:rPr>
          <w:bCs/>
        </w:rPr>
        <w:t xml:space="preserve">de </w:t>
      </w:r>
      <w:r w:rsidR="00530790" w:rsidRPr="005D5566">
        <w:t>la grande affaire</w:t>
      </w:r>
      <w:r>
        <w:t xml:space="preserve">… </w:t>
      </w:r>
      <w:r w:rsidR="00530790" w:rsidRPr="005D5566">
        <w:t>expliqua</w:t>
      </w:r>
      <w:r w:rsidR="00530790" w:rsidRPr="005D5566">
        <w:rPr>
          <w:bCs/>
        </w:rPr>
        <w:t>-t</w:t>
      </w:r>
      <w:r w:rsidR="00530790" w:rsidRPr="005D5566">
        <w:t>-elle à voix basse</w:t>
      </w:r>
      <w:r>
        <w:t>.</w:t>
      </w:r>
    </w:p>
    <w:p w14:paraId="506CB3CD" w14:textId="77777777" w:rsidR="001C0413" w:rsidRDefault="00530790" w:rsidP="001C0413">
      <w:r w:rsidRPr="005D5566">
        <w:t>Blessée de ne pas avoir été comprise</w:t>
      </w:r>
      <w:r w:rsidR="001C0413">
        <w:t xml:space="preserve">, </w:t>
      </w:r>
      <w:r w:rsidRPr="005D5566">
        <w:t>elle poussa un soupir de tristesse</w:t>
      </w:r>
      <w:r w:rsidR="001C0413">
        <w:t xml:space="preserve">. </w:t>
      </w:r>
      <w:r w:rsidRPr="005D5566">
        <w:t>Nicolas se leva et dit d</w:t>
      </w:r>
      <w:r w:rsidR="001C0413">
        <w:t>’</w:t>
      </w:r>
      <w:r w:rsidRPr="005D5566">
        <w:t>un ton grave</w:t>
      </w:r>
      <w:r w:rsidR="001C0413">
        <w:t xml:space="preserve">, </w:t>
      </w:r>
      <w:r w:rsidRPr="005D5566">
        <w:t>en souriant de ses yeux myopes</w:t>
      </w:r>
      <w:r w:rsidR="001C0413">
        <w:t> :</w:t>
      </w:r>
    </w:p>
    <w:p w14:paraId="64717FB9" w14:textId="77777777" w:rsidR="001C0413" w:rsidRDefault="001C0413" w:rsidP="001C0413">
      <w:r>
        <w:t>— </w:t>
      </w:r>
      <w:r w:rsidR="00530790" w:rsidRPr="005D5566">
        <w:t>Pour la grande cause aussi</w:t>
      </w:r>
      <w:r>
        <w:t xml:space="preserve">, </w:t>
      </w:r>
      <w:r w:rsidR="00530790" w:rsidRPr="005D5566">
        <w:t>vous aurez de l</w:t>
      </w:r>
      <w:r>
        <w:t>’</w:t>
      </w:r>
      <w:r w:rsidR="00530790" w:rsidRPr="005D5566">
        <w:t>ouvrage</w:t>
      </w:r>
      <w:r>
        <w:t xml:space="preserve">, </w:t>
      </w:r>
      <w:r w:rsidR="00530790" w:rsidRPr="005D5566">
        <w:t>si vous le voulez</w:t>
      </w:r>
      <w:r>
        <w:t>…</w:t>
      </w:r>
    </w:p>
    <w:p w14:paraId="6B495051" w14:textId="77777777" w:rsidR="001C0413" w:rsidRDefault="00530790" w:rsidP="001C0413">
      <w:r w:rsidRPr="005D5566">
        <w:t>Une pensée simple et claire se forma vivement en elle</w:t>
      </w:r>
      <w:r w:rsidR="001C0413">
        <w:t xml:space="preserve">. </w:t>
      </w:r>
      <w:r w:rsidRPr="005D5566">
        <w:t>Une fois déjà</w:t>
      </w:r>
      <w:r w:rsidR="001C0413">
        <w:t xml:space="preserve">, </w:t>
      </w:r>
      <w:r w:rsidRPr="005D5566">
        <w:t>elle avait réussi à aider Pavel</w:t>
      </w:r>
      <w:r w:rsidR="001C0413">
        <w:t xml:space="preserve"> ; </w:t>
      </w:r>
      <w:r w:rsidRPr="005D5566">
        <w:t>peut-être y parviendrait-elle encore</w:t>
      </w:r>
      <w:r w:rsidR="001C0413">
        <w:t xml:space="preserve"> ? </w:t>
      </w:r>
      <w:r w:rsidRPr="005D5566">
        <w:t>Plus il y aurait de gens qui travailleraient à cette cause</w:t>
      </w:r>
      <w:r w:rsidR="001C0413">
        <w:t xml:space="preserve">, </w:t>
      </w:r>
      <w:r w:rsidRPr="005D5566">
        <w:t>plus il serait évident aux yeux du monde que Pavel avait raison de la défendre</w:t>
      </w:r>
      <w:r w:rsidR="001C0413">
        <w:t xml:space="preserve">. </w:t>
      </w:r>
      <w:r w:rsidRPr="005D5566">
        <w:t>Tout en examinant le bon visage de Nicolas Ivanovitch</w:t>
      </w:r>
      <w:r w:rsidR="001C0413">
        <w:t xml:space="preserve">, </w:t>
      </w:r>
      <w:r w:rsidRPr="005D5566">
        <w:t>elle s</w:t>
      </w:r>
      <w:r w:rsidR="001C0413">
        <w:t>’</w:t>
      </w:r>
      <w:r w:rsidRPr="005D5566">
        <w:t>attendait à ce qu</w:t>
      </w:r>
      <w:r w:rsidR="001C0413">
        <w:t>’</w:t>
      </w:r>
      <w:r w:rsidRPr="005D5566">
        <w:t>il parlât avec compassion de Pavel</w:t>
      </w:r>
      <w:r w:rsidR="001C0413">
        <w:t xml:space="preserve">, </w:t>
      </w:r>
      <w:r w:rsidRPr="005D5566">
        <w:t>d</w:t>
      </w:r>
      <w:r w:rsidR="001C0413">
        <w:t>’</w:t>
      </w:r>
      <w:r w:rsidRPr="005D5566">
        <w:t>André et d</w:t>
      </w:r>
      <w:r w:rsidR="001C0413">
        <w:t>’</w:t>
      </w:r>
      <w:r w:rsidRPr="005D5566">
        <w:t>elle-même</w:t>
      </w:r>
      <w:r w:rsidR="001C0413">
        <w:t xml:space="preserve">, </w:t>
      </w:r>
      <w:r w:rsidRPr="005D5566">
        <w:t>mais il ajouta seulement</w:t>
      </w:r>
      <w:r w:rsidR="001C0413">
        <w:t xml:space="preserve">, </w:t>
      </w:r>
      <w:r w:rsidRPr="005D5566">
        <w:t>en se caressant la barbe avec des gestes absorbés</w:t>
      </w:r>
      <w:r w:rsidR="001C0413">
        <w:t> :</w:t>
      </w:r>
    </w:p>
    <w:p w14:paraId="39410E72" w14:textId="77777777" w:rsidR="001C0413" w:rsidRDefault="001C0413" w:rsidP="001C0413">
      <w:r>
        <w:t>— </w:t>
      </w:r>
      <w:r w:rsidR="00530790" w:rsidRPr="005D5566">
        <w:t>Si vous pouviez savoir de Pavel</w:t>
      </w:r>
      <w:r>
        <w:t xml:space="preserve">, </w:t>
      </w:r>
      <w:r w:rsidR="00530790" w:rsidRPr="005D5566">
        <w:t>quand vous le verrez</w:t>
      </w:r>
      <w:r>
        <w:t xml:space="preserve">, </w:t>
      </w:r>
      <w:r w:rsidR="00530790" w:rsidRPr="005D5566">
        <w:t>l</w:t>
      </w:r>
      <w:r>
        <w:t>’</w:t>
      </w:r>
      <w:r w:rsidR="00530790" w:rsidRPr="005D5566">
        <w:t>adresse des paysans qui ont demandé un journal</w:t>
      </w:r>
      <w:r>
        <w:t>…</w:t>
      </w:r>
    </w:p>
    <w:p w14:paraId="52A3EE40" w14:textId="77777777" w:rsidR="001C0413" w:rsidRDefault="001C0413" w:rsidP="001C0413">
      <w:r>
        <w:t>— </w:t>
      </w:r>
      <w:r w:rsidR="00530790" w:rsidRPr="005D5566">
        <w:t>Je la connais</w:t>
      </w:r>
      <w:r>
        <w:t xml:space="preserve"> ! </w:t>
      </w:r>
      <w:r w:rsidR="00530790" w:rsidRPr="005D5566">
        <w:t>s</w:t>
      </w:r>
      <w:r>
        <w:t>’</w:t>
      </w:r>
      <w:r w:rsidR="00530790" w:rsidRPr="005D5566">
        <w:t>écria-t-elle pleine de joie</w:t>
      </w:r>
      <w:r>
        <w:t xml:space="preserve">. </w:t>
      </w:r>
      <w:r w:rsidR="00530790" w:rsidRPr="005D5566">
        <w:t>Je sais qui ils sont et où ils sont</w:t>
      </w:r>
      <w:r>
        <w:t xml:space="preserve">. </w:t>
      </w:r>
      <w:r w:rsidR="00530790" w:rsidRPr="005D5566">
        <w:t>Donnez-moi le journal</w:t>
      </w:r>
      <w:r>
        <w:t xml:space="preserve">, </w:t>
      </w:r>
      <w:r w:rsidR="00530790" w:rsidRPr="005D5566">
        <w:t>je le leur porterai</w:t>
      </w:r>
      <w:r>
        <w:t xml:space="preserve">. </w:t>
      </w:r>
      <w:r w:rsidR="00530790" w:rsidRPr="005D5566">
        <w:t>Je les trouverai et ferai tout ce que vous me direz</w:t>
      </w:r>
      <w:r>
        <w:t xml:space="preserve">… </w:t>
      </w:r>
      <w:r w:rsidR="00530790" w:rsidRPr="005D5566">
        <w:t>Personne ne supposera que je porte des livres défendus</w:t>
      </w:r>
      <w:r>
        <w:t xml:space="preserve">. </w:t>
      </w:r>
      <w:r w:rsidR="00530790" w:rsidRPr="005D5566">
        <w:t>Grâce à Dieu</w:t>
      </w:r>
      <w:r>
        <w:t xml:space="preserve">, </w:t>
      </w:r>
      <w:r w:rsidR="00530790" w:rsidRPr="005D5566">
        <w:t>j</w:t>
      </w:r>
      <w:r>
        <w:t>’</w:t>
      </w:r>
      <w:r w:rsidR="00530790" w:rsidRPr="005D5566">
        <w:t>en ai introduits à la fabrique par kilos</w:t>
      </w:r>
      <w:r>
        <w:t>.</w:t>
      </w:r>
    </w:p>
    <w:p w14:paraId="45CD47F9" w14:textId="77777777" w:rsidR="001C0413" w:rsidRDefault="00530790" w:rsidP="001C0413">
      <w:r w:rsidRPr="005D5566">
        <w:t>Elle eut soudain le désir de s</w:t>
      </w:r>
      <w:r w:rsidR="001C0413">
        <w:t>’</w:t>
      </w:r>
      <w:r w:rsidRPr="005D5566">
        <w:t>en aller n</w:t>
      </w:r>
      <w:r w:rsidR="001C0413">
        <w:t>’</w:t>
      </w:r>
      <w:r w:rsidRPr="005D5566">
        <w:t>importe où</w:t>
      </w:r>
      <w:r w:rsidR="001C0413">
        <w:t xml:space="preserve">, </w:t>
      </w:r>
      <w:r w:rsidRPr="005D5566">
        <w:t>par les grandes routes</w:t>
      </w:r>
      <w:r w:rsidR="001C0413">
        <w:t xml:space="preserve">, </w:t>
      </w:r>
      <w:r w:rsidRPr="005D5566">
        <w:t>les forêts et les villages</w:t>
      </w:r>
      <w:r w:rsidR="001C0413">
        <w:t xml:space="preserve">, </w:t>
      </w:r>
      <w:r w:rsidRPr="005D5566">
        <w:t>le bâton à la main</w:t>
      </w:r>
      <w:r w:rsidR="001C0413">
        <w:t xml:space="preserve">, </w:t>
      </w:r>
      <w:r w:rsidRPr="005D5566">
        <w:t>la besace à l</w:t>
      </w:r>
      <w:r w:rsidR="001C0413">
        <w:t>’</w:t>
      </w:r>
      <w:r w:rsidRPr="005D5566">
        <w:t>épaule</w:t>
      </w:r>
      <w:r w:rsidR="001C0413">
        <w:t>.</w:t>
      </w:r>
    </w:p>
    <w:p w14:paraId="408A5449" w14:textId="77777777" w:rsidR="001C0413" w:rsidRDefault="001C0413" w:rsidP="001C0413">
      <w:r>
        <w:lastRenderedPageBreak/>
        <w:t>— </w:t>
      </w:r>
      <w:r w:rsidR="00530790" w:rsidRPr="005D5566">
        <w:t>Chargez-moi de cette besogne-là</w:t>
      </w:r>
      <w:r>
        <w:t xml:space="preserve">, </w:t>
      </w:r>
      <w:r w:rsidR="00530790" w:rsidRPr="005D5566">
        <w:t>je vous en prie</w:t>
      </w:r>
      <w:r>
        <w:t xml:space="preserve">, </w:t>
      </w:r>
      <w:r w:rsidR="00530790" w:rsidRPr="005D5566">
        <w:t>mon ami</w:t>
      </w:r>
      <w:r>
        <w:t xml:space="preserve">, </w:t>
      </w:r>
      <w:r w:rsidR="00530790" w:rsidRPr="005D5566">
        <w:t>dit-elle</w:t>
      </w:r>
      <w:r>
        <w:t xml:space="preserve">. </w:t>
      </w:r>
      <w:r w:rsidR="00530790" w:rsidRPr="005D5566">
        <w:t>J</w:t>
      </w:r>
      <w:r>
        <w:t>’</w:t>
      </w:r>
      <w:r w:rsidR="00530790" w:rsidRPr="005D5566">
        <w:t>irai partout où vous voudrez</w:t>
      </w:r>
      <w:r>
        <w:t xml:space="preserve">. </w:t>
      </w:r>
      <w:r w:rsidR="00530790" w:rsidRPr="005D5566">
        <w:t>N</w:t>
      </w:r>
      <w:r>
        <w:t>’</w:t>
      </w:r>
      <w:r w:rsidR="00530790" w:rsidRPr="005D5566">
        <w:t>ayez pas peur</w:t>
      </w:r>
      <w:r>
        <w:t xml:space="preserve">, </w:t>
      </w:r>
      <w:r w:rsidR="00530790" w:rsidRPr="005D5566">
        <w:t>je trouverai mon chemin dans n</w:t>
      </w:r>
      <w:r>
        <w:t>’</w:t>
      </w:r>
      <w:r w:rsidR="00530790" w:rsidRPr="005D5566">
        <w:t>importe quelle province</w:t>
      </w:r>
      <w:r>
        <w:t xml:space="preserve">. </w:t>
      </w:r>
      <w:r w:rsidR="00530790" w:rsidRPr="005D5566">
        <w:t>Je marcherai été et hiver</w:t>
      </w:r>
      <w:r>
        <w:t xml:space="preserve">… </w:t>
      </w:r>
      <w:r w:rsidR="00530790" w:rsidRPr="005D5566">
        <w:t>jusqu</w:t>
      </w:r>
      <w:r>
        <w:t>’</w:t>
      </w:r>
      <w:r w:rsidR="00530790" w:rsidRPr="005D5566">
        <w:t>à ma tombe</w:t>
      </w:r>
      <w:r>
        <w:t xml:space="preserve"> ; </w:t>
      </w:r>
      <w:r w:rsidR="00530790" w:rsidRPr="005D5566">
        <w:t>je serai une apôtre</w:t>
      </w:r>
      <w:r>
        <w:t xml:space="preserve">, </w:t>
      </w:r>
      <w:r w:rsidR="00530790" w:rsidRPr="005D5566">
        <w:t>par amour de la vérité</w:t>
      </w:r>
      <w:r>
        <w:t xml:space="preserve"> ; </w:t>
      </w:r>
      <w:r w:rsidR="00530790" w:rsidRPr="005D5566">
        <w:t xml:space="preserve">mon sort ne sera-t-il pas digne </w:t>
      </w:r>
      <w:r w:rsidR="00530790" w:rsidRPr="005D5566">
        <w:rPr>
          <w:bCs/>
        </w:rPr>
        <w:t>d</w:t>
      </w:r>
      <w:r>
        <w:t>’</w:t>
      </w:r>
      <w:r w:rsidR="00530790" w:rsidRPr="005D5566">
        <w:t>envie</w:t>
      </w:r>
      <w:r>
        <w:t xml:space="preserve"> ? </w:t>
      </w:r>
      <w:r w:rsidR="00530790" w:rsidRPr="005D5566">
        <w:t>C</w:t>
      </w:r>
      <w:r>
        <w:t>’</w:t>
      </w:r>
      <w:r w:rsidR="00530790" w:rsidRPr="005D5566">
        <w:t>est une belle existence que celle des voyageurs</w:t>
      </w:r>
      <w:r>
        <w:t xml:space="preserve"> ; </w:t>
      </w:r>
      <w:r w:rsidR="00530790" w:rsidRPr="005D5566">
        <w:t>ils s</w:t>
      </w:r>
      <w:r>
        <w:t>’</w:t>
      </w:r>
      <w:r w:rsidR="00530790" w:rsidRPr="005D5566">
        <w:t>en vont par la terre</w:t>
      </w:r>
      <w:r>
        <w:t xml:space="preserve">, </w:t>
      </w:r>
      <w:r w:rsidR="00530790" w:rsidRPr="005D5566">
        <w:t>ne possédant rien et n</w:t>
      </w:r>
      <w:r>
        <w:t>’</w:t>
      </w:r>
      <w:r w:rsidR="00530790" w:rsidRPr="005D5566">
        <w:t>ayant besoin de rien</w:t>
      </w:r>
      <w:r>
        <w:t xml:space="preserve">, </w:t>
      </w:r>
      <w:r w:rsidR="00530790" w:rsidRPr="005D5566">
        <w:t>sauf de pain</w:t>
      </w:r>
      <w:r>
        <w:t xml:space="preserve"> ; </w:t>
      </w:r>
      <w:r w:rsidR="00530790" w:rsidRPr="005D5566">
        <w:t>ils n</w:t>
      </w:r>
      <w:r>
        <w:t>’</w:t>
      </w:r>
      <w:r w:rsidR="00530790" w:rsidRPr="005D5566">
        <w:t>humilient personne</w:t>
      </w:r>
      <w:r>
        <w:t xml:space="preserve"> ; </w:t>
      </w:r>
      <w:r w:rsidR="00530790" w:rsidRPr="005D5566">
        <w:t>et ils parcourent le monde</w:t>
      </w:r>
      <w:r>
        <w:t xml:space="preserve">, </w:t>
      </w:r>
      <w:r w:rsidR="00530790" w:rsidRPr="005D5566">
        <w:t>tranquilles et inaperçus</w:t>
      </w:r>
      <w:r>
        <w:t xml:space="preserve">… </w:t>
      </w:r>
      <w:r w:rsidR="00530790" w:rsidRPr="005D5566">
        <w:t>Moi aussi</w:t>
      </w:r>
      <w:r>
        <w:t xml:space="preserve">, </w:t>
      </w:r>
      <w:r w:rsidR="00530790" w:rsidRPr="005D5566">
        <w:t>je vivrai ainsi</w:t>
      </w:r>
      <w:r>
        <w:t xml:space="preserve">… </w:t>
      </w:r>
      <w:r w:rsidR="00530790" w:rsidRPr="005D5566">
        <w:t>j</w:t>
      </w:r>
      <w:r>
        <w:t>’</w:t>
      </w:r>
      <w:r w:rsidR="00530790" w:rsidRPr="005D5566">
        <w:t>arriverai jusqu</w:t>
      </w:r>
      <w:r>
        <w:t>’</w:t>
      </w:r>
      <w:r w:rsidR="00530790" w:rsidRPr="005D5566">
        <w:t>à Pavel</w:t>
      </w:r>
      <w:r>
        <w:t xml:space="preserve">, </w:t>
      </w:r>
      <w:r w:rsidR="00530790" w:rsidRPr="005D5566">
        <w:t>jusqu</w:t>
      </w:r>
      <w:r>
        <w:t>’</w:t>
      </w:r>
      <w:r w:rsidR="00530790" w:rsidRPr="005D5566">
        <w:t>à André</w:t>
      </w:r>
      <w:r>
        <w:t xml:space="preserve">, </w:t>
      </w:r>
      <w:r w:rsidR="00530790" w:rsidRPr="005D5566">
        <w:t>jusqu</w:t>
      </w:r>
      <w:r>
        <w:t>’</w:t>
      </w:r>
      <w:r w:rsidR="00530790" w:rsidRPr="005D5566">
        <w:t>à l</w:t>
      </w:r>
      <w:r>
        <w:t>’</w:t>
      </w:r>
      <w:r w:rsidR="00530790" w:rsidRPr="005D5566">
        <w:t>endroit où ils seront</w:t>
      </w:r>
      <w:r>
        <w:t>…</w:t>
      </w:r>
    </w:p>
    <w:p w14:paraId="72DC76C8" w14:textId="77777777" w:rsidR="001C0413" w:rsidRDefault="00530790" w:rsidP="001C0413">
      <w:r w:rsidRPr="005D5566">
        <w:t>Elle s</w:t>
      </w:r>
      <w:r w:rsidR="001C0413">
        <w:t>’</w:t>
      </w:r>
      <w:r w:rsidRPr="005D5566">
        <w:t>attrista en se voyant en pensée sans foyer</w:t>
      </w:r>
      <w:r w:rsidR="001C0413">
        <w:t xml:space="preserve">, </w:t>
      </w:r>
      <w:r w:rsidRPr="005D5566">
        <w:t>errante</w:t>
      </w:r>
      <w:r w:rsidR="001C0413">
        <w:t xml:space="preserve">, </w:t>
      </w:r>
      <w:r w:rsidRPr="005D5566">
        <w:t>mendiant au nom de Dieu sous les fenêtres des chaumières villageoises</w:t>
      </w:r>
      <w:r w:rsidR="001C0413">
        <w:t>…</w:t>
      </w:r>
    </w:p>
    <w:p w14:paraId="552CDA8D" w14:textId="77777777" w:rsidR="001C0413" w:rsidRDefault="00530790" w:rsidP="001C0413">
      <w:r w:rsidRPr="005D5566">
        <w:t>Nicolas lui prit doucement la main et la caressa de ses doigts chauds</w:t>
      </w:r>
      <w:r w:rsidR="001C0413">
        <w:t>.</w:t>
      </w:r>
    </w:p>
    <w:p w14:paraId="23FAFA30" w14:textId="77777777" w:rsidR="001C0413" w:rsidRDefault="001C0413" w:rsidP="001C0413">
      <w:r>
        <w:t>— </w:t>
      </w:r>
      <w:r w:rsidR="00530790" w:rsidRPr="005D5566">
        <w:t>Nous parlerons de cela plus tard</w:t>
      </w:r>
      <w:r>
        <w:t xml:space="preserve"> ! </w:t>
      </w:r>
      <w:r w:rsidR="00530790" w:rsidRPr="005D5566">
        <w:t>dit-il en regardant l</w:t>
      </w:r>
      <w:r>
        <w:t>’</w:t>
      </w:r>
      <w:r w:rsidR="00530790" w:rsidRPr="005D5566">
        <w:t>horloge</w:t>
      </w:r>
      <w:r>
        <w:t xml:space="preserve">. </w:t>
      </w:r>
      <w:r w:rsidR="00530790" w:rsidRPr="005D5566">
        <w:t>Vous vous chargez d</w:t>
      </w:r>
      <w:r>
        <w:t>’</w:t>
      </w:r>
      <w:r w:rsidR="00530790" w:rsidRPr="005D5566">
        <w:t>une besogne dangereuse</w:t>
      </w:r>
      <w:r>
        <w:t xml:space="preserve">… </w:t>
      </w:r>
      <w:r w:rsidR="00530790" w:rsidRPr="005D5566">
        <w:t>réfléchissez</w:t>
      </w:r>
      <w:r>
        <w:t> !</w:t>
      </w:r>
    </w:p>
    <w:p w14:paraId="76241DB4" w14:textId="77777777" w:rsidR="001C0413" w:rsidRDefault="001C0413" w:rsidP="001C0413">
      <w:r>
        <w:t>— </w:t>
      </w:r>
      <w:r w:rsidR="00530790" w:rsidRPr="005D5566">
        <w:t>Mon bon ami</w:t>
      </w:r>
      <w:r>
        <w:t xml:space="preserve"> ! </w:t>
      </w:r>
      <w:r w:rsidR="00530790" w:rsidRPr="005D5566">
        <w:t>s</w:t>
      </w:r>
      <w:r>
        <w:t>’</w:t>
      </w:r>
      <w:r w:rsidR="00530790" w:rsidRPr="005D5566">
        <w:t>exclama-t-elle</w:t>
      </w:r>
      <w:r>
        <w:t xml:space="preserve">. </w:t>
      </w:r>
      <w:r w:rsidR="00530790" w:rsidRPr="005D5566">
        <w:t>À quoi bon réfléchir</w:t>
      </w:r>
      <w:r>
        <w:t xml:space="preserve"> ? </w:t>
      </w:r>
      <w:r w:rsidR="00530790" w:rsidRPr="005D5566">
        <w:t>Les enfants</w:t>
      </w:r>
      <w:r>
        <w:t xml:space="preserve">, </w:t>
      </w:r>
      <w:r w:rsidR="00530790" w:rsidRPr="005D5566">
        <w:t>le plus pur de notre sang</w:t>
      </w:r>
      <w:r>
        <w:t xml:space="preserve">, </w:t>
      </w:r>
      <w:r w:rsidR="00530790" w:rsidRPr="005D5566">
        <w:t>les morceaux de notre cœur</w:t>
      </w:r>
      <w:r>
        <w:t xml:space="preserve">, </w:t>
      </w:r>
      <w:r w:rsidR="00530790" w:rsidRPr="005D5566">
        <w:t>qui nous sont chers par-dessus tout</w:t>
      </w:r>
      <w:r>
        <w:t xml:space="preserve">, </w:t>
      </w:r>
      <w:r w:rsidR="00530790" w:rsidRPr="005D5566">
        <w:t>sacrifient leur liberté et leur vie</w:t>
      </w:r>
      <w:r>
        <w:t xml:space="preserve">, </w:t>
      </w:r>
      <w:r w:rsidR="00530790" w:rsidRPr="005D5566">
        <w:t>ils périssent sans regret pour eux-mêmes</w:t>
      </w:r>
      <w:r>
        <w:t xml:space="preserve"> ; </w:t>
      </w:r>
      <w:r w:rsidR="00530790" w:rsidRPr="005D5566">
        <w:t>que ne ferais-je donc pas</w:t>
      </w:r>
      <w:r>
        <w:t xml:space="preserve">, </w:t>
      </w:r>
      <w:r w:rsidR="00530790" w:rsidRPr="005D5566">
        <w:t>moi qui suis mère</w:t>
      </w:r>
      <w:r>
        <w:t> ?</w:t>
      </w:r>
    </w:p>
    <w:p w14:paraId="739FB2C7" w14:textId="77777777" w:rsidR="001C0413" w:rsidRDefault="00530790" w:rsidP="001C0413">
      <w:r w:rsidRPr="005D5566">
        <w:t>Nicolas pâlit</w:t>
      </w:r>
      <w:r w:rsidR="001C0413">
        <w:t> :</w:t>
      </w:r>
    </w:p>
    <w:p w14:paraId="4F53E094" w14:textId="77777777" w:rsidR="001C0413" w:rsidRDefault="001C0413" w:rsidP="001C0413">
      <w:r>
        <w:t>— </w:t>
      </w:r>
      <w:r w:rsidR="00530790" w:rsidRPr="005D5566">
        <w:t>Savez-vous</w:t>
      </w:r>
      <w:r>
        <w:t xml:space="preserve">, </w:t>
      </w:r>
      <w:r w:rsidR="00530790" w:rsidRPr="005D5566">
        <w:t>c</w:t>
      </w:r>
      <w:r>
        <w:t>’</w:t>
      </w:r>
      <w:r w:rsidR="00530790" w:rsidRPr="005D5566">
        <w:t>est la première fois que j</w:t>
      </w:r>
      <w:r>
        <w:t>’</w:t>
      </w:r>
      <w:r w:rsidR="00530790" w:rsidRPr="005D5566">
        <w:t>entends des paroles de ce genre</w:t>
      </w:r>
      <w:r>
        <w:t>…</w:t>
      </w:r>
    </w:p>
    <w:p w14:paraId="006D081D" w14:textId="77777777" w:rsidR="001C0413" w:rsidRDefault="001C0413" w:rsidP="001C0413">
      <w:r>
        <w:lastRenderedPageBreak/>
        <w:t>— </w:t>
      </w:r>
      <w:r w:rsidR="00530790" w:rsidRPr="005D5566">
        <w:t>Que puis-je dire</w:t>
      </w:r>
      <w:r>
        <w:t xml:space="preserve"> ! </w:t>
      </w:r>
      <w:r w:rsidR="00530790" w:rsidRPr="005D5566">
        <w:t>fit-elle en hochant la tête tristement</w:t>
      </w:r>
      <w:r>
        <w:t xml:space="preserve"> ; </w:t>
      </w:r>
      <w:r w:rsidR="00530790" w:rsidRPr="005D5566">
        <w:t xml:space="preserve">et elle laissa retomber les bras en un geste </w:t>
      </w:r>
      <w:r w:rsidR="00530790" w:rsidRPr="005D5566">
        <w:rPr>
          <w:bCs/>
        </w:rPr>
        <w:t>d</w:t>
      </w:r>
      <w:r>
        <w:t>’</w:t>
      </w:r>
      <w:r w:rsidR="00530790" w:rsidRPr="005D5566">
        <w:t>impuissance</w:t>
      </w:r>
      <w:r>
        <w:t xml:space="preserve">. </w:t>
      </w:r>
      <w:r w:rsidR="00530790" w:rsidRPr="005D5566">
        <w:t>Si j</w:t>
      </w:r>
      <w:r>
        <w:t>’</w:t>
      </w:r>
      <w:r w:rsidR="00530790" w:rsidRPr="005D5566">
        <w:t xml:space="preserve">avais des mots pour parler de mon cœur </w:t>
      </w:r>
      <w:r w:rsidR="00530790" w:rsidRPr="005D5566">
        <w:rPr>
          <w:bCs/>
        </w:rPr>
        <w:t xml:space="preserve">de </w:t>
      </w:r>
      <w:r w:rsidR="00530790" w:rsidRPr="005D5566">
        <w:t>mère</w:t>
      </w:r>
      <w:r>
        <w:t>…</w:t>
      </w:r>
    </w:p>
    <w:p w14:paraId="427060F2" w14:textId="77777777" w:rsidR="001C0413" w:rsidRDefault="00530790" w:rsidP="001C0413">
      <w:r w:rsidRPr="005D5566">
        <w:t>Elle se leva</w:t>
      </w:r>
      <w:r w:rsidR="001C0413">
        <w:t xml:space="preserve">, </w:t>
      </w:r>
      <w:r w:rsidRPr="005D5566">
        <w:t>poussée par la force qui se développait en elle et exaltait dans son cerveau d</w:t>
      </w:r>
      <w:r w:rsidR="001C0413">
        <w:t>’</w:t>
      </w:r>
      <w:r w:rsidRPr="005D5566">
        <w:t>ardentes paroles de mécontentement</w:t>
      </w:r>
      <w:r w:rsidR="001C0413">
        <w:t>.</w:t>
      </w:r>
    </w:p>
    <w:p w14:paraId="09984DB3" w14:textId="77777777" w:rsidR="001C0413" w:rsidRDefault="001C0413" w:rsidP="001C0413">
      <w:r>
        <w:t xml:space="preserve">— … </w:t>
      </w:r>
      <w:r w:rsidR="00530790" w:rsidRPr="005D5566">
        <w:t>Il y en a beaucoup qui pleureraient</w:t>
      </w:r>
      <w:r>
        <w:t xml:space="preserve">… </w:t>
      </w:r>
      <w:r w:rsidR="00530790" w:rsidRPr="005D5566">
        <w:t>même les méchants</w:t>
      </w:r>
      <w:r>
        <w:t xml:space="preserve">, </w:t>
      </w:r>
      <w:r w:rsidR="00530790" w:rsidRPr="005D5566">
        <w:t>les êtres sans conscience</w:t>
      </w:r>
      <w:r>
        <w:t>…</w:t>
      </w:r>
    </w:p>
    <w:p w14:paraId="43A7BFB5" w14:textId="77777777" w:rsidR="001C0413" w:rsidRDefault="00530790" w:rsidP="001C0413">
      <w:r w:rsidRPr="005D5566">
        <w:t>Nicolas se leva et regarda l</w:t>
      </w:r>
      <w:r w:rsidR="001C0413">
        <w:t>’</w:t>
      </w:r>
      <w:r w:rsidRPr="005D5566">
        <w:t>heure encore une fois</w:t>
      </w:r>
      <w:r w:rsidR="001C0413">
        <w:t>.</w:t>
      </w:r>
    </w:p>
    <w:p w14:paraId="5E545087" w14:textId="77777777" w:rsidR="001C0413" w:rsidRDefault="001C0413" w:rsidP="001C0413">
      <w:r>
        <w:t>— </w:t>
      </w:r>
      <w:r w:rsidR="00530790" w:rsidRPr="005D5566">
        <w:t>Ainsi</w:t>
      </w:r>
      <w:r>
        <w:t xml:space="preserve">, </w:t>
      </w:r>
      <w:r w:rsidR="00530790" w:rsidRPr="005D5566">
        <w:t>c</w:t>
      </w:r>
      <w:r>
        <w:t>’</w:t>
      </w:r>
      <w:r w:rsidR="00530790" w:rsidRPr="005D5566">
        <w:t>est décidé</w:t>
      </w:r>
      <w:r>
        <w:t xml:space="preserve">, </w:t>
      </w:r>
      <w:r w:rsidR="00530790" w:rsidRPr="005D5566">
        <w:t xml:space="preserve">vous viendrez </w:t>
      </w:r>
      <w:r w:rsidR="00530790" w:rsidRPr="005D5566">
        <w:rPr>
          <w:bCs/>
        </w:rPr>
        <w:t xml:space="preserve">à </w:t>
      </w:r>
      <w:r w:rsidR="00530790" w:rsidRPr="005D5566">
        <w:t>la ville</w:t>
      </w:r>
      <w:r>
        <w:t xml:space="preserve">, </w:t>
      </w:r>
      <w:r w:rsidR="00530790" w:rsidRPr="005D5566">
        <w:t>chez moi</w:t>
      </w:r>
      <w:r>
        <w:t> !</w:t>
      </w:r>
    </w:p>
    <w:p w14:paraId="62339851" w14:textId="77777777" w:rsidR="001C0413" w:rsidRDefault="00530790" w:rsidP="001C0413">
      <w:r w:rsidRPr="005D5566">
        <w:t>La mère hocha la tête sans rien dire</w:t>
      </w:r>
      <w:r w:rsidR="001C0413">
        <w:t>.</w:t>
      </w:r>
    </w:p>
    <w:p w14:paraId="4797C825" w14:textId="77777777" w:rsidR="001C0413" w:rsidRDefault="001C0413" w:rsidP="001C0413">
      <w:r>
        <w:t>— </w:t>
      </w:r>
      <w:r w:rsidR="00530790" w:rsidRPr="005D5566">
        <w:t>Quand</w:t>
      </w:r>
      <w:r>
        <w:t xml:space="preserve"> ? </w:t>
      </w:r>
      <w:r w:rsidR="00530790" w:rsidRPr="005D5566">
        <w:t>le plus vite possible</w:t>
      </w:r>
      <w:r>
        <w:t xml:space="preserve"> ! </w:t>
      </w:r>
      <w:r w:rsidR="00530790" w:rsidRPr="005D5566">
        <w:t>et il ajouta doucement</w:t>
      </w:r>
      <w:r>
        <w:t xml:space="preserve"> : </w:t>
      </w:r>
      <w:r w:rsidR="00530790" w:rsidRPr="005D5566">
        <w:t>Je serai inquiet</w:t>
      </w:r>
      <w:r>
        <w:t xml:space="preserve">, </w:t>
      </w:r>
      <w:r w:rsidR="00530790" w:rsidRPr="005D5566">
        <w:t>à votre sujet</w:t>
      </w:r>
      <w:r>
        <w:t xml:space="preserve">, </w:t>
      </w:r>
      <w:r w:rsidR="00530790" w:rsidRPr="005D5566">
        <w:t>vrai</w:t>
      </w:r>
      <w:r>
        <w:t> !</w:t>
      </w:r>
    </w:p>
    <w:p w14:paraId="2761E2CC" w14:textId="77777777" w:rsidR="001C0413" w:rsidRDefault="00530790" w:rsidP="001C0413">
      <w:r w:rsidRPr="005D5566">
        <w:t>Elle le regarda avec étonnement</w:t>
      </w:r>
      <w:r w:rsidR="001C0413">
        <w:t xml:space="preserve"> : </w:t>
      </w:r>
      <w:r w:rsidRPr="005D5566">
        <w:t>quel intérêt pouvait-elle lui inspirer</w:t>
      </w:r>
      <w:r w:rsidR="001C0413">
        <w:t xml:space="preserve"> ? </w:t>
      </w:r>
      <w:r w:rsidRPr="005D5566">
        <w:t>Il se tenait là</w:t>
      </w:r>
      <w:r w:rsidR="001C0413">
        <w:t xml:space="preserve">, </w:t>
      </w:r>
      <w:r w:rsidRPr="005D5566">
        <w:t>tête baissée</w:t>
      </w:r>
      <w:r w:rsidR="001C0413">
        <w:t xml:space="preserve">, </w:t>
      </w:r>
      <w:r w:rsidRPr="005D5566">
        <w:t>un sourire embarrassé aux lèvres</w:t>
      </w:r>
      <w:r w:rsidR="001C0413">
        <w:t xml:space="preserve">, </w:t>
      </w:r>
      <w:r w:rsidRPr="005D5566">
        <w:t>myope et un peu voûté</w:t>
      </w:r>
      <w:r w:rsidR="001C0413">
        <w:t xml:space="preserve">, </w:t>
      </w:r>
      <w:r w:rsidRPr="005D5566">
        <w:t>vêtu d</w:t>
      </w:r>
      <w:r w:rsidR="001C0413">
        <w:t>’</w:t>
      </w:r>
      <w:r w:rsidRPr="005D5566">
        <w:t>un modeste veston noir</w:t>
      </w:r>
      <w:r w:rsidR="001C0413">
        <w:t>.</w:t>
      </w:r>
    </w:p>
    <w:p w14:paraId="3731E81C" w14:textId="77777777" w:rsidR="001C0413" w:rsidRDefault="001C0413" w:rsidP="001C0413">
      <w:r>
        <w:t>— </w:t>
      </w:r>
      <w:r w:rsidR="00530790" w:rsidRPr="005D5566">
        <w:t>Avez-vous de l</w:t>
      </w:r>
      <w:r>
        <w:t>’</w:t>
      </w:r>
      <w:r w:rsidR="00530790" w:rsidRPr="005D5566">
        <w:t>argent</w:t>
      </w:r>
      <w:r>
        <w:t xml:space="preserve"> ? </w:t>
      </w:r>
      <w:r w:rsidR="00530790" w:rsidRPr="005D5566">
        <w:t>demanda-t-il sans la regarder</w:t>
      </w:r>
      <w:r>
        <w:t>.</w:t>
      </w:r>
    </w:p>
    <w:p w14:paraId="3BE2E6C4" w14:textId="77777777" w:rsidR="001C0413" w:rsidRDefault="001C0413" w:rsidP="001C0413">
      <w:r>
        <w:t>— </w:t>
      </w:r>
      <w:r w:rsidR="00530790" w:rsidRPr="005D5566">
        <w:t>Non</w:t>
      </w:r>
      <w:r>
        <w:t>.</w:t>
      </w:r>
    </w:p>
    <w:p w14:paraId="604B889E" w14:textId="77777777" w:rsidR="001C0413" w:rsidRDefault="00530790" w:rsidP="001C0413">
      <w:r w:rsidRPr="005D5566">
        <w:t>Il sortit vivement une bourse de sa poche</w:t>
      </w:r>
      <w:r w:rsidR="001C0413">
        <w:t xml:space="preserve">, </w:t>
      </w:r>
      <w:r w:rsidRPr="005D5566">
        <w:t>l</w:t>
      </w:r>
      <w:r w:rsidR="001C0413">
        <w:t>’</w:t>
      </w:r>
      <w:r w:rsidRPr="005D5566">
        <w:t>ouvrit et la lui tendit</w:t>
      </w:r>
      <w:r w:rsidR="001C0413">
        <w:t> :</w:t>
      </w:r>
    </w:p>
    <w:p w14:paraId="39B34D7D" w14:textId="77777777" w:rsidR="001C0413" w:rsidRDefault="001C0413" w:rsidP="001C0413">
      <w:r>
        <w:t>— </w:t>
      </w:r>
      <w:r w:rsidR="00530790" w:rsidRPr="005D5566">
        <w:t>Tenez</w:t>
      </w:r>
      <w:r>
        <w:t xml:space="preserve">, </w:t>
      </w:r>
      <w:r w:rsidR="00530790" w:rsidRPr="005D5566">
        <w:t>prenez</w:t>
      </w:r>
      <w:r>
        <w:t xml:space="preserve">, </w:t>
      </w:r>
      <w:r w:rsidR="00530790" w:rsidRPr="005D5566">
        <w:t>s</w:t>
      </w:r>
      <w:r>
        <w:t>’</w:t>
      </w:r>
      <w:r w:rsidR="00530790" w:rsidRPr="005D5566">
        <w:t>il vous plaît</w:t>
      </w:r>
      <w:r>
        <w:t>…</w:t>
      </w:r>
    </w:p>
    <w:p w14:paraId="4579487E" w14:textId="77777777" w:rsidR="001C0413" w:rsidRDefault="00530790" w:rsidP="001C0413">
      <w:r w:rsidRPr="005D5566">
        <w:t>La mère eut un sourire involontaire</w:t>
      </w:r>
      <w:r w:rsidR="001C0413">
        <w:t xml:space="preserve">, </w:t>
      </w:r>
      <w:r w:rsidRPr="005D5566">
        <w:t>elle fit en hochant la tête</w:t>
      </w:r>
      <w:r w:rsidR="001C0413">
        <w:t> :</w:t>
      </w:r>
    </w:p>
    <w:p w14:paraId="7972D3D8" w14:textId="77777777" w:rsidR="001C0413" w:rsidRDefault="001C0413" w:rsidP="001C0413">
      <w:r>
        <w:t>— </w:t>
      </w:r>
      <w:r w:rsidR="00530790" w:rsidRPr="005D5566">
        <w:t>Tout a changé</w:t>
      </w:r>
      <w:r>
        <w:t xml:space="preserve"> ! </w:t>
      </w:r>
      <w:r w:rsidR="00530790" w:rsidRPr="005D5566">
        <w:t>L</w:t>
      </w:r>
      <w:r>
        <w:t>’</w:t>
      </w:r>
      <w:r w:rsidR="00530790" w:rsidRPr="005D5566">
        <w:t>argent lui-même n</w:t>
      </w:r>
      <w:r>
        <w:t>’</w:t>
      </w:r>
      <w:r w:rsidR="00530790" w:rsidRPr="005D5566">
        <w:t>a pas de valeur pour vous autres</w:t>
      </w:r>
      <w:r>
        <w:t xml:space="preserve">. </w:t>
      </w:r>
      <w:r w:rsidR="00530790" w:rsidRPr="005D5566">
        <w:t xml:space="preserve">Les gens sont prêts </w:t>
      </w:r>
      <w:r w:rsidR="00530790" w:rsidRPr="005D5566">
        <w:rPr>
          <w:bCs/>
        </w:rPr>
        <w:t xml:space="preserve">à </w:t>
      </w:r>
      <w:r w:rsidR="00530790" w:rsidRPr="005D5566">
        <w:t>tout pour en avoir</w:t>
      </w:r>
      <w:r>
        <w:t xml:space="preserve">, </w:t>
      </w:r>
      <w:r w:rsidR="00530790" w:rsidRPr="005D5566">
        <w:t xml:space="preserve">ils </w:t>
      </w:r>
      <w:r w:rsidR="00530790" w:rsidRPr="005D5566">
        <w:lastRenderedPageBreak/>
        <w:t>perdent même leur âme</w:t>
      </w:r>
      <w:r>
        <w:t xml:space="preserve">… </w:t>
      </w:r>
      <w:r w:rsidR="00530790" w:rsidRPr="005D5566">
        <w:t>et pour vous</w:t>
      </w:r>
      <w:r>
        <w:t xml:space="preserve">, </w:t>
      </w:r>
      <w:r w:rsidR="00530790" w:rsidRPr="005D5566">
        <w:t>ce n</w:t>
      </w:r>
      <w:r>
        <w:t>’</w:t>
      </w:r>
      <w:r w:rsidR="00530790" w:rsidRPr="005D5566">
        <w:t>est que du papier</w:t>
      </w:r>
      <w:r>
        <w:t xml:space="preserve">… </w:t>
      </w:r>
      <w:r w:rsidR="00530790" w:rsidRPr="005D5566">
        <w:t>des rondelles de cuivre</w:t>
      </w:r>
      <w:r>
        <w:t xml:space="preserve">… </w:t>
      </w:r>
      <w:r w:rsidR="00530790" w:rsidRPr="005D5566">
        <w:t>On dirait que vous n</w:t>
      </w:r>
      <w:r>
        <w:t>’</w:t>
      </w:r>
      <w:r w:rsidR="00530790" w:rsidRPr="005D5566">
        <w:t>en avez que par bonté envers autrui</w:t>
      </w:r>
      <w:r>
        <w:t>.</w:t>
      </w:r>
    </w:p>
    <w:p w14:paraId="41374F41" w14:textId="77777777" w:rsidR="001C0413" w:rsidRDefault="001C0413" w:rsidP="001C0413">
      <w:r>
        <w:t>— </w:t>
      </w:r>
      <w:r w:rsidR="00530790" w:rsidRPr="005D5566">
        <w:t>L</w:t>
      </w:r>
      <w:r>
        <w:t>’</w:t>
      </w:r>
      <w:r w:rsidR="00530790" w:rsidRPr="005D5566">
        <w:t>argent est une chose bien désagréable et incommode</w:t>
      </w:r>
      <w:r>
        <w:t xml:space="preserve">, </w:t>
      </w:r>
      <w:r w:rsidR="00530790" w:rsidRPr="005D5566">
        <w:t>repris Nicolas Ivanovitch en riant</w:t>
      </w:r>
      <w:r>
        <w:t xml:space="preserve">. </w:t>
      </w:r>
      <w:r w:rsidR="00530790" w:rsidRPr="005D5566">
        <w:t>C</w:t>
      </w:r>
      <w:r>
        <w:t>’</w:t>
      </w:r>
      <w:r w:rsidR="00530790" w:rsidRPr="005D5566">
        <w:t>est toujours si gênant d</w:t>
      </w:r>
      <w:r>
        <w:t>’</w:t>
      </w:r>
      <w:r w:rsidR="00530790" w:rsidRPr="005D5566">
        <w:t>en recevoir ou d</w:t>
      </w:r>
      <w:r>
        <w:t>’</w:t>
      </w:r>
      <w:r w:rsidR="00530790" w:rsidRPr="005D5566">
        <w:t>en donner</w:t>
      </w:r>
      <w:r>
        <w:t>…</w:t>
      </w:r>
    </w:p>
    <w:p w14:paraId="4610063D" w14:textId="77777777" w:rsidR="001C0413" w:rsidRDefault="00530790" w:rsidP="001C0413">
      <w:r w:rsidRPr="005D5566">
        <w:t>Il prit la main de la mère</w:t>
      </w:r>
      <w:r w:rsidR="001C0413">
        <w:t xml:space="preserve">, </w:t>
      </w:r>
      <w:r w:rsidRPr="005D5566">
        <w:t>la serra avec force</w:t>
      </w:r>
      <w:r w:rsidR="001C0413">
        <w:t>.</w:t>
      </w:r>
    </w:p>
    <w:p w14:paraId="04A19D1F" w14:textId="77777777" w:rsidR="001C0413" w:rsidRDefault="001C0413" w:rsidP="001C0413">
      <w:r>
        <w:t>— </w:t>
      </w:r>
      <w:r w:rsidR="00530790" w:rsidRPr="005D5566">
        <w:t>Vous viendrez le plus vite possible</w:t>
      </w:r>
      <w:r>
        <w:t xml:space="preserve">, </w:t>
      </w:r>
      <w:r w:rsidR="00530790" w:rsidRPr="005D5566">
        <w:t>n</w:t>
      </w:r>
      <w:r>
        <w:t>’</w:t>
      </w:r>
      <w:r w:rsidR="00530790" w:rsidRPr="005D5566">
        <w:t>est-ce pas</w:t>
      </w:r>
      <w:r>
        <w:t xml:space="preserve"> ? </w:t>
      </w:r>
      <w:r w:rsidR="00530790" w:rsidRPr="005D5566">
        <w:t>répéta-t-il</w:t>
      </w:r>
      <w:r>
        <w:t>.</w:t>
      </w:r>
    </w:p>
    <w:p w14:paraId="1AA3DDB7" w14:textId="77777777" w:rsidR="001C0413" w:rsidRDefault="00530790" w:rsidP="001C0413">
      <w:r w:rsidRPr="005D5566">
        <w:t>Et</w:t>
      </w:r>
      <w:r w:rsidR="001C0413">
        <w:t xml:space="preserve">, </w:t>
      </w:r>
      <w:r w:rsidRPr="005D5566">
        <w:t>comme toujours</w:t>
      </w:r>
      <w:r w:rsidR="001C0413">
        <w:t xml:space="preserve">, </w:t>
      </w:r>
      <w:r w:rsidRPr="005D5566">
        <w:t>il s</w:t>
      </w:r>
      <w:r w:rsidR="001C0413">
        <w:t>’</w:t>
      </w:r>
      <w:r w:rsidRPr="005D5566">
        <w:t>éloigna sans bruit</w:t>
      </w:r>
      <w:r w:rsidR="001C0413">
        <w:t xml:space="preserve">. </w:t>
      </w:r>
      <w:r w:rsidRPr="005D5566">
        <w:t>L</w:t>
      </w:r>
      <w:r w:rsidR="001C0413">
        <w:t>’</w:t>
      </w:r>
      <w:r w:rsidRPr="005D5566">
        <w:t>ayant reconduit</w:t>
      </w:r>
      <w:r w:rsidR="001C0413">
        <w:t xml:space="preserve">, </w:t>
      </w:r>
      <w:r w:rsidRPr="005D5566">
        <w:t>la mère pensa</w:t>
      </w:r>
      <w:r w:rsidR="001C0413">
        <w:t> :</w:t>
      </w:r>
    </w:p>
    <w:p w14:paraId="351391F8" w14:textId="77777777" w:rsidR="001C0413" w:rsidRDefault="001C0413" w:rsidP="001C0413">
      <w:r>
        <w:t>— </w:t>
      </w:r>
      <w:r w:rsidR="00530790" w:rsidRPr="005D5566">
        <w:t>Il est si bon</w:t>
      </w:r>
      <w:r>
        <w:t xml:space="preserve"> ! </w:t>
      </w:r>
      <w:r w:rsidR="00530790" w:rsidRPr="005D5566">
        <w:t>et pourtant</w:t>
      </w:r>
      <w:r>
        <w:t xml:space="preserve">, </w:t>
      </w:r>
      <w:r w:rsidR="00530790" w:rsidRPr="005D5566">
        <w:t>il ne nous a pas plaints</w:t>
      </w:r>
      <w:r>
        <w:t xml:space="preserve">… </w:t>
      </w:r>
      <w:r w:rsidR="00530790" w:rsidRPr="005D5566">
        <w:t>Et elle ne put se rendre compte si cela lui était désagréable ou si elle en était seulement étonnée</w:t>
      </w:r>
      <w:r>
        <w:t>.</w:t>
      </w:r>
    </w:p>
    <w:p w14:paraId="1D380B60" w14:textId="1B7D6836" w:rsidR="00530790" w:rsidRPr="003B37B8" w:rsidRDefault="00530790" w:rsidP="001C0413">
      <w:pPr>
        <w:pStyle w:val="Titre2"/>
        <w:rPr>
          <w:szCs w:val="44"/>
        </w:rPr>
      </w:pPr>
      <w:bookmarkStart w:id="34" w:name="_Toc202279555"/>
      <w:r w:rsidRPr="003B37B8">
        <w:rPr>
          <w:szCs w:val="44"/>
        </w:rPr>
        <w:lastRenderedPageBreak/>
        <w:t>II</w:t>
      </w:r>
      <w:bookmarkEnd w:id="34"/>
      <w:r w:rsidRPr="003B37B8">
        <w:rPr>
          <w:szCs w:val="44"/>
        </w:rPr>
        <w:br/>
      </w:r>
    </w:p>
    <w:p w14:paraId="4843C669" w14:textId="77777777" w:rsidR="001C0413" w:rsidRDefault="00530790" w:rsidP="001C0413">
      <w:r w:rsidRPr="005D5566">
        <w:t>Quatre jours après la visite de Nicolas</w:t>
      </w:r>
      <w:r w:rsidR="001C0413">
        <w:t xml:space="preserve">, </w:t>
      </w:r>
      <w:r w:rsidRPr="005D5566">
        <w:t>Pélaguée se mit en route pour aller chez lui</w:t>
      </w:r>
      <w:r w:rsidR="001C0413">
        <w:t xml:space="preserve">. </w:t>
      </w:r>
      <w:r w:rsidRPr="005D5566">
        <w:t>Lorsque le char qui l</w:t>
      </w:r>
      <w:r w:rsidR="001C0413">
        <w:t>’</w:t>
      </w:r>
      <w:r w:rsidRPr="005D5566">
        <w:t>emportait avec ses deux malles eut traversé le faubourg et fut arrivé dans les champs</w:t>
      </w:r>
      <w:r w:rsidR="001C0413">
        <w:t xml:space="preserve">, </w:t>
      </w:r>
      <w:r w:rsidRPr="005D5566">
        <w:t>elle se retourna et sentit soudain qu</w:t>
      </w:r>
      <w:r w:rsidR="001C0413">
        <w:t>’</w:t>
      </w:r>
      <w:r w:rsidRPr="005D5566">
        <w:t>elle quittait à jamais cet endroit</w:t>
      </w:r>
      <w:r w:rsidR="001C0413">
        <w:t xml:space="preserve">, </w:t>
      </w:r>
      <w:r w:rsidRPr="005D5566">
        <w:t>où la période la plus sombre et la plus pénible de sa vie s</w:t>
      </w:r>
      <w:r w:rsidR="001C0413">
        <w:t>’</w:t>
      </w:r>
      <w:r w:rsidRPr="005D5566">
        <w:t>était écoulée</w:t>
      </w:r>
      <w:r w:rsidR="001C0413">
        <w:t xml:space="preserve">, </w:t>
      </w:r>
      <w:r w:rsidRPr="005D5566">
        <w:t>et où une autre avait commencé</w:t>
      </w:r>
      <w:r w:rsidR="001C0413">
        <w:t xml:space="preserve">, </w:t>
      </w:r>
      <w:r w:rsidRPr="005D5566">
        <w:t>une ère pleine de nouveaux chagrins et de joies nouvelles et qui dévorait les jours avec rapidité</w:t>
      </w:r>
      <w:r w:rsidR="001C0413">
        <w:t>.</w:t>
      </w:r>
    </w:p>
    <w:p w14:paraId="344D9E41" w14:textId="77777777" w:rsidR="001C0413" w:rsidRDefault="00530790" w:rsidP="001C0413">
      <w:r w:rsidRPr="005D5566">
        <w:t>Pareille à une immense araignée rouge foncé</w:t>
      </w:r>
      <w:r w:rsidR="001C0413">
        <w:t xml:space="preserve">, </w:t>
      </w:r>
      <w:r w:rsidRPr="005D5566">
        <w:t>la fabrique s</w:t>
      </w:r>
      <w:r w:rsidR="001C0413">
        <w:t>’</w:t>
      </w:r>
      <w:r w:rsidRPr="005D5566">
        <w:t>étalait sur le sol noir de suie et élevait bien haut dans l</w:t>
      </w:r>
      <w:r w:rsidR="001C0413">
        <w:t>’</w:t>
      </w:r>
      <w:r w:rsidRPr="005D5566">
        <w:t>air ses immenses cheminées</w:t>
      </w:r>
      <w:r w:rsidR="001C0413">
        <w:t xml:space="preserve">. </w:t>
      </w:r>
      <w:r w:rsidRPr="005D5566">
        <w:t>Autour d</w:t>
      </w:r>
      <w:r w:rsidR="001C0413">
        <w:t>’</w:t>
      </w:r>
      <w:r w:rsidRPr="005D5566">
        <w:t>elle se serraient les petites maisons d</w:t>
      </w:r>
      <w:r w:rsidR="001C0413">
        <w:t>’</w:t>
      </w:r>
      <w:r w:rsidRPr="005D5566">
        <w:t>ouvriers</w:t>
      </w:r>
      <w:r w:rsidR="001C0413">
        <w:t xml:space="preserve">. </w:t>
      </w:r>
      <w:r w:rsidRPr="005D5566">
        <w:t>Grisâtres et aplaties</w:t>
      </w:r>
      <w:r w:rsidR="001C0413">
        <w:t xml:space="preserve">, </w:t>
      </w:r>
      <w:r w:rsidRPr="005D5566">
        <w:t>elles formaient un groupe compact au bord du marais et avaient l</w:t>
      </w:r>
      <w:r w:rsidR="001C0413">
        <w:t>’</w:t>
      </w:r>
      <w:r w:rsidRPr="005D5566">
        <w:t>air de se regarder plaintivement avec leurs petites fenêtres ternes</w:t>
      </w:r>
      <w:r w:rsidR="001C0413">
        <w:t xml:space="preserve">. </w:t>
      </w:r>
      <w:r w:rsidRPr="005D5566">
        <w:t>L</w:t>
      </w:r>
      <w:r w:rsidR="001C0413">
        <w:t>’</w:t>
      </w:r>
      <w:r w:rsidRPr="005D5566">
        <w:t>église se dressait parmi elles</w:t>
      </w:r>
      <w:r w:rsidR="001C0413">
        <w:t xml:space="preserve">, </w:t>
      </w:r>
      <w:r w:rsidRPr="005D5566">
        <w:t>rouge comme la fabrique</w:t>
      </w:r>
      <w:r w:rsidR="001C0413">
        <w:t xml:space="preserve">, </w:t>
      </w:r>
      <w:r w:rsidRPr="005D5566">
        <w:t>et son clocher paraissait moins élevé que les cheminées de l</w:t>
      </w:r>
      <w:r w:rsidR="001C0413">
        <w:t>’</w:t>
      </w:r>
      <w:r w:rsidRPr="005D5566">
        <w:t>usine</w:t>
      </w:r>
      <w:r w:rsidR="001C0413">
        <w:t>.</w:t>
      </w:r>
    </w:p>
    <w:p w14:paraId="09D3452A" w14:textId="77777777" w:rsidR="001C0413" w:rsidRDefault="00530790" w:rsidP="001C0413">
      <w:r w:rsidRPr="005D5566">
        <w:t>La mère soupira</w:t>
      </w:r>
      <w:r w:rsidR="001C0413">
        <w:t xml:space="preserve">, </w:t>
      </w:r>
      <w:r w:rsidRPr="005D5566">
        <w:t>défit le col de son corsage qui la gênait</w:t>
      </w:r>
      <w:r w:rsidR="001C0413">
        <w:t xml:space="preserve"> ; </w:t>
      </w:r>
      <w:r w:rsidRPr="005D5566">
        <w:t>elle était triste</w:t>
      </w:r>
      <w:r w:rsidR="001C0413">
        <w:t xml:space="preserve">, </w:t>
      </w:r>
      <w:r w:rsidRPr="005D5566">
        <w:t>mais d</w:t>
      </w:r>
      <w:r w:rsidR="001C0413">
        <w:t>’</w:t>
      </w:r>
      <w:r w:rsidRPr="005D5566">
        <w:t>une tristesse sèche comme la poussière d</w:t>
      </w:r>
      <w:r w:rsidR="001C0413">
        <w:t>’</w:t>
      </w:r>
      <w:r w:rsidRPr="005D5566">
        <w:t>un jour d</w:t>
      </w:r>
      <w:r w:rsidR="001C0413">
        <w:t>’</w:t>
      </w:r>
      <w:r w:rsidRPr="005D5566">
        <w:t>été</w:t>
      </w:r>
      <w:r w:rsidR="001C0413">
        <w:t>.</w:t>
      </w:r>
    </w:p>
    <w:p w14:paraId="717B0F9A" w14:textId="77777777" w:rsidR="001C0413" w:rsidRDefault="001C0413" w:rsidP="001C0413">
      <w:r>
        <w:t>— </w:t>
      </w:r>
      <w:r w:rsidR="00530790" w:rsidRPr="005D5566">
        <w:t>Marche</w:t>
      </w:r>
      <w:r>
        <w:t xml:space="preserve"> ! </w:t>
      </w:r>
      <w:r w:rsidR="00530790" w:rsidRPr="005D5566">
        <w:t>murmurait le voiturier en tirant sur les rênes</w:t>
      </w:r>
      <w:r>
        <w:t xml:space="preserve">. </w:t>
      </w:r>
      <w:r w:rsidR="00530790" w:rsidRPr="005D5566">
        <w:t>C</w:t>
      </w:r>
      <w:r>
        <w:t>’</w:t>
      </w:r>
      <w:r w:rsidR="00530790" w:rsidRPr="005D5566">
        <w:t>était un bancal d</w:t>
      </w:r>
      <w:r>
        <w:t>’</w:t>
      </w:r>
      <w:r w:rsidR="00530790" w:rsidRPr="005D5566">
        <w:t>âge incertain</w:t>
      </w:r>
      <w:r>
        <w:t xml:space="preserve">, </w:t>
      </w:r>
      <w:r w:rsidR="00530790" w:rsidRPr="005D5566">
        <w:t>dont les yeux étaient incolores et les rares cheveux déteints</w:t>
      </w:r>
      <w:r>
        <w:t xml:space="preserve">. </w:t>
      </w:r>
      <w:r w:rsidR="00530790" w:rsidRPr="005D5566">
        <w:t>Oscillant sur ses hanches</w:t>
      </w:r>
      <w:r>
        <w:t xml:space="preserve">, </w:t>
      </w:r>
      <w:r w:rsidR="00530790" w:rsidRPr="005D5566">
        <w:t>il marchait à côté de son char</w:t>
      </w:r>
      <w:r>
        <w:t xml:space="preserve"> ; </w:t>
      </w:r>
      <w:r w:rsidR="00530790" w:rsidRPr="005D5566">
        <w:t>on sentait fort bien que le but du voyage</w:t>
      </w:r>
      <w:r>
        <w:t xml:space="preserve">, </w:t>
      </w:r>
      <w:r w:rsidR="00530790" w:rsidRPr="005D5566">
        <w:t>quel qu</w:t>
      </w:r>
      <w:r>
        <w:t>’</w:t>
      </w:r>
      <w:r w:rsidR="00530790" w:rsidRPr="005D5566">
        <w:t>il fût</w:t>
      </w:r>
      <w:r>
        <w:t xml:space="preserve">, </w:t>
      </w:r>
      <w:r w:rsidR="00530790" w:rsidRPr="005D5566">
        <w:t>lui était parfaitement indifférent</w:t>
      </w:r>
      <w:r>
        <w:t>.</w:t>
      </w:r>
    </w:p>
    <w:p w14:paraId="72AA3EA8" w14:textId="77777777" w:rsidR="001C0413" w:rsidRDefault="001C0413" w:rsidP="001C0413">
      <w:r>
        <w:t>— </w:t>
      </w:r>
      <w:r w:rsidR="00530790" w:rsidRPr="005D5566">
        <w:t>Marche</w:t>
      </w:r>
      <w:r>
        <w:t xml:space="preserve">, </w:t>
      </w:r>
      <w:r w:rsidR="00530790" w:rsidRPr="005D5566">
        <w:t>disait-il d</w:t>
      </w:r>
      <w:r>
        <w:t>’</w:t>
      </w:r>
      <w:r w:rsidR="00530790" w:rsidRPr="005D5566">
        <w:t>une voix blanche en allongeant d</w:t>
      </w:r>
      <w:r>
        <w:t>’</w:t>
      </w:r>
      <w:r w:rsidR="00530790" w:rsidRPr="005D5566">
        <w:t>une manière bizarre ses jambes torses</w:t>
      </w:r>
      <w:r>
        <w:t xml:space="preserve">, </w:t>
      </w:r>
      <w:r w:rsidR="00530790" w:rsidRPr="005D5566">
        <w:t xml:space="preserve">chaussées de </w:t>
      </w:r>
      <w:r w:rsidR="00530790" w:rsidRPr="005D5566">
        <w:lastRenderedPageBreak/>
        <w:t>lourdes bottes toutes crottées</w:t>
      </w:r>
      <w:r>
        <w:t xml:space="preserve">. </w:t>
      </w:r>
      <w:r w:rsidR="00530790" w:rsidRPr="005D5566">
        <w:t>La mère promenait son regard autour d</w:t>
      </w:r>
      <w:r>
        <w:t>’</w:t>
      </w:r>
      <w:r w:rsidR="00530790" w:rsidRPr="005D5566">
        <w:t>elle</w:t>
      </w:r>
      <w:r>
        <w:t xml:space="preserve">. </w:t>
      </w:r>
      <w:r w:rsidR="00530790" w:rsidRPr="005D5566">
        <w:t>Les champs étaient aussi vides que son âme</w:t>
      </w:r>
      <w:r>
        <w:t>…</w:t>
      </w:r>
    </w:p>
    <w:p w14:paraId="1CD36DF5" w14:textId="77777777" w:rsidR="001C0413" w:rsidRDefault="00530790" w:rsidP="001C0413">
      <w:r w:rsidRPr="005D5566">
        <w:t>Le cheval</w:t>
      </w:r>
      <w:r w:rsidR="001C0413">
        <w:t xml:space="preserve">, </w:t>
      </w:r>
      <w:r w:rsidRPr="005D5566">
        <w:t>hochant lamentablement la tête</w:t>
      </w:r>
      <w:r w:rsidR="001C0413">
        <w:t xml:space="preserve">, </w:t>
      </w:r>
      <w:r w:rsidRPr="005D5566">
        <w:t>enfonçait les pieds dans le sable profond</w:t>
      </w:r>
      <w:r w:rsidR="001C0413">
        <w:t xml:space="preserve">, </w:t>
      </w:r>
      <w:r w:rsidRPr="005D5566">
        <w:t>qui criait</w:t>
      </w:r>
      <w:r w:rsidR="001C0413">
        <w:t xml:space="preserve">, </w:t>
      </w:r>
      <w:r w:rsidRPr="005D5566">
        <w:t>faiblement réchauffé par le soleil</w:t>
      </w:r>
      <w:r w:rsidR="001C0413">
        <w:t xml:space="preserve">. </w:t>
      </w:r>
      <w:r w:rsidRPr="005D5566">
        <w:t>La charrette</w:t>
      </w:r>
      <w:r w:rsidR="001C0413">
        <w:t xml:space="preserve">, </w:t>
      </w:r>
      <w:r w:rsidRPr="005D5566">
        <w:t>mal graissée et en mauvais état</w:t>
      </w:r>
      <w:r w:rsidR="001C0413">
        <w:t xml:space="preserve">, </w:t>
      </w:r>
      <w:r w:rsidRPr="005D5566">
        <w:t>grinçait à chaque tour de roue</w:t>
      </w:r>
      <w:r w:rsidR="001C0413">
        <w:t xml:space="preserve">. </w:t>
      </w:r>
      <w:r w:rsidRPr="005D5566">
        <w:t>Tous ces bruits se mêlaient à la poussière</w:t>
      </w:r>
      <w:r w:rsidR="001C0413">
        <w:t>.</w:t>
      </w:r>
    </w:p>
    <w:p w14:paraId="5F2B6D23" w14:textId="77777777" w:rsidR="001C0413" w:rsidRDefault="00530790" w:rsidP="001C0413">
      <w:r w:rsidRPr="005D5566">
        <w:t>Nicolas Ivanovitch habitait</w:t>
      </w:r>
      <w:r w:rsidR="001C0413">
        <w:t xml:space="preserve">, </w:t>
      </w:r>
      <w:r w:rsidRPr="005D5566">
        <w:t>à l</w:t>
      </w:r>
      <w:r w:rsidR="001C0413">
        <w:t>’</w:t>
      </w:r>
      <w:r w:rsidRPr="005D5566">
        <w:t>extrémité de la ville</w:t>
      </w:r>
      <w:r w:rsidR="001C0413">
        <w:t xml:space="preserve">, </w:t>
      </w:r>
      <w:r w:rsidRPr="005D5566">
        <w:t>un petit pavillon vert</w:t>
      </w:r>
      <w:r w:rsidR="001C0413">
        <w:t xml:space="preserve">, </w:t>
      </w:r>
      <w:r w:rsidRPr="005D5566">
        <w:t>adossé à une noire maison de deux étages</w:t>
      </w:r>
      <w:r w:rsidR="001C0413">
        <w:t xml:space="preserve">, </w:t>
      </w:r>
      <w:r w:rsidRPr="005D5566">
        <w:t>croulante de vieillesse</w:t>
      </w:r>
      <w:r w:rsidR="001C0413">
        <w:t xml:space="preserve">, </w:t>
      </w:r>
      <w:r w:rsidRPr="005D5566">
        <w:t>dans une rue déserte</w:t>
      </w:r>
      <w:r w:rsidR="001C0413">
        <w:t xml:space="preserve">. </w:t>
      </w:r>
      <w:r w:rsidRPr="005D5566">
        <w:t>Il y avait un jardin devant le pavillon</w:t>
      </w:r>
      <w:r w:rsidR="001C0413">
        <w:t xml:space="preserve">, </w:t>
      </w:r>
      <w:r w:rsidRPr="005D5566">
        <w:t>et par les fenêtres des trois pièces pénétraient de frais rameaux d</w:t>
      </w:r>
      <w:r w:rsidR="001C0413">
        <w:t>’</w:t>
      </w:r>
      <w:r w:rsidRPr="005D5566">
        <w:t>acacias</w:t>
      </w:r>
      <w:r w:rsidR="001C0413">
        <w:t xml:space="preserve">, </w:t>
      </w:r>
      <w:r w:rsidRPr="005D5566">
        <w:t>de lilas</w:t>
      </w:r>
      <w:r w:rsidR="001C0413">
        <w:t xml:space="preserve">, </w:t>
      </w:r>
      <w:r w:rsidRPr="005D5566">
        <w:t>de jeunes peupliers argentés</w:t>
      </w:r>
      <w:r w:rsidR="001C0413">
        <w:t xml:space="preserve">. </w:t>
      </w:r>
      <w:r w:rsidRPr="005D5566">
        <w:t>Les chambres étaient propres et silencieuses</w:t>
      </w:r>
      <w:r w:rsidR="001C0413">
        <w:t xml:space="preserve"> ; </w:t>
      </w:r>
      <w:r w:rsidRPr="005D5566">
        <w:t>des ombres muettes et dentelées tremblaient sur le plancher</w:t>
      </w:r>
      <w:r w:rsidR="001C0413">
        <w:t xml:space="preserve"> ; </w:t>
      </w:r>
      <w:r w:rsidRPr="005D5566">
        <w:t>le long des murs étaient suspendus des rayons couverts de livres</w:t>
      </w:r>
      <w:r w:rsidR="001C0413">
        <w:t xml:space="preserve">, </w:t>
      </w:r>
      <w:r w:rsidRPr="005D5566">
        <w:t>avec quelques portraits de gens graves et imposants</w:t>
      </w:r>
      <w:r w:rsidR="001C0413">
        <w:t>.</w:t>
      </w:r>
    </w:p>
    <w:p w14:paraId="3EBC04E4" w14:textId="77777777" w:rsidR="001C0413" w:rsidRDefault="001C0413" w:rsidP="001C0413">
      <w:r>
        <w:t>— </w:t>
      </w:r>
      <w:r w:rsidR="00530790" w:rsidRPr="005D5566">
        <w:t>Vous sentirez-vous bien ici</w:t>
      </w:r>
      <w:r>
        <w:t xml:space="preserve"> ? </w:t>
      </w:r>
      <w:r w:rsidR="00530790" w:rsidRPr="005D5566">
        <w:t>demanda Nicolas en conduisant la mère dans une chambre dont une fenêtre donnait sur le jardin</w:t>
      </w:r>
      <w:r>
        <w:t xml:space="preserve">, </w:t>
      </w:r>
      <w:r w:rsidR="00530790" w:rsidRPr="005D5566">
        <w:t>et une autre sur la cour recouverte d</w:t>
      </w:r>
      <w:r>
        <w:t>’</w:t>
      </w:r>
      <w:r w:rsidR="00530790" w:rsidRPr="005D5566">
        <w:t>un épais gazon</w:t>
      </w:r>
      <w:r>
        <w:t xml:space="preserve">. </w:t>
      </w:r>
      <w:r w:rsidR="00530790" w:rsidRPr="005D5566">
        <w:t>Et</w:t>
      </w:r>
      <w:r>
        <w:t xml:space="preserve">, </w:t>
      </w:r>
      <w:r w:rsidR="00530790" w:rsidRPr="005D5566">
        <w:t>là aussi</w:t>
      </w:r>
      <w:r>
        <w:t xml:space="preserve">, </w:t>
      </w:r>
      <w:r w:rsidR="00530790" w:rsidRPr="005D5566">
        <w:t>les murs étaient garnis de rayons chargés de livres</w:t>
      </w:r>
      <w:r>
        <w:t>.</w:t>
      </w:r>
    </w:p>
    <w:p w14:paraId="03F877B1" w14:textId="77777777" w:rsidR="001C0413" w:rsidRDefault="001C0413" w:rsidP="001C0413">
      <w:r>
        <w:t>— </w:t>
      </w:r>
      <w:r w:rsidR="00530790" w:rsidRPr="005D5566">
        <w:t>J</w:t>
      </w:r>
      <w:r>
        <w:t>’</w:t>
      </w:r>
      <w:r w:rsidR="00530790" w:rsidRPr="005D5566">
        <w:t>aime mieux la cuisine</w:t>
      </w:r>
      <w:r>
        <w:t>.</w:t>
      </w:r>
    </w:p>
    <w:p w14:paraId="21860B54" w14:textId="77777777" w:rsidR="001C0413" w:rsidRDefault="00530790" w:rsidP="001C0413">
      <w:r w:rsidRPr="005D5566">
        <w:t>Il lui semblait que Nicolas avait peur de quelque chose</w:t>
      </w:r>
      <w:r w:rsidR="001C0413">
        <w:t xml:space="preserve">. </w:t>
      </w:r>
      <w:r w:rsidRPr="005D5566">
        <w:t>Il la dissuada d</w:t>
      </w:r>
      <w:r w:rsidR="001C0413">
        <w:t>’</w:t>
      </w:r>
      <w:r w:rsidRPr="005D5566">
        <w:t>un air embarrassé et lorsqu</w:t>
      </w:r>
      <w:r w:rsidR="001C0413">
        <w:t>’</w:t>
      </w:r>
      <w:r w:rsidRPr="005D5566">
        <w:t>elle renonça à rester dans la cuisine</w:t>
      </w:r>
      <w:r w:rsidR="001C0413">
        <w:t xml:space="preserve">, </w:t>
      </w:r>
      <w:r w:rsidRPr="005D5566">
        <w:t>il redevint brusquement satisfait</w:t>
      </w:r>
      <w:r w:rsidR="001C0413">
        <w:t>.</w:t>
      </w:r>
    </w:p>
    <w:p w14:paraId="3613D637" w14:textId="77777777" w:rsidR="001C0413" w:rsidRDefault="00530790" w:rsidP="001C0413">
      <w:r w:rsidRPr="005D5566">
        <w:t>Dans les trois chambres régnait une atmosphère particulière</w:t>
      </w:r>
      <w:r w:rsidR="001C0413">
        <w:t xml:space="preserve"> : </w:t>
      </w:r>
      <w:r w:rsidRPr="005D5566">
        <w:t>il était agréable d</w:t>
      </w:r>
      <w:r w:rsidR="001C0413">
        <w:t>’</w:t>
      </w:r>
      <w:r w:rsidRPr="005D5566">
        <w:t>y respirer</w:t>
      </w:r>
      <w:r w:rsidR="001C0413">
        <w:t xml:space="preserve">, </w:t>
      </w:r>
      <w:r w:rsidRPr="005D5566">
        <w:t>mais la voix s</w:t>
      </w:r>
      <w:r w:rsidR="001C0413">
        <w:t>’</w:t>
      </w:r>
      <w:r w:rsidRPr="005D5566">
        <w:t>y faisait plus basse instinctivement</w:t>
      </w:r>
      <w:r w:rsidR="001C0413">
        <w:t xml:space="preserve"> ; </w:t>
      </w:r>
      <w:r w:rsidRPr="005D5566">
        <w:t>on n</w:t>
      </w:r>
      <w:r w:rsidR="001C0413">
        <w:t>’</w:t>
      </w:r>
      <w:r w:rsidRPr="005D5566">
        <w:t>avait pas envie de parler fort</w:t>
      </w:r>
      <w:r w:rsidR="001C0413">
        <w:t xml:space="preserve">, </w:t>
      </w:r>
      <w:r w:rsidRPr="005D5566">
        <w:t>ni de troubler la paisible méditation des personnages qui vous regardaient du haut de leurs cadres avec un air concentré</w:t>
      </w:r>
      <w:r w:rsidR="001C0413">
        <w:t>.</w:t>
      </w:r>
    </w:p>
    <w:p w14:paraId="57ED69AB" w14:textId="77777777" w:rsidR="001C0413" w:rsidRDefault="001C0413" w:rsidP="001C0413">
      <w:r>
        <w:lastRenderedPageBreak/>
        <w:t>— </w:t>
      </w:r>
      <w:r w:rsidR="00530790" w:rsidRPr="005D5566">
        <w:t>Il faut arroser les plantes</w:t>
      </w:r>
      <w:r>
        <w:t xml:space="preserve"> ! </w:t>
      </w:r>
      <w:r w:rsidR="00530790" w:rsidRPr="005D5566">
        <w:t>dit la mère en tâtant du doigt la terre des vases</w:t>
      </w:r>
      <w:r>
        <w:t>.</w:t>
      </w:r>
    </w:p>
    <w:p w14:paraId="548F9ABA" w14:textId="77777777" w:rsidR="001C0413" w:rsidRDefault="001C0413" w:rsidP="001C0413">
      <w:r>
        <w:t>— </w:t>
      </w:r>
      <w:r w:rsidR="00530790" w:rsidRPr="005D5566">
        <w:t>Oui</w:t>
      </w:r>
      <w:r>
        <w:t xml:space="preserve">, </w:t>
      </w:r>
      <w:r w:rsidR="00530790" w:rsidRPr="005D5566">
        <w:t>oui</w:t>
      </w:r>
      <w:r>
        <w:t xml:space="preserve">, </w:t>
      </w:r>
      <w:r w:rsidR="00530790" w:rsidRPr="005D5566">
        <w:t>dit le maître de la maison avec confusion</w:t>
      </w:r>
      <w:r>
        <w:t xml:space="preserve">. </w:t>
      </w:r>
      <w:r w:rsidR="00530790" w:rsidRPr="005D5566">
        <w:t>Vous savez</w:t>
      </w:r>
      <w:r>
        <w:t xml:space="preserve">, </w:t>
      </w:r>
      <w:r w:rsidR="00530790" w:rsidRPr="005D5566">
        <w:t>j</w:t>
      </w:r>
      <w:r>
        <w:t>’</w:t>
      </w:r>
      <w:r w:rsidR="00530790" w:rsidRPr="005D5566">
        <w:t>aime les fleurs</w:t>
      </w:r>
      <w:r>
        <w:t xml:space="preserve">, </w:t>
      </w:r>
      <w:r w:rsidR="00530790" w:rsidRPr="005D5566">
        <w:t>mais je n</w:t>
      </w:r>
      <w:r>
        <w:t>’</w:t>
      </w:r>
      <w:r w:rsidR="00530790" w:rsidRPr="005D5566">
        <w:t>ai pas le temps de m</w:t>
      </w:r>
      <w:r>
        <w:t>’</w:t>
      </w:r>
      <w:r w:rsidR="00530790" w:rsidRPr="005D5566">
        <w:t>en occuper</w:t>
      </w:r>
      <w:r>
        <w:t>.</w:t>
      </w:r>
    </w:p>
    <w:p w14:paraId="57EBBD7B" w14:textId="77777777" w:rsidR="001C0413" w:rsidRDefault="00530790" w:rsidP="001C0413">
      <w:r w:rsidRPr="005D5566">
        <w:t>Pélaguée remarqua que</w:t>
      </w:r>
      <w:r w:rsidR="001C0413">
        <w:t xml:space="preserve">, </w:t>
      </w:r>
      <w:r w:rsidRPr="005D5566">
        <w:t>même dans son confortable appartement</w:t>
      </w:r>
      <w:r w:rsidR="001C0413">
        <w:t xml:space="preserve">, </w:t>
      </w:r>
      <w:r w:rsidRPr="005D5566">
        <w:t>Nicolas marchait avec prudence</w:t>
      </w:r>
      <w:r w:rsidR="001C0413">
        <w:t xml:space="preserve">, </w:t>
      </w:r>
      <w:r w:rsidRPr="005D5566">
        <w:t>sans bruit</w:t>
      </w:r>
      <w:r w:rsidR="001C0413">
        <w:t xml:space="preserve">, </w:t>
      </w:r>
      <w:r w:rsidRPr="005D5566">
        <w:t>comme étranger et lointain à tout ce qui l</w:t>
      </w:r>
      <w:r w:rsidR="001C0413">
        <w:t>’</w:t>
      </w:r>
      <w:r w:rsidRPr="005D5566">
        <w:t>entourait</w:t>
      </w:r>
      <w:r w:rsidR="001C0413">
        <w:t xml:space="preserve">. </w:t>
      </w:r>
      <w:r w:rsidRPr="005D5566">
        <w:t>Il plaçait son visage tout près de ce qu</w:t>
      </w:r>
      <w:r w:rsidR="001C0413">
        <w:t>’</w:t>
      </w:r>
      <w:r w:rsidRPr="005D5566">
        <w:t>il voulait voir</w:t>
      </w:r>
      <w:r w:rsidR="001C0413">
        <w:t xml:space="preserve">, </w:t>
      </w:r>
      <w:r w:rsidRPr="005D5566">
        <w:t>arrangeait ses lunettes avec les doigts minces de sa main droite</w:t>
      </w:r>
      <w:r w:rsidR="001C0413">
        <w:t xml:space="preserve">, </w:t>
      </w:r>
      <w:r w:rsidRPr="005D5566">
        <w:t>braquant une question muette sur l</w:t>
      </w:r>
      <w:r w:rsidR="001C0413">
        <w:t>’</w:t>
      </w:r>
      <w:r w:rsidRPr="005D5566">
        <w:t>objet qu</w:t>
      </w:r>
      <w:r w:rsidR="001C0413">
        <w:t>’</w:t>
      </w:r>
      <w:r w:rsidRPr="005D5566">
        <w:t>il considérait</w:t>
      </w:r>
      <w:r w:rsidR="001C0413">
        <w:t xml:space="preserve">. </w:t>
      </w:r>
      <w:r w:rsidRPr="005D5566">
        <w:t>On aurait dit qu</w:t>
      </w:r>
      <w:r w:rsidR="001C0413">
        <w:t>’</w:t>
      </w:r>
      <w:r w:rsidRPr="005D5566">
        <w:t>il venait d</w:t>
      </w:r>
      <w:r w:rsidR="001C0413">
        <w:t>’</w:t>
      </w:r>
      <w:r w:rsidRPr="005D5566">
        <w:t>arriver avec la mère</w:t>
      </w:r>
      <w:r w:rsidR="001C0413">
        <w:t xml:space="preserve">, </w:t>
      </w:r>
      <w:r w:rsidRPr="005D5566">
        <w:t>que tout dans la pièce lui était inconnu</w:t>
      </w:r>
      <w:r w:rsidR="001C0413">
        <w:t xml:space="preserve">. </w:t>
      </w:r>
      <w:r w:rsidRPr="005D5566">
        <w:t>Alors</w:t>
      </w:r>
      <w:r w:rsidR="001C0413">
        <w:t xml:space="preserve">, </w:t>
      </w:r>
      <w:r w:rsidRPr="005D5566">
        <w:t>le voyant si distrait</w:t>
      </w:r>
      <w:r w:rsidR="001C0413">
        <w:t xml:space="preserve">, </w:t>
      </w:r>
      <w:r w:rsidRPr="005D5566">
        <w:t>Pélaguée se sentit tout à fait chez elle dans cet appartement</w:t>
      </w:r>
      <w:r w:rsidR="001C0413">
        <w:t>.</w:t>
      </w:r>
    </w:p>
    <w:p w14:paraId="33AB46DD" w14:textId="77777777" w:rsidR="001C0413" w:rsidRDefault="00530790" w:rsidP="001C0413">
      <w:r w:rsidRPr="005D5566">
        <w:t>Elle suivit Nicolas</w:t>
      </w:r>
      <w:r w:rsidR="001C0413">
        <w:t xml:space="preserve">, </w:t>
      </w:r>
      <w:r w:rsidRPr="005D5566">
        <w:t>notant dans sa mémoire la place de chaque chose et le questionnant sur sa manière de vivre</w:t>
      </w:r>
      <w:r w:rsidR="001C0413">
        <w:t xml:space="preserve"> ; </w:t>
      </w:r>
      <w:r w:rsidRPr="005D5566">
        <w:t>il répondait ou ton embarrassé de quelqu</w:t>
      </w:r>
      <w:r w:rsidR="001C0413">
        <w:t>’</w:t>
      </w:r>
      <w:r w:rsidRPr="005D5566">
        <w:t>un qui a conscience de ne pas agir comme il le devrait</w:t>
      </w:r>
      <w:r w:rsidR="001C0413">
        <w:t xml:space="preserve">, </w:t>
      </w:r>
      <w:r w:rsidRPr="005D5566">
        <w:t>mais qui ne sait pas adopter d</w:t>
      </w:r>
      <w:r w:rsidR="001C0413">
        <w:t>’</w:t>
      </w:r>
      <w:r w:rsidRPr="005D5566">
        <w:t>autre ligne de conduite</w:t>
      </w:r>
      <w:r w:rsidR="001C0413">
        <w:t>.</w:t>
      </w:r>
    </w:p>
    <w:p w14:paraId="0BF068F9" w14:textId="77777777" w:rsidR="001C0413" w:rsidRDefault="00530790" w:rsidP="001C0413">
      <w:r w:rsidRPr="005D5566">
        <w:t>Après avoir arrosé les plantes et réuni en un seul tas les cahiers de musique épars sur le piano</w:t>
      </w:r>
      <w:r w:rsidR="001C0413">
        <w:t xml:space="preserve">, </w:t>
      </w:r>
      <w:r w:rsidRPr="005D5566">
        <w:t>la mère aperçut le samovar</w:t>
      </w:r>
      <w:r w:rsidR="001C0413">
        <w:t>.</w:t>
      </w:r>
    </w:p>
    <w:p w14:paraId="5DA7DDE0" w14:textId="77777777" w:rsidR="001C0413" w:rsidRDefault="001C0413" w:rsidP="001C0413">
      <w:r>
        <w:t>— </w:t>
      </w:r>
      <w:r w:rsidR="00530790" w:rsidRPr="005D5566">
        <w:t>Il faut le nettoyer</w:t>
      </w:r>
      <w:r>
        <w:t xml:space="preserve"> ! </w:t>
      </w:r>
      <w:r w:rsidR="00530790" w:rsidRPr="005D5566">
        <w:t>fit-elle</w:t>
      </w:r>
      <w:r>
        <w:t>.</w:t>
      </w:r>
    </w:p>
    <w:p w14:paraId="38ACB4F2" w14:textId="77777777" w:rsidR="001C0413" w:rsidRDefault="00530790" w:rsidP="001C0413">
      <w:r w:rsidRPr="005D5566">
        <w:t>Nicolas passa le doigt sur le métal terni et</w:t>
      </w:r>
      <w:r w:rsidR="001C0413">
        <w:t xml:space="preserve">, </w:t>
      </w:r>
      <w:r w:rsidRPr="005D5566">
        <w:t xml:space="preserve">le portant </w:t>
      </w:r>
      <w:r w:rsidRPr="005D5566">
        <w:rPr>
          <w:bCs/>
        </w:rPr>
        <w:t xml:space="preserve">à </w:t>
      </w:r>
      <w:r w:rsidRPr="005D5566">
        <w:t>son nez</w:t>
      </w:r>
      <w:r w:rsidR="001C0413">
        <w:t xml:space="preserve">, </w:t>
      </w:r>
      <w:r w:rsidRPr="005D5566">
        <w:t>l</w:t>
      </w:r>
      <w:r w:rsidR="001C0413">
        <w:t>’</w:t>
      </w:r>
      <w:r w:rsidRPr="005D5566">
        <w:t>examina attentivement</w:t>
      </w:r>
      <w:r w:rsidR="001C0413">
        <w:t xml:space="preserve">. </w:t>
      </w:r>
      <w:r w:rsidRPr="005D5566">
        <w:t>Cela fit rire Pélaguée</w:t>
      </w:r>
      <w:r w:rsidR="001C0413">
        <w:t>.</w:t>
      </w:r>
    </w:p>
    <w:p w14:paraId="132896A6" w14:textId="77777777" w:rsidR="001C0413" w:rsidRDefault="00530790" w:rsidP="001C0413">
      <w:r w:rsidRPr="005D5566">
        <w:t>Lorsqu</w:t>
      </w:r>
      <w:r w:rsidR="001C0413">
        <w:t>’</w:t>
      </w:r>
      <w:r w:rsidRPr="005D5566">
        <w:t>elle se fut couchée et qu</w:t>
      </w:r>
      <w:r w:rsidR="001C0413">
        <w:t>’</w:t>
      </w:r>
      <w:r w:rsidRPr="005D5566">
        <w:t>elle se remémora sa journée</w:t>
      </w:r>
      <w:r w:rsidR="001C0413">
        <w:t xml:space="preserve">, </w:t>
      </w:r>
      <w:r w:rsidRPr="005D5566">
        <w:t>elle dressa la tête et regarda autour d</w:t>
      </w:r>
      <w:r w:rsidR="001C0413">
        <w:t>’</w:t>
      </w:r>
      <w:r w:rsidRPr="005D5566">
        <w:t>elle</w:t>
      </w:r>
      <w:r w:rsidR="001C0413">
        <w:t xml:space="preserve">. </w:t>
      </w:r>
      <w:r w:rsidRPr="005D5566">
        <w:t>Pour la première fois de sa vie</w:t>
      </w:r>
      <w:r w:rsidR="001C0413">
        <w:t xml:space="preserve">, </w:t>
      </w:r>
      <w:r w:rsidRPr="005D5566">
        <w:t>elle était chez un étranger et elle n</w:t>
      </w:r>
      <w:r w:rsidR="001C0413">
        <w:t>’</w:t>
      </w:r>
      <w:r w:rsidRPr="005D5566">
        <w:t>en était pas troublée</w:t>
      </w:r>
      <w:r w:rsidR="001C0413">
        <w:t xml:space="preserve">. </w:t>
      </w:r>
      <w:r w:rsidRPr="005D5566">
        <w:t xml:space="preserve">Elle pensa à son hôte avec sollicitude et se </w:t>
      </w:r>
      <w:r w:rsidRPr="005D5566">
        <w:lastRenderedPageBreak/>
        <w:t>promit de mettre dans la vie de Nicolas un peu de chaude affection</w:t>
      </w:r>
      <w:r w:rsidR="001C0413">
        <w:t xml:space="preserve">. </w:t>
      </w:r>
      <w:r w:rsidRPr="005D5566">
        <w:t>Elle était touchée par la gaucherie</w:t>
      </w:r>
      <w:r w:rsidR="001C0413">
        <w:t xml:space="preserve">, </w:t>
      </w:r>
      <w:r w:rsidRPr="005D5566">
        <w:t>la maladresse ridicule de son hôte</w:t>
      </w:r>
      <w:r w:rsidR="001C0413">
        <w:t xml:space="preserve">, </w:t>
      </w:r>
      <w:r w:rsidRPr="005D5566">
        <w:t>par son éloignement de tout ce qui était coutumier</w:t>
      </w:r>
      <w:r w:rsidR="001C0413">
        <w:t xml:space="preserve">, </w:t>
      </w:r>
      <w:r w:rsidRPr="005D5566">
        <w:t>par l</w:t>
      </w:r>
      <w:r w:rsidR="001C0413">
        <w:t>’</w:t>
      </w:r>
      <w:r w:rsidRPr="005D5566">
        <w:t>expression à la fois enfantine et sage de ses yeux clairs</w:t>
      </w:r>
      <w:r w:rsidR="001C0413">
        <w:t xml:space="preserve">. </w:t>
      </w:r>
      <w:r w:rsidRPr="005D5566">
        <w:t>Puis sa pensée bondit vers son fils</w:t>
      </w:r>
      <w:r w:rsidR="001C0413">
        <w:t xml:space="preserve"> ; </w:t>
      </w:r>
      <w:r w:rsidRPr="005D5566">
        <w:t>elle revécut les incidents du Premier Mai</w:t>
      </w:r>
      <w:r w:rsidR="001C0413">
        <w:t xml:space="preserve">. </w:t>
      </w:r>
      <w:r w:rsidRPr="005D5566">
        <w:t>Et la douleur de cette journée était particulière comme la journée l</w:t>
      </w:r>
      <w:r w:rsidR="001C0413">
        <w:t>’</w:t>
      </w:r>
      <w:r w:rsidRPr="005D5566">
        <w:t>était elle-même</w:t>
      </w:r>
      <w:r w:rsidR="001C0413">
        <w:t xml:space="preserve"> : </w:t>
      </w:r>
      <w:r w:rsidRPr="005D5566">
        <w:t>cette douleur ne courbait pas la tête vers le sol comme le fait un coup de poing</w:t>
      </w:r>
      <w:r w:rsidR="001C0413">
        <w:t xml:space="preserve">, </w:t>
      </w:r>
      <w:r w:rsidRPr="005D5566">
        <w:t>mais elle meurtrissait le cœur de mille piqûres et excitait une colère sourde qui redressait le dos courbé de la vieille</w:t>
      </w:r>
      <w:r w:rsidR="001C0413">
        <w:t>.</w:t>
      </w:r>
    </w:p>
    <w:p w14:paraId="7A6992DB" w14:textId="77777777" w:rsidR="001C0413" w:rsidRDefault="001C0413" w:rsidP="001C0413">
      <w:r>
        <w:t>— </w:t>
      </w:r>
      <w:r w:rsidR="00530790" w:rsidRPr="005D5566">
        <w:t>Les enfants s</w:t>
      </w:r>
      <w:r>
        <w:t>’</w:t>
      </w:r>
      <w:r w:rsidR="00530790" w:rsidRPr="005D5566">
        <w:t>en vont par le monde</w:t>
      </w:r>
      <w:r>
        <w:t xml:space="preserve">… </w:t>
      </w:r>
      <w:r w:rsidR="00530790" w:rsidRPr="005D5566">
        <w:t>pensait-elle en prêtant l</w:t>
      </w:r>
      <w:r>
        <w:t>’</w:t>
      </w:r>
      <w:r w:rsidR="00530790" w:rsidRPr="005D5566">
        <w:t>oreille aux bruits</w:t>
      </w:r>
      <w:r>
        <w:t xml:space="preserve">, </w:t>
      </w:r>
      <w:r w:rsidR="00530790" w:rsidRPr="005D5566">
        <w:t>étrangers pour elle</w:t>
      </w:r>
      <w:r>
        <w:t xml:space="preserve">, </w:t>
      </w:r>
      <w:r w:rsidR="00530790" w:rsidRPr="005D5566">
        <w:t>de la vie nocturne de la ville et qui se glissaient par la fenêtre ouverte</w:t>
      </w:r>
      <w:r>
        <w:t xml:space="preserve">, </w:t>
      </w:r>
      <w:r w:rsidR="00530790" w:rsidRPr="005D5566">
        <w:t>agitant le feuillage du jardin</w:t>
      </w:r>
      <w:r>
        <w:t xml:space="preserve"> ; </w:t>
      </w:r>
      <w:r w:rsidR="00530790" w:rsidRPr="005D5566">
        <w:t>ils venaient de loin</w:t>
      </w:r>
      <w:r>
        <w:t xml:space="preserve">, </w:t>
      </w:r>
      <w:r w:rsidR="00530790" w:rsidRPr="005D5566">
        <w:t>fatigués et atténués et mouraient doucement dans la chambre</w:t>
      </w:r>
      <w:r>
        <w:t>.</w:t>
      </w:r>
    </w:p>
    <w:p w14:paraId="41C22DC3" w14:textId="77777777" w:rsidR="001C0413" w:rsidRDefault="00530790" w:rsidP="001C0413">
      <w:r w:rsidRPr="005D5566">
        <w:t>Le lendemain</w:t>
      </w:r>
      <w:r w:rsidR="001C0413">
        <w:t xml:space="preserve">, </w:t>
      </w:r>
      <w:r w:rsidRPr="005D5566">
        <w:t>de bonne heure</w:t>
      </w:r>
      <w:r w:rsidR="001C0413">
        <w:t xml:space="preserve">, </w:t>
      </w:r>
      <w:r w:rsidRPr="005D5566">
        <w:t>la mère nettoya le samovar et l</w:t>
      </w:r>
      <w:r w:rsidR="001C0413">
        <w:t>’</w:t>
      </w:r>
      <w:r w:rsidRPr="005D5566">
        <w:t>alluma</w:t>
      </w:r>
      <w:r w:rsidR="001C0413">
        <w:t xml:space="preserve"> ; </w:t>
      </w:r>
      <w:r w:rsidRPr="005D5566">
        <w:t>elle serra la vaisselle sans bruit</w:t>
      </w:r>
      <w:r w:rsidR="001C0413">
        <w:t xml:space="preserve"> ; </w:t>
      </w:r>
      <w:r w:rsidRPr="005D5566">
        <w:t>puis elle s</w:t>
      </w:r>
      <w:r w:rsidR="001C0413">
        <w:t>’</w:t>
      </w:r>
      <w:r w:rsidRPr="005D5566">
        <w:t>assit dans la cuisine en attendant le réveil de son hôte</w:t>
      </w:r>
      <w:r w:rsidR="001C0413">
        <w:t xml:space="preserve">. </w:t>
      </w:r>
      <w:r w:rsidRPr="005D5566">
        <w:t>Un accès de toux se fit entendre et Nicolas parut</w:t>
      </w:r>
      <w:r w:rsidR="001C0413">
        <w:t xml:space="preserve">, </w:t>
      </w:r>
      <w:r w:rsidRPr="005D5566">
        <w:t>tenant ses lunettes à la main</w:t>
      </w:r>
      <w:r w:rsidR="001C0413">
        <w:t>.</w:t>
      </w:r>
    </w:p>
    <w:p w14:paraId="475F68AB" w14:textId="77777777" w:rsidR="001C0413" w:rsidRDefault="00530790" w:rsidP="001C0413">
      <w:r w:rsidRPr="005D5566">
        <w:t>Après avoir répondu à son bonjour</w:t>
      </w:r>
      <w:r w:rsidR="001C0413">
        <w:t xml:space="preserve">, </w:t>
      </w:r>
      <w:r w:rsidRPr="005D5566">
        <w:t>la mère porta le samovar dans la salle à manger</w:t>
      </w:r>
      <w:r w:rsidR="001C0413">
        <w:t xml:space="preserve">, </w:t>
      </w:r>
      <w:r w:rsidRPr="005D5566">
        <w:t>tandis que Nicolas en se lavant répandait l</w:t>
      </w:r>
      <w:r w:rsidR="001C0413">
        <w:t>’</w:t>
      </w:r>
      <w:r w:rsidRPr="005D5566">
        <w:t>eau sur le plancher et laissait tomber son savon</w:t>
      </w:r>
      <w:r w:rsidR="001C0413">
        <w:t xml:space="preserve">, </w:t>
      </w:r>
      <w:r w:rsidRPr="005D5566">
        <w:t>sa brosse</w:t>
      </w:r>
      <w:r w:rsidR="001C0413">
        <w:t xml:space="preserve">, </w:t>
      </w:r>
      <w:r w:rsidRPr="005D5566">
        <w:t xml:space="preserve">sans cesser de grommeler contre </w:t>
      </w:r>
      <w:r w:rsidRPr="005D5566">
        <w:rPr>
          <w:bCs/>
        </w:rPr>
        <w:t>lui</w:t>
      </w:r>
      <w:r w:rsidRPr="005D5566">
        <w:t>-même</w:t>
      </w:r>
      <w:r w:rsidR="001C0413">
        <w:t>.</w:t>
      </w:r>
    </w:p>
    <w:p w14:paraId="3F9BAE7F" w14:textId="77777777" w:rsidR="001C0413" w:rsidRDefault="00530790" w:rsidP="001C0413">
      <w:r w:rsidRPr="005D5566">
        <w:t>Pendant le déjeuner</w:t>
      </w:r>
      <w:r w:rsidR="001C0413">
        <w:t xml:space="preserve">, </w:t>
      </w:r>
      <w:r w:rsidRPr="005D5566">
        <w:t xml:space="preserve">Nicolas dit </w:t>
      </w:r>
      <w:r w:rsidRPr="005D5566">
        <w:rPr>
          <w:bCs/>
        </w:rPr>
        <w:t xml:space="preserve">à </w:t>
      </w:r>
      <w:r w:rsidRPr="005D5566">
        <w:t>la mère</w:t>
      </w:r>
      <w:r w:rsidR="001C0413">
        <w:t> :</w:t>
      </w:r>
    </w:p>
    <w:p w14:paraId="6409C18D" w14:textId="77777777" w:rsidR="001C0413" w:rsidRDefault="001C0413" w:rsidP="001C0413">
      <w:r>
        <w:t>— </w:t>
      </w:r>
      <w:r w:rsidR="00530790" w:rsidRPr="005D5566">
        <w:rPr>
          <w:bCs/>
        </w:rPr>
        <w:t>Je m</w:t>
      </w:r>
      <w:r>
        <w:rPr>
          <w:bCs/>
        </w:rPr>
        <w:t>’</w:t>
      </w:r>
      <w:r w:rsidR="00530790" w:rsidRPr="005D5566">
        <w:rPr>
          <w:bCs/>
        </w:rPr>
        <w:t>occupe d</w:t>
      </w:r>
      <w:r>
        <w:rPr>
          <w:bCs/>
        </w:rPr>
        <w:t>’</w:t>
      </w:r>
      <w:r w:rsidR="00530790" w:rsidRPr="005D5566">
        <w:rPr>
          <w:bCs/>
        </w:rPr>
        <w:t>une bien triste besogne à l</w:t>
      </w:r>
      <w:r>
        <w:rPr>
          <w:bCs/>
        </w:rPr>
        <w:t>’</w:t>
      </w:r>
      <w:r w:rsidR="00530790" w:rsidRPr="005D5566">
        <w:rPr>
          <w:bCs/>
        </w:rPr>
        <w:t>adminis</w:t>
      </w:r>
      <w:r w:rsidR="00530790" w:rsidRPr="005D5566">
        <w:t>tration provinciale</w:t>
      </w:r>
      <w:r>
        <w:t xml:space="preserve"> : </w:t>
      </w:r>
      <w:r w:rsidR="00530790" w:rsidRPr="005D5566">
        <w:t>j</w:t>
      </w:r>
      <w:r>
        <w:t>’</w:t>
      </w:r>
      <w:r w:rsidR="00530790" w:rsidRPr="005D5566">
        <w:t>observe comment nos paysans se ruinent</w:t>
      </w:r>
      <w:r>
        <w:t xml:space="preserve">… </w:t>
      </w:r>
      <w:r w:rsidR="00530790" w:rsidRPr="005D5566">
        <w:t>Il répéta avec un sourire contraint</w:t>
      </w:r>
      <w:r>
        <w:t> :</w:t>
      </w:r>
    </w:p>
    <w:p w14:paraId="41F9B686" w14:textId="77777777" w:rsidR="001C0413" w:rsidRDefault="001C0413" w:rsidP="001C0413">
      <w:r>
        <w:lastRenderedPageBreak/>
        <w:t>— </w:t>
      </w:r>
      <w:r w:rsidR="00530790" w:rsidRPr="005D5566">
        <w:t>Oui</w:t>
      </w:r>
      <w:r>
        <w:t xml:space="preserve">, </w:t>
      </w:r>
      <w:r w:rsidR="00530790" w:rsidRPr="005D5566">
        <w:t>j</w:t>
      </w:r>
      <w:r>
        <w:t>’</w:t>
      </w:r>
      <w:r w:rsidR="00530790" w:rsidRPr="005D5566">
        <w:t>observe</w:t>
      </w:r>
      <w:r>
        <w:t xml:space="preserve">, </w:t>
      </w:r>
      <w:r w:rsidR="00530790" w:rsidRPr="005D5566">
        <w:t>c</w:t>
      </w:r>
      <w:r>
        <w:t>’</w:t>
      </w:r>
      <w:r w:rsidR="00530790" w:rsidRPr="005D5566">
        <w:t>est le mot</w:t>
      </w:r>
      <w:r>
        <w:t xml:space="preserve">. </w:t>
      </w:r>
      <w:r w:rsidR="00530790" w:rsidRPr="005D5566">
        <w:t>Les gens ont faim</w:t>
      </w:r>
      <w:r>
        <w:t xml:space="preserve">, </w:t>
      </w:r>
      <w:r w:rsidR="00530790" w:rsidRPr="005D5566">
        <w:t>ils s</w:t>
      </w:r>
      <w:r>
        <w:t>’</w:t>
      </w:r>
      <w:r w:rsidR="00530790" w:rsidRPr="005D5566">
        <w:t>en vont prématurément au tombeau</w:t>
      </w:r>
      <w:r>
        <w:t xml:space="preserve">, </w:t>
      </w:r>
      <w:r w:rsidR="00530790" w:rsidRPr="005D5566">
        <w:t>épuisés par la misère</w:t>
      </w:r>
      <w:r>
        <w:t xml:space="preserve"> ; </w:t>
      </w:r>
      <w:r w:rsidR="00530790" w:rsidRPr="005D5566">
        <w:t>les enfants sont faibles dès leur naissance</w:t>
      </w:r>
      <w:r>
        <w:t xml:space="preserve">, </w:t>
      </w:r>
      <w:r w:rsidR="00530790" w:rsidRPr="005D5566">
        <w:t>ils meurent comme des mouches en automne</w:t>
      </w:r>
      <w:r>
        <w:t xml:space="preserve">… </w:t>
      </w:r>
      <w:r w:rsidR="00530790" w:rsidRPr="005D5566">
        <w:t>nous savons tout cela</w:t>
      </w:r>
      <w:r>
        <w:t xml:space="preserve">… </w:t>
      </w:r>
      <w:r w:rsidR="00530790" w:rsidRPr="005D5566">
        <w:t>nous connaissons les causes de ces calamités</w:t>
      </w:r>
      <w:r>
        <w:t xml:space="preserve">, </w:t>
      </w:r>
      <w:r w:rsidR="00530790" w:rsidRPr="005D5566">
        <w:t>et quand nous les avons examinées</w:t>
      </w:r>
      <w:r>
        <w:t xml:space="preserve">, </w:t>
      </w:r>
      <w:r w:rsidR="00530790" w:rsidRPr="005D5566">
        <w:t>nous recevons notre traitement</w:t>
      </w:r>
      <w:r>
        <w:t xml:space="preserve">… </w:t>
      </w:r>
      <w:r w:rsidR="00530790" w:rsidRPr="005D5566">
        <w:t>Et c</w:t>
      </w:r>
      <w:r>
        <w:t>’</w:t>
      </w:r>
      <w:r w:rsidR="00530790" w:rsidRPr="005D5566">
        <w:t>est tout</w:t>
      </w:r>
      <w:r>
        <w:t>…</w:t>
      </w:r>
    </w:p>
    <w:p w14:paraId="4D51AB0C" w14:textId="77777777" w:rsidR="001C0413" w:rsidRDefault="001C0413" w:rsidP="001C0413">
      <w:r>
        <w:t>— </w:t>
      </w:r>
      <w:r w:rsidR="00530790" w:rsidRPr="005D5566">
        <w:t>Qu</w:t>
      </w:r>
      <w:r>
        <w:t>’</w:t>
      </w:r>
      <w:r w:rsidR="00530790" w:rsidRPr="005D5566">
        <w:t>est-ce que vous êtes</w:t>
      </w:r>
      <w:r>
        <w:t xml:space="preserve">, </w:t>
      </w:r>
      <w:r w:rsidR="00530790" w:rsidRPr="005D5566">
        <w:t>un ancien étudiant</w:t>
      </w:r>
      <w:r>
        <w:t xml:space="preserve"> ? </w:t>
      </w:r>
      <w:r w:rsidR="00530790" w:rsidRPr="005D5566">
        <w:t>demanda Pélaguée</w:t>
      </w:r>
      <w:r>
        <w:t>.</w:t>
      </w:r>
    </w:p>
    <w:p w14:paraId="30ED6CC3" w14:textId="77777777" w:rsidR="001C0413" w:rsidRDefault="001C0413" w:rsidP="001C0413">
      <w:r>
        <w:t>— </w:t>
      </w:r>
      <w:r w:rsidR="00530790" w:rsidRPr="005D5566">
        <w:t>Non</w:t>
      </w:r>
      <w:r>
        <w:t xml:space="preserve">, </w:t>
      </w:r>
      <w:r w:rsidR="00530790" w:rsidRPr="005D5566">
        <w:t>j</w:t>
      </w:r>
      <w:r>
        <w:t>’</w:t>
      </w:r>
      <w:r w:rsidR="00530790" w:rsidRPr="005D5566">
        <w:t>étais maître d</w:t>
      </w:r>
      <w:r>
        <w:t>’</w:t>
      </w:r>
      <w:r w:rsidR="00530790" w:rsidRPr="005D5566">
        <w:t>école de village</w:t>
      </w:r>
      <w:r>
        <w:t xml:space="preserve">… </w:t>
      </w:r>
      <w:r w:rsidR="00530790" w:rsidRPr="005D5566">
        <w:t xml:space="preserve">Mon père est directeur de fabrique </w:t>
      </w:r>
      <w:r w:rsidR="00530790" w:rsidRPr="005D5566">
        <w:rPr>
          <w:bCs/>
        </w:rPr>
        <w:t xml:space="preserve">à </w:t>
      </w:r>
      <w:r w:rsidR="00530790" w:rsidRPr="005D5566">
        <w:t>Viatka</w:t>
      </w:r>
      <w:r>
        <w:t xml:space="preserve"> ; </w:t>
      </w:r>
      <w:r w:rsidR="00530790" w:rsidRPr="005D5566">
        <w:t>et moi</w:t>
      </w:r>
      <w:r>
        <w:t xml:space="preserve">, </w:t>
      </w:r>
      <w:r w:rsidR="00530790" w:rsidRPr="005D5566">
        <w:t>je me suis fait instituteur</w:t>
      </w:r>
      <w:r>
        <w:t xml:space="preserve">. </w:t>
      </w:r>
      <w:r w:rsidR="00530790" w:rsidRPr="005D5566">
        <w:t>Mais j</w:t>
      </w:r>
      <w:r>
        <w:t>’</w:t>
      </w:r>
      <w:r w:rsidR="00530790" w:rsidRPr="005D5566">
        <w:t>ai distribué des livres aux habitants du village</w:t>
      </w:r>
      <w:r>
        <w:t xml:space="preserve">, </w:t>
      </w:r>
      <w:r w:rsidR="00530790" w:rsidRPr="005D5566">
        <w:t>et on m</w:t>
      </w:r>
      <w:r>
        <w:t>’</w:t>
      </w:r>
      <w:r w:rsidR="00530790" w:rsidRPr="005D5566">
        <w:t>a mis en prison</w:t>
      </w:r>
      <w:r>
        <w:t xml:space="preserve">. </w:t>
      </w:r>
      <w:r w:rsidR="00530790" w:rsidRPr="005D5566">
        <w:t>Ensuite</w:t>
      </w:r>
      <w:r>
        <w:t xml:space="preserve">, </w:t>
      </w:r>
      <w:r w:rsidR="00530790" w:rsidRPr="005D5566">
        <w:t>j</w:t>
      </w:r>
      <w:r>
        <w:t>’</w:t>
      </w:r>
      <w:r w:rsidR="00530790" w:rsidRPr="005D5566">
        <w:t>ai été employé dans une librairie</w:t>
      </w:r>
      <w:r>
        <w:t xml:space="preserve"> ; </w:t>
      </w:r>
      <w:r w:rsidR="00530790" w:rsidRPr="005D5566">
        <w:t>là</w:t>
      </w:r>
      <w:r>
        <w:t xml:space="preserve">, </w:t>
      </w:r>
      <w:r w:rsidR="00530790" w:rsidRPr="005D5566">
        <w:t>j</w:t>
      </w:r>
      <w:r>
        <w:t>’</w:t>
      </w:r>
      <w:r w:rsidR="00530790" w:rsidRPr="005D5566">
        <w:t>ai agi avec imprudence et l</w:t>
      </w:r>
      <w:r>
        <w:t>’</w:t>
      </w:r>
      <w:r w:rsidR="00530790" w:rsidRPr="005D5566">
        <w:t>on m</w:t>
      </w:r>
      <w:r>
        <w:t>’</w:t>
      </w:r>
      <w:r w:rsidR="00530790" w:rsidRPr="005D5566">
        <w:t>a arrêté de nouveau</w:t>
      </w:r>
      <w:r>
        <w:t xml:space="preserve"> ; </w:t>
      </w:r>
      <w:r w:rsidR="00530790" w:rsidRPr="005D5566">
        <w:t>on m</w:t>
      </w:r>
      <w:r>
        <w:t>’</w:t>
      </w:r>
      <w:r w:rsidR="00530790" w:rsidRPr="005D5566">
        <w:t>a envoyé dans la province d</w:t>
      </w:r>
      <w:r>
        <w:t>’</w:t>
      </w:r>
      <w:r w:rsidR="00530790" w:rsidRPr="005D5566">
        <w:t>Arkhangel</w:t>
      </w:r>
      <w:r>
        <w:t xml:space="preserve">… </w:t>
      </w:r>
      <w:r w:rsidR="00530790" w:rsidRPr="005D5566">
        <w:t>J</w:t>
      </w:r>
      <w:r>
        <w:t>’</w:t>
      </w:r>
      <w:r w:rsidR="00530790" w:rsidRPr="005D5566">
        <w:t>eus des ennuis avec le gouvernement</w:t>
      </w:r>
      <w:r>
        <w:t xml:space="preserve">, </w:t>
      </w:r>
      <w:r w:rsidR="00530790" w:rsidRPr="005D5566">
        <w:t>qui m</w:t>
      </w:r>
      <w:r>
        <w:t>’</w:t>
      </w:r>
      <w:r w:rsidR="00530790" w:rsidRPr="005D5566">
        <w:t>expédia sur les bords de la mer Blanche</w:t>
      </w:r>
      <w:r>
        <w:t xml:space="preserve">, </w:t>
      </w:r>
      <w:r w:rsidR="00530790" w:rsidRPr="005D5566">
        <w:t>dans un hameau où je suis resté cinq ans</w:t>
      </w:r>
      <w:r>
        <w:t>…</w:t>
      </w:r>
    </w:p>
    <w:p w14:paraId="7CFF74E0" w14:textId="77777777" w:rsidR="001C0413" w:rsidRDefault="00530790" w:rsidP="001C0413">
      <w:r w:rsidRPr="005D5566">
        <w:t>Sa voix résonnait calme et égale dans la pièce claire et inondée de soleil</w:t>
      </w:r>
      <w:r w:rsidR="001C0413">
        <w:t>.</w:t>
      </w:r>
    </w:p>
    <w:p w14:paraId="2B5FBC3E" w14:textId="77777777" w:rsidR="001C0413" w:rsidRDefault="00530790" w:rsidP="001C0413">
      <w:r w:rsidRPr="005D5566">
        <w:t>Bien souvent</w:t>
      </w:r>
      <w:r w:rsidR="001C0413">
        <w:t xml:space="preserve">, </w:t>
      </w:r>
      <w:r w:rsidRPr="005D5566">
        <w:t>la mère avait entendu des histoires de ce genre</w:t>
      </w:r>
      <w:r w:rsidR="001C0413">
        <w:t xml:space="preserve"> ; </w:t>
      </w:r>
      <w:r w:rsidRPr="005D5566">
        <w:t>elle n</w:t>
      </w:r>
      <w:r w:rsidR="001C0413">
        <w:t>’</w:t>
      </w:r>
      <w:r w:rsidRPr="005D5566">
        <w:t>avait pu comprendre pourquoi on les racontait si tranquillement</w:t>
      </w:r>
      <w:r w:rsidR="001C0413">
        <w:t xml:space="preserve">, </w:t>
      </w:r>
      <w:r w:rsidRPr="005D5566">
        <w:t>sans jamais accuser personne des souffrances</w:t>
      </w:r>
      <w:r w:rsidR="001C0413">
        <w:t xml:space="preserve">, </w:t>
      </w:r>
      <w:r w:rsidRPr="005D5566">
        <w:t>qu</w:t>
      </w:r>
      <w:r w:rsidR="001C0413">
        <w:t>’</w:t>
      </w:r>
      <w:r w:rsidRPr="005D5566">
        <w:t>on semblait considérer comme inévitables</w:t>
      </w:r>
      <w:r w:rsidR="001C0413">
        <w:t>.</w:t>
      </w:r>
    </w:p>
    <w:p w14:paraId="3BF2EBC4" w14:textId="77777777" w:rsidR="001C0413" w:rsidRDefault="001C0413" w:rsidP="001C0413">
      <w:r>
        <w:t>— </w:t>
      </w:r>
      <w:r w:rsidR="00530790" w:rsidRPr="005D5566">
        <w:t>Ma sœur arrivera aujourd</w:t>
      </w:r>
      <w:r>
        <w:t>’</w:t>
      </w:r>
      <w:r w:rsidR="00530790" w:rsidRPr="005D5566">
        <w:t>hui</w:t>
      </w:r>
      <w:r>
        <w:t xml:space="preserve">, </w:t>
      </w:r>
      <w:r w:rsidR="00530790" w:rsidRPr="005D5566">
        <w:t>annonça-t-il</w:t>
      </w:r>
      <w:r>
        <w:t>.</w:t>
      </w:r>
    </w:p>
    <w:p w14:paraId="7D95DE56" w14:textId="77777777" w:rsidR="001C0413" w:rsidRDefault="001C0413" w:rsidP="001C0413">
      <w:r>
        <w:t>— </w:t>
      </w:r>
      <w:r w:rsidR="00530790" w:rsidRPr="005D5566">
        <w:t>Elle est mariée</w:t>
      </w:r>
      <w:r>
        <w:t> ?</w:t>
      </w:r>
    </w:p>
    <w:p w14:paraId="2A72C710" w14:textId="77777777" w:rsidR="001C0413" w:rsidRDefault="001C0413" w:rsidP="001C0413">
      <w:r>
        <w:t>— </w:t>
      </w:r>
      <w:r w:rsidR="00530790" w:rsidRPr="005D5566">
        <w:t>Elle est veuve</w:t>
      </w:r>
      <w:r>
        <w:t xml:space="preserve">. </w:t>
      </w:r>
      <w:r w:rsidR="00530790" w:rsidRPr="005D5566">
        <w:t>Son mari a été exilé en Sibérie</w:t>
      </w:r>
      <w:r>
        <w:t xml:space="preserve"> ; </w:t>
      </w:r>
      <w:r w:rsidR="00530790" w:rsidRPr="005D5566">
        <w:t>mais il s</w:t>
      </w:r>
      <w:r>
        <w:t>’</w:t>
      </w:r>
      <w:r w:rsidR="00530790" w:rsidRPr="005D5566">
        <w:t>échappa et prit froid en route</w:t>
      </w:r>
      <w:r>
        <w:t xml:space="preserve"> ; </w:t>
      </w:r>
      <w:r w:rsidR="00530790" w:rsidRPr="005D5566">
        <w:t>il est mort à l</w:t>
      </w:r>
      <w:r>
        <w:t>’</w:t>
      </w:r>
      <w:r w:rsidR="00530790" w:rsidRPr="005D5566">
        <w:t>étranger</w:t>
      </w:r>
      <w:r>
        <w:t xml:space="preserve">, </w:t>
      </w:r>
      <w:r w:rsidR="00530790" w:rsidRPr="005D5566">
        <w:t>il y a deux ans</w:t>
      </w:r>
      <w:r>
        <w:t>…</w:t>
      </w:r>
    </w:p>
    <w:p w14:paraId="3A4A1A6A" w14:textId="77777777" w:rsidR="001C0413" w:rsidRDefault="001C0413" w:rsidP="001C0413">
      <w:r>
        <w:t>— </w:t>
      </w:r>
      <w:r w:rsidR="00530790" w:rsidRPr="005D5566">
        <w:t>Elle est plus jeune que vous</w:t>
      </w:r>
      <w:r>
        <w:t> ?</w:t>
      </w:r>
    </w:p>
    <w:p w14:paraId="15B0B694" w14:textId="77777777" w:rsidR="001C0413" w:rsidRDefault="001C0413" w:rsidP="001C0413">
      <w:r>
        <w:lastRenderedPageBreak/>
        <w:t>— </w:t>
      </w:r>
      <w:r w:rsidR="00530790" w:rsidRPr="005D5566">
        <w:t>Non</w:t>
      </w:r>
      <w:r>
        <w:t xml:space="preserve">, </w:t>
      </w:r>
      <w:r w:rsidR="00530790" w:rsidRPr="005D5566">
        <w:t>elle a six ans de plus</w:t>
      </w:r>
      <w:r>
        <w:t xml:space="preserve">… </w:t>
      </w:r>
      <w:r w:rsidR="00530790" w:rsidRPr="005D5566">
        <w:t>Je lui dois beaucoup</w:t>
      </w:r>
      <w:r>
        <w:t xml:space="preserve">… </w:t>
      </w:r>
      <w:r w:rsidR="00530790" w:rsidRPr="005D5566">
        <w:t>Vous l</w:t>
      </w:r>
      <w:r>
        <w:t>’</w:t>
      </w:r>
      <w:r w:rsidR="00530790" w:rsidRPr="005D5566">
        <w:t>entendrez jouer sur ce piano</w:t>
      </w:r>
      <w:r>
        <w:t xml:space="preserve">, </w:t>
      </w:r>
      <w:r w:rsidR="00530790" w:rsidRPr="005D5566">
        <w:t xml:space="preserve">qui est </w:t>
      </w:r>
      <w:r w:rsidR="00530790" w:rsidRPr="005D5566">
        <w:rPr>
          <w:bCs/>
        </w:rPr>
        <w:t xml:space="preserve">à </w:t>
      </w:r>
      <w:r w:rsidR="00530790" w:rsidRPr="005D5566">
        <w:t>elle</w:t>
      </w:r>
      <w:r>
        <w:t xml:space="preserve">… </w:t>
      </w:r>
      <w:r w:rsidR="00530790" w:rsidRPr="005D5566">
        <w:t>d</w:t>
      </w:r>
      <w:r>
        <w:t>’</w:t>
      </w:r>
      <w:r w:rsidR="00530790" w:rsidRPr="005D5566">
        <w:t>ailleurs</w:t>
      </w:r>
      <w:r>
        <w:t xml:space="preserve">, </w:t>
      </w:r>
      <w:r w:rsidR="00530790" w:rsidRPr="005D5566">
        <w:t>il y a beaucoup de choses ici qui lui appartiennent</w:t>
      </w:r>
      <w:r>
        <w:t xml:space="preserve">… </w:t>
      </w:r>
      <w:r w:rsidR="00530790" w:rsidRPr="005D5566">
        <w:t>les livres sont à moi</w:t>
      </w:r>
      <w:r>
        <w:t>…</w:t>
      </w:r>
    </w:p>
    <w:p w14:paraId="6E8F24CF" w14:textId="77777777" w:rsidR="001C0413" w:rsidRDefault="001C0413" w:rsidP="001C0413">
      <w:r>
        <w:t>— </w:t>
      </w:r>
      <w:r w:rsidR="00530790" w:rsidRPr="005D5566">
        <w:t>Où demeure-t-elle</w:t>
      </w:r>
      <w:r>
        <w:t> ?</w:t>
      </w:r>
    </w:p>
    <w:p w14:paraId="5B3C9140" w14:textId="77777777" w:rsidR="001C0413" w:rsidRDefault="001C0413" w:rsidP="001C0413">
      <w:r>
        <w:t>— </w:t>
      </w:r>
      <w:r w:rsidR="00530790" w:rsidRPr="005D5566">
        <w:t>Partout</w:t>
      </w:r>
      <w:r>
        <w:t xml:space="preserve"> ! </w:t>
      </w:r>
      <w:r w:rsidR="00530790" w:rsidRPr="005D5566">
        <w:t>répondit-il avec un sourire</w:t>
      </w:r>
      <w:r>
        <w:t xml:space="preserve">. </w:t>
      </w:r>
      <w:r w:rsidR="00530790" w:rsidRPr="005D5566">
        <w:t>Partout où on a besoin d</w:t>
      </w:r>
      <w:r>
        <w:t>’</w:t>
      </w:r>
      <w:r w:rsidR="00530790" w:rsidRPr="005D5566">
        <w:t>une créature audacieuse</w:t>
      </w:r>
      <w:r>
        <w:t xml:space="preserve">, </w:t>
      </w:r>
      <w:r w:rsidR="00530790" w:rsidRPr="005D5566">
        <w:t>on la trouve</w:t>
      </w:r>
      <w:r>
        <w:t>…</w:t>
      </w:r>
    </w:p>
    <w:p w14:paraId="50198435" w14:textId="77777777" w:rsidR="001C0413" w:rsidRDefault="001C0413" w:rsidP="001C0413">
      <w:r>
        <w:t>— </w:t>
      </w:r>
      <w:r w:rsidR="00530790" w:rsidRPr="005D5566">
        <w:t>Elle s</w:t>
      </w:r>
      <w:r>
        <w:t>’</w:t>
      </w:r>
      <w:r w:rsidR="00530790" w:rsidRPr="005D5566">
        <w:t xml:space="preserve">occupe aussi </w:t>
      </w:r>
      <w:r w:rsidR="00530790" w:rsidRPr="005D5566">
        <w:rPr>
          <w:bCs/>
        </w:rPr>
        <w:t xml:space="preserve">de </w:t>
      </w:r>
      <w:r w:rsidR="00530790" w:rsidRPr="005D5566">
        <w:t>notre cause</w:t>
      </w:r>
      <w:r>
        <w:t> ?</w:t>
      </w:r>
    </w:p>
    <w:p w14:paraId="3F1FE32D" w14:textId="77777777" w:rsidR="001C0413" w:rsidRDefault="001C0413" w:rsidP="001C0413">
      <w:pPr>
        <w:rPr>
          <w:bCs/>
        </w:rPr>
      </w:pPr>
      <w:r>
        <w:t>— </w:t>
      </w:r>
      <w:r w:rsidR="00530790" w:rsidRPr="005D5566">
        <w:rPr>
          <w:bCs/>
        </w:rPr>
        <w:t>Bien entendu</w:t>
      </w:r>
      <w:r>
        <w:rPr>
          <w:bCs/>
        </w:rPr>
        <w:t> !</w:t>
      </w:r>
    </w:p>
    <w:p w14:paraId="4E8856F5" w14:textId="77777777" w:rsidR="001C0413" w:rsidRDefault="00530790" w:rsidP="001C0413">
      <w:r w:rsidRPr="005D5566">
        <w:t>Il partit pour son bureau</w:t>
      </w:r>
      <w:r w:rsidR="001C0413">
        <w:t xml:space="preserve">, </w:t>
      </w:r>
      <w:r w:rsidRPr="005D5566">
        <w:t>et la mère songea à ce</w:t>
      </w:r>
      <w:r w:rsidRPr="005D5566">
        <w:rPr>
          <w:bCs/>
        </w:rPr>
        <w:t xml:space="preserve">tte </w:t>
      </w:r>
      <w:r w:rsidRPr="005D5566">
        <w:t>cause qui rendait de jour en jour les hommes plus calmes et plus obstinés</w:t>
      </w:r>
      <w:r w:rsidR="001C0413">
        <w:t xml:space="preserve">. </w:t>
      </w:r>
      <w:r w:rsidRPr="005D5566">
        <w:t>Et il lui sembla qu</w:t>
      </w:r>
      <w:r w:rsidR="001C0413">
        <w:t>’</w:t>
      </w:r>
      <w:r w:rsidRPr="005D5566">
        <w:t>elle était comme devant une montagne</w:t>
      </w:r>
      <w:r w:rsidR="001C0413">
        <w:t xml:space="preserve">, </w:t>
      </w:r>
      <w:r w:rsidRPr="005D5566">
        <w:t>dans l</w:t>
      </w:r>
      <w:r w:rsidR="001C0413">
        <w:t>’</w:t>
      </w:r>
      <w:r w:rsidRPr="005D5566">
        <w:t>obscurité</w:t>
      </w:r>
      <w:r w:rsidR="001C0413">
        <w:t>.</w:t>
      </w:r>
    </w:p>
    <w:p w14:paraId="53AA7409" w14:textId="77777777" w:rsidR="001C0413" w:rsidRDefault="00530790" w:rsidP="001C0413">
      <w:r w:rsidRPr="005D5566">
        <w:t>Vers midi</w:t>
      </w:r>
      <w:r w:rsidR="001C0413">
        <w:t xml:space="preserve">, </w:t>
      </w:r>
      <w:r w:rsidRPr="005D5566">
        <w:t>arriva une dame grande et bien faite</w:t>
      </w:r>
      <w:r w:rsidR="001C0413">
        <w:t xml:space="preserve">, </w:t>
      </w:r>
      <w:r w:rsidRPr="005D5566">
        <w:t>vêtue de noir</w:t>
      </w:r>
      <w:r w:rsidR="001C0413">
        <w:t xml:space="preserve">. </w:t>
      </w:r>
      <w:r w:rsidRPr="005D5566">
        <w:t>Quand la mère lui eut ouvert la porte</w:t>
      </w:r>
      <w:r w:rsidR="001C0413">
        <w:t xml:space="preserve">, </w:t>
      </w:r>
      <w:r w:rsidRPr="005D5566">
        <w:t>elle jeta à terre une petite valise jaune et saisit vivement la main de Pélaguée en disant</w:t>
      </w:r>
      <w:r w:rsidR="001C0413">
        <w:t> :</w:t>
      </w:r>
    </w:p>
    <w:p w14:paraId="1EF9E235" w14:textId="77777777" w:rsidR="001C0413" w:rsidRDefault="001C0413" w:rsidP="001C0413">
      <w:r>
        <w:t>— </w:t>
      </w:r>
      <w:r w:rsidR="00530790" w:rsidRPr="005D5566">
        <w:t>Vous êtes la mère de Pavel Vlassov</w:t>
      </w:r>
      <w:r>
        <w:t xml:space="preserve">, </w:t>
      </w:r>
      <w:r w:rsidR="00530790" w:rsidRPr="005D5566">
        <w:t>n</w:t>
      </w:r>
      <w:r>
        <w:t>’</w:t>
      </w:r>
      <w:r w:rsidR="00530790" w:rsidRPr="005D5566">
        <w:t>est-ce pas</w:t>
      </w:r>
      <w:r>
        <w:t> ?</w:t>
      </w:r>
    </w:p>
    <w:p w14:paraId="728AA9DF" w14:textId="77777777" w:rsidR="001C0413" w:rsidRDefault="001C0413" w:rsidP="001C0413">
      <w:r>
        <w:t>— </w:t>
      </w:r>
      <w:r w:rsidR="00530790" w:rsidRPr="005D5566">
        <w:t>Oui</w:t>
      </w:r>
      <w:r>
        <w:t xml:space="preserve">, </w:t>
      </w:r>
      <w:r w:rsidR="00530790" w:rsidRPr="005D5566">
        <w:t>c</w:t>
      </w:r>
      <w:r>
        <w:t>’</w:t>
      </w:r>
      <w:r w:rsidR="00530790" w:rsidRPr="005D5566">
        <w:t>est moi</w:t>
      </w:r>
      <w:r>
        <w:t xml:space="preserve"> ! </w:t>
      </w:r>
      <w:r w:rsidR="00530790" w:rsidRPr="005D5566">
        <w:t>répondit Pélaguée</w:t>
      </w:r>
      <w:r>
        <w:t xml:space="preserve">, </w:t>
      </w:r>
      <w:r w:rsidR="00530790" w:rsidRPr="005D5566">
        <w:t>gênée par l</w:t>
      </w:r>
      <w:r>
        <w:t>’</w:t>
      </w:r>
      <w:r w:rsidR="00530790" w:rsidRPr="005D5566">
        <w:t>élégance de la dame</w:t>
      </w:r>
      <w:r>
        <w:t>.</w:t>
      </w:r>
    </w:p>
    <w:p w14:paraId="439A1E2D" w14:textId="77777777" w:rsidR="001C0413" w:rsidRDefault="001C0413" w:rsidP="001C0413">
      <w:r>
        <w:t>— </w:t>
      </w:r>
      <w:r w:rsidR="00530790" w:rsidRPr="005D5566">
        <w:t>Vous êtes telle que je me le figurais</w:t>
      </w:r>
      <w:r>
        <w:t xml:space="preserve"> ! </w:t>
      </w:r>
      <w:r w:rsidR="00530790" w:rsidRPr="005D5566">
        <w:t>Mon frère m</w:t>
      </w:r>
      <w:r>
        <w:t>’</w:t>
      </w:r>
      <w:r w:rsidR="00530790" w:rsidRPr="005D5566">
        <w:t>a écrit que vous iriez vivre chez lui</w:t>
      </w:r>
      <w:r>
        <w:t xml:space="preserve"> ! </w:t>
      </w:r>
      <w:r w:rsidR="00530790" w:rsidRPr="005D5566">
        <w:t>Il y a longtemps que nous sommes amis</w:t>
      </w:r>
      <w:r>
        <w:t xml:space="preserve">, </w:t>
      </w:r>
      <w:r w:rsidR="00530790" w:rsidRPr="005D5566">
        <w:t>votre fils et moi</w:t>
      </w:r>
      <w:r>
        <w:t xml:space="preserve">… </w:t>
      </w:r>
      <w:r w:rsidR="00530790" w:rsidRPr="005D5566">
        <w:t>Il m</w:t>
      </w:r>
      <w:r>
        <w:t>’</w:t>
      </w:r>
      <w:r w:rsidR="00530790" w:rsidRPr="005D5566">
        <w:t>a souvent parlé de vous</w:t>
      </w:r>
      <w:r>
        <w:t>…</w:t>
      </w:r>
    </w:p>
    <w:p w14:paraId="173A7100" w14:textId="77777777" w:rsidR="001C0413" w:rsidRDefault="00530790" w:rsidP="001C0413">
      <w:r w:rsidRPr="005D5566">
        <w:t>Elle avait la voix sourde et parlait lentement</w:t>
      </w:r>
      <w:r w:rsidR="001C0413">
        <w:t xml:space="preserve">, </w:t>
      </w:r>
      <w:r w:rsidRPr="005D5566">
        <w:t>mais ses mouvements étaient vifs et décidés</w:t>
      </w:r>
      <w:r w:rsidR="001C0413">
        <w:t xml:space="preserve">. </w:t>
      </w:r>
      <w:r w:rsidRPr="005D5566">
        <w:t>Ses grands yeux gris avaient un sourire franc et jeune</w:t>
      </w:r>
      <w:r w:rsidR="001C0413">
        <w:t xml:space="preserve">. </w:t>
      </w:r>
      <w:r w:rsidRPr="005D5566">
        <w:t xml:space="preserve">De fines petites rides </w:t>
      </w:r>
      <w:r w:rsidRPr="005D5566">
        <w:lastRenderedPageBreak/>
        <w:t>rayonnaient déjà sur ses tempes et des cheveux blancs comme l</w:t>
      </w:r>
      <w:r w:rsidR="001C0413">
        <w:t>’</w:t>
      </w:r>
      <w:r w:rsidRPr="005D5566">
        <w:t>argent brillaient au-dessus de ses oreilles menues</w:t>
      </w:r>
      <w:r w:rsidR="001C0413">
        <w:t>.</w:t>
      </w:r>
    </w:p>
    <w:p w14:paraId="05BA162C" w14:textId="77777777" w:rsidR="001C0413" w:rsidRDefault="001C0413" w:rsidP="001C0413">
      <w:r>
        <w:t>— </w:t>
      </w:r>
      <w:r w:rsidR="00530790" w:rsidRPr="005D5566">
        <w:t>J</w:t>
      </w:r>
      <w:r>
        <w:t>’</w:t>
      </w:r>
      <w:r w:rsidR="00530790" w:rsidRPr="005D5566">
        <w:t>ai faim</w:t>
      </w:r>
      <w:r>
        <w:t xml:space="preserve"> ! </w:t>
      </w:r>
      <w:r w:rsidR="00530790" w:rsidRPr="005D5566">
        <w:t>déclara-t-elle</w:t>
      </w:r>
      <w:r>
        <w:t xml:space="preserve">. </w:t>
      </w:r>
      <w:r w:rsidR="00530790" w:rsidRPr="005D5566">
        <w:t>J</w:t>
      </w:r>
      <w:r>
        <w:t>’</w:t>
      </w:r>
      <w:r w:rsidR="00530790" w:rsidRPr="005D5566">
        <w:t>aimerais bien boire une tasse de café</w:t>
      </w:r>
      <w:r>
        <w:t>…</w:t>
      </w:r>
    </w:p>
    <w:p w14:paraId="1AF21627" w14:textId="77777777" w:rsidR="001C0413" w:rsidRDefault="001C0413" w:rsidP="001C0413">
      <w:r>
        <w:t>— </w:t>
      </w:r>
      <w:r w:rsidR="00530790" w:rsidRPr="005D5566">
        <w:t>Je vais en faire immédiatement</w:t>
      </w:r>
      <w:r>
        <w:t xml:space="preserve">, </w:t>
      </w:r>
      <w:r w:rsidR="00530790" w:rsidRPr="005D5566">
        <w:t>dit la mère</w:t>
      </w:r>
      <w:r>
        <w:t xml:space="preserve">, </w:t>
      </w:r>
      <w:r w:rsidR="00530790" w:rsidRPr="005D5566">
        <w:t>et</w:t>
      </w:r>
      <w:r>
        <w:t xml:space="preserve">, </w:t>
      </w:r>
      <w:r w:rsidR="00530790" w:rsidRPr="005D5566">
        <w:t>sortant une cafetière de l</w:t>
      </w:r>
      <w:r>
        <w:t>’</w:t>
      </w:r>
      <w:r w:rsidR="00530790" w:rsidRPr="005D5566">
        <w:t>armoire</w:t>
      </w:r>
      <w:r>
        <w:t xml:space="preserve">, </w:t>
      </w:r>
      <w:r w:rsidR="00530790" w:rsidRPr="005D5566">
        <w:t>elle demanda à voix basse</w:t>
      </w:r>
      <w:r>
        <w:t> :</w:t>
      </w:r>
    </w:p>
    <w:p w14:paraId="7F032308" w14:textId="77777777" w:rsidR="001C0413" w:rsidRDefault="001C0413" w:rsidP="001C0413">
      <w:r>
        <w:t>— </w:t>
      </w:r>
      <w:r w:rsidR="00530790" w:rsidRPr="005D5566">
        <w:t>Pavel parle-t-il vraiment de moi</w:t>
      </w:r>
      <w:r>
        <w:t> ?</w:t>
      </w:r>
    </w:p>
    <w:p w14:paraId="306CB944" w14:textId="77777777" w:rsidR="001C0413" w:rsidRDefault="001C0413" w:rsidP="001C0413">
      <w:r>
        <w:t>— </w:t>
      </w:r>
      <w:r w:rsidR="00530790" w:rsidRPr="005D5566">
        <w:t>Certainement</w:t>
      </w:r>
      <w:r>
        <w:t xml:space="preserve">, </w:t>
      </w:r>
      <w:r w:rsidR="00530790" w:rsidRPr="005D5566">
        <w:t>et souvent même</w:t>
      </w:r>
      <w:r>
        <w:t> !</w:t>
      </w:r>
    </w:p>
    <w:p w14:paraId="2B3CD3B8" w14:textId="77777777" w:rsidR="001C0413" w:rsidRDefault="00530790" w:rsidP="001C0413">
      <w:r w:rsidRPr="005D5566">
        <w:t>La sœur de Nicolas tira un petit étui de sa poche</w:t>
      </w:r>
      <w:r w:rsidR="001C0413">
        <w:t xml:space="preserve">, </w:t>
      </w:r>
      <w:r w:rsidRPr="005D5566">
        <w:t>prit une cigarette et l</w:t>
      </w:r>
      <w:r w:rsidR="001C0413">
        <w:t>’</w:t>
      </w:r>
      <w:r w:rsidRPr="005D5566">
        <w:t>alluma</w:t>
      </w:r>
      <w:r w:rsidR="001C0413">
        <w:t xml:space="preserve"> ; </w:t>
      </w:r>
      <w:r w:rsidRPr="005D5566">
        <w:t>marchant à grands</w:t>
      </w:r>
      <w:r w:rsidR="001C0413">
        <w:t xml:space="preserve">, </w:t>
      </w:r>
      <w:r w:rsidRPr="005D5566">
        <w:t>pas dans la pièce</w:t>
      </w:r>
      <w:r w:rsidR="001C0413">
        <w:t xml:space="preserve">, </w:t>
      </w:r>
      <w:r w:rsidRPr="005D5566">
        <w:t>elle reprit</w:t>
      </w:r>
      <w:r w:rsidR="001C0413">
        <w:t> :</w:t>
      </w:r>
    </w:p>
    <w:p w14:paraId="3C8CFE9B" w14:textId="77777777" w:rsidR="001C0413" w:rsidRDefault="001C0413" w:rsidP="001C0413">
      <w:r>
        <w:t>— </w:t>
      </w:r>
      <w:r w:rsidR="00530790" w:rsidRPr="005D5566">
        <w:t>Vous êtes très inquiète à son sujet</w:t>
      </w:r>
      <w:r>
        <w:t> ?</w:t>
      </w:r>
    </w:p>
    <w:p w14:paraId="756AE077" w14:textId="77777777" w:rsidR="001C0413" w:rsidRDefault="00530790" w:rsidP="001C0413">
      <w:r w:rsidRPr="005D5566">
        <w:t>Tout en regardant la flamme bleuâtre de la lampe à esprit de vin trembler sous la cafetière</w:t>
      </w:r>
      <w:r w:rsidR="001C0413">
        <w:t xml:space="preserve">, </w:t>
      </w:r>
      <w:r w:rsidRPr="005D5566">
        <w:t>la mère souriait</w:t>
      </w:r>
      <w:r w:rsidR="001C0413">
        <w:t xml:space="preserve">. </w:t>
      </w:r>
      <w:r w:rsidRPr="005D5566">
        <w:t>Son embarras avait disparu dans la profondeur de sa joie</w:t>
      </w:r>
      <w:r w:rsidR="001C0413">
        <w:t>.</w:t>
      </w:r>
    </w:p>
    <w:p w14:paraId="41E80D1B" w14:textId="77777777" w:rsidR="001C0413" w:rsidRDefault="001C0413" w:rsidP="001C0413">
      <w:r>
        <w:t>« </w:t>
      </w:r>
      <w:r w:rsidR="00530790" w:rsidRPr="005D5566">
        <w:t>Ainsi</w:t>
      </w:r>
      <w:r>
        <w:t xml:space="preserve">, </w:t>
      </w:r>
      <w:r w:rsidR="00530790" w:rsidRPr="005D5566">
        <w:t>il parle de moi</w:t>
      </w:r>
      <w:r>
        <w:t xml:space="preserve">, </w:t>
      </w:r>
      <w:r w:rsidR="00530790" w:rsidRPr="005D5566">
        <w:t>mon chéri</w:t>
      </w:r>
      <w:r>
        <w:t> ! »</w:t>
      </w:r>
      <w:r w:rsidR="00530790" w:rsidRPr="005D5566">
        <w:t xml:space="preserve"> pensa-t-elle</w:t>
      </w:r>
      <w:r>
        <w:t xml:space="preserve">. </w:t>
      </w:r>
      <w:r w:rsidR="00530790" w:rsidRPr="005D5566">
        <w:t>Elle reprit</w:t>
      </w:r>
      <w:r>
        <w:t> :</w:t>
      </w:r>
    </w:p>
    <w:p w14:paraId="38931B23" w14:textId="77777777" w:rsidR="001C0413" w:rsidRDefault="001C0413" w:rsidP="001C0413">
      <w:r>
        <w:t>— </w:t>
      </w:r>
      <w:r w:rsidR="00530790" w:rsidRPr="005D5566">
        <w:t>Vous me demandez si je suis inquiète Naturellement</w:t>
      </w:r>
      <w:r>
        <w:t xml:space="preserve">, </w:t>
      </w:r>
      <w:r w:rsidR="00530790" w:rsidRPr="005D5566">
        <w:t>c</w:t>
      </w:r>
      <w:r>
        <w:t>’</w:t>
      </w:r>
      <w:r w:rsidR="00530790" w:rsidRPr="005D5566">
        <w:t>est douloureux</w:t>
      </w:r>
      <w:r>
        <w:t xml:space="preserve">… </w:t>
      </w:r>
      <w:r w:rsidR="00530790" w:rsidRPr="005D5566">
        <w:t>mais c</w:t>
      </w:r>
      <w:r>
        <w:t>’</w:t>
      </w:r>
      <w:r w:rsidR="00530790" w:rsidRPr="005D5566">
        <w:t>était pire</w:t>
      </w:r>
      <w:r>
        <w:t xml:space="preserve">, </w:t>
      </w:r>
      <w:r w:rsidR="00530790" w:rsidRPr="005D5566">
        <w:t>auparavant</w:t>
      </w:r>
      <w:r>
        <w:t xml:space="preserve">… </w:t>
      </w:r>
      <w:r w:rsidR="00530790" w:rsidRPr="005D5566">
        <w:t>maintenant</w:t>
      </w:r>
      <w:r>
        <w:t xml:space="preserve">, </w:t>
      </w:r>
      <w:r w:rsidR="00530790" w:rsidRPr="005D5566">
        <w:t>je sais qu</w:t>
      </w:r>
      <w:r>
        <w:t>’</w:t>
      </w:r>
      <w:r w:rsidR="00530790" w:rsidRPr="005D5566">
        <w:t>il n</w:t>
      </w:r>
      <w:r>
        <w:t>’</w:t>
      </w:r>
      <w:r w:rsidR="00530790" w:rsidRPr="005D5566">
        <w:t>est pas seul</w:t>
      </w:r>
      <w:r>
        <w:t>…</w:t>
      </w:r>
    </w:p>
    <w:p w14:paraId="4BE7C1EE" w14:textId="77777777" w:rsidR="001C0413" w:rsidRDefault="00530790" w:rsidP="001C0413">
      <w:r w:rsidRPr="005D5566">
        <w:t>Fixant ses yeux sur le visage de la visiteuse</w:t>
      </w:r>
      <w:r w:rsidR="001C0413">
        <w:t xml:space="preserve">, </w:t>
      </w:r>
      <w:r w:rsidRPr="005D5566">
        <w:t>elle lui demanda</w:t>
      </w:r>
      <w:r w:rsidR="001C0413">
        <w:t> :</w:t>
      </w:r>
    </w:p>
    <w:p w14:paraId="61145506" w14:textId="77777777" w:rsidR="001C0413" w:rsidRDefault="001C0413" w:rsidP="001C0413">
      <w:r>
        <w:t>— </w:t>
      </w:r>
      <w:r w:rsidR="00530790" w:rsidRPr="005D5566">
        <w:t>Comment vous appelez-vous</w:t>
      </w:r>
      <w:r>
        <w:t> ?</w:t>
      </w:r>
    </w:p>
    <w:p w14:paraId="20274FC9" w14:textId="77777777" w:rsidR="001C0413" w:rsidRDefault="001C0413" w:rsidP="001C0413">
      <w:r>
        <w:t>— </w:t>
      </w:r>
      <w:r w:rsidR="00530790" w:rsidRPr="005D5566">
        <w:t>Sophie</w:t>
      </w:r>
      <w:r>
        <w:t> !</w:t>
      </w:r>
    </w:p>
    <w:p w14:paraId="0A6626AC" w14:textId="77777777" w:rsidR="001C0413" w:rsidRDefault="00530790" w:rsidP="001C0413">
      <w:r w:rsidRPr="005D5566">
        <w:lastRenderedPageBreak/>
        <w:t>La mère l</w:t>
      </w:r>
      <w:r w:rsidR="001C0413">
        <w:t>’</w:t>
      </w:r>
      <w:r w:rsidRPr="005D5566">
        <w:t>examina avec attention</w:t>
      </w:r>
      <w:r w:rsidR="001C0413">
        <w:t xml:space="preserve">. </w:t>
      </w:r>
      <w:r w:rsidRPr="005D5566">
        <w:t>Il y avait quelque chose de hardi</w:t>
      </w:r>
      <w:r w:rsidR="001C0413">
        <w:t xml:space="preserve">, </w:t>
      </w:r>
      <w:r w:rsidRPr="005D5566">
        <w:t>de trop audacieux et de trop précipité chez cette femme</w:t>
      </w:r>
      <w:r w:rsidR="001C0413">
        <w:t xml:space="preserve">. </w:t>
      </w:r>
      <w:r w:rsidRPr="005D5566">
        <w:t>Elle parlait avec assurance</w:t>
      </w:r>
      <w:r w:rsidR="001C0413">
        <w:t>.</w:t>
      </w:r>
    </w:p>
    <w:p w14:paraId="1F8E1592" w14:textId="77777777" w:rsidR="001C0413" w:rsidRDefault="001C0413" w:rsidP="001C0413">
      <w:r>
        <w:t>— </w:t>
      </w:r>
      <w:r w:rsidR="00530790" w:rsidRPr="005D5566">
        <w:t>L</w:t>
      </w:r>
      <w:r>
        <w:t>’</w:t>
      </w:r>
      <w:r w:rsidR="00530790" w:rsidRPr="005D5566">
        <w:t>important c</w:t>
      </w:r>
      <w:r>
        <w:t>’</w:t>
      </w:r>
      <w:r w:rsidR="00530790" w:rsidRPr="005D5566">
        <w:t>est que les camarades ne restent pas trop longtemps en prison</w:t>
      </w:r>
      <w:r>
        <w:t xml:space="preserve">, </w:t>
      </w:r>
      <w:r w:rsidR="00530790" w:rsidRPr="005D5566">
        <w:t>c</w:t>
      </w:r>
      <w:r>
        <w:t>’</w:t>
      </w:r>
      <w:r w:rsidR="00530790" w:rsidRPr="005D5566">
        <w:t>est qu</w:t>
      </w:r>
      <w:r>
        <w:t>’</w:t>
      </w:r>
      <w:r w:rsidR="00530790" w:rsidRPr="005D5566">
        <w:t>ils soient vite jugés</w:t>
      </w:r>
      <w:r>
        <w:t xml:space="preserve">. </w:t>
      </w:r>
      <w:r w:rsidR="00530790" w:rsidRPr="005D5566">
        <w:t>Et dès que Pavel sera en Sibérie</w:t>
      </w:r>
      <w:r>
        <w:t xml:space="preserve">, </w:t>
      </w:r>
      <w:r w:rsidR="00530790" w:rsidRPr="005D5566">
        <w:t>nous le ferons évader</w:t>
      </w:r>
      <w:r>
        <w:t xml:space="preserve">… </w:t>
      </w:r>
      <w:r w:rsidR="00530790" w:rsidRPr="005D5566">
        <w:t>on ne peut se passer de lui ici</w:t>
      </w:r>
      <w:r>
        <w:t>…</w:t>
      </w:r>
    </w:p>
    <w:p w14:paraId="73B72C95" w14:textId="77777777" w:rsidR="001C0413" w:rsidRDefault="00530790" w:rsidP="001C0413">
      <w:r w:rsidRPr="005D5566">
        <w:t>Après avoir cherché des yeux un endroit où elle pût jeter sa cigarette</w:t>
      </w:r>
      <w:r w:rsidR="001C0413">
        <w:t xml:space="preserve">, </w:t>
      </w:r>
      <w:r w:rsidRPr="005D5566">
        <w:t>Sophie l</w:t>
      </w:r>
      <w:r w:rsidR="001C0413">
        <w:t>’</w:t>
      </w:r>
      <w:r w:rsidRPr="005D5566">
        <w:t>enfonça dans un pot de fleurs</w:t>
      </w:r>
      <w:r w:rsidR="001C0413">
        <w:t>.</w:t>
      </w:r>
    </w:p>
    <w:p w14:paraId="1E3EEF71" w14:textId="77777777" w:rsidR="001C0413" w:rsidRDefault="001C0413" w:rsidP="001C0413">
      <w:r>
        <w:t>— </w:t>
      </w:r>
      <w:r w:rsidR="00530790" w:rsidRPr="005D5566">
        <w:t>Vous allez faire périr la plante</w:t>
      </w:r>
      <w:r>
        <w:t xml:space="preserve"> ! </w:t>
      </w:r>
      <w:r w:rsidR="00530790" w:rsidRPr="005D5566">
        <w:t>remarqua machinalement la mère</w:t>
      </w:r>
      <w:r>
        <w:t>.</w:t>
      </w:r>
    </w:p>
    <w:p w14:paraId="6293E4CA" w14:textId="77777777" w:rsidR="001C0413" w:rsidRDefault="001C0413" w:rsidP="001C0413">
      <w:r>
        <w:t>— </w:t>
      </w:r>
      <w:r w:rsidR="00530790" w:rsidRPr="005D5566">
        <w:t>Pardon</w:t>
      </w:r>
      <w:r>
        <w:t xml:space="preserve"> ! </w:t>
      </w:r>
      <w:r w:rsidR="00530790" w:rsidRPr="005D5566">
        <w:t>dit Sophie</w:t>
      </w:r>
      <w:r>
        <w:t xml:space="preserve">, </w:t>
      </w:r>
      <w:r w:rsidR="00530790" w:rsidRPr="005D5566">
        <w:t>Nicolas me le répète sans cesse</w:t>
      </w:r>
      <w:r>
        <w:t xml:space="preserve">… </w:t>
      </w:r>
      <w:r w:rsidR="00530790" w:rsidRPr="005D5566">
        <w:t>Et retirant le bout de sa cigarette</w:t>
      </w:r>
      <w:r>
        <w:t xml:space="preserve">, </w:t>
      </w:r>
      <w:r w:rsidR="00530790" w:rsidRPr="005D5566">
        <w:t>elle le lança par la fenêtre</w:t>
      </w:r>
      <w:r>
        <w:t>…</w:t>
      </w:r>
    </w:p>
    <w:p w14:paraId="151E7D1A" w14:textId="77777777" w:rsidR="001C0413" w:rsidRDefault="001C0413" w:rsidP="001C0413">
      <w:r>
        <w:t>— </w:t>
      </w:r>
      <w:r w:rsidR="00530790" w:rsidRPr="005D5566">
        <w:t>Je vous prie de m</w:t>
      </w:r>
      <w:r>
        <w:t>’</w:t>
      </w:r>
      <w:r w:rsidR="00530790" w:rsidRPr="005D5566">
        <w:t>excuser</w:t>
      </w:r>
      <w:r>
        <w:t xml:space="preserve"> ! </w:t>
      </w:r>
      <w:r w:rsidR="00530790" w:rsidRPr="005D5566">
        <w:t>J</w:t>
      </w:r>
      <w:r>
        <w:t>’</w:t>
      </w:r>
      <w:r w:rsidR="00530790" w:rsidRPr="005D5566">
        <w:t>ai parlé sans réfléchir</w:t>
      </w:r>
      <w:r>
        <w:t xml:space="preserve">. </w:t>
      </w:r>
      <w:r w:rsidR="00530790" w:rsidRPr="005D5566">
        <w:t>Est-ce à moi de vous reprendre</w:t>
      </w:r>
      <w:r>
        <w:t> ?…</w:t>
      </w:r>
    </w:p>
    <w:p w14:paraId="421A3FBC" w14:textId="77777777" w:rsidR="001C0413" w:rsidRDefault="001C0413" w:rsidP="001C0413">
      <w:r>
        <w:t>— </w:t>
      </w:r>
      <w:r w:rsidR="00530790" w:rsidRPr="005D5566">
        <w:t>Et pourquoi pas</w:t>
      </w:r>
      <w:r>
        <w:t xml:space="preserve">, </w:t>
      </w:r>
      <w:r w:rsidR="00530790" w:rsidRPr="005D5566">
        <w:t>si je suis une sotte</w:t>
      </w:r>
      <w:r>
        <w:t xml:space="preserve"> ? </w:t>
      </w:r>
      <w:r w:rsidR="00530790" w:rsidRPr="005D5566">
        <w:t>répartit tranquillement Sophie en haussant les épaules</w:t>
      </w:r>
      <w:r>
        <w:t xml:space="preserve">. </w:t>
      </w:r>
      <w:r w:rsidR="00530790" w:rsidRPr="005D5566">
        <w:t>Le café est prêt</w:t>
      </w:r>
      <w:r>
        <w:t xml:space="preserve">. </w:t>
      </w:r>
      <w:r w:rsidR="00530790" w:rsidRPr="005D5566">
        <w:t>Merci</w:t>
      </w:r>
      <w:r>
        <w:t xml:space="preserve"> ! </w:t>
      </w:r>
      <w:r w:rsidR="00530790" w:rsidRPr="005D5566">
        <w:t>Pourquoi une seule tasse</w:t>
      </w:r>
      <w:r>
        <w:t xml:space="preserve"> ! </w:t>
      </w:r>
      <w:r w:rsidR="00530790" w:rsidRPr="005D5566">
        <w:t>Vous n</w:t>
      </w:r>
      <w:r>
        <w:t>’</w:t>
      </w:r>
      <w:r w:rsidR="00530790" w:rsidRPr="005D5566">
        <w:t>en voulez pas</w:t>
      </w:r>
      <w:r>
        <w:t> ?</w:t>
      </w:r>
    </w:p>
    <w:p w14:paraId="54E25914" w14:textId="77777777" w:rsidR="001C0413" w:rsidRDefault="00530790" w:rsidP="001C0413">
      <w:r w:rsidRPr="005D5566">
        <w:t>Et</w:t>
      </w:r>
      <w:r w:rsidR="001C0413">
        <w:t xml:space="preserve">, </w:t>
      </w:r>
      <w:r w:rsidRPr="005D5566">
        <w:t>prenant la mère par les épaules</w:t>
      </w:r>
      <w:r w:rsidR="001C0413">
        <w:t xml:space="preserve">, </w:t>
      </w:r>
      <w:r w:rsidRPr="005D5566">
        <w:t>elle l</w:t>
      </w:r>
      <w:r w:rsidR="001C0413">
        <w:t>’</w:t>
      </w:r>
      <w:r w:rsidRPr="005D5566">
        <w:t>attira à elle</w:t>
      </w:r>
      <w:r w:rsidR="001C0413">
        <w:t xml:space="preserve">, </w:t>
      </w:r>
      <w:r w:rsidRPr="005D5566">
        <w:t>la regarda fixement</w:t>
      </w:r>
      <w:r w:rsidR="001C0413">
        <w:t xml:space="preserve">, </w:t>
      </w:r>
      <w:r w:rsidRPr="005D5566">
        <w:t>et lui demanda avec étonnement</w:t>
      </w:r>
      <w:r w:rsidR="001C0413">
        <w:t> :</w:t>
      </w:r>
    </w:p>
    <w:p w14:paraId="761EA951" w14:textId="77777777" w:rsidR="001C0413" w:rsidRDefault="001C0413" w:rsidP="001C0413">
      <w:r>
        <w:t>— </w:t>
      </w:r>
      <w:r w:rsidR="00530790" w:rsidRPr="005D5566">
        <w:t>Vous gêneriez-vous</w:t>
      </w:r>
      <w:r>
        <w:t> ?</w:t>
      </w:r>
    </w:p>
    <w:p w14:paraId="26225C4E" w14:textId="77777777" w:rsidR="001C0413" w:rsidRDefault="00530790" w:rsidP="001C0413">
      <w:r w:rsidRPr="005D5566">
        <w:t>La mère répondit en souriant</w:t>
      </w:r>
      <w:r w:rsidR="001C0413">
        <w:t> :</w:t>
      </w:r>
    </w:p>
    <w:p w14:paraId="09BC1565" w14:textId="77777777" w:rsidR="001C0413" w:rsidRDefault="001C0413" w:rsidP="001C0413">
      <w:r>
        <w:t>— </w:t>
      </w:r>
      <w:r w:rsidR="00530790" w:rsidRPr="005D5566">
        <w:t>Je suis arrivée ici hier</w:t>
      </w:r>
      <w:r>
        <w:t xml:space="preserve">, </w:t>
      </w:r>
      <w:r w:rsidR="00530790" w:rsidRPr="005D5566">
        <w:t>et je me conduis comme si j</w:t>
      </w:r>
      <w:r>
        <w:t>’</w:t>
      </w:r>
      <w:r w:rsidR="00530790" w:rsidRPr="005D5566">
        <w:t>étais chez moi et vous connaissais depuis longtemps</w:t>
      </w:r>
      <w:r>
        <w:t xml:space="preserve">… </w:t>
      </w:r>
      <w:r w:rsidR="00530790" w:rsidRPr="005D5566">
        <w:t>je n</w:t>
      </w:r>
      <w:r>
        <w:t>’</w:t>
      </w:r>
      <w:r w:rsidR="00530790" w:rsidRPr="005D5566">
        <w:t>ai peur de rien</w:t>
      </w:r>
      <w:r>
        <w:t xml:space="preserve">, </w:t>
      </w:r>
      <w:r w:rsidR="00530790" w:rsidRPr="005D5566">
        <w:t>je dis ce que je veux</w:t>
      </w:r>
      <w:r>
        <w:t xml:space="preserve">, </w:t>
      </w:r>
      <w:r w:rsidR="00530790" w:rsidRPr="005D5566">
        <w:t>je fais même des observations</w:t>
      </w:r>
      <w:r>
        <w:t>…</w:t>
      </w:r>
    </w:p>
    <w:p w14:paraId="41C556EC" w14:textId="77777777" w:rsidR="001C0413" w:rsidRDefault="001C0413" w:rsidP="001C0413">
      <w:r>
        <w:t>— </w:t>
      </w:r>
      <w:r w:rsidR="00530790" w:rsidRPr="005D5566">
        <w:t>Et c</w:t>
      </w:r>
      <w:r>
        <w:t>’</w:t>
      </w:r>
      <w:r w:rsidR="00530790" w:rsidRPr="005D5566">
        <w:t>est très bien</w:t>
      </w:r>
      <w:r>
        <w:t xml:space="preserve"> ! </w:t>
      </w:r>
      <w:r w:rsidR="00530790" w:rsidRPr="005D5566">
        <w:t>s</w:t>
      </w:r>
      <w:r>
        <w:t>’</w:t>
      </w:r>
      <w:r w:rsidR="00530790" w:rsidRPr="005D5566">
        <w:t>exclama Sophie</w:t>
      </w:r>
      <w:r>
        <w:t>.</w:t>
      </w:r>
    </w:p>
    <w:p w14:paraId="21790300" w14:textId="77777777" w:rsidR="001C0413" w:rsidRDefault="001C0413" w:rsidP="001C0413">
      <w:r>
        <w:lastRenderedPageBreak/>
        <w:t>— </w:t>
      </w:r>
      <w:r w:rsidR="00530790" w:rsidRPr="005D5566">
        <w:t>Je ne sais plus où j</w:t>
      </w:r>
      <w:r>
        <w:t>’</w:t>
      </w:r>
      <w:r w:rsidR="00530790" w:rsidRPr="005D5566">
        <w:t>ai la tête</w:t>
      </w:r>
      <w:r>
        <w:t xml:space="preserve">… </w:t>
      </w:r>
      <w:r w:rsidR="00530790" w:rsidRPr="005D5566">
        <w:t>je ne me reconnais plus moi-même</w:t>
      </w:r>
      <w:r>
        <w:t xml:space="preserve"> ! </w:t>
      </w:r>
      <w:r w:rsidR="00530790" w:rsidRPr="005D5566">
        <w:t>continua la mère</w:t>
      </w:r>
      <w:r>
        <w:t xml:space="preserve">. </w:t>
      </w:r>
      <w:r w:rsidR="00530790" w:rsidRPr="005D5566">
        <w:t>Autrefois</w:t>
      </w:r>
      <w:r>
        <w:t xml:space="preserve">, </w:t>
      </w:r>
      <w:r w:rsidR="00530790" w:rsidRPr="005D5566">
        <w:t xml:space="preserve">on tournait longtemps autour des gens avant de leur parler </w:t>
      </w:r>
      <w:r w:rsidR="00530790" w:rsidRPr="005D5566">
        <w:rPr>
          <w:bCs/>
        </w:rPr>
        <w:t xml:space="preserve">à </w:t>
      </w:r>
      <w:r w:rsidR="00530790" w:rsidRPr="005D5566">
        <w:t>cœur ouvert</w:t>
      </w:r>
      <w:r>
        <w:t xml:space="preserve">, </w:t>
      </w:r>
      <w:r w:rsidR="00530790" w:rsidRPr="005D5566">
        <w:t>et maintenant l</w:t>
      </w:r>
      <w:r>
        <w:t>’</w:t>
      </w:r>
      <w:r w:rsidR="00530790" w:rsidRPr="005D5566">
        <w:t>âme ne craint plus rien</w:t>
      </w:r>
      <w:r>
        <w:t xml:space="preserve">, </w:t>
      </w:r>
      <w:r w:rsidR="00530790" w:rsidRPr="005D5566">
        <w:t>et on dit du coup des choses que l</w:t>
      </w:r>
      <w:r>
        <w:t>’</w:t>
      </w:r>
      <w:r w:rsidR="00530790" w:rsidRPr="005D5566">
        <w:t>on n</w:t>
      </w:r>
      <w:r>
        <w:t>’</w:t>
      </w:r>
      <w:r w:rsidR="00530790" w:rsidRPr="005D5566">
        <w:t>aurait pas même pensées autrefois</w:t>
      </w:r>
      <w:r>
        <w:t xml:space="preserve">… </w:t>
      </w:r>
      <w:r w:rsidR="00530790" w:rsidRPr="005D5566">
        <w:t>et que de choses</w:t>
      </w:r>
      <w:r>
        <w:t> !…</w:t>
      </w:r>
    </w:p>
    <w:p w14:paraId="2FD5C17B" w14:textId="77777777" w:rsidR="001C0413" w:rsidRDefault="00530790" w:rsidP="001C0413">
      <w:r w:rsidRPr="005D5566">
        <w:t>Sophie alluma une seconde cigarette</w:t>
      </w:r>
      <w:r w:rsidR="001C0413">
        <w:t xml:space="preserve"> ; </w:t>
      </w:r>
      <w:r w:rsidRPr="005D5566">
        <w:t>ses yeux gris</w:t>
      </w:r>
      <w:r w:rsidR="001C0413">
        <w:t xml:space="preserve">, </w:t>
      </w:r>
      <w:r w:rsidRPr="005D5566">
        <w:t>posaient sur la mère un regard caressant</w:t>
      </w:r>
      <w:r w:rsidR="001C0413">
        <w:t>.</w:t>
      </w:r>
    </w:p>
    <w:p w14:paraId="774EB98C" w14:textId="77777777" w:rsidR="001C0413" w:rsidRDefault="001C0413" w:rsidP="001C0413">
      <w:r>
        <w:t>— </w:t>
      </w:r>
      <w:r w:rsidR="00530790" w:rsidRPr="005D5566">
        <w:t>Vous dites que vous organiserez l</w:t>
      </w:r>
      <w:r>
        <w:t>’</w:t>
      </w:r>
      <w:r w:rsidR="00530790" w:rsidRPr="005D5566">
        <w:t>évasion de Pavel</w:t>
      </w:r>
      <w:r>
        <w:t xml:space="preserve">… </w:t>
      </w:r>
      <w:r w:rsidR="00530790" w:rsidRPr="005D5566">
        <w:t>mais comment vivra-t-il après</w:t>
      </w:r>
      <w:r>
        <w:t> ?</w:t>
      </w:r>
    </w:p>
    <w:p w14:paraId="52FC93C5" w14:textId="77777777" w:rsidR="001C0413" w:rsidRDefault="00530790" w:rsidP="001C0413">
      <w:pPr>
        <w:rPr>
          <w:bCs/>
        </w:rPr>
      </w:pPr>
      <w:r w:rsidRPr="005D5566">
        <w:rPr>
          <w:bCs/>
        </w:rPr>
        <w:t>Pélaguée était parvenue à formuler la question qui la tourmentait</w:t>
      </w:r>
      <w:r w:rsidR="001C0413">
        <w:rPr>
          <w:bCs/>
        </w:rPr>
        <w:t>.</w:t>
      </w:r>
    </w:p>
    <w:p w14:paraId="128DE8A7" w14:textId="77777777" w:rsidR="001C0413" w:rsidRDefault="001C0413" w:rsidP="001C0413">
      <w:pPr>
        <w:rPr>
          <w:bCs/>
        </w:rPr>
      </w:pPr>
      <w:r>
        <w:t>— </w:t>
      </w:r>
      <w:r w:rsidR="00530790" w:rsidRPr="005D5566">
        <w:rPr>
          <w:bCs/>
        </w:rPr>
        <w:t>Ce sera bien facile</w:t>
      </w:r>
      <w:r>
        <w:rPr>
          <w:bCs/>
        </w:rPr>
        <w:t xml:space="preserve"> ! </w:t>
      </w:r>
      <w:r w:rsidR="00530790" w:rsidRPr="005D5566">
        <w:rPr>
          <w:bCs/>
        </w:rPr>
        <w:t>répondit Sophie en se versant encore du café</w:t>
      </w:r>
      <w:r>
        <w:rPr>
          <w:bCs/>
        </w:rPr>
        <w:t xml:space="preserve">. </w:t>
      </w:r>
      <w:r w:rsidR="00530790" w:rsidRPr="005D5566">
        <w:rPr>
          <w:bCs/>
        </w:rPr>
        <w:t>Il vivra comme vivent un grand nombre d</w:t>
      </w:r>
      <w:r>
        <w:rPr>
          <w:bCs/>
        </w:rPr>
        <w:t>’</w:t>
      </w:r>
      <w:r w:rsidR="00530790" w:rsidRPr="005D5566">
        <w:rPr>
          <w:bCs/>
        </w:rPr>
        <w:t>évadés</w:t>
      </w:r>
      <w:r>
        <w:rPr>
          <w:bCs/>
        </w:rPr>
        <w:t xml:space="preserve">… </w:t>
      </w:r>
      <w:r w:rsidR="00530790" w:rsidRPr="005D5566">
        <w:rPr>
          <w:bCs/>
        </w:rPr>
        <w:t>Je viens d</w:t>
      </w:r>
      <w:r>
        <w:rPr>
          <w:bCs/>
        </w:rPr>
        <w:t>’</w:t>
      </w:r>
      <w:r w:rsidR="00530790" w:rsidRPr="005D5566">
        <w:rPr>
          <w:bCs/>
        </w:rPr>
        <w:t>aller en chercher un que j</w:t>
      </w:r>
      <w:r>
        <w:rPr>
          <w:bCs/>
        </w:rPr>
        <w:t>’</w:t>
      </w:r>
      <w:r w:rsidR="00530790" w:rsidRPr="005D5566">
        <w:rPr>
          <w:bCs/>
        </w:rPr>
        <w:t>ai accompagné jusqu</w:t>
      </w:r>
      <w:r>
        <w:rPr>
          <w:bCs/>
        </w:rPr>
        <w:t>’</w:t>
      </w:r>
      <w:r w:rsidR="00530790" w:rsidRPr="005D5566">
        <w:rPr>
          <w:bCs/>
        </w:rPr>
        <w:t>à l</w:t>
      </w:r>
      <w:r>
        <w:rPr>
          <w:bCs/>
        </w:rPr>
        <w:t>’</w:t>
      </w:r>
      <w:r w:rsidR="00530790" w:rsidRPr="005D5566">
        <w:rPr>
          <w:bCs/>
        </w:rPr>
        <w:t>étranger</w:t>
      </w:r>
      <w:r>
        <w:rPr>
          <w:bCs/>
        </w:rPr>
        <w:t xml:space="preserve">, </w:t>
      </w:r>
      <w:r w:rsidR="00530790" w:rsidRPr="005D5566">
        <w:rPr>
          <w:bCs/>
        </w:rPr>
        <w:t>c</w:t>
      </w:r>
      <w:r>
        <w:rPr>
          <w:bCs/>
        </w:rPr>
        <w:t>’</w:t>
      </w:r>
      <w:r w:rsidR="00530790" w:rsidRPr="005D5566">
        <w:rPr>
          <w:bCs/>
        </w:rPr>
        <w:t>est aussi un homme très précieux</w:t>
      </w:r>
      <w:r>
        <w:rPr>
          <w:bCs/>
        </w:rPr>
        <w:t xml:space="preserve">, </w:t>
      </w:r>
      <w:r w:rsidR="00530790" w:rsidRPr="005D5566">
        <w:rPr>
          <w:bCs/>
        </w:rPr>
        <w:t>un ouvrier du Sud</w:t>
      </w:r>
      <w:r>
        <w:rPr>
          <w:bCs/>
        </w:rPr>
        <w:t xml:space="preserve"> ; </w:t>
      </w:r>
      <w:r w:rsidR="00530790" w:rsidRPr="005D5566">
        <w:rPr>
          <w:bCs/>
        </w:rPr>
        <w:t>il a été condamné à cinq ans d</w:t>
      </w:r>
      <w:r>
        <w:rPr>
          <w:bCs/>
        </w:rPr>
        <w:t>’</w:t>
      </w:r>
      <w:r w:rsidR="00530790" w:rsidRPr="005D5566">
        <w:rPr>
          <w:bCs/>
        </w:rPr>
        <w:t>exil et a subi trois ans et demi de sa peine</w:t>
      </w:r>
      <w:r>
        <w:rPr>
          <w:bCs/>
        </w:rPr>
        <w:t xml:space="preserve">. </w:t>
      </w:r>
      <w:r w:rsidR="00530790" w:rsidRPr="005D5566">
        <w:rPr>
          <w:bCs/>
        </w:rPr>
        <w:t>C</w:t>
      </w:r>
      <w:r>
        <w:rPr>
          <w:bCs/>
        </w:rPr>
        <w:t>’</w:t>
      </w:r>
      <w:r w:rsidR="00530790" w:rsidRPr="005D5566">
        <w:rPr>
          <w:bCs/>
        </w:rPr>
        <w:t>est pourquoi je suis si élégante</w:t>
      </w:r>
      <w:r>
        <w:rPr>
          <w:bCs/>
        </w:rPr>
        <w:t xml:space="preserve">. </w:t>
      </w:r>
      <w:r w:rsidR="00530790" w:rsidRPr="005D5566">
        <w:rPr>
          <w:bCs/>
        </w:rPr>
        <w:t>Vous croyez que c</w:t>
      </w:r>
      <w:r>
        <w:rPr>
          <w:bCs/>
        </w:rPr>
        <w:t>’</w:t>
      </w:r>
      <w:r w:rsidR="00530790" w:rsidRPr="005D5566">
        <w:rPr>
          <w:bCs/>
        </w:rPr>
        <w:t>est mon habitude</w:t>
      </w:r>
      <w:r>
        <w:rPr>
          <w:bCs/>
        </w:rPr>
        <w:t xml:space="preserve"> ? </w:t>
      </w:r>
      <w:r w:rsidR="00530790" w:rsidRPr="005D5566">
        <w:rPr>
          <w:bCs/>
        </w:rPr>
        <w:t>Je déteste les garnitures et les froufrous</w:t>
      </w:r>
      <w:r>
        <w:rPr>
          <w:bCs/>
        </w:rPr>
        <w:t xml:space="preserve">… </w:t>
      </w:r>
      <w:r w:rsidR="00530790" w:rsidRPr="005D5566">
        <w:rPr>
          <w:bCs/>
        </w:rPr>
        <w:t>L</w:t>
      </w:r>
      <w:r>
        <w:rPr>
          <w:bCs/>
        </w:rPr>
        <w:t>’</w:t>
      </w:r>
      <w:r w:rsidR="00530790" w:rsidRPr="005D5566">
        <w:rPr>
          <w:bCs/>
        </w:rPr>
        <w:t>homme est simple</w:t>
      </w:r>
      <w:r>
        <w:rPr>
          <w:bCs/>
        </w:rPr>
        <w:t xml:space="preserve">, </w:t>
      </w:r>
      <w:r w:rsidR="00530790" w:rsidRPr="005D5566">
        <w:rPr>
          <w:bCs/>
        </w:rPr>
        <w:t>il doit s</w:t>
      </w:r>
      <w:r>
        <w:rPr>
          <w:bCs/>
        </w:rPr>
        <w:t>’</w:t>
      </w:r>
      <w:r w:rsidR="00530790" w:rsidRPr="005D5566">
        <w:rPr>
          <w:bCs/>
        </w:rPr>
        <w:t>habiller simplement</w:t>
      </w:r>
      <w:r>
        <w:rPr>
          <w:bCs/>
        </w:rPr>
        <w:t xml:space="preserve">, </w:t>
      </w:r>
      <w:r w:rsidR="00530790" w:rsidRPr="005D5566">
        <w:rPr>
          <w:bCs/>
        </w:rPr>
        <w:t>avec beauté</w:t>
      </w:r>
      <w:r>
        <w:rPr>
          <w:bCs/>
        </w:rPr>
        <w:t xml:space="preserve">, </w:t>
      </w:r>
      <w:r w:rsidR="00530790" w:rsidRPr="005D5566">
        <w:rPr>
          <w:bCs/>
        </w:rPr>
        <w:t>mais simplement</w:t>
      </w:r>
      <w:r>
        <w:rPr>
          <w:bCs/>
        </w:rPr>
        <w:t>…</w:t>
      </w:r>
    </w:p>
    <w:p w14:paraId="011E5FB6" w14:textId="77777777" w:rsidR="001C0413" w:rsidRDefault="00530790" w:rsidP="001C0413">
      <w:pPr>
        <w:rPr>
          <w:bCs/>
        </w:rPr>
      </w:pPr>
      <w:r w:rsidRPr="005D5566">
        <w:rPr>
          <w:bCs/>
        </w:rPr>
        <w:t>La mère dit à voix basse</w:t>
      </w:r>
      <w:r w:rsidR="001C0413">
        <w:rPr>
          <w:bCs/>
        </w:rPr>
        <w:t xml:space="preserve">, </w:t>
      </w:r>
      <w:r w:rsidRPr="005D5566">
        <w:rPr>
          <w:bCs/>
        </w:rPr>
        <w:t>en hochant la tête</w:t>
      </w:r>
      <w:r w:rsidR="001C0413">
        <w:rPr>
          <w:bCs/>
        </w:rPr>
        <w:t> :</w:t>
      </w:r>
    </w:p>
    <w:p w14:paraId="12FCE307" w14:textId="77777777" w:rsidR="001C0413" w:rsidRDefault="001C0413" w:rsidP="001C0413">
      <w:pPr>
        <w:rPr>
          <w:bCs/>
        </w:rPr>
      </w:pPr>
      <w:r>
        <w:t>— </w:t>
      </w:r>
      <w:r w:rsidR="00530790" w:rsidRPr="005D5566">
        <w:rPr>
          <w:bCs/>
        </w:rPr>
        <w:t>Ah</w:t>
      </w:r>
      <w:r>
        <w:rPr>
          <w:bCs/>
        </w:rPr>
        <w:t xml:space="preserve"> ! </w:t>
      </w:r>
      <w:r w:rsidR="00530790" w:rsidRPr="005D5566">
        <w:rPr>
          <w:bCs/>
        </w:rPr>
        <w:t>c</w:t>
      </w:r>
      <w:r>
        <w:rPr>
          <w:bCs/>
        </w:rPr>
        <w:t>’</w:t>
      </w:r>
      <w:r w:rsidR="00530790" w:rsidRPr="005D5566">
        <w:rPr>
          <w:bCs/>
        </w:rPr>
        <w:t>est le Premier Mai qui m</w:t>
      </w:r>
      <w:r>
        <w:rPr>
          <w:bCs/>
        </w:rPr>
        <w:t>’</w:t>
      </w:r>
      <w:r w:rsidR="00530790" w:rsidRPr="005D5566">
        <w:rPr>
          <w:bCs/>
        </w:rPr>
        <w:t>a brouillé les idées</w:t>
      </w:r>
      <w:r>
        <w:rPr>
          <w:bCs/>
        </w:rPr>
        <w:t xml:space="preserve"> ! </w:t>
      </w:r>
      <w:r w:rsidR="00530790" w:rsidRPr="005D5566">
        <w:rPr>
          <w:bCs/>
        </w:rPr>
        <w:t>Je me sens mal à mon aise</w:t>
      </w:r>
      <w:r>
        <w:rPr>
          <w:bCs/>
        </w:rPr>
        <w:t xml:space="preserve">, </w:t>
      </w:r>
      <w:r w:rsidR="00530790" w:rsidRPr="005D5566">
        <w:rPr>
          <w:bCs/>
        </w:rPr>
        <w:t>il me semble que je suis deux routes à la fois</w:t>
      </w:r>
      <w:r>
        <w:rPr>
          <w:bCs/>
        </w:rPr>
        <w:t xml:space="preserve">… </w:t>
      </w:r>
      <w:r w:rsidR="00530790" w:rsidRPr="005D5566">
        <w:rPr>
          <w:bCs/>
        </w:rPr>
        <w:t>tantôt je crois que je comprends tout</w:t>
      </w:r>
      <w:r>
        <w:rPr>
          <w:bCs/>
        </w:rPr>
        <w:t xml:space="preserve">, </w:t>
      </w:r>
      <w:r w:rsidR="00530790" w:rsidRPr="005D5566">
        <w:rPr>
          <w:bCs/>
        </w:rPr>
        <w:t>tantôt je suis dans le brouillard</w:t>
      </w:r>
      <w:r>
        <w:rPr>
          <w:bCs/>
        </w:rPr>
        <w:t xml:space="preserve">… </w:t>
      </w:r>
      <w:r w:rsidR="00530790" w:rsidRPr="005D5566">
        <w:rPr>
          <w:bCs/>
        </w:rPr>
        <w:t>Ainsi vous</w:t>
      </w:r>
      <w:r>
        <w:rPr>
          <w:bCs/>
        </w:rPr>
        <w:t xml:space="preserve">, </w:t>
      </w:r>
      <w:r w:rsidR="00530790" w:rsidRPr="005D5566">
        <w:rPr>
          <w:bCs/>
        </w:rPr>
        <w:t>par exemple</w:t>
      </w:r>
      <w:r>
        <w:rPr>
          <w:bCs/>
        </w:rPr>
        <w:t xml:space="preserve">… </w:t>
      </w:r>
      <w:r w:rsidR="00530790" w:rsidRPr="005D5566">
        <w:rPr>
          <w:bCs/>
        </w:rPr>
        <w:t>vous êtes une dame</w:t>
      </w:r>
      <w:r>
        <w:rPr>
          <w:bCs/>
        </w:rPr>
        <w:t xml:space="preserve">… </w:t>
      </w:r>
      <w:r w:rsidR="00530790" w:rsidRPr="005D5566">
        <w:rPr>
          <w:bCs/>
        </w:rPr>
        <w:t>vous travaillez à la cause</w:t>
      </w:r>
      <w:r>
        <w:rPr>
          <w:bCs/>
        </w:rPr>
        <w:t xml:space="preserve">… </w:t>
      </w:r>
      <w:r w:rsidR="00530790" w:rsidRPr="005D5566">
        <w:rPr>
          <w:bCs/>
        </w:rPr>
        <w:t>Vous connaissez Pavel</w:t>
      </w:r>
      <w:r>
        <w:rPr>
          <w:bCs/>
        </w:rPr>
        <w:t xml:space="preserve">… </w:t>
      </w:r>
      <w:r w:rsidR="00530790" w:rsidRPr="005D5566">
        <w:rPr>
          <w:bCs/>
        </w:rPr>
        <w:t>et vous l</w:t>
      </w:r>
      <w:r>
        <w:rPr>
          <w:bCs/>
        </w:rPr>
        <w:t>’</w:t>
      </w:r>
      <w:r w:rsidR="00530790" w:rsidRPr="005D5566">
        <w:rPr>
          <w:bCs/>
        </w:rPr>
        <w:t>appréciez</w:t>
      </w:r>
      <w:r>
        <w:rPr>
          <w:bCs/>
        </w:rPr>
        <w:t xml:space="preserve">… </w:t>
      </w:r>
      <w:r w:rsidR="00530790" w:rsidRPr="005D5566">
        <w:rPr>
          <w:bCs/>
        </w:rPr>
        <w:t>je vous en remercie</w:t>
      </w:r>
      <w:r>
        <w:rPr>
          <w:bCs/>
        </w:rPr>
        <w:t>…</w:t>
      </w:r>
    </w:p>
    <w:p w14:paraId="7484797C" w14:textId="77777777" w:rsidR="001C0413" w:rsidRDefault="001C0413" w:rsidP="001C0413">
      <w:pPr>
        <w:rPr>
          <w:bCs/>
        </w:rPr>
      </w:pPr>
      <w:r>
        <w:lastRenderedPageBreak/>
        <w:t>— </w:t>
      </w:r>
      <w:r w:rsidR="00530790" w:rsidRPr="005D5566">
        <w:rPr>
          <w:bCs/>
        </w:rPr>
        <w:t>Non</w:t>
      </w:r>
      <w:r>
        <w:rPr>
          <w:bCs/>
        </w:rPr>
        <w:t xml:space="preserve">, </w:t>
      </w:r>
      <w:r w:rsidR="00530790" w:rsidRPr="005D5566">
        <w:rPr>
          <w:bCs/>
        </w:rPr>
        <w:t>c</w:t>
      </w:r>
      <w:r>
        <w:rPr>
          <w:bCs/>
        </w:rPr>
        <w:t>’</w:t>
      </w:r>
      <w:r w:rsidR="00530790" w:rsidRPr="005D5566">
        <w:rPr>
          <w:bCs/>
        </w:rPr>
        <w:t>est vous qu</w:t>
      </w:r>
      <w:r>
        <w:rPr>
          <w:bCs/>
        </w:rPr>
        <w:t>’</w:t>
      </w:r>
      <w:r w:rsidR="00530790" w:rsidRPr="005D5566">
        <w:rPr>
          <w:bCs/>
        </w:rPr>
        <w:t>il faut remercier</w:t>
      </w:r>
      <w:r>
        <w:rPr>
          <w:bCs/>
        </w:rPr>
        <w:t xml:space="preserve"> ! </w:t>
      </w:r>
      <w:r w:rsidR="00530790" w:rsidRPr="005D5566">
        <w:rPr>
          <w:bCs/>
        </w:rPr>
        <w:t>fit Sophie en riant</w:t>
      </w:r>
      <w:r>
        <w:rPr>
          <w:bCs/>
        </w:rPr>
        <w:t>.</w:t>
      </w:r>
    </w:p>
    <w:p w14:paraId="31FFC146" w14:textId="77777777" w:rsidR="001C0413" w:rsidRDefault="001C0413" w:rsidP="001C0413">
      <w:pPr>
        <w:rPr>
          <w:bCs/>
        </w:rPr>
      </w:pPr>
      <w:r>
        <w:t>— </w:t>
      </w:r>
      <w:r w:rsidR="00530790" w:rsidRPr="005D5566">
        <w:rPr>
          <w:bCs/>
        </w:rPr>
        <w:t>Moi</w:t>
      </w:r>
      <w:r>
        <w:rPr>
          <w:bCs/>
        </w:rPr>
        <w:t xml:space="preserve"> ? </w:t>
      </w:r>
      <w:r w:rsidR="00530790" w:rsidRPr="005D5566">
        <w:rPr>
          <w:bCs/>
        </w:rPr>
        <w:t>Ce n</w:t>
      </w:r>
      <w:r>
        <w:rPr>
          <w:bCs/>
        </w:rPr>
        <w:t>’</w:t>
      </w:r>
      <w:r w:rsidR="00530790" w:rsidRPr="005D5566">
        <w:rPr>
          <w:bCs/>
        </w:rPr>
        <w:t>est pas moi qui lui ai enseigné tout cela</w:t>
      </w:r>
      <w:r>
        <w:rPr>
          <w:bCs/>
        </w:rPr>
        <w:t xml:space="preserve"> ! </w:t>
      </w:r>
      <w:r w:rsidR="00530790" w:rsidRPr="005D5566">
        <w:rPr>
          <w:bCs/>
        </w:rPr>
        <w:t>répondit la mère avec un soupir</w:t>
      </w:r>
      <w:r>
        <w:rPr>
          <w:bCs/>
        </w:rPr>
        <w:t xml:space="preserve">. </w:t>
      </w:r>
      <w:r w:rsidR="00530790" w:rsidRPr="005D5566">
        <w:rPr>
          <w:bCs/>
        </w:rPr>
        <w:t>Donc</w:t>
      </w:r>
      <w:r>
        <w:rPr>
          <w:bCs/>
        </w:rPr>
        <w:t xml:space="preserve">, </w:t>
      </w:r>
      <w:r w:rsidR="00530790" w:rsidRPr="005D5566">
        <w:rPr>
          <w:bCs/>
        </w:rPr>
        <w:t>je vous disais</w:t>
      </w:r>
      <w:r>
        <w:rPr>
          <w:bCs/>
        </w:rPr>
        <w:t xml:space="preserve">, </w:t>
      </w:r>
      <w:r w:rsidR="00530790" w:rsidRPr="005D5566">
        <w:rPr>
          <w:bCs/>
        </w:rPr>
        <w:t>continua-t-elle</w:t>
      </w:r>
      <w:r>
        <w:rPr>
          <w:bCs/>
        </w:rPr>
        <w:t xml:space="preserve"> : </w:t>
      </w:r>
      <w:r w:rsidR="00530790" w:rsidRPr="005D5566">
        <w:rPr>
          <w:bCs/>
        </w:rPr>
        <w:t>tantôt tout me paraît simple</w:t>
      </w:r>
      <w:r>
        <w:rPr>
          <w:bCs/>
        </w:rPr>
        <w:t xml:space="preserve">, </w:t>
      </w:r>
      <w:r w:rsidR="00530790" w:rsidRPr="005D5566">
        <w:rPr>
          <w:bCs/>
        </w:rPr>
        <w:t>tantôt je ne puis comprendre cette simplicité</w:t>
      </w:r>
      <w:r>
        <w:rPr>
          <w:bCs/>
        </w:rPr>
        <w:t xml:space="preserve">… </w:t>
      </w:r>
      <w:r w:rsidR="00530790" w:rsidRPr="005D5566">
        <w:rPr>
          <w:bCs/>
        </w:rPr>
        <w:t>Ainsi</w:t>
      </w:r>
      <w:r>
        <w:rPr>
          <w:bCs/>
        </w:rPr>
        <w:t xml:space="preserve">, </w:t>
      </w:r>
      <w:r w:rsidR="00530790" w:rsidRPr="005D5566">
        <w:rPr>
          <w:bCs/>
        </w:rPr>
        <w:t>maintenant</w:t>
      </w:r>
      <w:r>
        <w:rPr>
          <w:bCs/>
        </w:rPr>
        <w:t xml:space="preserve">, </w:t>
      </w:r>
      <w:r w:rsidR="00530790" w:rsidRPr="005D5566">
        <w:rPr>
          <w:bCs/>
        </w:rPr>
        <w:t>je suis calme</w:t>
      </w:r>
      <w:r>
        <w:rPr>
          <w:bCs/>
        </w:rPr>
        <w:t xml:space="preserve">, </w:t>
      </w:r>
      <w:r w:rsidR="00530790" w:rsidRPr="005D5566">
        <w:rPr>
          <w:bCs/>
        </w:rPr>
        <w:t>et</w:t>
      </w:r>
      <w:r>
        <w:rPr>
          <w:bCs/>
        </w:rPr>
        <w:t xml:space="preserve">, </w:t>
      </w:r>
      <w:r w:rsidR="00530790" w:rsidRPr="005D5566">
        <w:rPr>
          <w:bCs/>
        </w:rPr>
        <w:t>tout à coup</w:t>
      </w:r>
      <w:r>
        <w:rPr>
          <w:bCs/>
        </w:rPr>
        <w:t xml:space="preserve">, </w:t>
      </w:r>
      <w:r w:rsidR="00530790" w:rsidRPr="005D5566">
        <w:rPr>
          <w:bCs/>
        </w:rPr>
        <w:t>j</w:t>
      </w:r>
      <w:r>
        <w:rPr>
          <w:bCs/>
        </w:rPr>
        <w:t>’</w:t>
      </w:r>
      <w:r w:rsidR="00530790" w:rsidRPr="005D5566">
        <w:rPr>
          <w:bCs/>
        </w:rPr>
        <w:t>ai peur d</w:t>
      </w:r>
      <w:r>
        <w:rPr>
          <w:bCs/>
        </w:rPr>
        <w:t>’</w:t>
      </w:r>
      <w:r w:rsidR="00530790" w:rsidRPr="005D5566">
        <w:rPr>
          <w:bCs/>
        </w:rPr>
        <w:t>être si calme</w:t>
      </w:r>
      <w:r>
        <w:rPr>
          <w:bCs/>
        </w:rPr>
        <w:t xml:space="preserve">. </w:t>
      </w:r>
      <w:r w:rsidR="00530790" w:rsidRPr="005D5566">
        <w:rPr>
          <w:bCs/>
        </w:rPr>
        <w:t>J</w:t>
      </w:r>
      <w:r>
        <w:rPr>
          <w:bCs/>
        </w:rPr>
        <w:t>’</w:t>
      </w:r>
      <w:r w:rsidR="00530790" w:rsidRPr="005D5566">
        <w:rPr>
          <w:bCs/>
        </w:rPr>
        <w:t>ai eu peur toute ma vie</w:t>
      </w:r>
      <w:r>
        <w:rPr>
          <w:bCs/>
        </w:rPr>
        <w:t xml:space="preserve">… </w:t>
      </w:r>
      <w:r w:rsidR="00530790" w:rsidRPr="005D5566">
        <w:rPr>
          <w:bCs/>
        </w:rPr>
        <w:t>et maintenant qu</w:t>
      </w:r>
      <w:r>
        <w:rPr>
          <w:bCs/>
        </w:rPr>
        <w:t>’</w:t>
      </w:r>
      <w:r w:rsidR="00530790" w:rsidRPr="005D5566">
        <w:rPr>
          <w:bCs/>
        </w:rPr>
        <w:t>il y a des raisons de craindre</w:t>
      </w:r>
      <w:r>
        <w:rPr>
          <w:bCs/>
        </w:rPr>
        <w:t xml:space="preserve">, </w:t>
      </w:r>
      <w:r w:rsidR="00530790" w:rsidRPr="005D5566">
        <w:rPr>
          <w:bCs/>
        </w:rPr>
        <w:t>je n</w:t>
      </w:r>
      <w:r>
        <w:rPr>
          <w:bCs/>
        </w:rPr>
        <w:t>’</w:t>
      </w:r>
      <w:r w:rsidR="00530790" w:rsidRPr="005D5566">
        <w:rPr>
          <w:bCs/>
        </w:rPr>
        <w:t>ai presque plus peur</w:t>
      </w:r>
      <w:r>
        <w:rPr>
          <w:bCs/>
        </w:rPr>
        <w:t xml:space="preserve">… </w:t>
      </w:r>
      <w:r w:rsidR="00530790" w:rsidRPr="005D5566">
        <w:rPr>
          <w:bCs/>
        </w:rPr>
        <w:t>Pourquoi cela</w:t>
      </w:r>
      <w:r>
        <w:rPr>
          <w:bCs/>
        </w:rPr>
        <w:t xml:space="preserve"> ? </w:t>
      </w:r>
      <w:r w:rsidR="00530790" w:rsidRPr="005D5566">
        <w:rPr>
          <w:bCs/>
        </w:rPr>
        <w:t>je ne le sais pas</w:t>
      </w:r>
      <w:r>
        <w:rPr>
          <w:bCs/>
        </w:rPr>
        <w:t> !…</w:t>
      </w:r>
    </w:p>
    <w:p w14:paraId="79014CAE" w14:textId="77777777" w:rsidR="001C0413" w:rsidRDefault="00530790" w:rsidP="001C0413">
      <w:pPr>
        <w:rPr>
          <w:bCs/>
        </w:rPr>
      </w:pPr>
      <w:r w:rsidRPr="005D5566">
        <w:rPr>
          <w:bCs/>
        </w:rPr>
        <w:t>Sophie répondit pensivement</w:t>
      </w:r>
      <w:r w:rsidR="001C0413">
        <w:rPr>
          <w:bCs/>
        </w:rPr>
        <w:t> :</w:t>
      </w:r>
    </w:p>
    <w:p w14:paraId="6D810703" w14:textId="77777777" w:rsidR="001C0413" w:rsidRDefault="001C0413" w:rsidP="001C0413">
      <w:pPr>
        <w:rPr>
          <w:bCs/>
        </w:rPr>
      </w:pPr>
      <w:r>
        <w:t>— </w:t>
      </w:r>
      <w:r w:rsidR="00530790" w:rsidRPr="005D5566">
        <w:rPr>
          <w:bCs/>
        </w:rPr>
        <w:t>Le jour viendra où vous comprendrez tout</w:t>
      </w:r>
      <w:r>
        <w:rPr>
          <w:bCs/>
        </w:rPr>
        <w:t xml:space="preserve"> !… </w:t>
      </w:r>
      <w:r w:rsidR="00530790" w:rsidRPr="005D5566">
        <w:rPr>
          <w:bCs/>
        </w:rPr>
        <w:t>Je crois qu</w:t>
      </w:r>
      <w:r>
        <w:rPr>
          <w:bCs/>
        </w:rPr>
        <w:t>’</w:t>
      </w:r>
      <w:r w:rsidR="00530790" w:rsidRPr="005D5566">
        <w:rPr>
          <w:bCs/>
        </w:rPr>
        <w:t>il est temps d</w:t>
      </w:r>
      <w:r>
        <w:rPr>
          <w:bCs/>
        </w:rPr>
        <w:t>’</w:t>
      </w:r>
      <w:r w:rsidR="00530790" w:rsidRPr="005D5566">
        <w:rPr>
          <w:bCs/>
        </w:rPr>
        <w:t>abandonner toutes ces splendeurs</w:t>
      </w:r>
      <w:r>
        <w:rPr>
          <w:bCs/>
        </w:rPr>
        <w:t>…</w:t>
      </w:r>
    </w:p>
    <w:p w14:paraId="61A08AEC" w14:textId="77777777" w:rsidR="001C0413" w:rsidRDefault="00530790" w:rsidP="001C0413">
      <w:pPr>
        <w:rPr>
          <w:bCs/>
        </w:rPr>
      </w:pPr>
      <w:r w:rsidRPr="005D5566">
        <w:rPr>
          <w:bCs/>
        </w:rPr>
        <w:t>Après avoir posé le bout de sa cigarette dans sa soucoupe</w:t>
      </w:r>
      <w:r w:rsidR="001C0413">
        <w:rPr>
          <w:bCs/>
        </w:rPr>
        <w:t xml:space="preserve">, </w:t>
      </w:r>
      <w:r w:rsidRPr="005D5566">
        <w:rPr>
          <w:bCs/>
        </w:rPr>
        <w:t>elle secoua la tête</w:t>
      </w:r>
      <w:r w:rsidR="001C0413">
        <w:rPr>
          <w:bCs/>
        </w:rPr>
        <w:t xml:space="preserve">, </w:t>
      </w:r>
      <w:r w:rsidRPr="005D5566">
        <w:rPr>
          <w:bCs/>
        </w:rPr>
        <w:t>et ses cheveux dorés se répandirent en mèches épaisses sur ses épaules</w:t>
      </w:r>
      <w:r w:rsidR="001C0413">
        <w:rPr>
          <w:bCs/>
        </w:rPr>
        <w:t xml:space="preserve"> ; </w:t>
      </w:r>
      <w:r w:rsidRPr="005D5566">
        <w:rPr>
          <w:bCs/>
        </w:rPr>
        <w:t>elle sortit</w:t>
      </w:r>
      <w:r w:rsidR="001C0413">
        <w:rPr>
          <w:bCs/>
        </w:rPr>
        <w:t>…</w:t>
      </w:r>
    </w:p>
    <w:p w14:paraId="49A7AC94" w14:textId="77777777" w:rsidR="001C0413" w:rsidRDefault="00530790" w:rsidP="001C0413">
      <w:pPr>
        <w:rPr>
          <w:bCs/>
        </w:rPr>
      </w:pPr>
      <w:r w:rsidRPr="005D5566">
        <w:rPr>
          <w:bCs/>
        </w:rPr>
        <w:t>La mère la suivit des yeux</w:t>
      </w:r>
      <w:r w:rsidR="001C0413">
        <w:rPr>
          <w:bCs/>
        </w:rPr>
        <w:t xml:space="preserve">, </w:t>
      </w:r>
      <w:r w:rsidRPr="005D5566">
        <w:rPr>
          <w:bCs/>
        </w:rPr>
        <w:t>soupira</w:t>
      </w:r>
      <w:r w:rsidR="001C0413">
        <w:rPr>
          <w:bCs/>
        </w:rPr>
        <w:t xml:space="preserve">, </w:t>
      </w:r>
      <w:r w:rsidRPr="005D5566">
        <w:rPr>
          <w:bCs/>
        </w:rPr>
        <w:t>regarda autour d</w:t>
      </w:r>
      <w:r w:rsidR="001C0413">
        <w:rPr>
          <w:bCs/>
        </w:rPr>
        <w:t>’</w:t>
      </w:r>
      <w:r w:rsidRPr="005D5566">
        <w:rPr>
          <w:bCs/>
        </w:rPr>
        <w:t>elle et se mit en devoir de serrer la vaisselle</w:t>
      </w:r>
      <w:r w:rsidR="001C0413">
        <w:rPr>
          <w:bCs/>
        </w:rPr>
        <w:t xml:space="preserve">, </w:t>
      </w:r>
      <w:r w:rsidRPr="005D5566">
        <w:rPr>
          <w:bCs/>
        </w:rPr>
        <w:t>sans pensée</w:t>
      </w:r>
      <w:r w:rsidR="001C0413">
        <w:rPr>
          <w:bCs/>
        </w:rPr>
        <w:t xml:space="preserve">, </w:t>
      </w:r>
      <w:r w:rsidRPr="005D5566">
        <w:rPr>
          <w:bCs/>
        </w:rPr>
        <w:t>accablée par une demi-somnolence qui l</w:t>
      </w:r>
      <w:r w:rsidR="001C0413">
        <w:rPr>
          <w:bCs/>
        </w:rPr>
        <w:t>’</w:t>
      </w:r>
      <w:r w:rsidRPr="005D5566">
        <w:rPr>
          <w:bCs/>
        </w:rPr>
        <w:t>apaisait</w:t>
      </w:r>
      <w:r w:rsidR="001C0413">
        <w:rPr>
          <w:bCs/>
        </w:rPr>
        <w:t>.</w:t>
      </w:r>
    </w:p>
    <w:p w14:paraId="44EEF329" w14:textId="66FE6CFA" w:rsidR="00530790" w:rsidRPr="003B37B8" w:rsidRDefault="00530790" w:rsidP="001C0413">
      <w:pPr>
        <w:pStyle w:val="Titre2"/>
        <w:rPr>
          <w:szCs w:val="44"/>
        </w:rPr>
      </w:pPr>
      <w:bookmarkStart w:id="35" w:name="_Toc202279556"/>
      <w:r w:rsidRPr="003B37B8">
        <w:rPr>
          <w:szCs w:val="44"/>
        </w:rPr>
        <w:lastRenderedPageBreak/>
        <w:t>III</w:t>
      </w:r>
      <w:bookmarkEnd w:id="35"/>
      <w:r w:rsidRPr="003B37B8">
        <w:rPr>
          <w:szCs w:val="44"/>
        </w:rPr>
        <w:br/>
      </w:r>
    </w:p>
    <w:p w14:paraId="043DF17B" w14:textId="77777777" w:rsidR="001C0413" w:rsidRDefault="00530790" w:rsidP="001C0413">
      <w:pPr>
        <w:rPr>
          <w:bCs/>
        </w:rPr>
      </w:pPr>
      <w:r w:rsidRPr="005D5566">
        <w:rPr>
          <w:bCs/>
        </w:rPr>
        <w:t>Nicolas rentra vers quatre heures</w:t>
      </w:r>
      <w:r w:rsidR="001C0413">
        <w:rPr>
          <w:bCs/>
        </w:rPr>
        <w:t xml:space="preserve">. </w:t>
      </w:r>
      <w:r w:rsidRPr="005D5566">
        <w:rPr>
          <w:bCs/>
        </w:rPr>
        <w:t>Au dîner</w:t>
      </w:r>
      <w:r w:rsidR="001C0413">
        <w:rPr>
          <w:bCs/>
        </w:rPr>
        <w:t xml:space="preserve">, </w:t>
      </w:r>
      <w:r w:rsidRPr="005D5566">
        <w:rPr>
          <w:bCs/>
        </w:rPr>
        <w:t>Sophie raconta en riant comment elle avait été à la rencontre du prisonnier</w:t>
      </w:r>
      <w:r w:rsidR="001C0413">
        <w:rPr>
          <w:bCs/>
        </w:rPr>
        <w:t xml:space="preserve"> ; </w:t>
      </w:r>
      <w:r w:rsidRPr="005D5566">
        <w:rPr>
          <w:bCs/>
        </w:rPr>
        <w:t>elle parlait de la terreur qui lui faisait voir des espions partout</w:t>
      </w:r>
      <w:r w:rsidR="001C0413">
        <w:rPr>
          <w:bCs/>
        </w:rPr>
        <w:t xml:space="preserve">, </w:t>
      </w:r>
      <w:r w:rsidRPr="005D5566">
        <w:rPr>
          <w:bCs/>
        </w:rPr>
        <w:t>de la conduite bizarre de l</w:t>
      </w:r>
      <w:r w:rsidR="001C0413">
        <w:rPr>
          <w:bCs/>
        </w:rPr>
        <w:t>’</w:t>
      </w:r>
      <w:r w:rsidRPr="005D5566">
        <w:rPr>
          <w:bCs/>
        </w:rPr>
        <w:t>homme échappé</w:t>
      </w:r>
      <w:r w:rsidR="001C0413">
        <w:rPr>
          <w:bCs/>
        </w:rPr>
        <w:t xml:space="preserve">… </w:t>
      </w:r>
      <w:r w:rsidRPr="005D5566">
        <w:rPr>
          <w:bCs/>
        </w:rPr>
        <w:t>Quelque chose dans le ton de sa voix rappelait à la mère les fanfaronnades d</w:t>
      </w:r>
      <w:r w:rsidR="001C0413">
        <w:rPr>
          <w:bCs/>
        </w:rPr>
        <w:t>’</w:t>
      </w:r>
      <w:r w:rsidRPr="005D5566">
        <w:rPr>
          <w:bCs/>
        </w:rPr>
        <w:t>un ouvrier qui a achevé un travail difficile et dont la perfection l</w:t>
      </w:r>
      <w:r w:rsidR="001C0413">
        <w:rPr>
          <w:bCs/>
        </w:rPr>
        <w:t>’</w:t>
      </w:r>
      <w:r w:rsidRPr="005D5566">
        <w:rPr>
          <w:bCs/>
        </w:rPr>
        <w:t>enchante</w:t>
      </w:r>
      <w:r w:rsidR="001C0413">
        <w:rPr>
          <w:bCs/>
        </w:rPr>
        <w:t>.</w:t>
      </w:r>
    </w:p>
    <w:p w14:paraId="73A44210" w14:textId="77777777" w:rsidR="001C0413" w:rsidRDefault="00530790" w:rsidP="001C0413">
      <w:pPr>
        <w:rPr>
          <w:bCs/>
        </w:rPr>
      </w:pPr>
      <w:r w:rsidRPr="005D5566">
        <w:rPr>
          <w:bCs/>
        </w:rPr>
        <w:t>Maintenant</w:t>
      </w:r>
      <w:r w:rsidR="001C0413">
        <w:rPr>
          <w:bCs/>
        </w:rPr>
        <w:t xml:space="preserve">, </w:t>
      </w:r>
      <w:r w:rsidRPr="005D5566">
        <w:rPr>
          <w:bCs/>
        </w:rPr>
        <w:t>Sophie était vêtue d</w:t>
      </w:r>
      <w:r w:rsidR="001C0413">
        <w:rPr>
          <w:bCs/>
        </w:rPr>
        <w:t>’</w:t>
      </w:r>
      <w:r w:rsidRPr="005D5566">
        <w:rPr>
          <w:bCs/>
        </w:rPr>
        <w:t>une robe grise légère et flottante</w:t>
      </w:r>
      <w:r w:rsidR="001C0413">
        <w:rPr>
          <w:bCs/>
        </w:rPr>
        <w:t xml:space="preserve">, </w:t>
      </w:r>
      <w:r w:rsidRPr="005D5566">
        <w:rPr>
          <w:bCs/>
        </w:rPr>
        <w:t>qui tombait des épaules jusqu</w:t>
      </w:r>
      <w:r w:rsidR="001C0413">
        <w:rPr>
          <w:bCs/>
        </w:rPr>
        <w:t>’</w:t>
      </w:r>
      <w:r w:rsidRPr="005D5566">
        <w:rPr>
          <w:bCs/>
        </w:rPr>
        <w:t>aux pieds en plis harmonieux</w:t>
      </w:r>
      <w:r w:rsidR="001C0413">
        <w:rPr>
          <w:bCs/>
        </w:rPr>
        <w:t xml:space="preserve">, </w:t>
      </w:r>
      <w:r w:rsidRPr="005D5566">
        <w:rPr>
          <w:bCs/>
        </w:rPr>
        <w:t>vaporeuse et simple</w:t>
      </w:r>
      <w:r w:rsidR="001C0413">
        <w:rPr>
          <w:bCs/>
        </w:rPr>
        <w:t xml:space="preserve">. </w:t>
      </w:r>
      <w:r w:rsidRPr="005D5566">
        <w:rPr>
          <w:bCs/>
        </w:rPr>
        <w:t>Elle paraissait plus grande que dans l</w:t>
      </w:r>
      <w:r w:rsidR="001C0413">
        <w:rPr>
          <w:bCs/>
        </w:rPr>
        <w:t>’</w:t>
      </w:r>
      <w:r w:rsidRPr="005D5566">
        <w:rPr>
          <w:bCs/>
        </w:rPr>
        <w:t>autre costume</w:t>
      </w:r>
      <w:r w:rsidR="001C0413">
        <w:rPr>
          <w:bCs/>
        </w:rPr>
        <w:t xml:space="preserve"> ; </w:t>
      </w:r>
      <w:r w:rsidRPr="005D5566">
        <w:rPr>
          <w:bCs/>
        </w:rPr>
        <w:t>ses yeux semblaient assombris et ses mouvements plus calmes</w:t>
      </w:r>
      <w:r w:rsidR="001C0413">
        <w:rPr>
          <w:bCs/>
        </w:rPr>
        <w:t>.</w:t>
      </w:r>
    </w:p>
    <w:p w14:paraId="0616DB3D" w14:textId="77777777" w:rsidR="001C0413" w:rsidRDefault="001C0413" w:rsidP="001C0413">
      <w:pPr>
        <w:rPr>
          <w:bCs/>
        </w:rPr>
      </w:pPr>
      <w:r>
        <w:t>— </w:t>
      </w:r>
      <w:r w:rsidR="00530790" w:rsidRPr="005D5566">
        <w:rPr>
          <w:bCs/>
        </w:rPr>
        <w:t>Il faut que tu t</w:t>
      </w:r>
      <w:r>
        <w:rPr>
          <w:bCs/>
        </w:rPr>
        <w:t>’</w:t>
      </w:r>
      <w:r w:rsidR="00530790" w:rsidRPr="005D5566">
        <w:rPr>
          <w:bCs/>
        </w:rPr>
        <w:t>occupes d</w:t>
      </w:r>
      <w:r>
        <w:rPr>
          <w:bCs/>
        </w:rPr>
        <w:t>’</w:t>
      </w:r>
      <w:r w:rsidR="00530790" w:rsidRPr="005D5566">
        <w:rPr>
          <w:bCs/>
        </w:rPr>
        <w:t>une autre affaire</w:t>
      </w:r>
      <w:r>
        <w:rPr>
          <w:bCs/>
        </w:rPr>
        <w:t xml:space="preserve">, </w:t>
      </w:r>
      <w:r w:rsidR="00530790" w:rsidRPr="005D5566">
        <w:rPr>
          <w:bCs/>
        </w:rPr>
        <w:t>Sophie</w:t>
      </w:r>
      <w:r>
        <w:rPr>
          <w:bCs/>
        </w:rPr>
        <w:t xml:space="preserve"> ! </w:t>
      </w:r>
      <w:r w:rsidR="00530790" w:rsidRPr="005D5566">
        <w:rPr>
          <w:bCs/>
        </w:rPr>
        <w:t>dit Nicolas après le dîner</w:t>
      </w:r>
      <w:r>
        <w:rPr>
          <w:bCs/>
        </w:rPr>
        <w:t xml:space="preserve">… </w:t>
      </w:r>
      <w:r w:rsidR="00530790" w:rsidRPr="005D5566">
        <w:rPr>
          <w:bCs/>
        </w:rPr>
        <w:t>Tu le sais</w:t>
      </w:r>
      <w:r>
        <w:rPr>
          <w:bCs/>
        </w:rPr>
        <w:t xml:space="preserve">, </w:t>
      </w:r>
      <w:r w:rsidR="00530790" w:rsidRPr="005D5566">
        <w:rPr>
          <w:bCs/>
        </w:rPr>
        <w:t>nous avons l</w:t>
      </w:r>
      <w:r>
        <w:rPr>
          <w:bCs/>
        </w:rPr>
        <w:t>’</w:t>
      </w:r>
      <w:r w:rsidR="00530790" w:rsidRPr="005D5566">
        <w:rPr>
          <w:bCs/>
        </w:rPr>
        <w:t>intention d</w:t>
      </w:r>
      <w:r>
        <w:rPr>
          <w:bCs/>
        </w:rPr>
        <w:t>’</w:t>
      </w:r>
      <w:r w:rsidR="00530790" w:rsidRPr="005D5566">
        <w:rPr>
          <w:bCs/>
        </w:rPr>
        <w:t>éditer un journal pour la campagne</w:t>
      </w:r>
      <w:r>
        <w:rPr>
          <w:bCs/>
        </w:rPr>
        <w:t xml:space="preserve">… </w:t>
      </w:r>
      <w:r w:rsidR="00530790" w:rsidRPr="005D5566">
        <w:rPr>
          <w:bCs/>
        </w:rPr>
        <w:t>mais</w:t>
      </w:r>
      <w:r>
        <w:rPr>
          <w:bCs/>
        </w:rPr>
        <w:t xml:space="preserve">, </w:t>
      </w:r>
      <w:r w:rsidR="00530790" w:rsidRPr="005D5566">
        <w:rPr>
          <w:bCs/>
        </w:rPr>
        <w:t>grâce aux dernières arrestations</w:t>
      </w:r>
      <w:r>
        <w:rPr>
          <w:bCs/>
        </w:rPr>
        <w:t xml:space="preserve">, </w:t>
      </w:r>
      <w:r w:rsidR="00530790" w:rsidRPr="005D5566">
        <w:rPr>
          <w:bCs/>
        </w:rPr>
        <w:t>les liens qui nous unissaient aux paysans sont rompus</w:t>
      </w:r>
      <w:r>
        <w:rPr>
          <w:bCs/>
        </w:rPr>
        <w:t xml:space="preserve">. </w:t>
      </w:r>
      <w:r w:rsidR="00530790" w:rsidRPr="005D5566">
        <w:rPr>
          <w:bCs/>
        </w:rPr>
        <w:t>Seule</w:t>
      </w:r>
      <w:r>
        <w:rPr>
          <w:bCs/>
        </w:rPr>
        <w:t xml:space="preserve">, </w:t>
      </w:r>
      <w:r w:rsidR="00530790" w:rsidRPr="005D5566">
        <w:rPr>
          <w:bCs/>
        </w:rPr>
        <w:t>Pélaguée sait comment trouver l</w:t>
      </w:r>
      <w:r>
        <w:rPr>
          <w:bCs/>
        </w:rPr>
        <w:t>’</w:t>
      </w:r>
      <w:r w:rsidR="00530790" w:rsidRPr="005D5566">
        <w:rPr>
          <w:bCs/>
        </w:rPr>
        <w:t>homme qui se chargera de la distribution du journal</w:t>
      </w:r>
      <w:r>
        <w:rPr>
          <w:bCs/>
        </w:rPr>
        <w:t xml:space="preserve">… </w:t>
      </w:r>
      <w:r w:rsidR="00530790" w:rsidRPr="005D5566">
        <w:rPr>
          <w:bCs/>
        </w:rPr>
        <w:t>Pars avec elle</w:t>
      </w:r>
      <w:r>
        <w:rPr>
          <w:bCs/>
        </w:rPr>
        <w:t xml:space="preserve">… </w:t>
      </w:r>
      <w:r w:rsidR="00530790" w:rsidRPr="005D5566">
        <w:rPr>
          <w:bCs/>
        </w:rPr>
        <w:t>le plus tôt possible</w:t>
      </w:r>
      <w:r>
        <w:rPr>
          <w:bCs/>
        </w:rPr>
        <w:t>…</w:t>
      </w:r>
    </w:p>
    <w:p w14:paraId="3F73AC4C" w14:textId="77777777" w:rsidR="001C0413" w:rsidRDefault="001C0413" w:rsidP="001C0413">
      <w:pPr>
        <w:rPr>
          <w:bCs/>
        </w:rPr>
      </w:pPr>
      <w:r>
        <w:t>— </w:t>
      </w:r>
      <w:r w:rsidR="00530790" w:rsidRPr="005D5566">
        <w:rPr>
          <w:bCs/>
        </w:rPr>
        <w:t>Bien</w:t>
      </w:r>
      <w:r>
        <w:rPr>
          <w:bCs/>
        </w:rPr>
        <w:t xml:space="preserve"> ! </w:t>
      </w:r>
      <w:r w:rsidR="00530790" w:rsidRPr="005D5566">
        <w:rPr>
          <w:bCs/>
        </w:rPr>
        <w:t>dit Sophie en se remettant à fumer</w:t>
      </w:r>
      <w:r>
        <w:rPr>
          <w:bCs/>
        </w:rPr>
        <w:t xml:space="preserve">. </w:t>
      </w:r>
      <w:r w:rsidR="00530790" w:rsidRPr="005D5566">
        <w:rPr>
          <w:bCs/>
        </w:rPr>
        <w:t>Est-ce entendu</w:t>
      </w:r>
      <w:r>
        <w:rPr>
          <w:bCs/>
        </w:rPr>
        <w:t xml:space="preserve">, </w:t>
      </w:r>
      <w:r w:rsidR="00530790" w:rsidRPr="005D5566">
        <w:rPr>
          <w:bCs/>
        </w:rPr>
        <w:t>mère</w:t>
      </w:r>
      <w:r>
        <w:rPr>
          <w:bCs/>
        </w:rPr>
        <w:t> ?</w:t>
      </w:r>
    </w:p>
    <w:p w14:paraId="174F87E2" w14:textId="77777777" w:rsidR="001C0413" w:rsidRDefault="001C0413" w:rsidP="001C0413">
      <w:pPr>
        <w:rPr>
          <w:bCs/>
        </w:rPr>
      </w:pPr>
      <w:r>
        <w:t>— </w:t>
      </w:r>
      <w:r w:rsidR="00530790" w:rsidRPr="005D5566">
        <w:rPr>
          <w:bCs/>
        </w:rPr>
        <w:t>Pourquoi pas</w:t>
      </w:r>
      <w:r>
        <w:rPr>
          <w:bCs/>
        </w:rPr>
        <w:t xml:space="preserve"> ? </w:t>
      </w:r>
      <w:r w:rsidR="00530790" w:rsidRPr="005D5566">
        <w:rPr>
          <w:bCs/>
        </w:rPr>
        <w:t>Allons</w:t>
      </w:r>
      <w:r>
        <w:rPr>
          <w:bCs/>
        </w:rPr>
        <w:t> !</w:t>
      </w:r>
    </w:p>
    <w:p w14:paraId="248F8A55" w14:textId="77777777" w:rsidR="001C0413" w:rsidRDefault="001C0413" w:rsidP="001C0413">
      <w:pPr>
        <w:rPr>
          <w:bCs/>
        </w:rPr>
      </w:pPr>
      <w:r>
        <w:t>— </w:t>
      </w:r>
      <w:r w:rsidR="00530790" w:rsidRPr="005D5566">
        <w:rPr>
          <w:bCs/>
        </w:rPr>
        <w:t>C</w:t>
      </w:r>
      <w:r>
        <w:rPr>
          <w:bCs/>
        </w:rPr>
        <w:t>’</w:t>
      </w:r>
      <w:r w:rsidR="00530790" w:rsidRPr="005D5566">
        <w:rPr>
          <w:bCs/>
        </w:rPr>
        <w:t>est loin</w:t>
      </w:r>
      <w:r>
        <w:rPr>
          <w:bCs/>
        </w:rPr>
        <w:t> ?</w:t>
      </w:r>
    </w:p>
    <w:p w14:paraId="605C1E66" w14:textId="77777777" w:rsidR="001C0413" w:rsidRDefault="001C0413" w:rsidP="001C0413">
      <w:pPr>
        <w:rPr>
          <w:bCs/>
        </w:rPr>
      </w:pPr>
      <w:r>
        <w:t>— </w:t>
      </w:r>
      <w:r w:rsidR="00530790" w:rsidRPr="005D5566">
        <w:t>À</w:t>
      </w:r>
      <w:r w:rsidR="00530790" w:rsidRPr="005D5566">
        <w:rPr>
          <w:bCs/>
        </w:rPr>
        <w:t xml:space="preserve"> quatre-vingts kilomètres environ</w:t>
      </w:r>
      <w:r>
        <w:rPr>
          <w:bCs/>
        </w:rPr>
        <w:t>…</w:t>
      </w:r>
    </w:p>
    <w:p w14:paraId="2EB08212" w14:textId="77777777" w:rsidR="001C0413" w:rsidRDefault="001C0413" w:rsidP="001C0413">
      <w:pPr>
        <w:rPr>
          <w:bCs/>
        </w:rPr>
      </w:pPr>
      <w:r>
        <w:lastRenderedPageBreak/>
        <w:t>— </w:t>
      </w:r>
      <w:r w:rsidR="00530790" w:rsidRPr="005D5566">
        <w:rPr>
          <w:bCs/>
        </w:rPr>
        <w:t>Parfait</w:t>
      </w:r>
      <w:r>
        <w:rPr>
          <w:bCs/>
        </w:rPr>
        <w:t xml:space="preserve"> !… </w:t>
      </w:r>
      <w:r w:rsidR="00530790" w:rsidRPr="005D5566">
        <w:rPr>
          <w:bCs/>
        </w:rPr>
        <w:t>Il faut que je joue du piano</w:t>
      </w:r>
      <w:r>
        <w:rPr>
          <w:bCs/>
        </w:rPr>
        <w:t xml:space="preserve">… </w:t>
      </w:r>
      <w:r w:rsidR="00530790" w:rsidRPr="005D5566">
        <w:rPr>
          <w:bCs/>
        </w:rPr>
        <w:t>Supporterez-vous un peu de musique</w:t>
      </w:r>
      <w:r>
        <w:rPr>
          <w:bCs/>
        </w:rPr>
        <w:t> ?</w:t>
      </w:r>
    </w:p>
    <w:p w14:paraId="33479DDD" w14:textId="77777777" w:rsidR="001C0413" w:rsidRDefault="001C0413" w:rsidP="001C0413">
      <w:pPr>
        <w:rPr>
          <w:bCs/>
        </w:rPr>
      </w:pPr>
      <w:r>
        <w:t>— </w:t>
      </w:r>
      <w:r w:rsidR="00530790" w:rsidRPr="005D5566">
        <w:rPr>
          <w:bCs/>
        </w:rPr>
        <w:t>Ne me demandez rien</w:t>
      </w:r>
      <w:r>
        <w:rPr>
          <w:bCs/>
        </w:rPr>
        <w:t xml:space="preserve">, </w:t>
      </w:r>
      <w:r w:rsidR="00530790" w:rsidRPr="005D5566">
        <w:rPr>
          <w:bCs/>
        </w:rPr>
        <w:t>faites comme si je n</w:t>
      </w:r>
      <w:r>
        <w:rPr>
          <w:bCs/>
        </w:rPr>
        <w:t>’</w:t>
      </w:r>
      <w:r w:rsidR="00530790" w:rsidRPr="005D5566">
        <w:rPr>
          <w:bCs/>
        </w:rPr>
        <w:t>étais pas là</w:t>
      </w:r>
      <w:r>
        <w:rPr>
          <w:bCs/>
        </w:rPr>
        <w:t xml:space="preserve"> ! </w:t>
      </w:r>
      <w:r w:rsidR="00530790" w:rsidRPr="005D5566">
        <w:rPr>
          <w:bCs/>
        </w:rPr>
        <w:t>dit la mère</w:t>
      </w:r>
      <w:r>
        <w:rPr>
          <w:bCs/>
        </w:rPr>
        <w:t xml:space="preserve">, </w:t>
      </w:r>
      <w:r w:rsidR="00530790" w:rsidRPr="005D5566">
        <w:rPr>
          <w:bCs/>
        </w:rPr>
        <w:t>en s</w:t>
      </w:r>
      <w:r>
        <w:rPr>
          <w:bCs/>
        </w:rPr>
        <w:t>’</w:t>
      </w:r>
      <w:r w:rsidR="00530790" w:rsidRPr="005D5566">
        <w:rPr>
          <w:bCs/>
        </w:rPr>
        <w:t>asseyant dans un coin du canapé recouvert de toile cirée</w:t>
      </w:r>
      <w:r>
        <w:rPr>
          <w:bCs/>
        </w:rPr>
        <w:t xml:space="preserve">. </w:t>
      </w:r>
      <w:r w:rsidR="00530790" w:rsidRPr="005D5566">
        <w:rPr>
          <w:bCs/>
        </w:rPr>
        <w:t>Elle voyait que le frère et la sœur</w:t>
      </w:r>
      <w:r>
        <w:rPr>
          <w:bCs/>
        </w:rPr>
        <w:t xml:space="preserve">, </w:t>
      </w:r>
      <w:r w:rsidR="00530790" w:rsidRPr="005D5566">
        <w:rPr>
          <w:bCs/>
        </w:rPr>
        <w:t>sans avoir l</w:t>
      </w:r>
      <w:r>
        <w:rPr>
          <w:bCs/>
        </w:rPr>
        <w:t>’</w:t>
      </w:r>
      <w:r w:rsidR="00530790" w:rsidRPr="005D5566">
        <w:rPr>
          <w:bCs/>
        </w:rPr>
        <w:t>air de faire attention à elle</w:t>
      </w:r>
      <w:r>
        <w:rPr>
          <w:bCs/>
        </w:rPr>
        <w:t xml:space="preserve">, </w:t>
      </w:r>
      <w:r w:rsidR="00530790" w:rsidRPr="005D5566">
        <w:rPr>
          <w:bCs/>
        </w:rPr>
        <w:t>la mêlaient toujours à leur conversation</w:t>
      </w:r>
      <w:r>
        <w:rPr>
          <w:bCs/>
        </w:rPr>
        <w:t>.</w:t>
      </w:r>
    </w:p>
    <w:p w14:paraId="0F3722A6" w14:textId="77777777" w:rsidR="001C0413" w:rsidRDefault="001C0413" w:rsidP="001C0413">
      <w:pPr>
        <w:rPr>
          <w:bCs/>
        </w:rPr>
      </w:pPr>
      <w:r>
        <w:t>— </w:t>
      </w:r>
      <w:r w:rsidR="00530790" w:rsidRPr="005D5566">
        <w:t>Écoute</w:t>
      </w:r>
      <w:r>
        <w:rPr>
          <w:bCs/>
        </w:rPr>
        <w:t xml:space="preserve">, </w:t>
      </w:r>
      <w:r w:rsidR="00530790" w:rsidRPr="005D5566">
        <w:rPr>
          <w:bCs/>
        </w:rPr>
        <w:t>Nicolas</w:t>
      </w:r>
      <w:r>
        <w:rPr>
          <w:bCs/>
        </w:rPr>
        <w:t xml:space="preserve">, </w:t>
      </w:r>
      <w:r w:rsidR="00530790" w:rsidRPr="005D5566">
        <w:rPr>
          <w:bCs/>
        </w:rPr>
        <w:t>c</w:t>
      </w:r>
      <w:r>
        <w:rPr>
          <w:bCs/>
        </w:rPr>
        <w:t>’</w:t>
      </w:r>
      <w:r w:rsidR="00530790" w:rsidRPr="005D5566">
        <w:rPr>
          <w:bCs/>
        </w:rPr>
        <w:t>est du Grieg</w:t>
      </w:r>
      <w:r>
        <w:rPr>
          <w:bCs/>
        </w:rPr>
        <w:t xml:space="preserve"> ! </w:t>
      </w:r>
      <w:r w:rsidR="00530790" w:rsidRPr="005D5566">
        <w:rPr>
          <w:bCs/>
        </w:rPr>
        <w:t>Je l</w:t>
      </w:r>
      <w:r>
        <w:rPr>
          <w:bCs/>
        </w:rPr>
        <w:t>’</w:t>
      </w:r>
      <w:r w:rsidR="00530790" w:rsidRPr="005D5566">
        <w:rPr>
          <w:bCs/>
        </w:rPr>
        <w:t>ai apporté aujourd</w:t>
      </w:r>
      <w:r>
        <w:rPr>
          <w:bCs/>
        </w:rPr>
        <w:t>’</w:t>
      </w:r>
      <w:r w:rsidR="00530790" w:rsidRPr="005D5566">
        <w:rPr>
          <w:bCs/>
        </w:rPr>
        <w:t>hui</w:t>
      </w:r>
      <w:r>
        <w:rPr>
          <w:bCs/>
        </w:rPr>
        <w:t xml:space="preserve">. </w:t>
      </w:r>
      <w:r w:rsidR="00530790" w:rsidRPr="005D5566">
        <w:rPr>
          <w:bCs/>
        </w:rPr>
        <w:t>Ferme la fenêtre</w:t>
      </w:r>
      <w:r>
        <w:rPr>
          <w:bCs/>
        </w:rPr>
        <w:t> !</w:t>
      </w:r>
    </w:p>
    <w:p w14:paraId="12EC81F7" w14:textId="724E4067" w:rsidR="001C0413" w:rsidRDefault="00530790" w:rsidP="001C0413">
      <w:r w:rsidRPr="005D5566">
        <w:rPr>
          <w:bCs/>
        </w:rPr>
        <w:t>Elle ouvrit le cahier et caressa doucement les touches de la main gauche</w:t>
      </w:r>
      <w:r w:rsidR="001C0413">
        <w:rPr>
          <w:bCs/>
        </w:rPr>
        <w:t xml:space="preserve">. </w:t>
      </w:r>
      <w:r w:rsidRPr="005D5566">
        <w:rPr>
          <w:bCs/>
        </w:rPr>
        <w:t xml:space="preserve">Les cordes se mirent à vibrer en sonorités </w:t>
      </w:r>
      <w:r w:rsidR="001C0413">
        <w:rPr>
          <w:bCs/>
        </w:rPr>
        <w:t>moel</w:t>
      </w:r>
      <w:r w:rsidRPr="005D5566">
        <w:rPr>
          <w:bCs/>
        </w:rPr>
        <w:t>leuses et épaisses</w:t>
      </w:r>
      <w:r w:rsidR="001C0413">
        <w:rPr>
          <w:bCs/>
        </w:rPr>
        <w:t xml:space="preserve">. </w:t>
      </w:r>
      <w:r w:rsidRPr="005D5566">
        <w:rPr>
          <w:bCs/>
        </w:rPr>
        <w:t>D</w:t>
      </w:r>
      <w:r w:rsidR="001C0413">
        <w:rPr>
          <w:bCs/>
        </w:rPr>
        <w:t>’</w:t>
      </w:r>
      <w:r w:rsidRPr="005D5566">
        <w:rPr>
          <w:bCs/>
        </w:rPr>
        <w:t>abord un profond soupir</w:t>
      </w:r>
      <w:r w:rsidR="001C0413">
        <w:rPr>
          <w:bCs/>
        </w:rPr>
        <w:t xml:space="preserve">, </w:t>
      </w:r>
      <w:r w:rsidRPr="005D5566">
        <w:rPr>
          <w:bCs/>
        </w:rPr>
        <w:t>puis une autre note se joignit aux premières</w:t>
      </w:r>
      <w:r w:rsidR="001C0413">
        <w:rPr>
          <w:bCs/>
        </w:rPr>
        <w:t xml:space="preserve">, </w:t>
      </w:r>
      <w:r w:rsidRPr="005D5566">
        <w:rPr>
          <w:bCs/>
        </w:rPr>
        <w:t>riche et frémissante d</w:t>
      </w:r>
      <w:r w:rsidR="001C0413">
        <w:rPr>
          <w:bCs/>
        </w:rPr>
        <w:t>’</w:t>
      </w:r>
      <w:r w:rsidRPr="005D5566">
        <w:rPr>
          <w:bCs/>
        </w:rPr>
        <w:t>ampleur</w:t>
      </w:r>
      <w:r w:rsidR="001C0413">
        <w:rPr>
          <w:bCs/>
        </w:rPr>
        <w:t xml:space="preserve">. </w:t>
      </w:r>
      <w:r w:rsidRPr="005D5566">
        <w:rPr>
          <w:bCs/>
        </w:rPr>
        <w:t xml:space="preserve">Les doigts de la main </w:t>
      </w:r>
      <w:r w:rsidRPr="005D5566">
        <w:t>droite s</w:t>
      </w:r>
      <w:r w:rsidR="001C0413">
        <w:t>’</w:t>
      </w:r>
      <w:r w:rsidRPr="005D5566">
        <w:t>éveillèrent avec des résonances pleines de clarté</w:t>
      </w:r>
      <w:r w:rsidR="001C0413">
        <w:t xml:space="preserve">, </w:t>
      </w:r>
      <w:r w:rsidRPr="005D5566">
        <w:t>des cris pareils à ceux d</w:t>
      </w:r>
      <w:r w:rsidR="001C0413">
        <w:t>’</w:t>
      </w:r>
      <w:r w:rsidRPr="005D5566">
        <w:t>un oiseau effrayé</w:t>
      </w:r>
      <w:r w:rsidR="001C0413">
        <w:t xml:space="preserve"> ; </w:t>
      </w:r>
      <w:r w:rsidRPr="005D5566">
        <w:t>ils se balancèrent</w:t>
      </w:r>
      <w:r w:rsidR="001C0413">
        <w:t xml:space="preserve">, </w:t>
      </w:r>
      <w:r w:rsidRPr="005D5566">
        <w:t>battirent des ailes sur le fond noir des notes basses qui chantaient</w:t>
      </w:r>
      <w:r w:rsidR="001C0413">
        <w:t xml:space="preserve">, </w:t>
      </w:r>
      <w:r w:rsidRPr="005D5566">
        <w:t>harmonieuses et mesurées</w:t>
      </w:r>
      <w:r w:rsidR="001C0413">
        <w:t xml:space="preserve">, </w:t>
      </w:r>
      <w:r w:rsidRPr="005D5566">
        <w:t>comme les vagues de la mer fatiguée par la tempête</w:t>
      </w:r>
      <w:r w:rsidR="001C0413">
        <w:t xml:space="preserve">. </w:t>
      </w:r>
      <w:r w:rsidRPr="005D5566">
        <w:t>En réponse à la chanson</w:t>
      </w:r>
      <w:r w:rsidR="001C0413">
        <w:t xml:space="preserve">, </w:t>
      </w:r>
      <w:r w:rsidRPr="005D5566">
        <w:t>des ondes lourdes d</w:t>
      </w:r>
      <w:r w:rsidR="001C0413">
        <w:t>’</w:t>
      </w:r>
      <w:r w:rsidRPr="005D5566">
        <w:t>accords graves pleuraient douloureusement</w:t>
      </w:r>
      <w:r w:rsidR="001C0413">
        <w:t xml:space="preserve">, </w:t>
      </w:r>
      <w:r w:rsidRPr="005D5566">
        <w:t>engloutissant les plaintes</w:t>
      </w:r>
      <w:r w:rsidR="001C0413">
        <w:t xml:space="preserve">, </w:t>
      </w:r>
      <w:r w:rsidRPr="005D5566">
        <w:t>les questions</w:t>
      </w:r>
      <w:r w:rsidR="001C0413">
        <w:t xml:space="preserve">, </w:t>
      </w:r>
      <w:r w:rsidRPr="005D5566">
        <w:t>les gémissements fondus dans un rythme angoissé</w:t>
      </w:r>
      <w:r w:rsidR="001C0413">
        <w:t xml:space="preserve">. </w:t>
      </w:r>
      <w:r w:rsidRPr="005D5566">
        <w:t>Parfois</w:t>
      </w:r>
      <w:r w:rsidR="001C0413">
        <w:t xml:space="preserve">, </w:t>
      </w:r>
      <w:r w:rsidRPr="005D5566">
        <w:t>en un essor désespéré</w:t>
      </w:r>
      <w:r w:rsidR="001C0413">
        <w:t xml:space="preserve">, </w:t>
      </w:r>
      <w:r w:rsidRPr="005D5566">
        <w:t>la mélodie sanglotait</w:t>
      </w:r>
      <w:r w:rsidR="001C0413">
        <w:t xml:space="preserve">, </w:t>
      </w:r>
      <w:r w:rsidRPr="005D5566">
        <w:t>languissante</w:t>
      </w:r>
      <w:r w:rsidR="001C0413">
        <w:t xml:space="preserve"> ; </w:t>
      </w:r>
      <w:r w:rsidRPr="005D5566">
        <w:t>puis elle tombait</w:t>
      </w:r>
      <w:r w:rsidR="001C0413">
        <w:t xml:space="preserve">, </w:t>
      </w:r>
      <w:r w:rsidRPr="005D5566">
        <w:t>rampait</w:t>
      </w:r>
      <w:r w:rsidR="001C0413">
        <w:t xml:space="preserve">, </w:t>
      </w:r>
      <w:r w:rsidRPr="005D5566">
        <w:t>chancelait sur le torrent épais et glissant des basses</w:t>
      </w:r>
      <w:r w:rsidR="001C0413">
        <w:t xml:space="preserve">, </w:t>
      </w:r>
      <w:r w:rsidRPr="005D5566">
        <w:t>se noyait et disparaissait pour se faire de nouveau jour au travers du grondement égal et monotone</w:t>
      </w:r>
      <w:r w:rsidR="001C0413">
        <w:t xml:space="preserve"> ; </w:t>
      </w:r>
      <w:r w:rsidRPr="005D5566">
        <w:t>elle s</w:t>
      </w:r>
      <w:r w:rsidR="001C0413">
        <w:t>’</w:t>
      </w:r>
      <w:r w:rsidRPr="005D5566">
        <w:t>élargissait</w:t>
      </w:r>
      <w:r w:rsidR="001C0413">
        <w:t xml:space="preserve">, </w:t>
      </w:r>
      <w:r w:rsidRPr="005D5566">
        <w:t>tintait et se dissolvait dans un puissant battement de notes humides qui l</w:t>
      </w:r>
      <w:r w:rsidR="001C0413">
        <w:t>’</w:t>
      </w:r>
      <w:r w:rsidRPr="005D5566">
        <w:t>éclaboussaient</w:t>
      </w:r>
      <w:r w:rsidR="001C0413">
        <w:t xml:space="preserve">, </w:t>
      </w:r>
      <w:r w:rsidRPr="005D5566">
        <w:t>soupirant sans se lasser</w:t>
      </w:r>
      <w:r w:rsidR="001C0413">
        <w:t xml:space="preserve">, </w:t>
      </w:r>
      <w:r w:rsidRPr="005D5566">
        <w:t>avec la même force et le même calme</w:t>
      </w:r>
      <w:r w:rsidR="001C0413">
        <w:t>…</w:t>
      </w:r>
    </w:p>
    <w:p w14:paraId="14CEF4D3" w14:textId="77777777" w:rsidR="001C0413" w:rsidRDefault="00530790" w:rsidP="001C0413">
      <w:r w:rsidRPr="005D5566">
        <w:t>Au commencement</w:t>
      </w:r>
      <w:r w:rsidR="001C0413">
        <w:t xml:space="preserve">, </w:t>
      </w:r>
      <w:r w:rsidRPr="005D5566">
        <w:t>la musique ne toucha pas la mère</w:t>
      </w:r>
      <w:r w:rsidR="001C0413">
        <w:t xml:space="preserve">, </w:t>
      </w:r>
      <w:r w:rsidRPr="005D5566">
        <w:t>elle ne comprenait pas</w:t>
      </w:r>
      <w:r w:rsidR="001C0413">
        <w:t xml:space="preserve"> ; </w:t>
      </w:r>
      <w:r w:rsidRPr="005D5566">
        <w:t>c</w:t>
      </w:r>
      <w:r w:rsidR="001C0413">
        <w:t>’</w:t>
      </w:r>
      <w:r w:rsidRPr="005D5566">
        <w:t>était pour elle comme un chaos sonore</w:t>
      </w:r>
      <w:r w:rsidR="001C0413">
        <w:t xml:space="preserve">. </w:t>
      </w:r>
      <w:r w:rsidRPr="005D5566">
        <w:t xml:space="preserve">Son ouïe ne pouvait saisir la mélodie dans la palpitation </w:t>
      </w:r>
      <w:r w:rsidRPr="005D5566">
        <w:lastRenderedPageBreak/>
        <w:t>complexe de la foule des notes</w:t>
      </w:r>
      <w:r w:rsidR="001C0413">
        <w:t xml:space="preserve">. </w:t>
      </w:r>
      <w:r w:rsidRPr="005D5566">
        <w:t>À demi somnolente</w:t>
      </w:r>
      <w:r w:rsidR="001C0413">
        <w:t xml:space="preserve">, </w:t>
      </w:r>
      <w:r w:rsidRPr="005D5566">
        <w:t>elle regardait Nicolas</w:t>
      </w:r>
      <w:r w:rsidR="001C0413">
        <w:t xml:space="preserve">, </w:t>
      </w:r>
      <w:r w:rsidRPr="005D5566">
        <w:t>assis dans l</w:t>
      </w:r>
      <w:r w:rsidR="001C0413">
        <w:t>’</w:t>
      </w:r>
      <w:r w:rsidRPr="005D5566">
        <w:t>autre coin du canapé</w:t>
      </w:r>
      <w:r w:rsidR="001C0413">
        <w:t xml:space="preserve">, </w:t>
      </w:r>
      <w:r w:rsidRPr="005D5566">
        <w:t>les jambes repliées sous lui</w:t>
      </w:r>
      <w:r w:rsidR="001C0413">
        <w:t xml:space="preserve"> ; </w:t>
      </w:r>
      <w:r w:rsidRPr="005D5566">
        <w:t>elle étudiait le profil sévère de Sophie</w:t>
      </w:r>
      <w:r w:rsidR="001C0413">
        <w:t xml:space="preserve">, </w:t>
      </w:r>
      <w:r w:rsidRPr="005D5566">
        <w:t>la tête courbée sous sa pesante toison de cheveux dorés</w:t>
      </w:r>
      <w:r w:rsidR="001C0413">
        <w:t xml:space="preserve">. </w:t>
      </w:r>
      <w:r w:rsidRPr="005D5566">
        <w:t>Le soleil se couchait</w:t>
      </w:r>
      <w:r w:rsidR="001C0413">
        <w:t xml:space="preserve">, </w:t>
      </w:r>
      <w:r w:rsidRPr="005D5566">
        <w:t>un rayon tremblant nimba d</w:t>
      </w:r>
      <w:r w:rsidR="001C0413">
        <w:t>’</w:t>
      </w:r>
      <w:r w:rsidRPr="005D5566">
        <w:t>abord la tête et l</w:t>
      </w:r>
      <w:r w:rsidR="001C0413">
        <w:t>’</w:t>
      </w:r>
      <w:r w:rsidRPr="005D5566">
        <w:t>épaule de Sophie</w:t>
      </w:r>
      <w:r w:rsidR="001C0413">
        <w:t xml:space="preserve">, </w:t>
      </w:r>
      <w:r w:rsidRPr="005D5566">
        <w:t>puis</w:t>
      </w:r>
      <w:r w:rsidR="001C0413">
        <w:t xml:space="preserve">, </w:t>
      </w:r>
      <w:r w:rsidRPr="005D5566">
        <w:t>glissant sur les touches du piano</w:t>
      </w:r>
      <w:r w:rsidR="001C0413">
        <w:t xml:space="preserve">, </w:t>
      </w:r>
      <w:r w:rsidRPr="005D5566">
        <w:t>il flotta sous les doigts de la musicienne</w:t>
      </w:r>
      <w:r w:rsidR="001C0413">
        <w:t xml:space="preserve">. </w:t>
      </w:r>
      <w:r w:rsidRPr="005D5566">
        <w:t>La mélodie remplissait la chambre</w:t>
      </w:r>
      <w:r w:rsidR="001C0413">
        <w:t xml:space="preserve">, </w:t>
      </w:r>
      <w:r w:rsidRPr="005D5566">
        <w:t>et le cœur de la mère s</w:t>
      </w:r>
      <w:r w:rsidR="001C0413">
        <w:t>’</w:t>
      </w:r>
      <w:r w:rsidRPr="005D5566">
        <w:t>éveillait sans qu</w:t>
      </w:r>
      <w:r w:rsidR="001C0413">
        <w:t>’</w:t>
      </w:r>
      <w:r w:rsidRPr="005D5566">
        <w:t>elle s</w:t>
      </w:r>
      <w:r w:rsidR="001C0413">
        <w:t>’</w:t>
      </w:r>
      <w:r w:rsidRPr="005D5566">
        <w:t>en doutât</w:t>
      </w:r>
      <w:r w:rsidR="001C0413">
        <w:t xml:space="preserve">. </w:t>
      </w:r>
      <w:r w:rsidRPr="005D5566">
        <w:t>Trois notes</w:t>
      </w:r>
      <w:r w:rsidR="001C0413">
        <w:t xml:space="preserve">, </w:t>
      </w:r>
      <w:r w:rsidRPr="005D5566">
        <w:t>vibrantes comme la voix de Fédia Mazine</w:t>
      </w:r>
      <w:r w:rsidR="001C0413">
        <w:t xml:space="preserve">, </w:t>
      </w:r>
      <w:r w:rsidRPr="005D5566">
        <w:t>se succédaient avec régularité et se soutenaient mutuellement à la même hauteur</w:t>
      </w:r>
      <w:r w:rsidR="001C0413">
        <w:t xml:space="preserve">, </w:t>
      </w:r>
      <w:r w:rsidRPr="005D5566">
        <w:t>comme trois poissons argentés dans un ruisseau</w:t>
      </w:r>
      <w:r w:rsidR="001C0413">
        <w:t xml:space="preserve">… </w:t>
      </w:r>
      <w:r w:rsidRPr="005D5566">
        <w:t>brillant dans le torrent des sons</w:t>
      </w:r>
      <w:r w:rsidR="001C0413">
        <w:t xml:space="preserve">… </w:t>
      </w:r>
      <w:r w:rsidRPr="005D5566">
        <w:t>Parfois une autre note encore se joignait à elles</w:t>
      </w:r>
      <w:r w:rsidR="001C0413">
        <w:t xml:space="preserve"> ; </w:t>
      </w:r>
      <w:r w:rsidRPr="005D5566">
        <w:t>et toutes ensemble</w:t>
      </w:r>
      <w:r w:rsidR="001C0413">
        <w:t xml:space="preserve">, </w:t>
      </w:r>
      <w:r w:rsidRPr="005D5566">
        <w:t>elles chantaient une chanson ingénue</w:t>
      </w:r>
      <w:r w:rsidR="001C0413">
        <w:t xml:space="preserve">, </w:t>
      </w:r>
      <w:r w:rsidRPr="005D5566">
        <w:t>triste et caressante</w:t>
      </w:r>
      <w:r w:rsidR="001C0413">
        <w:t xml:space="preserve">. </w:t>
      </w:r>
      <w:r w:rsidRPr="005D5566">
        <w:t>Pélaguée commençait à les suivre et à en attendre le retour</w:t>
      </w:r>
      <w:r w:rsidR="001C0413">
        <w:t xml:space="preserve">, </w:t>
      </w:r>
      <w:r w:rsidRPr="005D5566">
        <w:t>elle n</w:t>
      </w:r>
      <w:r w:rsidR="001C0413">
        <w:t>’</w:t>
      </w:r>
      <w:r w:rsidRPr="005D5566">
        <w:t>écoutait qu</w:t>
      </w:r>
      <w:r w:rsidR="001C0413">
        <w:t>’</w:t>
      </w:r>
      <w:r w:rsidRPr="005D5566">
        <w:t>elles</w:t>
      </w:r>
      <w:r w:rsidR="001C0413">
        <w:t xml:space="preserve">, </w:t>
      </w:r>
      <w:r w:rsidRPr="005D5566">
        <w:t>les séparant du chaos inquiet des sons que peu à peu elle n</w:t>
      </w:r>
      <w:r w:rsidR="001C0413">
        <w:t>’</w:t>
      </w:r>
      <w:r w:rsidRPr="005D5566">
        <w:t>entendait plus</w:t>
      </w:r>
      <w:r w:rsidR="001C0413">
        <w:t>…</w:t>
      </w:r>
    </w:p>
    <w:p w14:paraId="3AAE6506" w14:textId="77777777" w:rsidR="001C0413" w:rsidRDefault="00530790" w:rsidP="001C0413">
      <w:r w:rsidRPr="005D5566">
        <w:t>Et soudain</w:t>
      </w:r>
      <w:r w:rsidR="001C0413">
        <w:t xml:space="preserve">, </w:t>
      </w:r>
      <w:r w:rsidRPr="005D5566">
        <w:t>du tréfonds obscur de son passé</w:t>
      </w:r>
      <w:r w:rsidR="001C0413">
        <w:t xml:space="preserve">, </w:t>
      </w:r>
      <w:r w:rsidRPr="005D5566">
        <w:t>monta le souvenir d</w:t>
      </w:r>
      <w:r w:rsidR="001C0413">
        <w:t>’</w:t>
      </w:r>
      <w:r w:rsidRPr="005D5566">
        <w:t>une humiliation depuis longtemps oubliée et qui ressuscitait maintenant avec une cruelle netteté</w:t>
      </w:r>
      <w:r w:rsidR="001C0413">
        <w:t>.</w:t>
      </w:r>
    </w:p>
    <w:p w14:paraId="26C8ACF9" w14:textId="77777777" w:rsidR="001C0413" w:rsidRDefault="00530790" w:rsidP="001C0413">
      <w:r w:rsidRPr="005D5566">
        <w:t>Une fois</w:t>
      </w:r>
      <w:r w:rsidR="001C0413">
        <w:t xml:space="preserve">, </w:t>
      </w:r>
      <w:r w:rsidRPr="005D5566">
        <w:t>son mari était rentré fort avant dans la nuit</w:t>
      </w:r>
      <w:r w:rsidR="001C0413">
        <w:t xml:space="preserve">, </w:t>
      </w:r>
      <w:r w:rsidRPr="005D5566">
        <w:t>complètement ivre</w:t>
      </w:r>
      <w:r w:rsidR="001C0413">
        <w:t xml:space="preserve"> ; </w:t>
      </w:r>
      <w:r w:rsidRPr="005D5566">
        <w:t>il l</w:t>
      </w:r>
      <w:r w:rsidR="001C0413">
        <w:t>’</w:t>
      </w:r>
      <w:r w:rsidRPr="005D5566">
        <w:t>avait tirée par le bras</w:t>
      </w:r>
      <w:r w:rsidR="001C0413">
        <w:t xml:space="preserve">, </w:t>
      </w:r>
      <w:r w:rsidRPr="005D5566">
        <w:t>jetée à bas du lit et frappée à coups de pieds</w:t>
      </w:r>
      <w:r w:rsidR="001C0413">
        <w:t xml:space="preserve">, </w:t>
      </w:r>
      <w:r w:rsidRPr="005D5566">
        <w:t>en hurlant</w:t>
      </w:r>
      <w:r w:rsidR="001C0413">
        <w:t> :</w:t>
      </w:r>
    </w:p>
    <w:p w14:paraId="5D3541FD" w14:textId="77777777" w:rsidR="001C0413" w:rsidRDefault="001C0413" w:rsidP="001C0413">
      <w:r>
        <w:t>— </w:t>
      </w:r>
      <w:r w:rsidR="00530790" w:rsidRPr="005D5566">
        <w:t>Va-t</w:t>
      </w:r>
      <w:r>
        <w:t>’</w:t>
      </w:r>
      <w:r w:rsidR="00530790" w:rsidRPr="005D5566">
        <w:t>en</w:t>
      </w:r>
      <w:r>
        <w:t xml:space="preserve">, </w:t>
      </w:r>
      <w:r w:rsidR="00530790" w:rsidRPr="005D5566">
        <w:t>canaille</w:t>
      </w:r>
      <w:r>
        <w:t xml:space="preserve">, </w:t>
      </w:r>
      <w:r w:rsidR="00530790" w:rsidRPr="005D5566">
        <w:t>tu m</w:t>
      </w:r>
      <w:r>
        <w:t>’</w:t>
      </w:r>
      <w:r w:rsidR="00530790" w:rsidRPr="005D5566">
        <w:t>ennuies</w:t>
      </w:r>
      <w:r>
        <w:t xml:space="preserve"> !… </w:t>
      </w:r>
      <w:r w:rsidR="00530790" w:rsidRPr="005D5566">
        <w:t>Va-t</w:t>
      </w:r>
      <w:r>
        <w:t>’</w:t>
      </w:r>
      <w:r w:rsidR="00530790" w:rsidRPr="005D5566">
        <w:t>en</w:t>
      </w:r>
      <w:r>
        <w:t> !</w:t>
      </w:r>
    </w:p>
    <w:p w14:paraId="03DAFD1E" w14:textId="77777777" w:rsidR="001C0413" w:rsidRDefault="00530790" w:rsidP="001C0413">
      <w:r w:rsidRPr="005D5566">
        <w:t>Pour échapper à ses coups</w:t>
      </w:r>
      <w:r w:rsidR="001C0413">
        <w:t xml:space="preserve">, </w:t>
      </w:r>
      <w:r w:rsidRPr="005D5566">
        <w:t>elle avait vite pris dans ses bras son enfant</w:t>
      </w:r>
      <w:r w:rsidR="001C0413">
        <w:t xml:space="preserve">, </w:t>
      </w:r>
      <w:r w:rsidRPr="005D5566">
        <w:t>alors âgé de deux ans</w:t>
      </w:r>
      <w:r w:rsidR="001C0413">
        <w:t xml:space="preserve">, </w:t>
      </w:r>
      <w:r w:rsidRPr="005D5566">
        <w:t>et</w:t>
      </w:r>
      <w:r w:rsidR="001C0413">
        <w:t xml:space="preserve">, </w:t>
      </w:r>
      <w:r w:rsidRPr="005D5566">
        <w:t>redressée sur les genoux</w:t>
      </w:r>
      <w:r w:rsidR="001C0413">
        <w:t xml:space="preserve">, </w:t>
      </w:r>
      <w:r w:rsidRPr="005D5566">
        <w:t>elle se protégeait avec le petit corps comme avec un bouclier</w:t>
      </w:r>
      <w:r w:rsidR="001C0413">
        <w:t xml:space="preserve">. </w:t>
      </w:r>
      <w:r w:rsidRPr="005D5566">
        <w:t>Pavel pleurait</w:t>
      </w:r>
      <w:r w:rsidR="001C0413">
        <w:t xml:space="preserve">, </w:t>
      </w:r>
      <w:r w:rsidRPr="005D5566">
        <w:t>se débattait</w:t>
      </w:r>
      <w:r w:rsidR="001C0413">
        <w:t xml:space="preserve">, </w:t>
      </w:r>
      <w:r w:rsidRPr="005D5566">
        <w:t>effrayé</w:t>
      </w:r>
      <w:r w:rsidR="001C0413">
        <w:t xml:space="preserve">, </w:t>
      </w:r>
      <w:r w:rsidRPr="005D5566">
        <w:t>nu</w:t>
      </w:r>
      <w:r w:rsidR="001C0413">
        <w:t xml:space="preserve">, </w:t>
      </w:r>
      <w:r w:rsidRPr="005D5566">
        <w:t>tiède</w:t>
      </w:r>
      <w:r w:rsidR="001C0413">
        <w:t>.</w:t>
      </w:r>
    </w:p>
    <w:p w14:paraId="72DC566D" w14:textId="77777777" w:rsidR="001C0413" w:rsidRDefault="001C0413" w:rsidP="001C0413">
      <w:r>
        <w:t>— </w:t>
      </w:r>
      <w:r w:rsidR="00530790" w:rsidRPr="005D5566">
        <w:t>Va-t</w:t>
      </w:r>
      <w:r>
        <w:t>’</w:t>
      </w:r>
      <w:r w:rsidR="00530790" w:rsidRPr="005D5566">
        <w:t>en</w:t>
      </w:r>
      <w:r>
        <w:t xml:space="preserve"> ! </w:t>
      </w:r>
      <w:r w:rsidR="00530790" w:rsidRPr="005D5566">
        <w:t>criait Mikhaïl de sa voix rugissante</w:t>
      </w:r>
      <w:r>
        <w:t>.</w:t>
      </w:r>
    </w:p>
    <w:p w14:paraId="520C1DE0" w14:textId="77777777" w:rsidR="001C0413" w:rsidRDefault="00530790" w:rsidP="001C0413">
      <w:r w:rsidRPr="005D5566">
        <w:lastRenderedPageBreak/>
        <w:t>Elle avait sauté sur ses pieds et courût à la cuisine</w:t>
      </w:r>
      <w:r w:rsidR="001C0413">
        <w:t xml:space="preserve"> ; </w:t>
      </w:r>
      <w:r w:rsidRPr="005D5566">
        <w:t>alors</w:t>
      </w:r>
      <w:r w:rsidR="001C0413">
        <w:t xml:space="preserve">, </w:t>
      </w:r>
      <w:r w:rsidRPr="005D5566">
        <w:t>ayant jeté une camisole sur ses épaules et enveloppé l</w:t>
      </w:r>
      <w:r w:rsidR="001C0413">
        <w:t>’</w:t>
      </w:r>
      <w:r w:rsidRPr="005D5566">
        <w:t>enfant dans un châle</w:t>
      </w:r>
      <w:r w:rsidR="001C0413">
        <w:t xml:space="preserve">, </w:t>
      </w:r>
      <w:r w:rsidRPr="005D5566">
        <w:t>sans mot dire</w:t>
      </w:r>
      <w:r w:rsidR="001C0413">
        <w:t xml:space="preserve">, </w:t>
      </w:r>
      <w:r w:rsidRPr="005D5566">
        <w:t>sans plainte</w:t>
      </w:r>
      <w:r w:rsidR="001C0413">
        <w:t xml:space="preserve">, </w:t>
      </w:r>
      <w:r w:rsidRPr="005D5566">
        <w:t>ni prière</w:t>
      </w:r>
      <w:r w:rsidR="001C0413">
        <w:t xml:space="preserve">, </w:t>
      </w:r>
      <w:r w:rsidRPr="005D5566">
        <w:t>nu-pieds</w:t>
      </w:r>
      <w:r w:rsidR="001C0413">
        <w:t xml:space="preserve">, </w:t>
      </w:r>
      <w:r w:rsidRPr="005D5566">
        <w:t>elle était sortie dans la rue</w:t>
      </w:r>
      <w:r w:rsidR="001C0413">
        <w:t xml:space="preserve">. </w:t>
      </w:r>
      <w:r w:rsidRPr="005D5566">
        <w:t>On était au mois de mai</w:t>
      </w:r>
      <w:r w:rsidR="001C0413">
        <w:t xml:space="preserve"> ; </w:t>
      </w:r>
      <w:r w:rsidRPr="005D5566">
        <w:t>la nuit était fraîche</w:t>
      </w:r>
      <w:r w:rsidR="001C0413">
        <w:t xml:space="preserve"> ; </w:t>
      </w:r>
      <w:r w:rsidRPr="005D5566">
        <w:t>la poussière de la rue se collait à ses pieds</w:t>
      </w:r>
      <w:r w:rsidR="001C0413">
        <w:t xml:space="preserve">, </w:t>
      </w:r>
      <w:r w:rsidRPr="005D5566">
        <w:t>pénétrant sa peau et la glaçant</w:t>
      </w:r>
      <w:r w:rsidR="001C0413">
        <w:t xml:space="preserve">. </w:t>
      </w:r>
      <w:r w:rsidRPr="005D5566">
        <w:t>L</w:t>
      </w:r>
      <w:r w:rsidR="001C0413">
        <w:t>’</w:t>
      </w:r>
      <w:r w:rsidRPr="005D5566">
        <w:t>enfant pleurait et se débattait</w:t>
      </w:r>
      <w:r w:rsidR="001C0413">
        <w:t xml:space="preserve">. </w:t>
      </w:r>
      <w:r w:rsidRPr="005D5566">
        <w:t>Elle découvrit son sein</w:t>
      </w:r>
      <w:r w:rsidR="001C0413">
        <w:t xml:space="preserve">, </w:t>
      </w:r>
      <w:r w:rsidRPr="005D5566">
        <w:t>serra son fils contre elle</w:t>
      </w:r>
      <w:r w:rsidR="001C0413">
        <w:t xml:space="preserve"> ; </w:t>
      </w:r>
      <w:r w:rsidRPr="005D5566">
        <w:t>et</w:t>
      </w:r>
      <w:r w:rsidR="001C0413">
        <w:t xml:space="preserve">, </w:t>
      </w:r>
      <w:r w:rsidRPr="005D5566">
        <w:t>chassée par la peur</w:t>
      </w:r>
      <w:r w:rsidR="001C0413">
        <w:t xml:space="preserve">, </w:t>
      </w:r>
      <w:r w:rsidRPr="005D5566">
        <w:t>elle s</w:t>
      </w:r>
      <w:r w:rsidR="001C0413">
        <w:t>’</w:t>
      </w:r>
      <w:r w:rsidRPr="005D5566">
        <w:t>en alla dans la rue obscure</w:t>
      </w:r>
      <w:r w:rsidR="001C0413">
        <w:t xml:space="preserve">, </w:t>
      </w:r>
      <w:r w:rsidRPr="005D5566">
        <w:t>en chantonnant pour endormir le petit</w:t>
      </w:r>
      <w:r w:rsidR="001C0413">
        <w:t xml:space="preserve">. </w:t>
      </w:r>
      <w:r w:rsidRPr="005D5566">
        <w:t>Le jour allait se lever</w:t>
      </w:r>
      <w:r w:rsidR="001C0413">
        <w:t xml:space="preserve">. </w:t>
      </w:r>
      <w:r w:rsidRPr="005D5566">
        <w:t>Pélaguée avait honte à l</w:t>
      </w:r>
      <w:r w:rsidR="001C0413">
        <w:t>’</w:t>
      </w:r>
      <w:r w:rsidRPr="005D5566">
        <w:t>idée que quelqu</w:t>
      </w:r>
      <w:r w:rsidR="001C0413">
        <w:t>’</w:t>
      </w:r>
      <w:r w:rsidRPr="005D5566">
        <w:t>un pourrait la rencontrer demi-nue</w:t>
      </w:r>
      <w:r w:rsidR="001C0413">
        <w:t xml:space="preserve">. </w:t>
      </w:r>
      <w:r w:rsidRPr="005D5566">
        <w:t>Elle descendit au bord du marais</w:t>
      </w:r>
      <w:r w:rsidR="001C0413">
        <w:t xml:space="preserve">, </w:t>
      </w:r>
      <w:r w:rsidRPr="005D5566">
        <w:t>s</w:t>
      </w:r>
      <w:r w:rsidR="001C0413">
        <w:t>’</w:t>
      </w:r>
      <w:r w:rsidRPr="005D5566">
        <w:t>assit à terre</w:t>
      </w:r>
      <w:r w:rsidR="001C0413">
        <w:t xml:space="preserve"> ; </w:t>
      </w:r>
      <w:r w:rsidRPr="005D5566">
        <w:t>sous un groupe compact de jeunes trembles</w:t>
      </w:r>
      <w:r w:rsidR="001C0413">
        <w:t xml:space="preserve">… </w:t>
      </w:r>
      <w:r w:rsidRPr="005D5566">
        <w:t>Elle resta là longtemps</w:t>
      </w:r>
      <w:r w:rsidR="001C0413">
        <w:t xml:space="preserve">, </w:t>
      </w:r>
      <w:r w:rsidRPr="005D5566">
        <w:t>enveloppée par la nuit</w:t>
      </w:r>
      <w:r w:rsidR="001C0413">
        <w:t xml:space="preserve">, </w:t>
      </w:r>
      <w:r w:rsidRPr="005D5566">
        <w:t>les yeux dilatés fixés sur les ténèbres</w:t>
      </w:r>
      <w:r w:rsidR="001C0413">
        <w:t xml:space="preserve">, </w:t>
      </w:r>
      <w:r w:rsidRPr="005D5566">
        <w:t>chantant craintivement pour bercer son enfant endormi et son cœur outragé</w:t>
      </w:r>
      <w:r w:rsidR="001C0413">
        <w:t xml:space="preserve">. </w:t>
      </w:r>
      <w:r w:rsidRPr="005D5566">
        <w:t>Soudain</w:t>
      </w:r>
      <w:r w:rsidR="001C0413">
        <w:t xml:space="preserve">, </w:t>
      </w:r>
      <w:r w:rsidRPr="005D5566">
        <w:t>un oiseau noir et silencieux s</w:t>
      </w:r>
      <w:r w:rsidR="001C0413">
        <w:t>’</w:t>
      </w:r>
      <w:r w:rsidRPr="005D5566">
        <w:t>envolant au-dessus de sa tête avait pris son essor dans le ciel et avait réveillé la mère</w:t>
      </w:r>
      <w:r w:rsidR="001C0413">
        <w:t xml:space="preserve">. </w:t>
      </w:r>
      <w:r w:rsidRPr="005D5566">
        <w:t>Toute tremblante de froid</w:t>
      </w:r>
      <w:r w:rsidR="001C0413">
        <w:t xml:space="preserve">, </w:t>
      </w:r>
      <w:r w:rsidRPr="005D5566">
        <w:t>elle se leva et rentra chez elle</w:t>
      </w:r>
      <w:r w:rsidR="001C0413">
        <w:t xml:space="preserve">, </w:t>
      </w:r>
      <w:r w:rsidRPr="005D5566">
        <w:t>allant au-devant de la terreur coutumière</w:t>
      </w:r>
      <w:r w:rsidR="001C0413">
        <w:t xml:space="preserve">, </w:t>
      </w:r>
      <w:r w:rsidRPr="005D5566">
        <w:t>des coups et des outrages incessants</w:t>
      </w:r>
      <w:r w:rsidR="001C0413">
        <w:t>…</w:t>
      </w:r>
    </w:p>
    <w:p w14:paraId="5D97A0F9" w14:textId="77777777" w:rsidR="001C0413" w:rsidRDefault="00530790" w:rsidP="001C0413">
      <w:r w:rsidRPr="005D5566">
        <w:t>Pour la dernière fois</w:t>
      </w:r>
      <w:r w:rsidR="001C0413">
        <w:t xml:space="preserve">, </w:t>
      </w:r>
      <w:r w:rsidRPr="005D5566">
        <w:t>un accord sonore</w:t>
      </w:r>
      <w:r w:rsidR="001C0413">
        <w:t xml:space="preserve">, </w:t>
      </w:r>
      <w:r w:rsidRPr="005D5566">
        <w:t>indifférent et froid soupira et se figea</w:t>
      </w:r>
      <w:r w:rsidR="001C0413">
        <w:t>.</w:t>
      </w:r>
    </w:p>
    <w:p w14:paraId="3C07B3CA" w14:textId="77777777" w:rsidR="001C0413" w:rsidRDefault="00530790" w:rsidP="001C0413">
      <w:r w:rsidRPr="005D5566">
        <w:t>Sophie se retourna et demanda à mi-voix à son frère</w:t>
      </w:r>
      <w:r w:rsidR="001C0413">
        <w:t> :</w:t>
      </w:r>
    </w:p>
    <w:p w14:paraId="3F0D848F" w14:textId="77777777" w:rsidR="001C0413" w:rsidRDefault="001C0413" w:rsidP="001C0413">
      <w:r>
        <w:t>— </w:t>
      </w:r>
      <w:r w:rsidR="00530790" w:rsidRPr="005D5566">
        <w:t>Cela te plaît</w:t>
      </w:r>
      <w:r>
        <w:t> ?</w:t>
      </w:r>
    </w:p>
    <w:p w14:paraId="061C9BD7" w14:textId="77777777" w:rsidR="001C0413" w:rsidRDefault="001C0413" w:rsidP="001C0413">
      <w:r>
        <w:t>— </w:t>
      </w:r>
      <w:r w:rsidR="00530790" w:rsidRPr="005D5566">
        <w:t>Oui</w:t>
      </w:r>
      <w:r>
        <w:t xml:space="preserve">, </w:t>
      </w:r>
      <w:r w:rsidR="00530790" w:rsidRPr="005D5566">
        <w:t>beaucoup</w:t>
      </w:r>
      <w:r>
        <w:t xml:space="preserve"> ! </w:t>
      </w:r>
      <w:r w:rsidR="00530790" w:rsidRPr="005D5566">
        <w:t>répondit-il en tressaillant comme s</w:t>
      </w:r>
      <w:r>
        <w:t>’</w:t>
      </w:r>
      <w:r w:rsidR="00530790" w:rsidRPr="005D5566">
        <w:t>il sortait d</w:t>
      </w:r>
      <w:r>
        <w:t>’</w:t>
      </w:r>
      <w:r w:rsidR="00530790" w:rsidRPr="005D5566">
        <w:t>un rêve</w:t>
      </w:r>
      <w:r>
        <w:t xml:space="preserve">, </w:t>
      </w:r>
      <w:r w:rsidR="00530790" w:rsidRPr="005D5566">
        <w:t>beaucoup</w:t>
      </w:r>
      <w:r>
        <w:t>…</w:t>
      </w:r>
    </w:p>
    <w:p w14:paraId="381DF691" w14:textId="77777777" w:rsidR="001C0413" w:rsidRDefault="00530790" w:rsidP="001C0413">
      <w:r w:rsidRPr="005D5566">
        <w:t>Un arpège doux et harmonieux s</w:t>
      </w:r>
      <w:r w:rsidR="001C0413">
        <w:t>’</w:t>
      </w:r>
      <w:r w:rsidRPr="005D5566">
        <w:t>égrena sous les doigts de Sophie</w:t>
      </w:r>
      <w:r w:rsidR="001C0413">
        <w:t>.</w:t>
      </w:r>
    </w:p>
    <w:p w14:paraId="4D3D4C9F" w14:textId="77777777" w:rsidR="001C0413" w:rsidRDefault="00530790" w:rsidP="001C0413">
      <w:r w:rsidRPr="005D5566">
        <w:t>Dans la poitrine de la mère</w:t>
      </w:r>
      <w:r w:rsidR="001C0413">
        <w:t xml:space="preserve">, </w:t>
      </w:r>
      <w:r w:rsidRPr="005D5566">
        <w:t>l</w:t>
      </w:r>
      <w:r w:rsidR="001C0413">
        <w:t>’</w:t>
      </w:r>
      <w:r w:rsidRPr="005D5566">
        <w:t>écho des souvenirs chantait et tremblait</w:t>
      </w:r>
      <w:r w:rsidR="001C0413">
        <w:t xml:space="preserve">. </w:t>
      </w:r>
      <w:r w:rsidRPr="005D5566">
        <w:t>Elle aurait voulu que la musique continuât</w:t>
      </w:r>
      <w:r w:rsidR="001C0413">
        <w:t xml:space="preserve">. </w:t>
      </w:r>
      <w:r w:rsidRPr="005D5566">
        <w:t>Une pensée germait en elle</w:t>
      </w:r>
      <w:r w:rsidR="001C0413">
        <w:t>.</w:t>
      </w:r>
    </w:p>
    <w:p w14:paraId="03A0A7C7" w14:textId="77777777" w:rsidR="001C0413" w:rsidRDefault="001C0413" w:rsidP="001C0413">
      <w:r>
        <w:lastRenderedPageBreak/>
        <w:t>— </w:t>
      </w:r>
      <w:r w:rsidR="00530790" w:rsidRPr="005D5566">
        <w:t>Voilà des gens qui vivent tranquillement</w:t>
      </w:r>
      <w:r>
        <w:t xml:space="preserve">… </w:t>
      </w:r>
      <w:r w:rsidR="00530790" w:rsidRPr="005D5566">
        <w:t>le frère et la sœur</w:t>
      </w:r>
      <w:r>
        <w:t xml:space="preserve">… </w:t>
      </w:r>
      <w:r w:rsidR="00530790" w:rsidRPr="005D5566">
        <w:t>amicalement</w:t>
      </w:r>
      <w:r>
        <w:t xml:space="preserve">… </w:t>
      </w:r>
      <w:r w:rsidR="00530790" w:rsidRPr="005D5566">
        <w:t>Ils font de la musique</w:t>
      </w:r>
      <w:r>
        <w:t xml:space="preserve">… </w:t>
      </w:r>
      <w:r w:rsidR="00530790" w:rsidRPr="005D5566">
        <w:t>Ils ne jurent pas</w:t>
      </w:r>
      <w:r>
        <w:t xml:space="preserve">, </w:t>
      </w:r>
      <w:r w:rsidR="00530790" w:rsidRPr="005D5566">
        <w:t>ils ne boivent pas d</w:t>
      </w:r>
      <w:r>
        <w:t>’</w:t>
      </w:r>
      <w:r w:rsidR="00530790" w:rsidRPr="005D5566">
        <w:t>eau-de-vie</w:t>
      </w:r>
      <w:r>
        <w:t xml:space="preserve">, </w:t>
      </w:r>
      <w:r w:rsidR="00530790" w:rsidRPr="005D5566">
        <w:t>ils ne se querellent pas pour des stupidités</w:t>
      </w:r>
      <w:r>
        <w:t xml:space="preserve">… </w:t>
      </w:r>
      <w:r w:rsidR="00530790" w:rsidRPr="005D5566">
        <w:t>Ils ne songent pas à s</w:t>
      </w:r>
      <w:r>
        <w:t>’</w:t>
      </w:r>
      <w:r w:rsidR="00530790" w:rsidRPr="005D5566">
        <w:t>offenser mutuellement</w:t>
      </w:r>
      <w:r>
        <w:t xml:space="preserve">, </w:t>
      </w:r>
      <w:r w:rsidR="00530790" w:rsidRPr="005D5566">
        <w:t>comme c</w:t>
      </w:r>
      <w:r>
        <w:t>’</w:t>
      </w:r>
      <w:r w:rsidR="00530790" w:rsidRPr="005D5566">
        <w:t>est le cas chez tous les gens de condition obscure</w:t>
      </w:r>
      <w:r>
        <w:t>…</w:t>
      </w:r>
    </w:p>
    <w:p w14:paraId="54A0E011" w14:textId="77777777" w:rsidR="001C0413" w:rsidRDefault="00530790" w:rsidP="001C0413">
      <w:r w:rsidRPr="005D5566">
        <w:t>Sophie fumait une cigarette</w:t>
      </w:r>
      <w:r w:rsidR="001C0413">
        <w:t xml:space="preserve"> ; </w:t>
      </w:r>
      <w:r w:rsidRPr="005D5566">
        <w:t>elle fumait beaucoup</w:t>
      </w:r>
      <w:r w:rsidR="001C0413">
        <w:t xml:space="preserve">, </w:t>
      </w:r>
      <w:r w:rsidRPr="005D5566">
        <w:t>presque sans s</w:t>
      </w:r>
      <w:r w:rsidR="001C0413">
        <w:t>’</w:t>
      </w:r>
      <w:r w:rsidRPr="005D5566">
        <w:t>arrêter</w:t>
      </w:r>
      <w:r w:rsidR="001C0413">
        <w:t>.</w:t>
      </w:r>
    </w:p>
    <w:p w14:paraId="13FFF085" w14:textId="77777777" w:rsidR="001C0413" w:rsidRDefault="001C0413" w:rsidP="001C0413">
      <w:r>
        <w:t>— </w:t>
      </w:r>
      <w:r w:rsidR="00530790" w:rsidRPr="005D5566">
        <w:t>C</w:t>
      </w:r>
      <w:r>
        <w:t>’</w:t>
      </w:r>
      <w:r w:rsidR="00530790" w:rsidRPr="005D5566">
        <w:t>était le morceau favori du pauvre Kostia</w:t>
      </w:r>
      <w:r>
        <w:t xml:space="preserve"> ! </w:t>
      </w:r>
      <w:r w:rsidR="00530790" w:rsidRPr="005D5566">
        <w:t>dit-elle en aspirant vivement la fumée</w:t>
      </w:r>
      <w:r>
        <w:t xml:space="preserve">, </w:t>
      </w:r>
      <w:r w:rsidR="00530790" w:rsidRPr="005D5566">
        <w:t>et elle plaqua de nouveau un accord triste et faible</w:t>
      </w:r>
      <w:r>
        <w:t xml:space="preserve">. </w:t>
      </w:r>
      <w:r w:rsidR="00530790" w:rsidRPr="005D5566">
        <w:t>Comme j</w:t>
      </w:r>
      <w:r>
        <w:t>’</w:t>
      </w:r>
      <w:r w:rsidR="00530790" w:rsidRPr="005D5566">
        <w:t>aimais le lui jouer</w:t>
      </w:r>
      <w:r>
        <w:t xml:space="preserve"> ! </w:t>
      </w:r>
      <w:r w:rsidR="00530790" w:rsidRPr="005D5566">
        <w:t>Il était subtil</w:t>
      </w:r>
      <w:r>
        <w:t xml:space="preserve">, </w:t>
      </w:r>
      <w:r w:rsidR="00530790" w:rsidRPr="005D5566">
        <w:t>il n</w:t>
      </w:r>
      <w:r>
        <w:t>’</w:t>
      </w:r>
      <w:r w:rsidR="00530790" w:rsidRPr="005D5566">
        <w:t>y avait rien qu</w:t>
      </w:r>
      <w:r>
        <w:t>’</w:t>
      </w:r>
      <w:r w:rsidR="00530790" w:rsidRPr="005D5566">
        <w:t>il ne comprît</w:t>
      </w:r>
      <w:r>
        <w:t xml:space="preserve">… </w:t>
      </w:r>
      <w:r w:rsidR="00530790" w:rsidRPr="005D5566">
        <w:t>Il était accessible à tout</w:t>
      </w:r>
      <w:r>
        <w:t>…</w:t>
      </w:r>
    </w:p>
    <w:p w14:paraId="078A995A" w14:textId="77777777" w:rsidR="001C0413" w:rsidRDefault="001C0413" w:rsidP="001C0413">
      <w:r>
        <w:t>— </w:t>
      </w:r>
      <w:r w:rsidR="00530790" w:rsidRPr="005D5566">
        <w:t>C</w:t>
      </w:r>
      <w:r>
        <w:t>’</w:t>
      </w:r>
      <w:r w:rsidR="00530790" w:rsidRPr="005D5566">
        <w:t>est de son mari sans doute</w:t>
      </w:r>
      <w:r>
        <w:t xml:space="preserve">, </w:t>
      </w:r>
      <w:r w:rsidR="00530790" w:rsidRPr="005D5566">
        <w:t>qu</w:t>
      </w:r>
      <w:r>
        <w:t>’</w:t>
      </w:r>
      <w:r w:rsidR="00530790" w:rsidRPr="005D5566">
        <w:t>elle parle</w:t>
      </w:r>
      <w:r>
        <w:t xml:space="preserve"> ! </w:t>
      </w:r>
      <w:r w:rsidR="00530790" w:rsidRPr="005D5566">
        <w:t>se dit la mère</w:t>
      </w:r>
      <w:r>
        <w:t xml:space="preserve">. </w:t>
      </w:r>
      <w:r w:rsidR="00530790" w:rsidRPr="005D5566">
        <w:t>Et elle sourit</w:t>
      </w:r>
      <w:r>
        <w:t>…</w:t>
      </w:r>
    </w:p>
    <w:p w14:paraId="3B644755" w14:textId="77777777" w:rsidR="001C0413" w:rsidRDefault="001C0413" w:rsidP="001C0413">
      <w:r>
        <w:t>— </w:t>
      </w:r>
      <w:r w:rsidR="00530790" w:rsidRPr="005D5566">
        <w:t>Combien de bonheur cet homme m</w:t>
      </w:r>
      <w:r>
        <w:t>’</w:t>
      </w:r>
      <w:r w:rsidR="00530790" w:rsidRPr="005D5566">
        <w:t>a donné</w:t>
      </w:r>
      <w:r>
        <w:t xml:space="preserve"> ! </w:t>
      </w:r>
      <w:r w:rsidR="00530790" w:rsidRPr="005D5566">
        <w:t>continua Sophie à voix basse</w:t>
      </w:r>
      <w:r>
        <w:t xml:space="preserve">, </w:t>
      </w:r>
      <w:r w:rsidR="00530790" w:rsidRPr="005D5566">
        <w:t>accompagnant ses pensées par de légers accords</w:t>
      </w:r>
      <w:r>
        <w:t xml:space="preserve">. </w:t>
      </w:r>
      <w:r w:rsidR="00530790" w:rsidRPr="005D5566">
        <w:t>Comme il savait vivre</w:t>
      </w:r>
      <w:r>
        <w:t xml:space="preserve"> !… </w:t>
      </w:r>
      <w:r w:rsidR="00530790" w:rsidRPr="005D5566">
        <w:t>Constamment la joie</w:t>
      </w:r>
      <w:r>
        <w:t xml:space="preserve">, </w:t>
      </w:r>
      <w:r w:rsidR="00530790" w:rsidRPr="005D5566">
        <w:t>une joie enfantine</w:t>
      </w:r>
      <w:r>
        <w:t xml:space="preserve">, </w:t>
      </w:r>
      <w:r w:rsidR="00530790" w:rsidRPr="005D5566">
        <w:t>vivante</w:t>
      </w:r>
      <w:r>
        <w:t xml:space="preserve">, </w:t>
      </w:r>
      <w:r w:rsidR="00530790" w:rsidRPr="005D5566">
        <w:t>éclatait en lui</w:t>
      </w:r>
      <w:r>
        <w:t>…</w:t>
      </w:r>
    </w:p>
    <w:p w14:paraId="6015C196" w14:textId="77777777" w:rsidR="001C0413" w:rsidRDefault="001C0413" w:rsidP="001C0413">
      <w:r>
        <w:t>— </w:t>
      </w:r>
      <w:r w:rsidR="00530790" w:rsidRPr="005D5566">
        <w:t>Enfantine</w:t>
      </w:r>
      <w:r>
        <w:t xml:space="preserve"> ! </w:t>
      </w:r>
      <w:r w:rsidR="00530790" w:rsidRPr="005D5566">
        <w:t>répéta la mère au-dedans d</w:t>
      </w:r>
      <w:r>
        <w:t>’</w:t>
      </w:r>
      <w:r w:rsidR="00530790" w:rsidRPr="005D5566">
        <w:t>elle-même</w:t>
      </w:r>
      <w:r>
        <w:t>.</w:t>
      </w:r>
    </w:p>
    <w:p w14:paraId="389631E9" w14:textId="77777777" w:rsidR="001C0413" w:rsidRDefault="001C0413" w:rsidP="001C0413">
      <w:r>
        <w:t>— </w:t>
      </w:r>
      <w:r w:rsidR="00530790" w:rsidRPr="005D5566">
        <w:t>Oui</w:t>
      </w:r>
      <w:r>
        <w:t xml:space="preserve"> ! </w:t>
      </w:r>
      <w:r w:rsidR="00530790" w:rsidRPr="005D5566">
        <w:t>dit Nicolas en tourmentant sa petite barbiche</w:t>
      </w:r>
      <w:r>
        <w:t xml:space="preserve">, </w:t>
      </w:r>
      <w:r w:rsidR="00530790" w:rsidRPr="005D5566">
        <w:t>une âme chantante</w:t>
      </w:r>
      <w:r>
        <w:t>…</w:t>
      </w:r>
    </w:p>
    <w:p w14:paraId="6E35BB8C" w14:textId="77777777" w:rsidR="001C0413" w:rsidRDefault="00530790" w:rsidP="001C0413">
      <w:r w:rsidRPr="005D5566">
        <w:t>Sophie jeta sa cigarette allumée</w:t>
      </w:r>
      <w:r w:rsidR="001C0413">
        <w:t xml:space="preserve">, </w:t>
      </w:r>
      <w:r w:rsidRPr="005D5566">
        <w:t>se tourna vers la mère</w:t>
      </w:r>
      <w:r w:rsidR="001C0413">
        <w:t xml:space="preserve">, </w:t>
      </w:r>
      <w:r w:rsidRPr="005D5566">
        <w:t>et lui demanda</w:t>
      </w:r>
      <w:r w:rsidR="001C0413">
        <w:t> :</w:t>
      </w:r>
    </w:p>
    <w:p w14:paraId="3A5B3463" w14:textId="77777777" w:rsidR="001C0413" w:rsidRDefault="001C0413" w:rsidP="001C0413">
      <w:r>
        <w:t>— </w:t>
      </w:r>
      <w:r w:rsidR="00530790" w:rsidRPr="005D5566">
        <w:t>Ce tapage ne vous ennuie pas</w:t>
      </w:r>
      <w:r>
        <w:t> ?</w:t>
      </w:r>
    </w:p>
    <w:p w14:paraId="02793FEB" w14:textId="77777777" w:rsidR="001C0413" w:rsidRDefault="001C0413" w:rsidP="001C0413">
      <w:r>
        <w:t>— </w:t>
      </w:r>
      <w:r w:rsidR="00530790" w:rsidRPr="005D5566">
        <w:t>Je vous ai dit de ne rien me demander</w:t>
      </w:r>
      <w:r>
        <w:t xml:space="preserve">, </w:t>
      </w:r>
      <w:r w:rsidR="00530790" w:rsidRPr="005D5566">
        <w:t>répondit la mère avec un léger mécontentement</w:t>
      </w:r>
      <w:r>
        <w:t xml:space="preserve">, </w:t>
      </w:r>
      <w:r w:rsidR="00530790" w:rsidRPr="005D5566">
        <w:t>qu</w:t>
      </w:r>
      <w:r>
        <w:t>’</w:t>
      </w:r>
      <w:r w:rsidR="00530790" w:rsidRPr="005D5566">
        <w:t>elle ne parvint pas à cacher</w:t>
      </w:r>
      <w:r>
        <w:t xml:space="preserve"> ; </w:t>
      </w:r>
      <w:r w:rsidR="00530790" w:rsidRPr="005D5566">
        <w:t>je ne comprends rien</w:t>
      </w:r>
      <w:r>
        <w:t xml:space="preserve">… </w:t>
      </w:r>
      <w:r w:rsidR="00530790" w:rsidRPr="005D5566">
        <w:t>Je suis là à écouter</w:t>
      </w:r>
      <w:r>
        <w:t xml:space="preserve">, </w:t>
      </w:r>
      <w:r w:rsidR="00530790" w:rsidRPr="005D5566">
        <w:t>à penser</w:t>
      </w:r>
      <w:r>
        <w:t>…</w:t>
      </w:r>
    </w:p>
    <w:p w14:paraId="0DDBB173" w14:textId="77777777" w:rsidR="001C0413" w:rsidRDefault="001C0413" w:rsidP="001C0413">
      <w:r>
        <w:lastRenderedPageBreak/>
        <w:t>— </w:t>
      </w:r>
      <w:r w:rsidR="00530790" w:rsidRPr="005D5566">
        <w:t>Non</w:t>
      </w:r>
      <w:r>
        <w:t xml:space="preserve">, </w:t>
      </w:r>
      <w:r w:rsidR="00530790" w:rsidRPr="005D5566">
        <w:t>il faut que vous compreniez</w:t>
      </w:r>
      <w:r>
        <w:t xml:space="preserve"> ! </w:t>
      </w:r>
      <w:r w:rsidR="00530790" w:rsidRPr="005D5566">
        <w:t>répliqua Sophie</w:t>
      </w:r>
      <w:r>
        <w:t xml:space="preserve">. </w:t>
      </w:r>
      <w:r w:rsidR="00530790" w:rsidRPr="005D5566">
        <w:t>Une femme</w:t>
      </w:r>
      <w:r>
        <w:t xml:space="preserve">, </w:t>
      </w:r>
      <w:r w:rsidR="00530790" w:rsidRPr="005D5566">
        <w:t>surtout si elle est triste</w:t>
      </w:r>
      <w:r>
        <w:t xml:space="preserve">, </w:t>
      </w:r>
      <w:r w:rsidR="00530790" w:rsidRPr="005D5566">
        <w:t>ne peut pas ne pas comprendre la musique</w:t>
      </w:r>
      <w:r>
        <w:t>…</w:t>
      </w:r>
    </w:p>
    <w:p w14:paraId="09C0549C" w14:textId="77777777" w:rsidR="001C0413" w:rsidRDefault="00530790" w:rsidP="001C0413">
      <w:r w:rsidRPr="005D5566">
        <w:t>Elle frappa les touches avec force</w:t>
      </w:r>
      <w:r w:rsidR="001C0413">
        <w:t xml:space="preserve"> ; </w:t>
      </w:r>
      <w:r w:rsidRPr="005D5566">
        <w:t>un cri violent retentit comme si quelqu</w:t>
      </w:r>
      <w:r w:rsidR="001C0413">
        <w:t>’</w:t>
      </w:r>
      <w:r w:rsidRPr="005D5566">
        <w:t>un eût appris une de ces terribles nouvelles qui frappent au cœur et arrachent des plaintes poignantes</w:t>
      </w:r>
      <w:r w:rsidR="001C0413">
        <w:t xml:space="preserve">. </w:t>
      </w:r>
      <w:r w:rsidRPr="005D5566">
        <w:t>Des voix jeunes palpitèrent</w:t>
      </w:r>
      <w:r w:rsidR="001C0413">
        <w:t xml:space="preserve">, </w:t>
      </w:r>
      <w:r w:rsidRPr="005D5566">
        <w:t>effrayées et déconcertées et s</w:t>
      </w:r>
      <w:r w:rsidR="001C0413">
        <w:t>’</w:t>
      </w:r>
      <w:r w:rsidRPr="005D5566">
        <w:t>enfuirent rapides on ne sait où</w:t>
      </w:r>
      <w:r w:rsidR="001C0413">
        <w:t xml:space="preserve"> ; </w:t>
      </w:r>
      <w:r w:rsidRPr="005D5566">
        <w:t>de nouveau</w:t>
      </w:r>
      <w:r w:rsidR="001C0413">
        <w:t xml:space="preserve">, </w:t>
      </w:r>
      <w:r w:rsidRPr="005D5566">
        <w:t>une voix sonore et irritée résonna</w:t>
      </w:r>
      <w:r w:rsidR="001C0413">
        <w:t xml:space="preserve">, </w:t>
      </w:r>
      <w:r w:rsidRPr="005D5566">
        <w:t>couvrant tout le reste</w:t>
      </w:r>
      <w:r w:rsidR="001C0413">
        <w:t xml:space="preserve">… </w:t>
      </w:r>
      <w:r w:rsidRPr="005D5566">
        <w:t>Sans doute un malheur était arrivé</w:t>
      </w:r>
      <w:r w:rsidR="001C0413">
        <w:t xml:space="preserve">, </w:t>
      </w:r>
      <w:r w:rsidRPr="005D5566">
        <w:t>mais excitait la colère</w:t>
      </w:r>
      <w:r w:rsidR="001C0413">
        <w:t xml:space="preserve">… </w:t>
      </w:r>
      <w:r w:rsidRPr="005D5566">
        <w:t>non les gémissements</w:t>
      </w:r>
      <w:r w:rsidR="001C0413">
        <w:t xml:space="preserve">. </w:t>
      </w:r>
      <w:r w:rsidRPr="005D5566">
        <w:t>Puis une autre voix énergique et caressante survint et se mit à chanter une chanson belle et naïve qui persuadait et entraînait</w:t>
      </w:r>
      <w:r w:rsidR="001C0413">
        <w:t xml:space="preserve">. </w:t>
      </w:r>
      <w:r w:rsidRPr="005D5566">
        <w:t>Sourdes et offensées</w:t>
      </w:r>
      <w:r w:rsidR="001C0413">
        <w:t xml:space="preserve">, </w:t>
      </w:r>
      <w:r w:rsidRPr="005D5566">
        <w:t>les voix des basses grondaient</w:t>
      </w:r>
      <w:r w:rsidR="001C0413">
        <w:t>…</w:t>
      </w:r>
    </w:p>
    <w:p w14:paraId="23B300E9" w14:textId="77777777" w:rsidR="001C0413" w:rsidRDefault="00530790" w:rsidP="001C0413">
      <w:r w:rsidRPr="005D5566">
        <w:t>Sophie joua longtemps</w:t>
      </w:r>
      <w:r w:rsidR="001C0413">
        <w:t xml:space="preserve">. </w:t>
      </w:r>
      <w:r w:rsidRPr="005D5566">
        <w:t>La mère était troublée</w:t>
      </w:r>
      <w:r w:rsidR="001C0413">
        <w:t xml:space="preserve">. </w:t>
      </w:r>
      <w:r w:rsidRPr="005D5566">
        <w:t>Elle aurait voulu pouvoir demander de quoi parlait cette musique qui faisait naître en elle des images indistinctes</w:t>
      </w:r>
      <w:r w:rsidR="001C0413">
        <w:t xml:space="preserve">, </w:t>
      </w:r>
      <w:r w:rsidRPr="005D5566">
        <w:t>des sentiments</w:t>
      </w:r>
      <w:r w:rsidR="001C0413">
        <w:t xml:space="preserve">, </w:t>
      </w:r>
      <w:r w:rsidRPr="005D5566">
        <w:t>des pensées sans cesse changeants</w:t>
      </w:r>
      <w:r w:rsidR="001C0413">
        <w:t xml:space="preserve">. </w:t>
      </w:r>
      <w:r w:rsidRPr="005D5566">
        <w:t>Le chagrin et l</w:t>
      </w:r>
      <w:r w:rsidR="001C0413">
        <w:t>’</w:t>
      </w:r>
      <w:r w:rsidRPr="005D5566">
        <w:t>angoisse cédaient la place à des éclairs de joie paisible</w:t>
      </w:r>
      <w:r w:rsidR="001C0413">
        <w:t xml:space="preserve"> ; </w:t>
      </w:r>
      <w:r w:rsidRPr="005D5566">
        <w:t>il semblait qu</w:t>
      </w:r>
      <w:r w:rsidR="001C0413">
        <w:t>’</w:t>
      </w:r>
      <w:r w:rsidRPr="005D5566">
        <w:t>une volée d</w:t>
      </w:r>
      <w:r w:rsidR="001C0413">
        <w:t>’</w:t>
      </w:r>
      <w:r w:rsidRPr="005D5566">
        <w:t>oiseaux invisibles tournoyaient dans la chambre</w:t>
      </w:r>
      <w:r w:rsidR="001C0413">
        <w:t xml:space="preserve">, </w:t>
      </w:r>
      <w:r w:rsidRPr="005D5566">
        <w:t>frôlant le cœur de leurs ailes délicates</w:t>
      </w:r>
      <w:r w:rsidR="001C0413">
        <w:t xml:space="preserve">, </w:t>
      </w:r>
      <w:r w:rsidRPr="005D5566">
        <w:t>chantant gravement quelque chose qui provoquait instinctivement la pensée par des paroles insaisissables</w:t>
      </w:r>
      <w:r w:rsidR="001C0413">
        <w:t xml:space="preserve">, </w:t>
      </w:r>
      <w:r w:rsidRPr="005D5566">
        <w:t>encourageant le cœur par de vagues espérances</w:t>
      </w:r>
      <w:r w:rsidR="001C0413">
        <w:t xml:space="preserve">, </w:t>
      </w:r>
      <w:r w:rsidRPr="005D5566">
        <w:t>l</w:t>
      </w:r>
      <w:r w:rsidR="001C0413">
        <w:t>’</w:t>
      </w:r>
      <w:r w:rsidRPr="005D5566">
        <w:t>emplissant de force et de fraîcheur</w:t>
      </w:r>
      <w:r w:rsidR="001C0413">
        <w:t>.</w:t>
      </w:r>
    </w:p>
    <w:p w14:paraId="3E3CBBD4" w14:textId="77777777" w:rsidR="001C0413" w:rsidRDefault="00530790" w:rsidP="001C0413">
      <w:r w:rsidRPr="005D5566">
        <w:t>Pélaguée ressentait un désir ardent de dire quelque chose de bon à ses deux compagnons</w:t>
      </w:r>
      <w:r w:rsidR="001C0413">
        <w:t xml:space="preserve">. </w:t>
      </w:r>
      <w:r w:rsidRPr="005D5566">
        <w:t>Elle souriait doucement</w:t>
      </w:r>
      <w:r w:rsidR="001C0413">
        <w:t xml:space="preserve">, </w:t>
      </w:r>
      <w:r w:rsidRPr="005D5566">
        <w:t>enivrée par la musique</w:t>
      </w:r>
      <w:r w:rsidR="001C0413">
        <w:t>.</w:t>
      </w:r>
    </w:p>
    <w:p w14:paraId="4FA3BE1D" w14:textId="77777777" w:rsidR="001C0413" w:rsidRDefault="00530790" w:rsidP="001C0413">
      <w:r w:rsidRPr="005D5566">
        <w:t>Cherchant des yeux ce qu</w:t>
      </w:r>
      <w:r w:rsidR="001C0413">
        <w:t>’</w:t>
      </w:r>
      <w:r w:rsidRPr="005D5566">
        <w:t>elle pourrait bien faire</w:t>
      </w:r>
      <w:r w:rsidR="001C0413">
        <w:t xml:space="preserve">, </w:t>
      </w:r>
      <w:r w:rsidRPr="005D5566">
        <w:t>elle s</w:t>
      </w:r>
      <w:r w:rsidR="001C0413">
        <w:t>’</w:t>
      </w:r>
      <w:r w:rsidRPr="005D5566">
        <w:t>en alla à la cuisine sur la pointe des pieds</w:t>
      </w:r>
      <w:r w:rsidR="001C0413">
        <w:t xml:space="preserve">, </w:t>
      </w:r>
      <w:r w:rsidRPr="005D5566">
        <w:t>pour préparer le samovar</w:t>
      </w:r>
      <w:r w:rsidR="001C0413">
        <w:t>.</w:t>
      </w:r>
    </w:p>
    <w:p w14:paraId="2B6003C1" w14:textId="77777777" w:rsidR="001C0413" w:rsidRDefault="00530790" w:rsidP="001C0413">
      <w:r w:rsidRPr="005D5566">
        <w:lastRenderedPageBreak/>
        <w:t>Son désir d</w:t>
      </w:r>
      <w:r w:rsidR="001C0413">
        <w:t>’</w:t>
      </w:r>
      <w:r w:rsidRPr="005D5566">
        <w:t>être utile ne s</w:t>
      </w:r>
      <w:r w:rsidR="001C0413">
        <w:t>’</w:t>
      </w:r>
      <w:r w:rsidRPr="005D5566">
        <w:t>éteignit pas</w:t>
      </w:r>
      <w:r w:rsidR="001C0413">
        <w:t xml:space="preserve"> ; </w:t>
      </w:r>
      <w:r w:rsidRPr="005D5566">
        <w:t>il battait dans son cœur avec une régularité obstinée</w:t>
      </w:r>
      <w:r w:rsidR="001C0413">
        <w:t xml:space="preserve"> ; </w:t>
      </w:r>
      <w:r w:rsidRPr="005D5566">
        <w:t>elle servit le thé avec un sourire embarrassé et ému</w:t>
      </w:r>
      <w:r w:rsidR="001C0413">
        <w:t xml:space="preserve">, </w:t>
      </w:r>
      <w:r w:rsidRPr="005D5566">
        <w:t>comme si elle eût enveloppé son âme avec de tièdes pensées de tendresse</w:t>
      </w:r>
      <w:r w:rsidR="001C0413">
        <w:t xml:space="preserve">, </w:t>
      </w:r>
      <w:r w:rsidRPr="005D5566">
        <w:t>qu</w:t>
      </w:r>
      <w:r w:rsidR="001C0413">
        <w:t>’</w:t>
      </w:r>
      <w:r w:rsidRPr="005D5566">
        <w:t>elle partageait également entre elle et ses compagnons</w:t>
      </w:r>
      <w:r w:rsidR="001C0413">
        <w:t>.</w:t>
      </w:r>
    </w:p>
    <w:p w14:paraId="5863A343" w14:textId="77777777" w:rsidR="001C0413" w:rsidRDefault="001C0413" w:rsidP="001C0413">
      <w:r>
        <w:t>— </w:t>
      </w:r>
      <w:r w:rsidR="00530790" w:rsidRPr="005D5566">
        <w:t>Nous autres gens du peuple</w:t>
      </w:r>
      <w:r>
        <w:t xml:space="preserve">, </w:t>
      </w:r>
      <w:r w:rsidR="00530790" w:rsidRPr="005D5566">
        <w:t>dit-elle</w:t>
      </w:r>
      <w:r>
        <w:t xml:space="preserve">, </w:t>
      </w:r>
      <w:r w:rsidR="00530790" w:rsidRPr="005D5566">
        <w:t>nous sentons tout</w:t>
      </w:r>
      <w:r>
        <w:t xml:space="preserve">, </w:t>
      </w:r>
      <w:r w:rsidR="00530790" w:rsidRPr="005D5566">
        <w:t>mais il nous est difficile de nous exprimer</w:t>
      </w:r>
      <w:r>
        <w:t xml:space="preserve">, </w:t>
      </w:r>
      <w:r w:rsidR="00530790" w:rsidRPr="005D5566">
        <w:t>nos idées sont flottantes</w:t>
      </w:r>
      <w:r>
        <w:t xml:space="preserve"> ; </w:t>
      </w:r>
      <w:r w:rsidR="00530790" w:rsidRPr="005D5566">
        <w:t>nous sommes honteux de ne pouvoir dire ce que nous comprenons</w:t>
      </w:r>
      <w:r>
        <w:t xml:space="preserve">. </w:t>
      </w:r>
      <w:r w:rsidR="00530790" w:rsidRPr="005D5566">
        <w:t>Et souvent</w:t>
      </w:r>
      <w:r>
        <w:t xml:space="preserve">, </w:t>
      </w:r>
      <w:r w:rsidR="00530790" w:rsidRPr="005D5566">
        <w:t>en conscience</w:t>
      </w:r>
      <w:r>
        <w:t xml:space="preserve">, </w:t>
      </w:r>
      <w:r w:rsidR="00530790" w:rsidRPr="005D5566">
        <w:t>nous nous irritons contre nos pensées et aussi contre ceux qui nous les suggèrent</w:t>
      </w:r>
      <w:r>
        <w:t xml:space="preserve">, </w:t>
      </w:r>
      <w:r w:rsidR="00530790" w:rsidRPr="005D5566">
        <w:t>nous nous irritons contre eux et nous les chassons</w:t>
      </w:r>
      <w:r>
        <w:t xml:space="preserve">. </w:t>
      </w:r>
      <w:r w:rsidR="00530790" w:rsidRPr="005D5566">
        <w:t>La vie est agitée</w:t>
      </w:r>
      <w:r>
        <w:t xml:space="preserve"> ; </w:t>
      </w:r>
      <w:r w:rsidR="00530790" w:rsidRPr="005D5566">
        <w:t>de tous côtés</w:t>
      </w:r>
      <w:r>
        <w:t xml:space="preserve">, </w:t>
      </w:r>
      <w:r w:rsidR="00530790" w:rsidRPr="005D5566">
        <w:t>elle nous frappe et nous meurtrit</w:t>
      </w:r>
      <w:r>
        <w:t xml:space="preserve"> ; </w:t>
      </w:r>
      <w:r w:rsidR="00530790" w:rsidRPr="005D5566">
        <w:t>nous voudrions nous reposer</w:t>
      </w:r>
      <w:r>
        <w:t xml:space="preserve">… </w:t>
      </w:r>
      <w:r w:rsidR="00530790" w:rsidRPr="005D5566">
        <w:t>mais les pensées réveillent l</w:t>
      </w:r>
      <w:r>
        <w:t>’</w:t>
      </w:r>
      <w:r w:rsidR="00530790" w:rsidRPr="005D5566">
        <w:t>âme et lui ordonnent de regarder</w:t>
      </w:r>
      <w:r>
        <w:t>…</w:t>
      </w:r>
    </w:p>
    <w:p w14:paraId="6D0D6B84" w14:textId="77777777" w:rsidR="001C0413" w:rsidRDefault="00530790" w:rsidP="001C0413">
      <w:r w:rsidRPr="005D5566">
        <w:t>Nicolas</w:t>
      </w:r>
      <w:r w:rsidR="001C0413">
        <w:t xml:space="preserve">, </w:t>
      </w:r>
      <w:r w:rsidRPr="005D5566">
        <w:t>écoutait en hochant la tête</w:t>
      </w:r>
      <w:r w:rsidR="001C0413">
        <w:t xml:space="preserve"> ; </w:t>
      </w:r>
      <w:r w:rsidRPr="005D5566">
        <w:t>il essuyait ses lunettes d</w:t>
      </w:r>
      <w:r w:rsidR="001C0413">
        <w:t>’</w:t>
      </w:r>
      <w:r w:rsidRPr="005D5566">
        <w:t>un geste saccadé</w:t>
      </w:r>
      <w:r w:rsidR="001C0413">
        <w:t xml:space="preserve"> ; </w:t>
      </w:r>
      <w:r w:rsidRPr="005D5566">
        <w:t>Sophie dévisageait la mère et oubliait sa cigarette éteinte</w:t>
      </w:r>
      <w:r w:rsidR="001C0413">
        <w:t xml:space="preserve">. </w:t>
      </w:r>
      <w:r w:rsidRPr="005D5566">
        <w:t>Elle était toujours assise au piano et en caressait de temps en temps les touches</w:t>
      </w:r>
      <w:r w:rsidR="001C0413">
        <w:t xml:space="preserve">. </w:t>
      </w:r>
      <w:r w:rsidRPr="005D5566">
        <w:t>L</w:t>
      </w:r>
      <w:r w:rsidR="001C0413">
        <w:t>’</w:t>
      </w:r>
      <w:r w:rsidRPr="005D5566">
        <w:t>accord se mêlait doucement aux discours de la mère</w:t>
      </w:r>
      <w:r w:rsidR="001C0413">
        <w:t xml:space="preserve">, </w:t>
      </w:r>
      <w:r w:rsidRPr="005D5566">
        <w:t>qui se hâtait de revêtir ses sentiments de paroles sincères et simples</w:t>
      </w:r>
      <w:r w:rsidR="001C0413">
        <w:t>.</w:t>
      </w:r>
    </w:p>
    <w:p w14:paraId="2D5967AB" w14:textId="77777777" w:rsidR="001C0413" w:rsidRDefault="001C0413" w:rsidP="001C0413">
      <w:r>
        <w:t>— </w:t>
      </w:r>
      <w:r w:rsidR="00530790" w:rsidRPr="005D5566">
        <w:t>Maintenant</w:t>
      </w:r>
      <w:r>
        <w:t xml:space="preserve">, </w:t>
      </w:r>
      <w:r w:rsidR="00530790" w:rsidRPr="005D5566">
        <w:t>je puis un peu parler de moi-même</w:t>
      </w:r>
      <w:r>
        <w:t xml:space="preserve">, </w:t>
      </w:r>
      <w:r w:rsidR="00530790" w:rsidRPr="005D5566">
        <w:t>des miens</w:t>
      </w:r>
      <w:r>
        <w:t xml:space="preserve">… </w:t>
      </w:r>
      <w:r w:rsidR="00530790" w:rsidRPr="005D5566">
        <w:t xml:space="preserve">parce que je comprends la </w:t>
      </w:r>
      <w:r w:rsidR="00530790" w:rsidRPr="005D5566">
        <w:rPr>
          <w:bCs/>
        </w:rPr>
        <w:t>vie</w:t>
      </w:r>
      <w:r>
        <w:rPr>
          <w:bCs/>
        </w:rPr>
        <w:t xml:space="preserve">, </w:t>
      </w:r>
      <w:r w:rsidR="00530790" w:rsidRPr="005D5566">
        <w:rPr>
          <w:bCs/>
        </w:rPr>
        <w:t xml:space="preserve">et </w:t>
      </w:r>
      <w:r w:rsidR="00530790" w:rsidRPr="005D5566">
        <w:t>j</w:t>
      </w:r>
      <w:r>
        <w:t>’</w:t>
      </w:r>
      <w:r w:rsidR="00530790" w:rsidRPr="005D5566">
        <w:t xml:space="preserve">ai commencé à comprendre quand </w:t>
      </w:r>
      <w:r w:rsidR="00530790" w:rsidRPr="005D5566">
        <w:rPr>
          <w:bCs/>
        </w:rPr>
        <w:t>j</w:t>
      </w:r>
      <w:r>
        <w:rPr>
          <w:bCs/>
        </w:rPr>
        <w:t>’</w:t>
      </w:r>
      <w:r w:rsidR="00530790" w:rsidRPr="005D5566">
        <w:rPr>
          <w:bCs/>
        </w:rPr>
        <w:t xml:space="preserve">ai </w:t>
      </w:r>
      <w:r w:rsidR="00530790" w:rsidRPr="005D5566">
        <w:t>pu comparer</w:t>
      </w:r>
      <w:r>
        <w:t xml:space="preserve">. </w:t>
      </w:r>
      <w:r w:rsidR="00530790" w:rsidRPr="005D5566">
        <w:t>Avant</w:t>
      </w:r>
      <w:r>
        <w:t xml:space="preserve">, </w:t>
      </w:r>
      <w:r w:rsidR="00530790" w:rsidRPr="005D5566">
        <w:t>je n</w:t>
      </w:r>
      <w:r>
        <w:t>’</w:t>
      </w:r>
      <w:r w:rsidR="00530790" w:rsidRPr="005D5566">
        <w:t>avais pas de points de comparaison</w:t>
      </w:r>
      <w:r>
        <w:t xml:space="preserve">. </w:t>
      </w:r>
      <w:r w:rsidR="00530790" w:rsidRPr="005D5566">
        <w:t>Dans notre classe</w:t>
      </w:r>
      <w:r>
        <w:t xml:space="preserve">, </w:t>
      </w:r>
      <w:r w:rsidR="00530790" w:rsidRPr="005D5566">
        <w:t>tous vivent de même</w:t>
      </w:r>
      <w:r>
        <w:t xml:space="preserve">. </w:t>
      </w:r>
      <w:r w:rsidR="00530790" w:rsidRPr="005D5566">
        <w:t>Maintenant</w:t>
      </w:r>
      <w:r>
        <w:t xml:space="preserve">, </w:t>
      </w:r>
      <w:r w:rsidR="00530790" w:rsidRPr="005D5566">
        <w:t>je vois comment les autres vivent</w:t>
      </w:r>
      <w:r>
        <w:t xml:space="preserve">, </w:t>
      </w:r>
      <w:r w:rsidR="00530790" w:rsidRPr="005D5566">
        <w:t xml:space="preserve">je me </w:t>
      </w:r>
      <w:r w:rsidR="00530790" w:rsidRPr="005D5566">
        <w:rPr>
          <w:bCs/>
        </w:rPr>
        <w:t xml:space="preserve">rappelle </w:t>
      </w:r>
      <w:r w:rsidR="00530790" w:rsidRPr="005D5566">
        <w:t>comment je vivais moi-même et il m</w:t>
      </w:r>
      <w:r>
        <w:t>’</w:t>
      </w:r>
      <w:r w:rsidR="00530790" w:rsidRPr="005D5566">
        <w:t xml:space="preserve">est dur </w:t>
      </w:r>
      <w:r w:rsidR="00530790" w:rsidRPr="005D5566">
        <w:rPr>
          <w:bCs/>
        </w:rPr>
        <w:t xml:space="preserve">de </w:t>
      </w:r>
      <w:r w:rsidR="00530790" w:rsidRPr="005D5566">
        <w:t>m</w:t>
      </w:r>
      <w:r>
        <w:t>’</w:t>
      </w:r>
      <w:r w:rsidR="00530790" w:rsidRPr="005D5566">
        <w:t>en souvenir</w:t>
      </w:r>
      <w:r>
        <w:t xml:space="preserve">… </w:t>
      </w:r>
      <w:r w:rsidR="00530790" w:rsidRPr="005D5566">
        <w:t>Enfin</w:t>
      </w:r>
      <w:r>
        <w:t xml:space="preserve">, </w:t>
      </w:r>
      <w:r w:rsidR="00530790" w:rsidRPr="005D5566">
        <w:t>on ne revient pas en arrière</w:t>
      </w:r>
      <w:r>
        <w:t xml:space="preserve"> ; </w:t>
      </w:r>
      <w:r w:rsidR="00530790" w:rsidRPr="005D5566">
        <w:t>si même on le faisait</w:t>
      </w:r>
      <w:r>
        <w:t xml:space="preserve">, </w:t>
      </w:r>
      <w:r w:rsidR="00530790" w:rsidRPr="005D5566">
        <w:t>on ne retrouverait pas sa jeunesse</w:t>
      </w:r>
      <w:r>
        <w:t>…</w:t>
      </w:r>
    </w:p>
    <w:p w14:paraId="201448EF" w14:textId="77777777" w:rsidR="001C0413" w:rsidRDefault="00530790" w:rsidP="001C0413">
      <w:r w:rsidRPr="005D5566">
        <w:t>Elle baissa la voix et continua</w:t>
      </w:r>
      <w:r w:rsidR="001C0413">
        <w:t> :</w:t>
      </w:r>
    </w:p>
    <w:p w14:paraId="130E18FF" w14:textId="77777777" w:rsidR="001C0413" w:rsidRDefault="001C0413" w:rsidP="001C0413">
      <w:r>
        <w:lastRenderedPageBreak/>
        <w:t>— </w:t>
      </w:r>
      <w:r w:rsidR="00530790" w:rsidRPr="005D5566">
        <w:t xml:space="preserve">Peut-être que je dis des choses fausses </w:t>
      </w:r>
      <w:r w:rsidR="00530790" w:rsidRPr="005D5566">
        <w:rPr>
          <w:bCs/>
        </w:rPr>
        <w:t xml:space="preserve">eu </w:t>
      </w:r>
      <w:r w:rsidR="00530790" w:rsidRPr="005D5566">
        <w:t>inutiles</w:t>
      </w:r>
      <w:r>
        <w:t xml:space="preserve">, </w:t>
      </w:r>
      <w:r w:rsidR="00530790" w:rsidRPr="005D5566">
        <w:t xml:space="preserve">puisque vous savez tout </w:t>
      </w:r>
      <w:r w:rsidR="00530790" w:rsidRPr="005D5566">
        <w:rPr>
          <w:bCs/>
        </w:rPr>
        <w:t>vous-mêmes</w:t>
      </w:r>
      <w:r>
        <w:rPr>
          <w:rFonts w:eastAsia="Georgia" w:cs="Georgia"/>
          <w:bCs/>
        </w:rPr>
        <w:t xml:space="preserve">… </w:t>
      </w:r>
      <w:r w:rsidR="00530790" w:rsidRPr="005D5566">
        <w:t>mais</w:t>
      </w:r>
      <w:r>
        <w:t xml:space="preserve">, </w:t>
      </w:r>
      <w:r w:rsidR="00530790" w:rsidRPr="005D5566">
        <w:t>voyez-vous</w:t>
      </w:r>
      <w:r>
        <w:t xml:space="preserve">, </w:t>
      </w:r>
      <w:r w:rsidR="00530790" w:rsidRPr="005D5566">
        <w:rPr>
          <w:bCs/>
        </w:rPr>
        <w:t>c</w:t>
      </w:r>
      <w:r>
        <w:t>’</w:t>
      </w:r>
      <w:r w:rsidR="00530790" w:rsidRPr="005D5566">
        <w:t>est de moi que je parle</w:t>
      </w:r>
      <w:r>
        <w:t xml:space="preserve">… </w:t>
      </w:r>
      <w:r w:rsidR="00530790" w:rsidRPr="005D5566">
        <w:t>et c</w:t>
      </w:r>
      <w:r>
        <w:t>’</w:t>
      </w:r>
      <w:r w:rsidR="00530790" w:rsidRPr="005D5566">
        <w:t>est vous qui m</w:t>
      </w:r>
      <w:r>
        <w:t>’</w:t>
      </w:r>
      <w:r w:rsidR="00530790" w:rsidRPr="005D5566">
        <w:t>avez placée à côté de vous</w:t>
      </w:r>
      <w:r>
        <w:t>.</w:t>
      </w:r>
    </w:p>
    <w:p w14:paraId="54200129" w14:textId="77777777" w:rsidR="001C0413" w:rsidRDefault="00530790" w:rsidP="001C0413">
      <w:r w:rsidRPr="005D5566">
        <w:t>Des larmes de joyeuse reconnaissance tremblaient dans sa voix</w:t>
      </w:r>
      <w:r w:rsidR="001C0413">
        <w:t xml:space="preserve"> ; </w:t>
      </w:r>
      <w:r w:rsidRPr="005D5566">
        <w:t xml:space="preserve">elle regarda ses hôtes avec </w:t>
      </w:r>
      <w:r w:rsidRPr="005D5566">
        <w:rPr>
          <w:bCs/>
        </w:rPr>
        <w:t xml:space="preserve">des </w:t>
      </w:r>
      <w:r w:rsidRPr="005D5566">
        <w:t>yeux souriants et reprit</w:t>
      </w:r>
      <w:r w:rsidR="001C0413">
        <w:t> :</w:t>
      </w:r>
    </w:p>
    <w:p w14:paraId="2EEBF51E" w14:textId="77777777" w:rsidR="001C0413" w:rsidRDefault="001C0413" w:rsidP="001C0413">
      <w:r>
        <w:t>— </w:t>
      </w:r>
      <w:r w:rsidR="00530790" w:rsidRPr="005D5566">
        <w:rPr>
          <w:bCs/>
        </w:rPr>
        <w:t xml:space="preserve">Je </w:t>
      </w:r>
      <w:r w:rsidR="00530790" w:rsidRPr="005D5566">
        <w:t xml:space="preserve">voudrais vous ouvrir mon </w:t>
      </w:r>
      <w:r w:rsidR="00530790" w:rsidRPr="005D5566">
        <w:rPr>
          <w:bCs/>
        </w:rPr>
        <w:t xml:space="preserve">cœur </w:t>
      </w:r>
      <w:r w:rsidR="00530790" w:rsidRPr="005D5566">
        <w:t>pour que vous voyiez combien je vous veux de bien</w:t>
      </w:r>
      <w:r>
        <w:t>.</w:t>
      </w:r>
    </w:p>
    <w:p w14:paraId="5846095E" w14:textId="77777777" w:rsidR="001C0413" w:rsidRDefault="001C0413" w:rsidP="001C0413">
      <w:r>
        <w:t>— </w:t>
      </w:r>
      <w:r w:rsidR="00530790" w:rsidRPr="005D5566">
        <w:t>Nous le voyons déjà</w:t>
      </w:r>
      <w:r>
        <w:t xml:space="preserve"> ! </w:t>
      </w:r>
      <w:r w:rsidR="00530790" w:rsidRPr="005D5566">
        <w:t>dit Nicolas avec bonté</w:t>
      </w:r>
      <w:r>
        <w:t xml:space="preserve">. </w:t>
      </w:r>
      <w:r w:rsidR="00530790" w:rsidRPr="005D5566">
        <w:t xml:space="preserve">Et nous sommes heureux de vous </w:t>
      </w:r>
      <w:r w:rsidR="00530790" w:rsidRPr="005D5566">
        <w:rPr>
          <w:bCs/>
        </w:rPr>
        <w:t xml:space="preserve">avoir </w:t>
      </w:r>
      <w:r w:rsidR="00530790" w:rsidRPr="005D5566">
        <w:t>avec nous</w:t>
      </w:r>
      <w:r>
        <w:t>.</w:t>
      </w:r>
    </w:p>
    <w:p w14:paraId="2FDDCB26" w14:textId="77777777" w:rsidR="001C0413" w:rsidRDefault="001C0413" w:rsidP="001C0413">
      <w:r>
        <w:t>— </w:t>
      </w:r>
      <w:r w:rsidR="00530790" w:rsidRPr="005D5566">
        <w:t>Savez-vous ce qu</w:t>
      </w:r>
      <w:r>
        <w:t>’</w:t>
      </w:r>
      <w:r w:rsidR="00530790" w:rsidRPr="005D5566">
        <w:t>il me semble</w:t>
      </w:r>
      <w:r>
        <w:t xml:space="preserve"> ? </w:t>
      </w:r>
      <w:r w:rsidR="00530790" w:rsidRPr="005D5566">
        <w:t>continua</w:t>
      </w:r>
      <w:r w:rsidR="00530790" w:rsidRPr="005D5566">
        <w:rPr>
          <w:bCs/>
        </w:rPr>
        <w:t>-t-elle</w:t>
      </w:r>
      <w:r>
        <w:rPr>
          <w:bCs/>
        </w:rPr>
        <w:t xml:space="preserve">, </w:t>
      </w:r>
      <w:r w:rsidR="00530790" w:rsidRPr="005D5566">
        <w:t xml:space="preserve">toujours à voix basse et en </w:t>
      </w:r>
      <w:r w:rsidR="00530790" w:rsidRPr="005D5566">
        <w:rPr>
          <w:bCs/>
        </w:rPr>
        <w:t>souriant</w:t>
      </w:r>
      <w:r>
        <w:rPr>
          <w:bCs/>
        </w:rPr>
        <w:t xml:space="preserve">, </w:t>
      </w:r>
      <w:r w:rsidR="00530790" w:rsidRPr="005D5566">
        <w:rPr>
          <w:bCs/>
        </w:rPr>
        <w:t xml:space="preserve">il </w:t>
      </w:r>
      <w:r w:rsidR="00530790" w:rsidRPr="005D5566">
        <w:t xml:space="preserve">me </w:t>
      </w:r>
      <w:r w:rsidR="00530790" w:rsidRPr="005D5566">
        <w:rPr>
          <w:bCs/>
        </w:rPr>
        <w:t xml:space="preserve">semble </w:t>
      </w:r>
      <w:r w:rsidR="00530790" w:rsidRPr="005D5566">
        <w:t>que j</w:t>
      </w:r>
      <w:r>
        <w:t>’</w:t>
      </w:r>
      <w:r w:rsidR="00530790" w:rsidRPr="005D5566">
        <w:t>ai trouvé un trésor</w:t>
      </w:r>
      <w:r>
        <w:t xml:space="preserve">, </w:t>
      </w:r>
      <w:r w:rsidR="00530790" w:rsidRPr="005D5566">
        <w:t>que je suis devenue riche</w:t>
      </w:r>
      <w:r>
        <w:t xml:space="preserve">, </w:t>
      </w:r>
      <w:r w:rsidR="00530790" w:rsidRPr="005D5566">
        <w:t>que je puis combler de cadeaux tout le monde</w:t>
      </w:r>
      <w:r>
        <w:t xml:space="preserve">… </w:t>
      </w:r>
      <w:r w:rsidR="00530790" w:rsidRPr="005D5566">
        <w:t>C</w:t>
      </w:r>
      <w:r>
        <w:t>’</w:t>
      </w:r>
      <w:r w:rsidR="00530790" w:rsidRPr="005D5566">
        <w:t xml:space="preserve">est peut-être seulement </w:t>
      </w:r>
      <w:r w:rsidR="00530790" w:rsidRPr="005D5566">
        <w:rPr>
          <w:bCs/>
        </w:rPr>
        <w:t>l</w:t>
      </w:r>
      <w:r>
        <w:rPr>
          <w:bCs/>
        </w:rPr>
        <w:t>’</w:t>
      </w:r>
      <w:r w:rsidR="00530790" w:rsidRPr="005D5566">
        <w:rPr>
          <w:bCs/>
        </w:rPr>
        <w:t xml:space="preserve">effet </w:t>
      </w:r>
      <w:r w:rsidR="00530790" w:rsidRPr="005D5566">
        <w:t>de ma bêtise</w:t>
      </w:r>
      <w:r>
        <w:t>…</w:t>
      </w:r>
    </w:p>
    <w:p w14:paraId="7A9E6C93" w14:textId="77777777" w:rsidR="001C0413" w:rsidRDefault="001C0413" w:rsidP="001C0413">
      <w:r>
        <w:t>— </w:t>
      </w:r>
      <w:r w:rsidR="00530790" w:rsidRPr="005D5566">
        <w:t xml:space="preserve">Ne </w:t>
      </w:r>
      <w:r w:rsidR="00530790" w:rsidRPr="005D5566">
        <w:rPr>
          <w:bCs/>
        </w:rPr>
        <w:t xml:space="preserve">parlez </w:t>
      </w:r>
      <w:r w:rsidR="00530790" w:rsidRPr="005D5566">
        <w:t>pas ainsi</w:t>
      </w:r>
      <w:r>
        <w:t xml:space="preserve"> ! </w:t>
      </w:r>
      <w:r w:rsidR="00530790" w:rsidRPr="005D5566">
        <w:t>dit gravement Sophie</w:t>
      </w:r>
      <w:r>
        <w:t>.</w:t>
      </w:r>
    </w:p>
    <w:p w14:paraId="7AC9DA42" w14:textId="77777777" w:rsidR="001C0413" w:rsidRDefault="00530790" w:rsidP="001C0413">
      <w:r w:rsidRPr="005D5566">
        <w:t>Pélaguée ne pouvait apaiser son désir</w:t>
      </w:r>
      <w:r w:rsidR="001C0413">
        <w:t xml:space="preserve"> ; </w:t>
      </w:r>
      <w:r w:rsidRPr="005D5566">
        <w:t xml:space="preserve">elle leur </w:t>
      </w:r>
      <w:r w:rsidRPr="005D5566">
        <w:rPr>
          <w:bCs/>
        </w:rPr>
        <w:t xml:space="preserve">parla </w:t>
      </w:r>
      <w:r w:rsidRPr="005D5566">
        <w:t xml:space="preserve">encore de ce qui était nouveau pour </w:t>
      </w:r>
      <w:r w:rsidRPr="005D5566">
        <w:rPr>
          <w:bCs/>
        </w:rPr>
        <w:t xml:space="preserve">elle </w:t>
      </w:r>
      <w:r w:rsidRPr="005D5566">
        <w:t>et lui semblait d</w:t>
      </w:r>
      <w:r w:rsidR="001C0413">
        <w:t>’</w:t>
      </w:r>
      <w:r w:rsidRPr="005D5566">
        <w:t>une importance inappréciable</w:t>
      </w:r>
      <w:r w:rsidR="001C0413">
        <w:t xml:space="preserve">. </w:t>
      </w:r>
      <w:r w:rsidRPr="005D5566">
        <w:t xml:space="preserve">Elle leur raconta sa pauvre existence </w:t>
      </w:r>
      <w:r w:rsidRPr="005D5566">
        <w:rPr>
          <w:bCs/>
        </w:rPr>
        <w:t>pleine d</w:t>
      </w:r>
      <w:r w:rsidR="001C0413">
        <w:rPr>
          <w:bCs/>
        </w:rPr>
        <w:t>’</w:t>
      </w:r>
      <w:r w:rsidRPr="005D5566">
        <w:rPr>
          <w:bCs/>
        </w:rPr>
        <w:t xml:space="preserve">humiliations </w:t>
      </w:r>
      <w:r w:rsidRPr="005D5566">
        <w:t>et de souffrance résignée</w:t>
      </w:r>
      <w:r w:rsidR="001C0413">
        <w:t xml:space="preserve"> ; </w:t>
      </w:r>
      <w:r w:rsidRPr="005D5566">
        <w:t>parfois</w:t>
      </w:r>
      <w:r w:rsidR="001C0413">
        <w:t xml:space="preserve">, </w:t>
      </w:r>
      <w:r w:rsidRPr="005D5566">
        <w:t>el</w:t>
      </w:r>
      <w:r w:rsidRPr="005D5566">
        <w:rPr>
          <w:bCs/>
        </w:rPr>
        <w:t xml:space="preserve">le </w:t>
      </w:r>
      <w:r w:rsidRPr="005D5566">
        <w:t>s</w:t>
      </w:r>
      <w:r w:rsidR="001C0413">
        <w:t>’</w:t>
      </w:r>
      <w:r w:rsidRPr="005D5566">
        <w:t>interrompait</w:t>
      </w:r>
      <w:r w:rsidR="001C0413">
        <w:t xml:space="preserve"> ; </w:t>
      </w:r>
      <w:r w:rsidRPr="005D5566">
        <w:rPr>
          <w:bCs/>
        </w:rPr>
        <w:t xml:space="preserve">il </w:t>
      </w:r>
      <w:r w:rsidRPr="005D5566">
        <w:t>lui semblait qu</w:t>
      </w:r>
      <w:r w:rsidR="001C0413">
        <w:t>’</w:t>
      </w:r>
      <w:r w:rsidRPr="005D5566">
        <w:t>elle s</w:t>
      </w:r>
      <w:r w:rsidR="001C0413">
        <w:t>’</w:t>
      </w:r>
      <w:r w:rsidRPr="005D5566">
        <w:t xml:space="preserve">était éloignée </w:t>
      </w:r>
      <w:r w:rsidRPr="005D5566">
        <w:rPr>
          <w:bCs/>
        </w:rPr>
        <w:t>d</w:t>
      </w:r>
      <w:r w:rsidR="001C0413">
        <w:rPr>
          <w:bCs/>
        </w:rPr>
        <w:t>’</w:t>
      </w:r>
      <w:r w:rsidRPr="005D5566">
        <w:rPr>
          <w:bCs/>
        </w:rPr>
        <w:t>elle-même</w:t>
      </w:r>
      <w:r w:rsidR="001C0413">
        <w:rPr>
          <w:bCs/>
        </w:rPr>
        <w:t xml:space="preserve">, </w:t>
      </w:r>
      <w:r w:rsidRPr="005D5566">
        <w:t>qu</w:t>
      </w:r>
      <w:r w:rsidR="001C0413">
        <w:t>’</w:t>
      </w:r>
      <w:r w:rsidRPr="005D5566">
        <w:t>elle parlait d</w:t>
      </w:r>
      <w:r w:rsidR="001C0413">
        <w:t>’</w:t>
      </w:r>
      <w:r w:rsidRPr="005D5566">
        <w:t xml:space="preserve">elle comme de </w:t>
      </w:r>
      <w:r w:rsidRPr="005D5566">
        <w:rPr>
          <w:bCs/>
        </w:rPr>
        <w:t>quelqu</w:t>
      </w:r>
      <w:r w:rsidR="001C0413">
        <w:t>’</w:t>
      </w:r>
      <w:r w:rsidRPr="005D5566">
        <w:t>un d</w:t>
      </w:r>
      <w:r w:rsidR="001C0413">
        <w:t>’</w:t>
      </w:r>
      <w:r w:rsidRPr="005D5566">
        <w:t>autre</w:t>
      </w:r>
      <w:r w:rsidR="001C0413">
        <w:t>…</w:t>
      </w:r>
    </w:p>
    <w:p w14:paraId="6BE45D74" w14:textId="77777777" w:rsidR="001C0413" w:rsidRDefault="00530790" w:rsidP="001C0413">
      <w:r w:rsidRPr="005D5566">
        <w:t>Sans colère</w:t>
      </w:r>
      <w:r w:rsidR="001C0413">
        <w:t xml:space="preserve">, </w:t>
      </w:r>
      <w:r w:rsidRPr="005D5566">
        <w:t xml:space="preserve">avec des mots ordinaires et un </w:t>
      </w:r>
      <w:r w:rsidRPr="005D5566">
        <w:rPr>
          <w:bCs/>
        </w:rPr>
        <w:t xml:space="preserve">sourire </w:t>
      </w:r>
      <w:r w:rsidRPr="005D5566">
        <w:t>de compassion sur les lèvres</w:t>
      </w:r>
      <w:r w:rsidR="001C0413">
        <w:t xml:space="preserve">, </w:t>
      </w:r>
      <w:r w:rsidRPr="005D5566">
        <w:t xml:space="preserve">elle déroulait devant Nicolas et sa sœur </w:t>
      </w:r>
      <w:r w:rsidRPr="005D5566">
        <w:rPr>
          <w:bCs/>
        </w:rPr>
        <w:t>l</w:t>
      </w:r>
      <w:r w:rsidR="001C0413">
        <w:t>’</w:t>
      </w:r>
      <w:r w:rsidRPr="005D5566">
        <w:t>histoire monotone et grise de ses tristes jours</w:t>
      </w:r>
      <w:r w:rsidR="001C0413">
        <w:t xml:space="preserve">, </w:t>
      </w:r>
      <w:r w:rsidRPr="005D5566">
        <w:t>dénombrant les coups reçus de son mari</w:t>
      </w:r>
      <w:r w:rsidR="001C0413">
        <w:t xml:space="preserve">, </w:t>
      </w:r>
      <w:r w:rsidRPr="005D5566">
        <w:t xml:space="preserve">étonnée elle-même de la </w:t>
      </w:r>
      <w:r w:rsidRPr="005D5566">
        <w:lastRenderedPageBreak/>
        <w:t>futilité des prétextes qui les amenaient</w:t>
      </w:r>
      <w:r w:rsidR="001C0413">
        <w:t xml:space="preserve">, </w:t>
      </w:r>
      <w:r w:rsidRPr="005D5566">
        <w:t>étonnée de n</w:t>
      </w:r>
      <w:r w:rsidR="001C0413">
        <w:t>’</w:t>
      </w:r>
      <w:r w:rsidRPr="005D5566">
        <w:t>avoir pas su les éviter</w:t>
      </w:r>
      <w:r w:rsidR="001C0413">
        <w:t>…</w:t>
      </w:r>
    </w:p>
    <w:p w14:paraId="2849D071" w14:textId="77777777" w:rsidR="001C0413" w:rsidRDefault="00530790" w:rsidP="001C0413">
      <w:r w:rsidRPr="005D5566">
        <w:t xml:space="preserve">Nicolas et Sophie </w:t>
      </w:r>
      <w:r w:rsidRPr="005D5566">
        <w:rPr>
          <w:bCs/>
        </w:rPr>
        <w:t>l</w:t>
      </w:r>
      <w:r w:rsidR="001C0413">
        <w:rPr>
          <w:bCs/>
        </w:rPr>
        <w:t>’</w:t>
      </w:r>
      <w:r w:rsidRPr="005D5566">
        <w:rPr>
          <w:bCs/>
        </w:rPr>
        <w:t xml:space="preserve">écoutaient </w:t>
      </w:r>
      <w:r w:rsidRPr="005D5566">
        <w:t>en silence</w:t>
      </w:r>
      <w:r w:rsidR="001C0413">
        <w:t xml:space="preserve">, </w:t>
      </w:r>
      <w:r w:rsidRPr="005D5566">
        <w:rPr>
          <w:bCs/>
        </w:rPr>
        <w:t>attentivement</w:t>
      </w:r>
      <w:r w:rsidR="001C0413">
        <w:rPr>
          <w:bCs/>
        </w:rPr>
        <w:t xml:space="preserve"> ; </w:t>
      </w:r>
      <w:r w:rsidRPr="005D5566">
        <w:t>ils étaient écrasés par le sens profond de cette histoire d</w:t>
      </w:r>
      <w:r w:rsidR="001C0413">
        <w:t>’</w:t>
      </w:r>
      <w:r w:rsidRPr="005D5566">
        <w:t xml:space="preserve">un être humain que </w:t>
      </w:r>
      <w:r w:rsidRPr="005D5566">
        <w:rPr>
          <w:bCs/>
        </w:rPr>
        <w:t>l</w:t>
      </w:r>
      <w:r w:rsidR="001C0413">
        <w:t>’</w:t>
      </w:r>
      <w:r w:rsidRPr="005D5566">
        <w:t xml:space="preserve">on </w:t>
      </w:r>
      <w:r w:rsidRPr="005D5566">
        <w:rPr>
          <w:bCs/>
        </w:rPr>
        <w:t xml:space="preserve">traitait </w:t>
      </w:r>
      <w:r w:rsidRPr="005D5566">
        <w:t>comme une bête</w:t>
      </w:r>
      <w:r w:rsidR="001C0413">
        <w:t xml:space="preserve">, </w:t>
      </w:r>
      <w:r w:rsidRPr="005D5566">
        <w:t>et qui pendant longtemps n</w:t>
      </w:r>
      <w:r w:rsidR="001C0413">
        <w:t>’</w:t>
      </w:r>
      <w:r w:rsidRPr="005D5566">
        <w:t>avait pas senti l</w:t>
      </w:r>
      <w:r w:rsidR="001C0413">
        <w:t>’</w:t>
      </w:r>
      <w:r w:rsidRPr="005D5566">
        <w:t>injustice de la situation</w:t>
      </w:r>
      <w:r w:rsidR="001C0413">
        <w:t xml:space="preserve">, </w:t>
      </w:r>
      <w:r w:rsidRPr="005D5566">
        <w:t>n</w:t>
      </w:r>
      <w:r w:rsidR="001C0413">
        <w:t>’</w:t>
      </w:r>
      <w:r w:rsidRPr="005D5566">
        <w:t>avait pas murmuré</w:t>
      </w:r>
      <w:r w:rsidR="001C0413">
        <w:t xml:space="preserve">. </w:t>
      </w:r>
      <w:r w:rsidRPr="005D5566">
        <w:t>Il leur semblait que des milliers de vies parlaient par la bouche de la mère</w:t>
      </w:r>
      <w:r w:rsidR="001C0413">
        <w:t xml:space="preserve"> ; </w:t>
      </w:r>
      <w:r w:rsidRPr="005D5566">
        <w:t>tout était banal et quelconque dans cette existence</w:t>
      </w:r>
      <w:r w:rsidR="001C0413">
        <w:t xml:space="preserve">, </w:t>
      </w:r>
      <w:r w:rsidRPr="005D5566">
        <w:t>mais il y avait une quantité innombrable de gens sur la terre qui menaient ce genre de vie</w:t>
      </w:r>
      <w:r w:rsidR="001C0413">
        <w:t xml:space="preserve">… </w:t>
      </w:r>
      <w:r w:rsidRPr="005D5566">
        <w:rPr>
          <w:bCs/>
        </w:rPr>
        <w:t>Et</w:t>
      </w:r>
      <w:r w:rsidR="001C0413">
        <w:rPr>
          <w:bCs/>
        </w:rPr>
        <w:t xml:space="preserve">, </w:t>
      </w:r>
      <w:r w:rsidRPr="005D5566">
        <w:t>s</w:t>
      </w:r>
      <w:r w:rsidR="001C0413">
        <w:t>’</w:t>
      </w:r>
      <w:r w:rsidRPr="005D5566">
        <w:t>élargissant sans cesse sous leurs yeux</w:t>
      </w:r>
      <w:r w:rsidR="001C0413">
        <w:t xml:space="preserve">, </w:t>
      </w:r>
      <w:r w:rsidRPr="005D5566">
        <w:t>l</w:t>
      </w:r>
      <w:r w:rsidR="001C0413">
        <w:t>’</w:t>
      </w:r>
      <w:r w:rsidRPr="005D5566">
        <w:t>histoire de la mère prenait l</w:t>
      </w:r>
      <w:r w:rsidR="001C0413">
        <w:t>’</w:t>
      </w:r>
      <w:r w:rsidRPr="005D5566">
        <w:t>importance d</w:t>
      </w:r>
      <w:r w:rsidR="001C0413">
        <w:t>’</w:t>
      </w:r>
      <w:r w:rsidRPr="005D5566">
        <w:t>un symbole</w:t>
      </w:r>
      <w:r w:rsidR="001C0413">
        <w:t xml:space="preserve">… </w:t>
      </w:r>
      <w:r w:rsidRPr="005D5566">
        <w:t>Nicolas</w:t>
      </w:r>
      <w:r w:rsidR="001C0413">
        <w:t xml:space="preserve">, </w:t>
      </w:r>
      <w:r w:rsidRPr="005D5566">
        <w:t>accoudé à la table</w:t>
      </w:r>
      <w:r w:rsidR="001C0413">
        <w:t xml:space="preserve">, </w:t>
      </w:r>
      <w:r w:rsidRPr="005D5566">
        <w:t>soutenait sa tête dans la paume de ses mains</w:t>
      </w:r>
      <w:r w:rsidR="001C0413">
        <w:t xml:space="preserve"> ; </w:t>
      </w:r>
      <w:r w:rsidRPr="005D5566">
        <w:t>il restait immobile</w:t>
      </w:r>
      <w:r w:rsidR="001C0413">
        <w:t xml:space="preserve">, </w:t>
      </w:r>
      <w:r w:rsidRPr="005D5566">
        <w:t>contemplant la mère au travers de ses lunettes avec des yeux clignotants d</w:t>
      </w:r>
      <w:r w:rsidR="001C0413">
        <w:rPr>
          <w:bCs/>
        </w:rPr>
        <w:t>’</w:t>
      </w:r>
      <w:r w:rsidRPr="005D5566">
        <w:rPr>
          <w:bCs/>
        </w:rPr>
        <w:t>at</w:t>
      </w:r>
      <w:r w:rsidRPr="005D5566">
        <w:t>tention</w:t>
      </w:r>
      <w:r w:rsidR="001C0413">
        <w:t xml:space="preserve">. </w:t>
      </w:r>
      <w:r w:rsidRPr="005D5566">
        <w:t>Sophie</w:t>
      </w:r>
      <w:r w:rsidR="001C0413">
        <w:t xml:space="preserve">, </w:t>
      </w:r>
      <w:r w:rsidRPr="005D5566">
        <w:t>appuyée au dossier de la chaise</w:t>
      </w:r>
      <w:r w:rsidR="001C0413">
        <w:t xml:space="preserve">, </w:t>
      </w:r>
      <w:r w:rsidRPr="005D5566">
        <w:t>frémissait</w:t>
      </w:r>
      <w:r w:rsidR="001C0413">
        <w:t xml:space="preserve">, </w:t>
      </w:r>
      <w:r w:rsidRPr="005D5566">
        <w:t>murmurant de temps à autre on ne sait quoi et hochant négativement la tête</w:t>
      </w:r>
      <w:r w:rsidR="001C0413">
        <w:t xml:space="preserve">. </w:t>
      </w:r>
      <w:r w:rsidRPr="005D5566">
        <w:t>Elle ne fumait plus</w:t>
      </w:r>
      <w:r w:rsidR="001C0413">
        <w:t xml:space="preserve"> ; </w:t>
      </w:r>
      <w:r w:rsidRPr="005D5566">
        <w:t>son visage semblait encore plus maigre et pâle</w:t>
      </w:r>
      <w:r w:rsidR="001C0413">
        <w:t>.</w:t>
      </w:r>
    </w:p>
    <w:p w14:paraId="2D77BF91" w14:textId="77777777" w:rsidR="001C0413" w:rsidRDefault="001C0413" w:rsidP="001C0413">
      <w:r>
        <w:t>— </w:t>
      </w:r>
      <w:r w:rsidR="00530790" w:rsidRPr="005D5566">
        <w:t>Une fois</w:t>
      </w:r>
      <w:r>
        <w:t xml:space="preserve">, </w:t>
      </w:r>
      <w:r w:rsidR="00530790" w:rsidRPr="005D5566">
        <w:t>je me suis sentie malheureuse</w:t>
      </w:r>
      <w:r>
        <w:t xml:space="preserve">, </w:t>
      </w:r>
      <w:r w:rsidR="00530790" w:rsidRPr="005D5566">
        <w:t>il me semblait que ma vie n</w:t>
      </w:r>
      <w:r>
        <w:t>’</w:t>
      </w:r>
      <w:r w:rsidR="00530790" w:rsidRPr="005D5566">
        <w:t>était qu</w:t>
      </w:r>
      <w:r>
        <w:t>’</w:t>
      </w:r>
      <w:r w:rsidR="00530790" w:rsidRPr="005D5566">
        <w:t>un délire</w:t>
      </w:r>
      <w:r>
        <w:t xml:space="preserve">, </w:t>
      </w:r>
      <w:r w:rsidR="00530790" w:rsidRPr="005D5566">
        <w:t>dit-elle à voix basse</w:t>
      </w:r>
      <w:r>
        <w:t xml:space="preserve">. </w:t>
      </w:r>
      <w:r w:rsidR="00530790" w:rsidRPr="005D5566">
        <w:t>C</w:t>
      </w:r>
      <w:r>
        <w:t>’</w:t>
      </w:r>
      <w:r w:rsidR="00530790" w:rsidRPr="005D5566">
        <w:t>était en exil</w:t>
      </w:r>
      <w:r>
        <w:t xml:space="preserve">, </w:t>
      </w:r>
      <w:r w:rsidR="00530790" w:rsidRPr="005D5566">
        <w:t>dans une misérable bourgade de province</w:t>
      </w:r>
      <w:r>
        <w:t xml:space="preserve">, </w:t>
      </w:r>
      <w:r w:rsidR="00530790" w:rsidRPr="005D5566">
        <w:t>où je n</w:t>
      </w:r>
      <w:r>
        <w:t>’</w:t>
      </w:r>
      <w:r w:rsidR="00530790" w:rsidRPr="005D5566">
        <w:t>avais rien à faire</w:t>
      </w:r>
      <w:r>
        <w:t xml:space="preserve">, </w:t>
      </w:r>
      <w:r w:rsidR="00530790" w:rsidRPr="005D5566">
        <w:t>personne à qui penser</w:t>
      </w:r>
      <w:r>
        <w:t xml:space="preserve">, </w:t>
      </w:r>
      <w:r w:rsidR="00530790" w:rsidRPr="005D5566">
        <w:t>excepté moi-même</w:t>
      </w:r>
      <w:r>
        <w:t xml:space="preserve">… </w:t>
      </w:r>
      <w:r w:rsidR="00530790" w:rsidRPr="005D5566">
        <w:t>Par oisiveté</w:t>
      </w:r>
      <w:r>
        <w:t xml:space="preserve">, </w:t>
      </w:r>
      <w:r w:rsidR="00530790" w:rsidRPr="005D5566">
        <w:t>je me mis à additionner tous mes malheurs</w:t>
      </w:r>
      <w:r>
        <w:t xml:space="preserve">, </w:t>
      </w:r>
      <w:r w:rsidR="00530790" w:rsidRPr="005D5566">
        <w:t>à les passer en revue</w:t>
      </w:r>
      <w:r>
        <w:t xml:space="preserve"> : </w:t>
      </w:r>
      <w:r w:rsidR="00530790" w:rsidRPr="005D5566">
        <w:t>je m</w:t>
      </w:r>
      <w:r>
        <w:t>’</w:t>
      </w:r>
      <w:r w:rsidR="00530790" w:rsidRPr="005D5566">
        <w:t>étais querellée</w:t>
      </w:r>
      <w:r>
        <w:t xml:space="preserve">, </w:t>
      </w:r>
      <w:r w:rsidR="00530790" w:rsidRPr="005D5566">
        <w:t>avec mon père que j</w:t>
      </w:r>
      <w:r>
        <w:t>’</w:t>
      </w:r>
      <w:r w:rsidR="00530790" w:rsidRPr="005D5566">
        <w:t>aimais</w:t>
      </w:r>
      <w:r>
        <w:t xml:space="preserve">, </w:t>
      </w:r>
      <w:r w:rsidR="00530790" w:rsidRPr="005D5566">
        <w:t>on m</w:t>
      </w:r>
      <w:r>
        <w:t>’</w:t>
      </w:r>
      <w:r w:rsidR="00530790" w:rsidRPr="005D5566">
        <w:t>avait chassée du gymnase parce que je lisais des livres défendus</w:t>
      </w:r>
      <w:r>
        <w:t xml:space="preserve"> ; </w:t>
      </w:r>
      <w:r w:rsidR="00530790" w:rsidRPr="005D5566">
        <w:t>puis vint la prison</w:t>
      </w:r>
      <w:r>
        <w:t xml:space="preserve">, </w:t>
      </w:r>
      <w:r w:rsidR="00530790" w:rsidRPr="005D5566">
        <w:t>la trahison d</w:t>
      </w:r>
      <w:r>
        <w:t>’</w:t>
      </w:r>
      <w:r w:rsidR="00530790" w:rsidRPr="005D5566">
        <w:t>un camarade qui m</w:t>
      </w:r>
      <w:r>
        <w:t>’</w:t>
      </w:r>
      <w:r w:rsidR="00530790" w:rsidRPr="005D5566">
        <w:t>était cher</w:t>
      </w:r>
      <w:r>
        <w:t xml:space="preserve">, </w:t>
      </w:r>
      <w:r w:rsidR="00530790" w:rsidRPr="005D5566">
        <w:t>l</w:t>
      </w:r>
      <w:r>
        <w:t>’</w:t>
      </w:r>
      <w:r w:rsidR="00530790" w:rsidRPr="005D5566">
        <w:t>arrestation de mon mari</w:t>
      </w:r>
      <w:r>
        <w:t xml:space="preserve">, </w:t>
      </w:r>
      <w:r w:rsidR="00530790" w:rsidRPr="005D5566">
        <w:t>de nouveau la prison et l</w:t>
      </w:r>
      <w:r>
        <w:t>’</w:t>
      </w:r>
      <w:r w:rsidR="00530790" w:rsidRPr="005D5566">
        <w:t>exil</w:t>
      </w:r>
      <w:r>
        <w:t xml:space="preserve">, </w:t>
      </w:r>
      <w:r w:rsidR="00530790" w:rsidRPr="005D5566">
        <w:t>la mort de mon mari</w:t>
      </w:r>
      <w:r>
        <w:t xml:space="preserve">… </w:t>
      </w:r>
      <w:r w:rsidR="00530790" w:rsidRPr="005D5566">
        <w:t>Et il me semblait alors que la créature la plus malheureuse de la terre</w:t>
      </w:r>
      <w:r>
        <w:t xml:space="preserve">, </w:t>
      </w:r>
      <w:r w:rsidR="00530790" w:rsidRPr="005D5566">
        <w:t>c</w:t>
      </w:r>
      <w:r>
        <w:t>’</w:t>
      </w:r>
      <w:r w:rsidR="00530790" w:rsidRPr="005D5566">
        <w:t>était moi</w:t>
      </w:r>
      <w:r>
        <w:t xml:space="preserve">… </w:t>
      </w:r>
      <w:r w:rsidR="00530790" w:rsidRPr="005D5566">
        <w:t>Mais tous mes malheurs juxtaposés et décuplés ne valent</w:t>
      </w:r>
      <w:r>
        <w:t xml:space="preserve">, </w:t>
      </w:r>
      <w:r w:rsidR="00530790" w:rsidRPr="005D5566">
        <w:t>pas un mois de votre vie</w:t>
      </w:r>
      <w:r>
        <w:t xml:space="preserve">, </w:t>
      </w:r>
      <w:r w:rsidR="00530790" w:rsidRPr="005D5566">
        <w:t>mère</w:t>
      </w:r>
      <w:r>
        <w:t xml:space="preserve">… </w:t>
      </w:r>
      <w:r w:rsidR="00530790" w:rsidRPr="005D5566">
        <w:t>non</w:t>
      </w:r>
      <w:r>
        <w:t xml:space="preserve"> ! </w:t>
      </w:r>
      <w:r w:rsidR="00530790" w:rsidRPr="005D5566">
        <w:t xml:space="preserve">Cette torture </w:t>
      </w:r>
      <w:r w:rsidR="00530790" w:rsidRPr="005D5566">
        <w:lastRenderedPageBreak/>
        <w:t>journalière pendant des années consécutives</w:t>
      </w:r>
      <w:r>
        <w:t xml:space="preserve">… </w:t>
      </w:r>
      <w:r w:rsidR="00530790" w:rsidRPr="005D5566">
        <w:t>Où les pauvres prennent-ils la force de souffrir</w:t>
      </w:r>
      <w:r>
        <w:t> ?</w:t>
      </w:r>
    </w:p>
    <w:p w14:paraId="334EC488" w14:textId="77777777" w:rsidR="001C0413" w:rsidRDefault="001C0413" w:rsidP="001C0413">
      <w:r>
        <w:t>— </w:t>
      </w:r>
      <w:r w:rsidR="00530790" w:rsidRPr="005D5566">
        <w:t>Ils s</w:t>
      </w:r>
      <w:r>
        <w:t>’</w:t>
      </w:r>
      <w:r w:rsidR="00530790" w:rsidRPr="005D5566">
        <w:t>y habituent</w:t>
      </w:r>
      <w:r>
        <w:t xml:space="preserve"> ! </w:t>
      </w:r>
      <w:r w:rsidR="00530790" w:rsidRPr="005D5566">
        <w:t>répliqua la mère en soupirant</w:t>
      </w:r>
      <w:r>
        <w:t>.</w:t>
      </w:r>
    </w:p>
    <w:p w14:paraId="119EA83E" w14:textId="77777777" w:rsidR="001C0413" w:rsidRDefault="001C0413" w:rsidP="001C0413">
      <w:r>
        <w:t>— </w:t>
      </w:r>
      <w:r w:rsidR="00530790" w:rsidRPr="005D5566">
        <w:t>Je croyais que je connaissais cette vie</w:t>
      </w:r>
      <w:r>
        <w:t xml:space="preserve"> ! </w:t>
      </w:r>
      <w:r w:rsidR="00530790" w:rsidRPr="005D5566">
        <w:t>dit Nicolas pensif</w:t>
      </w:r>
      <w:r>
        <w:t xml:space="preserve">. </w:t>
      </w:r>
      <w:r w:rsidR="00530790" w:rsidRPr="005D5566">
        <w:t>Et quand ce n</w:t>
      </w:r>
      <w:r>
        <w:t>’</w:t>
      </w:r>
      <w:r w:rsidR="00530790" w:rsidRPr="005D5566">
        <w:t>est plus des impressions détachées</w:t>
      </w:r>
      <w:r>
        <w:t xml:space="preserve">, </w:t>
      </w:r>
      <w:r w:rsidR="00530790" w:rsidRPr="005D5566">
        <w:t>un livre qui en parle</w:t>
      </w:r>
      <w:r>
        <w:t xml:space="preserve">, </w:t>
      </w:r>
      <w:r w:rsidR="00530790" w:rsidRPr="005D5566">
        <w:t>mais un être humain en personne</w:t>
      </w:r>
      <w:r>
        <w:t xml:space="preserve">, </w:t>
      </w:r>
      <w:r w:rsidR="00530790" w:rsidRPr="005D5566">
        <w:t>c</w:t>
      </w:r>
      <w:r>
        <w:t>’</w:t>
      </w:r>
      <w:r w:rsidR="00530790" w:rsidRPr="005D5566">
        <w:t>est terrible</w:t>
      </w:r>
      <w:r>
        <w:t xml:space="preserve"> ! </w:t>
      </w:r>
      <w:r w:rsidR="00530790" w:rsidRPr="005D5566">
        <w:t>Et les détails aussi sont terribles</w:t>
      </w:r>
      <w:r>
        <w:t xml:space="preserve">, </w:t>
      </w:r>
      <w:r w:rsidR="00530790" w:rsidRPr="005D5566">
        <w:t>les riens mêmes</w:t>
      </w:r>
      <w:r>
        <w:t xml:space="preserve">, </w:t>
      </w:r>
      <w:r w:rsidR="00530790" w:rsidRPr="005D5566">
        <w:t>les secondes</w:t>
      </w:r>
      <w:r>
        <w:t xml:space="preserve">, </w:t>
      </w:r>
      <w:r w:rsidR="00530790" w:rsidRPr="005D5566">
        <w:t>qui forment les années</w:t>
      </w:r>
      <w:r>
        <w:t>…</w:t>
      </w:r>
    </w:p>
    <w:p w14:paraId="04EAC497" w14:textId="77777777" w:rsidR="001C0413" w:rsidRDefault="00530790" w:rsidP="001C0413">
      <w:r w:rsidRPr="005D5566">
        <w:t>La conversation se déroulait à mi-voix</w:t>
      </w:r>
      <w:r w:rsidR="001C0413">
        <w:t xml:space="preserve">. </w:t>
      </w:r>
      <w:r w:rsidRPr="005D5566">
        <w:t>La mère</w:t>
      </w:r>
      <w:r w:rsidR="001C0413">
        <w:t xml:space="preserve">, </w:t>
      </w:r>
      <w:r w:rsidRPr="005D5566">
        <w:t>plongée dans ses souvenirs</w:t>
      </w:r>
      <w:r w:rsidR="001C0413">
        <w:t xml:space="preserve">, </w:t>
      </w:r>
      <w:r w:rsidRPr="005D5566">
        <w:t>tirait du crépuscule de son passé les humiliations mesquines et journalières</w:t>
      </w:r>
      <w:r w:rsidR="001C0413">
        <w:t xml:space="preserve">, </w:t>
      </w:r>
      <w:r w:rsidRPr="005D5566">
        <w:t>elle composait un sombre tableau d</w:t>
      </w:r>
      <w:r w:rsidR="001C0413">
        <w:t>’</w:t>
      </w:r>
      <w:r w:rsidRPr="005D5566">
        <w:t xml:space="preserve">horreur muet et </w:t>
      </w:r>
      <w:r w:rsidRPr="005D5566">
        <w:rPr>
          <w:bCs/>
        </w:rPr>
        <w:t>im</w:t>
      </w:r>
      <w:r w:rsidRPr="005D5566">
        <w:t>mense</w:t>
      </w:r>
      <w:r w:rsidR="001C0413">
        <w:t xml:space="preserve">, </w:t>
      </w:r>
      <w:r w:rsidRPr="005D5566">
        <w:t>où sa jeunesse se noyait</w:t>
      </w:r>
      <w:r w:rsidR="001C0413">
        <w:t xml:space="preserve">. </w:t>
      </w:r>
      <w:r w:rsidRPr="005D5566">
        <w:t>Tout à coup</w:t>
      </w:r>
      <w:r w:rsidR="001C0413">
        <w:t xml:space="preserve">, </w:t>
      </w:r>
      <w:r w:rsidRPr="005D5566">
        <w:t>elle s</w:t>
      </w:r>
      <w:r w:rsidR="001C0413">
        <w:t>’</w:t>
      </w:r>
      <w:r w:rsidRPr="005D5566">
        <w:t>écria</w:t>
      </w:r>
      <w:r w:rsidR="001C0413">
        <w:t> :</w:t>
      </w:r>
    </w:p>
    <w:p w14:paraId="20D671E6" w14:textId="77777777" w:rsidR="001C0413" w:rsidRDefault="001C0413" w:rsidP="001C0413">
      <w:r>
        <w:t>— </w:t>
      </w:r>
      <w:r w:rsidR="00530790" w:rsidRPr="005D5566">
        <w:t>Oh</w:t>
      </w:r>
      <w:r>
        <w:t xml:space="preserve"> ! </w:t>
      </w:r>
      <w:r w:rsidR="00530790" w:rsidRPr="005D5566">
        <w:t>ai-je assez radoté</w:t>
      </w:r>
      <w:r>
        <w:t xml:space="preserve"> ! </w:t>
      </w:r>
      <w:r w:rsidR="00530790" w:rsidRPr="005D5566">
        <w:t>C</w:t>
      </w:r>
      <w:r>
        <w:t>’</w:t>
      </w:r>
      <w:r w:rsidR="00530790" w:rsidRPr="005D5566">
        <w:t>est le moment d</w:t>
      </w:r>
      <w:r>
        <w:t>’</w:t>
      </w:r>
      <w:r w:rsidR="00530790" w:rsidRPr="005D5566">
        <w:t>aller nous coucher</w:t>
      </w:r>
      <w:r>
        <w:t xml:space="preserve"> ! </w:t>
      </w:r>
      <w:r w:rsidR="00530790" w:rsidRPr="005D5566">
        <w:t>Il est impossible de tout redire</w:t>
      </w:r>
      <w:r>
        <w:t>.</w:t>
      </w:r>
    </w:p>
    <w:p w14:paraId="6510948F" w14:textId="77777777" w:rsidR="001C0413" w:rsidRDefault="00530790" w:rsidP="001C0413">
      <w:r w:rsidRPr="005D5566">
        <w:t>Nicolas s</w:t>
      </w:r>
      <w:r w:rsidR="001C0413">
        <w:t>’</w:t>
      </w:r>
      <w:r w:rsidRPr="005D5566">
        <w:t>inclina devant elle plus bas que de coutume et lui serra la main avec plus de fore</w:t>
      </w:r>
      <w:r w:rsidR="001C0413">
        <w:t xml:space="preserve"> ; </w:t>
      </w:r>
      <w:r w:rsidRPr="005D5566">
        <w:t>Sophie l</w:t>
      </w:r>
      <w:r w:rsidR="001C0413">
        <w:t>’</w:t>
      </w:r>
      <w:r w:rsidRPr="005D5566">
        <w:t>accompagna jusqu</w:t>
      </w:r>
      <w:r w:rsidR="001C0413">
        <w:t>’</w:t>
      </w:r>
      <w:r w:rsidRPr="005D5566">
        <w:t>au seuil de sa chambre</w:t>
      </w:r>
      <w:r w:rsidR="001C0413">
        <w:t xml:space="preserve"> ; </w:t>
      </w:r>
      <w:r w:rsidRPr="005D5566">
        <w:t>là</w:t>
      </w:r>
      <w:r w:rsidR="001C0413">
        <w:t xml:space="preserve">, </w:t>
      </w:r>
      <w:r w:rsidRPr="005D5566">
        <w:t>elle s</w:t>
      </w:r>
      <w:r w:rsidR="001C0413">
        <w:t>’</w:t>
      </w:r>
      <w:r w:rsidRPr="005D5566">
        <w:t>arrêta et dit à voix basse</w:t>
      </w:r>
      <w:r w:rsidR="001C0413">
        <w:t> :</w:t>
      </w:r>
    </w:p>
    <w:p w14:paraId="12540055" w14:textId="77777777" w:rsidR="001C0413" w:rsidRDefault="001C0413" w:rsidP="001C0413">
      <w:r>
        <w:t>— </w:t>
      </w:r>
      <w:r w:rsidR="00530790" w:rsidRPr="005D5566">
        <w:t>Reposez-vous</w:t>
      </w:r>
      <w:r>
        <w:t xml:space="preserve"> !… </w:t>
      </w:r>
      <w:r w:rsidR="00530790" w:rsidRPr="005D5566">
        <w:t>Bonne nuit</w:t>
      </w:r>
      <w:r>
        <w:t> !</w:t>
      </w:r>
    </w:p>
    <w:p w14:paraId="2195E89D" w14:textId="77777777" w:rsidR="001C0413" w:rsidRDefault="00530790" w:rsidP="001C0413">
      <w:r w:rsidRPr="005D5566">
        <w:t>Sa voix était chaleureuse</w:t>
      </w:r>
      <w:r w:rsidR="001C0413">
        <w:t xml:space="preserve">. </w:t>
      </w:r>
      <w:r w:rsidRPr="005D5566">
        <w:t>Ses yeux gris caressaient doucement le visage de Pélaguée</w:t>
      </w:r>
      <w:r w:rsidR="001C0413">
        <w:t xml:space="preserve">… </w:t>
      </w:r>
      <w:r w:rsidRPr="005D5566">
        <w:t>Celle-ci prit la main de Sophie et</w:t>
      </w:r>
      <w:r w:rsidR="001C0413">
        <w:t xml:space="preserve">, </w:t>
      </w:r>
      <w:r w:rsidRPr="005D5566">
        <w:t>la serrant entre les siennes</w:t>
      </w:r>
      <w:r w:rsidR="001C0413">
        <w:t xml:space="preserve">, </w:t>
      </w:r>
      <w:r w:rsidRPr="005D5566">
        <w:t>elle répondit</w:t>
      </w:r>
      <w:r w:rsidR="001C0413">
        <w:t> :</w:t>
      </w:r>
    </w:p>
    <w:p w14:paraId="7C171F4B" w14:textId="77777777" w:rsidR="001C0413" w:rsidRDefault="001C0413" w:rsidP="001C0413">
      <w:r>
        <w:t>— </w:t>
      </w:r>
      <w:r w:rsidR="00530790" w:rsidRPr="005D5566">
        <w:t>Merci à vous</w:t>
      </w:r>
      <w:r>
        <w:t> !…</w:t>
      </w:r>
    </w:p>
    <w:p w14:paraId="45D8636E" w14:textId="0F098A9B" w:rsidR="00530790" w:rsidRPr="003B37B8" w:rsidRDefault="00530790" w:rsidP="001C0413">
      <w:pPr>
        <w:pStyle w:val="Titre2"/>
        <w:rPr>
          <w:szCs w:val="44"/>
        </w:rPr>
      </w:pPr>
      <w:bookmarkStart w:id="36" w:name="_Toc202279557"/>
      <w:r w:rsidRPr="003B37B8">
        <w:rPr>
          <w:szCs w:val="44"/>
        </w:rPr>
        <w:lastRenderedPageBreak/>
        <w:t>IV</w:t>
      </w:r>
      <w:bookmarkEnd w:id="36"/>
      <w:r w:rsidRPr="003B37B8">
        <w:rPr>
          <w:szCs w:val="44"/>
        </w:rPr>
        <w:br/>
      </w:r>
    </w:p>
    <w:p w14:paraId="33D85970" w14:textId="77777777" w:rsidR="001C0413" w:rsidRDefault="00530790" w:rsidP="001C0413">
      <w:r w:rsidRPr="005D5566">
        <w:t>Quatre jours plus tard</w:t>
      </w:r>
      <w:r w:rsidR="001C0413">
        <w:t xml:space="preserve">, </w:t>
      </w:r>
      <w:r w:rsidRPr="005D5566">
        <w:t>la mère et Sophie se montrèrent à Nicolas pauvrement vêtues de robes d</w:t>
      </w:r>
      <w:r w:rsidR="001C0413">
        <w:rPr>
          <w:bCs/>
        </w:rPr>
        <w:t>’</w:t>
      </w:r>
      <w:r w:rsidRPr="005D5566">
        <w:rPr>
          <w:bCs/>
        </w:rPr>
        <w:t xml:space="preserve">indienne </w:t>
      </w:r>
      <w:r w:rsidRPr="005D5566">
        <w:t>usée</w:t>
      </w:r>
      <w:r w:rsidR="001C0413">
        <w:t xml:space="preserve">, </w:t>
      </w:r>
      <w:r w:rsidRPr="005D5566">
        <w:t>le bâton à la main</w:t>
      </w:r>
      <w:r w:rsidR="001C0413">
        <w:t xml:space="preserve">, </w:t>
      </w:r>
      <w:r w:rsidRPr="005D5566">
        <w:t>la besace à l</w:t>
      </w:r>
      <w:r w:rsidR="001C0413">
        <w:t>’</w:t>
      </w:r>
      <w:r w:rsidRPr="005D5566">
        <w:t>épaule</w:t>
      </w:r>
      <w:r w:rsidR="001C0413">
        <w:t xml:space="preserve">. </w:t>
      </w:r>
      <w:r w:rsidRPr="005D5566">
        <w:t>Ce costume faisait paraître Sophie plus petite et donnait une expression sévère à sa physionomie</w:t>
      </w:r>
      <w:r w:rsidR="001C0413">
        <w:t>.</w:t>
      </w:r>
    </w:p>
    <w:p w14:paraId="2EF159D2" w14:textId="77777777" w:rsidR="001C0413" w:rsidRDefault="001C0413" w:rsidP="001C0413">
      <w:r>
        <w:t>— </w:t>
      </w:r>
      <w:r w:rsidR="00530790" w:rsidRPr="005D5566">
        <w:t>On dirait que tu as passé ta vie à aller de monastère en monastère</w:t>
      </w:r>
      <w:r>
        <w:t xml:space="preserve"> ! </w:t>
      </w:r>
      <w:r w:rsidR="00530790" w:rsidRPr="005D5566">
        <w:t>lui dit Nicolas</w:t>
      </w:r>
      <w:r>
        <w:t>.</w:t>
      </w:r>
    </w:p>
    <w:p w14:paraId="7FB3ACD9" w14:textId="77777777" w:rsidR="001C0413" w:rsidRDefault="00530790" w:rsidP="001C0413">
      <w:r w:rsidRPr="005D5566">
        <w:t>En prenant congé de sa sœur</w:t>
      </w:r>
      <w:r w:rsidR="001C0413">
        <w:t xml:space="preserve">, </w:t>
      </w:r>
      <w:r w:rsidRPr="005D5566">
        <w:t>il lui serra la main énergiquement</w:t>
      </w:r>
      <w:r w:rsidR="001C0413">
        <w:t xml:space="preserve">. </w:t>
      </w:r>
      <w:r w:rsidRPr="005D5566">
        <w:t>Une fois de plus</w:t>
      </w:r>
      <w:r w:rsidR="001C0413">
        <w:t xml:space="preserve">, </w:t>
      </w:r>
      <w:r w:rsidRPr="005D5566">
        <w:t>la mère nota cette simplicité et ce calme</w:t>
      </w:r>
      <w:r w:rsidR="001C0413">
        <w:t xml:space="preserve">. </w:t>
      </w:r>
      <w:r w:rsidRPr="005D5566">
        <w:t>Ces gens ne prodiguaient pas les baisers ni les démonstrations affectueuses</w:t>
      </w:r>
      <w:r w:rsidR="001C0413">
        <w:t xml:space="preserve">, </w:t>
      </w:r>
      <w:r w:rsidRPr="005D5566">
        <w:t>et pourtant</w:t>
      </w:r>
      <w:r w:rsidR="001C0413">
        <w:t xml:space="preserve">, </w:t>
      </w:r>
      <w:r w:rsidRPr="005D5566">
        <w:t>ils étaient sincères entre eux</w:t>
      </w:r>
      <w:r w:rsidR="001C0413">
        <w:t xml:space="preserve">, </w:t>
      </w:r>
      <w:r w:rsidRPr="005D5566">
        <w:t>si pleins de sollicitude pour les autres</w:t>
      </w:r>
      <w:r w:rsidR="001C0413">
        <w:t xml:space="preserve">. </w:t>
      </w:r>
      <w:r w:rsidRPr="005D5566">
        <w:t>Là où Pélaguée avait vécu</w:t>
      </w:r>
      <w:r w:rsidR="001C0413">
        <w:t xml:space="preserve">, </w:t>
      </w:r>
      <w:r w:rsidRPr="005D5566">
        <w:t>les gens s</w:t>
      </w:r>
      <w:r w:rsidR="001C0413">
        <w:t>’</w:t>
      </w:r>
      <w:r w:rsidRPr="005D5566">
        <w:t>embrassaient beaucoup</w:t>
      </w:r>
      <w:r w:rsidR="001C0413">
        <w:t xml:space="preserve">, </w:t>
      </w:r>
      <w:r w:rsidRPr="005D5566">
        <w:t>se disaient souvent des mots tendres</w:t>
      </w:r>
      <w:r w:rsidR="001C0413">
        <w:t xml:space="preserve">, </w:t>
      </w:r>
      <w:r w:rsidRPr="005D5566">
        <w:t>ce qui ne les empêchaient pas de se mordre comme des chiens affamés</w:t>
      </w:r>
      <w:r w:rsidR="001C0413">
        <w:t>.</w:t>
      </w:r>
    </w:p>
    <w:p w14:paraId="776CAA28" w14:textId="77777777" w:rsidR="001C0413" w:rsidRDefault="00530790" w:rsidP="001C0413">
      <w:r w:rsidRPr="005D5566">
        <w:t>Les voyageuses traversèrent la ville</w:t>
      </w:r>
      <w:r w:rsidR="001C0413">
        <w:t xml:space="preserve">, </w:t>
      </w:r>
      <w:r w:rsidRPr="005D5566">
        <w:t>gagnèrent la campagne et s</w:t>
      </w:r>
      <w:r w:rsidR="001C0413">
        <w:t>’</w:t>
      </w:r>
      <w:r w:rsidRPr="005D5566">
        <w:t>engagèrent sur la large route battue</w:t>
      </w:r>
      <w:r w:rsidR="001C0413">
        <w:t xml:space="preserve">, </w:t>
      </w:r>
      <w:r w:rsidRPr="005D5566">
        <w:t>entre deux rangées de vieux bouleaux</w:t>
      </w:r>
      <w:r w:rsidR="001C0413">
        <w:t>.</w:t>
      </w:r>
    </w:p>
    <w:p w14:paraId="13E1FD4A" w14:textId="77777777" w:rsidR="001C0413" w:rsidRDefault="001C0413" w:rsidP="001C0413">
      <w:r>
        <w:t>— </w:t>
      </w:r>
      <w:r w:rsidR="00530790" w:rsidRPr="005D5566">
        <w:t>Ne serez-vous pas fatiguée</w:t>
      </w:r>
      <w:r>
        <w:t xml:space="preserve"> ? </w:t>
      </w:r>
      <w:r w:rsidR="00530790" w:rsidRPr="005D5566">
        <w:t>demanda la mère à Sophie</w:t>
      </w:r>
      <w:r>
        <w:t>.</w:t>
      </w:r>
    </w:p>
    <w:p w14:paraId="33553230" w14:textId="77777777" w:rsidR="001C0413" w:rsidRDefault="001C0413" w:rsidP="001C0413">
      <w:r>
        <w:t>— </w:t>
      </w:r>
      <w:r w:rsidR="00530790" w:rsidRPr="005D5566">
        <w:t>Vous croyez que je n</w:t>
      </w:r>
      <w:r>
        <w:t>’</w:t>
      </w:r>
      <w:r w:rsidR="00530790" w:rsidRPr="005D5566">
        <w:t>ai pas l</w:t>
      </w:r>
      <w:r>
        <w:t>’</w:t>
      </w:r>
      <w:r w:rsidR="00530790" w:rsidRPr="005D5566">
        <w:t>habitude de marcher</w:t>
      </w:r>
      <w:r>
        <w:t xml:space="preserve"> ? </w:t>
      </w:r>
      <w:r w:rsidR="00530790" w:rsidRPr="005D5566">
        <w:t>Vous vous trompez</w:t>
      </w:r>
      <w:r>
        <w:t>…</w:t>
      </w:r>
    </w:p>
    <w:p w14:paraId="6B852556" w14:textId="77777777" w:rsidR="001C0413" w:rsidRDefault="00530790" w:rsidP="001C0413">
      <w:r w:rsidRPr="005D5566">
        <w:t>Gaîment</w:t>
      </w:r>
      <w:r w:rsidR="001C0413">
        <w:t xml:space="preserve">, </w:t>
      </w:r>
      <w:r w:rsidRPr="005D5566">
        <w:t>avec un sourire</w:t>
      </w:r>
      <w:r w:rsidR="001C0413">
        <w:t xml:space="preserve">, </w:t>
      </w:r>
      <w:r w:rsidRPr="005D5566">
        <w:t>comme si elle parlait d</w:t>
      </w:r>
      <w:r w:rsidR="001C0413">
        <w:t>’</w:t>
      </w:r>
      <w:r w:rsidRPr="005D5566">
        <w:t>espiègleries enfantines</w:t>
      </w:r>
      <w:r w:rsidR="001C0413">
        <w:t xml:space="preserve">, </w:t>
      </w:r>
      <w:r w:rsidRPr="005D5566">
        <w:t>Sophie se mit à raconter ses exploits de révolutionnaire</w:t>
      </w:r>
      <w:r w:rsidR="001C0413">
        <w:t xml:space="preserve">. </w:t>
      </w:r>
      <w:r w:rsidRPr="005D5566">
        <w:t>Elle avait vécu sous un faux nom</w:t>
      </w:r>
      <w:r w:rsidR="001C0413">
        <w:t xml:space="preserve">, </w:t>
      </w:r>
      <w:r w:rsidRPr="005D5566">
        <w:t>se servant d</w:t>
      </w:r>
      <w:r w:rsidR="001C0413">
        <w:t>’</w:t>
      </w:r>
      <w:r w:rsidRPr="005D5566">
        <w:t>un passeport truqué</w:t>
      </w:r>
      <w:r w:rsidR="001C0413">
        <w:t xml:space="preserve"> ; </w:t>
      </w:r>
      <w:r w:rsidRPr="005D5566">
        <w:t>elle s</w:t>
      </w:r>
      <w:r w:rsidR="001C0413">
        <w:t>’</w:t>
      </w:r>
      <w:r w:rsidRPr="005D5566">
        <w:t xml:space="preserve">était déguisée pour échapper </w:t>
      </w:r>
      <w:r w:rsidRPr="005D5566">
        <w:lastRenderedPageBreak/>
        <w:t>aux espions</w:t>
      </w:r>
      <w:r w:rsidR="001C0413">
        <w:t xml:space="preserve">, </w:t>
      </w:r>
      <w:r w:rsidRPr="005D5566">
        <w:t>avait transporté dans différentes villes des quintaux de brochures interdites</w:t>
      </w:r>
      <w:r w:rsidR="001C0413">
        <w:t xml:space="preserve">. </w:t>
      </w:r>
      <w:r w:rsidRPr="005D5566">
        <w:t>Elle avait organisé l</w:t>
      </w:r>
      <w:r w:rsidR="001C0413">
        <w:t>’</w:t>
      </w:r>
      <w:r w:rsidRPr="005D5566">
        <w:t>évasion de camarades exilés</w:t>
      </w:r>
      <w:r w:rsidR="001C0413">
        <w:t xml:space="preserve">, </w:t>
      </w:r>
      <w:r w:rsidRPr="005D5566">
        <w:t>les avait accompagnés à l</w:t>
      </w:r>
      <w:r w:rsidR="001C0413">
        <w:t>’</w:t>
      </w:r>
      <w:r w:rsidRPr="005D5566">
        <w:t>étranger</w:t>
      </w:r>
      <w:r w:rsidR="001C0413">
        <w:t xml:space="preserve">. </w:t>
      </w:r>
      <w:r w:rsidRPr="005D5566">
        <w:t>Une fois</w:t>
      </w:r>
      <w:r w:rsidR="001C0413">
        <w:t xml:space="preserve">, </w:t>
      </w:r>
      <w:r w:rsidRPr="005D5566">
        <w:t>elle avait installé chez elle une imprimerie clandestine</w:t>
      </w:r>
      <w:r w:rsidR="001C0413">
        <w:t xml:space="preserve"> ; </w:t>
      </w:r>
      <w:r w:rsidRPr="005D5566">
        <w:t>lorsque les gendarmes</w:t>
      </w:r>
      <w:r w:rsidR="001C0413">
        <w:t xml:space="preserve">, </w:t>
      </w:r>
      <w:r w:rsidRPr="005D5566">
        <w:t>prévenus du fait</w:t>
      </w:r>
      <w:r w:rsidR="001C0413">
        <w:t xml:space="preserve">, </w:t>
      </w:r>
      <w:r w:rsidRPr="005D5566">
        <w:t>étaient survenus pour perquisitionner</w:t>
      </w:r>
      <w:r w:rsidR="001C0413">
        <w:t xml:space="preserve">, </w:t>
      </w:r>
      <w:r w:rsidRPr="005D5566">
        <w:t>elle s</w:t>
      </w:r>
      <w:r w:rsidR="001C0413">
        <w:t>’</w:t>
      </w:r>
      <w:r w:rsidRPr="005D5566">
        <w:t>était habillée en servante un instant avant leur arrivée et était sortie</w:t>
      </w:r>
      <w:r w:rsidR="001C0413">
        <w:t xml:space="preserve">, </w:t>
      </w:r>
      <w:r w:rsidRPr="005D5566">
        <w:t>croisant les inquisiteurs sur le seuil</w:t>
      </w:r>
      <w:r w:rsidR="001C0413">
        <w:t xml:space="preserve">. </w:t>
      </w:r>
      <w:r w:rsidRPr="005D5566">
        <w:t>Sans manteau</w:t>
      </w:r>
      <w:r w:rsidR="001C0413">
        <w:t xml:space="preserve">, </w:t>
      </w:r>
      <w:r w:rsidRPr="005D5566">
        <w:t>un petit fichu sur la tête et une burette à pétrole à la main</w:t>
      </w:r>
      <w:r w:rsidR="001C0413">
        <w:t xml:space="preserve">, </w:t>
      </w:r>
      <w:r w:rsidRPr="005D5566">
        <w:t>elle avait traversé la ville d</w:t>
      </w:r>
      <w:r w:rsidR="001C0413">
        <w:t>’</w:t>
      </w:r>
      <w:r w:rsidRPr="005D5566">
        <w:t xml:space="preserve">une extrémité à </w:t>
      </w:r>
      <w:r w:rsidRPr="005D5566">
        <w:rPr>
          <w:bCs/>
        </w:rPr>
        <w:t>l</w:t>
      </w:r>
      <w:r w:rsidR="001C0413">
        <w:t>’</w:t>
      </w:r>
      <w:r w:rsidRPr="005D5566">
        <w:t>autre par un froid rigoureux</w:t>
      </w:r>
      <w:r w:rsidR="001C0413">
        <w:t xml:space="preserve">, </w:t>
      </w:r>
      <w:r w:rsidRPr="005D5566">
        <w:t>en plein hiver</w:t>
      </w:r>
      <w:r w:rsidR="001C0413">
        <w:t xml:space="preserve">. </w:t>
      </w:r>
      <w:r w:rsidRPr="005D5566">
        <w:t>Une autre fois</w:t>
      </w:r>
      <w:r w:rsidR="001C0413">
        <w:t xml:space="preserve">, </w:t>
      </w:r>
      <w:r w:rsidRPr="005D5566">
        <w:t>s</w:t>
      </w:r>
      <w:r w:rsidR="001C0413">
        <w:t>’</w:t>
      </w:r>
      <w:r w:rsidRPr="005D5566">
        <w:t>étant rendue chez des amis</w:t>
      </w:r>
      <w:r w:rsidR="001C0413">
        <w:t xml:space="preserve">, </w:t>
      </w:r>
      <w:r w:rsidRPr="005D5566">
        <w:t>dans une ville lointaine</w:t>
      </w:r>
      <w:r w:rsidR="001C0413">
        <w:t xml:space="preserve">, </w:t>
      </w:r>
      <w:r w:rsidRPr="005D5566">
        <w:t>elle montait déjà l</w:t>
      </w:r>
      <w:r w:rsidR="001C0413">
        <w:t>’</w:t>
      </w:r>
      <w:r w:rsidRPr="005D5566">
        <w:t>escalier qui conduisait à leur demeure</w:t>
      </w:r>
      <w:r w:rsidR="001C0413">
        <w:t xml:space="preserve">, </w:t>
      </w:r>
      <w:r w:rsidRPr="005D5566">
        <w:t>lorsqu</w:t>
      </w:r>
      <w:r w:rsidR="001C0413">
        <w:t>’</w:t>
      </w:r>
      <w:r w:rsidRPr="005D5566">
        <w:t>elle vit qu</w:t>
      </w:r>
      <w:r w:rsidR="001C0413">
        <w:t>’</w:t>
      </w:r>
      <w:r w:rsidRPr="005D5566">
        <w:t>on y perquisitionnait</w:t>
      </w:r>
      <w:r w:rsidR="001C0413">
        <w:t xml:space="preserve">. </w:t>
      </w:r>
      <w:r w:rsidRPr="005D5566">
        <w:t>Il était trop tard pour sortir de la maison</w:t>
      </w:r>
      <w:r w:rsidR="001C0413">
        <w:t xml:space="preserve"> ; </w:t>
      </w:r>
      <w:r w:rsidRPr="005D5566">
        <w:t>elle sonna alors avec audace à l</w:t>
      </w:r>
      <w:r w:rsidR="001C0413">
        <w:t>’</w:t>
      </w:r>
      <w:r w:rsidRPr="005D5566">
        <w:t xml:space="preserve">étage au-dessous de celui où </w:t>
      </w:r>
      <w:r w:rsidRPr="005D5566">
        <w:rPr>
          <w:bCs/>
        </w:rPr>
        <w:t xml:space="preserve">elle </w:t>
      </w:r>
      <w:r w:rsidRPr="005D5566">
        <w:t>voulait aller</w:t>
      </w:r>
      <w:r w:rsidR="001C0413">
        <w:t xml:space="preserve">, </w:t>
      </w:r>
      <w:r w:rsidRPr="005D5566">
        <w:t>et entrant chez des inconnus</w:t>
      </w:r>
      <w:r w:rsidR="001C0413">
        <w:t xml:space="preserve">, </w:t>
      </w:r>
      <w:r w:rsidRPr="005D5566">
        <w:t xml:space="preserve">sa valise à </w:t>
      </w:r>
      <w:r w:rsidRPr="005D5566">
        <w:rPr>
          <w:bCs/>
        </w:rPr>
        <w:t xml:space="preserve">la </w:t>
      </w:r>
      <w:r w:rsidRPr="005D5566">
        <w:t>main</w:t>
      </w:r>
      <w:r w:rsidR="001C0413">
        <w:t xml:space="preserve">, </w:t>
      </w:r>
      <w:r w:rsidRPr="005D5566">
        <w:t>elle leur expliqua franchement sa situation</w:t>
      </w:r>
      <w:r w:rsidR="001C0413">
        <w:t>.</w:t>
      </w:r>
    </w:p>
    <w:p w14:paraId="1A49B6D2" w14:textId="77777777" w:rsidR="001C0413" w:rsidRDefault="001C0413" w:rsidP="001C0413">
      <w:r>
        <w:t>— </w:t>
      </w:r>
      <w:r w:rsidR="00530790" w:rsidRPr="005D5566">
        <w:t>Vous pouvez me livrer si vous voulez</w:t>
      </w:r>
      <w:r>
        <w:t xml:space="preserve">, </w:t>
      </w:r>
      <w:r w:rsidR="00530790" w:rsidRPr="005D5566">
        <w:t>mais je ne crois pas que vous le fassiez</w:t>
      </w:r>
      <w:r>
        <w:t xml:space="preserve">, </w:t>
      </w:r>
      <w:r w:rsidR="00530790" w:rsidRPr="005D5566">
        <w:t>avait-elle dit avec conviction</w:t>
      </w:r>
      <w:r>
        <w:t>.</w:t>
      </w:r>
    </w:p>
    <w:p w14:paraId="65061125" w14:textId="77777777" w:rsidR="001C0413" w:rsidRDefault="00530790" w:rsidP="001C0413">
      <w:r w:rsidRPr="005D5566">
        <w:t>Très effrayés</w:t>
      </w:r>
      <w:r w:rsidR="001C0413">
        <w:t xml:space="preserve">, </w:t>
      </w:r>
      <w:r w:rsidRPr="005D5566">
        <w:t xml:space="preserve">ces gens ne fermèrent pas </w:t>
      </w:r>
      <w:r w:rsidRPr="005D5566">
        <w:rPr>
          <w:bCs/>
        </w:rPr>
        <w:t>l</w:t>
      </w:r>
      <w:r w:rsidR="001C0413">
        <w:t>’</w:t>
      </w:r>
      <w:r w:rsidRPr="005D5566">
        <w:t xml:space="preserve">œil de toute </w:t>
      </w:r>
      <w:r w:rsidRPr="005D5566">
        <w:rPr>
          <w:bCs/>
        </w:rPr>
        <w:t xml:space="preserve">la </w:t>
      </w:r>
      <w:r w:rsidRPr="005D5566">
        <w:t>nuit</w:t>
      </w:r>
      <w:r w:rsidR="001C0413">
        <w:t xml:space="preserve">, </w:t>
      </w:r>
      <w:r w:rsidRPr="005D5566">
        <w:t>pensant qu</w:t>
      </w:r>
      <w:r w:rsidR="001C0413">
        <w:t>’</w:t>
      </w:r>
      <w:r w:rsidRPr="005D5566">
        <w:t>à chaque instant on allait venir frapper chez eux</w:t>
      </w:r>
      <w:r w:rsidR="001C0413">
        <w:t xml:space="preserve">. </w:t>
      </w:r>
      <w:r w:rsidRPr="005D5566">
        <w:t>Cependant</w:t>
      </w:r>
      <w:r w:rsidR="001C0413">
        <w:t xml:space="preserve">, </w:t>
      </w:r>
      <w:r w:rsidRPr="005D5566">
        <w:t>ils ne livrèrent pas Sophie</w:t>
      </w:r>
      <w:r w:rsidR="001C0413">
        <w:t xml:space="preserve"> ; </w:t>
      </w:r>
      <w:r w:rsidRPr="005D5566">
        <w:t>le matin venu</w:t>
      </w:r>
      <w:r w:rsidR="001C0413">
        <w:t xml:space="preserve">, </w:t>
      </w:r>
      <w:r w:rsidRPr="005D5566">
        <w:t>ils se moquèrent des gendarmes avec elle</w:t>
      </w:r>
      <w:r w:rsidR="001C0413">
        <w:t xml:space="preserve">. </w:t>
      </w:r>
      <w:r w:rsidRPr="005D5566">
        <w:t>Une autre fois</w:t>
      </w:r>
      <w:r w:rsidR="001C0413">
        <w:t xml:space="preserve">, </w:t>
      </w:r>
      <w:r w:rsidRPr="005D5566">
        <w:t>costumée en religieuse</w:t>
      </w:r>
      <w:r w:rsidR="001C0413">
        <w:t xml:space="preserve">, </w:t>
      </w:r>
      <w:r w:rsidRPr="005D5566">
        <w:t>elle avait pris place dans le même compartiment et sur la même banquette qu</w:t>
      </w:r>
      <w:r w:rsidR="001C0413">
        <w:t>’</w:t>
      </w:r>
      <w:r w:rsidRPr="005D5566">
        <w:t>un espion chargé de la suivre</w:t>
      </w:r>
      <w:r w:rsidR="001C0413">
        <w:t xml:space="preserve">, </w:t>
      </w:r>
      <w:r w:rsidRPr="005D5566">
        <w:t>et qui</w:t>
      </w:r>
      <w:r w:rsidR="001C0413">
        <w:t xml:space="preserve">, </w:t>
      </w:r>
      <w:r w:rsidRPr="005D5566">
        <w:t>pour se vanter de son habileté</w:t>
      </w:r>
      <w:r w:rsidR="001C0413">
        <w:t xml:space="preserve">, </w:t>
      </w:r>
      <w:r w:rsidRPr="005D5566">
        <w:t>lui raconta comment il accomplissait sa besogne</w:t>
      </w:r>
      <w:r w:rsidR="001C0413">
        <w:t xml:space="preserve">. </w:t>
      </w:r>
      <w:r w:rsidRPr="005D5566">
        <w:rPr>
          <w:bCs/>
        </w:rPr>
        <w:t xml:space="preserve">Il </w:t>
      </w:r>
      <w:r w:rsidRPr="005D5566">
        <w:t>était sûr que Sophie était dans le train</w:t>
      </w:r>
      <w:r w:rsidR="001C0413">
        <w:t xml:space="preserve">, </w:t>
      </w:r>
      <w:r w:rsidRPr="005D5566">
        <w:t>en seconde classe</w:t>
      </w:r>
      <w:r w:rsidR="001C0413">
        <w:t xml:space="preserve"> ; </w:t>
      </w:r>
      <w:r w:rsidRPr="005D5566">
        <w:t>à chaque arrêt</w:t>
      </w:r>
      <w:r w:rsidR="001C0413">
        <w:t xml:space="preserve">, </w:t>
      </w:r>
      <w:r w:rsidRPr="005D5566">
        <w:t>il sortait</w:t>
      </w:r>
      <w:r w:rsidR="001C0413">
        <w:t xml:space="preserve">, </w:t>
      </w:r>
      <w:r w:rsidRPr="005D5566">
        <w:t>et disait en revenant à la pseudo-religieuse</w:t>
      </w:r>
      <w:r w:rsidR="001C0413">
        <w:t> :</w:t>
      </w:r>
    </w:p>
    <w:p w14:paraId="29D7C604" w14:textId="77777777" w:rsidR="001C0413" w:rsidRDefault="001C0413" w:rsidP="001C0413">
      <w:r>
        <w:lastRenderedPageBreak/>
        <w:t>— </w:t>
      </w:r>
      <w:r w:rsidR="00530790" w:rsidRPr="005D5566">
        <w:t>Je ne la vois pas</w:t>
      </w:r>
      <w:r>
        <w:t xml:space="preserve">… </w:t>
      </w:r>
      <w:r w:rsidR="00530790" w:rsidRPr="005D5566">
        <w:t>elle est couchée probablement</w:t>
      </w:r>
      <w:r>
        <w:t xml:space="preserve">. </w:t>
      </w:r>
      <w:r w:rsidR="00530790" w:rsidRPr="005D5566">
        <w:t>Eux aussi se fatiguent</w:t>
      </w:r>
      <w:r>
        <w:t xml:space="preserve">… </w:t>
      </w:r>
      <w:r w:rsidR="00530790" w:rsidRPr="005D5566">
        <w:t>ils ont une vie si pénible</w:t>
      </w:r>
      <w:r>
        <w:t xml:space="preserve">… </w:t>
      </w:r>
      <w:r w:rsidR="00530790" w:rsidRPr="005D5566">
        <w:t xml:space="preserve">dans le genre de </w:t>
      </w:r>
      <w:r w:rsidR="00530790" w:rsidRPr="005D5566">
        <w:rPr>
          <w:bCs/>
        </w:rPr>
        <w:t xml:space="preserve">la </w:t>
      </w:r>
      <w:r w:rsidR="00530790" w:rsidRPr="005D5566">
        <w:t>nôtre</w:t>
      </w:r>
      <w:r>
        <w:t> !…</w:t>
      </w:r>
    </w:p>
    <w:p w14:paraId="4D2168E3" w14:textId="77777777" w:rsidR="001C0413" w:rsidRDefault="00530790" w:rsidP="001C0413">
      <w:r w:rsidRPr="005D5566">
        <w:t>La mère riait en écoutant ces histoires et regardait Sophie avec des yeux affectueux</w:t>
      </w:r>
      <w:r w:rsidR="001C0413">
        <w:t xml:space="preserve">. </w:t>
      </w:r>
      <w:r w:rsidRPr="005D5566">
        <w:t>Grande et maigre</w:t>
      </w:r>
      <w:r w:rsidR="001C0413">
        <w:t xml:space="preserve">, </w:t>
      </w:r>
      <w:r w:rsidRPr="005D5566">
        <w:t>la jeune femme marchait d</w:t>
      </w:r>
      <w:r w:rsidR="001C0413">
        <w:t>’</w:t>
      </w:r>
      <w:r w:rsidRPr="005D5566">
        <w:t>un pas ferme et léger</w:t>
      </w:r>
      <w:r w:rsidR="001C0413">
        <w:t xml:space="preserve"> ; </w:t>
      </w:r>
      <w:r w:rsidRPr="005D5566">
        <w:t>ses pieds étaient solides et bien formés</w:t>
      </w:r>
      <w:r w:rsidR="001C0413">
        <w:t xml:space="preserve">. </w:t>
      </w:r>
      <w:r w:rsidRPr="005D5566">
        <w:t>Il y avait dans sa démarche</w:t>
      </w:r>
      <w:r w:rsidR="001C0413">
        <w:t xml:space="preserve">, </w:t>
      </w:r>
      <w:r w:rsidRPr="005D5566">
        <w:t>dans ses paroles</w:t>
      </w:r>
      <w:r w:rsidR="001C0413">
        <w:t xml:space="preserve">, </w:t>
      </w:r>
      <w:r w:rsidRPr="005D5566">
        <w:t>dans le timbre même de sa voix hardie</w:t>
      </w:r>
      <w:r w:rsidR="001C0413">
        <w:t xml:space="preserve">, </w:t>
      </w:r>
      <w:r w:rsidRPr="005D5566">
        <w:t>quoique un peu sourde</w:t>
      </w:r>
      <w:r w:rsidR="001C0413">
        <w:t xml:space="preserve">, </w:t>
      </w:r>
      <w:r w:rsidRPr="005D5566">
        <w:t>dans toute sa silhouette élancée</w:t>
      </w:r>
      <w:r w:rsidR="001C0413">
        <w:t xml:space="preserve">, </w:t>
      </w:r>
      <w:r w:rsidRPr="005D5566">
        <w:t>une belle santé morale</w:t>
      </w:r>
      <w:r w:rsidR="001C0413">
        <w:t xml:space="preserve">, </w:t>
      </w:r>
      <w:r w:rsidRPr="005D5566">
        <w:t>une audace joyeuse</w:t>
      </w:r>
      <w:r w:rsidR="001C0413">
        <w:t xml:space="preserve">, </w:t>
      </w:r>
      <w:r w:rsidRPr="005D5566">
        <w:t>un besoin d</w:t>
      </w:r>
      <w:r w:rsidR="001C0413">
        <w:t>’</w:t>
      </w:r>
      <w:r w:rsidRPr="005D5566">
        <w:t>air et d</w:t>
      </w:r>
      <w:r w:rsidR="001C0413">
        <w:t>’</w:t>
      </w:r>
      <w:r w:rsidRPr="005D5566">
        <w:t>espace</w:t>
      </w:r>
      <w:r w:rsidR="001C0413">
        <w:t xml:space="preserve">, </w:t>
      </w:r>
      <w:r w:rsidRPr="005D5566">
        <w:t>et ses yeux se posaient sur toutes choses avec une expression de joie juvénile</w:t>
      </w:r>
      <w:r w:rsidR="001C0413">
        <w:t>.</w:t>
      </w:r>
    </w:p>
    <w:p w14:paraId="41608CA5" w14:textId="77777777" w:rsidR="001C0413" w:rsidRDefault="001C0413" w:rsidP="001C0413">
      <w:r>
        <w:t>— </w:t>
      </w:r>
      <w:r w:rsidR="00530790" w:rsidRPr="005D5566">
        <w:t>Voyez quel joli sapin</w:t>
      </w:r>
      <w:r>
        <w:t xml:space="preserve"> ! </w:t>
      </w:r>
      <w:r w:rsidR="00530790" w:rsidRPr="005D5566">
        <w:t>s</w:t>
      </w:r>
      <w:r>
        <w:t>’</w:t>
      </w:r>
      <w:r w:rsidR="00530790" w:rsidRPr="005D5566">
        <w:t>écria-t-elle</w:t>
      </w:r>
      <w:r>
        <w:t xml:space="preserve">, </w:t>
      </w:r>
      <w:r w:rsidR="00530790" w:rsidRPr="005D5566">
        <w:t>en montrant un arbre à la mère</w:t>
      </w:r>
      <w:r>
        <w:t xml:space="preserve">, </w:t>
      </w:r>
      <w:r w:rsidR="00530790" w:rsidRPr="005D5566">
        <w:t>qui s</w:t>
      </w:r>
      <w:r>
        <w:t>’</w:t>
      </w:r>
      <w:r w:rsidR="00530790" w:rsidRPr="005D5566">
        <w:t>arrêta pour le regarder</w:t>
      </w:r>
      <w:r>
        <w:t xml:space="preserve">, </w:t>
      </w:r>
      <w:r w:rsidR="00530790" w:rsidRPr="005D5566">
        <w:t>mais le sapin n</w:t>
      </w:r>
      <w:r>
        <w:t>’</w:t>
      </w:r>
      <w:r w:rsidR="00530790" w:rsidRPr="005D5566">
        <w:t>était pas plus haut ni plus fourni que les autres</w:t>
      </w:r>
      <w:r>
        <w:t>.</w:t>
      </w:r>
    </w:p>
    <w:p w14:paraId="1CEC9066" w14:textId="77777777" w:rsidR="001C0413" w:rsidRDefault="001C0413" w:rsidP="001C0413">
      <w:r>
        <w:t>— </w:t>
      </w:r>
      <w:r w:rsidR="00530790" w:rsidRPr="005D5566">
        <w:t>Oui</w:t>
      </w:r>
      <w:r>
        <w:t xml:space="preserve">, </w:t>
      </w:r>
      <w:r w:rsidR="00530790" w:rsidRPr="005D5566">
        <w:t>c</w:t>
      </w:r>
      <w:r>
        <w:t>’</w:t>
      </w:r>
      <w:r w:rsidR="00530790" w:rsidRPr="005D5566">
        <w:t>est un bel arbre</w:t>
      </w:r>
      <w:r>
        <w:t xml:space="preserve"> ! </w:t>
      </w:r>
      <w:r w:rsidR="00530790" w:rsidRPr="005D5566">
        <w:t>répéta-t-elle en souriant</w:t>
      </w:r>
      <w:r>
        <w:t>.</w:t>
      </w:r>
    </w:p>
    <w:p w14:paraId="692AFEC8" w14:textId="77777777" w:rsidR="001C0413" w:rsidRDefault="001C0413" w:rsidP="001C0413">
      <w:r>
        <w:t>— </w:t>
      </w:r>
      <w:r w:rsidR="00530790" w:rsidRPr="005D5566">
        <w:t>Une alouette</w:t>
      </w:r>
      <w:r>
        <w:t> !</w:t>
      </w:r>
    </w:p>
    <w:p w14:paraId="29BC73CF" w14:textId="77777777" w:rsidR="001C0413" w:rsidRDefault="001C0413" w:rsidP="001C0413">
      <w:r>
        <w:t>— </w:t>
      </w:r>
      <w:r w:rsidR="00530790" w:rsidRPr="005D5566">
        <w:t>Les yeux gris de Sophie étincelèrent joyeusement</w:t>
      </w:r>
      <w:r>
        <w:t xml:space="preserve">. </w:t>
      </w:r>
      <w:r w:rsidR="00530790" w:rsidRPr="005D5566">
        <w:t>Parfois</w:t>
      </w:r>
      <w:r>
        <w:t xml:space="preserve">, </w:t>
      </w:r>
      <w:r w:rsidR="00530790" w:rsidRPr="005D5566">
        <w:t>d</w:t>
      </w:r>
      <w:r>
        <w:t>’</w:t>
      </w:r>
      <w:r w:rsidR="00530790" w:rsidRPr="005D5566">
        <w:t>un mouvement souple</w:t>
      </w:r>
      <w:r>
        <w:t xml:space="preserve">, </w:t>
      </w:r>
      <w:r w:rsidR="00530790" w:rsidRPr="005D5566">
        <w:t>elle se baissait et cueillait une fleur dont elle caressait avec amour les pétales tremblants</w:t>
      </w:r>
      <w:r>
        <w:t xml:space="preserve">, </w:t>
      </w:r>
      <w:r w:rsidR="00530790" w:rsidRPr="005D5566">
        <w:t>d</w:t>
      </w:r>
      <w:r>
        <w:t>’</w:t>
      </w:r>
      <w:r w:rsidR="00530790" w:rsidRPr="005D5566">
        <w:t>un léger effleurement de ses doigts minces et agiles</w:t>
      </w:r>
      <w:r>
        <w:t xml:space="preserve">. </w:t>
      </w:r>
      <w:r w:rsidR="00530790" w:rsidRPr="005D5566">
        <w:t>Et elle chantonnait doucement</w:t>
      </w:r>
      <w:r>
        <w:t>.</w:t>
      </w:r>
    </w:p>
    <w:p w14:paraId="2A979D20" w14:textId="77777777" w:rsidR="001C0413" w:rsidRDefault="00530790" w:rsidP="001C0413">
      <w:r w:rsidRPr="005D5566">
        <w:t>En route elles croisaient des piétons</w:t>
      </w:r>
      <w:r w:rsidR="001C0413">
        <w:t xml:space="preserve">, </w:t>
      </w:r>
      <w:r w:rsidRPr="005D5566">
        <w:t>des paysans juchés sur leur charrette</w:t>
      </w:r>
      <w:r w:rsidR="001C0413">
        <w:t xml:space="preserve">, </w:t>
      </w:r>
      <w:r w:rsidRPr="005D5566">
        <w:t>qui leur disaient</w:t>
      </w:r>
      <w:r w:rsidR="001C0413">
        <w:t> :</w:t>
      </w:r>
    </w:p>
    <w:p w14:paraId="0E2788E0" w14:textId="77777777" w:rsidR="001C0413" w:rsidRDefault="001C0413" w:rsidP="001C0413">
      <w:r>
        <w:t>— </w:t>
      </w:r>
      <w:r w:rsidR="00530790" w:rsidRPr="005D5566">
        <w:t>Que la paix soit avec vous</w:t>
      </w:r>
      <w:r>
        <w:t> !</w:t>
      </w:r>
    </w:p>
    <w:p w14:paraId="207716FC" w14:textId="77777777" w:rsidR="001C0413" w:rsidRDefault="00530790" w:rsidP="001C0413">
      <w:r w:rsidRPr="005D5566">
        <w:t>Un beau soleil printanier brillait</w:t>
      </w:r>
      <w:r w:rsidR="001C0413">
        <w:t xml:space="preserve"> : </w:t>
      </w:r>
      <w:r w:rsidRPr="005D5566">
        <w:t>l</w:t>
      </w:r>
      <w:r w:rsidR="001C0413">
        <w:t>’</w:t>
      </w:r>
      <w:r w:rsidRPr="005D5566">
        <w:t>abîme bleu du ciel étincelait</w:t>
      </w:r>
      <w:r w:rsidR="001C0413">
        <w:t xml:space="preserve"> ; </w:t>
      </w:r>
      <w:r w:rsidRPr="005D5566">
        <w:t>des deux côtés de la route s</w:t>
      </w:r>
      <w:r w:rsidR="001C0413">
        <w:t>’</w:t>
      </w:r>
      <w:r w:rsidRPr="005D5566">
        <w:t>étendaient de sombres forêts de bois résineux</w:t>
      </w:r>
      <w:r w:rsidR="001C0413">
        <w:t xml:space="preserve">, </w:t>
      </w:r>
      <w:r w:rsidRPr="005D5566">
        <w:t>des champs d</w:t>
      </w:r>
      <w:r w:rsidR="001C0413">
        <w:t>’</w:t>
      </w:r>
      <w:r w:rsidRPr="005D5566">
        <w:t>un vert cru</w:t>
      </w:r>
      <w:r w:rsidR="001C0413">
        <w:t xml:space="preserve"> ; </w:t>
      </w:r>
      <w:r w:rsidRPr="005D5566">
        <w:t xml:space="preserve">les oiseaux </w:t>
      </w:r>
      <w:r w:rsidRPr="005D5566">
        <w:lastRenderedPageBreak/>
        <w:t>chantaient</w:t>
      </w:r>
      <w:r w:rsidR="001C0413">
        <w:t xml:space="preserve">, </w:t>
      </w:r>
      <w:r w:rsidRPr="005D5566">
        <w:t>l</w:t>
      </w:r>
      <w:r w:rsidR="001C0413">
        <w:t>’</w:t>
      </w:r>
      <w:r w:rsidRPr="005D5566">
        <w:t>air tiède et embaumé caressait doucement les joues</w:t>
      </w:r>
      <w:r w:rsidR="001C0413">
        <w:t>.</w:t>
      </w:r>
    </w:p>
    <w:p w14:paraId="51A500FB" w14:textId="77777777" w:rsidR="001C0413" w:rsidRDefault="00530790" w:rsidP="001C0413">
      <w:r w:rsidRPr="005D5566">
        <w:t>Tout cela rapprochait la mère de la femme à l</w:t>
      </w:r>
      <w:r w:rsidR="001C0413">
        <w:t>’</w:t>
      </w:r>
      <w:r w:rsidRPr="005D5566">
        <w:t>âme et aux yeux clairs</w:t>
      </w:r>
      <w:r w:rsidR="001C0413">
        <w:t xml:space="preserve"> ; </w:t>
      </w:r>
      <w:r w:rsidRPr="005D5566">
        <w:t>et elle se serrait involontairement contre elle</w:t>
      </w:r>
      <w:r w:rsidR="001C0413">
        <w:t xml:space="preserve">, </w:t>
      </w:r>
      <w:r w:rsidRPr="005D5566">
        <w:t>s</w:t>
      </w:r>
      <w:r w:rsidR="001C0413">
        <w:t>’</w:t>
      </w:r>
      <w:r w:rsidRPr="005D5566">
        <w:t>efforçant de marcher du même pas</w:t>
      </w:r>
      <w:r w:rsidR="001C0413">
        <w:t xml:space="preserve">. </w:t>
      </w:r>
      <w:r w:rsidRPr="005D5566">
        <w:t>Mais parfois</w:t>
      </w:r>
      <w:r w:rsidR="001C0413">
        <w:t xml:space="preserve">, </w:t>
      </w:r>
      <w:r w:rsidRPr="005D5566">
        <w:t>il y avait dans les paroles de Sophie quelque chose de trop vif</w:t>
      </w:r>
      <w:r w:rsidR="001C0413">
        <w:t xml:space="preserve">, </w:t>
      </w:r>
      <w:r w:rsidRPr="005D5566">
        <w:t>de trop sonore</w:t>
      </w:r>
      <w:r w:rsidR="001C0413">
        <w:t xml:space="preserve">, </w:t>
      </w:r>
      <w:r w:rsidRPr="005D5566">
        <w:t>qui semblait superflu à Pélaguée</w:t>
      </w:r>
      <w:r w:rsidR="001C0413">
        <w:t xml:space="preserve"> ; </w:t>
      </w:r>
      <w:r w:rsidRPr="005D5566">
        <w:t>il lui venait alors des pensées inquiétantes</w:t>
      </w:r>
      <w:r w:rsidR="001C0413">
        <w:t> :</w:t>
      </w:r>
    </w:p>
    <w:p w14:paraId="68F28C4F" w14:textId="77777777" w:rsidR="001C0413" w:rsidRDefault="001C0413" w:rsidP="001C0413">
      <w:pPr>
        <w:rPr>
          <w:rFonts w:eastAsia="Georgia" w:cs="Georgia"/>
        </w:rPr>
      </w:pPr>
      <w:r>
        <w:t>— </w:t>
      </w:r>
      <w:r w:rsidR="00530790" w:rsidRPr="005D5566">
        <w:t>Elle ne plaira pas à Rybine</w:t>
      </w:r>
      <w:r>
        <w:rPr>
          <w:rFonts w:eastAsia="Georgia" w:cs="Georgia"/>
        </w:rPr>
        <w:t>…</w:t>
      </w:r>
    </w:p>
    <w:p w14:paraId="0EA29B25" w14:textId="77777777" w:rsidR="001C0413" w:rsidRDefault="00530790" w:rsidP="001C0413">
      <w:r w:rsidRPr="005D5566">
        <w:t>Un instant après</w:t>
      </w:r>
      <w:r w:rsidR="001C0413">
        <w:t xml:space="preserve">, </w:t>
      </w:r>
      <w:r w:rsidRPr="005D5566">
        <w:t>Sophie parlait de nouveau simplement</w:t>
      </w:r>
      <w:r w:rsidR="001C0413">
        <w:t xml:space="preserve">, </w:t>
      </w:r>
      <w:r w:rsidRPr="005D5566">
        <w:t>cordialement</w:t>
      </w:r>
      <w:r w:rsidR="001C0413">
        <w:t xml:space="preserve">, </w:t>
      </w:r>
      <w:r w:rsidRPr="005D5566">
        <w:t>et la mère la regardait avec amour</w:t>
      </w:r>
      <w:r w:rsidR="001C0413">
        <w:t>.</w:t>
      </w:r>
    </w:p>
    <w:p w14:paraId="56B76FAD" w14:textId="77777777" w:rsidR="001C0413" w:rsidRDefault="001C0413" w:rsidP="001C0413">
      <w:r>
        <w:t>— </w:t>
      </w:r>
      <w:r w:rsidR="00530790" w:rsidRPr="005D5566">
        <w:t>Comme vous êtes encore jeune</w:t>
      </w:r>
      <w:r>
        <w:t xml:space="preserve"> ? </w:t>
      </w:r>
      <w:r w:rsidR="00530790" w:rsidRPr="005D5566">
        <w:t>soupira-t-elle</w:t>
      </w:r>
      <w:r>
        <w:t>.</w:t>
      </w:r>
    </w:p>
    <w:p w14:paraId="11D315FC" w14:textId="77777777" w:rsidR="001C0413" w:rsidRDefault="001C0413" w:rsidP="001C0413">
      <w:r>
        <w:t>— </w:t>
      </w:r>
      <w:r w:rsidR="00530790" w:rsidRPr="005D5566">
        <w:t>Oh</w:t>
      </w:r>
      <w:r>
        <w:t xml:space="preserve"> ! </w:t>
      </w:r>
      <w:r w:rsidR="00530790" w:rsidRPr="005D5566">
        <w:t>j</w:t>
      </w:r>
      <w:r>
        <w:t>’</w:t>
      </w:r>
      <w:r w:rsidR="00530790" w:rsidRPr="005D5566">
        <w:t>ai déjà trente-deux ans</w:t>
      </w:r>
      <w:r>
        <w:t xml:space="preserve"> ! </w:t>
      </w:r>
      <w:r w:rsidR="00530790" w:rsidRPr="005D5566">
        <w:t>dit Sophie</w:t>
      </w:r>
      <w:r>
        <w:t>.</w:t>
      </w:r>
    </w:p>
    <w:p w14:paraId="7DB90846" w14:textId="77777777" w:rsidR="001C0413" w:rsidRDefault="00530790" w:rsidP="001C0413">
      <w:r w:rsidRPr="005D5566">
        <w:t>Pélaguée sourit</w:t>
      </w:r>
      <w:r w:rsidR="001C0413">
        <w:t>.</w:t>
      </w:r>
    </w:p>
    <w:p w14:paraId="391741D7" w14:textId="77777777" w:rsidR="001C0413" w:rsidRDefault="001C0413" w:rsidP="001C0413">
      <w:r>
        <w:t>— </w:t>
      </w:r>
      <w:r w:rsidR="00530790" w:rsidRPr="005D5566">
        <w:t>Ce n</w:t>
      </w:r>
      <w:r>
        <w:t>’</w:t>
      </w:r>
      <w:r w:rsidR="00530790" w:rsidRPr="005D5566">
        <w:t>est pas ce que je veux dire</w:t>
      </w:r>
      <w:r>
        <w:t xml:space="preserve">… </w:t>
      </w:r>
      <w:r w:rsidR="00530790" w:rsidRPr="005D5566">
        <w:t>à vous voir</w:t>
      </w:r>
      <w:r>
        <w:t xml:space="preserve">, </w:t>
      </w:r>
      <w:r w:rsidR="00530790" w:rsidRPr="005D5566">
        <w:t>on vous croirait plus âgée</w:t>
      </w:r>
      <w:r>
        <w:t xml:space="preserve">… </w:t>
      </w:r>
      <w:r w:rsidR="00530790" w:rsidRPr="005D5566">
        <w:t>Mais quand on regarde vos yeux</w:t>
      </w:r>
      <w:r>
        <w:t xml:space="preserve">, </w:t>
      </w:r>
      <w:r w:rsidR="00530790" w:rsidRPr="005D5566">
        <w:t>quand on vous entend</w:t>
      </w:r>
      <w:r>
        <w:t xml:space="preserve">, </w:t>
      </w:r>
      <w:r w:rsidR="00530790" w:rsidRPr="005D5566">
        <w:t>on est tout étonné</w:t>
      </w:r>
      <w:r>
        <w:t xml:space="preserve">, </w:t>
      </w:r>
      <w:r w:rsidR="00530790" w:rsidRPr="005D5566">
        <w:t>on dirait une jeune fille</w:t>
      </w:r>
      <w:r>
        <w:t xml:space="preserve">… </w:t>
      </w:r>
      <w:r w:rsidR="00530790" w:rsidRPr="005D5566">
        <w:t>Vous avez une vie agitée et pénible</w:t>
      </w:r>
      <w:r>
        <w:t xml:space="preserve">, </w:t>
      </w:r>
      <w:r w:rsidR="00530790" w:rsidRPr="005D5566">
        <w:t>dangereuse</w:t>
      </w:r>
      <w:r>
        <w:t xml:space="preserve">… </w:t>
      </w:r>
      <w:r w:rsidR="00530790" w:rsidRPr="005D5566">
        <w:t>et pourtant votre cœur est souriant</w:t>
      </w:r>
      <w:r>
        <w:t>…</w:t>
      </w:r>
    </w:p>
    <w:p w14:paraId="26BFFDD3" w14:textId="77777777" w:rsidR="001C0413" w:rsidRDefault="001C0413" w:rsidP="001C0413">
      <w:r>
        <w:t>— </w:t>
      </w:r>
      <w:r w:rsidR="00530790" w:rsidRPr="005D5566">
        <w:t>Je ne sens pas que ma vie soit pénible</w:t>
      </w:r>
      <w:r>
        <w:t xml:space="preserve">, </w:t>
      </w:r>
      <w:r w:rsidR="00530790" w:rsidRPr="005D5566">
        <w:t>je ne puis m</w:t>
      </w:r>
      <w:r>
        <w:t>’</w:t>
      </w:r>
      <w:r w:rsidR="00530790" w:rsidRPr="005D5566">
        <w:t>en figurer une qui soit plus intéressante et meilleure que celle-ci</w:t>
      </w:r>
      <w:r>
        <w:t>…</w:t>
      </w:r>
    </w:p>
    <w:p w14:paraId="7CA489BC" w14:textId="77777777" w:rsidR="001C0413" w:rsidRDefault="001C0413" w:rsidP="001C0413">
      <w:r>
        <w:t>— </w:t>
      </w:r>
      <w:r w:rsidR="00530790" w:rsidRPr="005D5566">
        <w:t>Qui vous récompensera de vos peines</w:t>
      </w:r>
      <w:r>
        <w:t> ?</w:t>
      </w:r>
    </w:p>
    <w:p w14:paraId="2081C963" w14:textId="77777777" w:rsidR="001C0413" w:rsidRDefault="001C0413" w:rsidP="001C0413">
      <w:r>
        <w:t>— </w:t>
      </w:r>
      <w:r w:rsidR="00530790" w:rsidRPr="005D5566">
        <w:t>Nous sommés déjà récompensés</w:t>
      </w:r>
      <w:r>
        <w:t xml:space="preserve"> ! </w:t>
      </w:r>
      <w:r w:rsidR="00530790" w:rsidRPr="005D5566">
        <w:t>répondit Sophie d</w:t>
      </w:r>
      <w:r>
        <w:t>’</w:t>
      </w:r>
      <w:r w:rsidR="00530790" w:rsidRPr="005D5566">
        <w:t xml:space="preserve">un </w:t>
      </w:r>
      <w:r w:rsidR="00530790" w:rsidRPr="005D5566">
        <w:rPr>
          <w:bCs/>
        </w:rPr>
        <w:t xml:space="preserve">ton </w:t>
      </w:r>
      <w:r w:rsidR="00530790" w:rsidRPr="005D5566">
        <w:t>qui sembla plein de fierté à la mère</w:t>
      </w:r>
      <w:r>
        <w:t xml:space="preserve">. </w:t>
      </w:r>
      <w:r w:rsidR="00530790" w:rsidRPr="005D5566">
        <w:t>Nous nous sommes organisés une vie qui nous satisfait</w:t>
      </w:r>
      <w:r>
        <w:t xml:space="preserve">, </w:t>
      </w:r>
      <w:r w:rsidR="00530790" w:rsidRPr="005D5566">
        <w:t>que peut-on souhaiter de plus</w:t>
      </w:r>
      <w:r>
        <w:t> ?</w:t>
      </w:r>
    </w:p>
    <w:p w14:paraId="5C8ECAE1" w14:textId="77777777" w:rsidR="001C0413" w:rsidRDefault="00530790" w:rsidP="001C0413">
      <w:r w:rsidRPr="005D5566">
        <w:lastRenderedPageBreak/>
        <w:t>La mère lui jeta un coup d</w:t>
      </w:r>
      <w:r w:rsidR="001C0413">
        <w:t>’</w:t>
      </w:r>
      <w:r w:rsidRPr="005D5566">
        <w:t>œil et baissa la tête</w:t>
      </w:r>
      <w:r w:rsidR="001C0413">
        <w:t xml:space="preserve">, </w:t>
      </w:r>
      <w:r w:rsidRPr="005D5566">
        <w:t>en se répétant</w:t>
      </w:r>
      <w:r w:rsidR="001C0413">
        <w:t> :</w:t>
      </w:r>
    </w:p>
    <w:p w14:paraId="351C808C" w14:textId="77777777" w:rsidR="001C0413" w:rsidRDefault="001C0413" w:rsidP="001C0413">
      <w:r>
        <w:t>— </w:t>
      </w:r>
      <w:r w:rsidR="00530790" w:rsidRPr="005D5566">
        <w:t>Elle ne plaira pas à Rybine</w:t>
      </w:r>
      <w:r>
        <w:t>…</w:t>
      </w:r>
    </w:p>
    <w:p w14:paraId="370148C6" w14:textId="77777777" w:rsidR="001C0413" w:rsidRDefault="00530790" w:rsidP="001C0413">
      <w:r w:rsidRPr="005D5566">
        <w:t>Aspirant à pleins poumons l</w:t>
      </w:r>
      <w:r w:rsidR="001C0413">
        <w:t>’</w:t>
      </w:r>
      <w:r w:rsidRPr="005D5566">
        <w:t>air tiède</w:t>
      </w:r>
      <w:r w:rsidR="001C0413">
        <w:t xml:space="preserve">, </w:t>
      </w:r>
      <w:r w:rsidRPr="005D5566">
        <w:t>les deux femmes marchaient d</w:t>
      </w:r>
      <w:r w:rsidR="001C0413">
        <w:t>’</w:t>
      </w:r>
      <w:r w:rsidRPr="005D5566">
        <w:t>un pas lent</w:t>
      </w:r>
      <w:r w:rsidR="001C0413">
        <w:t xml:space="preserve">, </w:t>
      </w:r>
      <w:r w:rsidRPr="005D5566">
        <w:t>mais soutenu</w:t>
      </w:r>
      <w:r w:rsidR="001C0413">
        <w:t xml:space="preserve">. </w:t>
      </w:r>
      <w:r w:rsidRPr="005D5566">
        <w:t>Il semblait à Pélaguée qu</w:t>
      </w:r>
      <w:r w:rsidR="001C0413">
        <w:t>’</w:t>
      </w:r>
      <w:r w:rsidRPr="005D5566">
        <w:t>elle allait en pèlerinage</w:t>
      </w:r>
      <w:r w:rsidR="001C0413">
        <w:t xml:space="preserve">. </w:t>
      </w:r>
      <w:r w:rsidRPr="005D5566">
        <w:t>Elle se rappela son enfance et le pur bonheur qui l</w:t>
      </w:r>
      <w:r w:rsidR="001C0413">
        <w:t>’</w:t>
      </w:r>
      <w:r w:rsidRPr="005D5566">
        <w:t>animait lorsque</w:t>
      </w:r>
      <w:r w:rsidR="001C0413">
        <w:t xml:space="preserve">, </w:t>
      </w:r>
      <w:r w:rsidRPr="005D5566">
        <w:t>les jours de fête</w:t>
      </w:r>
      <w:r w:rsidR="001C0413">
        <w:t xml:space="preserve">, </w:t>
      </w:r>
      <w:r w:rsidRPr="005D5566">
        <w:t>elle quittait son village pour s</w:t>
      </w:r>
      <w:r w:rsidRPr="005D5566">
        <w:rPr>
          <w:bCs/>
        </w:rPr>
        <w:t xml:space="preserve">e </w:t>
      </w:r>
      <w:r w:rsidRPr="005D5566">
        <w:t>rendre à quelque monastère lointain</w:t>
      </w:r>
      <w:r w:rsidR="001C0413">
        <w:t xml:space="preserve">, </w:t>
      </w:r>
      <w:r w:rsidRPr="005D5566">
        <w:t>vers une image miraculeuse</w:t>
      </w:r>
      <w:r w:rsidR="001C0413">
        <w:t>.</w:t>
      </w:r>
    </w:p>
    <w:p w14:paraId="216208D0" w14:textId="65A9B79E" w:rsidR="001C0413" w:rsidRDefault="00530790" w:rsidP="001C0413">
      <w:r w:rsidRPr="005D5566">
        <w:t>De temps à autre</w:t>
      </w:r>
      <w:r w:rsidR="001C0413">
        <w:t xml:space="preserve">, </w:t>
      </w:r>
      <w:r w:rsidRPr="005D5566">
        <w:t>Sophie chantait de sa belle voix des chansons nouvelles qui parlaient de l</w:t>
      </w:r>
      <w:r w:rsidR="001C0413">
        <w:t>’</w:t>
      </w:r>
      <w:r w:rsidRPr="005D5566">
        <w:t>amour ou du Ciel</w:t>
      </w:r>
      <w:r w:rsidR="001C0413">
        <w:t xml:space="preserve"> ; </w:t>
      </w:r>
      <w:r w:rsidRPr="005D5566">
        <w:t xml:space="preserve">ou bien elle se mettait soudain </w:t>
      </w:r>
      <w:r>
        <w:t>à</w:t>
      </w:r>
      <w:r w:rsidRPr="005D5566">
        <w:t xml:space="preserve"> déclamer des vers célébrant les champs et les bois</w:t>
      </w:r>
      <w:r w:rsidR="001C0413">
        <w:t xml:space="preserve">, </w:t>
      </w:r>
      <w:r w:rsidRPr="005D5566">
        <w:t>l</w:t>
      </w:r>
      <w:r w:rsidR="000E747A">
        <w:t>a</w:t>
      </w:r>
      <w:r w:rsidRPr="005D5566">
        <w:t xml:space="preserve"> Volga</w:t>
      </w:r>
      <w:r w:rsidR="001C0413">
        <w:t xml:space="preserve">, </w:t>
      </w:r>
      <w:r w:rsidRPr="005D5566">
        <w:t>et la mère écoutait et souriait</w:t>
      </w:r>
      <w:r w:rsidR="001C0413">
        <w:t xml:space="preserve"> ; </w:t>
      </w:r>
      <w:r w:rsidRPr="005D5566">
        <w:t>sans le vouloir</w:t>
      </w:r>
      <w:r w:rsidR="001C0413">
        <w:t xml:space="preserve">, </w:t>
      </w:r>
      <w:r w:rsidRPr="005D5566">
        <w:t>elle hochait la tête au rythme de la poésie</w:t>
      </w:r>
      <w:r w:rsidR="001C0413">
        <w:t xml:space="preserve">, </w:t>
      </w:r>
      <w:r w:rsidRPr="005D5566">
        <w:t>dont la mélodie la charmait</w:t>
      </w:r>
      <w:r w:rsidR="001C0413">
        <w:t>.</w:t>
      </w:r>
    </w:p>
    <w:p w14:paraId="0D4301ED" w14:textId="77777777" w:rsidR="001C0413" w:rsidRDefault="00530790" w:rsidP="001C0413">
      <w:pPr>
        <w:rPr>
          <w:bCs/>
        </w:rPr>
      </w:pPr>
      <w:r w:rsidRPr="005D5566">
        <w:t>Dans son cœur</w:t>
      </w:r>
      <w:r w:rsidR="001C0413">
        <w:t xml:space="preserve">, </w:t>
      </w:r>
      <w:r w:rsidRPr="005D5566">
        <w:t>tout était paisible</w:t>
      </w:r>
      <w:r w:rsidR="001C0413">
        <w:t xml:space="preserve">, </w:t>
      </w:r>
      <w:r w:rsidRPr="005D5566">
        <w:t>tiède et doux</w:t>
      </w:r>
      <w:r w:rsidR="001C0413">
        <w:t xml:space="preserve">, </w:t>
      </w:r>
      <w:r w:rsidRPr="005D5566">
        <w:t>comme un vieux petit jardin par un soir d</w:t>
      </w:r>
      <w:r w:rsidR="001C0413">
        <w:rPr>
          <w:bCs/>
        </w:rPr>
        <w:t>’</w:t>
      </w:r>
      <w:r w:rsidRPr="005D5566">
        <w:rPr>
          <w:bCs/>
        </w:rPr>
        <w:t>été</w:t>
      </w:r>
      <w:r w:rsidR="001C0413">
        <w:rPr>
          <w:bCs/>
        </w:rPr>
        <w:t>.</w:t>
      </w:r>
    </w:p>
    <w:p w14:paraId="24DBBC1D" w14:textId="48F8D653" w:rsidR="00530790" w:rsidRPr="003B37B8" w:rsidRDefault="00530790" w:rsidP="001C0413">
      <w:pPr>
        <w:pStyle w:val="Titre2"/>
        <w:rPr>
          <w:szCs w:val="44"/>
        </w:rPr>
      </w:pPr>
      <w:bookmarkStart w:id="37" w:name="_Toc202279558"/>
      <w:r w:rsidRPr="003B37B8">
        <w:rPr>
          <w:szCs w:val="44"/>
        </w:rPr>
        <w:lastRenderedPageBreak/>
        <w:t>V</w:t>
      </w:r>
      <w:bookmarkEnd w:id="37"/>
      <w:r w:rsidRPr="003B37B8">
        <w:rPr>
          <w:szCs w:val="44"/>
        </w:rPr>
        <w:br/>
      </w:r>
    </w:p>
    <w:p w14:paraId="58F47278" w14:textId="77777777" w:rsidR="001C0413" w:rsidRDefault="00530790" w:rsidP="001C0413">
      <w:r w:rsidRPr="005D5566">
        <w:t>Le troisième jour</w:t>
      </w:r>
      <w:r w:rsidR="001C0413">
        <w:t xml:space="preserve">, </w:t>
      </w:r>
      <w:r w:rsidRPr="005D5566">
        <w:t>en arrivant dans un village</w:t>
      </w:r>
      <w:r w:rsidR="001C0413">
        <w:t xml:space="preserve">, </w:t>
      </w:r>
      <w:r w:rsidRPr="005D5566">
        <w:t xml:space="preserve">la mère demanda à un paysan qui </w:t>
      </w:r>
      <w:r w:rsidRPr="005D5566">
        <w:rPr>
          <w:bCs/>
        </w:rPr>
        <w:t xml:space="preserve">travaillait </w:t>
      </w:r>
      <w:r w:rsidRPr="005D5566">
        <w:rPr>
          <w:rFonts w:cs="Courier New"/>
          <w:bCs/>
        </w:rPr>
        <w:t>aux c</w:t>
      </w:r>
      <w:r w:rsidRPr="005D5566">
        <w:t>hamps où se trouvait la fabrique de goudron</w:t>
      </w:r>
      <w:r w:rsidR="001C0413">
        <w:t xml:space="preserve">. </w:t>
      </w:r>
      <w:r w:rsidRPr="005D5566">
        <w:t>Bientôt les deux femmes descendirent un étroit sentier raide e</w:t>
      </w:r>
      <w:r w:rsidRPr="005D5566">
        <w:rPr>
          <w:bCs/>
        </w:rPr>
        <w:t xml:space="preserve">t </w:t>
      </w:r>
      <w:r w:rsidRPr="005D5566">
        <w:t>agreste</w:t>
      </w:r>
      <w:r w:rsidR="001C0413">
        <w:t xml:space="preserve">, </w:t>
      </w:r>
      <w:r w:rsidRPr="005D5566">
        <w:t>pareil à un escalier dont les racines formaient les marches</w:t>
      </w:r>
      <w:r w:rsidR="001C0413">
        <w:t xml:space="preserve"> ; </w:t>
      </w:r>
      <w:r w:rsidRPr="005D5566">
        <w:t>elles aperçurent une petite clairière arrondie</w:t>
      </w:r>
      <w:r w:rsidR="001C0413">
        <w:t xml:space="preserve">, </w:t>
      </w:r>
      <w:r w:rsidRPr="005D5566">
        <w:t>tout encombrée de copeaux et de charbon avec</w:t>
      </w:r>
      <w:r w:rsidR="001C0413">
        <w:t xml:space="preserve">, </w:t>
      </w:r>
      <w:r w:rsidRPr="005D5566">
        <w:t>çà et là</w:t>
      </w:r>
      <w:r w:rsidR="001C0413">
        <w:t xml:space="preserve">, </w:t>
      </w:r>
      <w:r w:rsidRPr="005D5566">
        <w:t>des flaques de goudron</w:t>
      </w:r>
      <w:r w:rsidR="001C0413">
        <w:t>.</w:t>
      </w:r>
    </w:p>
    <w:p w14:paraId="65E6E3ED" w14:textId="77777777" w:rsidR="001C0413" w:rsidRDefault="001C0413" w:rsidP="001C0413">
      <w:r>
        <w:t>— </w:t>
      </w:r>
      <w:r w:rsidR="00530790" w:rsidRPr="005D5566">
        <w:t>Nous voilà au but</w:t>
      </w:r>
      <w:r>
        <w:t xml:space="preserve"> ! </w:t>
      </w:r>
      <w:r w:rsidR="00530790" w:rsidRPr="005D5566">
        <w:t>dit la mère en regardant autour d</w:t>
      </w:r>
      <w:r>
        <w:t>’</w:t>
      </w:r>
      <w:r w:rsidR="00530790" w:rsidRPr="005D5566">
        <w:t>elle avec inquiétude</w:t>
      </w:r>
      <w:r>
        <w:t>.</w:t>
      </w:r>
    </w:p>
    <w:p w14:paraId="02A2DC7F" w14:textId="77777777" w:rsidR="001C0413" w:rsidRDefault="00530790" w:rsidP="001C0413">
      <w:r w:rsidRPr="005D5566">
        <w:t>Près d</w:t>
      </w:r>
      <w:r w:rsidR="001C0413">
        <w:t>’</w:t>
      </w:r>
      <w:r w:rsidRPr="005D5566">
        <w:t>une hutte fermée de pieux et de branchages</w:t>
      </w:r>
      <w:r w:rsidR="001C0413">
        <w:t xml:space="preserve">, </w:t>
      </w:r>
      <w:r w:rsidRPr="005D5566">
        <w:t>quatre ouvriers dînaient</w:t>
      </w:r>
      <w:r w:rsidR="001C0413">
        <w:t xml:space="preserve">, </w:t>
      </w:r>
      <w:r w:rsidRPr="005D5566">
        <w:t>assis autour d</w:t>
      </w:r>
      <w:r w:rsidR="001C0413">
        <w:t>’</w:t>
      </w:r>
      <w:r w:rsidRPr="005D5566">
        <w:t>une table faite de trois planches brutes posées sur des pieux fichés dans le sol</w:t>
      </w:r>
      <w:r w:rsidR="001C0413">
        <w:t xml:space="preserve">. </w:t>
      </w:r>
      <w:r w:rsidRPr="005D5566">
        <w:t>C</w:t>
      </w:r>
      <w:r w:rsidR="001C0413">
        <w:t>’</w:t>
      </w:r>
      <w:r w:rsidRPr="005D5566">
        <w:t>étaient Rybine</w:t>
      </w:r>
      <w:r w:rsidR="001C0413">
        <w:t xml:space="preserve">, </w:t>
      </w:r>
      <w:r w:rsidRPr="005D5566">
        <w:t>tout noir</w:t>
      </w:r>
      <w:r w:rsidR="001C0413">
        <w:t xml:space="preserve">, </w:t>
      </w:r>
      <w:r w:rsidRPr="005D5566">
        <w:t>la chemise ouverte sur sa poitrine</w:t>
      </w:r>
      <w:r w:rsidR="001C0413">
        <w:t xml:space="preserve">, </w:t>
      </w:r>
      <w:r w:rsidRPr="005D5566">
        <w:t>Jéfim et deux autres jeunes gens</w:t>
      </w:r>
      <w:r w:rsidR="001C0413">
        <w:t xml:space="preserve">. </w:t>
      </w:r>
      <w:r w:rsidRPr="005D5566">
        <w:t>Rybine</w:t>
      </w:r>
      <w:r w:rsidR="001C0413">
        <w:t xml:space="preserve">, </w:t>
      </w:r>
      <w:r w:rsidRPr="005D5566">
        <w:t>le premier</w:t>
      </w:r>
      <w:r w:rsidR="001C0413">
        <w:t xml:space="preserve">, </w:t>
      </w:r>
      <w:r w:rsidRPr="005D5566">
        <w:t>aperçut les deux femmes</w:t>
      </w:r>
      <w:r w:rsidR="001C0413">
        <w:t xml:space="preserve"> ; </w:t>
      </w:r>
      <w:r w:rsidRPr="005D5566">
        <w:t>il attendit en silence</w:t>
      </w:r>
      <w:r w:rsidR="001C0413">
        <w:t xml:space="preserve">, </w:t>
      </w:r>
      <w:r w:rsidRPr="005D5566">
        <w:t>s</w:t>
      </w:r>
      <w:r w:rsidR="001C0413">
        <w:t>’</w:t>
      </w:r>
      <w:r w:rsidRPr="005D5566">
        <w:t>abritant les yeux de sa main</w:t>
      </w:r>
      <w:r w:rsidR="001C0413">
        <w:t>.</w:t>
      </w:r>
    </w:p>
    <w:p w14:paraId="1CA41021" w14:textId="77777777" w:rsidR="001C0413" w:rsidRDefault="001C0413" w:rsidP="001C0413">
      <w:r>
        <w:t>— </w:t>
      </w:r>
      <w:r w:rsidR="00530790" w:rsidRPr="005D5566">
        <w:t>Bonjour</w:t>
      </w:r>
      <w:r>
        <w:t xml:space="preserve">, </w:t>
      </w:r>
      <w:r w:rsidR="00530790" w:rsidRPr="005D5566">
        <w:t>frère Mikhaïl</w:t>
      </w:r>
      <w:r>
        <w:t xml:space="preserve"> ! </w:t>
      </w:r>
      <w:r w:rsidR="00530790" w:rsidRPr="005D5566">
        <w:t>cria la mère de loin</w:t>
      </w:r>
      <w:r>
        <w:t>.</w:t>
      </w:r>
    </w:p>
    <w:p w14:paraId="1B138E80" w14:textId="77777777" w:rsidR="001C0413" w:rsidRDefault="00530790" w:rsidP="001C0413">
      <w:r w:rsidRPr="005D5566">
        <w:t>Il se leva et vint à leur rencontre sans se hâter</w:t>
      </w:r>
      <w:r w:rsidR="001C0413">
        <w:t xml:space="preserve"> ; </w:t>
      </w:r>
      <w:r w:rsidRPr="005D5566">
        <w:t>lorsqu</w:t>
      </w:r>
      <w:r w:rsidR="001C0413">
        <w:t>’</w:t>
      </w:r>
      <w:r w:rsidRPr="005D5566">
        <w:t>il eut reconnu Pélaguée</w:t>
      </w:r>
      <w:r w:rsidR="001C0413">
        <w:t xml:space="preserve">, </w:t>
      </w:r>
      <w:r w:rsidRPr="005D5566">
        <w:t>il s</w:t>
      </w:r>
      <w:r w:rsidR="001C0413">
        <w:t>’</w:t>
      </w:r>
      <w:r w:rsidRPr="005D5566">
        <w:t>arrêta et caressa sa barbe</w:t>
      </w:r>
      <w:r w:rsidR="001C0413">
        <w:t>.</w:t>
      </w:r>
    </w:p>
    <w:p w14:paraId="580C8495" w14:textId="77777777" w:rsidR="001C0413" w:rsidRDefault="001C0413" w:rsidP="001C0413">
      <w:r>
        <w:t>— </w:t>
      </w:r>
      <w:r w:rsidR="00530790" w:rsidRPr="005D5566">
        <w:t>Nous allons en pèlerinage</w:t>
      </w:r>
      <w:r>
        <w:t xml:space="preserve"> ! </w:t>
      </w:r>
      <w:r w:rsidR="00530790" w:rsidRPr="005D5566">
        <w:t>dit la mère en s</w:t>
      </w:r>
      <w:r>
        <w:t>’</w:t>
      </w:r>
      <w:r w:rsidR="00530790" w:rsidRPr="005D5566">
        <w:t>approchant</w:t>
      </w:r>
      <w:r>
        <w:t xml:space="preserve">. </w:t>
      </w:r>
      <w:r w:rsidR="00530790" w:rsidRPr="005D5566">
        <w:t>J</w:t>
      </w:r>
      <w:r>
        <w:t>’</w:t>
      </w:r>
      <w:r w:rsidR="00530790" w:rsidRPr="005D5566">
        <w:t>ai fait un détour pour te rendre visite</w:t>
      </w:r>
      <w:r>
        <w:t xml:space="preserve">. </w:t>
      </w:r>
      <w:r w:rsidR="00530790" w:rsidRPr="005D5566">
        <w:t>Voilà mon amie</w:t>
      </w:r>
      <w:r>
        <w:t xml:space="preserve">, </w:t>
      </w:r>
      <w:r w:rsidR="00530790" w:rsidRPr="005D5566">
        <w:t>elle s</w:t>
      </w:r>
      <w:r>
        <w:t>’</w:t>
      </w:r>
      <w:r w:rsidR="00530790" w:rsidRPr="005D5566">
        <w:t>appelle Anne</w:t>
      </w:r>
      <w:r>
        <w:t>…</w:t>
      </w:r>
    </w:p>
    <w:p w14:paraId="0CBDC3F3" w14:textId="77777777" w:rsidR="001C0413" w:rsidRDefault="00530790" w:rsidP="001C0413">
      <w:r w:rsidRPr="005D5566">
        <w:t>Fière de son ingéniosité</w:t>
      </w:r>
      <w:r w:rsidR="001C0413">
        <w:t xml:space="preserve">, </w:t>
      </w:r>
      <w:r w:rsidRPr="005D5566">
        <w:t>elle regarda du coin de l</w:t>
      </w:r>
      <w:r w:rsidR="001C0413">
        <w:t>’</w:t>
      </w:r>
      <w:r w:rsidRPr="005D5566">
        <w:t>œil Sophie</w:t>
      </w:r>
      <w:r w:rsidR="001C0413">
        <w:t xml:space="preserve">, </w:t>
      </w:r>
      <w:r w:rsidRPr="005D5566">
        <w:t>qui restait grave et impassible</w:t>
      </w:r>
      <w:r w:rsidR="001C0413">
        <w:t>.</w:t>
      </w:r>
    </w:p>
    <w:p w14:paraId="5B83F5F5" w14:textId="77777777" w:rsidR="001C0413" w:rsidRDefault="001C0413" w:rsidP="001C0413">
      <w:r>
        <w:lastRenderedPageBreak/>
        <w:t>— </w:t>
      </w:r>
      <w:r w:rsidR="00530790" w:rsidRPr="005D5566">
        <w:t>Bonjour</w:t>
      </w:r>
      <w:r>
        <w:t xml:space="preserve"> ! </w:t>
      </w:r>
      <w:r w:rsidR="00530790" w:rsidRPr="005D5566">
        <w:t>dit Rybine avec un sourire morose</w:t>
      </w:r>
      <w:r>
        <w:t xml:space="preserve">. </w:t>
      </w:r>
      <w:r w:rsidR="00530790" w:rsidRPr="005D5566">
        <w:t>Il lui serra la main</w:t>
      </w:r>
      <w:r>
        <w:t xml:space="preserve">, </w:t>
      </w:r>
      <w:r w:rsidR="00530790" w:rsidRPr="005D5566">
        <w:t>salua Sophie et continua</w:t>
      </w:r>
      <w:r>
        <w:t xml:space="preserve"> : </w:t>
      </w:r>
      <w:r w:rsidR="00530790" w:rsidRPr="005D5566">
        <w:t>Inutile de mentir</w:t>
      </w:r>
      <w:r>
        <w:t xml:space="preserve">, </w:t>
      </w:r>
      <w:r w:rsidR="00530790" w:rsidRPr="005D5566">
        <w:t>ce n</w:t>
      </w:r>
      <w:r>
        <w:t>’</w:t>
      </w:r>
      <w:r w:rsidR="00530790" w:rsidRPr="005D5566">
        <w:t>est pas la ville</w:t>
      </w:r>
      <w:r>
        <w:t xml:space="preserve"> ; </w:t>
      </w:r>
      <w:r w:rsidR="00530790" w:rsidRPr="005D5566">
        <w:t>ici</w:t>
      </w:r>
      <w:r>
        <w:t xml:space="preserve">, </w:t>
      </w:r>
      <w:r w:rsidR="00530790" w:rsidRPr="005D5566">
        <w:t>on n</w:t>
      </w:r>
      <w:r>
        <w:t>’</w:t>
      </w:r>
      <w:r w:rsidR="00530790" w:rsidRPr="005D5566">
        <w:t>a pas besoin de mensonge</w:t>
      </w:r>
      <w:r>
        <w:t xml:space="preserve">. </w:t>
      </w:r>
      <w:r w:rsidR="00530790" w:rsidRPr="005D5566">
        <w:t>Ici</w:t>
      </w:r>
      <w:r>
        <w:t xml:space="preserve">, </w:t>
      </w:r>
      <w:r w:rsidR="00530790" w:rsidRPr="005D5566">
        <w:t>il n</w:t>
      </w:r>
      <w:r>
        <w:t>’</w:t>
      </w:r>
      <w:r w:rsidR="00530790" w:rsidRPr="005D5566">
        <w:t>y a que de braves gens</w:t>
      </w:r>
      <w:r>
        <w:t xml:space="preserve">, </w:t>
      </w:r>
      <w:r w:rsidR="00530790" w:rsidRPr="005D5566">
        <w:t>que l</w:t>
      </w:r>
      <w:r>
        <w:t>’</w:t>
      </w:r>
      <w:r w:rsidR="00530790" w:rsidRPr="005D5566">
        <w:t>on connaît</w:t>
      </w:r>
      <w:r>
        <w:t>…</w:t>
      </w:r>
    </w:p>
    <w:p w14:paraId="6D54EBBC" w14:textId="77777777" w:rsidR="001C0413" w:rsidRDefault="00530790" w:rsidP="001C0413">
      <w:r w:rsidRPr="005D5566">
        <w:t>Jéfim</w:t>
      </w:r>
      <w:r w:rsidR="001C0413">
        <w:t xml:space="preserve">, </w:t>
      </w:r>
      <w:r w:rsidRPr="005D5566">
        <w:t>toujours assis à la table</w:t>
      </w:r>
      <w:r w:rsidR="001C0413">
        <w:t xml:space="preserve">, </w:t>
      </w:r>
      <w:r w:rsidRPr="005D5566">
        <w:t>considérait avec attention les voyageuses</w:t>
      </w:r>
      <w:r w:rsidR="001C0413">
        <w:t xml:space="preserve"> ; </w:t>
      </w:r>
      <w:r w:rsidRPr="005D5566">
        <w:t xml:space="preserve">il chuchota quelque chose </w:t>
      </w:r>
      <w:r w:rsidRPr="005D5566">
        <w:rPr>
          <w:bCs/>
        </w:rPr>
        <w:t xml:space="preserve">à </w:t>
      </w:r>
      <w:r w:rsidRPr="005D5566">
        <w:t>ses compagnons</w:t>
      </w:r>
      <w:r w:rsidR="001C0413">
        <w:t xml:space="preserve">. </w:t>
      </w:r>
      <w:r w:rsidRPr="005D5566">
        <w:t>Lorsque les femmes se rapprochèrent</w:t>
      </w:r>
      <w:r w:rsidR="001C0413">
        <w:t xml:space="preserve">, </w:t>
      </w:r>
      <w:r w:rsidRPr="005D5566">
        <w:t>il se leva</w:t>
      </w:r>
      <w:r w:rsidR="001C0413">
        <w:t xml:space="preserve">, </w:t>
      </w:r>
      <w:r w:rsidRPr="005D5566">
        <w:t>salua sans mot dire</w:t>
      </w:r>
      <w:r w:rsidR="001C0413">
        <w:t xml:space="preserve"> ; </w:t>
      </w:r>
      <w:r w:rsidRPr="005D5566">
        <w:t>les deux autres restèrent immobiles</w:t>
      </w:r>
      <w:r w:rsidR="001C0413">
        <w:t xml:space="preserve">, </w:t>
      </w:r>
      <w:r w:rsidRPr="005D5566">
        <w:t>comme s</w:t>
      </w:r>
      <w:r w:rsidR="001C0413">
        <w:t>’</w:t>
      </w:r>
      <w:r w:rsidRPr="005D5566">
        <w:t>ils n</w:t>
      </w:r>
      <w:r w:rsidR="001C0413">
        <w:t>’</w:t>
      </w:r>
      <w:r w:rsidRPr="005D5566">
        <w:t>avaient pas aperçu les visiteuses</w:t>
      </w:r>
      <w:r w:rsidR="001C0413">
        <w:t>.</w:t>
      </w:r>
    </w:p>
    <w:p w14:paraId="73838259" w14:textId="77777777" w:rsidR="001C0413" w:rsidRDefault="001C0413" w:rsidP="001C0413">
      <w:r>
        <w:t>— </w:t>
      </w:r>
      <w:r w:rsidR="00530790" w:rsidRPr="005D5566">
        <w:t>Nous sommes en reclus ici</w:t>
      </w:r>
      <w:r>
        <w:t xml:space="preserve"> ! </w:t>
      </w:r>
      <w:r w:rsidR="00530790" w:rsidRPr="005D5566">
        <w:t>reprit Rybine</w:t>
      </w:r>
      <w:r>
        <w:t xml:space="preserve">, </w:t>
      </w:r>
      <w:r w:rsidR="00530790" w:rsidRPr="005D5566">
        <w:t>en frappant sur l</w:t>
      </w:r>
      <w:r>
        <w:t>’</w:t>
      </w:r>
      <w:r w:rsidR="00530790" w:rsidRPr="005D5566">
        <w:t>épaule de la mère</w:t>
      </w:r>
      <w:r>
        <w:t xml:space="preserve">. </w:t>
      </w:r>
      <w:r w:rsidR="00530790" w:rsidRPr="005D5566">
        <w:t>Personne ne vient nous voir</w:t>
      </w:r>
      <w:r>
        <w:t xml:space="preserve">, </w:t>
      </w:r>
      <w:r w:rsidR="00530790" w:rsidRPr="005D5566">
        <w:t>le patron n</w:t>
      </w:r>
      <w:r>
        <w:t>’</w:t>
      </w:r>
      <w:r w:rsidR="00530790" w:rsidRPr="005D5566">
        <w:t>est pas au village</w:t>
      </w:r>
      <w:r>
        <w:t xml:space="preserve">, </w:t>
      </w:r>
      <w:r w:rsidR="00530790" w:rsidRPr="005D5566">
        <w:t>sa femme est à l</w:t>
      </w:r>
      <w:r>
        <w:t>’</w:t>
      </w:r>
      <w:r w:rsidR="00530790" w:rsidRPr="005D5566">
        <w:t>hôpital</w:t>
      </w:r>
      <w:r>
        <w:t xml:space="preserve">, </w:t>
      </w:r>
      <w:r w:rsidR="00530790" w:rsidRPr="005D5566">
        <w:t>et moi</w:t>
      </w:r>
      <w:r>
        <w:t xml:space="preserve">, </w:t>
      </w:r>
      <w:r w:rsidR="00530790" w:rsidRPr="005D5566">
        <w:t>je suis maintenant une sorte d</w:t>
      </w:r>
      <w:r>
        <w:t>’</w:t>
      </w:r>
      <w:r w:rsidR="00530790" w:rsidRPr="005D5566">
        <w:t>intendant</w:t>
      </w:r>
      <w:r>
        <w:t xml:space="preserve">… </w:t>
      </w:r>
      <w:r w:rsidR="00530790" w:rsidRPr="005D5566">
        <w:t>Asseyez-vous</w:t>
      </w:r>
      <w:r>
        <w:t xml:space="preserve">. </w:t>
      </w:r>
      <w:r w:rsidR="00530790" w:rsidRPr="005D5566">
        <w:t>Voulez-vous du thé</w:t>
      </w:r>
      <w:r>
        <w:t xml:space="preserve"> ? </w:t>
      </w:r>
      <w:r w:rsidR="00530790" w:rsidRPr="005D5566">
        <w:t>Jéfim</w:t>
      </w:r>
      <w:r>
        <w:t xml:space="preserve">, </w:t>
      </w:r>
      <w:r w:rsidR="00530790" w:rsidRPr="005D5566">
        <w:t>apporte donc du lait</w:t>
      </w:r>
      <w:r>
        <w:t> !</w:t>
      </w:r>
    </w:p>
    <w:p w14:paraId="2241BA12" w14:textId="77777777" w:rsidR="001C0413" w:rsidRDefault="00530790" w:rsidP="001C0413">
      <w:r w:rsidRPr="005D5566">
        <w:t>Lentement</w:t>
      </w:r>
      <w:r w:rsidR="001C0413">
        <w:t xml:space="preserve">, </w:t>
      </w:r>
      <w:r w:rsidRPr="005D5566">
        <w:t>Jéfim se rendit à la hutte</w:t>
      </w:r>
      <w:r w:rsidR="001C0413">
        <w:t xml:space="preserve">, </w:t>
      </w:r>
      <w:r w:rsidRPr="005D5566">
        <w:t>tandis que les voyageuses se débarrassaient de leur besace</w:t>
      </w:r>
      <w:r w:rsidR="001C0413">
        <w:t xml:space="preserve">. </w:t>
      </w:r>
      <w:r w:rsidRPr="005D5566">
        <w:t>Un des paysans</w:t>
      </w:r>
      <w:r w:rsidR="001C0413">
        <w:t xml:space="preserve">, </w:t>
      </w:r>
      <w:r w:rsidRPr="005D5566">
        <w:t>un grand gaillard maigre</w:t>
      </w:r>
      <w:r w:rsidR="001C0413">
        <w:t xml:space="preserve">, </w:t>
      </w:r>
      <w:r w:rsidRPr="005D5566">
        <w:t>se leva pour les aider</w:t>
      </w:r>
      <w:r w:rsidR="001C0413">
        <w:t xml:space="preserve">. </w:t>
      </w:r>
      <w:r w:rsidRPr="005D5566">
        <w:t>L</w:t>
      </w:r>
      <w:r w:rsidR="001C0413">
        <w:t>’</w:t>
      </w:r>
      <w:r w:rsidRPr="005D5566">
        <w:t>autre</w:t>
      </w:r>
      <w:r w:rsidR="001C0413">
        <w:t xml:space="preserve">, </w:t>
      </w:r>
      <w:r w:rsidRPr="005D5566">
        <w:t>déguenillé et trapu</w:t>
      </w:r>
      <w:r w:rsidR="001C0413">
        <w:t xml:space="preserve">, </w:t>
      </w:r>
      <w:r w:rsidRPr="005D5566">
        <w:t>s</w:t>
      </w:r>
      <w:r w:rsidR="001C0413">
        <w:t>’</w:t>
      </w:r>
      <w:r w:rsidRPr="005D5566">
        <w:t>était accoudé et regardait pensivement les femmes</w:t>
      </w:r>
      <w:r w:rsidR="001C0413">
        <w:t xml:space="preserve">, </w:t>
      </w:r>
      <w:r w:rsidRPr="005D5566">
        <w:t>en se grattant la tête et en fredonnant</w:t>
      </w:r>
      <w:r w:rsidR="001C0413">
        <w:t xml:space="preserve">. </w:t>
      </w:r>
      <w:r w:rsidRPr="005D5566">
        <w:t>L</w:t>
      </w:r>
      <w:r w:rsidR="001C0413">
        <w:t>’</w:t>
      </w:r>
      <w:r w:rsidRPr="005D5566">
        <w:t>arôme étouffant du goudron frais se mêlait à l</w:t>
      </w:r>
      <w:r w:rsidR="001C0413">
        <w:t>’</w:t>
      </w:r>
      <w:r w:rsidRPr="005D5566">
        <w:t>odeur suffocante des feuilles pourries et faisait tourner la tête</w:t>
      </w:r>
      <w:r w:rsidR="001C0413">
        <w:t>.</w:t>
      </w:r>
    </w:p>
    <w:p w14:paraId="70006636" w14:textId="77777777" w:rsidR="001C0413" w:rsidRDefault="001C0413" w:rsidP="001C0413">
      <w:r>
        <w:t>— </w:t>
      </w:r>
      <w:r w:rsidR="00530790" w:rsidRPr="005D5566">
        <w:t>Celui-ci s</w:t>
      </w:r>
      <w:r>
        <w:t>’</w:t>
      </w:r>
      <w:r w:rsidR="00530790" w:rsidRPr="005D5566">
        <w:t>appelle Jacob</w:t>
      </w:r>
      <w:r>
        <w:t xml:space="preserve">, </w:t>
      </w:r>
      <w:r w:rsidR="00530790" w:rsidRPr="005D5566">
        <w:t>dit Rybine en désignant le plus grand des deux ouvriers</w:t>
      </w:r>
      <w:r>
        <w:t xml:space="preserve">, </w:t>
      </w:r>
      <w:r w:rsidR="00530790" w:rsidRPr="005D5566">
        <w:t>et celui-ci</w:t>
      </w:r>
      <w:r>
        <w:t xml:space="preserve">, </w:t>
      </w:r>
      <w:r w:rsidR="00530790" w:rsidRPr="005D5566">
        <w:t>Ignati</w:t>
      </w:r>
      <w:r>
        <w:t xml:space="preserve">… </w:t>
      </w:r>
      <w:r w:rsidR="00530790" w:rsidRPr="005D5566">
        <w:t>Eh bien</w:t>
      </w:r>
      <w:r>
        <w:t xml:space="preserve">, </w:t>
      </w:r>
      <w:r w:rsidR="00530790" w:rsidRPr="005D5566">
        <w:t>et ton fils</w:t>
      </w:r>
      <w:r>
        <w:t> ?…</w:t>
      </w:r>
    </w:p>
    <w:p w14:paraId="655FC32E" w14:textId="77777777" w:rsidR="001C0413" w:rsidRDefault="001C0413" w:rsidP="001C0413">
      <w:r>
        <w:t>— </w:t>
      </w:r>
      <w:r w:rsidR="00530790" w:rsidRPr="005D5566">
        <w:t>En prison</w:t>
      </w:r>
      <w:r>
        <w:t xml:space="preserve"> ! </w:t>
      </w:r>
      <w:r w:rsidR="00530790" w:rsidRPr="005D5566">
        <w:t>soupira la mère</w:t>
      </w:r>
      <w:r>
        <w:t>.</w:t>
      </w:r>
    </w:p>
    <w:p w14:paraId="29F099A5" w14:textId="77777777" w:rsidR="001C0413" w:rsidRDefault="001C0413" w:rsidP="001C0413">
      <w:r>
        <w:t>— </w:t>
      </w:r>
      <w:r w:rsidR="00530790" w:rsidRPr="005D5566">
        <w:t>De nouveau</w:t>
      </w:r>
      <w:r>
        <w:t xml:space="preserve"> ! </w:t>
      </w:r>
      <w:r w:rsidR="00530790" w:rsidRPr="005D5566">
        <w:t>s</w:t>
      </w:r>
      <w:r>
        <w:t>’</w:t>
      </w:r>
      <w:r w:rsidR="00530790" w:rsidRPr="005D5566">
        <w:t>écria Rybine</w:t>
      </w:r>
      <w:r>
        <w:t xml:space="preserve">. </w:t>
      </w:r>
      <w:r w:rsidR="00530790" w:rsidRPr="005D5566">
        <w:t>Il faut croire qu</w:t>
      </w:r>
      <w:r>
        <w:t>’</w:t>
      </w:r>
      <w:r w:rsidR="00530790" w:rsidRPr="005D5566">
        <w:t>il s</w:t>
      </w:r>
      <w:r>
        <w:t>’</w:t>
      </w:r>
      <w:r w:rsidR="00530790" w:rsidRPr="005D5566">
        <w:t>y trouvait bien</w:t>
      </w:r>
      <w:r>
        <w:t>…</w:t>
      </w:r>
    </w:p>
    <w:p w14:paraId="3CCBE884" w14:textId="77777777" w:rsidR="001C0413" w:rsidRDefault="00530790" w:rsidP="001C0413">
      <w:r w:rsidRPr="005D5566">
        <w:t>Ignati ne chantonnait plus</w:t>
      </w:r>
      <w:r w:rsidR="001C0413">
        <w:t xml:space="preserve"> ; </w:t>
      </w:r>
      <w:r w:rsidRPr="005D5566">
        <w:t>Jacob prit le bâton d</w:t>
      </w:r>
      <w:r w:rsidR="001C0413">
        <w:t>’</w:t>
      </w:r>
      <w:r w:rsidRPr="005D5566">
        <w:t>entre les mains de la mère</w:t>
      </w:r>
      <w:r w:rsidR="001C0413">
        <w:t> :</w:t>
      </w:r>
    </w:p>
    <w:p w14:paraId="2C4A028C" w14:textId="77777777" w:rsidR="001C0413" w:rsidRDefault="001C0413" w:rsidP="001C0413">
      <w:r>
        <w:lastRenderedPageBreak/>
        <w:t>— </w:t>
      </w:r>
      <w:r w:rsidR="00530790" w:rsidRPr="005D5566">
        <w:t>Assieds-toi</w:t>
      </w:r>
      <w:r>
        <w:t xml:space="preserve">, </w:t>
      </w:r>
      <w:r w:rsidR="00530790" w:rsidRPr="005D5566">
        <w:t>grand-mère</w:t>
      </w:r>
      <w:r>
        <w:t> !</w:t>
      </w:r>
    </w:p>
    <w:p w14:paraId="640EF43B" w14:textId="77777777" w:rsidR="001C0413" w:rsidRDefault="001C0413" w:rsidP="001C0413">
      <w:r>
        <w:t>— </w:t>
      </w:r>
      <w:r w:rsidR="00530790" w:rsidRPr="005D5566">
        <w:t>Et vous aussi</w:t>
      </w:r>
      <w:r>
        <w:t xml:space="preserve">, </w:t>
      </w:r>
      <w:r w:rsidR="00530790" w:rsidRPr="005D5566">
        <w:t>asseyez-vous</w:t>
      </w:r>
      <w:r>
        <w:t xml:space="preserve">, </w:t>
      </w:r>
      <w:r w:rsidR="00530790" w:rsidRPr="005D5566">
        <w:t>dit Rybine en s</w:t>
      </w:r>
      <w:r>
        <w:t>’</w:t>
      </w:r>
      <w:r w:rsidR="00530790" w:rsidRPr="005D5566">
        <w:t>adressant à Sophie</w:t>
      </w:r>
      <w:r>
        <w:t>.</w:t>
      </w:r>
    </w:p>
    <w:p w14:paraId="53AC873C" w14:textId="77777777" w:rsidR="001C0413" w:rsidRDefault="00530790" w:rsidP="001C0413">
      <w:r w:rsidRPr="005D5566">
        <w:t>Sans parler</w:t>
      </w:r>
      <w:r w:rsidR="001C0413">
        <w:t xml:space="preserve">, </w:t>
      </w:r>
      <w:r w:rsidRPr="005D5566">
        <w:t>elle se plaça sur un ballot et se mit à examiner Rybine</w:t>
      </w:r>
      <w:r w:rsidR="001C0413">
        <w:t>.</w:t>
      </w:r>
    </w:p>
    <w:p w14:paraId="7B5E960A" w14:textId="77777777" w:rsidR="001C0413" w:rsidRDefault="001C0413" w:rsidP="001C0413">
      <w:r>
        <w:t>— </w:t>
      </w:r>
      <w:r w:rsidR="00530790" w:rsidRPr="005D5566">
        <w:t>Quand a-t-il été arrêté</w:t>
      </w:r>
      <w:r>
        <w:t xml:space="preserve"> ? </w:t>
      </w:r>
      <w:r w:rsidR="00530790" w:rsidRPr="005D5566">
        <w:t>demanda celui-ci</w:t>
      </w:r>
      <w:r>
        <w:t xml:space="preserve">, </w:t>
      </w:r>
      <w:r w:rsidR="00530790" w:rsidRPr="005D5566">
        <w:t>et il s</w:t>
      </w:r>
      <w:r>
        <w:t>’</w:t>
      </w:r>
      <w:r w:rsidR="00530790" w:rsidRPr="005D5566">
        <w:t>exclama en branlant la tête</w:t>
      </w:r>
      <w:r>
        <w:t xml:space="preserve"> : </w:t>
      </w:r>
      <w:r w:rsidR="00530790" w:rsidRPr="005D5566">
        <w:t>Tu n</w:t>
      </w:r>
      <w:r>
        <w:t>’</w:t>
      </w:r>
      <w:r w:rsidR="00530790" w:rsidRPr="005D5566">
        <w:t>as pas de chance</w:t>
      </w:r>
      <w:r>
        <w:t xml:space="preserve">, </w:t>
      </w:r>
      <w:r w:rsidR="00530790" w:rsidRPr="005D5566">
        <w:t>Pélaguée</w:t>
      </w:r>
      <w:r>
        <w:t> !</w:t>
      </w:r>
    </w:p>
    <w:p w14:paraId="3024E552" w14:textId="77777777" w:rsidR="001C0413" w:rsidRDefault="001C0413" w:rsidP="001C0413">
      <w:r>
        <w:t>— </w:t>
      </w:r>
      <w:r w:rsidR="00530790" w:rsidRPr="005D5566">
        <w:t>Qu</w:t>
      </w:r>
      <w:r>
        <w:t>’</w:t>
      </w:r>
      <w:r w:rsidR="00530790" w:rsidRPr="005D5566">
        <w:t>importe</w:t>
      </w:r>
      <w:r>
        <w:t> !</w:t>
      </w:r>
    </w:p>
    <w:p w14:paraId="1256839D" w14:textId="77777777" w:rsidR="001C0413" w:rsidRDefault="001C0413" w:rsidP="001C0413">
      <w:r>
        <w:t>— </w:t>
      </w:r>
      <w:r w:rsidR="00530790" w:rsidRPr="005D5566">
        <w:t>Eh bien</w:t>
      </w:r>
      <w:r>
        <w:t xml:space="preserve">, </w:t>
      </w:r>
      <w:r w:rsidR="00530790" w:rsidRPr="005D5566">
        <w:t>tu t</w:t>
      </w:r>
      <w:r>
        <w:t>’</w:t>
      </w:r>
      <w:r w:rsidR="00530790" w:rsidRPr="005D5566">
        <w:t>habitues</w:t>
      </w:r>
      <w:r>
        <w:t> ?</w:t>
      </w:r>
    </w:p>
    <w:p w14:paraId="5A7515A8" w14:textId="77777777" w:rsidR="001C0413" w:rsidRDefault="001C0413" w:rsidP="001C0413">
      <w:r>
        <w:t>— </w:t>
      </w:r>
      <w:r w:rsidR="00530790" w:rsidRPr="005D5566">
        <w:t>Non</w:t>
      </w:r>
      <w:r>
        <w:t xml:space="preserve">, </w:t>
      </w:r>
      <w:r w:rsidR="00530790" w:rsidRPr="005D5566">
        <w:t>mais je le vois bien</w:t>
      </w:r>
      <w:r>
        <w:t xml:space="preserve">, </w:t>
      </w:r>
      <w:r w:rsidR="00530790" w:rsidRPr="005D5566">
        <w:t>il est impossible qu</w:t>
      </w:r>
      <w:r>
        <w:t>’</w:t>
      </w:r>
      <w:r w:rsidR="00530790" w:rsidRPr="005D5566">
        <w:t>il en soit autrement</w:t>
      </w:r>
      <w:r>
        <w:t> !</w:t>
      </w:r>
    </w:p>
    <w:p w14:paraId="3F595BC9" w14:textId="77777777" w:rsidR="001C0413" w:rsidRDefault="001C0413" w:rsidP="001C0413">
      <w:r>
        <w:t>— </w:t>
      </w:r>
      <w:r w:rsidR="00530790" w:rsidRPr="005D5566">
        <w:t>Voilà</w:t>
      </w:r>
      <w:r>
        <w:t xml:space="preserve"> ! </w:t>
      </w:r>
      <w:r w:rsidR="00530790" w:rsidRPr="005D5566">
        <w:t>dit Rybine</w:t>
      </w:r>
      <w:r>
        <w:t xml:space="preserve">. </w:t>
      </w:r>
      <w:r w:rsidR="00530790" w:rsidRPr="005D5566">
        <w:t>Eh bien</w:t>
      </w:r>
      <w:r>
        <w:t xml:space="preserve">, </w:t>
      </w:r>
      <w:r w:rsidR="00530790" w:rsidRPr="005D5566">
        <w:t>raconte</w:t>
      </w:r>
      <w:r>
        <w:t>…</w:t>
      </w:r>
    </w:p>
    <w:p w14:paraId="758C8D9B" w14:textId="77777777" w:rsidR="001C0413" w:rsidRDefault="00530790" w:rsidP="001C0413">
      <w:r w:rsidRPr="005D5566">
        <w:t>Jéfim apporta un pot de lait</w:t>
      </w:r>
      <w:r w:rsidR="001C0413">
        <w:t xml:space="preserve"> ; </w:t>
      </w:r>
      <w:r w:rsidRPr="005D5566">
        <w:t>il prit un bol sur la table</w:t>
      </w:r>
      <w:r w:rsidR="001C0413">
        <w:t xml:space="preserve">, </w:t>
      </w:r>
      <w:r w:rsidRPr="005D5566">
        <w:t>le rinça avec de l</w:t>
      </w:r>
      <w:r w:rsidR="001C0413">
        <w:t>’</w:t>
      </w:r>
      <w:r w:rsidRPr="005D5566">
        <w:t>eau</w:t>
      </w:r>
      <w:r w:rsidR="001C0413">
        <w:t xml:space="preserve">, </w:t>
      </w:r>
      <w:r w:rsidRPr="005D5566">
        <w:t>puis</w:t>
      </w:r>
      <w:r w:rsidR="001C0413">
        <w:t xml:space="preserve">, </w:t>
      </w:r>
      <w:r w:rsidRPr="005D5566">
        <w:t>l</w:t>
      </w:r>
      <w:r w:rsidR="001C0413">
        <w:t>’</w:t>
      </w:r>
      <w:r w:rsidRPr="005D5566">
        <w:t>ayant rempli de lait</w:t>
      </w:r>
      <w:r w:rsidR="001C0413">
        <w:t xml:space="preserve">, </w:t>
      </w:r>
      <w:r w:rsidRPr="005D5566">
        <w:t>il le poussa vers Sophie</w:t>
      </w:r>
      <w:r w:rsidR="001C0413">
        <w:t xml:space="preserve">. </w:t>
      </w:r>
      <w:r w:rsidRPr="005D5566">
        <w:t>Il marchait et agissait sans bruit</w:t>
      </w:r>
      <w:r w:rsidR="001C0413">
        <w:t xml:space="preserve">, </w:t>
      </w:r>
      <w:r w:rsidRPr="005D5566">
        <w:t>avec précaution</w:t>
      </w:r>
      <w:r w:rsidR="001C0413">
        <w:t xml:space="preserve">. </w:t>
      </w:r>
      <w:r w:rsidRPr="005D5566">
        <w:t>Lorsque la mère eut terminé son court récit</w:t>
      </w:r>
      <w:r w:rsidR="001C0413">
        <w:t xml:space="preserve">, </w:t>
      </w:r>
      <w:r w:rsidRPr="005D5566">
        <w:t>tout le monde garda le silence</w:t>
      </w:r>
      <w:r w:rsidR="001C0413">
        <w:t xml:space="preserve">. </w:t>
      </w:r>
      <w:r w:rsidRPr="005D5566">
        <w:t>Toujours assis à la table</w:t>
      </w:r>
      <w:r w:rsidR="001C0413">
        <w:t xml:space="preserve">, </w:t>
      </w:r>
      <w:r w:rsidRPr="005D5566">
        <w:t>Ignati dessinait avec son ongle sur les planches</w:t>
      </w:r>
      <w:r w:rsidR="001C0413">
        <w:t xml:space="preserve">. </w:t>
      </w:r>
      <w:r w:rsidRPr="005D5566">
        <w:t>Jéfim s</w:t>
      </w:r>
      <w:r w:rsidR="001C0413">
        <w:t>’</w:t>
      </w:r>
      <w:r w:rsidRPr="005D5566">
        <w:t>appuyait à l</w:t>
      </w:r>
      <w:r w:rsidR="001C0413">
        <w:t>’</w:t>
      </w:r>
      <w:r w:rsidRPr="005D5566">
        <w:t>épaule de Rybine</w:t>
      </w:r>
      <w:r w:rsidR="001C0413">
        <w:t xml:space="preserve">. </w:t>
      </w:r>
      <w:r w:rsidRPr="005D5566">
        <w:t>Jacob croisait les bras sur sa poitrine et baissait la tête</w:t>
      </w:r>
      <w:r w:rsidR="001C0413">
        <w:t xml:space="preserve">. </w:t>
      </w:r>
      <w:r w:rsidRPr="005D5566">
        <w:t>Sophie étudiait toujours le visage des paysans</w:t>
      </w:r>
      <w:r w:rsidR="001C0413">
        <w:t>.</w:t>
      </w:r>
    </w:p>
    <w:p w14:paraId="1B6D2DED" w14:textId="77777777" w:rsidR="001C0413" w:rsidRDefault="001C0413" w:rsidP="001C0413">
      <w:r>
        <w:t>— </w:t>
      </w:r>
      <w:r w:rsidR="00530790" w:rsidRPr="005D5566">
        <w:t>Oui</w:t>
      </w:r>
      <w:r>
        <w:t xml:space="preserve"> ! </w:t>
      </w:r>
      <w:r w:rsidR="00530790" w:rsidRPr="005D5566">
        <w:t>dit Rybine en traînant lentement les mots</w:t>
      </w:r>
      <w:r>
        <w:t xml:space="preserve">. </w:t>
      </w:r>
      <w:r w:rsidR="00530790" w:rsidRPr="005D5566">
        <w:t>Voilà</w:t>
      </w:r>
      <w:r>
        <w:t xml:space="preserve">, </w:t>
      </w:r>
      <w:r w:rsidR="00530790" w:rsidRPr="005D5566">
        <w:t>ils ont décidé d</w:t>
      </w:r>
      <w:r>
        <w:t>’</w:t>
      </w:r>
      <w:r w:rsidR="00530790" w:rsidRPr="005D5566">
        <w:t>agir ouvertement</w:t>
      </w:r>
      <w:r>
        <w:t>…</w:t>
      </w:r>
    </w:p>
    <w:p w14:paraId="58F05284" w14:textId="77777777" w:rsidR="001C0413" w:rsidRDefault="001C0413" w:rsidP="001C0413">
      <w:r>
        <w:t>— </w:t>
      </w:r>
      <w:r w:rsidR="00530790" w:rsidRPr="005D5566">
        <w:t>S</w:t>
      </w:r>
      <w:r>
        <w:t>’</w:t>
      </w:r>
      <w:r w:rsidR="00530790" w:rsidRPr="005D5566">
        <w:t>ils avaient organisé une parade de ce genre chez nous</w:t>
      </w:r>
      <w:r>
        <w:t xml:space="preserve">, </w:t>
      </w:r>
      <w:r w:rsidR="00530790" w:rsidRPr="005D5566">
        <w:t>dit Jéfim avec un sourire</w:t>
      </w:r>
      <w:r>
        <w:t xml:space="preserve">, </w:t>
      </w:r>
      <w:r w:rsidR="00530790" w:rsidRPr="005D5566">
        <w:t>les moujiks les auraient battus à mort</w:t>
      </w:r>
      <w:r>
        <w:t>…</w:t>
      </w:r>
    </w:p>
    <w:p w14:paraId="3C2C07AB" w14:textId="77777777" w:rsidR="001C0413" w:rsidRDefault="001C0413" w:rsidP="001C0413">
      <w:r>
        <w:t>— </w:t>
      </w:r>
      <w:r w:rsidR="00530790" w:rsidRPr="005D5566">
        <w:t>Tu dis que Pavel sera jugé</w:t>
      </w:r>
      <w:r>
        <w:t xml:space="preserve"> ? </w:t>
      </w:r>
      <w:r w:rsidR="00530790" w:rsidRPr="005D5566">
        <w:t>demanda Rybine</w:t>
      </w:r>
      <w:r>
        <w:t>.</w:t>
      </w:r>
    </w:p>
    <w:p w14:paraId="28C9ACED" w14:textId="77777777" w:rsidR="001C0413" w:rsidRDefault="001C0413" w:rsidP="001C0413">
      <w:r>
        <w:lastRenderedPageBreak/>
        <w:t>— </w:t>
      </w:r>
      <w:r w:rsidR="00530790" w:rsidRPr="005D5566">
        <w:t>Oui</w:t>
      </w:r>
      <w:r>
        <w:t xml:space="preserve">, </w:t>
      </w:r>
      <w:r w:rsidR="00530790" w:rsidRPr="005D5566">
        <w:t>c</w:t>
      </w:r>
      <w:r>
        <w:t>’</w:t>
      </w:r>
      <w:r w:rsidR="00530790" w:rsidRPr="005D5566">
        <w:t>est décidé</w:t>
      </w:r>
      <w:r>
        <w:t xml:space="preserve"> ! </w:t>
      </w:r>
      <w:r w:rsidR="00530790" w:rsidRPr="005D5566">
        <w:t>répondit la mère</w:t>
      </w:r>
      <w:r>
        <w:t>.</w:t>
      </w:r>
    </w:p>
    <w:p w14:paraId="65B42576" w14:textId="77777777" w:rsidR="001C0413" w:rsidRDefault="001C0413" w:rsidP="001C0413">
      <w:r>
        <w:t>— </w:t>
      </w:r>
      <w:r w:rsidR="00530790" w:rsidRPr="005D5566">
        <w:t>À quelle peine peut-il être condamné</w:t>
      </w:r>
      <w:r>
        <w:t xml:space="preserve">… </w:t>
      </w:r>
      <w:r w:rsidR="00530790" w:rsidRPr="005D5566">
        <w:t>tu ne le sais pas</w:t>
      </w:r>
      <w:r>
        <w:t> ?</w:t>
      </w:r>
    </w:p>
    <w:p w14:paraId="76DA50C1" w14:textId="77777777" w:rsidR="001C0413" w:rsidRDefault="001C0413" w:rsidP="001C0413">
      <w:r>
        <w:t>— </w:t>
      </w:r>
      <w:r w:rsidR="00530790" w:rsidRPr="005D5566">
        <w:t>Le bagne ou la déportation à vie en Sibérie</w:t>
      </w:r>
      <w:r>
        <w:t xml:space="preserve"> ! </w:t>
      </w:r>
      <w:r w:rsidR="00530790" w:rsidRPr="005D5566">
        <w:t>répondit-elle à voix basse</w:t>
      </w:r>
      <w:r>
        <w:t>.</w:t>
      </w:r>
    </w:p>
    <w:p w14:paraId="5D6D8848" w14:textId="77777777" w:rsidR="001C0413" w:rsidRDefault="00530790" w:rsidP="001C0413">
      <w:r w:rsidRPr="005D5566">
        <w:t>Trois des ouvriers la regardèrent simultanément</w:t>
      </w:r>
      <w:r w:rsidR="001C0413">
        <w:t xml:space="preserve">. </w:t>
      </w:r>
      <w:r w:rsidRPr="005D5566">
        <w:t>Rybine reprit</w:t>
      </w:r>
      <w:r w:rsidR="001C0413">
        <w:t> :</w:t>
      </w:r>
    </w:p>
    <w:p w14:paraId="287983BF" w14:textId="77777777" w:rsidR="001C0413" w:rsidRDefault="001C0413" w:rsidP="001C0413">
      <w:r>
        <w:t>— </w:t>
      </w:r>
      <w:r w:rsidR="00530790" w:rsidRPr="005D5566">
        <w:t>Et quand il a arrangé l</w:t>
      </w:r>
      <w:r>
        <w:t>’</w:t>
      </w:r>
      <w:r w:rsidR="00530790" w:rsidRPr="005D5566">
        <w:t>affaire</w:t>
      </w:r>
      <w:r>
        <w:t xml:space="preserve">, </w:t>
      </w:r>
      <w:r w:rsidR="00530790" w:rsidRPr="005D5566">
        <w:t>savait-il ce qui l</w:t>
      </w:r>
      <w:r>
        <w:t>’</w:t>
      </w:r>
      <w:r w:rsidR="00530790" w:rsidRPr="005D5566">
        <w:t>attendait</w:t>
      </w:r>
      <w:r>
        <w:t> ?</w:t>
      </w:r>
    </w:p>
    <w:p w14:paraId="580DD757" w14:textId="77777777" w:rsidR="001C0413" w:rsidRDefault="001C0413" w:rsidP="001C0413">
      <w:r>
        <w:t>— </w:t>
      </w:r>
      <w:r w:rsidR="00530790" w:rsidRPr="005D5566">
        <w:t>Je l</w:t>
      </w:r>
      <w:r>
        <w:t>’</w:t>
      </w:r>
      <w:r w:rsidR="00530790" w:rsidRPr="005D5566">
        <w:t>ignore</w:t>
      </w:r>
      <w:r>
        <w:t xml:space="preserve">… </w:t>
      </w:r>
      <w:r w:rsidR="00530790" w:rsidRPr="005D5566">
        <w:t>probablement</w:t>
      </w:r>
      <w:r>
        <w:t>.</w:t>
      </w:r>
    </w:p>
    <w:p w14:paraId="110C335A" w14:textId="77777777" w:rsidR="001C0413" w:rsidRDefault="001C0413" w:rsidP="001C0413">
      <w:r>
        <w:t>— </w:t>
      </w:r>
      <w:r w:rsidR="00530790" w:rsidRPr="005D5566">
        <w:t>Oui</w:t>
      </w:r>
      <w:r>
        <w:t xml:space="preserve"> ! </w:t>
      </w:r>
      <w:r w:rsidR="00530790" w:rsidRPr="005D5566">
        <w:t>il le savait</w:t>
      </w:r>
      <w:r>
        <w:t xml:space="preserve">… </w:t>
      </w:r>
      <w:r w:rsidR="00530790" w:rsidRPr="005D5566">
        <w:t>dit Sophie avec force</w:t>
      </w:r>
      <w:r>
        <w:t>.</w:t>
      </w:r>
    </w:p>
    <w:p w14:paraId="4B759C2D" w14:textId="77777777" w:rsidR="001C0413" w:rsidRDefault="00530790" w:rsidP="001C0413">
      <w:r w:rsidRPr="005D5566">
        <w:t>Tous se turent</w:t>
      </w:r>
      <w:r w:rsidR="001C0413">
        <w:t xml:space="preserve">, </w:t>
      </w:r>
      <w:r w:rsidRPr="005D5566">
        <w:t>ils ne bougeaient plus</w:t>
      </w:r>
      <w:r w:rsidR="001C0413">
        <w:t xml:space="preserve">, </w:t>
      </w:r>
      <w:r w:rsidRPr="005D5566">
        <w:t>comme s</w:t>
      </w:r>
      <w:r w:rsidR="001C0413">
        <w:t>’</w:t>
      </w:r>
      <w:r w:rsidRPr="005D5566">
        <w:t>ils se fussent figés en une même pensée réfrigérante</w:t>
      </w:r>
      <w:r w:rsidR="001C0413">
        <w:t>.</w:t>
      </w:r>
    </w:p>
    <w:p w14:paraId="535F3EED" w14:textId="77777777" w:rsidR="001C0413" w:rsidRDefault="001C0413" w:rsidP="001C0413">
      <w:r>
        <w:t>— </w:t>
      </w:r>
      <w:r w:rsidR="00530790" w:rsidRPr="005D5566">
        <w:t>Voilà</w:t>
      </w:r>
      <w:r>
        <w:t xml:space="preserve"> ! </w:t>
      </w:r>
      <w:r w:rsidR="00530790" w:rsidRPr="005D5566">
        <w:t>reprit Rybine d</w:t>
      </w:r>
      <w:r>
        <w:t>’</w:t>
      </w:r>
      <w:r w:rsidR="00530790" w:rsidRPr="005D5566">
        <w:t>une voix grave et sévère</w:t>
      </w:r>
      <w:r>
        <w:t xml:space="preserve">. </w:t>
      </w:r>
      <w:r w:rsidR="00530790" w:rsidRPr="005D5566">
        <w:t>Moi aussi</w:t>
      </w:r>
      <w:r>
        <w:t xml:space="preserve">, </w:t>
      </w:r>
      <w:r w:rsidR="00530790" w:rsidRPr="005D5566">
        <w:rPr>
          <w:bCs/>
        </w:rPr>
        <w:t xml:space="preserve">je </w:t>
      </w:r>
      <w:r w:rsidR="00530790" w:rsidRPr="005D5566">
        <w:t>crois qu</w:t>
      </w:r>
      <w:r>
        <w:t>’</w:t>
      </w:r>
      <w:r w:rsidR="00530790" w:rsidRPr="005D5566">
        <w:t>il le savait</w:t>
      </w:r>
      <w:r>
        <w:t xml:space="preserve">. </w:t>
      </w:r>
      <w:r w:rsidR="00530790" w:rsidRPr="005D5566">
        <w:t>C</w:t>
      </w:r>
      <w:r>
        <w:t>’</w:t>
      </w:r>
      <w:r w:rsidR="00530790" w:rsidRPr="005D5566">
        <w:t>est un homme sérieux</w:t>
      </w:r>
      <w:r>
        <w:t xml:space="preserve">, </w:t>
      </w:r>
      <w:r w:rsidR="00530790" w:rsidRPr="005D5566">
        <w:t>il n</w:t>
      </w:r>
      <w:r>
        <w:t>’</w:t>
      </w:r>
      <w:r w:rsidR="00530790" w:rsidRPr="005D5566">
        <w:t>agit pas à la légère</w:t>
      </w:r>
      <w:r>
        <w:t xml:space="preserve">. </w:t>
      </w:r>
      <w:r w:rsidR="00530790" w:rsidRPr="005D5566">
        <w:t>Voyez-vous ça</w:t>
      </w:r>
      <w:r>
        <w:t xml:space="preserve">, </w:t>
      </w:r>
      <w:r w:rsidR="00530790" w:rsidRPr="005D5566">
        <w:t>camarades</w:t>
      </w:r>
      <w:r>
        <w:t xml:space="preserve"> ! </w:t>
      </w:r>
      <w:r w:rsidR="00530790" w:rsidRPr="005D5566">
        <w:t>Il savait qu</w:t>
      </w:r>
      <w:r>
        <w:t>’</w:t>
      </w:r>
      <w:r w:rsidR="00530790" w:rsidRPr="005D5566">
        <w:t>on pouvait le transpercer d</w:t>
      </w:r>
      <w:r>
        <w:t>’</w:t>
      </w:r>
      <w:r w:rsidR="00530790" w:rsidRPr="005D5566">
        <w:t>une baïonnette ou lui faire les honneurs du bagne</w:t>
      </w:r>
      <w:r>
        <w:t xml:space="preserve">, </w:t>
      </w:r>
      <w:r w:rsidR="00530790" w:rsidRPr="005D5566">
        <w:t>et il a marché quand même</w:t>
      </w:r>
      <w:r>
        <w:t xml:space="preserve"> ! </w:t>
      </w:r>
      <w:r w:rsidR="00530790" w:rsidRPr="005D5566">
        <w:t>Il fallait qu</w:t>
      </w:r>
      <w:r>
        <w:t>’</w:t>
      </w:r>
      <w:r w:rsidR="00530790" w:rsidRPr="005D5566">
        <w:t>il marche et il a marché</w:t>
      </w:r>
      <w:r>
        <w:t xml:space="preserve"> ! </w:t>
      </w:r>
      <w:r w:rsidR="00530790" w:rsidRPr="005D5566">
        <w:t>Si on avait placé sa propre mère au travers de son chemin</w:t>
      </w:r>
      <w:r>
        <w:t xml:space="preserve">, </w:t>
      </w:r>
      <w:r w:rsidR="00530790" w:rsidRPr="005D5566">
        <w:t>il aurait passé outre</w:t>
      </w:r>
      <w:r>
        <w:t xml:space="preserve">… </w:t>
      </w:r>
      <w:r w:rsidR="00530790" w:rsidRPr="005D5566">
        <w:t>n</w:t>
      </w:r>
      <w:r>
        <w:t>’</w:t>
      </w:r>
      <w:r w:rsidR="00530790" w:rsidRPr="005D5566">
        <w:t>est-ce pas</w:t>
      </w:r>
      <w:r>
        <w:t xml:space="preserve">, </w:t>
      </w:r>
      <w:r w:rsidR="00530790" w:rsidRPr="005D5566">
        <w:t>Pélaguée</w:t>
      </w:r>
      <w:r>
        <w:t> ?</w:t>
      </w:r>
    </w:p>
    <w:p w14:paraId="318E8654" w14:textId="77777777" w:rsidR="001C0413" w:rsidRDefault="001C0413" w:rsidP="001C0413">
      <w:r>
        <w:t>— </w:t>
      </w:r>
      <w:r w:rsidR="00530790" w:rsidRPr="005D5566">
        <w:t>Oui</w:t>
      </w:r>
      <w:r>
        <w:t xml:space="preserve">… </w:t>
      </w:r>
      <w:r w:rsidR="00530790" w:rsidRPr="005D5566">
        <w:t>répondit la mère en tressaillant</w:t>
      </w:r>
      <w:r>
        <w:t>.</w:t>
      </w:r>
    </w:p>
    <w:p w14:paraId="521E8526" w14:textId="77777777" w:rsidR="001C0413" w:rsidRDefault="00530790" w:rsidP="001C0413">
      <w:r w:rsidRPr="005D5566">
        <w:t>Et</w:t>
      </w:r>
      <w:r w:rsidR="001C0413">
        <w:t xml:space="preserve">, </w:t>
      </w:r>
      <w:r w:rsidRPr="005D5566">
        <w:t>après avoir promené son regard autour d</w:t>
      </w:r>
      <w:r w:rsidR="001C0413">
        <w:t>’</w:t>
      </w:r>
      <w:r w:rsidRPr="005D5566">
        <w:t>elle</w:t>
      </w:r>
      <w:r w:rsidR="001C0413">
        <w:t xml:space="preserve">, </w:t>
      </w:r>
      <w:r w:rsidRPr="005D5566">
        <w:t>elle poussa un profond soupir</w:t>
      </w:r>
      <w:r w:rsidR="001C0413">
        <w:t xml:space="preserve">. </w:t>
      </w:r>
      <w:r w:rsidRPr="005D5566">
        <w:t>Sophie lui caressa doucement la main et jeta un coup d</w:t>
      </w:r>
      <w:r w:rsidR="001C0413">
        <w:t>’</w:t>
      </w:r>
      <w:r w:rsidRPr="005D5566">
        <w:t>œil de mécontentement à Rybine</w:t>
      </w:r>
      <w:r w:rsidR="001C0413">
        <w:t>.</w:t>
      </w:r>
    </w:p>
    <w:p w14:paraId="6FF328DE" w14:textId="77777777" w:rsidR="001C0413" w:rsidRDefault="001C0413" w:rsidP="001C0413">
      <w:r>
        <w:t>— </w:t>
      </w:r>
      <w:r w:rsidR="00530790" w:rsidRPr="005D5566">
        <w:t>C</w:t>
      </w:r>
      <w:r>
        <w:t>’</w:t>
      </w:r>
      <w:r w:rsidR="00530790" w:rsidRPr="005D5566">
        <w:t>est un homme</w:t>
      </w:r>
      <w:r>
        <w:t xml:space="preserve"> ! </w:t>
      </w:r>
      <w:r w:rsidR="00530790" w:rsidRPr="005D5566">
        <w:t>reprit celui-ci à mi-voix</w:t>
      </w:r>
      <w:r>
        <w:t xml:space="preserve">, </w:t>
      </w:r>
      <w:r w:rsidR="00530790" w:rsidRPr="005D5566">
        <w:t>en fixant ses yeux sombres sur ses compagnons</w:t>
      </w:r>
      <w:r>
        <w:t xml:space="preserve">. </w:t>
      </w:r>
      <w:r w:rsidR="00530790" w:rsidRPr="005D5566">
        <w:t>Et de nouveau</w:t>
      </w:r>
      <w:r>
        <w:t xml:space="preserve">, </w:t>
      </w:r>
      <w:r w:rsidR="00530790" w:rsidRPr="005D5566">
        <w:t xml:space="preserve">tous </w:t>
      </w:r>
      <w:r w:rsidR="00530790" w:rsidRPr="005D5566">
        <w:lastRenderedPageBreak/>
        <w:t>les six gardèrent le silence</w:t>
      </w:r>
      <w:r>
        <w:t xml:space="preserve">. </w:t>
      </w:r>
      <w:r w:rsidR="00530790" w:rsidRPr="005D5566">
        <w:t>De minces rayons de soleil pendaient en l</w:t>
      </w:r>
      <w:r>
        <w:t>’</w:t>
      </w:r>
      <w:r w:rsidR="00530790" w:rsidRPr="005D5566">
        <w:t>air comme des rubans d</w:t>
      </w:r>
      <w:r>
        <w:t>’</w:t>
      </w:r>
      <w:r w:rsidR="00530790" w:rsidRPr="005D5566">
        <w:t>or</w:t>
      </w:r>
      <w:r>
        <w:t xml:space="preserve">. </w:t>
      </w:r>
      <w:r w:rsidR="00530790" w:rsidRPr="005D5566">
        <w:t>On ne sait où</w:t>
      </w:r>
      <w:r>
        <w:t xml:space="preserve">, </w:t>
      </w:r>
      <w:r w:rsidR="00530790" w:rsidRPr="005D5566">
        <w:t>un corbeau croassait</w:t>
      </w:r>
      <w:r>
        <w:t xml:space="preserve">. </w:t>
      </w:r>
      <w:r w:rsidR="00530790" w:rsidRPr="005D5566">
        <w:t>La mère regardait autour d</w:t>
      </w:r>
      <w:r>
        <w:t>’</w:t>
      </w:r>
      <w:r w:rsidR="00530790" w:rsidRPr="005D5566">
        <w:t>elle</w:t>
      </w:r>
      <w:r>
        <w:t xml:space="preserve">, </w:t>
      </w:r>
      <w:r w:rsidR="00530790" w:rsidRPr="005D5566">
        <w:t>troublée par les réminiscences du Premier Mai</w:t>
      </w:r>
      <w:r>
        <w:t xml:space="preserve">, </w:t>
      </w:r>
      <w:r w:rsidR="00530790" w:rsidRPr="005D5566">
        <w:t>par le souvenir de Pavel et d</w:t>
      </w:r>
      <w:r>
        <w:t>’</w:t>
      </w:r>
      <w:r w:rsidR="00530790" w:rsidRPr="005D5566">
        <w:t>André</w:t>
      </w:r>
      <w:r>
        <w:t xml:space="preserve">. </w:t>
      </w:r>
      <w:r w:rsidR="00530790" w:rsidRPr="005D5566">
        <w:t>Dans la petite clairière étroite</w:t>
      </w:r>
      <w:r>
        <w:t xml:space="preserve">, </w:t>
      </w:r>
      <w:r w:rsidR="00530790" w:rsidRPr="005D5566">
        <w:t>gisaient des tonneaux brisés qui avaient contenu du goudron</w:t>
      </w:r>
      <w:r>
        <w:t xml:space="preserve">, </w:t>
      </w:r>
      <w:r w:rsidR="00530790" w:rsidRPr="005D5566">
        <w:t>des bûches écorcées et hérissées</w:t>
      </w:r>
      <w:r>
        <w:t xml:space="preserve"> ; </w:t>
      </w:r>
      <w:r w:rsidR="00530790" w:rsidRPr="005D5566">
        <w:t>des copeaux frissonnaient au vent</w:t>
      </w:r>
      <w:r>
        <w:t xml:space="preserve">. </w:t>
      </w:r>
      <w:r w:rsidR="00530790" w:rsidRPr="005D5566">
        <w:t>Les chênes et les bouleaux se dressaient en un cordon resserré</w:t>
      </w:r>
      <w:r>
        <w:t xml:space="preserve"> ; </w:t>
      </w:r>
      <w:r w:rsidR="00530790" w:rsidRPr="005D5566">
        <w:t>de tous côtés</w:t>
      </w:r>
      <w:r>
        <w:t xml:space="preserve">, </w:t>
      </w:r>
      <w:r w:rsidR="00530790" w:rsidRPr="005D5566">
        <w:t>ils gagnaient insensiblement sur la clairière comme pour effacer</w:t>
      </w:r>
      <w:r>
        <w:t xml:space="preserve">, </w:t>
      </w:r>
      <w:r w:rsidR="00530790" w:rsidRPr="005D5566">
        <w:t>anéantir tous ces débris</w:t>
      </w:r>
      <w:r>
        <w:t xml:space="preserve">, </w:t>
      </w:r>
      <w:r w:rsidR="00530790" w:rsidRPr="005D5566">
        <w:t>ces ordures qui les outrageaient</w:t>
      </w:r>
      <w:r>
        <w:t xml:space="preserve">, </w:t>
      </w:r>
      <w:r w:rsidR="00530790" w:rsidRPr="005D5566">
        <w:t>et</w:t>
      </w:r>
      <w:r>
        <w:t xml:space="preserve">, </w:t>
      </w:r>
      <w:r w:rsidR="00530790" w:rsidRPr="005D5566">
        <w:t>liés par le silence</w:t>
      </w:r>
      <w:r>
        <w:t xml:space="preserve">, </w:t>
      </w:r>
      <w:r w:rsidR="00530790" w:rsidRPr="005D5566">
        <w:t>immobiles</w:t>
      </w:r>
      <w:r>
        <w:t xml:space="preserve">, </w:t>
      </w:r>
      <w:r w:rsidR="00530790" w:rsidRPr="005D5566">
        <w:t>ils lançaient sur le sol des ombres noires et chaudes</w:t>
      </w:r>
      <w:r>
        <w:t>.</w:t>
      </w:r>
    </w:p>
    <w:p w14:paraId="1A0B2A04" w14:textId="77777777" w:rsidR="001C0413" w:rsidRDefault="00530790" w:rsidP="001C0413">
      <w:r w:rsidRPr="005D5566">
        <w:t>Soudain</w:t>
      </w:r>
      <w:r w:rsidR="001C0413">
        <w:t xml:space="preserve">, </w:t>
      </w:r>
      <w:r w:rsidRPr="005D5566">
        <w:t>Jacob s</w:t>
      </w:r>
      <w:r w:rsidR="001C0413">
        <w:t>’</w:t>
      </w:r>
      <w:r w:rsidRPr="005D5566">
        <w:t>écarta de l</w:t>
      </w:r>
      <w:r w:rsidR="001C0413">
        <w:t>’</w:t>
      </w:r>
      <w:r w:rsidRPr="005D5566">
        <w:t>arbre auquel il s</w:t>
      </w:r>
      <w:r w:rsidR="001C0413">
        <w:t>’</w:t>
      </w:r>
      <w:r w:rsidRPr="005D5566">
        <w:t>adossait</w:t>
      </w:r>
      <w:r w:rsidR="001C0413">
        <w:t xml:space="preserve">, </w:t>
      </w:r>
      <w:r w:rsidRPr="005D5566">
        <w:t>fit un pas</w:t>
      </w:r>
      <w:r w:rsidR="001C0413">
        <w:t xml:space="preserve">, </w:t>
      </w:r>
      <w:r w:rsidRPr="005D5566">
        <w:t>s</w:t>
      </w:r>
      <w:r w:rsidR="001C0413">
        <w:t>’</w:t>
      </w:r>
      <w:r w:rsidRPr="005D5566">
        <w:t>arrêta et demanda d</w:t>
      </w:r>
      <w:r w:rsidR="001C0413">
        <w:t>’</w:t>
      </w:r>
      <w:r w:rsidRPr="005D5566">
        <w:t>une voix forte et sèche</w:t>
      </w:r>
      <w:r w:rsidR="001C0413">
        <w:t xml:space="preserve">, </w:t>
      </w:r>
      <w:r w:rsidRPr="005D5566">
        <w:t xml:space="preserve">en secouant </w:t>
      </w:r>
      <w:r>
        <w:t>l</w:t>
      </w:r>
      <w:r w:rsidRPr="005D5566">
        <w:t>a tête</w:t>
      </w:r>
      <w:r w:rsidR="001C0413">
        <w:t> :</w:t>
      </w:r>
    </w:p>
    <w:p w14:paraId="71159AFB" w14:textId="77777777" w:rsidR="001C0413" w:rsidRDefault="001C0413" w:rsidP="001C0413">
      <w:r>
        <w:t>— </w:t>
      </w:r>
      <w:r w:rsidR="00530790" w:rsidRPr="005D5566">
        <w:t>Et c</w:t>
      </w:r>
      <w:r>
        <w:t>’</w:t>
      </w:r>
      <w:r w:rsidR="00530790" w:rsidRPr="005D5566">
        <w:t>est contre des gens pareils qu</w:t>
      </w:r>
      <w:r>
        <w:t>’</w:t>
      </w:r>
      <w:r w:rsidR="00530790" w:rsidRPr="005D5566">
        <w:t>on nous enverra combattre</w:t>
      </w:r>
      <w:r>
        <w:t xml:space="preserve">, </w:t>
      </w:r>
      <w:r w:rsidR="00530790" w:rsidRPr="005D5566">
        <w:t>Jéfim et moi</w:t>
      </w:r>
      <w:r>
        <w:t> ?</w:t>
      </w:r>
    </w:p>
    <w:p w14:paraId="21130A8C" w14:textId="77777777" w:rsidR="001C0413" w:rsidRDefault="001C0413" w:rsidP="001C0413">
      <w:r>
        <w:t>— </w:t>
      </w:r>
      <w:r w:rsidR="00530790" w:rsidRPr="005D5566">
        <w:t>Et contre qui pensais-tu</w:t>
      </w:r>
      <w:r>
        <w:t xml:space="preserve"> ? </w:t>
      </w:r>
      <w:r w:rsidR="00530790" w:rsidRPr="005D5566">
        <w:t>demanda Rybine d</w:t>
      </w:r>
      <w:r>
        <w:t>’</w:t>
      </w:r>
      <w:r w:rsidR="00530790" w:rsidRPr="005D5566">
        <w:t>un ton morne</w:t>
      </w:r>
      <w:r>
        <w:t xml:space="preserve">. </w:t>
      </w:r>
      <w:r w:rsidR="00530790" w:rsidRPr="005D5566">
        <w:t>On nous étouffe de nos propres mains</w:t>
      </w:r>
      <w:r>
        <w:t xml:space="preserve">… </w:t>
      </w:r>
      <w:r w:rsidR="00530790" w:rsidRPr="005D5566">
        <w:t>C</w:t>
      </w:r>
      <w:r>
        <w:t>’</w:t>
      </w:r>
      <w:r w:rsidR="00530790" w:rsidRPr="005D5566">
        <w:t>est là le comble</w:t>
      </w:r>
      <w:r>
        <w:t> !</w:t>
      </w:r>
    </w:p>
    <w:p w14:paraId="73A6D797" w14:textId="77777777" w:rsidR="001C0413" w:rsidRDefault="001C0413" w:rsidP="001C0413">
      <w:r>
        <w:t>— </w:t>
      </w:r>
      <w:r w:rsidR="00530790" w:rsidRPr="005D5566">
        <w:t>Malgré tout</w:t>
      </w:r>
      <w:r>
        <w:t xml:space="preserve">, </w:t>
      </w:r>
      <w:r w:rsidR="00530790" w:rsidRPr="005D5566">
        <w:t>je me ferai soldat</w:t>
      </w:r>
      <w:r>
        <w:t xml:space="preserve"> ! </w:t>
      </w:r>
      <w:r w:rsidR="00530790" w:rsidRPr="005D5566">
        <w:t>déclara Jéfim d</w:t>
      </w:r>
      <w:r>
        <w:t>’</w:t>
      </w:r>
      <w:r w:rsidR="00530790" w:rsidRPr="005D5566">
        <w:t>une voix basse</w:t>
      </w:r>
      <w:r>
        <w:t>.</w:t>
      </w:r>
    </w:p>
    <w:p w14:paraId="2433221D" w14:textId="77777777" w:rsidR="001C0413" w:rsidRDefault="001C0413" w:rsidP="001C0413">
      <w:r>
        <w:t>— </w:t>
      </w:r>
      <w:r w:rsidR="00530790" w:rsidRPr="005D5566">
        <w:t>Qui t</w:t>
      </w:r>
      <w:r>
        <w:t>’</w:t>
      </w:r>
      <w:r w:rsidR="00530790" w:rsidRPr="005D5566">
        <w:t>en empêche</w:t>
      </w:r>
      <w:r>
        <w:t xml:space="preserve"> ? </w:t>
      </w:r>
      <w:r w:rsidR="00530790" w:rsidRPr="005D5566">
        <w:t>s</w:t>
      </w:r>
      <w:r>
        <w:t>’</w:t>
      </w:r>
      <w:r w:rsidR="00530790" w:rsidRPr="005D5566">
        <w:t>exclama Ignati</w:t>
      </w:r>
      <w:r>
        <w:t xml:space="preserve">. </w:t>
      </w:r>
      <w:r w:rsidR="00530790" w:rsidRPr="005D5566">
        <w:t>Vas-y</w:t>
      </w:r>
      <w:r>
        <w:t> !</w:t>
      </w:r>
    </w:p>
    <w:p w14:paraId="03B92215" w14:textId="77777777" w:rsidR="001C0413" w:rsidRDefault="00530790" w:rsidP="001C0413">
      <w:r w:rsidRPr="005D5566">
        <w:t>Et fixant ses yeux sur Jéfim</w:t>
      </w:r>
      <w:r w:rsidR="001C0413">
        <w:t xml:space="preserve">, </w:t>
      </w:r>
      <w:r w:rsidRPr="005D5566">
        <w:t>il lui dit en riant</w:t>
      </w:r>
      <w:r w:rsidR="001C0413">
        <w:t> :</w:t>
      </w:r>
    </w:p>
    <w:p w14:paraId="433EFBD1" w14:textId="77777777" w:rsidR="001C0413" w:rsidRDefault="001C0413" w:rsidP="001C0413">
      <w:r>
        <w:t>— </w:t>
      </w:r>
      <w:r w:rsidR="00530790" w:rsidRPr="005D5566">
        <w:t>Seulement</w:t>
      </w:r>
      <w:r>
        <w:t xml:space="preserve">, </w:t>
      </w:r>
      <w:r w:rsidR="00530790" w:rsidRPr="005D5566">
        <w:t>quand tu tireras sur moi</w:t>
      </w:r>
      <w:r>
        <w:t xml:space="preserve">, </w:t>
      </w:r>
      <w:r w:rsidR="00530790" w:rsidRPr="005D5566">
        <w:t>vise à la tête</w:t>
      </w:r>
      <w:r>
        <w:t xml:space="preserve">, </w:t>
      </w:r>
      <w:r w:rsidR="00530790" w:rsidRPr="005D5566">
        <w:t>ne m</w:t>
      </w:r>
      <w:r>
        <w:t>’</w:t>
      </w:r>
      <w:r w:rsidR="00530790" w:rsidRPr="005D5566">
        <w:t>estropie pas</w:t>
      </w:r>
      <w:r>
        <w:t xml:space="preserve">… </w:t>
      </w:r>
      <w:r w:rsidR="00530790" w:rsidRPr="005D5566">
        <w:t>tue-moi du coup</w:t>
      </w:r>
      <w:r>
        <w:t> !…</w:t>
      </w:r>
    </w:p>
    <w:p w14:paraId="18293096" w14:textId="77777777" w:rsidR="001C0413" w:rsidRDefault="001C0413" w:rsidP="001C0413">
      <w:r>
        <w:t>— </w:t>
      </w:r>
      <w:r w:rsidR="00530790" w:rsidRPr="005D5566">
        <w:t>Tu me l</w:t>
      </w:r>
      <w:r>
        <w:t>’</w:t>
      </w:r>
      <w:r w:rsidR="00530790" w:rsidRPr="005D5566">
        <w:t>as déjà dit</w:t>
      </w:r>
      <w:r>
        <w:t xml:space="preserve"> ! </w:t>
      </w:r>
      <w:r w:rsidR="00530790" w:rsidRPr="005D5566">
        <w:t>cria Jéfim avec âpreté</w:t>
      </w:r>
      <w:r>
        <w:t>.</w:t>
      </w:r>
    </w:p>
    <w:p w14:paraId="6295EBEF" w14:textId="77777777" w:rsidR="001C0413" w:rsidRDefault="001C0413" w:rsidP="001C0413">
      <w:r>
        <w:lastRenderedPageBreak/>
        <w:t>— </w:t>
      </w:r>
      <w:r w:rsidR="00530790" w:rsidRPr="005D5566">
        <w:t>Attendez</w:t>
      </w:r>
      <w:r>
        <w:t xml:space="preserve">, </w:t>
      </w:r>
      <w:r w:rsidR="00530790" w:rsidRPr="005D5566">
        <w:t>camarades</w:t>
      </w:r>
      <w:r>
        <w:t xml:space="preserve"> ! </w:t>
      </w:r>
      <w:r w:rsidR="00530790" w:rsidRPr="005D5566">
        <w:t>reprit Rybine</w:t>
      </w:r>
      <w:r>
        <w:t xml:space="preserve">, </w:t>
      </w:r>
      <w:r w:rsidR="00530790" w:rsidRPr="005D5566">
        <w:t>et il leva le bras d</w:t>
      </w:r>
      <w:r>
        <w:t>’</w:t>
      </w:r>
      <w:r w:rsidR="00530790" w:rsidRPr="005D5566">
        <w:t>un geste lent</w:t>
      </w:r>
      <w:r>
        <w:t xml:space="preserve"> : </w:t>
      </w:r>
      <w:r w:rsidR="00530790" w:rsidRPr="005D5566">
        <w:t>Voyez cette femme</w:t>
      </w:r>
      <w:r>
        <w:t xml:space="preserve"> ! – </w:t>
      </w:r>
      <w:r w:rsidR="00530790" w:rsidRPr="005D5566">
        <w:t>il désigna la mère</w:t>
      </w:r>
      <w:r>
        <w:t xml:space="preserve"> – </w:t>
      </w:r>
      <w:r w:rsidR="00530790" w:rsidRPr="005D5566">
        <w:t>son fils est perdu</w:t>
      </w:r>
      <w:r>
        <w:t xml:space="preserve">, </w:t>
      </w:r>
      <w:r w:rsidR="00530790" w:rsidRPr="005D5566">
        <w:t>probablement</w:t>
      </w:r>
      <w:r>
        <w:t>…</w:t>
      </w:r>
    </w:p>
    <w:p w14:paraId="2260F81E" w14:textId="77777777" w:rsidR="001C0413" w:rsidRDefault="001C0413" w:rsidP="001C0413">
      <w:r>
        <w:t>— </w:t>
      </w:r>
      <w:r w:rsidR="00530790" w:rsidRPr="005D5566">
        <w:t>Pourquoi dis-tu cela</w:t>
      </w:r>
      <w:r>
        <w:t xml:space="preserve"> ? </w:t>
      </w:r>
      <w:r w:rsidR="00530790" w:rsidRPr="005D5566">
        <w:t>demanda la mère d</w:t>
      </w:r>
      <w:r>
        <w:t>’</w:t>
      </w:r>
      <w:r w:rsidR="00530790" w:rsidRPr="005D5566">
        <w:t>une voix angoissée</w:t>
      </w:r>
      <w:r>
        <w:t>.</w:t>
      </w:r>
    </w:p>
    <w:p w14:paraId="1F90220B" w14:textId="77777777" w:rsidR="001C0413" w:rsidRDefault="001C0413" w:rsidP="001C0413">
      <w:r>
        <w:t>— </w:t>
      </w:r>
      <w:r w:rsidR="00530790" w:rsidRPr="005D5566">
        <w:t>Parce qu</w:t>
      </w:r>
      <w:r>
        <w:t>’</w:t>
      </w:r>
      <w:r w:rsidR="00530790" w:rsidRPr="005D5566">
        <w:t>il le faut</w:t>
      </w:r>
      <w:r>
        <w:t xml:space="preserve"> ! </w:t>
      </w:r>
      <w:r w:rsidR="00530790" w:rsidRPr="005D5566">
        <w:t>Il faut que tes cheveux ne blanchissent pas en vain</w:t>
      </w:r>
      <w:r>
        <w:t xml:space="preserve">, </w:t>
      </w:r>
      <w:r w:rsidR="00530790" w:rsidRPr="005D5566">
        <w:t>que ton cœur ne souffre pas pour rien</w:t>
      </w:r>
      <w:r>
        <w:t xml:space="preserve">… </w:t>
      </w:r>
      <w:r w:rsidR="00530790" w:rsidRPr="005D5566">
        <w:t>Eh bien</w:t>
      </w:r>
      <w:r>
        <w:t xml:space="preserve">, </w:t>
      </w:r>
      <w:r w:rsidR="00530790" w:rsidRPr="005D5566">
        <w:t>est-ce que cela t</w:t>
      </w:r>
      <w:r>
        <w:t>’</w:t>
      </w:r>
      <w:r w:rsidR="00530790" w:rsidRPr="005D5566">
        <w:t>a tuée</w:t>
      </w:r>
      <w:r>
        <w:t xml:space="preserve"> ?… </w:t>
      </w:r>
      <w:r w:rsidR="00530790" w:rsidRPr="005D5566">
        <w:t>Tu apportes des livres</w:t>
      </w:r>
      <w:r>
        <w:t> ?</w:t>
      </w:r>
    </w:p>
    <w:p w14:paraId="21F7E1CD" w14:textId="77777777" w:rsidR="001C0413" w:rsidRDefault="00530790" w:rsidP="001C0413">
      <w:r w:rsidRPr="005D5566">
        <w:t>La mère lui jeta un coup d</w:t>
      </w:r>
      <w:r w:rsidR="001C0413">
        <w:t>’</w:t>
      </w:r>
      <w:r w:rsidRPr="005D5566">
        <w:t>œil et fit après un silence</w:t>
      </w:r>
      <w:r w:rsidR="001C0413">
        <w:t> :</w:t>
      </w:r>
    </w:p>
    <w:p w14:paraId="79B22BA2" w14:textId="77777777" w:rsidR="001C0413" w:rsidRDefault="001C0413" w:rsidP="001C0413">
      <w:r>
        <w:t>— </w:t>
      </w:r>
      <w:r w:rsidR="00530790" w:rsidRPr="005D5566">
        <w:t>Oui</w:t>
      </w:r>
      <w:r>
        <w:t> !</w:t>
      </w:r>
    </w:p>
    <w:p w14:paraId="2A95C68B" w14:textId="77777777" w:rsidR="001C0413" w:rsidRDefault="001C0413" w:rsidP="001C0413">
      <w:r>
        <w:t>— </w:t>
      </w:r>
      <w:r w:rsidR="00530790" w:rsidRPr="005D5566">
        <w:t>Voilà</w:t>
      </w:r>
      <w:r>
        <w:t xml:space="preserve"> ! </w:t>
      </w:r>
      <w:r w:rsidR="00530790" w:rsidRPr="005D5566">
        <w:t>dit Rybine en frappant la table de la paume de sa main</w:t>
      </w:r>
      <w:r>
        <w:t xml:space="preserve">. </w:t>
      </w:r>
      <w:r w:rsidR="00530790" w:rsidRPr="005D5566">
        <w:t>Je l</w:t>
      </w:r>
      <w:r>
        <w:t>’</w:t>
      </w:r>
      <w:r w:rsidR="00530790" w:rsidRPr="005D5566">
        <w:t>ai deviné aussitôt que je t</w:t>
      </w:r>
      <w:r>
        <w:t>’</w:t>
      </w:r>
      <w:r w:rsidR="00530790" w:rsidRPr="005D5566">
        <w:t>ai vue</w:t>
      </w:r>
      <w:r>
        <w:t xml:space="preserve">… </w:t>
      </w:r>
      <w:r w:rsidR="00530790" w:rsidRPr="005D5566">
        <w:t>pourquoi serais-tu venue</w:t>
      </w:r>
      <w:r>
        <w:t xml:space="preserve">, </w:t>
      </w:r>
      <w:r w:rsidR="00530790" w:rsidRPr="005D5566">
        <w:t>sinon pour cela</w:t>
      </w:r>
      <w:r>
        <w:t xml:space="preserve"> ? </w:t>
      </w:r>
      <w:r w:rsidR="00530790" w:rsidRPr="005D5566">
        <w:t>Vous voyez</w:t>
      </w:r>
      <w:r>
        <w:t xml:space="preserve">, </w:t>
      </w:r>
      <w:r w:rsidR="00530790" w:rsidRPr="005D5566">
        <w:t>le fils a été arraché des rangs</w:t>
      </w:r>
      <w:r>
        <w:t xml:space="preserve">, </w:t>
      </w:r>
      <w:r w:rsidR="00530790" w:rsidRPr="005D5566">
        <w:t>et la mère a pris sa place</w:t>
      </w:r>
      <w:r>
        <w:t> !</w:t>
      </w:r>
    </w:p>
    <w:p w14:paraId="3063DE46" w14:textId="77777777" w:rsidR="001C0413" w:rsidRDefault="00530790" w:rsidP="001C0413">
      <w:r w:rsidRPr="005D5566">
        <w:t>Il se redressa et cria d</w:t>
      </w:r>
      <w:r w:rsidR="001C0413">
        <w:t>’</w:t>
      </w:r>
      <w:r w:rsidRPr="005D5566">
        <w:t>une voix sourde</w:t>
      </w:r>
      <w:r w:rsidR="001C0413">
        <w:t xml:space="preserve">, </w:t>
      </w:r>
      <w:r w:rsidRPr="005D5566">
        <w:t>avec un geste menaçant</w:t>
      </w:r>
      <w:r w:rsidR="001C0413">
        <w:t> :</w:t>
      </w:r>
    </w:p>
    <w:p w14:paraId="41305B41" w14:textId="77777777" w:rsidR="001C0413" w:rsidRDefault="001C0413" w:rsidP="001C0413">
      <w:r>
        <w:t>— </w:t>
      </w:r>
      <w:r w:rsidR="00530790" w:rsidRPr="005D5566">
        <w:t>Ces canailles ne savent pas ce que sèment leurs mains aveugles</w:t>
      </w:r>
      <w:r>
        <w:t xml:space="preserve"> ! </w:t>
      </w:r>
      <w:r w:rsidR="00530790" w:rsidRPr="005D5566">
        <w:t>Ils verront quand notre force aura grandi</w:t>
      </w:r>
      <w:r>
        <w:t xml:space="preserve">, </w:t>
      </w:r>
      <w:r w:rsidR="00530790" w:rsidRPr="005D5566">
        <w:t>quand nous nous mettrons à faucher ces herbes maudites</w:t>
      </w:r>
      <w:r>
        <w:t xml:space="preserve"> ! </w:t>
      </w:r>
      <w:r w:rsidR="00530790" w:rsidRPr="005D5566">
        <w:t>Ils verront</w:t>
      </w:r>
      <w:r>
        <w:t> !</w:t>
      </w:r>
    </w:p>
    <w:p w14:paraId="10D89BDE" w14:textId="77777777" w:rsidR="001C0413" w:rsidRDefault="00530790" w:rsidP="001C0413">
      <w:r w:rsidRPr="005D5566">
        <w:t>Ces paroles effrayèrent Pélaguée</w:t>
      </w:r>
      <w:r w:rsidR="001C0413">
        <w:t xml:space="preserve"> ; </w:t>
      </w:r>
      <w:r w:rsidRPr="005D5566">
        <w:t>elle regarda Rybine et remarqua combien il avait changé et maigri</w:t>
      </w:r>
      <w:r w:rsidR="001C0413">
        <w:t xml:space="preserve"> : </w:t>
      </w:r>
      <w:r w:rsidRPr="005D5566">
        <w:t>sa barbe n</w:t>
      </w:r>
      <w:r w:rsidR="001C0413">
        <w:t>’</w:t>
      </w:r>
      <w:r w:rsidRPr="005D5566">
        <w:t>était plus carrée</w:t>
      </w:r>
      <w:r w:rsidR="001C0413">
        <w:t xml:space="preserve">, </w:t>
      </w:r>
      <w:r w:rsidRPr="005D5566">
        <w:t>mais inégale</w:t>
      </w:r>
      <w:r w:rsidR="001C0413">
        <w:t xml:space="preserve"> ; </w:t>
      </w:r>
      <w:r w:rsidRPr="005D5566">
        <w:t>on entrevoyait au-dessus les os des pommettes</w:t>
      </w:r>
      <w:r w:rsidR="001C0413">
        <w:t xml:space="preserve">. </w:t>
      </w:r>
      <w:r w:rsidRPr="005D5566">
        <w:t>De fines veines rouges se dessinaient sur la cornée bleuâtre</w:t>
      </w:r>
      <w:r w:rsidR="001C0413">
        <w:t xml:space="preserve">, </w:t>
      </w:r>
      <w:r w:rsidRPr="005D5566">
        <w:t>comme s</w:t>
      </w:r>
      <w:r w:rsidR="001C0413">
        <w:t>’</w:t>
      </w:r>
      <w:r w:rsidRPr="005D5566">
        <w:t>il eût été en proie à l</w:t>
      </w:r>
      <w:r w:rsidR="001C0413">
        <w:t>’</w:t>
      </w:r>
      <w:r w:rsidRPr="005D5566">
        <w:t>insomnie</w:t>
      </w:r>
      <w:r w:rsidR="001C0413">
        <w:t xml:space="preserve">. </w:t>
      </w:r>
      <w:r w:rsidRPr="005D5566">
        <w:t>Son nez était devenu plus cartilagineux et crochu</w:t>
      </w:r>
      <w:r w:rsidR="001C0413">
        <w:t xml:space="preserve">, </w:t>
      </w:r>
      <w:r w:rsidRPr="005D5566">
        <w:t>comme le bec d</w:t>
      </w:r>
      <w:r w:rsidR="001C0413">
        <w:t>’</w:t>
      </w:r>
      <w:r w:rsidRPr="005D5566">
        <w:t>un rapace</w:t>
      </w:r>
      <w:r w:rsidR="001C0413">
        <w:t xml:space="preserve">. </w:t>
      </w:r>
      <w:r w:rsidRPr="005D5566">
        <w:t>Le col déboutonné de sa chemise</w:t>
      </w:r>
      <w:r w:rsidR="001C0413">
        <w:t xml:space="preserve">, </w:t>
      </w:r>
      <w:r w:rsidRPr="005D5566">
        <w:t>jadis rouge et imbibée de goudron</w:t>
      </w:r>
      <w:r w:rsidR="001C0413">
        <w:t xml:space="preserve">, </w:t>
      </w:r>
      <w:r w:rsidRPr="005D5566">
        <w:t>découvrait des clavicules sèches et l</w:t>
      </w:r>
      <w:r w:rsidR="001C0413">
        <w:t>’</w:t>
      </w:r>
      <w:r w:rsidRPr="005D5566">
        <w:t>épaisse toison noire de la poitrine</w:t>
      </w:r>
      <w:r w:rsidR="001C0413">
        <w:t xml:space="preserve">. </w:t>
      </w:r>
      <w:r w:rsidRPr="005D5566">
        <w:t xml:space="preserve">Il y avait en toute la personne de </w:t>
      </w:r>
      <w:r w:rsidRPr="005D5566">
        <w:lastRenderedPageBreak/>
        <w:t>cet homme quelque chose d</w:t>
      </w:r>
      <w:r w:rsidR="001C0413">
        <w:t>’</w:t>
      </w:r>
      <w:r w:rsidRPr="005D5566">
        <w:t>encore plus sombre et de plus mélancolique qu</w:t>
      </w:r>
      <w:r w:rsidR="001C0413">
        <w:t>’</w:t>
      </w:r>
      <w:r w:rsidRPr="005D5566">
        <w:t>auparavant</w:t>
      </w:r>
      <w:r w:rsidR="001C0413">
        <w:t xml:space="preserve">. </w:t>
      </w:r>
      <w:r w:rsidRPr="005D5566">
        <w:t>L</w:t>
      </w:r>
      <w:r w:rsidR="001C0413">
        <w:t>’</w:t>
      </w:r>
      <w:r w:rsidRPr="005D5566">
        <w:t>éclat de ses yeux enflammés illuminait son visage foncé d</w:t>
      </w:r>
      <w:r w:rsidR="001C0413">
        <w:t>’</w:t>
      </w:r>
      <w:r w:rsidRPr="005D5566">
        <w:t>une lueur d</w:t>
      </w:r>
      <w:r w:rsidR="001C0413">
        <w:t>’</w:t>
      </w:r>
      <w:r w:rsidRPr="005D5566">
        <w:t>angoisse et de colère</w:t>
      </w:r>
      <w:r w:rsidR="001C0413">
        <w:t xml:space="preserve">, </w:t>
      </w:r>
      <w:r w:rsidRPr="005D5566">
        <w:t>qui brillait en pourpres étincelles</w:t>
      </w:r>
      <w:r w:rsidR="001C0413">
        <w:t>.</w:t>
      </w:r>
    </w:p>
    <w:p w14:paraId="1651F118" w14:textId="77777777" w:rsidR="001C0413" w:rsidRDefault="001C0413" w:rsidP="001C0413">
      <w:r>
        <w:t>— </w:t>
      </w:r>
      <w:r w:rsidR="00530790" w:rsidRPr="005D5566">
        <w:t>L</w:t>
      </w:r>
      <w:r>
        <w:t>’</w:t>
      </w:r>
      <w:r w:rsidR="00530790" w:rsidRPr="005D5566">
        <w:t>autre jour</w:t>
      </w:r>
      <w:r>
        <w:t xml:space="preserve">, </w:t>
      </w:r>
      <w:r w:rsidR="00530790" w:rsidRPr="005D5566">
        <w:t>continua Rybine</w:t>
      </w:r>
      <w:r>
        <w:t xml:space="preserve">, </w:t>
      </w:r>
      <w:r w:rsidR="00530790" w:rsidRPr="005D5566">
        <w:t>le chef du district me fait appeler et me demande</w:t>
      </w:r>
      <w:r>
        <w:t xml:space="preserve"> : – </w:t>
      </w:r>
      <w:r w:rsidR="00530790" w:rsidRPr="005D5566">
        <w:t>Qu</w:t>
      </w:r>
      <w:r>
        <w:t>’</w:t>
      </w:r>
      <w:r w:rsidR="00530790" w:rsidRPr="005D5566">
        <w:t>as-tu dit au prêtre</w:t>
      </w:r>
      <w:r>
        <w:t xml:space="preserve">, </w:t>
      </w:r>
      <w:r w:rsidR="00530790" w:rsidRPr="005D5566">
        <w:t>mauvais garnement</w:t>
      </w:r>
      <w:r>
        <w:t xml:space="preserve"> ? – </w:t>
      </w:r>
      <w:r w:rsidR="00530790" w:rsidRPr="005D5566">
        <w:t>Pourquoi serais-je un mauvais garnement</w:t>
      </w:r>
      <w:r>
        <w:t xml:space="preserve"> ? </w:t>
      </w:r>
      <w:r w:rsidR="00530790" w:rsidRPr="005D5566">
        <w:t>Je gagne mon pain en m</w:t>
      </w:r>
      <w:r>
        <w:t>’</w:t>
      </w:r>
      <w:r w:rsidR="00530790" w:rsidRPr="005D5566">
        <w:t>échinant</w:t>
      </w:r>
      <w:r>
        <w:t xml:space="preserve">, </w:t>
      </w:r>
      <w:r w:rsidR="00530790" w:rsidRPr="005D5566">
        <w:t>je n</w:t>
      </w:r>
      <w:r>
        <w:t>’</w:t>
      </w:r>
      <w:r w:rsidR="00530790" w:rsidRPr="005D5566">
        <w:t>ai fait de mal à personne</w:t>
      </w:r>
      <w:r>
        <w:t xml:space="preserve">, </w:t>
      </w:r>
      <w:r w:rsidR="00530790" w:rsidRPr="005D5566">
        <w:t>lui ai-je répondu</w:t>
      </w:r>
      <w:r>
        <w:t xml:space="preserve">. </w:t>
      </w:r>
      <w:r w:rsidR="00530790" w:rsidRPr="005D5566">
        <w:t>Il s</w:t>
      </w:r>
      <w:r>
        <w:t>’</w:t>
      </w:r>
      <w:r w:rsidR="00530790" w:rsidRPr="005D5566">
        <w:t>est mis à hurler et m</w:t>
      </w:r>
      <w:r>
        <w:t>’</w:t>
      </w:r>
      <w:r w:rsidR="00530790" w:rsidRPr="005D5566">
        <w:t>a donné un coup de poing en pleine figure</w:t>
      </w:r>
      <w:r>
        <w:t xml:space="preserve">… </w:t>
      </w:r>
      <w:r w:rsidR="00530790" w:rsidRPr="005D5566">
        <w:t>et il m</w:t>
      </w:r>
      <w:r>
        <w:t>’</w:t>
      </w:r>
      <w:r w:rsidR="00530790" w:rsidRPr="005D5566">
        <w:t>a mis aux arrêts pour trois jours</w:t>
      </w:r>
      <w:r>
        <w:t xml:space="preserve">. </w:t>
      </w:r>
      <w:r w:rsidR="00530790" w:rsidRPr="005D5566">
        <w:t>Ah</w:t>
      </w:r>
      <w:r>
        <w:t xml:space="preserve"> ! </w:t>
      </w:r>
      <w:r w:rsidR="00530790" w:rsidRPr="005D5566">
        <w:t>c</w:t>
      </w:r>
      <w:r>
        <w:t>’</w:t>
      </w:r>
      <w:r w:rsidR="00530790" w:rsidRPr="005D5566">
        <w:t>est comme cela que vous parlez au peuple</w:t>
      </w:r>
      <w:r>
        <w:t xml:space="preserve"> ? </w:t>
      </w:r>
      <w:r w:rsidR="00530790" w:rsidRPr="005D5566">
        <w:t>C</w:t>
      </w:r>
      <w:r>
        <w:t>’</w:t>
      </w:r>
      <w:r w:rsidR="00530790" w:rsidRPr="005D5566">
        <w:t>est bien</w:t>
      </w:r>
      <w:r>
        <w:t xml:space="preserve"> ! </w:t>
      </w:r>
      <w:r w:rsidR="00530790" w:rsidRPr="005D5566">
        <w:t>Mais n</w:t>
      </w:r>
      <w:r>
        <w:t>’</w:t>
      </w:r>
      <w:r w:rsidR="00530790" w:rsidRPr="005D5566">
        <w:t>attendez pas de pardon</w:t>
      </w:r>
      <w:r>
        <w:t xml:space="preserve">, </w:t>
      </w:r>
      <w:r w:rsidR="00530790" w:rsidRPr="005D5566">
        <w:t>diables</w:t>
      </w:r>
      <w:r>
        <w:t xml:space="preserve"> ! </w:t>
      </w:r>
      <w:r w:rsidR="00530790" w:rsidRPr="005D5566">
        <w:t>Si ce n</w:t>
      </w:r>
      <w:r>
        <w:t>’</w:t>
      </w:r>
      <w:r w:rsidR="00530790" w:rsidRPr="005D5566">
        <w:t>est pas moi</w:t>
      </w:r>
      <w:r>
        <w:t xml:space="preserve">, </w:t>
      </w:r>
      <w:r w:rsidR="00530790" w:rsidRPr="005D5566">
        <w:t>ce sera un autre qui se vengera de l</w:t>
      </w:r>
      <w:r>
        <w:t>’</w:t>
      </w:r>
      <w:r w:rsidR="00530790" w:rsidRPr="005D5566">
        <w:t>outrage</w:t>
      </w:r>
      <w:r>
        <w:t xml:space="preserve">, </w:t>
      </w:r>
      <w:r w:rsidR="00530790" w:rsidRPr="005D5566">
        <w:t>sur vous ou sur vos enfants</w:t>
      </w:r>
      <w:r>
        <w:t xml:space="preserve">… </w:t>
      </w:r>
      <w:r w:rsidR="00530790" w:rsidRPr="005D5566">
        <w:t>souvenez-vous-en</w:t>
      </w:r>
      <w:r>
        <w:t xml:space="preserve"> ! </w:t>
      </w:r>
      <w:r w:rsidR="00530790" w:rsidRPr="005D5566">
        <w:t>Vous avez labouré la poitrine du peuple avec les griffes de fer de votre avidité</w:t>
      </w:r>
      <w:r>
        <w:t xml:space="preserve">, </w:t>
      </w:r>
      <w:r w:rsidR="00530790" w:rsidRPr="005D5566">
        <w:t>vous y avez semé le mal</w:t>
      </w:r>
      <w:r>
        <w:t xml:space="preserve">… </w:t>
      </w:r>
      <w:r w:rsidR="00530790" w:rsidRPr="005D5566">
        <w:t>Nous ne vous ferons pas grâce</w:t>
      </w:r>
      <w:r>
        <w:t xml:space="preserve">, </w:t>
      </w:r>
      <w:r w:rsidR="00530790" w:rsidRPr="005D5566">
        <w:t>maudits</w:t>
      </w:r>
      <w:r>
        <w:t xml:space="preserve"> ! </w:t>
      </w:r>
      <w:r w:rsidR="00530790" w:rsidRPr="005D5566">
        <w:t>Voilà</w:t>
      </w:r>
      <w:r>
        <w:t> !</w:t>
      </w:r>
    </w:p>
    <w:p w14:paraId="313A5170" w14:textId="77777777" w:rsidR="001C0413" w:rsidRDefault="00530790" w:rsidP="001C0413">
      <w:r w:rsidRPr="005D5566">
        <w:t>Il bouillonnait de fureur</w:t>
      </w:r>
      <w:r w:rsidR="001C0413">
        <w:t xml:space="preserve"> ; </w:t>
      </w:r>
      <w:r w:rsidRPr="005D5566">
        <w:t>dans sa voix résonnaient des notes qui épouvantaient la mère</w:t>
      </w:r>
      <w:r w:rsidR="001C0413">
        <w:t>.</w:t>
      </w:r>
    </w:p>
    <w:p w14:paraId="7DCF87FD" w14:textId="77777777" w:rsidR="001C0413" w:rsidRDefault="001C0413" w:rsidP="001C0413">
      <w:r>
        <w:t>— </w:t>
      </w:r>
      <w:r w:rsidR="00530790" w:rsidRPr="005D5566">
        <w:t>Et qu</w:t>
      </w:r>
      <w:r>
        <w:t>’</w:t>
      </w:r>
      <w:r w:rsidR="00530790" w:rsidRPr="005D5566">
        <w:t>avais-je dit au prêtre</w:t>
      </w:r>
      <w:r>
        <w:t xml:space="preserve"> ? </w:t>
      </w:r>
      <w:r w:rsidR="00530790" w:rsidRPr="005D5566">
        <w:t>reprit-il un peu calmé</w:t>
      </w:r>
      <w:r>
        <w:t xml:space="preserve">. </w:t>
      </w:r>
      <w:r w:rsidR="00530790" w:rsidRPr="005D5566">
        <w:t>Après une assemblée</w:t>
      </w:r>
      <w:r>
        <w:t xml:space="preserve">, </w:t>
      </w:r>
      <w:r w:rsidR="00530790" w:rsidRPr="005D5566">
        <w:t>il était là dans la rue avec les paysans et leur racontait que les hommes sont un troupeau</w:t>
      </w:r>
      <w:r>
        <w:t xml:space="preserve">, </w:t>
      </w:r>
      <w:r w:rsidR="00530790" w:rsidRPr="005D5566">
        <w:t>qu</w:t>
      </w:r>
      <w:r>
        <w:t>’</w:t>
      </w:r>
      <w:r w:rsidR="00530790" w:rsidRPr="005D5566">
        <w:t>ils ont toujours besoin d</w:t>
      </w:r>
      <w:r>
        <w:t>’</w:t>
      </w:r>
      <w:r w:rsidR="00530790" w:rsidRPr="005D5566">
        <w:t>un berger</w:t>
      </w:r>
      <w:r>
        <w:t xml:space="preserve">… </w:t>
      </w:r>
      <w:r w:rsidR="00530790" w:rsidRPr="005D5566">
        <w:t>voilà</w:t>
      </w:r>
      <w:r>
        <w:t xml:space="preserve"> ! </w:t>
      </w:r>
      <w:r w:rsidR="00530790" w:rsidRPr="005D5566">
        <w:t>Et moi</w:t>
      </w:r>
      <w:r>
        <w:t xml:space="preserve">, </w:t>
      </w:r>
      <w:r w:rsidR="00530790" w:rsidRPr="005D5566">
        <w:t>j</w:t>
      </w:r>
      <w:r>
        <w:t>’</w:t>
      </w:r>
      <w:r w:rsidR="00530790" w:rsidRPr="005D5566">
        <w:t>ai dit en plaisantant</w:t>
      </w:r>
      <w:r>
        <w:t xml:space="preserve"> : </w:t>
      </w:r>
      <w:r w:rsidR="00530790" w:rsidRPr="005D5566">
        <w:t>Si on nommait le renard chef de la forêt</w:t>
      </w:r>
      <w:r>
        <w:t xml:space="preserve">, </w:t>
      </w:r>
      <w:r w:rsidR="00530790" w:rsidRPr="005D5566">
        <w:t>il y aurait beaucoup de plumes</w:t>
      </w:r>
      <w:r>
        <w:t xml:space="preserve">, </w:t>
      </w:r>
      <w:r w:rsidR="00530790" w:rsidRPr="005D5566">
        <w:t>mais point d</w:t>
      </w:r>
      <w:r>
        <w:t>’</w:t>
      </w:r>
      <w:r w:rsidR="00530790" w:rsidRPr="005D5566">
        <w:t>oiseaux</w:t>
      </w:r>
      <w:r>
        <w:t xml:space="preserve"> ! </w:t>
      </w:r>
      <w:r w:rsidR="00530790" w:rsidRPr="005D5566">
        <w:t>Il me regarda de travers et se mit à dire que le peuple devait souffrir</w:t>
      </w:r>
      <w:r>
        <w:t xml:space="preserve">, </w:t>
      </w:r>
      <w:r w:rsidR="00530790" w:rsidRPr="005D5566">
        <w:t>se résigner et prier Dieu plus souvent</w:t>
      </w:r>
      <w:r>
        <w:t xml:space="preserve">, </w:t>
      </w:r>
      <w:r w:rsidR="00530790" w:rsidRPr="005D5566">
        <w:t>afin qu</w:t>
      </w:r>
      <w:r>
        <w:t>’</w:t>
      </w:r>
      <w:r w:rsidR="00530790" w:rsidRPr="005D5566">
        <w:t>il lui donne la force de tout supporter</w:t>
      </w:r>
      <w:r>
        <w:t xml:space="preserve">. </w:t>
      </w:r>
      <w:r w:rsidR="00530790" w:rsidRPr="005D5566">
        <w:t>Et moi</w:t>
      </w:r>
      <w:r>
        <w:t xml:space="preserve">, </w:t>
      </w:r>
      <w:r w:rsidR="00530790" w:rsidRPr="005D5566">
        <w:t>j</w:t>
      </w:r>
      <w:r>
        <w:t>’</w:t>
      </w:r>
      <w:r w:rsidR="00530790" w:rsidRPr="005D5566">
        <w:t>ai répondu</w:t>
      </w:r>
      <w:r>
        <w:t xml:space="preserve"> : </w:t>
      </w:r>
      <w:r w:rsidR="00530790" w:rsidRPr="005D5566">
        <w:t>Le peuple prie beaucoup</w:t>
      </w:r>
      <w:r>
        <w:t xml:space="preserve">, </w:t>
      </w:r>
      <w:r w:rsidR="00530790" w:rsidRPr="005D5566">
        <w:t>mais Dieu n</w:t>
      </w:r>
      <w:r>
        <w:t>’</w:t>
      </w:r>
      <w:r w:rsidR="00530790" w:rsidRPr="005D5566">
        <w:t>a probablement pas le temps de l</w:t>
      </w:r>
      <w:r>
        <w:t>’</w:t>
      </w:r>
      <w:r w:rsidR="00530790" w:rsidRPr="005D5566">
        <w:t>écouter</w:t>
      </w:r>
      <w:r>
        <w:t xml:space="preserve">. </w:t>
      </w:r>
      <w:r w:rsidR="00530790" w:rsidRPr="005D5566">
        <w:t>Il ne l</w:t>
      </w:r>
      <w:r>
        <w:t>’</w:t>
      </w:r>
      <w:r w:rsidR="00530790" w:rsidRPr="005D5566">
        <w:t>entend pas</w:t>
      </w:r>
      <w:r>
        <w:t xml:space="preserve"> ! </w:t>
      </w:r>
      <w:r w:rsidR="00530790" w:rsidRPr="005D5566">
        <w:t>Voilà</w:t>
      </w:r>
      <w:r>
        <w:t xml:space="preserve"> ! </w:t>
      </w:r>
      <w:r w:rsidR="00530790" w:rsidRPr="005D5566">
        <w:t>Alors</w:t>
      </w:r>
      <w:r>
        <w:t xml:space="preserve">, </w:t>
      </w:r>
      <w:r w:rsidR="00530790" w:rsidRPr="005D5566">
        <w:t>il m</w:t>
      </w:r>
      <w:r>
        <w:t>’</w:t>
      </w:r>
      <w:r w:rsidR="00530790" w:rsidRPr="005D5566">
        <w:t>a demandé quelles prières je disais</w:t>
      </w:r>
      <w:r>
        <w:t xml:space="preserve">. </w:t>
      </w:r>
      <w:r w:rsidR="00530790" w:rsidRPr="005D5566">
        <w:t>Je lui ai répondu</w:t>
      </w:r>
      <w:r>
        <w:t xml:space="preserve"> : </w:t>
      </w:r>
      <w:r w:rsidR="00530790" w:rsidRPr="005D5566">
        <w:t>Je n</w:t>
      </w:r>
      <w:r>
        <w:t>’</w:t>
      </w:r>
      <w:r w:rsidR="00530790" w:rsidRPr="005D5566">
        <w:t>en ai appris qu</w:t>
      </w:r>
      <w:r>
        <w:t>’</w:t>
      </w:r>
      <w:r w:rsidR="00530790" w:rsidRPr="005D5566">
        <w:t>une dans ma vie</w:t>
      </w:r>
      <w:r>
        <w:t xml:space="preserve">, </w:t>
      </w:r>
      <w:r w:rsidR="00530790" w:rsidRPr="005D5566">
        <w:lastRenderedPageBreak/>
        <w:t>celle du peuple tout entier</w:t>
      </w:r>
      <w:r>
        <w:t xml:space="preserve"> : </w:t>
      </w:r>
      <w:r w:rsidR="00530790" w:rsidRPr="005D5566">
        <w:t>Dieu</w:t>
      </w:r>
      <w:r>
        <w:t xml:space="preserve">, </w:t>
      </w:r>
      <w:r w:rsidR="00530790" w:rsidRPr="005D5566">
        <w:t>apprends-moi à travailler pour les seigneurs</w:t>
      </w:r>
      <w:r>
        <w:t xml:space="preserve">, </w:t>
      </w:r>
      <w:r w:rsidR="00530790" w:rsidRPr="005D5566">
        <w:t>à manger des pierres</w:t>
      </w:r>
      <w:r>
        <w:t xml:space="preserve">, </w:t>
      </w:r>
      <w:r w:rsidR="00530790" w:rsidRPr="005D5566">
        <w:t>à cracher des bûches</w:t>
      </w:r>
      <w:r>
        <w:t xml:space="preserve"> ! </w:t>
      </w:r>
      <w:r w:rsidR="00530790" w:rsidRPr="005D5566">
        <w:t>Il ne m</w:t>
      </w:r>
      <w:r>
        <w:t>’</w:t>
      </w:r>
      <w:r w:rsidR="00530790" w:rsidRPr="005D5566">
        <w:t>a pas laissé achever</w:t>
      </w:r>
      <w:r>
        <w:t xml:space="preserve">… </w:t>
      </w:r>
      <w:r w:rsidR="00530790" w:rsidRPr="005D5566">
        <w:t>Vous êtes une dame de la noblesse</w:t>
      </w:r>
      <w:r>
        <w:t xml:space="preserve"> ? </w:t>
      </w:r>
      <w:r w:rsidR="00530790" w:rsidRPr="005D5566">
        <w:t>demanda brusquement Rybine à Sophie</w:t>
      </w:r>
      <w:r>
        <w:t xml:space="preserve">, </w:t>
      </w:r>
      <w:r w:rsidR="00530790" w:rsidRPr="005D5566">
        <w:t>interrompant son récit</w:t>
      </w:r>
      <w:r>
        <w:t>.</w:t>
      </w:r>
    </w:p>
    <w:p w14:paraId="421EF456" w14:textId="77777777" w:rsidR="001C0413" w:rsidRDefault="001C0413" w:rsidP="001C0413">
      <w:r>
        <w:t>— </w:t>
      </w:r>
      <w:r w:rsidR="00530790" w:rsidRPr="005D5566">
        <w:t>Pourquoi croyez-vous cela</w:t>
      </w:r>
      <w:r>
        <w:t xml:space="preserve"> ? </w:t>
      </w:r>
      <w:r w:rsidR="00530790" w:rsidRPr="005D5566">
        <w:t>fit-elle en tressaillant de surprise</w:t>
      </w:r>
      <w:r>
        <w:t>.</w:t>
      </w:r>
    </w:p>
    <w:p w14:paraId="142028DE" w14:textId="77777777" w:rsidR="001C0413" w:rsidRDefault="001C0413" w:rsidP="001C0413">
      <w:r>
        <w:t>— </w:t>
      </w:r>
      <w:r w:rsidR="00530790" w:rsidRPr="005D5566">
        <w:t>Parce que</w:t>
      </w:r>
      <w:r>
        <w:t xml:space="preserve"> !… </w:t>
      </w:r>
      <w:r w:rsidR="00530790" w:rsidRPr="005D5566">
        <w:t>s</w:t>
      </w:r>
      <w:r>
        <w:t>’</w:t>
      </w:r>
      <w:r w:rsidR="00530790" w:rsidRPr="005D5566">
        <w:t>écria Rybine</w:t>
      </w:r>
      <w:r>
        <w:t xml:space="preserve">. </w:t>
      </w:r>
      <w:r w:rsidR="00530790" w:rsidRPr="005D5566">
        <w:t>C</w:t>
      </w:r>
      <w:r>
        <w:t>’</w:t>
      </w:r>
      <w:r w:rsidR="00530790" w:rsidRPr="005D5566">
        <w:t>est votre sort</w:t>
      </w:r>
      <w:r>
        <w:t xml:space="preserve">, </w:t>
      </w:r>
      <w:r w:rsidR="00530790" w:rsidRPr="005D5566">
        <w:t>vous êtes née ainsi</w:t>
      </w:r>
      <w:r>
        <w:t xml:space="preserve">. </w:t>
      </w:r>
      <w:r w:rsidR="00530790" w:rsidRPr="005D5566">
        <w:t>Voilà</w:t>
      </w:r>
      <w:r>
        <w:t xml:space="preserve"> ! </w:t>
      </w:r>
      <w:r w:rsidR="00530790" w:rsidRPr="005D5566">
        <w:t>Vous vous imaginez que vous pouvez cacher votre péché de noblesse en vous couvrant la tête d</w:t>
      </w:r>
      <w:r>
        <w:t>’</w:t>
      </w:r>
      <w:r w:rsidR="00530790" w:rsidRPr="005D5566">
        <w:t>un fichu d</w:t>
      </w:r>
      <w:r>
        <w:t>’</w:t>
      </w:r>
      <w:r w:rsidR="00530790" w:rsidRPr="005D5566">
        <w:t>indienne</w:t>
      </w:r>
      <w:r>
        <w:t xml:space="preserve"> ? </w:t>
      </w:r>
      <w:r w:rsidR="00530790" w:rsidRPr="005D5566">
        <w:t>On reconnaît le prêtre</w:t>
      </w:r>
      <w:r>
        <w:t xml:space="preserve">, </w:t>
      </w:r>
      <w:r w:rsidR="00530790" w:rsidRPr="005D5566">
        <w:t>même quand il n</w:t>
      </w:r>
      <w:r>
        <w:t>’</w:t>
      </w:r>
      <w:r w:rsidR="00530790" w:rsidRPr="005D5566">
        <w:t>a plus de tonsure</w:t>
      </w:r>
      <w:r>
        <w:t xml:space="preserve">… </w:t>
      </w:r>
      <w:r w:rsidR="00530790" w:rsidRPr="005D5566">
        <w:t>Vous venez de poser le coude sur la table mouillée et vous avez fait la grimace</w:t>
      </w:r>
      <w:r>
        <w:t xml:space="preserve">… </w:t>
      </w:r>
      <w:r w:rsidR="00530790" w:rsidRPr="005D5566">
        <w:t>Et votre dos est trop droit pour être celui d</w:t>
      </w:r>
      <w:r>
        <w:t>’</w:t>
      </w:r>
      <w:r w:rsidR="00530790" w:rsidRPr="005D5566">
        <w:t>une ouvrière</w:t>
      </w:r>
      <w:r>
        <w:t>…</w:t>
      </w:r>
    </w:p>
    <w:p w14:paraId="30C0B8C6" w14:textId="77777777" w:rsidR="001C0413" w:rsidRDefault="00530790" w:rsidP="001C0413">
      <w:r w:rsidRPr="005D5566">
        <w:t>Craignant qu</w:t>
      </w:r>
      <w:r w:rsidR="001C0413">
        <w:t>’</w:t>
      </w:r>
      <w:r w:rsidRPr="005D5566">
        <w:t>il n</w:t>
      </w:r>
      <w:r w:rsidR="001C0413">
        <w:t>’</w:t>
      </w:r>
      <w:r w:rsidRPr="005D5566">
        <w:t>offensât Sophie par sa voix</w:t>
      </w:r>
      <w:r w:rsidR="001C0413">
        <w:t xml:space="preserve">, </w:t>
      </w:r>
      <w:r w:rsidRPr="005D5566">
        <w:t>ses paroles et son ironie lourdes</w:t>
      </w:r>
      <w:r w:rsidR="001C0413">
        <w:t xml:space="preserve">, </w:t>
      </w:r>
      <w:r w:rsidRPr="005D5566">
        <w:t>la mère intervint vivement</w:t>
      </w:r>
      <w:r w:rsidR="001C0413">
        <w:t xml:space="preserve">, </w:t>
      </w:r>
      <w:r w:rsidRPr="005D5566">
        <w:t>avec sévérité</w:t>
      </w:r>
      <w:r w:rsidR="001C0413">
        <w:t> :</w:t>
      </w:r>
    </w:p>
    <w:p w14:paraId="1C13B353" w14:textId="77777777" w:rsidR="001C0413" w:rsidRDefault="001C0413" w:rsidP="001C0413">
      <w:pPr>
        <w:rPr>
          <w:rFonts w:eastAsia="Georgia" w:cs="Georgia"/>
        </w:rPr>
      </w:pPr>
      <w:r>
        <w:t>— </w:t>
      </w:r>
      <w:r w:rsidR="00530790" w:rsidRPr="005D5566">
        <w:t>C</w:t>
      </w:r>
      <w:r>
        <w:t>’</w:t>
      </w:r>
      <w:r w:rsidR="00530790" w:rsidRPr="005D5566">
        <w:t>est mon amie</w:t>
      </w:r>
      <w:r>
        <w:t xml:space="preserve">. </w:t>
      </w:r>
      <w:r w:rsidR="00530790" w:rsidRPr="005D5566">
        <w:t>C</w:t>
      </w:r>
      <w:r>
        <w:t>’</w:t>
      </w:r>
      <w:r w:rsidR="00530790" w:rsidRPr="005D5566">
        <w:t>est une brave femme</w:t>
      </w:r>
      <w:r>
        <w:t xml:space="preserve">… </w:t>
      </w:r>
      <w:r w:rsidR="00530790" w:rsidRPr="005D5566">
        <w:t>c</w:t>
      </w:r>
      <w:r>
        <w:t>’</w:t>
      </w:r>
      <w:r w:rsidR="00530790" w:rsidRPr="005D5566">
        <w:t>est en travaillant pour nous et notre cause qu</w:t>
      </w:r>
      <w:r>
        <w:t>’</w:t>
      </w:r>
      <w:r w:rsidR="00530790" w:rsidRPr="005D5566">
        <w:t>elle s</w:t>
      </w:r>
      <w:r>
        <w:t>’</w:t>
      </w:r>
      <w:r w:rsidR="00530790" w:rsidRPr="005D5566">
        <w:t>est fait des cheveux blancs</w:t>
      </w:r>
      <w:r>
        <w:t xml:space="preserve">… </w:t>
      </w:r>
      <w:r w:rsidR="00530790" w:rsidRPr="005D5566">
        <w:t>Ne sois pas si rude</w:t>
      </w:r>
      <w:r>
        <w:rPr>
          <w:rFonts w:eastAsia="Georgia" w:cs="Georgia"/>
        </w:rPr>
        <w:t>…</w:t>
      </w:r>
    </w:p>
    <w:p w14:paraId="5484183A" w14:textId="77777777" w:rsidR="001C0413" w:rsidRDefault="00530790" w:rsidP="001C0413">
      <w:r w:rsidRPr="005D5566">
        <w:t>Rybine soupira péniblement</w:t>
      </w:r>
      <w:r w:rsidR="001C0413">
        <w:t>.</w:t>
      </w:r>
    </w:p>
    <w:p w14:paraId="6CB1848A" w14:textId="77777777" w:rsidR="001C0413" w:rsidRDefault="001C0413" w:rsidP="001C0413">
      <w:r>
        <w:t>— </w:t>
      </w:r>
      <w:r w:rsidR="00530790" w:rsidRPr="005D5566">
        <w:t>Ai-je donc dit des choses insultantes</w:t>
      </w:r>
      <w:r>
        <w:t> ?</w:t>
      </w:r>
    </w:p>
    <w:p w14:paraId="56DF1BEC" w14:textId="77777777" w:rsidR="001C0413" w:rsidRDefault="00530790" w:rsidP="001C0413">
      <w:r w:rsidRPr="005D5566">
        <w:t>Sophie le regarda et demanda d</w:t>
      </w:r>
      <w:r w:rsidR="001C0413">
        <w:t>’</w:t>
      </w:r>
      <w:r w:rsidRPr="005D5566">
        <w:t>un ton sec</w:t>
      </w:r>
      <w:r w:rsidR="001C0413">
        <w:t> :</w:t>
      </w:r>
    </w:p>
    <w:p w14:paraId="346D8CC4" w14:textId="77777777" w:rsidR="001C0413" w:rsidRDefault="001C0413" w:rsidP="001C0413">
      <w:r>
        <w:t>— </w:t>
      </w:r>
      <w:r w:rsidR="00530790" w:rsidRPr="005D5566">
        <w:t>Vous vouliez me dire quelque chose</w:t>
      </w:r>
      <w:r>
        <w:t> ?</w:t>
      </w:r>
    </w:p>
    <w:p w14:paraId="3A966B8D" w14:textId="77777777" w:rsidR="001C0413" w:rsidRDefault="001C0413" w:rsidP="001C0413">
      <w:r>
        <w:t>— </w:t>
      </w:r>
      <w:r w:rsidR="00530790" w:rsidRPr="005D5566">
        <w:t>Moi</w:t>
      </w:r>
      <w:r>
        <w:t xml:space="preserve"> ? </w:t>
      </w:r>
      <w:r w:rsidR="00530790" w:rsidRPr="005D5566">
        <w:t>Oui</w:t>
      </w:r>
      <w:r>
        <w:t xml:space="preserve"> ! </w:t>
      </w:r>
      <w:r w:rsidR="00530790" w:rsidRPr="005D5566">
        <w:t>Voilà</w:t>
      </w:r>
      <w:r>
        <w:t xml:space="preserve">, </w:t>
      </w:r>
      <w:r w:rsidR="00530790" w:rsidRPr="005D5566">
        <w:t>il y a ici un homme qui est venu il y a quelques jours</w:t>
      </w:r>
      <w:r>
        <w:t xml:space="preserve"> ; </w:t>
      </w:r>
      <w:r w:rsidR="00530790" w:rsidRPr="005D5566">
        <w:t>c</w:t>
      </w:r>
      <w:r>
        <w:t>’</w:t>
      </w:r>
      <w:r w:rsidR="00530790" w:rsidRPr="005D5566">
        <w:t>est le cousin de Jacob</w:t>
      </w:r>
      <w:r>
        <w:t xml:space="preserve">, </w:t>
      </w:r>
      <w:r w:rsidR="00530790" w:rsidRPr="005D5566">
        <w:t>il est malade</w:t>
      </w:r>
      <w:r>
        <w:t xml:space="preserve">, </w:t>
      </w:r>
      <w:r w:rsidR="00530790" w:rsidRPr="005D5566">
        <w:t>il a la phtisie</w:t>
      </w:r>
      <w:r>
        <w:t xml:space="preserve">, </w:t>
      </w:r>
      <w:r w:rsidR="00530790" w:rsidRPr="005D5566">
        <w:t>mais il comprend pas mal de choses</w:t>
      </w:r>
      <w:r>
        <w:t xml:space="preserve">. </w:t>
      </w:r>
      <w:r w:rsidR="00530790" w:rsidRPr="005D5566">
        <w:t>Peut-on l</w:t>
      </w:r>
      <w:r>
        <w:t>’</w:t>
      </w:r>
      <w:r w:rsidR="00530790" w:rsidRPr="005D5566">
        <w:t>appeler</w:t>
      </w:r>
      <w:r>
        <w:t> ?</w:t>
      </w:r>
    </w:p>
    <w:p w14:paraId="61DF7F36" w14:textId="77777777" w:rsidR="001C0413" w:rsidRDefault="001C0413" w:rsidP="001C0413">
      <w:r>
        <w:lastRenderedPageBreak/>
        <w:t>— </w:t>
      </w:r>
      <w:r w:rsidR="00530790" w:rsidRPr="005D5566">
        <w:t>Pourquoi pas</w:t>
      </w:r>
      <w:r>
        <w:t xml:space="preserve"> ? </w:t>
      </w:r>
      <w:r w:rsidR="00530790" w:rsidRPr="005D5566">
        <w:t>répliqua Sophie</w:t>
      </w:r>
      <w:r>
        <w:t>.</w:t>
      </w:r>
    </w:p>
    <w:p w14:paraId="27F15BDA" w14:textId="77777777" w:rsidR="001C0413" w:rsidRDefault="00530790" w:rsidP="001C0413">
      <w:r w:rsidRPr="005D5566">
        <w:t>Rybine la regarda en plissant les paupières et dit en baissant la voix</w:t>
      </w:r>
      <w:r w:rsidR="001C0413">
        <w:t> :</w:t>
      </w:r>
    </w:p>
    <w:p w14:paraId="2895AD89" w14:textId="77777777" w:rsidR="001C0413" w:rsidRDefault="001C0413" w:rsidP="001C0413">
      <w:r>
        <w:t>— </w:t>
      </w:r>
      <w:r w:rsidR="00530790" w:rsidRPr="005D5566">
        <w:t>Jéfim</w:t>
      </w:r>
      <w:r>
        <w:t xml:space="preserve">, </w:t>
      </w:r>
      <w:r w:rsidR="00530790" w:rsidRPr="005D5566">
        <w:t>va donc chez lui</w:t>
      </w:r>
      <w:r>
        <w:t xml:space="preserve">… </w:t>
      </w:r>
      <w:r w:rsidR="00530790" w:rsidRPr="005D5566">
        <w:t>dis-lui qu</w:t>
      </w:r>
      <w:r>
        <w:t>’</w:t>
      </w:r>
      <w:r w:rsidR="00530790" w:rsidRPr="005D5566">
        <w:t>il vienne dans la soirée</w:t>
      </w:r>
      <w:r>
        <w:t>…</w:t>
      </w:r>
    </w:p>
    <w:p w14:paraId="5BD14560" w14:textId="77777777" w:rsidR="001C0413" w:rsidRDefault="00530790" w:rsidP="001C0413">
      <w:r w:rsidRPr="005D5566">
        <w:t>Jéfim se dirigea vers la cabane</w:t>
      </w:r>
      <w:r w:rsidR="001C0413">
        <w:t xml:space="preserve">, </w:t>
      </w:r>
      <w:r w:rsidRPr="005D5566">
        <w:t>mit sa casquette et sans mot dire</w:t>
      </w:r>
      <w:r w:rsidR="001C0413">
        <w:t xml:space="preserve">, </w:t>
      </w:r>
      <w:r w:rsidRPr="005D5566">
        <w:t>sans regarder personne</w:t>
      </w:r>
      <w:r w:rsidR="001C0413">
        <w:t xml:space="preserve">, </w:t>
      </w:r>
      <w:r w:rsidRPr="005D5566">
        <w:t>disparut d</w:t>
      </w:r>
      <w:r w:rsidR="001C0413">
        <w:t>’</w:t>
      </w:r>
      <w:r w:rsidRPr="005D5566">
        <w:t>un pas tranquille dans le bois</w:t>
      </w:r>
      <w:r w:rsidR="001C0413">
        <w:t xml:space="preserve">. </w:t>
      </w:r>
      <w:r w:rsidRPr="005D5566">
        <w:t>Rybine hocha la tête en le désignant et dit sourdement</w:t>
      </w:r>
      <w:r w:rsidR="001C0413">
        <w:t> :</w:t>
      </w:r>
    </w:p>
    <w:p w14:paraId="1614BF07" w14:textId="77777777" w:rsidR="001C0413" w:rsidRDefault="001C0413" w:rsidP="001C0413">
      <w:r>
        <w:t>— </w:t>
      </w:r>
      <w:r w:rsidR="00530790" w:rsidRPr="005D5566">
        <w:t>Il souffre</w:t>
      </w:r>
      <w:r>
        <w:t xml:space="preserve"> !… </w:t>
      </w:r>
      <w:r w:rsidR="00530790" w:rsidRPr="005D5566">
        <w:t>il est obstiné</w:t>
      </w:r>
      <w:r>
        <w:rPr>
          <w:rFonts w:eastAsia="Georgia" w:cs="Georgia"/>
        </w:rPr>
        <w:t xml:space="preserve">… </w:t>
      </w:r>
      <w:r w:rsidR="00530790" w:rsidRPr="005D5566">
        <w:t>il sera bientôt soldat</w:t>
      </w:r>
      <w:r>
        <w:t xml:space="preserve">… </w:t>
      </w:r>
      <w:r w:rsidR="00530790" w:rsidRPr="005D5566">
        <w:t>Jacob aussi</w:t>
      </w:r>
      <w:r>
        <w:t xml:space="preserve">… </w:t>
      </w:r>
      <w:r w:rsidR="00530790" w:rsidRPr="005D5566">
        <w:t>Jacob dit tout simplement qu</w:t>
      </w:r>
      <w:r>
        <w:t>’</w:t>
      </w:r>
      <w:r w:rsidR="00530790" w:rsidRPr="005D5566">
        <w:t>il ne peut pas aller au régiment</w:t>
      </w:r>
      <w:r>
        <w:t xml:space="preserve">, </w:t>
      </w:r>
      <w:r w:rsidR="00530790" w:rsidRPr="005D5566">
        <w:t>et Jéfim ne peut pas non plus</w:t>
      </w:r>
      <w:r>
        <w:t xml:space="preserve">, </w:t>
      </w:r>
      <w:r w:rsidR="00530790" w:rsidRPr="005D5566">
        <w:t>mais il veut y aller quand même</w:t>
      </w:r>
      <w:r>
        <w:t xml:space="preserve">… </w:t>
      </w:r>
      <w:r w:rsidR="00530790" w:rsidRPr="005D5566">
        <w:t>Il a une idée</w:t>
      </w:r>
      <w:r>
        <w:t xml:space="preserve">… </w:t>
      </w:r>
      <w:r w:rsidR="00530790" w:rsidRPr="005D5566">
        <w:t>Il pense qu</w:t>
      </w:r>
      <w:r>
        <w:t>’</w:t>
      </w:r>
      <w:r w:rsidR="00530790" w:rsidRPr="005D5566">
        <w:t>on peut répandre parmi les soldats des ferments de liberté</w:t>
      </w:r>
      <w:r>
        <w:t xml:space="preserve">… </w:t>
      </w:r>
      <w:r w:rsidR="00530790" w:rsidRPr="005D5566">
        <w:t>Moi</w:t>
      </w:r>
      <w:r>
        <w:t xml:space="preserve">, </w:t>
      </w:r>
      <w:r w:rsidR="00530790" w:rsidRPr="005D5566">
        <w:t>je crois qu</w:t>
      </w:r>
      <w:r>
        <w:t>’</w:t>
      </w:r>
      <w:r w:rsidR="00530790" w:rsidRPr="005D5566">
        <w:t>on ne peut pas enfoncer un mur en le heurtant du front</w:t>
      </w:r>
      <w:r>
        <w:t xml:space="preserve">. </w:t>
      </w:r>
      <w:r w:rsidR="00530790" w:rsidRPr="005D5566">
        <w:t>Et eux</w:t>
      </w:r>
      <w:r>
        <w:t xml:space="preserve">, </w:t>
      </w:r>
      <w:r w:rsidR="00530790" w:rsidRPr="005D5566">
        <w:t>ils prennent une baïonnette à la main et s</w:t>
      </w:r>
      <w:r>
        <w:t>’</w:t>
      </w:r>
      <w:r w:rsidR="00530790" w:rsidRPr="005D5566">
        <w:t>en vont</w:t>
      </w:r>
      <w:r>
        <w:t xml:space="preserve">. </w:t>
      </w:r>
      <w:r w:rsidR="00530790" w:rsidRPr="005D5566">
        <w:t>Où</w:t>
      </w:r>
      <w:r>
        <w:t xml:space="preserve"> ? </w:t>
      </w:r>
      <w:r w:rsidR="00530790" w:rsidRPr="005D5566">
        <w:t>Ils ne voient pas qu</w:t>
      </w:r>
      <w:r>
        <w:t>’</w:t>
      </w:r>
      <w:r w:rsidR="00530790" w:rsidRPr="005D5566">
        <w:t>ils marchent contre eux-mêmes</w:t>
      </w:r>
      <w:r>
        <w:t xml:space="preserve">… </w:t>
      </w:r>
      <w:r w:rsidR="00530790" w:rsidRPr="005D5566">
        <w:t>Oui</w:t>
      </w:r>
      <w:r>
        <w:t xml:space="preserve">, </w:t>
      </w:r>
      <w:r w:rsidR="00530790" w:rsidRPr="005D5566">
        <w:t>il souffre</w:t>
      </w:r>
      <w:r>
        <w:t xml:space="preserve">, </w:t>
      </w:r>
      <w:r w:rsidR="00530790" w:rsidRPr="005D5566">
        <w:t>Jéfim</w:t>
      </w:r>
      <w:r>
        <w:t xml:space="preserve">. </w:t>
      </w:r>
      <w:r w:rsidR="00530790" w:rsidRPr="005D5566">
        <w:t>Et Ignati lui retourne le couteau dans le cœur</w:t>
      </w:r>
      <w:r>
        <w:t xml:space="preserve">, </w:t>
      </w:r>
      <w:r w:rsidR="00530790" w:rsidRPr="005D5566">
        <w:t>c</w:t>
      </w:r>
      <w:r>
        <w:t>’</w:t>
      </w:r>
      <w:r w:rsidR="00530790" w:rsidRPr="005D5566">
        <w:t>est peut-être inutile</w:t>
      </w:r>
      <w:r>
        <w:t>…</w:t>
      </w:r>
    </w:p>
    <w:p w14:paraId="23F5B02D" w14:textId="77777777" w:rsidR="001C0413" w:rsidRDefault="001C0413" w:rsidP="001C0413">
      <w:r>
        <w:t>— </w:t>
      </w:r>
      <w:r w:rsidR="00530790" w:rsidRPr="005D5566">
        <w:t>Pas du tout</w:t>
      </w:r>
      <w:r>
        <w:t xml:space="preserve"> ! </w:t>
      </w:r>
      <w:r w:rsidR="00530790" w:rsidRPr="005D5566">
        <w:t>dit Ignati d</w:t>
      </w:r>
      <w:r>
        <w:t>’</w:t>
      </w:r>
      <w:r w:rsidR="00530790" w:rsidRPr="005D5566">
        <w:t>un air sombre</w:t>
      </w:r>
      <w:r>
        <w:t xml:space="preserve">, </w:t>
      </w:r>
      <w:r w:rsidR="00530790" w:rsidRPr="005D5566">
        <w:t>sans regarder Rybine</w:t>
      </w:r>
      <w:r>
        <w:t xml:space="preserve"> ; </w:t>
      </w:r>
      <w:r w:rsidR="00530790" w:rsidRPr="005D5566">
        <w:t>on le convertira au régiment</w:t>
      </w:r>
      <w:r>
        <w:t xml:space="preserve">, </w:t>
      </w:r>
      <w:r w:rsidR="00530790" w:rsidRPr="005D5566">
        <w:t>et il fera feu aussi bien que les autres</w:t>
      </w:r>
      <w:r>
        <w:t> !</w:t>
      </w:r>
    </w:p>
    <w:p w14:paraId="4768B8D1" w14:textId="77777777" w:rsidR="001C0413" w:rsidRDefault="001C0413" w:rsidP="001C0413">
      <w:r>
        <w:t>— </w:t>
      </w:r>
      <w:r w:rsidR="00530790" w:rsidRPr="005D5566">
        <w:t>Non</w:t>
      </w:r>
      <w:r>
        <w:t xml:space="preserve">, </w:t>
      </w:r>
      <w:r w:rsidR="00530790" w:rsidRPr="005D5566">
        <w:t>je ne crois pas</w:t>
      </w:r>
      <w:r>
        <w:t xml:space="preserve"> ! </w:t>
      </w:r>
      <w:r w:rsidR="00530790" w:rsidRPr="005D5566">
        <w:t>répliqua Rybine pensivement</w:t>
      </w:r>
      <w:r>
        <w:t xml:space="preserve">. </w:t>
      </w:r>
      <w:r w:rsidR="00530790" w:rsidRPr="005D5566">
        <w:t>Mais</w:t>
      </w:r>
      <w:r>
        <w:t xml:space="preserve">, </w:t>
      </w:r>
      <w:r w:rsidR="00530790" w:rsidRPr="005D5566">
        <w:t>tout de même</w:t>
      </w:r>
      <w:r>
        <w:t xml:space="preserve">, </w:t>
      </w:r>
      <w:r w:rsidR="00530790" w:rsidRPr="005D5566">
        <w:t>il vaut mieux éviter cela</w:t>
      </w:r>
      <w:r>
        <w:t xml:space="preserve">. </w:t>
      </w:r>
      <w:r w:rsidR="00530790" w:rsidRPr="005D5566">
        <w:t>La Russie est grande</w:t>
      </w:r>
      <w:r>
        <w:t xml:space="preserve">… </w:t>
      </w:r>
      <w:r w:rsidR="00530790" w:rsidRPr="005D5566">
        <w:t>comment retrouver un homme</w:t>
      </w:r>
      <w:r>
        <w:t xml:space="preserve"> ? </w:t>
      </w:r>
      <w:r w:rsidR="00530790" w:rsidRPr="005D5566">
        <w:t>Il faut se procurer un passeport et s</w:t>
      </w:r>
      <w:r>
        <w:t>’</w:t>
      </w:r>
      <w:r w:rsidR="00530790" w:rsidRPr="005D5566">
        <w:t>en aller par les villages</w:t>
      </w:r>
      <w:r>
        <w:t>.</w:t>
      </w:r>
    </w:p>
    <w:p w14:paraId="33D02F0C" w14:textId="77777777" w:rsidR="001C0413" w:rsidRDefault="001C0413" w:rsidP="001C0413">
      <w:r>
        <w:t>— </w:t>
      </w:r>
      <w:r w:rsidR="00530790" w:rsidRPr="005D5566">
        <w:t>C</w:t>
      </w:r>
      <w:r>
        <w:t>’</w:t>
      </w:r>
      <w:r w:rsidR="00530790" w:rsidRPr="005D5566">
        <w:t>est ce que je veux faire</w:t>
      </w:r>
      <w:r>
        <w:t xml:space="preserve"> ! </w:t>
      </w:r>
      <w:r w:rsidR="00530790" w:rsidRPr="005D5566">
        <w:t>déclara Ignati</w:t>
      </w:r>
      <w:r>
        <w:t xml:space="preserve">, </w:t>
      </w:r>
      <w:r w:rsidR="00530790" w:rsidRPr="005D5566">
        <w:t>en se frappant la jambe avec un copeau</w:t>
      </w:r>
      <w:r>
        <w:t xml:space="preserve">. </w:t>
      </w:r>
      <w:r w:rsidR="00530790" w:rsidRPr="005D5566">
        <w:t>Du moment qu</w:t>
      </w:r>
      <w:r>
        <w:t>’</w:t>
      </w:r>
      <w:r w:rsidR="00530790" w:rsidRPr="005D5566">
        <w:t>on est résolu à combattre</w:t>
      </w:r>
      <w:r>
        <w:t xml:space="preserve">, </w:t>
      </w:r>
      <w:r w:rsidR="00530790" w:rsidRPr="005D5566">
        <w:t>il faut marcher sans hésiter</w:t>
      </w:r>
      <w:r>
        <w:t>…</w:t>
      </w:r>
    </w:p>
    <w:p w14:paraId="0A89955D" w14:textId="77777777" w:rsidR="001C0413" w:rsidRDefault="00530790" w:rsidP="001C0413">
      <w:r w:rsidRPr="005D5566">
        <w:lastRenderedPageBreak/>
        <w:t>La conversation tomba</w:t>
      </w:r>
      <w:r w:rsidR="001C0413">
        <w:t xml:space="preserve">. </w:t>
      </w:r>
      <w:r w:rsidRPr="005D5566">
        <w:t>Les abeilles et les guêpes voltigeaient affairées</w:t>
      </w:r>
      <w:r w:rsidR="001C0413">
        <w:t xml:space="preserve">, </w:t>
      </w:r>
      <w:r w:rsidRPr="005D5566">
        <w:t>et leur bourdonnement nuançait le silence</w:t>
      </w:r>
      <w:r w:rsidR="001C0413">
        <w:t xml:space="preserve">. </w:t>
      </w:r>
      <w:r w:rsidRPr="005D5566">
        <w:t>Les oiseaux gazouillaient</w:t>
      </w:r>
      <w:r w:rsidR="001C0413">
        <w:t xml:space="preserve"> ; </w:t>
      </w:r>
      <w:r w:rsidRPr="005D5566">
        <w:t>dans le lointain s</w:t>
      </w:r>
      <w:r w:rsidR="001C0413">
        <w:t>’</w:t>
      </w:r>
      <w:r w:rsidRPr="005D5566">
        <w:t>élevait une chanson qui errait au-dessus des champs</w:t>
      </w:r>
      <w:r w:rsidR="001C0413">
        <w:t xml:space="preserve">. </w:t>
      </w:r>
      <w:r w:rsidRPr="005D5566">
        <w:t>Après un instant de silence</w:t>
      </w:r>
      <w:r w:rsidR="001C0413">
        <w:t xml:space="preserve">, </w:t>
      </w:r>
      <w:r w:rsidRPr="005D5566">
        <w:t>Rybine reprit</w:t>
      </w:r>
      <w:r w:rsidR="001C0413">
        <w:t> :</w:t>
      </w:r>
    </w:p>
    <w:p w14:paraId="6C088F7E" w14:textId="77777777" w:rsidR="001C0413" w:rsidRDefault="001C0413" w:rsidP="001C0413">
      <w:r>
        <w:t>— </w:t>
      </w:r>
      <w:r w:rsidR="00530790" w:rsidRPr="005D5566">
        <w:t>Il faut travailler</w:t>
      </w:r>
      <w:r>
        <w:t xml:space="preserve">, </w:t>
      </w:r>
      <w:r w:rsidR="00530790" w:rsidRPr="005D5566">
        <w:t>camarades</w:t>
      </w:r>
      <w:r>
        <w:t xml:space="preserve">… </w:t>
      </w:r>
      <w:r w:rsidR="00530790" w:rsidRPr="005D5566">
        <w:t>Vous vous reposerez</w:t>
      </w:r>
      <w:r>
        <w:t xml:space="preserve">, </w:t>
      </w:r>
      <w:r w:rsidR="00530790" w:rsidRPr="005D5566">
        <w:t>peut-être</w:t>
      </w:r>
      <w:r>
        <w:t xml:space="preserve"> ? </w:t>
      </w:r>
      <w:r w:rsidR="00530790" w:rsidRPr="005D5566">
        <w:t>Il y a des lits de camp dans la hutte</w:t>
      </w:r>
      <w:r>
        <w:t xml:space="preserve">. </w:t>
      </w:r>
      <w:r w:rsidR="00530790" w:rsidRPr="005D5566">
        <w:t>Jacob ramasse-leur des feuilles sèches</w:t>
      </w:r>
      <w:r>
        <w:t xml:space="preserve">… </w:t>
      </w:r>
      <w:r w:rsidR="00530790" w:rsidRPr="005D5566">
        <w:t>Et toi</w:t>
      </w:r>
      <w:r>
        <w:t xml:space="preserve">, </w:t>
      </w:r>
      <w:r w:rsidR="00530790" w:rsidRPr="005D5566">
        <w:t>mère</w:t>
      </w:r>
      <w:r>
        <w:t xml:space="preserve">, </w:t>
      </w:r>
      <w:r w:rsidR="00530790" w:rsidRPr="005D5566">
        <w:t>donne les livres</w:t>
      </w:r>
      <w:r>
        <w:t xml:space="preserve">, </w:t>
      </w:r>
      <w:r w:rsidR="00530790" w:rsidRPr="005D5566">
        <w:t>où sont-ils</w:t>
      </w:r>
      <w:r>
        <w:t> ?</w:t>
      </w:r>
    </w:p>
    <w:p w14:paraId="03EEA9CC" w14:textId="77777777" w:rsidR="001C0413" w:rsidRDefault="00530790" w:rsidP="001C0413">
      <w:r w:rsidRPr="005D5566">
        <w:t>Sophie et Pélaguée ouvrirent leur besace</w:t>
      </w:r>
      <w:r w:rsidR="001C0413">
        <w:t xml:space="preserve">. </w:t>
      </w:r>
      <w:r w:rsidRPr="005D5566">
        <w:t>Rybine se pencha pour regarder</w:t>
      </w:r>
      <w:r w:rsidR="001C0413">
        <w:t xml:space="preserve">, </w:t>
      </w:r>
      <w:r w:rsidRPr="005D5566">
        <w:t>et dit avec satisfaction</w:t>
      </w:r>
      <w:r w:rsidR="001C0413">
        <w:t> :</w:t>
      </w:r>
    </w:p>
    <w:p w14:paraId="48D3508C" w14:textId="77777777" w:rsidR="001C0413" w:rsidRDefault="001C0413" w:rsidP="001C0413">
      <w:r>
        <w:t>— </w:t>
      </w:r>
      <w:r w:rsidR="00530790" w:rsidRPr="005D5566">
        <w:t>Voilà</w:t>
      </w:r>
      <w:r>
        <w:t xml:space="preserve">… </w:t>
      </w:r>
      <w:r w:rsidR="00530790" w:rsidRPr="005D5566">
        <w:t>Quel paquet vous en avez apporté</w:t>
      </w:r>
      <w:r>
        <w:t xml:space="preserve">… </w:t>
      </w:r>
      <w:r w:rsidR="00530790" w:rsidRPr="005D5566">
        <w:t>Voyez-vous cela</w:t>
      </w:r>
      <w:r>
        <w:t xml:space="preserve"> ? </w:t>
      </w:r>
      <w:r w:rsidR="00530790" w:rsidRPr="005D5566">
        <w:t>Il y a longtemps que vous êtes dans cette affaire</w:t>
      </w:r>
      <w:r>
        <w:t xml:space="preserve">… </w:t>
      </w:r>
      <w:r w:rsidR="00530790" w:rsidRPr="005D5566">
        <w:t>vous</w:t>
      </w:r>
      <w:r>
        <w:t xml:space="preserve"> ? </w:t>
      </w:r>
      <w:r w:rsidR="00530790" w:rsidRPr="005D5566">
        <w:t>fit-il en s</w:t>
      </w:r>
      <w:r>
        <w:t>’</w:t>
      </w:r>
      <w:r w:rsidR="00530790" w:rsidRPr="005D5566">
        <w:t>adressant à Sophie</w:t>
      </w:r>
      <w:r>
        <w:t>.</w:t>
      </w:r>
    </w:p>
    <w:p w14:paraId="5E225ED5" w14:textId="77777777" w:rsidR="001C0413" w:rsidRDefault="001C0413" w:rsidP="001C0413">
      <w:r>
        <w:t>— </w:t>
      </w:r>
      <w:r w:rsidR="00530790" w:rsidRPr="005D5566">
        <w:t>Il y a douze ans</w:t>
      </w:r>
      <w:r>
        <w:t>.</w:t>
      </w:r>
    </w:p>
    <w:p w14:paraId="0CE3F365" w14:textId="77777777" w:rsidR="001C0413" w:rsidRDefault="001C0413" w:rsidP="001C0413">
      <w:r>
        <w:t>— </w:t>
      </w:r>
      <w:r w:rsidR="00530790" w:rsidRPr="005D5566">
        <w:t>Comment vous appelez-vous donc</w:t>
      </w:r>
      <w:r>
        <w:t> ?</w:t>
      </w:r>
    </w:p>
    <w:p w14:paraId="4CAB086A" w14:textId="77777777" w:rsidR="001C0413" w:rsidRDefault="001C0413" w:rsidP="001C0413">
      <w:r>
        <w:t>— </w:t>
      </w:r>
      <w:r w:rsidR="00530790" w:rsidRPr="005D5566">
        <w:t>Je m</w:t>
      </w:r>
      <w:r>
        <w:t>’</w:t>
      </w:r>
      <w:r w:rsidR="00530790" w:rsidRPr="005D5566">
        <w:t>appelle Anna Ivanovna</w:t>
      </w:r>
      <w:r>
        <w:t xml:space="preserve">. </w:t>
      </w:r>
      <w:r w:rsidR="00530790" w:rsidRPr="005D5566">
        <w:t>Pourquoi</w:t>
      </w:r>
      <w:r>
        <w:t> ?</w:t>
      </w:r>
    </w:p>
    <w:p w14:paraId="264ACB86" w14:textId="77777777" w:rsidR="001C0413" w:rsidRDefault="001C0413" w:rsidP="001C0413">
      <w:r>
        <w:t>— </w:t>
      </w:r>
      <w:r w:rsidR="00530790" w:rsidRPr="005D5566">
        <w:t>Comme ça</w:t>
      </w:r>
      <w:r>
        <w:t xml:space="preserve">. </w:t>
      </w:r>
      <w:r w:rsidR="00530790" w:rsidRPr="005D5566">
        <w:t>Et vous avez été en prison</w:t>
      </w:r>
      <w:r>
        <w:t xml:space="preserve">, </w:t>
      </w:r>
      <w:r w:rsidR="00530790" w:rsidRPr="005D5566">
        <w:t>probablement</w:t>
      </w:r>
      <w:r>
        <w:t> ?</w:t>
      </w:r>
    </w:p>
    <w:p w14:paraId="16516102" w14:textId="77777777" w:rsidR="001C0413" w:rsidRDefault="001C0413" w:rsidP="001C0413">
      <w:r>
        <w:t>— </w:t>
      </w:r>
      <w:r w:rsidR="00530790" w:rsidRPr="005D5566">
        <w:t>Oui</w:t>
      </w:r>
      <w:r>
        <w:t> !</w:t>
      </w:r>
    </w:p>
    <w:p w14:paraId="5A0A1AA0" w14:textId="77777777" w:rsidR="001C0413" w:rsidRDefault="001C0413" w:rsidP="001C0413">
      <w:r>
        <w:t>— </w:t>
      </w:r>
      <w:r w:rsidR="00530790" w:rsidRPr="005D5566">
        <w:t>Tu vois</w:t>
      </w:r>
      <w:r>
        <w:t xml:space="preserve"> ! </w:t>
      </w:r>
      <w:r w:rsidR="00530790" w:rsidRPr="005D5566">
        <w:t>dit la mère à voix basse</w:t>
      </w:r>
      <w:r>
        <w:t xml:space="preserve">, </w:t>
      </w:r>
      <w:r w:rsidR="00530790" w:rsidRPr="005D5566">
        <w:t>d</w:t>
      </w:r>
      <w:r>
        <w:t>’</w:t>
      </w:r>
      <w:r w:rsidR="00530790" w:rsidRPr="005D5566">
        <w:t>un ton de reproche</w:t>
      </w:r>
      <w:r>
        <w:t xml:space="preserve">. </w:t>
      </w:r>
      <w:r w:rsidR="00530790" w:rsidRPr="005D5566">
        <w:t>Et toi</w:t>
      </w:r>
      <w:r>
        <w:t xml:space="preserve">, </w:t>
      </w:r>
      <w:r w:rsidR="00530790" w:rsidRPr="005D5566">
        <w:t>tu lui parles avec rudesse</w:t>
      </w:r>
      <w:r>
        <w:t>…</w:t>
      </w:r>
    </w:p>
    <w:p w14:paraId="7DE210EE" w14:textId="77777777" w:rsidR="001C0413" w:rsidRDefault="00530790" w:rsidP="001C0413">
      <w:r w:rsidRPr="005D5566">
        <w:t xml:space="preserve">Il garda le silence un </w:t>
      </w:r>
      <w:r w:rsidRPr="005D5566">
        <w:rPr>
          <w:bCs/>
        </w:rPr>
        <w:t>instant</w:t>
      </w:r>
      <w:r w:rsidR="001C0413">
        <w:rPr>
          <w:bCs/>
        </w:rPr>
        <w:t xml:space="preserve"> ; </w:t>
      </w:r>
      <w:r w:rsidRPr="005D5566">
        <w:t>puis</w:t>
      </w:r>
      <w:r w:rsidR="001C0413">
        <w:t xml:space="preserve">, </w:t>
      </w:r>
      <w:r w:rsidRPr="005D5566">
        <w:t>prenant un paquet de livres sur le bras</w:t>
      </w:r>
      <w:r w:rsidR="001C0413">
        <w:t xml:space="preserve">, </w:t>
      </w:r>
      <w:r w:rsidRPr="005D5566">
        <w:t>il répondit</w:t>
      </w:r>
      <w:r w:rsidR="001C0413">
        <w:t> :</w:t>
      </w:r>
    </w:p>
    <w:p w14:paraId="62449328" w14:textId="77777777" w:rsidR="001C0413" w:rsidRDefault="001C0413" w:rsidP="001C0413">
      <w:r>
        <w:t>— </w:t>
      </w:r>
      <w:r w:rsidR="00530790" w:rsidRPr="005D5566">
        <w:t>Ne vous fâchez pas contre moi</w:t>
      </w:r>
      <w:r>
        <w:t xml:space="preserve"> ! </w:t>
      </w:r>
      <w:r w:rsidR="00530790" w:rsidRPr="005D5566">
        <w:t>Le paysan et le seigneur</w:t>
      </w:r>
      <w:r>
        <w:t xml:space="preserve">, </w:t>
      </w:r>
      <w:r w:rsidR="00530790" w:rsidRPr="005D5566">
        <w:t>c</w:t>
      </w:r>
      <w:r>
        <w:t>’</w:t>
      </w:r>
      <w:r w:rsidR="00530790" w:rsidRPr="005D5566">
        <w:t>est comme le goudron et l</w:t>
      </w:r>
      <w:r>
        <w:t>’</w:t>
      </w:r>
      <w:r w:rsidR="00530790" w:rsidRPr="005D5566">
        <w:t>eau</w:t>
      </w:r>
      <w:r>
        <w:t xml:space="preserve">, </w:t>
      </w:r>
      <w:r w:rsidR="00530790" w:rsidRPr="005D5566">
        <w:t>ils ne vont pas ensemble</w:t>
      </w:r>
      <w:r>
        <w:t xml:space="preserve">, </w:t>
      </w:r>
      <w:r w:rsidR="00530790" w:rsidRPr="005D5566">
        <w:t>ils se repoussent l</w:t>
      </w:r>
      <w:r>
        <w:t>’</w:t>
      </w:r>
      <w:r w:rsidR="00530790" w:rsidRPr="005D5566">
        <w:t>un l</w:t>
      </w:r>
      <w:r>
        <w:t>’</w:t>
      </w:r>
      <w:r w:rsidR="00530790" w:rsidRPr="005D5566">
        <w:t>autre</w:t>
      </w:r>
      <w:r>
        <w:t>…</w:t>
      </w:r>
    </w:p>
    <w:p w14:paraId="35B1EB09" w14:textId="77777777" w:rsidR="001C0413" w:rsidRDefault="001C0413" w:rsidP="001C0413">
      <w:r>
        <w:lastRenderedPageBreak/>
        <w:t>— </w:t>
      </w:r>
      <w:r w:rsidR="00530790" w:rsidRPr="005D5566">
        <w:t>Je ne suis pas une grande dame</w:t>
      </w:r>
      <w:r>
        <w:t xml:space="preserve">, </w:t>
      </w:r>
      <w:r w:rsidR="00530790" w:rsidRPr="005D5566">
        <w:t>je suis un être qui pense</w:t>
      </w:r>
      <w:r>
        <w:t xml:space="preserve">, </w:t>
      </w:r>
      <w:r w:rsidR="00530790" w:rsidRPr="005D5566">
        <w:t>souffre et gémit</w:t>
      </w:r>
      <w:r>
        <w:t xml:space="preserve"> ! </w:t>
      </w:r>
      <w:r w:rsidR="00530790" w:rsidRPr="005D5566">
        <w:t>répliqua Sophie</w:t>
      </w:r>
      <w:r>
        <w:t>.</w:t>
      </w:r>
    </w:p>
    <w:p w14:paraId="5EF6FC24" w14:textId="77777777" w:rsidR="001C0413" w:rsidRDefault="001C0413" w:rsidP="001C0413">
      <w:r>
        <w:t>— </w:t>
      </w:r>
      <w:r w:rsidR="00530790" w:rsidRPr="005D5566">
        <w:t>C</w:t>
      </w:r>
      <w:r>
        <w:t>’</w:t>
      </w:r>
      <w:r w:rsidR="00530790" w:rsidRPr="005D5566">
        <w:t>est bien possible</w:t>
      </w:r>
      <w:r>
        <w:t xml:space="preserve"> ! </w:t>
      </w:r>
      <w:r w:rsidR="00530790" w:rsidRPr="005D5566">
        <w:t>dit Rybine</w:t>
      </w:r>
      <w:r>
        <w:t xml:space="preserve">… </w:t>
      </w:r>
      <w:r w:rsidR="00530790" w:rsidRPr="005D5566">
        <w:t>Je vais cacher tout cela</w:t>
      </w:r>
      <w:r>
        <w:t>.</w:t>
      </w:r>
    </w:p>
    <w:p w14:paraId="148BCD8F" w14:textId="77777777" w:rsidR="001C0413" w:rsidRDefault="00530790" w:rsidP="001C0413">
      <w:r w:rsidRPr="005D5566">
        <w:t>Ignati et Jacob s</w:t>
      </w:r>
      <w:r w:rsidR="001C0413">
        <w:t>’</w:t>
      </w:r>
      <w:r w:rsidRPr="005D5566">
        <w:t>approchèrent de lui et tendirent l</w:t>
      </w:r>
      <w:r w:rsidRPr="005D5566">
        <w:rPr>
          <w:bCs/>
        </w:rPr>
        <w:t xml:space="preserve">es </w:t>
      </w:r>
      <w:r w:rsidRPr="005D5566">
        <w:t>mains</w:t>
      </w:r>
      <w:r w:rsidR="001C0413">
        <w:t>.</w:t>
      </w:r>
    </w:p>
    <w:p w14:paraId="5560386B" w14:textId="77777777" w:rsidR="001C0413" w:rsidRDefault="001C0413" w:rsidP="001C0413">
      <w:r>
        <w:t>— </w:t>
      </w:r>
      <w:r w:rsidR="00530790" w:rsidRPr="005D5566">
        <w:t>Donne-nous-en</w:t>
      </w:r>
      <w:r>
        <w:t xml:space="preserve"> ! </w:t>
      </w:r>
      <w:r w:rsidR="00530790" w:rsidRPr="005D5566">
        <w:t>dit Ignati</w:t>
      </w:r>
      <w:r>
        <w:t>.</w:t>
      </w:r>
    </w:p>
    <w:p w14:paraId="1C20FB3C" w14:textId="77777777" w:rsidR="001C0413" w:rsidRDefault="001C0413" w:rsidP="001C0413">
      <w:r>
        <w:t>— </w:t>
      </w:r>
      <w:r w:rsidR="00530790" w:rsidRPr="005D5566">
        <w:t>Ils sont tous pareils</w:t>
      </w:r>
      <w:r>
        <w:t xml:space="preserve"> ? </w:t>
      </w:r>
      <w:r w:rsidR="00530790" w:rsidRPr="005D5566">
        <w:t>demanda Rybine à Sophie</w:t>
      </w:r>
      <w:r>
        <w:t>.</w:t>
      </w:r>
    </w:p>
    <w:p w14:paraId="60445A26" w14:textId="77777777" w:rsidR="001C0413" w:rsidRDefault="001C0413" w:rsidP="001C0413">
      <w:r>
        <w:t>— </w:t>
      </w:r>
      <w:r w:rsidR="00530790" w:rsidRPr="005D5566">
        <w:t>Non</w:t>
      </w:r>
      <w:r>
        <w:t xml:space="preserve">, </w:t>
      </w:r>
      <w:r w:rsidR="00530790" w:rsidRPr="005D5566">
        <w:t>pas tous</w:t>
      </w:r>
      <w:r>
        <w:t xml:space="preserve">. </w:t>
      </w:r>
      <w:r w:rsidR="00530790" w:rsidRPr="005D5566">
        <w:t>Il y a aussi un journal</w:t>
      </w:r>
      <w:r>
        <w:t>…</w:t>
      </w:r>
    </w:p>
    <w:p w14:paraId="66FF0DD0" w14:textId="77777777" w:rsidR="001C0413" w:rsidRDefault="001C0413" w:rsidP="001C0413">
      <w:r>
        <w:t>— </w:t>
      </w:r>
      <w:r w:rsidR="00530790" w:rsidRPr="005D5566">
        <w:t>Ah</w:t>
      </w:r>
      <w:r>
        <w:t> ?</w:t>
      </w:r>
    </w:p>
    <w:p w14:paraId="651354A7" w14:textId="77777777" w:rsidR="001C0413" w:rsidRDefault="00530790" w:rsidP="001C0413">
      <w:r w:rsidRPr="005D5566">
        <w:t>Les trois hommes se précipitèrent dans la cabane</w:t>
      </w:r>
      <w:r w:rsidR="001C0413">
        <w:t>.</w:t>
      </w:r>
    </w:p>
    <w:p w14:paraId="64DD9AB0" w14:textId="77777777" w:rsidR="001C0413" w:rsidRDefault="001C0413" w:rsidP="001C0413">
      <w:r>
        <w:t>— </w:t>
      </w:r>
      <w:r w:rsidR="00530790" w:rsidRPr="005D5566">
        <w:t>Il est ardent</w:t>
      </w:r>
      <w:r>
        <w:t xml:space="preserve">, </w:t>
      </w:r>
      <w:r w:rsidR="00530790" w:rsidRPr="005D5566">
        <w:t>le paysan</w:t>
      </w:r>
      <w:r>
        <w:t xml:space="preserve"> ! </w:t>
      </w:r>
      <w:r w:rsidR="00530790" w:rsidRPr="005D5566">
        <w:t>fit la mère à voix basse</w:t>
      </w:r>
      <w:r>
        <w:t xml:space="preserve">, </w:t>
      </w:r>
      <w:r w:rsidR="00530790" w:rsidRPr="005D5566">
        <w:t>en les suivant d</w:t>
      </w:r>
      <w:r>
        <w:t>’</w:t>
      </w:r>
      <w:r w:rsidR="00530790" w:rsidRPr="005D5566">
        <w:t>un regard pensif</w:t>
      </w:r>
      <w:r>
        <w:t>.</w:t>
      </w:r>
    </w:p>
    <w:p w14:paraId="0258CBE0" w14:textId="77777777" w:rsidR="001C0413" w:rsidRDefault="001C0413" w:rsidP="001C0413">
      <w:r>
        <w:t>— </w:t>
      </w:r>
      <w:r w:rsidR="00530790" w:rsidRPr="005D5566">
        <w:t>Oui</w:t>
      </w:r>
      <w:r>
        <w:t xml:space="preserve"> ! </w:t>
      </w:r>
      <w:r w:rsidR="00530790" w:rsidRPr="005D5566">
        <w:t>dit Sophie de même</w:t>
      </w:r>
      <w:r>
        <w:t xml:space="preserve">… </w:t>
      </w:r>
      <w:r w:rsidR="00530790" w:rsidRPr="005D5566">
        <w:t>Je n</w:t>
      </w:r>
      <w:r>
        <w:t>’</w:t>
      </w:r>
      <w:r w:rsidR="00530790" w:rsidRPr="005D5566">
        <w:t>ai encore jamais vu un visage comme le sien</w:t>
      </w:r>
      <w:r>
        <w:t xml:space="preserve">… </w:t>
      </w:r>
      <w:r w:rsidR="00530790" w:rsidRPr="005D5566">
        <w:t>on dirait un grand martyr Allons-y aussi</w:t>
      </w:r>
      <w:r>
        <w:t xml:space="preserve">, </w:t>
      </w:r>
      <w:r w:rsidR="00530790" w:rsidRPr="005D5566">
        <w:t>j</w:t>
      </w:r>
      <w:r>
        <w:t>’</w:t>
      </w:r>
      <w:r w:rsidR="00530790" w:rsidRPr="005D5566">
        <w:t>aimerais voir l</w:t>
      </w:r>
      <w:r>
        <w:t>’</w:t>
      </w:r>
      <w:r w:rsidR="00530790" w:rsidRPr="005D5566">
        <w:t>effet du journal</w:t>
      </w:r>
      <w:r>
        <w:t>.</w:t>
      </w:r>
    </w:p>
    <w:p w14:paraId="34F804DE" w14:textId="77777777" w:rsidR="001C0413" w:rsidRDefault="001C0413" w:rsidP="001C0413">
      <w:r>
        <w:t>— </w:t>
      </w:r>
      <w:r w:rsidR="00530790" w:rsidRPr="005D5566">
        <w:t>Ne vous fâchez pas contre lui</w:t>
      </w:r>
      <w:r>
        <w:t xml:space="preserve">… </w:t>
      </w:r>
      <w:r w:rsidR="00530790" w:rsidRPr="005D5566">
        <w:t>pria doucement la mère</w:t>
      </w:r>
      <w:r>
        <w:t>.</w:t>
      </w:r>
    </w:p>
    <w:p w14:paraId="01BE6EAE" w14:textId="77777777" w:rsidR="001C0413" w:rsidRDefault="001C0413" w:rsidP="001C0413">
      <w:r>
        <w:t>— </w:t>
      </w:r>
      <w:r w:rsidR="00530790" w:rsidRPr="005D5566">
        <w:t>Quelle bonne âme vous êtes</w:t>
      </w:r>
      <w:r>
        <w:t xml:space="preserve">, </w:t>
      </w:r>
      <w:r w:rsidR="00530790" w:rsidRPr="005D5566">
        <w:t>Pélaguée</w:t>
      </w:r>
      <w:r>
        <w:t> !</w:t>
      </w:r>
    </w:p>
    <w:p w14:paraId="41641D39" w14:textId="77777777" w:rsidR="001C0413" w:rsidRDefault="00530790" w:rsidP="001C0413">
      <w:r w:rsidRPr="005D5566">
        <w:t>En voyant les deux femmes au seuil de la cabane</w:t>
      </w:r>
      <w:r w:rsidR="001C0413">
        <w:t xml:space="preserve">, </w:t>
      </w:r>
      <w:r w:rsidRPr="005D5566">
        <w:t>Ignati leva la tête</w:t>
      </w:r>
      <w:r w:rsidR="001C0413">
        <w:t xml:space="preserve">, </w:t>
      </w:r>
      <w:r w:rsidRPr="005D5566">
        <w:t>leur jeta un coup d</w:t>
      </w:r>
      <w:r w:rsidR="001C0413">
        <w:t>’</w:t>
      </w:r>
      <w:r w:rsidRPr="005D5566">
        <w:t>œil rapide</w:t>
      </w:r>
      <w:r w:rsidR="001C0413">
        <w:t xml:space="preserve"> ; </w:t>
      </w:r>
      <w:r w:rsidRPr="005D5566">
        <w:t>puis</w:t>
      </w:r>
      <w:r w:rsidR="001C0413">
        <w:t xml:space="preserve">, </w:t>
      </w:r>
      <w:r w:rsidRPr="005D5566">
        <w:t>plongeant ses doigts dans ses cheveux bouclés</w:t>
      </w:r>
      <w:r w:rsidR="001C0413">
        <w:t xml:space="preserve">, </w:t>
      </w:r>
      <w:r w:rsidRPr="005D5566">
        <w:t>il se pencha sur le journal</w:t>
      </w:r>
      <w:r w:rsidR="001C0413">
        <w:t xml:space="preserve">, </w:t>
      </w:r>
      <w:r w:rsidRPr="005D5566">
        <w:t>qu</w:t>
      </w:r>
      <w:r w:rsidR="001C0413">
        <w:t>’</w:t>
      </w:r>
      <w:r w:rsidRPr="005D5566">
        <w:t>il avait posé sur ses genoux</w:t>
      </w:r>
      <w:r w:rsidR="001C0413">
        <w:t>.</w:t>
      </w:r>
    </w:p>
    <w:p w14:paraId="04499A7A" w14:textId="77777777" w:rsidR="001C0413" w:rsidRDefault="00530790" w:rsidP="001C0413">
      <w:r w:rsidRPr="005D5566">
        <w:t>Rybine</w:t>
      </w:r>
      <w:r w:rsidR="001C0413">
        <w:t xml:space="preserve">, </w:t>
      </w:r>
      <w:r w:rsidRPr="005D5566">
        <w:t>debout</w:t>
      </w:r>
      <w:r w:rsidR="001C0413">
        <w:t xml:space="preserve">, </w:t>
      </w:r>
      <w:r w:rsidRPr="005D5566">
        <w:t>éclairait sa feuille d</w:t>
      </w:r>
      <w:r w:rsidR="001C0413">
        <w:t>’</w:t>
      </w:r>
      <w:r w:rsidRPr="005D5566">
        <w:t>un rayon de soleil qui se glissait dans la hutte par une fente du toit</w:t>
      </w:r>
      <w:r w:rsidR="001C0413">
        <w:t xml:space="preserve"> ; </w:t>
      </w:r>
      <w:r w:rsidRPr="005D5566">
        <w:t>il avançait peu à peu le journal sous le rayon</w:t>
      </w:r>
      <w:r w:rsidR="001C0413">
        <w:t xml:space="preserve">, </w:t>
      </w:r>
      <w:r w:rsidRPr="005D5566">
        <w:t>au fur et à mesure de sa lecture</w:t>
      </w:r>
      <w:r w:rsidR="001C0413">
        <w:t xml:space="preserve">, </w:t>
      </w:r>
      <w:r w:rsidRPr="005D5566">
        <w:lastRenderedPageBreak/>
        <w:t>et lisait en remuant les lèvres</w:t>
      </w:r>
      <w:r w:rsidR="001C0413">
        <w:t xml:space="preserve">. </w:t>
      </w:r>
      <w:r w:rsidRPr="005D5566">
        <w:t>Jacob</w:t>
      </w:r>
      <w:r w:rsidR="001C0413">
        <w:t xml:space="preserve">, </w:t>
      </w:r>
      <w:r w:rsidRPr="005D5566">
        <w:t>agenouillé</w:t>
      </w:r>
      <w:r w:rsidR="001C0413">
        <w:t xml:space="preserve">, </w:t>
      </w:r>
      <w:r w:rsidRPr="005D5566">
        <w:t>appuyait sa poitrine contre le bord du lit de camp et lisait aussi</w:t>
      </w:r>
      <w:r w:rsidR="001C0413">
        <w:t>.</w:t>
      </w:r>
    </w:p>
    <w:p w14:paraId="298398C6" w14:textId="77777777" w:rsidR="001C0413" w:rsidRDefault="00530790" w:rsidP="001C0413">
      <w:r w:rsidRPr="005D5566">
        <w:t>La mère vit que Sophie remarquait leur enthousiasme pour les paroles de vérité</w:t>
      </w:r>
      <w:r w:rsidR="001C0413">
        <w:t xml:space="preserve">. </w:t>
      </w:r>
      <w:r w:rsidRPr="005D5566">
        <w:t>Son visage s</w:t>
      </w:r>
      <w:r w:rsidR="001C0413">
        <w:t>’</w:t>
      </w:r>
      <w:r w:rsidRPr="005D5566">
        <w:t>éclaira d</w:t>
      </w:r>
      <w:r w:rsidR="001C0413">
        <w:t>’</w:t>
      </w:r>
      <w:r w:rsidRPr="005D5566">
        <w:t>un sourire</w:t>
      </w:r>
      <w:r w:rsidR="001C0413">
        <w:t xml:space="preserve">. </w:t>
      </w:r>
      <w:r w:rsidRPr="005D5566">
        <w:t>Elle alla doucement dans un coin de la hutte et s</w:t>
      </w:r>
      <w:r w:rsidR="001C0413">
        <w:t>’</w:t>
      </w:r>
      <w:r w:rsidRPr="005D5566">
        <w:t>assit</w:t>
      </w:r>
      <w:r w:rsidR="001C0413">
        <w:t xml:space="preserve">. </w:t>
      </w:r>
      <w:r w:rsidRPr="005D5566">
        <w:t>Sophie</w:t>
      </w:r>
      <w:r w:rsidR="001C0413">
        <w:t xml:space="preserve">, </w:t>
      </w:r>
      <w:r w:rsidRPr="005D5566">
        <w:t>gardant le silence</w:t>
      </w:r>
      <w:r w:rsidR="001C0413">
        <w:t xml:space="preserve">, </w:t>
      </w:r>
      <w:r w:rsidRPr="005D5566">
        <w:t>lui entoura les épaules de son bras</w:t>
      </w:r>
      <w:r w:rsidR="001C0413">
        <w:t>.</w:t>
      </w:r>
    </w:p>
    <w:p w14:paraId="6EEDF6DE" w14:textId="77777777" w:rsidR="001C0413" w:rsidRDefault="001C0413" w:rsidP="001C0413">
      <w:r>
        <w:t>— </w:t>
      </w:r>
      <w:r w:rsidR="00530790" w:rsidRPr="005D5566">
        <w:t>Oncle Mikhaïl</w:t>
      </w:r>
      <w:r>
        <w:t xml:space="preserve"> ! </w:t>
      </w:r>
      <w:r w:rsidR="00530790" w:rsidRPr="005D5566">
        <w:t>On nous injurie là-dedans</w:t>
      </w:r>
      <w:r>
        <w:t xml:space="preserve">, </w:t>
      </w:r>
      <w:r w:rsidR="00530790" w:rsidRPr="005D5566">
        <w:t>nous autres paysans</w:t>
      </w:r>
      <w:r>
        <w:t xml:space="preserve"> ! </w:t>
      </w:r>
      <w:r w:rsidR="00530790" w:rsidRPr="005D5566">
        <w:t>fit Jacob à mi-voix</w:t>
      </w:r>
      <w:r>
        <w:t xml:space="preserve">, </w:t>
      </w:r>
      <w:r w:rsidR="00530790" w:rsidRPr="005D5566">
        <w:t>sans bouger</w:t>
      </w:r>
      <w:r>
        <w:t xml:space="preserve">. </w:t>
      </w:r>
      <w:r w:rsidR="00530790" w:rsidRPr="005D5566">
        <w:t>Rybine se tourna vers lui et dit en souriant</w:t>
      </w:r>
      <w:r>
        <w:t> :</w:t>
      </w:r>
    </w:p>
    <w:p w14:paraId="294F051E" w14:textId="77777777" w:rsidR="001C0413" w:rsidRDefault="001C0413" w:rsidP="001C0413">
      <w:r>
        <w:t>— </w:t>
      </w:r>
      <w:r w:rsidR="00530790" w:rsidRPr="005D5566">
        <w:t>Parce qu</w:t>
      </w:r>
      <w:r>
        <w:t>’</w:t>
      </w:r>
      <w:r w:rsidR="00530790" w:rsidRPr="005D5566">
        <w:t>on nous aime</w:t>
      </w:r>
      <w:r>
        <w:t xml:space="preserve">. </w:t>
      </w:r>
      <w:r w:rsidR="00530790" w:rsidRPr="005D5566">
        <w:t>Ceux qui vous aiment peuvent vous dire tout ce qu</w:t>
      </w:r>
      <w:r>
        <w:t>’</w:t>
      </w:r>
      <w:r w:rsidR="00530790" w:rsidRPr="005D5566">
        <w:t>ils veulent sans vous irriter</w:t>
      </w:r>
      <w:r>
        <w:t> !</w:t>
      </w:r>
    </w:p>
    <w:p w14:paraId="7EDB6789" w14:textId="77777777" w:rsidR="001C0413" w:rsidRDefault="00530790" w:rsidP="001C0413">
      <w:r w:rsidRPr="005D5566">
        <w:t>Ignati renifla</w:t>
      </w:r>
      <w:r w:rsidR="001C0413">
        <w:t xml:space="preserve">, </w:t>
      </w:r>
      <w:r w:rsidRPr="005D5566">
        <w:t>leva la tête et se mit à rire</w:t>
      </w:r>
      <w:r w:rsidR="001C0413">
        <w:t xml:space="preserve"> ; </w:t>
      </w:r>
      <w:r w:rsidRPr="005D5566">
        <w:t>puis il ferma les yeux et dit</w:t>
      </w:r>
      <w:r w:rsidR="001C0413">
        <w:t> :</w:t>
      </w:r>
    </w:p>
    <w:p w14:paraId="5CC202C2" w14:textId="77777777" w:rsidR="001C0413" w:rsidRDefault="001C0413" w:rsidP="001C0413">
      <w:r>
        <w:t>— </w:t>
      </w:r>
      <w:r w:rsidR="00530790" w:rsidRPr="005D5566">
        <w:t>On écrit là</w:t>
      </w:r>
      <w:r>
        <w:t> : « </w:t>
      </w:r>
      <w:r w:rsidR="00530790" w:rsidRPr="005D5566">
        <w:t>Le paysan a cessé d</w:t>
      </w:r>
      <w:r>
        <w:t>’</w:t>
      </w:r>
      <w:r w:rsidR="00530790" w:rsidRPr="005D5566">
        <w:t>être une créature humaine</w:t>
      </w:r>
      <w:r>
        <w:t>. »</w:t>
      </w:r>
      <w:r w:rsidR="00530790" w:rsidRPr="005D5566">
        <w:t xml:space="preserve"> C</w:t>
      </w:r>
      <w:r>
        <w:t>’</w:t>
      </w:r>
      <w:r w:rsidR="00530790" w:rsidRPr="005D5566">
        <w:t>est bien vrai</w:t>
      </w:r>
      <w:r>
        <w:t xml:space="preserve">, </w:t>
      </w:r>
      <w:r w:rsidR="00530790" w:rsidRPr="005D5566">
        <w:t>il ne l</w:t>
      </w:r>
      <w:r>
        <w:t>’</w:t>
      </w:r>
      <w:r w:rsidR="00530790" w:rsidRPr="005D5566">
        <w:t>est plus</w:t>
      </w:r>
      <w:r>
        <w:t> !</w:t>
      </w:r>
    </w:p>
    <w:p w14:paraId="44AFAEFB" w14:textId="77777777" w:rsidR="001C0413" w:rsidRDefault="00530790" w:rsidP="001C0413">
      <w:r w:rsidRPr="005D5566">
        <w:t>Une ombre d</w:t>
      </w:r>
      <w:r w:rsidR="001C0413">
        <w:t>’</w:t>
      </w:r>
      <w:r w:rsidRPr="005D5566">
        <w:t>humiliation passa sur son visage simple et franc</w:t>
      </w:r>
      <w:r w:rsidR="001C0413">
        <w:t>.</w:t>
      </w:r>
    </w:p>
    <w:p w14:paraId="6BB504E5" w14:textId="77777777" w:rsidR="001C0413" w:rsidRDefault="001C0413" w:rsidP="001C0413">
      <w:r>
        <w:t>— </w:t>
      </w:r>
      <w:r w:rsidR="00530790" w:rsidRPr="005D5566">
        <w:t>Viens donc</w:t>
      </w:r>
      <w:r>
        <w:t xml:space="preserve">, </w:t>
      </w:r>
      <w:r w:rsidR="00530790" w:rsidRPr="005D5566">
        <w:t>fichu savant</w:t>
      </w:r>
      <w:r>
        <w:t xml:space="preserve"> ! </w:t>
      </w:r>
      <w:r w:rsidR="00530790" w:rsidRPr="005D5566">
        <w:t>Mets-toi dans ma peau et bouge</w:t>
      </w:r>
      <w:r>
        <w:t xml:space="preserve"> ! </w:t>
      </w:r>
      <w:r w:rsidR="00530790" w:rsidRPr="005D5566">
        <w:t>On verra alors ce que tu seras</w:t>
      </w:r>
      <w:r>
        <w:t>…</w:t>
      </w:r>
    </w:p>
    <w:p w14:paraId="3052BD71" w14:textId="77777777" w:rsidR="001C0413" w:rsidRDefault="001C0413" w:rsidP="001C0413">
      <w:r>
        <w:t>— </w:t>
      </w:r>
      <w:r w:rsidR="00530790" w:rsidRPr="005D5566">
        <w:t>Je vais me coucher un instant</w:t>
      </w:r>
      <w:r>
        <w:t xml:space="preserve">, </w:t>
      </w:r>
      <w:r w:rsidR="00530790" w:rsidRPr="005D5566">
        <w:t>dit la mère à Sophie</w:t>
      </w:r>
      <w:r>
        <w:t xml:space="preserve">. </w:t>
      </w:r>
      <w:r w:rsidR="00530790" w:rsidRPr="005D5566">
        <w:t>Je suis tout de même un peu fatiguée et cette odeur de goudron me fait tourner la tête</w:t>
      </w:r>
      <w:r>
        <w:t xml:space="preserve">… </w:t>
      </w:r>
      <w:r w:rsidR="00530790" w:rsidRPr="005D5566">
        <w:t>Et vous</w:t>
      </w:r>
      <w:r>
        <w:t> ?</w:t>
      </w:r>
    </w:p>
    <w:p w14:paraId="65BADCD7" w14:textId="77777777" w:rsidR="001C0413" w:rsidRDefault="001C0413" w:rsidP="001C0413">
      <w:r>
        <w:t>— </w:t>
      </w:r>
      <w:r w:rsidR="00530790" w:rsidRPr="005D5566">
        <w:t>Non</w:t>
      </w:r>
      <w:r>
        <w:t> !</w:t>
      </w:r>
    </w:p>
    <w:p w14:paraId="26E2146D" w14:textId="77777777" w:rsidR="001C0413" w:rsidRDefault="00530790" w:rsidP="001C0413">
      <w:r w:rsidRPr="005D5566">
        <w:t>La mère s</w:t>
      </w:r>
      <w:r w:rsidR="001C0413">
        <w:t>’</w:t>
      </w:r>
      <w:r w:rsidRPr="005D5566">
        <w:t>étendit sur son lit et sommeilla bientôt</w:t>
      </w:r>
      <w:r w:rsidR="001C0413">
        <w:t>.</w:t>
      </w:r>
    </w:p>
    <w:p w14:paraId="25C9636E" w14:textId="77777777" w:rsidR="001C0413" w:rsidRDefault="00530790" w:rsidP="001C0413">
      <w:r w:rsidRPr="005D5566">
        <w:t>Sophie</w:t>
      </w:r>
      <w:r w:rsidR="001C0413">
        <w:t xml:space="preserve">, </w:t>
      </w:r>
      <w:r w:rsidRPr="005D5566">
        <w:t>assise à côté d</w:t>
      </w:r>
      <w:r w:rsidR="001C0413">
        <w:t>’</w:t>
      </w:r>
      <w:r w:rsidRPr="005D5566">
        <w:t>elle observait toujours ses lecteurs</w:t>
      </w:r>
      <w:r w:rsidR="001C0413">
        <w:t xml:space="preserve"> ; </w:t>
      </w:r>
      <w:r w:rsidRPr="005D5566">
        <w:t>elle chassait avec sollicitude les bourdons ou les guêpes qui venaient voltiger autour du visage de la mère</w:t>
      </w:r>
      <w:r w:rsidR="001C0413">
        <w:t xml:space="preserve">. </w:t>
      </w:r>
      <w:r w:rsidRPr="005D5566">
        <w:lastRenderedPageBreak/>
        <w:t>Pélaguée s</w:t>
      </w:r>
      <w:r w:rsidR="001C0413">
        <w:t>’</w:t>
      </w:r>
      <w:r w:rsidRPr="005D5566">
        <w:t>en rendait compte</w:t>
      </w:r>
      <w:r w:rsidR="001C0413">
        <w:t xml:space="preserve">, </w:t>
      </w:r>
      <w:r w:rsidRPr="005D5566">
        <w:t>les yeux mi-clos</w:t>
      </w:r>
      <w:r w:rsidR="001C0413">
        <w:t xml:space="preserve">, </w:t>
      </w:r>
      <w:r w:rsidRPr="005D5566">
        <w:t>et ces attentions lui étaient douces</w:t>
      </w:r>
      <w:r w:rsidR="001C0413">
        <w:t>.</w:t>
      </w:r>
    </w:p>
    <w:p w14:paraId="03F7F98C" w14:textId="77777777" w:rsidR="001C0413" w:rsidRDefault="00530790" w:rsidP="001C0413">
      <w:r w:rsidRPr="005D5566">
        <w:t>Rybine s</w:t>
      </w:r>
      <w:r w:rsidR="001C0413">
        <w:t>’</w:t>
      </w:r>
      <w:r w:rsidRPr="005D5566">
        <w:t>approcha et demanda</w:t>
      </w:r>
      <w:r w:rsidR="001C0413">
        <w:t> :</w:t>
      </w:r>
    </w:p>
    <w:p w14:paraId="6E46E530" w14:textId="77777777" w:rsidR="001C0413" w:rsidRDefault="001C0413" w:rsidP="001C0413">
      <w:r>
        <w:t>— </w:t>
      </w:r>
      <w:r w:rsidR="00530790" w:rsidRPr="005D5566">
        <w:t>Elle dort</w:t>
      </w:r>
      <w:r>
        <w:t> ?</w:t>
      </w:r>
    </w:p>
    <w:p w14:paraId="350C66E6" w14:textId="77777777" w:rsidR="001C0413" w:rsidRDefault="001C0413" w:rsidP="001C0413">
      <w:r>
        <w:t>— </w:t>
      </w:r>
      <w:r w:rsidR="00530790" w:rsidRPr="005D5566">
        <w:t>Oui</w:t>
      </w:r>
      <w:r>
        <w:t> !</w:t>
      </w:r>
    </w:p>
    <w:p w14:paraId="6998D4A5" w14:textId="77777777" w:rsidR="001C0413" w:rsidRDefault="00530790" w:rsidP="001C0413">
      <w:r w:rsidRPr="005D5566">
        <w:t>Il se tut un instant</w:t>
      </w:r>
      <w:r w:rsidR="001C0413">
        <w:t xml:space="preserve">, </w:t>
      </w:r>
      <w:r w:rsidRPr="005D5566">
        <w:t>braqua ses yeux sur le visage calme de la dormeuse</w:t>
      </w:r>
      <w:r w:rsidR="001C0413">
        <w:t xml:space="preserve">, </w:t>
      </w:r>
      <w:r w:rsidRPr="005D5566">
        <w:t>soupira et reprit à voix basse</w:t>
      </w:r>
      <w:r w:rsidR="001C0413">
        <w:t> :</w:t>
      </w:r>
    </w:p>
    <w:p w14:paraId="795B94D4" w14:textId="77777777" w:rsidR="001C0413" w:rsidRDefault="001C0413" w:rsidP="001C0413">
      <w:r>
        <w:t>— </w:t>
      </w:r>
      <w:r w:rsidR="00530790" w:rsidRPr="005D5566">
        <w:t>C</w:t>
      </w:r>
      <w:r>
        <w:t>’</w:t>
      </w:r>
      <w:r w:rsidR="00530790" w:rsidRPr="005D5566">
        <w:t>est peut-être la première femme qui ait suivi son fils sur cette voie-là</w:t>
      </w:r>
      <w:r>
        <w:t xml:space="preserve">… </w:t>
      </w:r>
      <w:r w:rsidR="00530790" w:rsidRPr="005D5566">
        <w:t>la première</w:t>
      </w:r>
      <w:r>
        <w:t> !</w:t>
      </w:r>
    </w:p>
    <w:p w14:paraId="6F0FEE8B" w14:textId="77777777" w:rsidR="001C0413" w:rsidRDefault="001C0413" w:rsidP="001C0413">
      <w:r>
        <w:t>— </w:t>
      </w:r>
      <w:r w:rsidR="00530790" w:rsidRPr="005D5566">
        <w:t>Allons-nous-en</w:t>
      </w:r>
      <w:r>
        <w:t xml:space="preserve"> !… </w:t>
      </w:r>
      <w:r w:rsidR="00530790" w:rsidRPr="005D5566">
        <w:t>ne la dérangeons pas</w:t>
      </w:r>
      <w:r>
        <w:t xml:space="preserve"> ! </w:t>
      </w:r>
      <w:r w:rsidR="00530790" w:rsidRPr="005D5566">
        <w:t>proposa Sophie</w:t>
      </w:r>
      <w:r>
        <w:t>.</w:t>
      </w:r>
    </w:p>
    <w:p w14:paraId="7F955B39" w14:textId="77777777" w:rsidR="001C0413" w:rsidRDefault="001C0413" w:rsidP="001C0413">
      <w:r>
        <w:t>— </w:t>
      </w:r>
      <w:r w:rsidR="00530790" w:rsidRPr="005D5566">
        <w:t>Il faut que nous allions au travail</w:t>
      </w:r>
      <w:r>
        <w:t xml:space="preserve">… </w:t>
      </w:r>
      <w:r w:rsidR="00530790" w:rsidRPr="005D5566">
        <w:t>J</w:t>
      </w:r>
      <w:r>
        <w:t>’</w:t>
      </w:r>
      <w:r w:rsidR="00530790" w:rsidRPr="005D5566">
        <w:t>aimerais bien pouvoir causer avec vous</w:t>
      </w:r>
      <w:r>
        <w:t xml:space="preserve">… </w:t>
      </w:r>
      <w:r w:rsidR="00530790" w:rsidRPr="005D5566">
        <w:t>mais il faut attendre jusqu</w:t>
      </w:r>
      <w:r>
        <w:t>’</w:t>
      </w:r>
      <w:r w:rsidR="00530790" w:rsidRPr="005D5566">
        <w:t>au soir</w:t>
      </w:r>
      <w:r>
        <w:t xml:space="preserve"> ! </w:t>
      </w:r>
      <w:r w:rsidR="00530790" w:rsidRPr="005D5566">
        <w:t>Allons</w:t>
      </w:r>
      <w:r>
        <w:t xml:space="preserve">, </w:t>
      </w:r>
      <w:r w:rsidR="00530790" w:rsidRPr="005D5566">
        <w:t>camarades</w:t>
      </w:r>
      <w:r>
        <w:t> !</w:t>
      </w:r>
    </w:p>
    <w:p w14:paraId="79207AE7" w14:textId="77777777" w:rsidR="001C0413" w:rsidRDefault="00530790" w:rsidP="001C0413">
      <w:r w:rsidRPr="005D5566">
        <w:t>Les trois hommes sortirent</w:t>
      </w:r>
      <w:r w:rsidR="001C0413">
        <w:t xml:space="preserve">, </w:t>
      </w:r>
      <w:r w:rsidRPr="005D5566">
        <w:t>laissant Sophie dans la hutte</w:t>
      </w:r>
      <w:r w:rsidR="001C0413">
        <w:t xml:space="preserve">. </w:t>
      </w:r>
      <w:r w:rsidRPr="005D5566">
        <w:t>La mère pensa</w:t>
      </w:r>
      <w:r w:rsidR="001C0413">
        <w:t> :</w:t>
      </w:r>
    </w:p>
    <w:p w14:paraId="28803A48" w14:textId="77777777" w:rsidR="001C0413" w:rsidRDefault="001C0413" w:rsidP="001C0413">
      <w:r>
        <w:t>— </w:t>
      </w:r>
      <w:r w:rsidR="00530790" w:rsidRPr="005D5566">
        <w:t>Dieu merci</w:t>
      </w:r>
      <w:r>
        <w:t xml:space="preserve"> ! </w:t>
      </w:r>
      <w:r w:rsidR="00530790" w:rsidRPr="005D5566">
        <w:t>ils se sont réconciliés</w:t>
      </w:r>
      <w:r>
        <w:t xml:space="preserve"> !… </w:t>
      </w:r>
      <w:r w:rsidR="00530790" w:rsidRPr="005D5566">
        <w:t>Ils s</w:t>
      </w:r>
      <w:r>
        <w:t>’</w:t>
      </w:r>
      <w:r w:rsidR="00530790" w:rsidRPr="005D5566">
        <w:t>accordent</w:t>
      </w:r>
      <w:r>
        <w:t xml:space="preserve"> !… </w:t>
      </w:r>
      <w:r w:rsidR="00530790" w:rsidRPr="005D5566">
        <w:t>Et elle s</w:t>
      </w:r>
      <w:r>
        <w:t>’</w:t>
      </w:r>
      <w:r w:rsidR="00530790" w:rsidRPr="005D5566">
        <w:t>endormit paisiblement</w:t>
      </w:r>
      <w:r>
        <w:t xml:space="preserve">, </w:t>
      </w:r>
      <w:r w:rsidR="00530790" w:rsidRPr="005D5566">
        <w:t>respirant l</w:t>
      </w:r>
      <w:r>
        <w:t>’</w:t>
      </w:r>
      <w:r w:rsidR="00530790" w:rsidRPr="005D5566">
        <w:t>air embaumé de la forêt</w:t>
      </w:r>
      <w:r>
        <w:t>.</w:t>
      </w:r>
    </w:p>
    <w:p w14:paraId="09DB07AA" w14:textId="6E17F789" w:rsidR="00530790" w:rsidRPr="003B37B8" w:rsidRDefault="00530790" w:rsidP="001C0413">
      <w:pPr>
        <w:pStyle w:val="Titre2"/>
        <w:rPr>
          <w:szCs w:val="44"/>
        </w:rPr>
      </w:pPr>
      <w:bookmarkStart w:id="38" w:name="_Toc202279559"/>
      <w:r w:rsidRPr="003B37B8">
        <w:rPr>
          <w:szCs w:val="44"/>
        </w:rPr>
        <w:lastRenderedPageBreak/>
        <w:t>VI</w:t>
      </w:r>
      <w:bookmarkEnd w:id="38"/>
      <w:r w:rsidRPr="003B37B8">
        <w:rPr>
          <w:szCs w:val="44"/>
        </w:rPr>
        <w:br/>
      </w:r>
    </w:p>
    <w:p w14:paraId="18D3576E" w14:textId="77777777" w:rsidR="001C0413" w:rsidRDefault="00530790" w:rsidP="001C0413">
      <w:r w:rsidRPr="005D5566">
        <w:t>À la tombée de la nuit</w:t>
      </w:r>
      <w:r w:rsidR="001C0413">
        <w:t xml:space="preserve">, </w:t>
      </w:r>
      <w:r w:rsidRPr="005D5566">
        <w:t>les quatre ouvriers rentrèrent</w:t>
      </w:r>
      <w:r w:rsidR="001C0413">
        <w:t xml:space="preserve">, </w:t>
      </w:r>
      <w:r w:rsidRPr="005D5566">
        <w:t>heureux que la journée fût finie</w:t>
      </w:r>
      <w:r w:rsidR="001C0413">
        <w:t xml:space="preserve">. </w:t>
      </w:r>
      <w:r w:rsidRPr="005D5566">
        <w:t>Réveillée par le bruit des voix</w:t>
      </w:r>
      <w:r w:rsidR="001C0413">
        <w:t xml:space="preserve">, </w:t>
      </w:r>
      <w:r w:rsidRPr="005D5566">
        <w:t>la mère</w:t>
      </w:r>
      <w:r w:rsidR="001C0413">
        <w:t xml:space="preserve">, </w:t>
      </w:r>
      <w:r w:rsidRPr="005D5566">
        <w:t>toute souriante</w:t>
      </w:r>
      <w:r w:rsidR="001C0413">
        <w:t xml:space="preserve">, </w:t>
      </w:r>
      <w:r w:rsidRPr="005D5566">
        <w:t>sortit de la hutte</w:t>
      </w:r>
      <w:r w:rsidR="001C0413">
        <w:t xml:space="preserve">, </w:t>
      </w:r>
      <w:r w:rsidRPr="005D5566">
        <w:t>en bâillant</w:t>
      </w:r>
      <w:r w:rsidR="001C0413">
        <w:t>.</w:t>
      </w:r>
    </w:p>
    <w:p w14:paraId="37913FB9" w14:textId="77777777" w:rsidR="001C0413" w:rsidRDefault="001C0413" w:rsidP="001C0413">
      <w:r>
        <w:t>— </w:t>
      </w:r>
      <w:r w:rsidR="00530790" w:rsidRPr="005D5566">
        <w:t>Vous avez travaillé et moi j</w:t>
      </w:r>
      <w:r>
        <w:t>’</w:t>
      </w:r>
      <w:r w:rsidR="00530790" w:rsidRPr="005D5566">
        <w:t>ai dormi comme une grande dame</w:t>
      </w:r>
      <w:r>
        <w:t xml:space="preserve"> ! </w:t>
      </w:r>
      <w:r w:rsidR="00530790" w:rsidRPr="005D5566">
        <w:t>dit-elle en fixant ses yeux affectueux sur chacun d</w:t>
      </w:r>
      <w:r>
        <w:t>’</w:t>
      </w:r>
      <w:r w:rsidR="00530790" w:rsidRPr="005D5566">
        <w:t>eux</w:t>
      </w:r>
      <w:r>
        <w:t>.</w:t>
      </w:r>
    </w:p>
    <w:p w14:paraId="5AE98A84" w14:textId="77777777" w:rsidR="001C0413" w:rsidRDefault="001C0413" w:rsidP="001C0413">
      <w:r>
        <w:t>— </w:t>
      </w:r>
      <w:r w:rsidR="00530790" w:rsidRPr="005D5566">
        <w:t>Cela ne fait rien</w:t>
      </w:r>
      <w:r>
        <w:t xml:space="preserve">, </w:t>
      </w:r>
      <w:r w:rsidR="00530790" w:rsidRPr="005D5566">
        <w:t>on te pardonne</w:t>
      </w:r>
      <w:r>
        <w:t xml:space="preserve"> ! </w:t>
      </w:r>
      <w:r w:rsidR="00530790" w:rsidRPr="005D5566">
        <w:t>dit Rybine</w:t>
      </w:r>
      <w:r>
        <w:t>.</w:t>
      </w:r>
    </w:p>
    <w:p w14:paraId="1047D321" w14:textId="77777777" w:rsidR="001C0413" w:rsidRDefault="00530790" w:rsidP="001C0413">
      <w:r w:rsidRPr="005D5566">
        <w:t>Il était plus tranquille qu</w:t>
      </w:r>
      <w:r w:rsidR="001C0413">
        <w:t>’</w:t>
      </w:r>
      <w:r w:rsidRPr="005D5566">
        <w:t>au dîner</w:t>
      </w:r>
      <w:r w:rsidR="001C0413">
        <w:t xml:space="preserve"> ; </w:t>
      </w:r>
      <w:r w:rsidRPr="005D5566">
        <w:t>la fatigue avait dissipé l</w:t>
      </w:r>
      <w:r w:rsidR="001C0413">
        <w:t>’</w:t>
      </w:r>
      <w:r w:rsidRPr="005D5566">
        <w:t>excès de son agitation</w:t>
      </w:r>
      <w:r w:rsidR="001C0413">
        <w:t>.</w:t>
      </w:r>
    </w:p>
    <w:p w14:paraId="4AB2C898" w14:textId="77777777" w:rsidR="001C0413" w:rsidRDefault="001C0413" w:rsidP="001C0413">
      <w:r>
        <w:t>— </w:t>
      </w:r>
      <w:r w:rsidR="00530790" w:rsidRPr="005D5566">
        <w:t>Ignati</w:t>
      </w:r>
      <w:r>
        <w:t xml:space="preserve"> ! </w:t>
      </w:r>
      <w:r w:rsidR="00530790" w:rsidRPr="005D5566">
        <w:t>fit-il</w:t>
      </w:r>
      <w:r>
        <w:t xml:space="preserve">, </w:t>
      </w:r>
      <w:r w:rsidR="00530790" w:rsidRPr="005D5566">
        <w:t>occupe-toi du souper</w:t>
      </w:r>
      <w:r>
        <w:t xml:space="preserve">… </w:t>
      </w:r>
      <w:r w:rsidR="00530790" w:rsidRPr="005D5566">
        <w:t>Nous faisons le ménage à tour de rôle</w:t>
      </w:r>
      <w:r>
        <w:t xml:space="preserve">… </w:t>
      </w:r>
      <w:r w:rsidR="00530790" w:rsidRPr="005D5566">
        <w:t>aujourd</w:t>
      </w:r>
      <w:r>
        <w:t>’</w:t>
      </w:r>
      <w:r w:rsidR="00530790" w:rsidRPr="005D5566">
        <w:t>hui</w:t>
      </w:r>
      <w:r>
        <w:t xml:space="preserve">, </w:t>
      </w:r>
      <w:r w:rsidR="00530790" w:rsidRPr="005D5566">
        <w:t>c</w:t>
      </w:r>
      <w:r>
        <w:t>’</w:t>
      </w:r>
      <w:r w:rsidR="00530790" w:rsidRPr="005D5566">
        <w:t>est Ignati qui doit nous donner à manger et à boire</w:t>
      </w:r>
      <w:r>
        <w:t xml:space="preserve">… </w:t>
      </w:r>
      <w:r w:rsidR="00530790" w:rsidRPr="005D5566">
        <w:t>Voilà</w:t>
      </w:r>
      <w:r>
        <w:t> !</w:t>
      </w:r>
    </w:p>
    <w:p w14:paraId="1B49E901" w14:textId="77777777" w:rsidR="001C0413" w:rsidRDefault="001C0413" w:rsidP="001C0413">
      <w:r>
        <w:t>— </w:t>
      </w:r>
      <w:r w:rsidR="00530790" w:rsidRPr="005D5566">
        <w:t>J</w:t>
      </w:r>
      <w:r>
        <w:t>’</w:t>
      </w:r>
      <w:r w:rsidR="00530790" w:rsidRPr="005D5566">
        <w:t>aurais volontiers cédé mon tour à quelqu</w:t>
      </w:r>
      <w:r>
        <w:t>’</w:t>
      </w:r>
      <w:r w:rsidR="00530790" w:rsidRPr="005D5566">
        <w:t>un d</w:t>
      </w:r>
      <w:r>
        <w:t>’</w:t>
      </w:r>
      <w:r w:rsidR="00530790" w:rsidRPr="005D5566">
        <w:t>autre</w:t>
      </w:r>
      <w:r>
        <w:t xml:space="preserve">, </w:t>
      </w:r>
      <w:r w:rsidR="00530790" w:rsidRPr="005D5566">
        <w:t>aujourd</w:t>
      </w:r>
      <w:r>
        <w:t>’</w:t>
      </w:r>
      <w:r w:rsidR="00530790" w:rsidRPr="005D5566">
        <w:t>hui</w:t>
      </w:r>
      <w:r>
        <w:t xml:space="preserve">, </w:t>
      </w:r>
      <w:r w:rsidR="00530790" w:rsidRPr="005D5566">
        <w:t>observa Ignati</w:t>
      </w:r>
      <w:r>
        <w:t xml:space="preserve">, </w:t>
      </w:r>
      <w:r w:rsidR="00530790" w:rsidRPr="005D5566">
        <w:t>et</w:t>
      </w:r>
      <w:r>
        <w:t xml:space="preserve">, </w:t>
      </w:r>
      <w:r w:rsidR="00530790" w:rsidRPr="005D5566">
        <w:t>tout en prêtant l</w:t>
      </w:r>
      <w:r>
        <w:t>’</w:t>
      </w:r>
      <w:r w:rsidR="00530790" w:rsidRPr="005D5566">
        <w:t>oreille à la conversation</w:t>
      </w:r>
      <w:r>
        <w:t xml:space="preserve">, </w:t>
      </w:r>
      <w:r w:rsidR="00530790" w:rsidRPr="005D5566">
        <w:t>il se mit à ramasser des copeaux de bois mort pour allumer le feu</w:t>
      </w:r>
      <w:r>
        <w:t>.</w:t>
      </w:r>
    </w:p>
    <w:p w14:paraId="2FF7A34A" w14:textId="77777777" w:rsidR="001C0413" w:rsidRDefault="001C0413" w:rsidP="001C0413">
      <w:r>
        <w:t>— </w:t>
      </w:r>
      <w:r w:rsidR="00530790" w:rsidRPr="005D5566">
        <w:t>Les visites intéressent tout le monde</w:t>
      </w:r>
      <w:r>
        <w:t xml:space="preserve"> ! </w:t>
      </w:r>
      <w:r w:rsidR="00530790" w:rsidRPr="005D5566">
        <w:t>fit Jéfim en s</w:t>
      </w:r>
      <w:r>
        <w:t>’</w:t>
      </w:r>
      <w:r w:rsidR="00530790" w:rsidRPr="005D5566">
        <w:t>asseyant à côté de Sophie</w:t>
      </w:r>
      <w:r>
        <w:t>.</w:t>
      </w:r>
    </w:p>
    <w:p w14:paraId="1A7A334C" w14:textId="77777777" w:rsidR="001C0413" w:rsidRDefault="001C0413" w:rsidP="001C0413">
      <w:r>
        <w:t>— </w:t>
      </w:r>
      <w:r w:rsidR="00530790" w:rsidRPr="005D5566">
        <w:t>Je vais t</w:t>
      </w:r>
      <w:r>
        <w:t>’</w:t>
      </w:r>
      <w:r w:rsidR="00530790" w:rsidRPr="005D5566">
        <w:t>aider</w:t>
      </w:r>
      <w:r>
        <w:t xml:space="preserve">, </w:t>
      </w:r>
      <w:r w:rsidR="00530790" w:rsidRPr="005D5566">
        <w:t>Ignati</w:t>
      </w:r>
      <w:r>
        <w:t xml:space="preserve"> ! </w:t>
      </w:r>
      <w:r w:rsidR="00530790" w:rsidRPr="005D5566">
        <w:t>dit Jacob</w:t>
      </w:r>
      <w:r>
        <w:t>.</w:t>
      </w:r>
    </w:p>
    <w:p w14:paraId="13E7CE46" w14:textId="77777777" w:rsidR="001C0413" w:rsidRDefault="00530790" w:rsidP="001C0413">
      <w:r w:rsidRPr="005D5566">
        <w:t>Il pénétra dans la hutte</w:t>
      </w:r>
      <w:r w:rsidR="001C0413">
        <w:t xml:space="preserve">, </w:t>
      </w:r>
      <w:r w:rsidRPr="005D5566">
        <w:t>d</w:t>
      </w:r>
      <w:r w:rsidR="001C0413">
        <w:t>’</w:t>
      </w:r>
      <w:r w:rsidRPr="005D5566">
        <w:t>où il rapporta un pain rond</w:t>
      </w:r>
      <w:r w:rsidR="001C0413">
        <w:t xml:space="preserve">, </w:t>
      </w:r>
      <w:r w:rsidRPr="005D5566">
        <w:t>qu</w:t>
      </w:r>
      <w:r w:rsidR="001C0413">
        <w:t>’</w:t>
      </w:r>
      <w:r w:rsidRPr="005D5566">
        <w:t>il coupa en tranches</w:t>
      </w:r>
      <w:r w:rsidR="001C0413">
        <w:t>.</w:t>
      </w:r>
    </w:p>
    <w:p w14:paraId="58A7D167" w14:textId="77777777" w:rsidR="001C0413" w:rsidRDefault="001C0413" w:rsidP="001C0413">
      <w:r>
        <w:t>— </w:t>
      </w:r>
      <w:r w:rsidR="00530790" w:rsidRPr="005D5566">
        <w:t>Chut</w:t>
      </w:r>
      <w:r>
        <w:t xml:space="preserve"> ! </w:t>
      </w:r>
      <w:r w:rsidR="00530790" w:rsidRPr="005D5566">
        <w:t>murmura Jéfim</w:t>
      </w:r>
      <w:r>
        <w:t xml:space="preserve">, </w:t>
      </w:r>
      <w:r w:rsidR="00530790" w:rsidRPr="005D5566">
        <w:t>on entend tousser</w:t>
      </w:r>
      <w:r>
        <w:t>…</w:t>
      </w:r>
    </w:p>
    <w:p w14:paraId="182F090C" w14:textId="77777777" w:rsidR="001C0413" w:rsidRDefault="00530790" w:rsidP="001C0413">
      <w:r w:rsidRPr="005D5566">
        <w:t>Rybine prêta l</w:t>
      </w:r>
      <w:r w:rsidR="001C0413">
        <w:t>’</w:t>
      </w:r>
      <w:r w:rsidRPr="005D5566">
        <w:t>oreille et dit</w:t>
      </w:r>
      <w:r w:rsidR="001C0413">
        <w:t> :</w:t>
      </w:r>
    </w:p>
    <w:p w14:paraId="04E68B85" w14:textId="77777777" w:rsidR="001C0413" w:rsidRDefault="001C0413" w:rsidP="001C0413">
      <w:r>
        <w:lastRenderedPageBreak/>
        <w:t>— </w:t>
      </w:r>
      <w:r w:rsidR="00530790" w:rsidRPr="005D5566">
        <w:t>Oui</w:t>
      </w:r>
      <w:r>
        <w:t xml:space="preserve"> ! </w:t>
      </w:r>
      <w:r w:rsidR="00530790" w:rsidRPr="005D5566">
        <w:t>il vient</w:t>
      </w:r>
      <w:r>
        <w:t> !…</w:t>
      </w:r>
    </w:p>
    <w:p w14:paraId="11291670" w14:textId="77777777" w:rsidR="001C0413" w:rsidRDefault="00530790" w:rsidP="001C0413">
      <w:r w:rsidRPr="005D5566">
        <w:t>Et il expliqua en se tournant vers Sophie</w:t>
      </w:r>
      <w:r w:rsidR="001C0413">
        <w:t> :</w:t>
      </w:r>
    </w:p>
    <w:p w14:paraId="0EC56285" w14:textId="77777777" w:rsidR="001C0413" w:rsidRDefault="001C0413" w:rsidP="001C0413">
      <w:r>
        <w:t>— </w:t>
      </w:r>
      <w:r w:rsidR="00530790" w:rsidRPr="005D5566">
        <w:t>Vous allez voir un témoin</w:t>
      </w:r>
      <w:r>
        <w:t xml:space="preserve">… </w:t>
      </w:r>
      <w:r w:rsidR="00530790" w:rsidRPr="005D5566">
        <w:t>J</w:t>
      </w:r>
      <w:r>
        <w:t>’</w:t>
      </w:r>
      <w:r w:rsidR="00530790" w:rsidRPr="005D5566">
        <w:t>aimerais pouvoir le mener dans les villes</w:t>
      </w:r>
      <w:r>
        <w:t xml:space="preserve">, </w:t>
      </w:r>
      <w:r w:rsidR="00530790" w:rsidRPr="005D5566">
        <w:t>l</w:t>
      </w:r>
      <w:r>
        <w:t>’</w:t>
      </w:r>
      <w:r w:rsidR="00530790" w:rsidRPr="005D5566">
        <w:t>exposer sur les places</w:t>
      </w:r>
      <w:r>
        <w:t xml:space="preserve">, </w:t>
      </w:r>
      <w:r w:rsidR="00530790" w:rsidRPr="005D5566">
        <w:t>pour que le peuple l</w:t>
      </w:r>
      <w:r>
        <w:t>’</w:t>
      </w:r>
      <w:r w:rsidR="00530790" w:rsidRPr="005D5566">
        <w:t>entende</w:t>
      </w:r>
      <w:r>
        <w:t xml:space="preserve">… </w:t>
      </w:r>
      <w:r w:rsidR="00530790" w:rsidRPr="005D5566">
        <w:t>Il dit toujours la même chose</w:t>
      </w:r>
      <w:r>
        <w:t xml:space="preserve">, </w:t>
      </w:r>
      <w:r w:rsidR="00530790" w:rsidRPr="005D5566">
        <w:t>mais il faut que tous l</w:t>
      </w:r>
      <w:r>
        <w:t>’</w:t>
      </w:r>
      <w:r w:rsidR="00530790" w:rsidRPr="005D5566">
        <w:t>entendent</w:t>
      </w:r>
      <w:r>
        <w:t> !…</w:t>
      </w:r>
    </w:p>
    <w:p w14:paraId="3C6841A1" w14:textId="77777777" w:rsidR="001C0413" w:rsidRDefault="00530790" w:rsidP="001C0413">
      <w:r w:rsidRPr="005D5566">
        <w:t>L</w:t>
      </w:r>
      <w:r w:rsidR="001C0413">
        <w:t>’</w:t>
      </w:r>
      <w:r w:rsidRPr="005D5566">
        <w:t>obscurité et le silence devenaient plus profonds</w:t>
      </w:r>
      <w:r w:rsidR="001C0413">
        <w:t xml:space="preserve"> ; </w:t>
      </w:r>
      <w:r w:rsidRPr="005D5566">
        <w:t>les voix résonnaient avec plus de douceur</w:t>
      </w:r>
      <w:r w:rsidR="001C0413">
        <w:t xml:space="preserve">. </w:t>
      </w:r>
      <w:r w:rsidRPr="005D5566">
        <w:t>Sophie et la mère suivaient des yeux les paysans</w:t>
      </w:r>
      <w:r w:rsidR="001C0413">
        <w:t xml:space="preserve">, </w:t>
      </w:r>
      <w:r w:rsidRPr="005D5566">
        <w:t>qui se mouvaient lourdement</w:t>
      </w:r>
      <w:r w:rsidR="001C0413">
        <w:t xml:space="preserve">, </w:t>
      </w:r>
      <w:r w:rsidRPr="005D5566">
        <w:t>lentement</w:t>
      </w:r>
      <w:r w:rsidR="001C0413">
        <w:t xml:space="preserve">, </w:t>
      </w:r>
      <w:r w:rsidRPr="005D5566">
        <w:t>avec une bizarre prudence</w:t>
      </w:r>
      <w:r w:rsidR="001C0413">
        <w:t>.</w:t>
      </w:r>
    </w:p>
    <w:p w14:paraId="57379D4F" w14:textId="77777777" w:rsidR="001C0413" w:rsidRDefault="00530790" w:rsidP="001C0413">
      <w:r w:rsidRPr="005D5566">
        <w:t>Un homme voûté</w:t>
      </w:r>
      <w:r w:rsidR="001C0413">
        <w:t xml:space="preserve">, </w:t>
      </w:r>
      <w:r w:rsidRPr="005D5566">
        <w:t>de haute taille</w:t>
      </w:r>
      <w:r w:rsidR="001C0413">
        <w:t xml:space="preserve">, </w:t>
      </w:r>
      <w:r w:rsidRPr="005D5566">
        <w:t>sortit du bois</w:t>
      </w:r>
      <w:r w:rsidR="001C0413">
        <w:t xml:space="preserve"> ; </w:t>
      </w:r>
      <w:r w:rsidRPr="005D5566">
        <w:t>il marchait en s</w:t>
      </w:r>
      <w:r w:rsidR="001C0413">
        <w:t>’</w:t>
      </w:r>
      <w:r w:rsidRPr="005D5566">
        <w:t>appuyant de toute sa force sur une canne</w:t>
      </w:r>
      <w:r w:rsidR="001C0413">
        <w:t xml:space="preserve"> ; </w:t>
      </w:r>
      <w:r w:rsidRPr="005D5566">
        <w:t>on entendait le bruit de sa respiration rauque</w:t>
      </w:r>
      <w:r w:rsidR="001C0413">
        <w:t>.</w:t>
      </w:r>
    </w:p>
    <w:p w14:paraId="4DC08748" w14:textId="77777777" w:rsidR="001C0413" w:rsidRDefault="001C0413" w:rsidP="001C0413">
      <w:r>
        <w:t>— </w:t>
      </w:r>
      <w:r w:rsidR="00530790" w:rsidRPr="005D5566">
        <w:t>Voilà Saveli</w:t>
      </w:r>
      <w:r>
        <w:t xml:space="preserve"> ! </w:t>
      </w:r>
      <w:r w:rsidR="00530790" w:rsidRPr="005D5566">
        <w:t>s</w:t>
      </w:r>
      <w:r>
        <w:t>’</w:t>
      </w:r>
      <w:r w:rsidR="00530790" w:rsidRPr="005D5566">
        <w:t>écria Jacob</w:t>
      </w:r>
      <w:r>
        <w:t>.</w:t>
      </w:r>
    </w:p>
    <w:p w14:paraId="5ED2F2AB" w14:textId="77777777" w:rsidR="001C0413" w:rsidRDefault="001C0413" w:rsidP="001C0413">
      <w:r>
        <w:t>— </w:t>
      </w:r>
      <w:r w:rsidR="00530790" w:rsidRPr="005D5566">
        <w:t>Me voici</w:t>
      </w:r>
      <w:r>
        <w:t xml:space="preserve"> ! </w:t>
      </w:r>
      <w:r w:rsidR="00530790" w:rsidRPr="005D5566">
        <w:t>dit l</w:t>
      </w:r>
      <w:r>
        <w:t>’</w:t>
      </w:r>
      <w:r w:rsidR="00530790" w:rsidRPr="005D5566">
        <w:t>homme en s</w:t>
      </w:r>
      <w:r>
        <w:t>’</w:t>
      </w:r>
      <w:r w:rsidR="00530790" w:rsidRPr="005D5566">
        <w:t>arrêtant</w:t>
      </w:r>
      <w:r>
        <w:t xml:space="preserve">, </w:t>
      </w:r>
      <w:r w:rsidR="00530790" w:rsidRPr="005D5566">
        <w:t>secoué par la toux</w:t>
      </w:r>
      <w:r>
        <w:t>.</w:t>
      </w:r>
    </w:p>
    <w:p w14:paraId="6E4310D4" w14:textId="77777777" w:rsidR="001C0413" w:rsidRDefault="00530790" w:rsidP="001C0413">
      <w:r w:rsidRPr="005D5566">
        <w:t>Il était vêtu d</w:t>
      </w:r>
      <w:r w:rsidR="001C0413">
        <w:t>’</w:t>
      </w:r>
      <w:r w:rsidRPr="005D5566">
        <w:t>un pardessus usé qui lui tombait sur les talons</w:t>
      </w:r>
      <w:r w:rsidR="001C0413">
        <w:t xml:space="preserve"> ; </w:t>
      </w:r>
      <w:r w:rsidRPr="005D5566">
        <w:t>de son chapeau rond et fripé s</w:t>
      </w:r>
      <w:r w:rsidR="001C0413">
        <w:t>’</w:t>
      </w:r>
      <w:r w:rsidRPr="005D5566">
        <w:t>échappaient en mèches maigres des cheveux jaunâtres et raides</w:t>
      </w:r>
      <w:r w:rsidR="001C0413">
        <w:t xml:space="preserve">. </w:t>
      </w:r>
      <w:r w:rsidRPr="005D5566">
        <w:t>Son visage osseux et blême était recouvert d</w:t>
      </w:r>
      <w:r w:rsidR="001C0413">
        <w:t>’</w:t>
      </w:r>
      <w:r w:rsidRPr="005D5566">
        <w:t>une barbe blonde</w:t>
      </w:r>
      <w:r w:rsidR="001C0413">
        <w:t xml:space="preserve">, </w:t>
      </w:r>
      <w:r w:rsidRPr="005D5566">
        <w:t>sa bouche ouverte</w:t>
      </w:r>
      <w:r w:rsidR="001C0413">
        <w:t xml:space="preserve"> ; </w:t>
      </w:r>
      <w:r w:rsidRPr="005D5566">
        <w:t>dans ses orbites profondément creusées</w:t>
      </w:r>
      <w:r w:rsidR="001C0413">
        <w:t xml:space="preserve">, </w:t>
      </w:r>
      <w:r w:rsidRPr="005D5566">
        <w:t>les yeux brillaient fiévreusement comme au fond de cavernes sombres</w:t>
      </w:r>
      <w:r w:rsidR="001C0413">
        <w:t>.</w:t>
      </w:r>
    </w:p>
    <w:p w14:paraId="2170C0BC" w14:textId="77777777" w:rsidR="001C0413" w:rsidRDefault="00530790" w:rsidP="001C0413">
      <w:r w:rsidRPr="005D5566">
        <w:t>Lorsque Rybine l</w:t>
      </w:r>
      <w:r w:rsidR="001C0413">
        <w:t>’</w:t>
      </w:r>
      <w:r w:rsidRPr="005D5566">
        <w:t>eut présenté à Sophie</w:t>
      </w:r>
      <w:r w:rsidR="001C0413">
        <w:t xml:space="preserve">, </w:t>
      </w:r>
      <w:r w:rsidRPr="005D5566">
        <w:t>le nouveau venu dit</w:t>
      </w:r>
      <w:r w:rsidR="001C0413">
        <w:t> :</w:t>
      </w:r>
    </w:p>
    <w:p w14:paraId="4DC26E4B" w14:textId="77777777" w:rsidR="001C0413" w:rsidRDefault="001C0413" w:rsidP="001C0413">
      <w:r>
        <w:t>— </w:t>
      </w:r>
      <w:r w:rsidR="00530790" w:rsidRPr="005D5566">
        <w:t>Vous avez apporté des livres pour le peuple</w:t>
      </w:r>
      <w:r>
        <w:t xml:space="preserve">, </w:t>
      </w:r>
      <w:r w:rsidR="00530790" w:rsidRPr="005D5566">
        <w:t>à ce qu</w:t>
      </w:r>
      <w:r>
        <w:t>’</w:t>
      </w:r>
      <w:r w:rsidR="00530790" w:rsidRPr="005D5566">
        <w:t>il paraît</w:t>
      </w:r>
      <w:r>
        <w:t> ?</w:t>
      </w:r>
    </w:p>
    <w:p w14:paraId="3243C937" w14:textId="77777777" w:rsidR="001C0413" w:rsidRDefault="001C0413" w:rsidP="001C0413">
      <w:r>
        <w:t>— </w:t>
      </w:r>
      <w:r w:rsidR="00530790" w:rsidRPr="005D5566">
        <w:t>Oui</w:t>
      </w:r>
      <w:r>
        <w:t> !</w:t>
      </w:r>
    </w:p>
    <w:p w14:paraId="0BCF421F" w14:textId="77777777" w:rsidR="001C0413" w:rsidRDefault="001C0413" w:rsidP="001C0413">
      <w:r>
        <w:lastRenderedPageBreak/>
        <w:t>— </w:t>
      </w:r>
      <w:r w:rsidR="00530790" w:rsidRPr="005D5566">
        <w:t>Merci</w:t>
      </w:r>
      <w:r>
        <w:rPr>
          <w:rFonts w:eastAsia="Georgia" w:cs="Georgia"/>
        </w:rPr>
        <w:t xml:space="preserve">… </w:t>
      </w:r>
      <w:r w:rsidR="00530790" w:rsidRPr="005D5566">
        <w:t>pour le peuple</w:t>
      </w:r>
      <w:r>
        <w:t xml:space="preserve">… </w:t>
      </w:r>
      <w:r w:rsidR="00530790" w:rsidRPr="005D5566">
        <w:t>Il ne peut pas encore comprendre le livre de la vérité</w:t>
      </w:r>
      <w:r>
        <w:t xml:space="preserve">… </w:t>
      </w:r>
      <w:r w:rsidR="00530790" w:rsidRPr="005D5566">
        <w:t>il ne peut pas encore vous remercier</w:t>
      </w:r>
      <w:r>
        <w:t xml:space="preserve">… </w:t>
      </w:r>
      <w:r w:rsidR="00530790" w:rsidRPr="005D5566">
        <w:t>alors</w:t>
      </w:r>
      <w:r>
        <w:t xml:space="preserve">, </w:t>
      </w:r>
      <w:r w:rsidR="00530790" w:rsidRPr="005D5566">
        <w:t>moi</w:t>
      </w:r>
      <w:r>
        <w:t xml:space="preserve">, </w:t>
      </w:r>
      <w:r w:rsidR="00530790" w:rsidRPr="005D5566">
        <w:t>qui ai compris</w:t>
      </w:r>
      <w:r>
        <w:t xml:space="preserve">… </w:t>
      </w:r>
      <w:r w:rsidR="00530790" w:rsidRPr="005D5566">
        <w:t>je vous remercie en son nom</w:t>
      </w:r>
      <w:r>
        <w:t>…</w:t>
      </w:r>
    </w:p>
    <w:p w14:paraId="0B7968A5" w14:textId="77777777" w:rsidR="001C0413" w:rsidRDefault="00530790" w:rsidP="001C0413">
      <w:r w:rsidRPr="005D5566">
        <w:t>Il respirait avec rapidité</w:t>
      </w:r>
      <w:r w:rsidR="001C0413">
        <w:t xml:space="preserve">, </w:t>
      </w:r>
      <w:r w:rsidRPr="005D5566">
        <w:t>avalant l</w:t>
      </w:r>
      <w:r w:rsidR="001C0413">
        <w:t>’</w:t>
      </w:r>
      <w:r w:rsidRPr="005D5566">
        <w:t>air par petites gorgées avides</w:t>
      </w:r>
      <w:r w:rsidR="001C0413">
        <w:t xml:space="preserve">. </w:t>
      </w:r>
      <w:r w:rsidRPr="005D5566">
        <w:t>La voix était saccadée</w:t>
      </w:r>
      <w:r w:rsidR="001C0413">
        <w:t xml:space="preserve">. </w:t>
      </w:r>
      <w:r w:rsidRPr="005D5566">
        <w:t>Les doigts décharnés de ses mains faibles glissaient sur sa poitrine</w:t>
      </w:r>
      <w:r w:rsidR="001C0413">
        <w:t xml:space="preserve">, </w:t>
      </w:r>
      <w:r w:rsidRPr="005D5566">
        <w:t>essayant de boutonner son pardessus</w:t>
      </w:r>
      <w:r w:rsidR="001C0413">
        <w:t>.</w:t>
      </w:r>
    </w:p>
    <w:p w14:paraId="437F4A37" w14:textId="77777777" w:rsidR="001C0413" w:rsidRDefault="001C0413" w:rsidP="001C0413">
      <w:r>
        <w:t>— </w:t>
      </w:r>
      <w:r w:rsidR="00530790" w:rsidRPr="005D5566">
        <w:t>C</w:t>
      </w:r>
      <w:r>
        <w:t>’</w:t>
      </w:r>
      <w:r w:rsidR="00530790" w:rsidRPr="005D5566">
        <w:t>est malsain pour vous de venir si tard dans la forêt</w:t>
      </w:r>
      <w:r>
        <w:t xml:space="preserve">… </w:t>
      </w:r>
      <w:r w:rsidR="00530790" w:rsidRPr="005D5566">
        <w:t>La forêt est humide et suffocante</w:t>
      </w:r>
      <w:r>
        <w:t xml:space="preserve">, </w:t>
      </w:r>
      <w:r w:rsidR="00530790" w:rsidRPr="005D5566">
        <w:t>observa Sophie</w:t>
      </w:r>
      <w:r>
        <w:t>.</w:t>
      </w:r>
    </w:p>
    <w:p w14:paraId="3F7CD9DC" w14:textId="77777777" w:rsidR="001C0413" w:rsidRDefault="001C0413" w:rsidP="001C0413">
      <w:r>
        <w:t>— </w:t>
      </w:r>
      <w:r w:rsidR="00530790" w:rsidRPr="005D5566">
        <w:t>Il n</w:t>
      </w:r>
      <w:r>
        <w:t>’</w:t>
      </w:r>
      <w:r w:rsidR="00530790" w:rsidRPr="005D5566">
        <w:t>y a plus rien de sain ou de malsain pour moi</w:t>
      </w:r>
      <w:r>
        <w:t xml:space="preserve"> ! </w:t>
      </w:r>
      <w:r w:rsidR="00530790" w:rsidRPr="005D5566">
        <w:t>répondit-il en haletant</w:t>
      </w:r>
      <w:r>
        <w:t xml:space="preserve">. </w:t>
      </w:r>
      <w:r w:rsidR="00530790" w:rsidRPr="005D5566">
        <w:t>Seule</w:t>
      </w:r>
      <w:r>
        <w:t xml:space="preserve">, </w:t>
      </w:r>
      <w:r w:rsidR="00530790" w:rsidRPr="005D5566">
        <w:t>la mort me sera la bienvenue</w:t>
      </w:r>
      <w:r>
        <w:t>.</w:t>
      </w:r>
    </w:p>
    <w:p w14:paraId="35F90287" w14:textId="77777777" w:rsidR="001C0413" w:rsidRDefault="00530790" w:rsidP="001C0413">
      <w:r w:rsidRPr="005D5566">
        <w:t>Il était pénible de l</w:t>
      </w:r>
      <w:r w:rsidR="001C0413">
        <w:t>’</w:t>
      </w:r>
      <w:r w:rsidRPr="005D5566">
        <w:t>entendre</w:t>
      </w:r>
      <w:r w:rsidR="001C0413">
        <w:t xml:space="preserve"> ; </w:t>
      </w:r>
      <w:r w:rsidRPr="005D5566">
        <w:t>d</w:t>
      </w:r>
      <w:r w:rsidR="001C0413">
        <w:t>’</w:t>
      </w:r>
      <w:r w:rsidRPr="005D5566">
        <w:t>ailleurs</w:t>
      </w:r>
      <w:r w:rsidR="001C0413">
        <w:t xml:space="preserve">, </w:t>
      </w:r>
      <w:r w:rsidRPr="005D5566">
        <w:t>toute sa personne excitait la compassion</w:t>
      </w:r>
      <w:r w:rsidR="001C0413">
        <w:t xml:space="preserve">, </w:t>
      </w:r>
      <w:r w:rsidRPr="005D5566">
        <w:t>une compassion qui était impuissante</w:t>
      </w:r>
      <w:r w:rsidR="001C0413">
        <w:t xml:space="preserve">. </w:t>
      </w:r>
      <w:r w:rsidRPr="005D5566">
        <w:t>Il s</w:t>
      </w:r>
      <w:r w:rsidR="001C0413">
        <w:t>’</w:t>
      </w:r>
      <w:r w:rsidRPr="005D5566">
        <w:t>accroupit sur un tonneau en ployant les genoux avec précaution</w:t>
      </w:r>
      <w:r w:rsidR="001C0413">
        <w:t xml:space="preserve">, </w:t>
      </w:r>
      <w:r w:rsidRPr="005D5566">
        <w:t>comme s</w:t>
      </w:r>
      <w:r w:rsidR="001C0413">
        <w:t>’</w:t>
      </w:r>
      <w:r w:rsidRPr="005D5566">
        <w:t>il eût craint de les voir se casser</w:t>
      </w:r>
      <w:r w:rsidR="001C0413">
        <w:t xml:space="preserve"> ; </w:t>
      </w:r>
      <w:r w:rsidRPr="005D5566">
        <w:t>puis il essuya son front couvert de sueur</w:t>
      </w:r>
      <w:r w:rsidR="001C0413">
        <w:t xml:space="preserve">. </w:t>
      </w:r>
      <w:r w:rsidRPr="005D5566">
        <w:t>Ses cheveux étaient secs et morts</w:t>
      </w:r>
      <w:r w:rsidR="001C0413">
        <w:t>.</w:t>
      </w:r>
    </w:p>
    <w:p w14:paraId="129517E2" w14:textId="77777777" w:rsidR="001C0413" w:rsidRDefault="00530790" w:rsidP="001C0413">
      <w:r w:rsidRPr="005D5566">
        <w:t>Le bois commençait à flamber dans la clairière</w:t>
      </w:r>
      <w:r w:rsidR="001C0413">
        <w:t xml:space="preserve"> ; </w:t>
      </w:r>
      <w:r w:rsidRPr="005D5566">
        <w:t>tout frémit et se balança</w:t>
      </w:r>
      <w:r w:rsidR="001C0413">
        <w:t xml:space="preserve"> ; </w:t>
      </w:r>
      <w:r w:rsidRPr="005D5566">
        <w:t>les ombres</w:t>
      </w:r>
      <w:r w:rsidR="001C0413">
        <w:t xml:space="preserve">, </w:t>
      </w:r>
      <w:r w:rsidRPr="005D5566">
        <w:t>léchées par les flammes</w:t>
      </w:r>
      <w:r w:rsidR="001C0413">
        <w:t xml:space="preserve">, </w:t>
      </w:r>
      <w:r w:rsidRPr="005D5566">
        <w:t>s</w:t>
      </w:r>
      <w:r w:rsidR="001C0413">
        <w:t>’</w:t>
      </w:r>
      <w:r w:rsidRPr="005D5566">
        <w:t>enfuirent effrayées dans la forêt</w:t>
      </w:r>
      <w:r w:rsidR="001C0413">
        <w:t xml:space="preserve"> ; </w:t>
      </w:r>
      <w:r w:rsidRPr="005D5566">
        <w:t>au-dessus du brasier apparut un instant le visage rond d</w:t>
      </w:r>
      <w:r w:rsidR="001C0413">
        <w:t>’</w:t>
      </w:r>
      <w:r w:rsidRPr="005D5566">
        <w:t>Ignati qui gonflait ses joues</w:t>
      </w:r>
      <w:r w:rsidR="001C0413">
        <w:t xml:space="preserve">. </w:t>
      </w:r>
      <w:r w:rsidRPr="005D5566">
        <w:t>Le feu s</w:t>
      </w:r>
      <w:r w:rsidR="001C0413">
        <w:t>’</w:t>
      </w:r>
      <w:r w:rsidRPr="005D5566">
        <w:t>éteignit</w:t>
      </w:r>
      <w:r w:rsidR="001C0413">
        <w:t xml:space="preserve">. </w:t>
      </w:r>
      <w:r w:rsidRPr="005D5566">
        <w:t>On sentit l</w:t>
      </w:r>
      <w:r w:rsidR="001C0413">
        <w:t>’</w:t>
      </w:r>
      <w:r w:rsidRPr="005D5566">
        <w:t>odeur de la fumée</w:t>
      </w:r>
      <w:r w:rsidR="001C0413">
        <w:t xml:space="preserve"> ; </w:t>
      </w:r>
      <w:r w:rsidRPr="005D5566">
        <w:t>le silence et les ténèbres tombèrent de nouveau sur la clairière</w:t>
      </w:r>
      <w:r w:rsidR="001C0413">
        <w:t xml:space="preserve">, </w:t>
      </w:r>
      <w:r w:rsidRPr="005D5566">
        <w:t>comme prêtant l</w:t>
      </w:r>
      <w:r w:rsidR="001C0413">
        <w:t>’</w:t>
      </w:r>
      <w:r w:rsidRPr="005D5566">
        <w:t>oreille aux paroles rauques du malade</w:t>
      </w:r>
      <w:r w:rsidR="001C0413">
        <w:t>.</w:t>
      </w:r>
    </w:p>
    <w:p w14:paraId="36C5F9A1" w14:textId="77777777" w:rsidR="001C0413" w:rsidRDefault="001C0413" w:rsidP="001C0413">
      <w:r>
        <w:t>— </w:t>
      </w:r>
      <w:r w:rsidR="00530790" w:rsidRPr="005D5566">
        <w:t>Mais je puis encore être utile au peuple</w:t>
      </w:r>
      <w:r>
        <w:t xml:space="preserve">… </w:t>
      </w:r>
      <w:r w:rsidR="00530790" w:rsidRPr="005D5566">
        <w:t>comme témoin d</w:t>
      </w:r>
      <w:r>
        <w:t>’</w:t>
      </w:r>
      <w:r w:rsidR="00530790" w:rsidRPr="005D5566">
        <w:t>un grand crime</w:t>
      </w:r>
      <w:r>
        <w:t xml:space="preserve">… </w:t>
      </w:r>
      <w:r w:rsidR="00530790" w:rsidRPr="005D5566">
        <w:t>Regardez-moi</w:t>
      </w:r>
      <w:r>
        <w:t xml:space="preserve">, </w:t>
      </w:r>
      <w:r w:rsidR="00530790" w:rsidRPr="005D5566">
        <w:t>j</w:t>
      </w:r>
      <w:r>
        <w:t>’</w:t>
      </w:r>
      <w:r w:rsidR="00530790" w:rsidRPr="005D5566">
        <w:t>ai vingt-huit ans</w:t>
      </w:r>
      <w:r>
        <w:t xml:space="preserve">, </w:t>
      </w:r>
      <w:r w:rsidR="00530790" w:rsidRPr="005D5566">
        <w:t>et je meurs</w:t>
      </w:r>
      <w:r>
        <w:t xml:space="preserve">… </w:t>
      </w:r>
      <w:r w:rsidR="00530790" w:rsidRPr="005D5566">
        <w:t>Il y a dix ans je soulevais sur mes épaules</w:t>
      </w:r>
      <w:r>
        <w:t xml:space="preserve">, </w:t>
      </w:r>
      <w:r w:rsidR="00530790" w:rsidRPr="005D5566">
        <w:t>sans effort</w:t>
      </w:r>
      <w:r>
        <w:t xml:space="preserve">, </w:t>
      </w:r>
      <w:r w:rsidR="00530790" w:rsidRPr="005D5566">
        <w:t>jusqu</w:t>
      </w:r>
      <w:r>
        <w:t>’</w:t>
      </w:r>
      <w:r w:rsidR="00530790" w:rsidRPr="005D5566">
        <w:t>à deux cents kilos</w:t>
      </w:r>
      <w:r>
        <w:t xml:space="preserve">… </w:t>
      </w:r>
      <w:r w:rsidR="00530790" w:rsidRPr="005D5566">
        <w:t>Je me disais alors qu</w:t>
      </w:r>
      <w:r>
        <w:t>’</w:t>
      </w:r>
      <w:r w:rsidR="00530790" w:rsidRPr="005D5566">
        <w:t>avec une santé pareille</w:t>
      </w:r>
      <w:r>
        <w:t xml:space="preserve">, </w:t>
      </w:r>
      <w:r w:rsidR="00530790" w:rsidRPr="005D5566">
        <w:t xml:space="preserve">je mettrais soixante-dix ans pour arriver à </w:t>
      </w:r>
      <w:r w:rsidR="00530790" w:rsidRPr="005D5566">
        <w:lastRenderedPageBreak/>
        <w:t>la tombe</w:t>
      </w:r>
      <w:r>
        <w:t xml:space="preserve">, </w:t>
      </w:r>
      <w:r w:rsidR="00530790" w:rsidRPr="005D5566">
        <w:t>sans trébucher</w:t>
      </w:r>
      <w:r>
        <w:t xml:space="preserve">… </w:t>
      </w:r>
      <w:r w:rsidR="00530790" w:rsidRPr="005D5566">
        <w:t>Et j</w:t>
      </w:r>
      <w:r>
        <w:t>’</w:t>
      </w:r>
      <w:r w:rsidR="00530790" w:rsidRPr="005D5566">
        <w:t>en ai vécu dix</w:t>
      </w:r>
      <w:r>
        <w:t xml:space="preserve">… </w:t>
      </w:r>
      <w:r w:rsidR="00530790" w:rsidRPr="005D5566">
        <w:t>et je ne puis aller plus loin</w:t>
      </w:r>
      <w:r>
        <w:t>…</w:t>
      </w:r>
    </w:p>
    <w:p w14:paraId="62F2DD54" w14:textId="77777777" w:rsidR="001C0413" w:rsidRDefault="001C0413" w:rsidP="001C0413">
      <w:r>
        <w:t>— </w:t>
      </w:r>
      <w:r w:rsidR="00530790" w:rsidRPr="005D5566">
        <w:t>La voilà</w:t>
      </w:r>
      <w:r>
        <w:t xml:space="preserve">, </w:t>
      </w:r>
      <w:r w:rsidR="00530790" w:rsidRPr="005D5566">
        <w:t>sa chanson</w:t>
      </w:r>
      <w:r>
        <w:t xml:space="preserve"> ! </w:t>
      </w:r>
      <w:r w:rsidR="00530790" w:rsidRPr="005D5566">
        <w:t>dit Rybine d</w:t>
      </w:r>
      <w:r>
        <w:t>’</w:t>
      </w:r>
      <w:r w:rsidR="00530790" w:rsidRPr="005D5566">
        <w:t>une voix sourde</w:t>
      </w:r>
      <w:r>
        <w:t>.</w:t>
      </w:r>
    </w:p>
    <w:p w14:paraId="1CD052B7" w14:textId="77777777" w:rsidR="001C0413" w:rsidRDefault="00530790" w:rsidP="001C0413">
      <w:r w:rsidRPr="005D5566">
        <w:t>Le feu se ralluma avec plus de force</w:t>
      </w:r>
      <w:r w:rsidR="001C0413">
        <w:t xml:space="preserve"> ; </w:t>
      </w:r>
      <w:r w:rsidRPr="005D5566">
        <w:t>les ombres s</w:t>
      </w:r>
      <w:r w:rsidR="001C0413">
        <w:t>’</w:t>
      </w:r>
      <w:r w:rsidRPr="005D5566">
        <w:t>enfuirent de nouveau pour rejaillir sur les flammes</w:t>
      </w:r>
      <w:r w:rsidR="001C0413">
        <w:t xml:space="preserve">, </w:t>
      </w:r>
      <w:r w:rsidRPr="005D5566">
        <w:t>tremblèrent autour du brasier en une danse muette et hostile</w:t>
      </w:r>
      <w:r w:rsidR="001C0413">
        <w:t xml:space="preserve">. </w:t>
      </w:r>
      <w:r w:rsidRPr="005D5566">
        <w:t>Le bois mort craquait et gémissait sous la morsure de la flamme</w:t>
      </w:r>
      <w:r w:rsidR="001C0413">
        <w:t xml:space="preserve">. </w:t>
      </w:r>
      <w:r w:rsidRPr="005D5566">
        <w:t>Le feuillage bruissait et chuchotait</w:t>
      </w:r>
      <w:r w:rsidR="001C0413">
        <w:t xml:space="preserve">, </w:t>
      </w:r>
      <w:r w:rsidRPr="005D5566">
        <w:t>agité par une ond</w:t>
      </w:r>
      <w:r w:rsidRPr="00D210FA">
        <w:t>e</w:t>
      </w:r>
      <w:r w:rsidRPr="005D5566">
        <w:t xml:space="preserve"> d</w:t>
      </w:r>
      <w:r w:rsidR="001C0413">
        <w:t>’</w:t>
      </w:r>
      <w:r w:rsidRPr="005D5566">
        <w:t>air chaud</w:t>
      </w:r>
      <w:r w:rsidR="001C0413">
        <w:t xml:space="preserve">. </w:t>
      </w:r>
      <w:r w:rsidRPr="005D5566">
        <w:t>Gaies et vives</w:t>
      </w:r>
      <w:r w:rsidR="001C0413">
        <w:t xml:space="preserve">, </w:t>
      </w:r>
      <w:r w:rsidRPr="005D5566">
        <w:t>les langues de feu pourpres et or jouaient</w:t>
      </w:r>
      <w:r w:rsidR="001C0413">
        <w:t xml:space="preserve">, </w:t>
      </w:r>
      <w:r w:rsidRPr="005D5566">
        <w:t>s</w:t>
      </w:r>
      <w:r w:rsidR="001C0413">
        <w:t>’</w:t>
      </w:r>
      <w:r w:rsidRPr="005D5566">
        <w:t>étreignaient</w:t>
      </w:r>
      <w:r w:rsidR="001C0413">
        <w:t xml:space="preserve">, </w:t>
      </w:r>
      <w:r w:rsidRPr="005D5566">
        <w:t>s</w:t>
      </w:r>
      <w:r w:rsidR="001C0413">
        <w:t>’</w:t>
      </w:r>
      <w:r w:rsidRPr="005D5566">
        <w:t>élevaient en lançant des étincelles</w:t>
      </w:r>
      <w:r w:rsidR="001C0413">
        <w:t xml:space="preserve"> ; </w:t>
      </w:r>
      <w:r w:rsidRPr="005D5566">
        <w:t>une feuille brûlante s</w:t>
      </w:r>
      <w:r w:rsidR="001C0413">
        <w:t>’</w:t>
      </w:r>
      <w:r w:rsidRPr="005D5566">
        <w:t>envola</w:t>
      </w:r>
      <w:r w:rsidR="001C0413">
        <w:t xml:space="preserve"> ; </w:t>
      </w:r>
      <w:r w:rsidRPr="005D5566">
        <w:t>au ciel</w:t>
      </w:r>
      <w:r w:rsidR="001C0413">
        <w:t xml:space="preserve">, </w:t>
      </w:r>
      <w:r w:rsidRPr="005D5566">
        <w:t>les étoiles souriaient aux étincelles et les attiraient à elles</w:t>
      </w:r>
      <w:r w:rsidR="001C0413">
        <w:t>.</w:t>
      </w:r>
    </w:p>
    <w:p w14:paraId="06B5B679" w14:textId="77777777" w:rsidR="001C0413" w:rsidRDefault="001C0413" w:rsidP="001C0413">
      <w:r>
        <w:t>— </w:t>
      </w:r>
      <w:r w:rsidR="00530790" w:rsidRPr="005D5566">
        <w:t>Ce n</w:t>
      </w:r>
      <w:r>
        <w:t>’</w:t>
      </w:r>
      <w:r w:rsidR="00530790" w:rsidRPr="005D5566">
        <w:t>est pas ma chanson</w:t>
      </w:r>
      <w:r>
        <w:t xml:space="preserve">… </w:t>
      </w:r>
      <w:r w:rsidR="00530790" w:rsidRPr="005D5566">
        <w:t>il y a des milliers de gens qui la chantent en eux-mêmes</w:t>
      </w:r>
      <w:r>
        <w:t xml:space="preserve">… </w:t>
      </w:r>
      <w:r w:rsidR="00530790" w:rsidRPr="005D5566">
        <w:t>ils la chantent en eux-mêmes</w:t>
      </w:r>
      <w:r>
        <w:t xml:space="preserve">, </w:t>
      </w:r>
      <w:r w:rsidR="00530790" w:rsidRPr="005D5566">
        <w:t>parce qu</w:t>
      </w:r>
      <w:r>
        <w:t>’</w:t>
      </w:r>
      <w:r w:rsidR="00530790" w:rsidRPr="005D5566">
        <w:t>ils ne comprennent pas que leur vie malheureuse est une salutaire leçon pour le peuple</w:t>
      </w:r>
      <w:r>
        <w:t xml:space="preserve">… </w:t>
      </w:r>
      <w:r w:rsidR="00530790" w:rsidRPr="005D5566">
        <w:t>Combien d</w:t>
      </w:r>
      <w:r>
        <w:t>’</w:t>
      </w:r>
      <w:r w:rsidR="00530790" w:rsidRPr="005D5566">
        <w:t>êtres épuisés ou estropiés par le travail et la prison meurent de faim sans se plaindre</w:t>
      </w:r>
      <w:r>
        <w:t xml:space="preserve"> !… </w:t>
      </w:r>
      <w:r w:rsidR="00530790" w:rsidRPr="005D5566">
        <w:t>Il faut crier</w:t>
      </w:r>
      <w:r>
        <w:t xml:space="preserve">, </w:t>
      </w:r>
      <w:r w:rsidR="00530790" w:rsidRPr="005D5566">
        <w:t>frères</w:t>
      </w:r>
      <w:r>
        <w:t xml:space="preserve">, </w:t>
      </w:r>
      <w:r w:rsidR="00530790" w:rsidRPr="005D5566">
        <w:t>il faut crier</w:t>
      </w:r>
      <w:r>
        <w:t> !</w:t>
      </w:r>
    </w:p>
    <w:p w14:paraId="40ADA757" w14:textId="77777777" w:rsidR="001C0413" w:rsidRDefault="00530790" w:rsidP="001C0413">
      <w:r w:rsidRPr="005D5566">
        <w:t>Saveli se mit à tousser et se pencha en avant</w:t>
      </w:r>
      <w:r w:rsidR="001C0413">
        <w:t xml:space="preserve">, </w:t>
      </w:r>
      <w:r w:rsidRPr="005D5566">
        <w:t>tout tremblant</w:t>
      </w:r>
      <w:r w:rsidR="001C0413">
        <w:t>.</w:t>
      </w:r>
    </w:p>
    <w:p w14:paraId="5EE65396" w14:textId="77777777" w:rsidR="001C0413" w:rsidRDefault="00530790" w:rsidP="001C0413">
      <w:r w:rsidRPr="005D5566">
        <w:t>Jacob posa sur la table un broc de kvass</w:t>
      </w:r>
      <w:r w:rsidR="001C0413">
        <w:t xml:space="preserve">, </w:t>
      </w:r>
      <w:r w:rsidRPr="005D5566">
        <w:t>et jetant un paquet d</w:t>
      </w:r>
      <w:r w:rsidR="001C0413">
        <w:t>’</w:t>
      </w:r>
      <w:r w:rsidRPr="005D5566">
        <w:t>oignons à côté</w:t>
      </w:r>
      <w:r w:rsidR="001C0413">
        <w:t xml:space="preserve">, </w:t>
      </w:r>
      <w:r w:rsidRPr="005D5566">
        <w:t>il dit au malade</w:t>
      </w:r>
      <w:r w:rsidR="001C0413">
        <w:t> :</w:t>
      </w:r>
    </w:p>
    <w:p w14:paraId="346D908C" w14:textId="77777777" w:rsidR="001C0413" w:rsidRDefault="001C0413" w:rsidP="001C0413">
      <w:r>
        <w:t>— </w:t>
      </w:r>
      <w:r w:rsidR="00530790" w:rsidRPr="005D5566">
        <w:t>Viens</w:t>
      </w:r>
      <w:r>
        <w:t xml:space="preserve">, </w:t>
      </w:r>
      <w:r w:rsidR="00530790" w:rsidRPr="005D5566">
        <w:t>Saveli</w:t>
      </w:r>
      <w:r>
        <w:t xml:space="preserve">, </w:t>
      </w:r>
      <w:r w:rsidR="00530790" w:rsidRPr="005D5566">
        <w:t>je t</w:t>
      </w:r>
      <w:r>
        <w:t>’</w:t>
      </w:r>
      <w:r w:rsidR="00530790" w:rsidRPr="005D5566">
        <w:t>ai apporté du lait</w:t>
      </w:r>
      <w:r>
        <w:t>.</w:t>
      </w:r>
    </w:p>
    <w:p w14:paraId="76FB12D2" w14:textId="77777777" w:rsidR="001C0413" w:rsidRDefault="00530790" w:rsidP="001C0413">
      <w:r w:rsidRPr="005D5566">
        <w:t>Le malade hocha négativement la tête</w:t>
      </w:r>
      <w:r w:rsidR="001C0413">
        <w:t xml:space="preserve"> ; </w:t>
      </w:r>
      <w:r w:rsidRPr="005D5566">
        <w:t>mais Jacob le prit sous le bras et le conduisit jusqu</w:t>
      </w:r>
      <w:r w:rsidR="001C0413">
        <w:t>’</w:t>
      </w:r>
      <w:r w:rsidRPr="005D5566">
        <w:t>à la table</w:t>
      </w:r>
      <w:r w:rsidR="001C0413">
        <w:t>.</w:t>
      </w:r>
    </w:p>
    <w:p w14:paraId="47B68236" w14:textId="77777777" w:rsidR="001C0413" w:rsidRDefault="001C0413" w:rsidP="001C0413">
      <w:r>
        <w:t>— </w:t>
      </w:r>
      <w:r w:rsidR="00530790" w:rsidRPr="005D5566">
        <w:t>Écoutez</w:t>
      </w:r>
      <w:r>
        <w:t xml:space="preserve"> ! </w:t>
      </w:r>
      <w:r w:rsidR="00530790" w:rsidRPr="005D5566">
        <w:t>dit Sophie à Rybine d</w:t>
      </w:r>
      <w:r>
        <w:t>’</w:t>
      </w:r>
      <w:r w:rsidR="00530790" w:rsidRPr="005D5566">
        <w:t>un ton de reproche et à voix basse</w:t>
      </w:r>
      <w:r>
        <w:t xml:space="preserve">, </w:t>
      </w:r>
      <w:r w:rsidR="00530790" w:rsidRPr="005D5566">
        <w:t>pourquoi l</w:t>
      </w:r>
      <w:r>
        <w:t>’</w:t>
      </w:r>
      <w:r w:rsidR="00530790" w:rsidRPr="005D5566">
        <w:t>avez-vous fait venir ici</w:t>
      </w:r>
      <w:r>
        <w:t xml:space="preserve"> ? </w:t>
      </w:r>
      <w:r w:rsidR="00530790" w:rsidRPr="005D5566">
        <w:t>Il peut mourir d</w:t>
      </w:r>
      <w:r>
        <w:t>’</w:t>
      </w:r>
      <w:r w:rsidR="00530790" w:rsidRPr="005D5566">
        <w:t>un instant à l</w:t>
      </w:r>
      <w:r>
        <w:t>’</w:t>
      </w:r>
      <w:r w:rsidR="00530790" w:rsidRPr="005D5566">
        <w:t>autre</w:t>
      </w:r>
      <w:r>
        <w:t>.</w:t>
      </w:r>
    </w:p>
    <w:p w14:paraId="19D40183" w14:textId="77777777" w:rsidR="001C0413" w:rsidRDefault="001C0413" w:rsidP="001C0413">
      <w:r>
        <w:lastRenderedPageBreak/>
        <w:t>— </w:t>
      </w:r>
      <w:r w:rsidR="00530790" w:rsidRPr="005D5566">
        <w:t>C</w:t>
      </w:r>
      <w:r>
        <w:t>’</w:t>
      </w:r>
      <w:r w:rsidR="00530790" w:rsidRPr="005D5566">
        <w:t>est vrai</w:t>
      </w:r>
      <w:r>
        <w:t xml:space="preserve"> ! </w:t>
      </w:r>
      <w:r w:rsidR="00530790" w:rsidRPr="005D5566">
        <w:t>répliqua Rybine</w:t>
      </w:r>
      <w:r>
        <w:t xml:space="preserve">. </w:t>
      </w:r>
      <w:r w:rsidR="00530790" w:rsidRPr="005D5566">
        <w:t>Qu</w:t>
      </w:r>
      <w:r>
        <w:t>’</w:t>
      </w:r>
      <w:r w:rsidR="00530790" w:rsidRPr="005D5566">
        <w:t>il meure entouré d</w:t>
      </w:r>
      <w:r>
        <w:t>’</w:t>
      </w:r>
      <w:r w:rsidR="00530790" w:rsidRPr="005D5566">
        <w:t>amis</w:t>
      </w:r>
      <w:r>
        <w:t xml:space="preserve">… </w:t>
      </w:r>
      <w:r w:rsidR="00530790" w:rsidRPr="005D5566">
        <w:t>ce sera plus facile que dans la solitude</w:t>
      </w:r>
      <w:r>
        <w:t xml:space="preserve">… </w:t>
      </w:r>
      <w:r w:rsidR="00530790" w:rsidRPr="005D5566">
        <w:t>Il a beaucoup souffert dans sa vie</w:t>
      </w:r>
      <w:r>
        <w:t xml:space="preserve">, </w:t>
      </w:r>
      <w:r w:rsidR="00530790" w:rsidRPr="005D5566">
        <w:t>qu</w:t>
      </w:r>
      <w:r>
        <w:t>’</w:t>
      </w:r>
      <w:r w:rsidR="00530790" w:rsidRPr="005D5566">
        <w:t>il souffre encore un peu pour servir d</w:t>
      </w:r>
      <w:r>
        <w:t>’</w:t>
      </w:r>
      <w:r w:rsidR="00530790" w:rsidRPr="005D5566">
        <w:t>avertissement aux hommes</w:t>
      </w:r>
      <w:r>
        <w:t xml:space="preserve">… </w:t>
      </w:r>
      <w:r w:rsidR="00530790" w:rsidRPr="005D5566">
        <w:t>cela ne fait rien</w:t>
      </w:r>
      <w:r>
        <w:t xml:space="preserve">. </w:t>
      </w:r>
      <w:r w:rsidR="00530790" w:rsidRPr="005D5566">
        <w:t>Voilà</w:t>
      </w:r>
      <w:r>
        <w:t> !</w:t>
      </w:r>
    </w:p>
    <w:p w14:paraId="4F83D1FE" w14:textId="77777777" w:rsidR="001C0413" w:rsidRDefault="001C0413" w:rsidP="001C0413">
      <w:r>
        <w:t>— </w:t>
      </w:r>
      <w:r w:rsidR="00530790" w:rsidRPr="005D5566">
        <w:t>On dirait que vous vous détachez de lui à la vue de son malheur</w:t>
      </w:r>
      <w:r>
        <w:t xml:space="preserve"> ! </w:t>
      </w:r>
      <w:r w:rsidR="00530790" w:rsidRPr="005D5566">
        <w:t>s</w:t>
      </w:r>
      <w:r>
        <w:t>’</w:t>
      </w:r>
      <w:r w:rsidR="00530790" w:rsidRPr="005D5566">
        <w:t>écria Sophie</w:t>
      </w:r>
      <w:r>
        <w:t>.</w:t>
      </w:r>
    </w:p>
    <w:p w14:paraId="3926D012" w14:textId="77777777" w:rsidR="001C0413" w:rsidRDefault="00530790" w:rsidP="001C0413">
      <w:r w:rsidRPr="005D5566">
        <w:t>Rybine lui jeta un coup d</w:t>
      </w:r>
      <w:r w:rsidR="001C0413">
        <w:t>’</w:t>
      </w:r>
      <w:r w:rsidRPr="005D5566">
        <w:t>œil</w:t>
      </w:r>
      <w:r w:rsidR="001C0413">
        <w:t xml:space="preserve">, </w:t>
      </w:r>
      <w:r w:rsidRPr="005D5566">
        <w:t>et répondit d</w:t>
      </w:r>
      <w:r w:rsidR="001C0413">
        <w:t>’</w:t>
      </w:r>
      <w:r w:rsidRPr="005D5566">
        <w:t>un air sombre</w:t>
      </w:r>
      <w:r w:rsidR="001C0413">
        <w:t> :</w:t>
      </w:r>
    </w:p>
    <w:p w14:paraId="75A3C622" w14:textId="77777777" w:rsidR="001C0413" w:rsidRDefault="001C0413" w:rsidP="001C0413">
      <w:r>
        <w:t>— </w:t>
      </w:r>
      <w:r w:rsidR="00530790" w:rsidRPr="005D5566">
        <w:t>Ce sont les seigneurs qui se délectent à la vue du Christ gémissant sur la croix</w:t>
      </w:r>
      <w:r>
        <w:t xml:space="preserve"> ; </w:t>
      </w:r>
      <w:r w:rsidR="00530790" w:rsidRPr="005D5566">
        <w:t>mais nous</w:t>
      </w:r>
      <w:r>
        <w:t xml:space="preserve">, </w:t>
      </w:r>
      <w:r w:rsidR="00530790" w:rsidRPr="005D5566">
        <w:t>nous étudions l</w:t>
      </w:r>
      <w:r>
        <w:t>’</w:t>
      </w:r>
      <w:r w:rsidR="00530790" w:rsidRPr="005D5566">
        <w:t>homme sur le vif</w:t>
      </w:r>
      <w:r>
        <w:t xml:space="preserve">, </w:t>
      </w:r>
      <w:r w:rsidR="00530790" w:rsidRPr="005D5566">
        <w:t>et nous aimerions que</w:t>
      </w:r>
      <w:r>
        <w:t xml:space="preserve">, </w:t>
      </w:r>
      <w:r w:rsidR="00530790" w:rsidRPr="005D5566">
        <w:t>vous aussi</w:t>
      </w:r>
      <w:r>
        <w:t xml:space="preserve">, </w:t>
      </w:r>
      <w:r w:rsidR="00530790" w:rsidRPr="005D5566">
        <w:t>vous appreniez à le connaître</w:t>
      </w:r>
      <w:r>
        <w:t>.</w:t>
      </w:r>
    </w:p>
    <w:p w14:paraId="1D4372CA" w14:textId="77777777" w:rsidR="001C0413" w:rsidRDefault="00530790" w:rsidP="001C0413">
      <w:r w:rsidRPr="005D5566">
        <w:t>Le malade reprit la parole</w:t>
      </w:r>
      <w:r w:rsidR="001C0413">
        <w:t> :</w:t>
      </w:r>
    </w:p>
    <w:p w14:paraId="2F3C7223" w14:textId="77777777" w:rsidR="001C0413" w:rsidRDefault="001C0413" w:rsidP="001C0413">
      <w:r>
        <w:t>— </w:t>
      </w:r>
      <w:r w:rsidR="00530790" w:rsidRPr="005D5566">
        <w:t>On détruit l</w:t>
      </w:r>
      <w:r>
        <w:t>’</w:t>
      </w:r>
      <w:r w:rsidR="00530790" w:rsidRPr="005D5566">
        <w:t>homme par le travail</w:t>
      </w:r>
      <w:r>
        <w:t xml:space="preserve">… </w:t>
      </w:r>
      <w:r w:rsidR="00530790" w:rsidRPr="005D5566">
        <w:t>on l</w:t>
      </w:r>
      <w:r>
        <w:t>’</w:t>
      </w:r>
      <w:r w:rsidR="00530790" w:rsidRPr="005D5566">
        <w:t>achève par la prison</w:t>
      </w:r>
      <w:r>
        <w:t xml:space="preserve">… </w:t>
      </w:r>
      <w:r w:rsidR="00530790" w:rsidRPr="005D5566">
        <w:t>et pourquoi</w:t>
      </w:r>
      <w:r>
        <w:t xml:space="preserve"> ? </w:t>
      </w:r>
      <w:r w:rsidR="00530790" w:rsidRPr="005D5566">
        <w:t>Notre patron</w:t>
      </w:r>
      <w:r>
        <w:t xml:space="preserve"> – </w:t>
      </w:r>
      <w:r w:rsidR="00530790" w:rsidRPr="005D5566">
        <w:t>c</w:t>
      </w:r>
      <w:r>
        <w:t>’</w:t>
      </w:r>
      <w:r w:rsidR="00530790" w:rsidRPr="005D5566">
        <w:t>est à la fabrique Nefédov que j</w:t>
      </w:r>
      <w:r>
        <w:t>’</w:t>
      </w:r>
      <w:r w:rsidR="00530790" w:rsidRPr="005D5566">
        <w:t>ai travaillé comme un forcené</w:t>
      </w:r>
      <w:r>
        <w:t xml:space="preserve"> – </w:t>
      </w:r>
      <w:r w:rsidR="00530790" w:rsidRPr="005D5566">
        <w:t>notre patron a donné à une chanteuse une grande cuvette et un vase de nuit en or</w:t>
      </w:r>
      <w:r>
        <w:t xml:space="preserve">… </w:t>
      </w:r>
      <w:r w:rsidR="00530790" w:rsidRPr="005D5566">
        <w:t>Et c</w:t>
      </w:r>
      <w:r>
        <w:t>’</w:t>
      </w:r>
      <w:r w:rsidR="00530790" w:rsidRPr="005D5566">
        <w:t>est dans ce vase que sont notre force et notre vie</w:t>
      </w:r>
      <w:r>
        <w:t xml:space="preserve">… </w:t>
      </w:r>
      <w:r w:rsidR="00530790" w:rsidRPr="005D5566">
        <w:t>les miennes</w:t>
      </w:r>
      <w:r>
        <w:t xml:space="preserve">… </w:t>
      </w:r>
      <w:r w:rsidR="00530790" w:rsidRPr="005D5566">
        <w:t>et des milliers d</w:t>
      </w:r>
      <w:r>
        <w:t>’</w:t>
      </w:r>
      <w:r w:rsidR="00530790" w:rsidRPr="005D5566">
        <w:t>autres</w:t>
      </w:r>
      <w:r>
        <w:t xml:space="preserve">. </w:t>
      </w:r>
      <w:r w:rsidR="00530790" w:rsidRPr="005D5566">
        <w:t>Voilà à quoi elles ont servi</w:t>
      </w:r>
      <w:r>
        <w:t>…</w:t>
      </w:r>
    </w:p>
    <w:p w14:paraId="61F05545" w14:textId="77777777" w:rsidR="001C0413" w:rsidRDefault="001C0413" w:rsidP="001C0413">
      <w:r>
        <w:t>— </w:t>
      </w:r>
      <w:r w:rsidR="00530790" w:rsidRPr="005D5566">
        <w:t>L</w:t>
      </w:r>
      <w:r>
        <w:t>’</w:t>
      </w:r>
      <w:r w:rsidR="00530790" w:rsidRPr="005D5566">
        <w:t>homme a été créé à l</w:t>
      </w:r>
      <w:r>
        <w:t>’</w:t>
      </w:r>
      <w:r w:rsidR="00530790" w:rsidRPr="005D5566">
        <w:t>image et à la ressemblance de Dieu</w:t>
      </w:r>
      <w:r>
        <w:t xml:space="preserve"> ! </w:t>
      </w:r>
      <w:r w:rsidR="00530790" w:rsidRPr="005D5566">
        <w:t>dit Jéfim en souriant</w:t>
      </w:r>
      <w:r>
        <w:t xml:space="preserve"> – </w:t>
      </w:r>
      <w:r w:rsidR="00530790" w:rsidRPr="005D5566">
        <w:t>et voilà à quoi on l</w:t>
      </w:r>
      <w:r>
        <w:t>’</w:t>
      </w:r>
      <w:r w:rsidR="00530790" w:rsidRPr="005D5566">
        <w:t>emploie</w:t>
      </w:r>
      <w:r>
        <w:t xml:space="preserve">… </w:t>
      </w:r>
      <w:r w:rsidR="00530790" w:rsidRPr="005D5566">
        <w:t>ce n</w:t>
      </w:r>
      <w:r>
        <w:t>’</w:t>
      </w:r>
      <w:r w:rsidR="00530790" w:rsidRPr="005D5566">
        <w:t>est pas mal</w:t>
      </w:r>
      <w:r>
        <w:t> !</w:t>
      </w:r>
    </w:p>
    <w:p w14:paraId="2491530C" w14:textId="77777777" w:rsidR="001C0413" w:rsidRDefault="001C0413" w:rsidP="001C0413">
      <w:r>
        <w:t>— </w:t>
      </w:r>
      <w:r w:rsidR="00530790" w:rsidRPr="005D5566">
        <w:t>Il faut le crier</w:t>
      </w:r>
      <w:r>
        <w:t xml:space="preserve"> ! </w:t>
      </w:r>
      <w:r w:rsidR="00530790" w:rsidRPr="005D5566">
        <w:t>s</w:t>
      </w:r>
      <w:r>
        <w:t>’</w:t>
      </w:r>
      <w:r w:rsidR="00530790" w:rsidRPr="005D5566">
        <w:t>écria Rybine frappant de la paume de sa main sur la table</w:t>
      </w:r>
      <w:r>
        <w:t>.</w:t>
      </w:r>
    </w:p>
    <w:p w14:paraId="08215E13" w14:textId="77777777" w:rsidR="001C0413" w:rsidRDefault="001C0413" w:rsidP="001C0413">
      <w:r>
        <w:t>— </w:t>
      </w:r>
      <w:r w:rsidR="00530790" w:rsidRPr="005D5566">
        <w:t>Il ne faut pas le supporter</w:t>
      </w:r>
      <w:r>
        <w:t xml:space="preserve"> ! </w:t>
      </w:r>
      <w:r w:rsidR="00530790" w:rsidRPr="005D5566">
        <w:t>ajouta Jacob à voix basse</w:t>
      </w:r>
      <w:r>
        <w:t>.</w:t>
      </w:r>
    </w:p>
    <w:p w14:paraId="671BEE26" w14:textId="77777777" w:rsidR="001C0413" w:rsidRDefault="00530790" w:rsidP="001C0413">
      <w:r w:rsidRPr="005D5566">
        <w:t>Ignati se contenta de sourire</w:t>
      </w:r>
      <w:r w:rsidR="001C0413">
        <w:t>.</w:t>
      </w:r>
    </w:p>
    <w:p w14:paraId="57A0BA2F" w14:textId="77777777" w:rsidR="001C0413" w:rsidRDefault="00530790" w:rsidP="001C0413">
      <w:r w:rsidRPr="005D5566">
        <w:lastRenderedPageBreak/>
        <w:t>La mère remarqua que les trois jeunes ouvriers parlaient peu</w:t>
      </w:r>
      <w:r w:rsidR="001C0413">
        <w:t xml:space="preserve">, </w:t>
      </w:r>
      <w:r w:rsidRPr="005D5566">
        <w:t>mais écoutaient avec l</w:t>
      </w:r>
      <w:r w:rsidR="001C0413">
        <w:t>’</w:t>
      </w:r>
      <w:r w:rsidRPr="005D5566">
        <w:t>attention insatiable d</w:t>
      </w:r>
      <w:r w:rsidR="001C0413">
        <w:t>’</w:t>
      </w:r>
      <w:r w:rsidRPr="005D5566">
        <w:t>âmes affamées</w:t>
      </w:r>
      <w:r w:rsidR="001C0413">
        <w:t xml:space="preserve">. </w:t>
      </w:r>
      <w:r w:rsidRPr="005D5566">
        <w:t>Chaque fois que Rybine ouvrait la bouche</w:t>
      </w:r>
      <w:r w:rsidR="001C0413">
        <w:t xml:space="preserve">, </w:t>
      </w:r>
      <w:r w:rsidRPr="005D5566">
        <w:t>ils le fixaient</w:t>
      </w:r>
      <w:r w:rsidR="001C0413">
        <w:t xml:space="preserve">, </w:t>
      </w:r>
      <w:r w:rsidRPr="005D5566">
        <w:t>l</w:t>
      </w:r>
      <w:r w:rsidR="001C0413">
        <w:t>’</w:t>
      </w:r>
      <w:r w:rsidRPr="005D5566">
        <w:t>épiaient des yeux</w:t>
      </w:r>
      <w:r w:rsidR="001C0413">
        <w:t xml:space="preserve">… </w:t>
      </w:r>
      <w:r w:rsidRPr="005D5566">
        <w:t>Les paroles de Saveli leur faisaient faire des grimaces bizarres</w:t>
      </w:r>
      <w:r w:rsidR="001C0413">
        <w:t xml:space="preserve">. </w:t>
      </w:r>
      <w:r w:rsidRPr="005D5566">
        <w:t>Ils ne semblaient pas avoir pitié du malade</w:t>
      </w:r>
      <w:r w:rsidR="001C0413">
        <w:t>…</w:t>
      </w:r>
    </w:p>
    <w:p w14:paraId="232750C6" w14:textId="77777777" w:rsidR="001C0413" w:rsidRDefault="00530790" w:rsidP="001C0413">
      <w:r w:rsidRPr="005D5566">
        <w:t>La mère se pencha vers Sophie et dit à voix basse</w:t>
      </w:r>
      <w:r w:rsidR="001C0413">
        <w:t> :</w:t>
      </w:r>
    </w:p>
    <w:p w14:paraId="17FDE71D" w14:textId="77777777" w:rsidR="001C0413" w:rsidRDefault="001C0413" w:rsidP="001C0413">
      <w:r>
        <w:t>— </w:t>
      </w:r>
      <w:r w:rsidR="00530790" w:rsidRPr="005D5566">
        <w:t>C</w:t>
      </w:r>
      <w:r>
        <w:t>’</w:t>
      </w:r>
      <w:r w:rsidR="00530790" w:rsidRPr="005D5566">
        <w:t>est vrai</w:t>
      </w:r>
      <w:r>
        <w:t xml:space="preserve">, </w:t>
      </w:r>
      <w:r w:rsidR="00530790" w:rsidRPr="005D5566">
        <w:t>ce qu</w:t>
      </w:r>
      <w:r>
        <w:t>’</w:t>
      </w:r>
      <w:r w:rsidR="00530790" w:rsidRPr="005D5566">
        <w:t>il raconte</w:t>
      </w:r>
      <w:r>
        <w:t> ?</w:t>
      </w:r>
    </w:p>
    <w:p w14:paraId="1CE30922" w14:textId="77777777" w:rsidR="001C0413" w:rsidRDefault="00530790" w:rsidP="001C0413">
      <w:r w:rsidRPr="005D5566">
        <w:t>Sophie répondit tout haut</w:t>
      </w:r>
      <w:r w:rsidR="001C0413">
        <w:t> :</w:t>
      </w:r>
    </w:p>
    <w:p w14:paraId="18C35126" w14:textId="77777777" w:rsidR="001C0413" w:rsidRDefault="001C0413" w:rsidP="001C0413">
      <w:r>
        <w:t>— </w:t>
      </w:r>
      <w:r w:rsidR="00530790" w:rsidRPr="005D5566">
        <w:t>Oui</w:t>
      </w:r>
      <w:r>
        <w:t xml:space="preserve">, </w:t>
      </w:r>
      <w:r w:rsidR="00530790" w:rsidRPr="005D5566">
        <w:t>c</w:t>
      </w:r>
      <w:r>
        <w:t>’</w:t>
      </w:r>
      <w:r w:rsidR="00530790" w:rsidRPr="005D5566">
        <w:t>est vrai</w:t>
      </w:r>
      <w:r>
        <w:t xml:space="preserve"> ! </w:t>
      </w:r>
      <w:r w:rsidR="00530790" w:rsidRPr="005D5566">
        <w:t>On en a parlé dans les journaux</w:t>
      </w:r>
      <w:r>
        <w:t xml:space="preserve">… </w:t>
      </w:r>
      <w:r w:rsidR="00530790" w:rsidRPr="005D5566">
        <w:t>c</w:t>
      </w:r>
      <w:r>
        <w:t>’</w:t>
      </w:r>
      <w:r w:rsidR="00530790" w:rsidRPr="005D5566">
        <w:t>est à Moscou que c</w:t>
      </w:r>
      <w:r>
        <w:t>’</w:t>
      </w:r>
      <w:r w:rsidR="00530790" w:rsidRPr="005D5566">
        <w:t>est arrivé</w:t>
      </w:r>
      <w:r>
        <w:t>…</w:t>
      </w:r>
    </w:p>
    <w:p w14:paraId="40D48FD8" w14:textId="77777777" w:rsidR="001C0413" w:rsidRDefault="001C0413" w:rsidP="001C0413">
      <w:r>
        <w:t>— </w:t>
      </w:r>
      <w:r w:rsidR="00530790" w:rsidRPr="005D5566">
        <w:t>Et l</w:t>
      </w:r>
      <w:r>
        <w:t>’</w:t>
      </w:r>
      <w:r w:rsidR="00530790" w:rsidRPr="005D5566">
        <w:t>homme n</w:t>
      </w:r>
      <w:r>
        <w:t>’</w:t>
      </w:r>
      <w:r w:rsidR="00530790" w:rsidRPr="005D5566">
        <w:t>a pas été puni</w:t>
      </w:r>
      <w:r>
        <w:t xml:space="preserve"> ; </w:t>
      </w:r>
      <w:r w:rsidR="00530790" w:rsidRPr="005D5566">
        <w:t>dit Rybine sourdement</w:t>
      </w:r>
      <w:r>
        <w:t xml:space="preserve">. </w:t>
      </w:r>
      <w:r w:rsidR="00530790" w:rsidRPr="005D5566">
        <w:t>Il aurait fallu le châtier</w:t>
      </w:r>
      <w:r>
        <w:t xml:space="preserve">, </w:t>
      </w:r>
      <w:r w:rsidR="00530790" w:rsidRPr="005D5566">
        <w:t>on aurait dû le mener sur une place publique</w:t>
      </w:r>
      <w:r>
        <w:t xml:space="preserve">, </w:t>
      </w:r>
      <w:r w:rsidR="00530790" w:rsidRPr="005D5566">
        <w:t>le couper en morceaux et jeter aux chiens sa chair infâme</w:t>
      </w:r>
      <w:r>
        <w:t xml:space="preserve"> ! </w:t>
      </w:r>
      <w:r w:rsidR="00530790" w:rsidRPr="005D5566">
        <w:t>Il y aura de grands châtiments quand le peuple se lèvera</w:t>
      </w:r>
      <w:r>
        <w:t>.</w:t>
      </w:r>
    </w:p>
    <w:p w14:paraId="34BAD97A" w14:textId="77777777" w:rsidR="001C0413" w:rsidRDefault="001C0413" w:rsidP="001C0413">
      <w:r>
        <w:t>— </w:t>
      </w:r>
      <w:r w:rsidR="00530790" w:rsidRPr="005D5566">
        <w:t>Qu</w:t>
      </w:r>
      <w:r>
        <w:t>’</w:t>
      </w:r>
      <w:r w:rsidR="00530790" w:rsidRPr="005D5566">
        <w:t>il fait froid</w:t>
      </w:r>
      <w:r>
        <w:t xml:space="preserve"> ! </w:t>
      </w:r>
      <w:r w:rsidR="00530790" w:rsidRPr="005D5566">
        <w:t>dit le malade</w:t>
      </w:r>
      <w:r>
        <w:t>.</w:t>
      </w:r>
    </w:p>
    <w:p w14:paraId="547FEFC1" w14:textId="77777777" w:rsidR="001C0413" w:rsidRDefault="00530790" w:rsidP="001C0413">
      <w:r w:rsidRPr="005D5566">
        <w:t>Jacob l</w:t>
      </w:r>
      <w:r w:rsidR="001C0413">
        <w:t>’</w:t>
      </w:r>
      <w:r w:rsidRPr="005D5566">
        <w:t>aida à se lever et à s</w:t>
      </w:r>
      <w:r w:rsidR="001C0413">
        <w:t>’</w:t>
      </w:r>
      <w:r w:rsidRPr="005D5566">
        <w:t>approcher du feu</w:t>
      </w:r>
      <w:r w:rsidR="001C0413">
        <w:t>.</w:t>
      </w:r>
    </w:p>
    <w:p w14:paraId="4C4A7A3D" w14:textId="77777777" w:rsidR="001C0413" w:rsidRDefault="00530790" w:rsidP="001C0413">
      <w:r w:rsidRPr="005D5566">
        <w:t>Le foyer brûlait</w:t>
      </w:r>
      <w:r w:rsidR="001C0413">
        <w:t xml:space="preserve">, </w:t>
      </w:r>
      <w:r w:rsidRPr="005D5566">
        <w:t>égal et vif</w:t>
      </w:r>
      <w:r w:rsidR="001C0413">
        <w:t xml:space="preserve">. </w:t>
      </w:r>
      <w:r w:rsidRPr="005D5566">
        <w:t>Des ombres informes l</w:t>
      </w:r>
      <w:r w:rsidR="001C0413">
        <w:t>’</w:t>
      </w:r>
      <w:r w:rsidRPr="005D5566">
        <w:t>entouraient et contemplaient avec étonnement le jeu joyeux des flammes</w:t>
      </w:r>
      <w:r w:rsidR="001C0413">
        <w:t xml:space="preserve">. </w:t>
      </w:r>
      <w:r w:rsidRPr="005D5566">
        <w:t>Saveli s</w:t>
      </w:r>
      <w:r w:rsidR="001C0413">
        <w:t>’</w:t>
      </w:r>
      <w:r w:rsidRPr="005D5566">
        <w:t>assit sur un billot et tendit vers la chaleur ses mains sèches et transparentes</w:t>
      </w:r>
      <w:r w:rsidR="001C0413">
        <w:t xml:space="preserve">. </w:t>
      </w:r>
      <w:r w:rsidRPr="005D5566">
        <w:t>Rybine le désigna d</w:t>
      </w:r>
      <w:r w:rsidR="001C0413">
        <w:t>’</w:t>
      </w:r>
      <w:r w:rsidRPr="005D5566">
        <w:t>un hochement de tête et dit à Sophie</w:t>
      </w:r>
      <w:r w:rsidR="001C0413">
        <w:t> :</w:t>
      </w:r>
    </w:p>
    <w:p w14:paraId="20498AA7" w14:textId="77777777" w:rsidR="001C0413" w:rsidRDefault="001C0413" w:rsidP="001C0413">
      <w:r>
        <w:t>— </w:t>
      </w:r>
      <w:r w:rsidR="00530790" w:rsidRPr="005D5566">
        <w:t>C</w:t>
      </w:r>
      <w:r>
        <w:t>’</w:t>
      </w:r>
      <w:r w:rsidR="00530790" w:rsidRPr="005D5566">
        <w:t>est plus fort qu</w:t>
      </w:r>
      <w:r>
        <w:t>’</w:t>
      </w:r>
      <w:r w:rsidR="00530790" w:rsidRPr="005D5566">
        <w:t>un livre</w:t>
      </w:r>
      <w:r>
        <w:t xml:space="preserve"> ! </w:t>
      </w:r>
      <w:r w:rsidR="00530790" w:rsidRPr="005D5566">
        <w:t>Ça</w:t>
      </w:r>
      <w:r>
        <w:t xml:space="preserve">, </w:t>
      </w:r>
      <w:r w:rsidR="00530790" w:rsidRPr="005D5566">
        <w:t>il faut le savoir</w:t>
      </w:r>
      <w:r>
        <w:t xml:space="preserve">… </w:t>
      </w:r>
      <w:r w:rsidR="00530790" w:rsidRPr="005D5566">
        <w:t>Quand une machine arrache un bras ou tue un homme</w:t>
      </w:r>
      <w:r>
        <w:t xml:space="preserve">, </w:t>
      </w:r>
      <w:r w:rsidR="00530790" w:rsidRPr="005D5566">
        <w:t>cela s</w:t>
      </w:r>
      <w:r>
        <w:t>’</w:t>
      </w:r>
      <w:r w:rsidR="00530790" w:rsidRPr="005D5566">
        <w:t>explique</w:t>
      </w:r>
      <w:r>
        <w:t xml:space="preserve"> ; </w:t>
      </w:r>
      <w:r w:rsidR="00530790" w:rsidRPr="005D5566">
        <w:t>c</w:t>
      </w:r>
      <w:r>
        <w:t>’</w:t>
      </w:r>
      <w:r w:rsidR="00530790" w:rsidRPr="005D5566">
        <w:t>est toujours lui qui est fautif</w:t>
      </w:r>
      <w:r>
        <w:t xml:space="preserve">. </w:t>
      </w:r>
      <w:r w:rsidR="00530790" w:rsidRPr="005D5566">
        <w:t>Mais qu</w:t>
      </w:r>
      <w:r>
        <w:t>’</w:t>
      </w:r>
      <w:r w:rsidR="00530790" w:rsidRPr="005D5566">
        <w:t>on suce le sang d</w:t>
      </w:r>
      <w:r>
        <w:t>’</w:t>
      </w:r>
      <w:r w:rsidR="00530790" w:rsidRPr="005D5566">
        <w:t>un homme et qu</w:t>
      </w:r>
      <w:r>
        <w:t>’</w:t>
      </w:r>
      <w:r w:rsidR="00530790" w:rsidRPr="005D5566">
        <w:t>on le jette ensuite à l</w:t>
      </w:r>
      <w:r>
        <w:t>’</w:t>
      </w:r>
      <w:r w:rsidR="00530790" w:rsidRPr="005D5566">
        <w:t>écart comme une charogne</w:t>
      </w:r>
      <w:r>
        <w:t xml:space="preserve">, </w:t>
      </w:r>
      <w:r w:rsidR="00530790" w:rsidRPr="005D5566">
        <w:t>cela ne s</w:t>
      </w:r>
      <w:r>
        <w:t>’</w:t>
      </w:r>
      <w:r w:rsidR="00530790" w:rsidRPr="005D5566">
        <w:t>explique pas</w:t>
      </w:r>
      <w:r>
        <w:t>…</w:t>
      </w:r>
    </w:p>
    <w:p w14:paraId="30FE8FB2" w14:textId="77777777" w:rsidR="001C0413" w:rsidRDefault="001C0413" w:rsidP="001C0413">
      <w:r>
        <w:lastRenderedPageBreak/>
        <w:t>— </w:t>
      </w:r>
      <w:r w:rsidR="00530790" w:rsidRPr="005D5566">
        <w:t>Oui</w:t>
      </w:r>
      <w:r>
        <w:t xml:space="preserve">… </w:t>
      </w:r>
      <w:r w:rsidR="00530790" w:rsidRPr="005D5566">
        <w:t>prononça lentement Ignati</w:t>
      </w:r>
      <w:r>
        <w:t xml:space="preserve">, </w:t>
      </w:r>
      <w:r w:rsidR="00530790" w:rsidRPr="005D5566">
        <w:t>cela ne s</w:t>
      </w:r>
      <w:r>
        <w:t>’</w:t>
      </w:r>
      <w:r w:rsidR="00530790" w:rsidRPr="005D5566">
        <w:t>explique pas</w:t>
      </w:r>
      <w:r>
        <w:t xml:space="preserve">… </w:t>
      </w:r>
      <w:r w:rsidR="00530790" w:rsidRPr="005D5566">
        <w:t>J</w:t>
      </w:r>
      <w:r>
        <w:t>’</w:t>
      </w:r>
      <w:r w:rsidR="00530790" w:rsidRPr="005D5566">
        <w:t>ai connu</w:t>
      </w:r>
      <w:r>
        <w:t xml:space="preserve">, </w:t>
      </w:r>
      <w:r w:rsidR="00530790" w:rsidRPr="005D5566">
        <w:t>moi</w:t>
      </w:r>
      <w:r>
        <w:t xml:space="preserve">, </w:t>
      </w:r>
      <w:r w:rsidR="00530790" w:rsidRPr="005D5566">
        <w:t>un chef de district qui obligeait les paysans à saluer son cheval</w:t>
      </w:r>
      <w:r>
        <w:t xml:space="preserve">, </w:t>
      </w:r>
      <w:r w:rsidR="00530790" w:rsidRPr="005D5566">
        <w:t>quand on le promenait dans le village</w:t>
      </w:r>
      <w:r>
        <w:t xml:space="preserve">, </w:t>
      </w:r>
      <w:r w:rsidR="00530790" w:rsidRPr="005D5566">
        <w:t>et qui mettait aux arrêts ceux qui désobéissaient</w:t>
      </w:r>
      <w:r>
        <w:t xml:space="preserve">… </w:t>
      </w:r>
      <w:r w:rsidR="00530790" w:rsidRPr="005D5566">
        <w:t>Pourquoi avait-il besoin de cela</w:t>
      </w:r>
      <w:r>
        <w:t xml:space="preserve"> ?… </w:t>
      </w:r>
      <w:r w:rsidR="00530790" w:rsidRPr="005D5566">
        <w:t>Cela ne s</w:t>
      </w:r>
      <w:r>
        <w:t>’</w:t>
      </w:r>
      <w:r w:rsidR="00530790" w:rsidRPr="005D5566">
        <w:t>explique pas</w:t>
      </w:r>
      <w:r>
        <w:t xml:space="preserve">, </w:t>
      </w:r>
      <w:r w:rsidR="00530790" w:rsidRPr="005D5566">
        <w:t>non plus</w:t>
      </w:r>
      <w:r>
        <w:t> !…</w:t>
      </w:r>
    </w:p>
    <w:p w14:paraId="6AC08A59" w14:textId="77777777" w:rsidR="001C0413" w:rsidRDefault="00530790" w:rsidP="001C0413">
      <w:r w:rsidRPr="005D5566">
        <w:t>Lorsqu</w:t>
      </w:r>
      <w:r w:rsidR="001C0413">
        <w:t>’</w:t>
      </w:r>
      <w:r w:rsidRPr="005D5566">
        <w:t>ils eurent fini de manger</w:t>
      </w:r>
      <w:r w:rsidR="001C0413">
        <w:t xml:space="preserve">, </w:t>
      </w:r>
      <w:r w:rsidRPr="005D5566">
        <w:t>tous se placèrent autour du foyer</w:t>
      </w:r>
      <w:r w:rsidR="001C0413">
        <w:t xml:space="preserve"> ; </w:t>
      </w:r>
      <w:r w:rsidRPr="005D5566">
        <w:t>devant eux</w:t>
      </w:r>
      <w:r w:rsidR="001C0413">
        <w:t xml:space="preserve">, </w:t>
      </w:r>
      <w:r w:rsidRPr="005D5566">
        <w:t>le feu brûlait en dévorant rapidement le bois</w:t>
      </w:r>
      <w:r w:rsidR="001C0413">
        <w:t xml:space="preserve"> ; </w:t>
      </w:r>
      <w:r w:rsidRPr="005D5566">
        <w:t>derrière eux</w:t>
      </w:r>
      <w:r w:rsidR="001C0413">
        <w:t xml:space="preserve">, </w:t>
      </w:r>
      <w:r w:rsidRPr="005D5566">
        <w:t>les ténèbres enveloppaient le ciel et la forêt</w:t>
      </w:r>
      <w:r w:rsidR="001C0413">
        <w:t xml:space="preserve">… </w:t>
      </w:r>
      <w:r w:rsidRPr="005D5566">
        <w:t>Le malade regardait le feu</w:t>
      </w:r>
      <w:r w:rsidR="001C0413">
        <w:t xml:space="preserve">, </w:t>
      </w:r>
      <w:r w:rsidRPr="005D5566">
        <w:t>les yeux grands ouverts</w:t>
      </w:r>
      <w:r w:rsidR="001C0413">
        <w:t xml:space="preserve"> ; </w:t>
      </w:r>
      <w:r w:rsidRPr="005D5566">
        <w:t>il toussait sans s</w:t>
      </w:r>
      <w:r w:rsidR="001C0413">
        <w:t>’</w:t>
      </w:r>
      <w:r w:rsidRPr="005D5566">
        <w:t>arrêter et frissonnait</w:t>
      </w:r>
      <w:r w:rsidR="001C0413">
        <w:t xml:space="preserve">. </w:t>
      </w:r>
      <w:r w:rsidRPr="005D5566">
        <w:t>On eût dit que des débris de vie s</w:t>
      </w:r>
      <w:r w:rsidR="001C0413">
        <w:t>’</w:t>
      </w:r>
      <w:r w:rsidRPr="005D5566">
        <w:t>arrachaient de sa poitrine</w:t>
      </w:r>
      <w:r w:rsidR="001C0413">
        <w:t xml:space="preserve">, </w:t>
      </w:r>
      <w:r w:rsidRPr="005D5566">
        <w:t>pressés d</w:t>
      </w:r>
      <w:r w:rsidR="001C0413">
        <w:t>’</w:t>
      </w:r>
      <w:r w:rsidRPr="005D5566">
        <w:t>abandonner le corps décharné</w:t>
      </w:r>
      <w:r w:rsidR="001C0413">
        <w:t xml:space="preserve">. </w:t>
      </w:r>
      <w:r w:rsidRPr="005D5566">
        <w:t>Les reflets de la flamme dansaient sur son visage sans animer la peau morte</w:t>
      </w:r>
      <w:r w:rsidR="001C0413">
        <w:t xml:space="preserve">. </w:t>
      </w:r>
      <w:r w:rsidRPr="005D5566">
        <w:t>Seuls</w:t>
      </w:r>
      <w:r w:rsidR="001C0413">
        <w:t xml:space="preserve">, </w:t>
      </w:r>
      <w:r w:rsidRPr="005D5566">
        <w:t>ses yeux brûlaient d</w:t>
      </w:r>
      <w:r w:rsidR="001C0413">
        <w:t>’</w:t>
      </w:r>
      <w:r w:rsidRPr="005D5566">
        <w:t>un reflet bleuâtre et mourant</w:t>
      </w:r>
      <w:r w:rsidR="001C0413">
        <w:t>.</w:t>
      </w:r>
    </w:p>
    <w:p w14:paraId="48CCF9B8" w14:textId="77777777" w:rsidR="001C0413" w:rsidRDefault="001C0413" w:rsidP="001C0413">
      <w:r>
        <w:t>— </w:t>
      </w:r>
      <w:r w:rsidR="00530790" w:rsidRPr="005D5566">
        <w:t>Peut-être aimerais-tu mieux aller dans la cabane</w:t>
      </w:r>
      <w:r>
        <w:t xml:space="preserve">, </w:t>
      </w:r>
      <w:r w:rsidR="00530790" w:rsidRPr="005D5566">
        <w:t>hein</w:t>
      </w:r>
      <w:r>
        <w:t xml:space="preserve">, </w:t>
      </w:r>
      <w:r w:rsidR="00530790" w:rsidRPr="005D5566">
        <w:t>Saveli</w:t>
      </w:r>
      <w:r>
        <w:t xml:space="preserve"> ? </w:t>
      </w:r>
      <w:r w:rsidR="00530790" w:rsidRPr="005D5566">
        <w:t>demanda Jacob en se penchant sur lui</w:t>
      </w:r>
      <w:r>
        <w:t>.</w:t>
      </w:r>
    </w:p>
    <w:p w14:paraId="3BDF510A" w14:textId="77777777" w:rsidR="001C0413" w:rsidRDefault="001C0413" w:rsidP="001C0413">
      <w:r>
        <w:t>— </w:t>
      </w:r>
      <w:r w:rsidR="00530790" w:rsidRPr="005D5566">
        <w:t>Pourquoi</w:t>
      </w:r>
      <w:r>
        <w:t xml:space="preserve"> ? </w:t>
      </w:r>
      <w:r w:rsidR="00530790" w:rsidRPr="005D5566">
        <w:t>répondit celui-ci avec effort</w:t>
      </w:r>
      <w:r>
        <w:t xml:space="preserve">. </w:t>
      </w:r>
      <w:r w:rsidR="00530790" w:rsidRPr="005D5566">
        <w:t>Je veux rester là</w:t>
      </w:r>
      <w:r>
        <w:t xml:space="preserve">… </w:t>
      </w:r>
      <w:r w:rsidR="00530790" w:rsidRPr="005D5566">
        <w:t>je n</w:t>
      </w:r>
      <w:r>
        <w:t>’</w:t>
      </w:r>
      <w:r w:rsidR="00530790" w:rsidRPr="005D5566">
        <w:t>ai plus beaucoup de temps à vivre avec les hommes</w:t>
      </w:r>
      <w:r>
        <w:t xml:space="preserve">… </w:t>
      </w:r>
      <w:r w:rsidR="00530790" w:rsidRPr="005D5566">
        <w:t>plus bien longtemps</w:t>
      </w:r>
      <w:r>
        <w:t>.</w:t>
      </w:r>
    </w:p>
    <w:p w14:paraId="6263CDF8" w14:textId="77777777" w:rsidR="001C0413" w:rsidRDefault="00530790" w:rsidP="001C0413">
      <w:r w:rsidRPr="005D5566">
        <w:t>Il promena son regard autour de lui</w:t>
      </w:r>
      <w:r w:rsidR="001C0413">
        <w:t xml:space="preserve">, </w:t>
      </w:r>
      <w:r w:rsidRPr="005D5566">
        <w:t>garda un instant le silence et reprit</w:t>
      </w:r>
      <w:r w:rsidR="001C0413">
        <w:t xml:space="preserve">, </w:t>
      </w:r>
      <w:r w:rsidRPr="005D5566">
        <w:t>avec un pâle sourire</w:t>
      </w:r>
      <w:r w:rsidR="001C0413">
        <w:t> :</w:t>
      </w:r>
    </w:p>
    <w:p w14:paraId="4E4E4E3F" w14:textId="77777777" w:rsidR="001C0413" w:rsidRDefault="001C0413" w:rsidP="001C0413">
      <w:r>
        <w:t>— </w:t>
      </w:r>
      <w:r w:rsidR="00530790" w:rsidRPr="005D5566">
        <w:t>Je me sens bien parmi vous</w:t>
      </w:r>
      <w:r>
        <w:t xml:space="preserve"> ; </w:t>
      </w:r>
      <w:r w:rsidR="00530790" w:rsidRPr="005D5566">
        <w:t>je vous regarde et me dis que peut-être c</w:t>
      </w:r>
      <w:r>
        <w:t>’</w:t>
      </w:r>
      <w:r w:rsidR="00530790" w:rsidRPr="005D5566">
        <w:t>est vous qui vengerez tous ceux qu</w:t>
      </w:r>
      <w:r>
        <w:t>’</w:t>
      </w:r>
      <w:r w:rsidR="00530790" w:rsidRPr="005D5566">
        <w:t>on a maltraités</w:t>
      </w:r>
      <w:r>
        <w:t xml:space="preserve">… </w:t>
      </w:r>
      <w:r w:rsidR="00530790" w:rsidRPr="005D5566">
        <w:t>le peuple tout entier</w:t>
      </w:r>
      <w:r>
        <w:t> !…</w:t>
      </w:r>
    </w:p>
    <w:p w14:paraId="41039213" w14:textId="77777777" w:rsidR="001C0413" w:rsidRDefault="00530790" w:rsidP="001C0413">
      <w:r w:rsidRPr="005D5566">
        <w:t>Personne ne lui répondit</w:t>
      </w:r>
      <w:r w:rsidR="001C0413">
        <w:t xml:space="preserve"> ; </w:t>
      </w:r>
      <w:r w:rsidRPr="005D5566">
        <w:t>il se mit bientôt à sommeiller</w:t>
      </w:r>
      <w:r w:rsidR="001C0413">
        <w:t xml:space="preserve">, </w:t>
      </w:r>
      <w:r w:rsidRPr="005D5566">
        <w:t>laissant retomber sa tête sur sa poitrine</w:t>
      </w:r>
      <w:r w:rsidR="001C0413">
        <w:t xml:space="preserve">. </w:t>
      </w:r>
      <w:r w:rsidRPr="005D5566">
        <w:t>Rybine le regarda longuement</w:t>
      </w:r>
      <w:r w:rsidR="001C0413">
        <w:t xml:space="preserve">, </w:t>
      </w:r>
      <w:r w:rsidRPr="005D5566">
        <w:t>et dit à voix basse</w:t>
      </w:r>
      <w:r w:rsidR="001C0413">
        <w:t> :</w:t>
      </w:r>
    </w:p>
    <w:p w14:paraId="61733019" w14:textId="77777777" w:rsidR="001C0413" w:rsidRDefault="001C0413" w:rsidP="001C0413">
      <w:r>
        <w:lastRenderedPageBreak/>
        <w:t>— </w:t>
      </w:r>
      <w:r w:rsidR="00530790" w:rsidRPr="005D5566">
        <w:t>Il vient nous voir</w:t>
      </w:r>
      <w:r>
        <w:t xml:space="preserve">, </w:t>
      </w:r>
      <w:r w:rsidR="00530790" w:rsidRPr="005D5566">
        <w:t>il s</w:t>
      </w:r>
      <w:r>
        <w:t>’</w:t>
      </w:r>
      <w:r w:rsidR="00530790" w:rsidRPr="005D5566">
        <w:t>assied et raconte toujours la même chose</w:t>
      </w:r>
      <w:r>
        <w:t>…</w:t>
      </w:r>
    </w:p>
    <w:p w14:paraId="479655A7" w14:textId="77777777" w:rsidR="001C0413" w:rsidRDefault="001C0413" w:rsidP="001C0413">
      <w:r>
        <w:t>— </w:t>
      </w:r>
      <w:r w:rsidR="00530790" w:rsidRPr="005D5566">
        <w:t>C</w:t>
      </w:r>
      <w:r>
        <w:t>’</w:t>
      </w:r>
      <w:r w:rsidR="00530790" w:rsidRPr="005D5566">
        <w:t>est ennuyeux de l</w:t>
      </w:r>
      <w:r>
        <w:t>’</w:t>
      </w:r>
      <w:r w:rsidR="00530790" w:rsidRPr="005D5566">
        <w:t>entendre se répéter</w:t>
      </w:r>
      <w:r>
        <w:t xml:space="preserve"> ! </w:t>
      </w:r>
      <w:r w:rsidR="00530790" w:rsidRPr="005D5566">
        <w:t>dit Ignati à voix basse</w:t>
      </w:r>
      <w:r>
        <w:t xml:space="preserve">. </w:t>
      </w:r>
      <w:r w:rsidR="00530790" w:rsidRPr="005D5566">
        <w:t>Quand on n</w:t>
      </w:r>
      <w:r>
        <w:t>’</w:t>
      </w:r>
      <w:r w:rsidR="00530790" w:rsidRPr="005D5566">
        <w:t>aurait entendu cette histoire qu</w:t>
      </w:r>
      <w:r>
        <w:t>’</w:t>
      </w:r>
      <w:r w:rsidR="00530790" w:rsidRPr="005D5566">
        <w:t>une fois</w:t>
      </w:r>
      <w:r>
        <w:t xml:space="preserve">, </w:t>
      </w:r>
      <w:r w:rsidR="00530790" w:rsidRPr="005D5566">
        <w:t>on ne l</w:t>
      </w:r>
      <w:r>
        <w:t>’</w:t>
      </w:r>
      <w:r w:rsidR="00530790" w:rsidRPr="005D5566">
        <w:t>oublierait pas</w:t>
      </w:r>
      <w:r>
        <w:t xml:space="preserve">… </w:t>
      </w:r>
      <w:r w:rsidR="00530790" w:rsidRPr="005D5566">
        <w:t>et lui</w:t>
      </w:r>
      <w:r>
        <w:t xml:space="preserve">, </w:t>
      </w:r>
      <w:r w:rsidR="00530790" w:rsidRPr="005D5566">
        <w:t>il la rabâche sans cesse</w:t>
      </w:r>
      <w:r>
        <w:t> !</w:t>
      </w:r>
    </w:p>
    <w:p w14:paraId="5C5B1E47" w14:textId="1B091C7B" w:rsidR="001C0413" w:rsidRDefault="001C0413" w:rsidP="001C0413">
      <w:r>
        <w:t>— </w:t>
      </w:r>
      <w:r w:rsidR="00530790" w:rsidRPr="005D5566">
        <w:t>C</w:t>
      </w:r>
      <w:r>
        <w:t>’</w:t>
      </w:r>
      <w:r w:rsidR="00530790" w:rsidRPr="005D5566">
        <w:t>est que</w:t>
      </w:r>
      <w:r>
        <w:t xml:space="preserve">, </w:t>
      </w:r>
      <w:r w:rsidR="00530790" w:rsidRPr="005D5566">
        <w:t>pour lui</w:t>
      </w:r>
      <w:r>
        <w:t xml:space="preserve">, </w:t>
      </w:r>
      <w:r w:rsidR="00530790" w:rsidRPr="005D5566">
        <w:t>elle contient tout</w:t>
      </w:r>
      <w:r>
        <w:t xml:space="preserve">, </w:t>
      </w:r>
      <w:r w:rsidR="00530790" w:rsidRPr="005D5566">
        <w:t>sa vie tout entière</w:t>
      </w:r>
      <w:r>
        <w:t xml:space="preserve">, </w:t>
      </w:r>
      <w:r w:rsidR="00530790" w:rsidRPr="005D5566">
        <w:t>comprends-le donc</w:t>
      </w:r>
      <w:r>
        <w:t xml:space="preserve"> ! </w:t>
      </w:r>
      <w:r w:rsidR="00530790" w:rsidRPr="005D5566">
        <w:t>fit Rybine d</w:t>
      </w:r>
      <w:r>
        <w:t>’</w:t>
      </w:r>
      <w:r w:rsidR="00530790" w:rsidRPr="005D5566">
        <w:t>un air sombre</w:t>
      </w:r>
      <w:r>
        <w:t xml:space="preserve">… </w:t>
      </w:r>
      <w:r w:rsidR="00530790" w:rsidRPr="005D5566">
        <w:t>et aussi la vie d</w:t>
      </w:r>
      <w:r>
        <w:t>’</w:t>
      </w:r>
      <w:r w:rsidR="00530790" w:rsidRPr="005D5566">
        <w:t>une foule de gens</w:t>
      </w:r>
      <w:r>
        <w:t xml:space="preserve">. </w:t>
      </w:r>
      <w:r w:rsidR="00530790" w:rsidRPr="005D5566">
        <w:t>J</w:t>
      </w:r>
      <w:r>
        <w:t>’</w:t>
      </w:r>
      <w:r w:rsidR="00530790" w:rsidRPr="005D5566">
        <w:t>ai entendu son histoire des dizaines de fois et</w:t>
      </w:r>
      <w:r>
        <w:t xml:space="preserve">, </w:t>
      </w:r>
      <w:r w:rsidR="00530790" w:rsidRPr="005D5566">
        <w:t>pourtant</w:t>
      </w:r>
      <w:r>
        <w:t xml:space="preserve">, </w:t>
      </w:r>
      <w:r w:rsidR="00530790" w:rsidRPr="005D5566">
        <w:t>il arrive parfois que j</w:t>
      </w:r>
      <w:r>
        <w:t>’</w:t>
      </w:r>
      <w:r w:rsidR="00530790" w:rsidRPr="005D5566">
        <w:t>ai des doutes</w:t>
      </w:r>
      <w:r>
        <w:t xml:space="preserve">. </w:t>
      </w:r>
      <w:r w:rsidR="00530790" w:rsidRPr="005D5566">
        <w:t>Il y a des heures bonnes où on ne veut pas croire à la vilenie de l</w:t>
      </w:r>
      <w:r>
        <w:t>’</w:t>
      </w:r>
      <w:r w:rsidR="00530790" w:rsidRPr="005D5566">
        <w:t>homme</w:t>
      </w:r>
      <w:r>
        <w:t xml:space="preserve">, </w:t>
      </w:r>
      <w:r w:rsidR="00530790" w:rsidRPr="005D5566">
        <w:t>ni à sa folie</w:t>
      </w:r>
      <w:r>
        <w:t xml:space="preserve">, </w:t>
      </w:r>
      <w:r w:rsidR="00530790" w:rsidRPr="005D5566">
        <w:t>où on a pitié de tous</w:t>
      </w:r>
      <w:r>
        <w:t xml:space="preserve">, </w:t>
      </w:r>
      <w:r w:rsidR="00530790" w:rsidRPr="005D5566">
        <w:t>du riche comme du pauvre</w:t>
      </w:r>
      <w:r>
        <w:t xml:space="preserve">… </w:t>
      </w:r>
      <w:r w:rsidR="00530790" w:rsidRPr="005D5566">
        <w:t>car le riche aussi fait fausse route</w:t>
      </w:r>
      <w:r>
        <w:t xml:space="preserve">… </w:t>
      </w:r>
      <w:r w:rsidR="00530790" w:rsidRPr="005D5566">
        <w:t>L</w:t>
      </w:r>
      <w:r>
        <w:t>’</w:t>
      </w:r>
      <w:r w:rsidR="00530790" w:rsidRPr="005D5566">
        <w:t>un est aveuglé par la faim</w:t>
      </w:r>
      <w:r>
        <w:t xml:space="preserve">, </w:t>
      </w:r>
      <w:r w:rsidR="00530790" w:rsidRPr="005D5566">
        <w:t>l</w:t>
      </w:r>
      <w:r>
        <w:t>’</w:t>
      </w:r>
      <w:r w:rsidR="00530790" w:rsidRPr="005D5566">
        <w:t>autre par l</w:t>
      </w:r>
      <w:r>
        <w:t>’</w:t>
      </w:r>
      <w:r w:rsidR="00530790" w:rsidRPr="005D5566">
        <w:t>or</w:t>
      </w:r>
      <w:r>
        <w:t xml:space="preserve">… </w:t>
      </w:r>
      <w:r w:rsidR="00530790" w:rsidRPr="005D5566">
        <w:t>Et alors</w:t>
      </w:r>
      <w:r>
        <w:t xml:space="preserve">, </w:t>
      </w:r>
      <w:r w:rsidR="00530790" w:rsidRPr="005D5566">
        <w:t>on se dit</w:t>
      </w:r>
      <w:r>
        <w:t> : « </w:t>
      </w:r>
      <w:r w:rsidR="00530790" w:rsidRPr="005D5566">
        <w:t>Ah</w:t>
      </w:r>
      <w:r>
        <w:t xml:space="preserve"> ! </w:t>
      </w:r>
      <w:r w:rsidR="00530790" w:rsidRPr="005D5566">
        <w:t>hommes</w:t>
      </w:r>
      <w:r>
        <w:t xml:space="preserve">, </w:t>
      </w:r>
      <w:r w:rsidR="00530790" w:rsidRPr="005D5566">
        <w:t>ah</w:t>
      </w:r>
      <w:r>
        <w:t xml:space="preserve"> ! </w:t>
      </w:r>
      <w:r w:rsidR="00530790" w:rsidRPr="005D5566">
        <w:t>frères</w:t>
      </w:r>
      <w:r>
        <w:t xml:space="preserve">. </w:t>
      </w:r>
      <w:r w:rsidR="00530790" w:rsidRPr="005D5566">
        <w:t>Secouez-vous</w:t>
      </w:r>
      <w:r>
        <w:t xml:space="preserve">, </w:t>
      </w:r>
      <w:r w:rsidR="00530790" w:rsidRPr="005D5566">
        <w:t>réfléchissez loyalement</w:t>
      </w:r>
      <w:r>
        <w:t xml:space="preserve">, </w:t>
      </w:r>
      <w:r w:rsidR="00530790" w:rsidRPr="005D5566">
        <w:t>réfléchissez</w:t>
      </w:r>
      <w:r>
        <w:t>. »</w:t>
      </w:r>
    </w:p>
    <w:p w14:paraId="33A48D22" w14:textId="77777777" w:rsidR="001C0413" w:rsidRDefault="00530790" w:rsidP="001C0413">
      <w:r w:rsidRPr="005D5566">
        <w:t>Le malade se balança</w:t>
      </w:r>
      <w:r w:rsidR="001C0413">
        <w:t xml:space="preserve">, </w:t>
      </w:r>
      <w:r w:rsidRPr="005D5566">
        <w:t>ouvrit les yeux et se coucha sur le sol</w:t>
      </w:r>
      <w:r w:rsidR="001C0413">
        <w:t xml:space="preserve">. </w:t>
      </w:r>
      <w:r w:rsidRPr="005D5566">
        <w:t>Sans faire de bruit</w:t>
      </w:r>
      <w:r w:rsidR="001C0413">
        <w:t xml:space="preserve">, </w:t>
      </w:r>
      <w:r w:rsidRPr="005D5566">
        <w:t>Jacob se leva et alla chercher dans la cabane une petite pelisse qu</w:t>
      </w:r>
      <w:r w:rsidR="001C0413">
        <w:t>’</w:t>
      </w:r>
      <w:r w:rsidRPr="005D5566">
        <w:t>il jeta sur Saveli</w:t>
      </w:r>
      <w:r w:rsidR="001C0413">
        <w:t xml:space="preserve">, </w:t>
      </w:r>
      <w:r w:rsidRPr="005D5566">
        <w:t>puis il s</w:t>
      </w:r>
      <w:r w:rsidR="001C0413">
        <w:t>’</w:t>
      </w:r>
      <w:r w:rsidRPr="005D5566">
        <w:t>assit de nouveau à côté de Sophie</w:t>
      </w:r>
      <w:r w:rsidR="001C0413">
        <w:t>.</w:t>
      </w:r>
    </w:p>
    <w:p w14:paraId="53F39DF1" w14:textId="77777777" w:rsidR="001C0413" w:rsidRDefault="00530790" w:rsidP="001C0413">
      <w:r w:rsidRPr="005D5566">
        <w:t>Aux voix humaines se mêlaient le sourd crépitement du bois et le chuchotement des flammes</w:t>
      </w:r>
      <w:r w:rsidR="001C0413">
        <w:t xml:space="preserve"> ; </w:t>
      </w:r>
      <w:r w:rsidRPr="005D5566">
        <w:t>et le feu</w:t>
      </w:r>
      <w:r w:rsidR="001C0413">
        <w:t xml:space="preserve">, </w:t>
      </w:r>
      <w:r w:rsidRPr="005D5566">
        <w:t>semblable à un visage rubicond</w:t>
      </w:r>
      <w:r w:rsidR="001C0413">
        <w:t xml:space="preserve">, </w:t>
      </w:r>
      <w:r w:rsidRPr="005D5566">
        <w:t>avait l</w:t>
      </w:r>
      <w:r w:rsidR="001C0413">
        <w:t>’</w:t>
      </w:r>
      <w:r w:rsidRPr="005D5566">
        <w:t>air de sourire avec malice aux sombres silhouettes qui l</w:t>
      </w:r>
      <w:r w:rsidR="001C0413">
        <w:t>’</w:t>
      </w:r>
      <w:r w:rsidRPr="005D5566">
        <w:t>entouraient</w:t>
      </w:r>
      <w:r w:rsidR="001C0413">
        <w:t>.</w:t>
      </w:r>
    </w:p>
    <w:p w14:paraId="27B659E6" w14:textId="77777777" w:rsidR="001C0413" w:rsidRDefault="00530790" w:rsidP="001C0413">
      <w:pPr>
        <w:rPr>
          <w:bCs/>
        </w:rPr>
      </w:pPr>
      <w:r w:rsidRPr="005D5566">
        <w:t xml:space="preserve">Sophie se mit à parler de la lutte des peuples pour </w:t>
      </w:r>
      <w:r w:rsidRPr="005D5566">
        <w:rPr>
          <w:bCs/>
        </w:rPr>
        <w:t>acquérir le droit à la vie et à la liberté</w:t>
      </w:r>
      <w:r w:rsidR="001C0413">
        <w:rPr>
          <w:bCs/>
        </w:rPr>
        <w:t xml:space="preserve">, </w:t>
      </w:r>
      <w:r w:rsidRPr="005D5566">
        <w:rPr>
          <w:bCs/>
        </w:rPr>
        <w:t>des anciens combats des paysans d</w:t>
      </w:r>
      <w:r w:rsidR="001C0413">
        <w:rPr>
          <w:bCs/>
        </w:rPr>
        <w:t>’</w:t>
      </w:r>
      <w:r w:rsidRPr="005D5566">
        <w:rPr>
          <w:bCs/>
        </w:rPr>
        <w:t>Allemagne</w:t>
      </w:r>
      <w:r w:rsidR="001C0413">
        <w:rPr>
          <w:bCs/>
        </w:rPr>
        <w:t xml:space="preserve">, </w:t>
      </w:r>
      <w:r w:rsidRPr="005D5566">
        <w:rPr>
          <w:bCs/>
        </w:rPr>
        <w:t>des malheurs des Irlandais</w:t>
      </w:r>
      <w:r w:rsidR="001C0413">
        <w:rPr>
          <w:bCs/>
        </w:rPr>
        <w:t xml:space="preserve">, </w:t>
      </w:r>
      <w:r w:rsidRPr="005D5566">
        <w:rPr>
          <w:bCs/>
        </w:rPr>
        <w:t>des exploits des ouvriers français</w:t>
      </w:r>
      <w:r w:rsidR="001C0413">
        <w:rPr>
          <w:bCs/>
        </w:rPr>
        <w:t>.</w:t>
      </w:r>
    </w:p>
    <w:p w14:paraId="35758AE6" w14:textId="77777777" w:rsidR="001C0413" w:rsidRDefault="00530790" w:rsidP="001C0413">
      <w:pPr>
        <w:rPr>
          <w:bCs/>
        </w:rPr>
      </w:pPr>
      <w:r w:rsidRPr="005D5566">
        <w:rPr>
          <w:bCs/>
        </w:rPr>
        <w:t>Dans la forêt</w:t>
      </w:r>
      <w:r w:rsidR="001C0413">
        <w:rPr>
          <w:bCs/>
        </w:rPr>
        <w:t xml:space="preserve">, </w:t>
      </w:r>
      <w:r w:rsidRPr="005D5566">
        <w:rPr>
          <w:bCs/>
        </w:rPr>
        <w:t>revêtue de velours</w:t>
      </w:r>
      <w:r w:rsidR="001C0413">
        <w:rPr>
          <w:bCs/>
        </w:rPr>
        <w:t xml:space="preserve">, </w:t>
      </w:r>
      <w:r w:rsidRPr="005D5566">
        <w:rPr>
          <w:bCs/>
        </w:rPr>
        <w:t>dans la petite clairière bornée par les arbres muets</w:t>
      </w:r>
      <w:r w:rsidR="001C0413">
        <w:rPr>
          <w:bCs/>
        </w:rPr>
        <w:t xml:space="preserve">, </w:t>
      </w:r>
      <w:r w:rsidRPr="005D5566">
        <w:rPr>
          <w:bCs/>
        </w:rPr>
        <w:t>sous la voûte du ciel obscur</w:t>
      </w:r>
      <w:r w:rsidR="001C0413">
        <w:rPr>
          <w:bCs/>
        </w:rPr>
        <w:t xml:space="preserve">, </w:t>
      </w:r>
      <w:r w:rsidRPr="005D5566">
        <w:rPr>
          <w:bCs/>
        </w:rPr>
        <w:t>devant le riant foyer</w:t>
      </w:r>
      <w:r w:rsidR="001C0413">
        <w:rPr>
          <w:bCs/>
        </w:rPr>
        <w:t xml:space="preserve">, </w:t>
      </w:r>
      <w:r w:rsidRPr="005D5566">
        <w:rPr>
          <w:bCs/>
        </w:rPr>
        <w:t>au milieu d</w:t>
      </w:r>
      <w:r w:rsidR="001C0413">
        <w:rPr>
          <w:bCs/>
        </w:rPr>
        <w:t>’</w:t>
      </w:r>
      <w:r w:rsidRPr="005D5566">
        <w:rPr>
          <w:bCs/>
        </w:rPr>
        <w:t>un cercle d</w:t>
      </w:r>
      <w:r w:rsidR="001C0413">
        <w:rPr>
          <w:bCs/>
        </w:rPr>
        <w:t>’</w:t>
      </w:r>
      <w:r w:rsidRPr="005D5566">
        <w:rPr>
          <w:bCs/>
        </w:rPr>
        <w:t xml:space="preserve">ombres hostiles et </w:t>
      </w:r>
      <w:r w:rsidRPr="005D5566">
        <w:rPr>
          <w:bCs/>
        </w:rPr>
        <w:lastRenderedPageBreak/>
        <w:t>étonnées</w:t>
      </w:r>
      <w:r w:rsidR="001C0413">
        <w:rPr>
          <w:bCs/>
        </w:rPr>
        <w:t xml:space="preserve">, </w:t>
      </w:r>
      <w:r w:rsidRPr="005D5566">
        <w:rPr>
          <w:bCs/>
        </w:rPr>
        <w:t>ressuscitaient des événements qui avaient bouleversé le monde des repus</w:t>
      </w:r>
      <w:r w:rsidR="001C0413">
        <w:rPr>
          <w:bCs/>
        </w:rPr>
        <w:t xml:space="preserve">, </w:t>
      </w:r>
      <w:r w:rsidRPr="005D5566">
        <w:rPr>
          <w:bCs/>
        </w:rPr>
        <w:t>des gens follement avides</w:t>
      </w:r>
      <w:r w:rsidR="001C0413">
        <w:rPr>
          <w:bCs/>
        </w:rPr>
        <w:t xml:space="preserve"> ; </w:t>
      </w:r>
      <w:r w:rsidRPr="005D5566">
        <w:rPr>
          <w:bCs/>
        </w:rPr>
        <w:t>les peuples de la terre défilaient les uns après les autres</w:t>
      </w:r>
      <w:r w:rsidR="001C0413">
        <w:rPr>
          <w:bCs/>
        </w:rPr>
        <w:t xml:space="preserve">, </w:t>
      </w:r>
      <w:r w:rsidRPr="005D5566">
        <w:rPr>
          <w:bCs/>
        </w:rPr>
        <w:t>saignants</w:t>
      </w:r>
      <w:r w:rsidR="001C0413">
        <w:rPr>
          <w:bCs/>
        </w:rPr>
        <w:t xml:space="preserve">, </w:t>
      </w:r>
      <w:r w:rsidRPr="005D5566">
        <w:rPr>
          <w:bCs/>
        </w:rPr>
        <w:t>épuisés par la lutte</w:t>
      </w:r>
      <w:r w:rsidR="001C0413">
        <w:rPr>
          <w:bCs/>
        </w:rPr>
        <w:t xml:space="preserve"> ; </w:t>
      </w:r>
      <w:r w:rsidRPr="005D5566">
        <w:rPr>
          <w:bCs/>
        </w:rPr>
        <w:t>on célébrait les noms des héros de la liberté et de la vérité</w:t>
      </w:r>
      <w:r w:rsidR="001C0413">
        <w:rPr>
          <w:bCs/>
        </w:rPr>
        <w:t>…</w:t>
      </w:r>
    </w:p>
    <w:p w14:paraId="37F0B631" w14:textId="77777777" w:rsidR="001C0413" w:rsidRDefault="00530790" w:rsidP="001C0413">
      <w:pPr>
        <w:rPr>
          <w:bCs/>
        </w:rPr>
      </w:pPr>
      <w:r w:rsidRPr="005D5566">
        <w:rPr>
          <w:bCs/>
        </w:rPr>
        <w:t>La voix rauque de la femme résonnait avec douceur comme si elle fût sortie du passé</w:t>
      </w:r>
      <w:r w:rsidR="001C0413">
        <w:rPr>
          <w:bCs/>
        </w:rPr>
        <w:t xml:space="preserve">. </w:t>
      </w:r>
      <w:r w:rsidRPr="005D5566">
        <w:rPr>
          <w:bCs/>
        </w:rPr>
        <w:t>Elle éveillait des espoirs</w:t>
      </w:r>
      <w:r w:rsidR="001C0413">
        <w:rPr>
          <w:bCs/>
        </w:rPr>
        <w:t xml:space="preserve">, </w:t>
      </w:r>
      <w:r w:rsidRPr="005D5566">
        <w:rPr>
          <w:bCs/>
        </w:rPr>
        <w:t>inspirait confiance</w:t>
      </w:r>
      <w:r w:rsidR="001C0413">
        <w:rPr>
          <w:bCs/>
        </w:rPr>
        <w:t xml:space="preserve">. </w:t>
      </w:r>
      <w:r w:rsidRPr="005D5566">
        <w:rPr>
          <w:bCs/>
        </w:rPr>
        <w:t>Les auditeurs écoutaient sans mot dire cette musique</w:t>
      </w:r>
      <w:r w:rsidR="001C0413">
        <w:rPr>
          <w:bCs/>
        </w:rPr>
        <w:t xml:space="preserve">, </w:t>
      </w:r>
      <w:r w:rsidRPr="005D5566">
        <w:rPr>
          <w:bCs/>
        </w:rPr>
        <w:t>la grande histoire de leurs frères en esprit</w:t>
      </w:r>
      <w:r w:rsidR="001C0413">
        <w:rPr>
          <w:bCs/>
        </w:rPr>
        <w:t xml:space="preserve">. </w:t>
      </w:r>
      <w:r w:rsidRPr="005D5566">
        <w:rPr>
          <w:bCs/>
        </w:rPr>
        <w:t>Ils regardaient le visage pâle et maigre</w:t>
      </w:r>
      <w:r w:rsidR="001C0413">
        <w:rPr>
          <w:bCs/>
        </w:rPr>
        <w:t xml:space="preserve">, </w:t>
      </w:r>
      <w:r w:rsidRPr="005D5566">
        <w:rPr>
          <w:bCs/>
        </w:rPr>
        <w:t>ils souriaient pour répondre au sourire des yeux gris</w:t>
      </w:r>
      <w:r w:rsidR="001C0413">
        <w:rPr>
          <w:bCs/>
        </w:rPr>
        <w:t xml:space="preserve">. </w:t>
      </w:r>
      <w:r w:rsidRPr="005D5566">
        <w:rPr>
          <w:bCs/>
        </w:rPr>
        <w:t>Et une lumière toujours plus vive éclairait pour eux la cause sacrée de l</w:t>
      </w:r>
      <w:r w:rsidR="001C0413">
        <w:rPr>
          <w:bCs/>
        </w:rPr>
        <w:t>’</w:t>
      </w:r>
      <w:r w:rsidRPr="005D5566">
        <w:rPr>
          <w:bCs/>
        </w:rPr>
        <w:t>humanité</w:t>
      </w:r>
      <w:r w:rsidR="001C0413">
        <w:rPr>
          <w:bCs/>
        </w:rPr>
        <w:t xml:space="preserve"> ; </w:t>
      </w:r>
      <w:r w:rsidRPr="005D5566">
        <w:rPr>
          <w:bCs/>
        </w:rPr>
        <w:t>en eux se développait de plus en plus le sentiment de la parenté morale avec leurs frères du monde entier</w:t>
      </w:r>
      <w:r w:rsidR="001C0413">
        <w:rPr>
          <w:bCs/>
        </w:rPr>
        <w:t xml:space="preserve"> ; </w:t>
      </w:r>
      <w:r w:rsidRPr="005D5566">
        <w:rPr>
          <w:bCs/>
        </w:rPr>
        <w:t>un nouveau cœur naissait pour eux en la terre</w:t>
      </w:r>
      <w:r w:rsidR="001C0413">
        <w:rPr>
          <w:bCs/>
        </w:rPr>
        <w:t xml:space="preserve">, </w:t>
      </w:r>
      <w:r w:rsidRPr="005D5566">
        <w:rPr>
          <w:bCs/>
        </w:rPr>
        <w:t>et ils étaient pleins du désir de tout comprendre</w:t>
      </w:r>
      <w:r w:rsidR="001C0413">
        <w:rPr>
          <w:bCs/>
        </w:rPr>
        <w:t xml:space="preserve">, </w:t>
      </w:r>
      <w:r w:rsidRPr="005D5566">
        <w:rPr>
          <w:bCs/>
        </w:rPr>
        <w:t>de tout unir en lui</w:t>
      </w:r>
      <w:r w:rsidR="001C0413">
        <w:rPr>
          <w:bCs/>
        </w:rPr>
        <w:t>…</w:t>
      </w:r>
    </w:p>
    <w:p w14:paraId="5B5DAC6C" w14:textId="77777777" w:rsidR="001C0413" w:rsidRDefault="001C0413" w:rsidP="001C0413">
      <w:pPr>
        <w:rPr>
          <w:bCs/>
        </w:rPr>
      </w:pPr>
      <w:r>
        <w:t>— </w:t>
      </w:r>
      <w:r w:rsidR="00530790" w:rsidRPr="005D5566">
        <w:rPr>
          <w:bCs/>
        </w:rPr>
        <w:t>Le jour viendra où tous les peuples lèveront la tête et s</w:t>
      </w:r>
      <w:r>
        <w:rPr>
          <w:bCs/>
        </w:rPr>
        <w:t>’</w:t>
      </w:r>
      <w:r w:rsidR="00530790" w:rsidRPr="005D5566">
        <w:rPr>
          <w:bCs/>
        </w:rPr>
        <w:t>écrieront</w:t>
      </w:r>
      <w:r>
        <w:rPr>
          <w:bCs/>
        </w:rPr>
        <w:t xml:space="preserve"> : </w:t>
      </w:r>
      <w:r w:rsidR="00530790" w:rsidRPr="005D5566">
        <w:rPr>
          <w:bCs/>
        </w:rPr>
        <w:t>C</w:t>
      </w:r>
      <w:r>
        <w:rPr>
          <w:bCs/>
        </w:rPr>
        <w:t>’</w:t>
      </w:r>
      <w:r w:rsidR="00530790" w:rsidRPr="005D5566">
        <w:rPr>
          <w:bCs/>
        </w:rPr>
        <w:t>est assez</w:t>
      </w:r>
      <w:r>
        <w:rPr>
          <w:bCs/>
        </w:rPr>
        <w:t xml:space="preserve"> ! </w:t>
      </w:r>
      <w:r w:rsidR="00530790" w:rsidRPr="005D5566">
        <w:rPr>
          <w:bCs/>
        </w:rPr>
        <w:t>nous n</w:t>
      </w:r>
      <w:r>
        <w:rPr>
          <w:bCs/>
        </w:rPr>
        <w:t>’</w:t>
      </w:r>
      <w:r w:rsidR="00530790" w:rsidRPr="005D5566">
        <w:rPr>
          <w:bCs/>
        </w:rPr>
        <w:t>en voulons plus de cette vie</w:t>
      </w:r>
      <w:r>
        <w:rPr>
          <w:bCs/>
        </w:rPr>
        <w:t xml:space="preserve"> ! </w:t>
      </w:r>
      <w:r w:rsidR="00530790" w:rsidRPr="005D5566">
        <w:rPr>
          <w:bCs/>
        </w:rPr>
        <w:t>disait Sophie d</w:t>
      </w:r>
      <w:r>
        <w:rPr>
          <w:bCs/>
        </w:rPr>
        <w:t>’</w:t>
      </w:r>
      <w:r w:rsidR="00530790" w:rsidRPr="005D5566">
        <w:rPr>
          <w:bCs/>
        </w:rPr>
        <w:t>une voix sonore</w:t>
      </w:r>
      <w:r>
        <w:rPr>
          <w:bCs/>
        </w:rPr>
        <w:t xml:space="preserve">, </w:t>
      </w:r>
      <w:r w:rsidR="00530790" w:rsidRPr="005D5566">
        <w:rPr>
          <w:bCs/>
        </w:rPr>
        <w:t>et alors s</w:t>
      </w:r>
      <w:r>
        <w:rPr>
          <w:bCs/>
        </w:rPr>
        <w:t>’</w:t>
      </w:r>
      <w:r w:rsidR="00530790" w:rsidRPr="005D5566">
        <w:rPr>
          <w:bCs/>
        </w:rPr>
        <w:t>écroulera la puissance factice de ceux qui ne sont forts que de leur avidité</w:t>
      </w:r>
      <w:r>
        <w:rPr>
          <w:bCs/>
        </w:rPr>
        <w:t xml:space="preserve">, </w:t>
      </w:r>
      <w:r w:rsidR="00530790" w:rsidRPr="005D5566">
        <w:rPr>
          <w:bCs/>
        </w:rPr>
        <w:t>la terre se dérobera sous leurs pas</w:t>
      </w:r>
      <w:r>
        <w:rPr>
          <w:bCs/>
        </w:rPr>
        <w:t xml:space="preserve">, </w:t>
      </w:r>
      <w:r w:rsidR="00530790" w:rsidRPr="005D5566">
        <w:rPr>
          <w:bCs/>
        </w:rPr>
        <w:t>ils ne sauront plus sur quoi s</w:t>
      </w:r>
      <w:r>
        <w:rPr>
          <w:bCs/>
        </w:rPr>
        <w:t>’</w:t>
      </w:r>
      <w:r w:rsidR="00530790" w:rsidRPr="005D5566">
        <w:rPr>
          <w:bCs/>
        </w:rPr>
        <w:t>appuyer</w:t>
      </w:r>
      <w:r>
        <w:rPr>
          <w:bCs/>
        </w:rPr>
        <w:t>…</w:t>
      </w:r>
    </w:p>
    <w:p w14:paraId="00C40A2D" w14:textId="77777777" w:rsidR="001C0413" w:rsidRDefault="001C0413" w:rsidP="001C0413">
      <w:pPr>
        <w:rPr>
          <w:bCs/>
        </w:rPr>
      </w:pPr>
      <w:r>
        <w:t>— </w:t>
      </w:r>
      <w:r w:rsidR="00530790" w:rsidRPr="005D5566">
        <w:rPr>
          <w:bCs/>
        </w:rPr>
        <w:t>C</w:t>
      </w:r>
      <w:r>
        <w:rPr>
          <w:bCs/>
        </w:rPr>
        <w:t>’</w:t>
      </w:r>
      <w:r w:rsidR="00530790" w:rsidRPr="005D5566">
        <w:rPr>
          <w:bCs/>
        </w:rPr>
        <w:t>est ce qui arrivera</w:t>
      </w:r>
      <w:r>
        <w:rPr>
          <w:bCs/>
        </w:rPr>
        <w:t xml:space="preserve"> ! </w:t>
      </w:r>
      <w:r w:rsidR="00530790" w:rsidRPr="005D5566">
        <w:rPr>
          <w:bCs/>
        </w:rPr>
        <w:t>ajouta Rybine</w:t>
      </w:r>
      <w:r>
        <w:rPr>
          <w:bCs/>
        </w:rPr>
        <w:t xml:space="preserve">, </w:t>
      </w:r>
      <w:r w:rsidR="00530790" w:rsidRPr="005D5566">
        <w:rPr>
          <w:bCs/>
        </w:rPr>
        <w:t>tête baissée</w:t>
      </w:r>
      <w:r>
        <w:rPr>
          <w:bCs/>
        </w:rPr>
        <w:t xml:space="preserve">. </w:t>
      </w:r>
      <w:r w:rsidR="00530790" w:rsidRPr="005D5566">
        <w:rPr>
          <w:bCs/>
        </w:rPr>
        <w:t>En ne ménageant pas ses forces</w:t>
      </w:r>
      <w:r>
        <w:rPr>
          <w:bCs/>
        </w:rPr>
        <w:t xml:space="preserve">, </w:t>
      </w:r>
      <w:r w:rsidR="00530790" w:rsidRPr="005D5566">
        <w:rPr>
          <w:bCs/>
        </w:rPr>
        <w:t>on peut tout vaincre</w:t>
      </w:r>
      <w:r>
        <w:rPr>
          <w:bCs/>
        </w:rPr>
        <w:t> !</w:t>
      </w:r>
    </w:p>
    <w:p w14:paraId="1F0B5A6E" w14:textId="77777777" w:rsidR="001C0413" w:rsidRDefault="00530790" w:rsidP="001C0413">
      <w:pPr>
        <w:rPr>
          <w:bCs/>
        </w:rPr>
      </w:pPr>
      <w:r w:rsidRPr="005D5566">
        <w:rPr>
          <w:bCs/>
        </w:rPr>
        <w:t>La mère écoutait en relevant très haut les sourcils et avec un sourire d</w:t>
      </w:r>
      <w:r w:rsidR="001C0413">
        <w:rPr>
          <w:bCs/>
        </w:rPr>
        <w:t>’</w:t>
      </w:r>
      <w:r w:rsidRPr="005D5566">
        <w:rPr>
          <w:bCs/>
        </w:rPr>
        <w:t>étonnement nerveux</w:t>
      </w:r>
      <w:r w:rsidR="001C0413">
        <w:rPr>
          <w:bCs/>
        </w:rPr>
        <w:t xml:space="preserve">. </w:t>
      </w:r>
      <w:r w:rsidRPr="005D5566">
        <w:rPr>
          <w:bCs/>
        </w:rPr>
        <w:t>Elle voyait que tout ce qui lui paraissait choquant en Sophie</w:t>
      </w:r>
      <w:r w:rsidR="001C0413">
        <w:rPr>
          <w:bCs/>
        </w:rPr>
        <w:t xml:space="preserve">, </w:t>
      </w:r>
      <w:r w:rsidRPr="005D5566">
        <w:rPr>
          <w:bCs/>
        </w:rPr>
        <w:t>son audace</w:t>
      </w:r>
      <w:r w:rsidR="001C0413">
        <w:rPr>
          <w:bCs/>
        </w:rPr>
        <w:t xml:space="preserve">, </w:t>
      </w:r>
      <w:r w:rsidRPr="005D5566">
        <w:rPr>
          <w:bCs/>
        </w:rPr>
        <w:t>son extrême vivacité</w:t>
      </w:r>
      <w:r w:rsidR="001C0413">
        <w:rPr>
          <w:bCs/>
        </w:rPr>
        <w:t xml:space="preserve">, </w:t>
      </w:r>
      <w:r w:rsidRPr="005D5566">
        <w:rPr>
          <w:bCs/>
        </w:rPr>
        <w:t>avait disparu</w:t>
      </w:r>
      <w:r w:rsidR="001C0413">
        <w:rPr>
          <w:bCs/>
        </w:rPr>
        <w:t xml:space="preserve">, </w:t>
      </w:r>
      <w:r w:rsidRPr="005D5566">
        <w:rPr>
          <w:bCs/>
        </w:rPr>
        <w:t>comme fondu par le torrent égal et brûlant de ses paroles</w:t>
      </w:r>
      <w:r w:rsidR="001C0413">
        <w:rPr>
          <w:bCs/>
        </w:rPr>
        <w:t xml:space="preserve">. </w:t>
      </w:r>
      <w:r w:rsidRPr="005D5566">
        <w:rPr>
          <w:bCs/>
        </w:rPr>
        <w:t>Le silence de la nuit</w:t>
      </w:r>
      <w:r w:rsidR="001C0413">
        <w:rPr>
          <w:bCs/>
        </w:rPr>
        <w:t xml:space="preserve">, </w:t>
      </w:r>
      <w:r w:rsidRPr="005D5566">
        <w:rPr>
          <w:bCs/>
        </w:rPr>
        <w:t>le jeu du feu</w:t>
      </w:r>
      <w:r w:rsidR="001C0413">
        <w:rPr>
          <w:bCs/>
        </w:rPr>
        <w:t xml:space="preserve">, </w:t>
      </w:r>
      <w:r w:rsidRPr="005D5566">
        <w:rPr>
          <w:bCs/>
        </w:rPr>
        <w:t>le visage de la jeune femme la charmaient</w:t>
      </w:r>
      <w:r w:rsidR="001C0413">
        <w:rPr>
          <w:bCs/>
        </w:rPr>
        <w:t xml:space="preserve"> ; </w:t>
      </w:r>
      <w:r w:rsidRPr="005D5566">
        <w:rPr>
          <w:bCs/>
        </w:rPr>
        <w:t>mais ce qui lui plaisait par-dessus tout</w:t>
      </w:r>
      <w:r w:rsidR="001C0413">
        <w:rPr>
          <w:bCs/>
        </w:rPr>
        <w:t xml:space="preserve">, </w:t>
      </w:r>
      <w:r w:rsidRPr="005D5566">
        <w:rPr>
          <w:bCs/>
        </w:rPr>
        <w:t>c</w:t>
      </w:r>
      <w:r w:rsidR="001C0413">
        <w:rPr>
          <w:bCs/>
        </w:rPr>
        <w:t>’</w:t>
      </w:r>
      <w:r w:rsidRPr="005D5566">
        <w:rPr>
          <w:bCs/>
        </w:rPr>
        <w:t>était l</w:t>
      </w:r>
      <w:r w:rsidR="001C0413">
        <w:rPr>
          <w:bCs/>
        </w:rPr>
        <w:t>’</w:t>
      </w:r>
      <w:r w:rsidRPr="005D5566">
        <w:rPr>
          <w:bCs/>
        </w:rPr>
        <w:t>attention parfaite des paysans</w:t>
      </w:r>
      <w:r w:rsidR="001C0413">
        <w:rPr>
          <w:bCs/>
        </w:rPr>
        <w:t xml:space="preserve">. </w:t>
      </w:r>
      <w:r w:rsidRPr="005D5566">
        <w:rPr>
          <w:bCs/>
        </w:rPr>
        <w:lastRenderedPageBreak/>
        <w:t>Ils restaient immobiles</w:t>
      </w:r>
      <w:r w:rsidR="001C0413">
        <w:rPr>
          <w:bCs/>
        </w:rPr>
        <w:t xml:space="preserve">, </w:t>
      </w:r>
      <w:r w:rsidRPr="005D5566">
        <w:rPr>
          <w:bCs/>
        </w:rPr>
        <w:t>s</w:t>
      </w:r>
      <w:r w:rsidR="001C0413">
        <w:rPr>
          <w:bCs/>
        </w:rPr>
        <w:t>’</w:t>
      </w:r>
      <w:r w:rsidRPr="005D5566">
        <w:rPr>
          <w:bCs/>
        </w:rPr>
        <w:t>efforçant de ne troubler en rien le développement calme du discours</w:t>
      </w:r>
      <w:r w:rsidR="001C0413">
        <w:rPr>
          <w:bCs/>
        </w:rPr>
        <w:t xml:space="preserve"> ; </w:t>
      </w:r>
      <w:r w:rsidRPr="005D5566">
        <w:rPr>
          <w:bCs/>
        </w:rPr>
        <w:t>on eût dit qu</w:t>
      </w:r>
      <w:r w:rsidR="001C0413">
        <w:rPr>
          <w:bCs/>
        </w:rPr>
        <w:t>’</w:t>
      </w:r>
      <w:r w:rsidRPr="005D5566">
        <w:rPr>
          <w:bCs/>
        </w:rPr>
        <w:t>ils craignaient de rompre le fil lumineux qui les réunissait au monde</w:t>
      </w:r>
      <w:r w:rsidR="001C0413">
        <w:rPr>
          <w:bCs/>
        </w:rPr>
        <w:t xml:space="preserve">. </w:t>
      </w:r>
      <w:r w:rsidRPr="005D5566">
        <w:rPr>
          <w:bCs/>
        </w:rPr>
        <w:t>De temps à autre</w:t>
      </w:r>
      <w:r w:rsidR="001C0413">
        <w:rPr>
          <w:bCs/>
        </w:rPr>
        <w:t xml:space="preserve">, </w:t>
      </w:r>
      <w:r w:rsidRPr="005D5566">
        <w:rPr>
          <w:bCs/>
        </w:rPr>
        <w:t>l</w:t>
      </w:r>
      <w:r w:rsidR="001C0413">
        <w:rPr>
          <w:bCs/>
        </w:rPr>
        <w:t>’</w:t>
      </w:r>
      <w:r w:rsidRPr="005D5566">
        <w:rPr>
          <w:bCs/>
        </w:rPr>
        <w:t>un d</w:t>
      </w:r>
      <w:r w:rsidR="001C0413">
        <w:rPr>
          <w:bCs/>
        </w:rPr>
        <w:t>’</w:t>
      </w:r>
      <w:r w:rsidRPr="005D5566">
        <w:rPr>
          <w:bCs/>
        </w:rPr>
        <w:t>eux mettait avec précaution une bûche dans le foyer</w:t>
      </w:r>
      <w:r w:rsidR="001C0413">
        <w:rPr>
          <w:bCs/>
        </w:rPr>
        <w:t xml:space="preserve"> ; </w:t>
      </w:r>
      <w:r w:rsidRPr="005D5566">
        <w:rPr>
          <w:bCs/>
        </w:rPr>
        <w:t>et les hommes dispersaient</w:t>
      </w:r>
      <w:r w:rsidR="001C0413">
        <w:rPr>
          <w:bCs/>
        </w:rPr>
        <w:t xml:space="preserve">, </w:t>
      </w:r>
      <w:r w:rsidRPr="005D5566">
        <w:rPr>
          <w:bCs/>
        </w:rPr>
        <w:t>en agitant la main</w:t>
      </w:r>
      <w:r w:rsidR="001C0413">
        <w:rPr>
          <w:bCs/>
        </w:rPr>
        <w:t xml:space="preserve">, </w:t>
      </w:r>
      <w:r w:rsidRPr="005D5566">
        <w:rPr>
          <w:bCs/>
        </w:rPr>
        <w:t>les étincelles et la fumée</w:t>
      </w:r>
      <w:r w:rsidR="001C0413">
        <w:rPr>
          <w:bCs/>
        </w:rPr>
        <w:t xml:space="preserve">, </w:t>
      </w:r>
      <w:r w:rsidRPr="005D5566">
        <w:rPr>
          <w:bCs/>
        </w:rPr>
        <w:t>pour les empêcher d</w:t>
      </w:r>
      <w:r w:rsidR="001C0413">
        <w:rPr>
          <w:bCs/>
        </w:rPr>
        <w:t>’</w:t>
      </w:r>
      <w:r w:rsidRPr="005D5566">
        <w:rPr>
          <w:bCs/>
        </w:rPr>
        <w:t>arriver jusqu</w:t>
      </w:r>
      <w:r w:rsidR="001C0413">
        <w:rPr>
          <w:bCs/>
        </w:rPr>
        <w:t>’</w:t>
      </w:r>
      <w:r w:rsidRPr="005D5566">
        <w:rPr>
          <w:bCs/>
        </w:rPr>
        <w:t>à Sophie</w:t>
      </w:r>
      <w:r w:rsidR="001C0413">
        <w:rPr>
          <w:bCs/>
        </w:rPr>
        <w:t>.</w:t>
      </w:r>
    </w:p>
    <w:p w14:paraId="36099DF1" w14:textId="77777777" w:rsidR="001C0413" w:rsidRDefault="00530790" w:rsidP="001C0413">
      <w:pPr>
        <w:rPr>
          <w:bCs/>
        </w:rPr>
      </w:pPr>
      <w:r w:rsidRPr="005D5566">
        <w:rPr>
          <w:bCs/>
        </w:rPr>
        <w:t>À l</w:t>
      </w:r>
      <w:r w:rsidR="001C0413">
        <w:rPr>
          <w:bCs/>
        </w:rPr>
        <w:t>’</w:t>
      </w:r>
      <w:r w:rsidRPr="005D5566">
        <w:rPr>
          <w:bCs/>
        </w:rPr>
        <w:t>aurore</w:t>
      </w:r>
      <w:r w:rsidR="001C0413">
        <w:rPr>
          <w:bCs/>
        </w:rPr>
        <w:t xml:space="preserve">, </w:t>
      </w:r>
      <w:r w:rsidRPr="005D5566">
        <w:rPr>
          <w:bCs/>
        </w:rPr>
        <w:t>Sophie se tut</w:t>
      </w:r>
      <w:r w:rsidR="001C0413">
        <w:rPr>
          <w:bCs/>
        </w:rPr>
        <w:t xml:space="preserve">, </w:t>
      </w:r>
      <w:r w:rsidRPr="005D5566">
        <w:rPr>
          <w:bCs/>
        </w:rPr>
        <w:t>fatiguée</w:t>
      </w:r>
      <w:r w:rsidR="001C0413">
        <w:rPr>
          <w:bCs/>
        </w:rPr>
        <w:t xml:space="preserve">, </w:t>
      </w:r>
      <w:r w:rsidRPr="005D5566">
        <w:rPr>
          <w:bCs/>
        </w:rPr>
        <w:t>et regarda en souriant les visages pensifs et rassérénés qui l</w:t>
      </w:r>
      <w:r w:rsidR="001C0413">
        <w:rPr>
          <w:bCs/>
        </w:rPr>
        <w:t>’</w:t>
      </w:r>
      <w:r w:rsidRPr="005D5566">
        <w:rPr>
          <w:bCs/>
        </w:rPr>
        <w:t>entouraient</w:t>
      </w:r>
      <w:r w:rsidR="001C0413">
        <w:rPr>
          <w:bCs/>
        </w:rPr>
        <w:t>.</w:t>
      </w:r>
    </w:p>
    <w:p w14:paraId="65F43CD0" w14:textId="77777777" w:rsidR="001C0413" w:rsidRDefault="001C0413" w:rsidP="001C0413">
      <w:pPr>
        <w:rPr>
          <w:bCs/>
        </w:rPr>
      </w:pPr>
      <w:r>
        <w:t>— </w:t>
      </w:r>
      <w:r w:rsidR="00530790" w:rsidRPr="005D5566">
        <w:rPr>
          <w:bCs/>
        </w:rPr>
        <w:t>C</w:t>
      </w:r>
      <w:r>
        <w:rPr>
          <w:bCs/>
        </w:rPr>
        <w:t>’</w:t>
      </w:r>
      <w:r w:rsidR="00530790" w:rsidRPr="005D5566">
        <w:rPr>
          <w:bCs/>
        </w:rPr>
        <w:t>est le moment de partir</w:t>
      </w:r>
      <w:r>
        <w:rPr>
          <w:bCs/>
        </w:rPr>
        <w:t xml:space="preserve"> ! </w:t>
      </w:r>
      <w:r w:rsidR="00530790" w:rsidRPr="005D5566">
        <w:rPr>
          <w:bCs/>
        </w:rPr>
        <w:t>dit la mère</w:t>
      </w:r>
      <w:r>
        <w:rPr>
          <w:bCs/>
        </w:rPr>
        <w:t>.</w:t>
      </w:r>
    </w:p>
    <w:p w14:paraId="28EEF427" w14:textId="77777777" w:rsidR="001C0413" w:rsidRDefault="001C0413" w:rsidP="001C0413">
      <w:pPr>
        <w:rPr>
          <w:bCs/>
        </w:rPr>
      </w:pPr>
      <w:r>
        <w:t>— </w:t>
      </w:r>
      <w:r w:rsidR="00530790" w:rsidRPr="005D5566">
        <w:rPr>
          <w:bCs/>
        </w:rPr>
        <w:t>Oui</w:t>
      </w:r>
      <w:r>
        <w:rPr>
          <w:bCs/>
        </w:rPr>
        <w:t xml:space="preserve"> ! </w:t>
      </w:r>
      <w:r w:rsidR="00530790" w:rsidRPr="005D5566">
        <w:rPr>
          <w:bCs/>
        </w:rPr>
        <w:t>répondit Sophie avec lassitude</w:t>
      </w:r>
      <w:r>
        <w:rPr>
          <w:bCs/>
        </w:rPr>
        <w:t xml:space="preserve">. </w:t>
      </w:r>
      <w:r w:rsidR="00530790" w:rsidRPr="005D5566">
        <w:rPr>
          <w:bCs/>
        </w:rPr>
        <w:t>Un des ouvriers soupira bruyamment</w:t>
      </w:r>
      <w:r>
        <w:rPr>
          <w:bCs/>
        </w:rPr>
        <w:t>.</w:t>
      </w:r>
    </w:p>
    <w:p w14:paraId="503C2573" w14:textId="77777777" w:rsidR="001C0413" w:rsidRDefault="001C0413" w:rsidP="001C0413">
      <w:pPr>
        <w:rPr>
          <w:bCs/>
        </w:rPr>
      </w:pPr>
      <w:r>
        <w:t>— </w:t>
      </w:r>
      <w:r w:rsidR="00530790" w:rsidRPr="005D5566">
        <w:rPr>
          <w:bCs/>
        </w:rPr>
        <w:t>C</w:t>
      </w:r>
      <w:r>
        <w:rPr>
          <w:bCs/>
        </w:rPr>
        <w:t>’</w:t>
      </w:r>
      <w:r w:rsidR="00530790" w:rsidRPr="005D5566">
        <w:rPr>
          <w:bCs/>
        </w:rPr>
        <w:t>est dommage que vous partiez</w:t>
      </w:r>
      <w:r>
        <w:rPr>
          <w:bCs/>
        </w:rPr>
        <w:t xml:space="preserve"> ! </w:t>
      </w:r>
      <w:r w:rsidR="00530790" w:rsidRPr="005D5566">
        <w:rPr>
          <w:bCs/>
        </w:rPr>
        <w:t>déclara Rybine avec une douceur inaccoutumée</w:t>
      </w:r>
      <w:r>
        <w:rPr>
          <w:bCs/>
        </w:rPr>
        <w:t xml:space="preserve">. </w:t>
      </w:r>
      <w:r w:rsidR="00530790" w:rsidRPr="005D5566">
        <w:rPr>
          <w:bCs/>
        </w:rPr>
        <w:t>Vous parlez bien</w:t>
      </w:r>
      <w:r>
        <w:rPr>
          <w:bCs/>
        </w:rPr>
        <w:t xml:space="preserve"> ; </w:t>
      </w:r>
      <w:r w:rsidR="00530790" w:rsidRPr="005D5566">
        <w:rPr>
          <w:bCs/>
        </w:rPr>
        <w:t>c</w:t>
      </w:r>
      <w:r>
        <w:rPr>
          <w:bCs/>
        </w:rPr>
        <w:t>’</w:t>
      </w:r>
      <w:r w:rsidR="00530790" w:rsidRPr="005D5566">
        <w:rPr>
          <w:bCs/>
        </w:rPr>
        <w:t>est une grande chose que d</w:t>
      </w:r>
      <w:r>
        <w:rPr>
          <w:bCs/>
        </w:rPr>
        <w:t>’</w:t>
      </w:r>
      <w:r w:rsidR="00530790" w:rsidRPr="005D5566">
        <w:rPr>
          <w:bCs/>
        </w:rPr>
        <w:t>apparenter les gens entre eux</w:t>
      </w:r>
      <w:r>
        <w:rPr>
          <w:bCs/>
        </w:rPr>
        <w:t xml:space="preserve"> ! </w:t>
      </w:r>
      <w:r w:rsidR="00530790" w:rsidRPr="005D5566">
        <w:rPr>
          <w:bCs/>
        </w:rPr>
        <w:t>Quand on comprend qu</w:t>
      </w:r>
      <w:r>
        <w:rPr>
          <w:bCs/>
        </w:rPr>
        <w:t>’</w:t>
      </w:r>
      <w:r w:rsidR="00530790" w:rsidRPr="005D5566">
        <w:rPr>
          <w:bCs/>
        </w:rPr>
        <w:t>il y a des millions d</w:t>
      </w:r>
      <w:r>
        <w:rPr>
          <w:bCs/>
        </w:rPr>
        <w:t>’</w:t>
      </w:r>
      <w:r w:rsidR="00530790" w:rsidRPr="005D5566">
        <w:rPr>
          <w:bCs/>
        </w:rPr>
        <w:t>êtres qui veulent la même chose que nous autres</w:t>
      </w:r>
      <w:r>
        <w:rPr>
          <w:bCs/>
        </w:rPr>
        <w:t xml:space="preserve">, </w:t>
      </w:r>
      <w:r w:rsidR="00530790" w:rsidRPr="005D5566">
        <w:rPr>
          <w:bCs/>
        </w:rPr>
        <w:t>le cœur devient meilleur</w:t>
      </w:r>
      <w:r>
        <w:rPr>
          <w:bCs/>
        </w:rPr>
        <w:t xml:space="preserve">… </w:t>
      </w:r>
      <w:r w:rsidR="00530790" w:rsidRPr="005D5566">
        <w:rPr>
          <w:bCs/>
        </w:rPr>
        <w:t>Et il y a une grande force dans la bonté</w:t>
      </w:r>
      <w:r>
        <w:rPr>
          <w:bCs/>
        </w:rPr>
        <w:t>.</w:t>
      </w:r>
    </w:p>
    <w:p w14:paraId="70A58B71" w14:textId="77777777" w:rsidR="001C0413" w:rsidRDefault="001C0413" w:rsidP="001C0413">
      <w:pPr>
        <w:rPr>
          <w:bCs/>
        </w:rPr>
      </w:pPr>
      <w:r>
        <w:t>— </w:t>
      </w:r>
      <w:r w:rsidR="00530790" w:rsidRPr="005D5566">
        <w:rPr>
          <w:bCs/>
        </w:rPr>
        <w:t>Et quand on agit avec douceur</w:t>
      </w:r>
      <w:r>
        <w:rPr>
          <w:bCs/>
        </w:rPr>
        <w:t xml:space="preserve">, </w:t>
      </w:r>
      <w:r w:rsidR="00530790" w:rsidRPr="005D5566">
        <w:rPr>
          <w:bCs/>
        </w:rPr>
        <w:t>on vous répond par la violence</w:t>
      </w:r>
      <w:r>
        <w:rPr>
          <w:bCs/>
        </w:rPr>
        <w:t xml:space="preserve"> ! </w:t>
      </w:r>
      <w:r w:rsidR="00530790" w:rsidRPr="005D5566">
        <w:rPr>
          <w:bCs/>
        </w:rPr>
        <w:t>dit Jéfim avec un petit sourire et en se levant prestement</w:t>
      </w:r>
      <w:r>
        <w:rPr>
          <w:bCs/>
        </w:rPr>
        <w:t xml:space="preserve">. </w:t>
      </w:r>
      <w:r w:rsidR="00530790" w:rsidRPr="005D5566">
        <w:rPr>
          <w:bCs/>
        </w:rPr>
        <w:t>Il faut qu</w:t>
      </w:r>
      <w:r>
        <w:rPr>
          <w:bCs/>
        </w:rPr>
        <w:t>’</w:t>
      </w:r>
      <w:r w:rsidR="00530790" w:rsidRPr="005D5566">
        <w:rPr>
          <w:bCs/>
        </w:rPr>
        <w:t>elles partent</w:t>
      </w:r>
      <w:r>
        <w:rPr>
          <w:bCs/>
        </w:rPr>
        <w:t xml:space="preserve">, </w:t>
      </w:r>
      <w:r w:rsidR="00530790" w:rsidRPr="005D5566">
        <w:rPr>
          <w:bCs/>
        </w:rPr>
        <w:t>oncle Mikhaïl</w:t>
      </w:r>
      <w:r>
        <w:rPr>
          <w:bCs/>
        </w:rPr>
        <w:t xml:space="preserve">, </w:t>
      </w:r>
      <w:r w:rsidR="00530790" w:rsidRPr="005D5566">
        <w:rPr>
          <w:bCs/>
        </w:rPr>
        <w:t>avant qu</w:t>
      </w:r>
      <w:r>
        <w:rPr>
          <w:bCs/>
        </w:rPr>
        <w:t>’</w:t>
      </w:r>
      <w:r w:rsidR="00530790" w:rsidRPr="005D5566">
        <w:rPr>
          <w:bCs/>
        </w:rPr>
        <w:t>on les voie</w:t>
      </w:r>
      <w:r>
        <w:rPr>
          <w:bCs/>
        </w:rPr>
        <w:t xml:space="preserve">… </w:t>
      </w:r>
      <w:r w:rsidR="00530790" w:rsidRPr="005D5566">
        <w:rPr>
          <w:bCs/>
        </w:rPr>
        <w:t>Quand les livres seront distribués dans le peuple</w:t>
      </w:r>
      <w:r>
        <w:rPr>
          <w:bCs/>
        </w:rPr>
        <w:t xml:space="preserve">, </w:t>
      </w:r>
      <w:r w:rsidR="00530790" w:rsidRPr="005D5566">
        <w:rPr>
          <w:bCs/>
        </w:rPr>
        <w:t>les autorités chercheront d</w:t>
      </w:r>
      <w:r>
        <w:rPr>
          <w:bCs/>
        </w:rPr>
        <w:t>’</w:t>
      </w:r>
      <w:r w:rsidR="00530790" w:rsidRPr="005D5566">
        <w:rPr>
          <w:bCs/>
        </w:rPr>
        <w:t>où ils sont venus</w:t>
      </w:r>
      <w:r>
        <w:rPr>
          <w:bCs/>
        </w:rPr>
        <w:t xml:space="preserve">… </w:t>
      </w:r>
      <w:r w:rsidR="00530790" w:rsidRPr="005D5566">
        <w:rPr>
          <w:bCs/>
        </w:rPr>
        <w:t>Et peut-être quelqu</w:t>
      </w:r>
      <w:r>
        <w:rPr>
          <w:bCs/>
        </w:rPr>
        <w:t>’</w:t>
      </w:r>
      <w:r w:rsidR="00530790" w:rsidRPr="005D5566">
        <w:rPr>
          <w:bCs/>
        </w:rPr>
        <w:t>un se souviendra des voyageuses et parlera</w:t>
      </w:r>
      <w:r>
        <w:rPr>
          <w:bCs/>
        </w:rPr>
        <w:t>…</w:t>
      </w:r>
    </w:p>
    <w:p w14:paraId="455FC17B" w14:textId="77777777" w:rsidR="001C0413" w:rsidRDefault="001C0413" w:rsidP="001C0413">
      <w:pPr>
        <w:rPr>
          <w:bCs/>
        </w:rPr>
      </w:pPr>
      <w:r>
        <w:t>— </w:t>
      </w:r>
      <w:r w:rsidR="00530790" w:rsidRPr="005D5566">
        <w:rPr>
          <w:bCs/>
        </w:rPr>
        <w:t>Merci de ta peine</w:t>
      </w:r>
      <w:r>
        <w:rPr>
          <w:bCs/>
        </w:rPr>
        <w:t xml:space="preserve">, </w:t>
      </w:r>
      <w:r w:rsidR="00530790" w:rsidRPr="005D5566">
        <w:rPr>
          <w:bCs/>
        </w:rPr>
        <w:t>mère</w:t>
      </w:r>
      <w:r>
        <w:rPr>
          <w:bCs/>
        </w:rPr>
        <w:t xml:space="preserve"> ! </w:t>
      </w:r>
      <w:r w:rsidR="00530790" w:rsidRPr="005D5566">
        <w:rPr>
          <w:bCs/>
        </w:rPr>
        <w:t>dit Rybine en interrompant Jéfim</w:t>
      </w:r>
      <w:r>
        <w:rPr>
          <w:bCs/>
        </w:rPr>
        <w:t xml:space="preserve">. </w:t>
      </w:r>
      <w:r w:rsidR="00530790" w:rsidRPr="005D5566">
        <w:rPr>
          <w:bCs/>
        </w:rPr>
        <w:t>Je pense tout le temps à Pavel</w:t>
      </w:r>
      <w:r>
        <w:rPr>
          <w:bCs/>
        </w:rPr>
        <w:t xml:space="preserve">, </w:t>
      </w:r>
      <w:r w:rsidR="00530790" w:rsidRPr="005D5566">
        <w:rPr>
          <w:bCs/>
        </w:rPr>
        <w:t>en te voyant</w:t>
      </w:r>
      <w:r>
        <w:rPr>
          <w:bCs/>
        </w:rPr>
        <w:t xml:space="preserve">… </w:t>
      </w:r>
      <w:r w:rsidR="00530790" w:rsidRPr="005D5566">
        <w:rPr>
          <w:bCs/>
        </w:rPr>
        <w:t>Tu as pris un bon chemin</w:t>
      </w:r>
      <w:r>
        <w:rPr>
          <w:bCs/>
        </w:rPr>
        <w:t>…</w:t>
      </w:r>
    </w:p>
    <w:p w14:paraId="428BFAD8" w14:textId="77777777" w:rsidR="001C0413" w:rsidRDefault="00530790" w:rsidP="001C0413">
      <w:pPr>
        <w:rPr>
          <w:bCs/>
        </w:rPr>
      </w:pPr>
      <w:r w:rsidRPr="005D5566">
        <w:rPr>
          <w:bCs/>
        </w:rPr>
        <w:t>Tout</w:t>
      </w:r>
      <w:r w:rsidR="001C0413">
        <w:rPr>
          <w:bCs/>
        </w:rPr>
        <w:t xml:space="preserve">, </w:t>
      </w:r>
      <w:r w:rsidRPr="005D5566">
        <w:rPr>
          <w:bCs/>
        </w:rPr>
        <w:t>apaisé</w:t>
      </w:r>
      <w:r w:rsidR="001C0413">
        <w:rPr>
          <w:bCs/>
        </w:rPr>
        <w:t xml:space="preserve">, </w:t>
      </w:r>
      <w:r w:rsidRPr="005D5566">
        <w:rPr>
          <w:bCs/>
        </w:rPr>
        <w:t>il souriait d</w:t>
      </w:r>
      <w:r w:rsidR="001C0413">
        <w:rPr>
          <w:bCs/>
        </w:rPr>
        <w:t>’</w:t>
      </w:r>
      <w:r w:rsidRPr="005D5566">
        <w:rPr>
          <w:bCs/>
        </w:rPr>
        <w:t>un large et amical sourire</w:t>
      </w:r>
      <w:r w:rsidR="001C0413">
        <w:rPr>
          <w:bCs/>
        </w:rPr>
        <w:t xml:space="preserve">. </w:t>
      </w:r>
      <w:r w:rsidRPr="005D5566">
        <w:rPr>
          <w:bCs/>
        </w:rPr>
        <w:t>Il faisait frais</w:t>
      </w:r>
      <w:r w:rsidR="001C0413">
        <w:rPr>
          <w:bCs/>
        </w:rPr>
        <w:t xml:space="preserve"> ; </w:t>
      </w:r>
      <w:r w:rsidRPr="005D5566">
        <w:rPr>
          <w:bCs/>
        </w:rPr>
        <w:t>cependant il était là en blouse</w:t>
      </w:r>
      <w:r w:rsidR="001C0413">
        <w:rPr>
          <w:bCs/>
        </w:rPr>
        <w:t xml:space="preserve">, </w:t>
      </w:r>
      <w:r w:rsidRPr="005D5566">
        <w:rPr>
          <w:bCs/>
        </w:rPr>
        <w:t>le col ouvert</w:t>
      </w:r>
      <w:r w:rsidR="001C0413">
        <w:rPr>
          <w:bCs/>
        </w:rPr>
        <w:t xml:space="preserve">, </w:t>
      </w:r>
      <w:r w:rsidRPr="005D5566">
        <w:rPr>
          <w:bCs/>
        </w:rPr>
        <w:t xml:space="preserve">la </w:t>
      </w:r>
      <w:r w:rsidRPr="005D5566">
        <w:rPr>
          <w:bCs/>
        </w:rPr>
        <w:lastRenderedPageBreak/>
        <w:t>poitrine découverte</w:t>
      </w:r>
      <w:r w:rsidR="001C0413">
        <w:rPr>
          <w:bCs/>
        </w:rPr>
        <w:t xml:space="preserve">. </w:t>
      </w:r>
      <w:r w:rsidRPr="005D5566">
        <w:rPr>
          <w:bCs/>
        </w:rPr>
        <w:t>La mère considéra sa massive personne et lui conseilla avec sollicitude</w:t>
      </w:r>
      <w:r w:rsidR="001C0413">
        <w:rPr>
          <w:bCs/>
        </w:rPr>
        <w:t> :</w:t>
      </w:r>
    </w:p>
    <w:p w14:paraId="4DAB71BE" w14:textId="77777777" w:rsidR="001C0413" w:rsidRDefault="001C0413" w:rsidP="001C0413">
      <w:pPr>
        <w:rPr>
          <w:bCs/>
        </w:rPr>
      </w:pPr>
      <w:r>
        <w:t>— </w:t>
      </w:r>
      <w:r w:rsidR="00530790" w:rsidRPr="005D5566">
        <w:rPr>
          <w:bCs/>
        </w:rPr>
        <w:t>Tu devrais mettre quelque chose</w:t>
      </w:r>
      <w:r>
        <w:rPr>
          <w:bCs/>
        </w:rPr>
        <w:t xml:space="preserve">, </w:t>
      </w:r>
      <w:r w:rsidR="00530790" w:rsidRPr="005D5566">
        <w:rPr>
          <w:bCs/>
        </w:rPr>
        <w:t>il fait froid</w:t>
      </w:r>
      <w:r>
        <w:rPr>
          <w:bCs/>
        </w:rPr>
        <w:t> !</w:t>
      </w:r>
    </w:p>
    <w:p w14:paraId="79094B95" w14:textId="77777777" w:rsidR="001C0413" w:rsidRDefault="001C0413" w:rsidP="001C0413">
      <w:pPr>
        <w:rPr>
          <w:bCs/>
        </w:rPr>
      </w:pPr>
      <w:r>
        <w:t>— </w:t>
      </w:r>
      <w:r w:rsidR="00530790" w:rsidRPr="005D5566">
        <w:rPr>
          <w:bCs/>
        </w:rPr>
        <w:t>Mais j</w:t>
      </w:r>
      <w:r>
        <w:rPr>
          <w:bCs/>
        </w:rPr>
        <w:t>’</w:t>
      </w:r>
      <w:r w:rsidR="00530790" w:rsidRPr="005D5566">
        <w:rPr>
          <w:bCs/>
        </w:rPr>
        <w:t>ai chaud en dedans</w:t>
      </w:r>
      <w:r>
        <w:rPr>
          <w:bCs/>
        </w:rPr>
        <w:t xml:space="preserve"> ! </w:t>
      </w:r>
      <w:r w:rsidR="00530790" w:rsidRPr="005D5566">
        <w:rPr>
          <w:bCs/>
        </w:rPr>
        <w:t>répliqua-t-il</w:t>
      </w:r>
      <w:r>
        <w:rPr>
          <w:bCs/>
        </w:rPr>
        <w:t>.</w:t>
      </w:r>
    </w:p>
    <w:p w14:paraId="0E4B9EA1" w14:textId="77777777" w:rsidR="001C0413" w:rsidRDefault="00530790" w:rsidP="001C0413">
      <w:pPr>
        <w:rPr>
          <w:bCs/>
        </w:rPr>
      </w:pPr>
      <w:r w:rsidRPr="005D5566">
        <w:rPr>
          <w:bCs/>
        </w:rPr>
        <w:t>Debout près du foyer</w:t>
      </w:r>
      <w:r w:rsidR="001C0413">
        <w:rPr>
          <w:bCs/>
        </w:rPr>
        <w:t xml:space="preserve">, </w:t>
      </w:r>
      <w:r w:rsidRPr="005D5566">
        <w:rPr>
          <w:bCs/>
        </w:rPr>
        <w:t>les trois jeunes gens conversaient à voix basse</w:t>
      </w:r>
      <w:r w:rsidR="001C0413">
        <w:rPr>
          <w:bCs/>
        </w:rPr>
        <w:t xml:space="preserve"> ; </w:t>
      </w:r>
      <w:r w:rsidRPr="005D5566">
        <w:rPr>
          <w:bCs/>
        </w:rPr>
        <w:t>à leurs pieds</w:t>
      </w:r>
      <w:r w:rsidR="001C0413">
        <w:rPr>
          <w:bCs/>
        </w:rPr>
        <w:t xml:space="preserve">, </w:t>
      </w:r>
      <w:r w:rsidRPr="005D5566">
        <w:rPr>
          <w:bCs/>
        </w:rPr>
        <w:t>le malade dormait</w:t>
      </w:r>
      <w:r w:rsidR="001C0413">
        <w:rPr>
          <w:bCs/>
        </w:rPr>
        <w:t xml:space="preserve">, </w:t>
      </w:r>
      <w:r w:rsidRPr="005D5566">
        <w:rPr>
          <w:bCs/>
        </w:rPr>
        <w:t>enveloppé de pelisses</w:t>
      </w:r>
      <w:r w:rsidR="001C0413">
        <w:rPr>
          <w:bCs/>
        </w:rPr>
        <w:t xml:space="preserve">. </w:t>
      </w:r>
      <w:r w:rsidRPr="005D5566">
        <w:rPr>
          <w:bCs/>
        </w:rPr>
        <w:t>Le ciel pâlissait</w:t>
      </w:r>
      <w:r w:rsidR="001C0413">
        <w:rPr>
          <w:bCs/>
        </w:rPr>
        <w:t xml:space="preserve">, </w:t>
      </w:r>
      <w:r w:rsidRPr="005D5566">
        <w:rPr>
          <w:bCs/>
        </w:rPr>
        <w:t>les ombres fondaient</w:t>
      </w:r>
      <w:r w:rsidR="001C0413">
        <w:rPr>
          <w:bCs/>
        </w:rPr>
        <w:t xml:space="preserve">. </w:t>
      </w:r>
      <w:r w:rsidRPr="005D5566">
        <w:rPr>
          <w:bCs/>
        </w:rPr>
        <w:t>Toutes tremblantes</w:t>
      </w:r>
      <w:r w:rsidR="001C0413">
        <w:rPr>
          <w:bCs/>
        </w:rPr>
        <w:t xml:space="preserve">, </w:t>
      </w:r>
      <w:r w:rsidRPr="005D5566">
        <w:rPr>
          <w:bCs/>
        </w:rPr>
        <w:t>les feuilles attendaient le soleil</w:t>
      </w:r>
      <w:r w:rsidR="001C0413">
        <w:rPr>
          <w:bCs/>
        </w:rPr>
        <w:t>.</w:t>
      </w:r>
    </w:p>
    <w:p w14:paraId="5C9099EC" w14:textId="77777777" w:rsidR="001C0413" w:rsidRDefault="001C0413" w:rsidP="001C0413">
      <w:pPr>
        <w:rPr>
          <w:bCs/>
        </w:rPr>
      </w:pPr>
      <w:r>
        <w:t>— </w:t>
      </w:r>
      <w:r w:rsidR="00530790" w:rsidRPr="005D5566">
        <w:rPr>
          <w:bCs/>
        </w:rPr>
        <w:t>Eh bien</w:t>
      </w:r>
      <w:r>
        <w:rPr>
          <w:bCs/>
        </w:rPr>
        <w:t xml:space="preserve">, </w:t>
      </w:r>
      <w:r w:rsidR="00530790" w:rsidRPr="005D5566">
        <w:rPr>
          <w:bCs/>
        </w:rPr>
        <w:t>adieu</w:t>
      </w:r>
      <w:r>
        <w:rPr>
          <w:bCs/>
        </w:rPr>
        <w:t xml:space="preserve"> ! </w:t>
      </w:r>
      <w:r w:rsidR="00530790" w:rsidRPr="005D5566">
        <w:rPr>
          <w:bCs/>
        </w:rPr>
        <w:t>dit Rybine en serrant la main de Sophie</w:t>
      </w:r>
      <w:r>
        <w:rPr>
          <w:bCs/>
        </w:rPr>
        <w:t xml:space="preserve">. </w:t>
      </w:r>
      <w:r w:rsidR="00530790" w:rsidRPr="005D5566">
        <w:rPr>
          <w:bCs/>
        </w:rPr>
        <w:t>Comment vous retrouver en ville</w:t>
      </w:r>
      <w:r>
        <w:rPr>
          <w:bCs/>
        </w:rPr>
        <w:t> ?</w:t>
      </w:r>
    </w:p>
    <w:p w14:paraId="389BBD18" w14:textId="77777777" w:rsidR="001C0413" w:rsidRDefault="001C0413" w:rsidP="001C0413">
      <w:pPr>
        <w:rPr>
          <w:bCs/>
        </w:rPr>
      </w:pPr>
      <w:r>
        <w:t>— </w:t>
      </w:r>
      <w:r w:rsidR="00530790" w:rsidRPr="005D5566">
        <w:rPr>
          <w:bCs/>
        </w:rPr>
        <w:t>C</w:t>
      </w:r>
      <w:r>
        <w:rPr>
          <w:bCs/>
        </w:rPr>
        <w:t>’</w:t>
      </w:r>
      <w:r w:rsidR="00530790" w:rsidRPr="005D5566">
        <w:rPr>
          <w:bCs/>
        </w:rPr>
        <w:t>est moi qu</w:t>
      </w:r>
      <w:r>
        <w:rPr>
          <w:bCs/>
        </w:rPr>
        <w:t>’</w:t>
      </w:r>
      <w:r w:rsidR="00530790" w:rsidRPr="005D5566">
        <w:rPr>
          <w:bCs/>
        </w:rPr>
        <w:t>il faut chercher</w:t>
      </w:r>
      <w:r>
        <w:rPr>
          <w:bCs/>
        </w:rPr>
        <w:t xml:space="preserve"> ! </w:t>
      </w:r>
      <w:r w:rsidR="00530790" w:rsidRPr="005D5566">
        <w:rPr>
          <w:bCs/>
        </w:rPr>
        <w:t>répondit la mère</w:t>
      </w:r>
      <w:r>
        <w:rPr>
          <w:bCs/>
        </w:rPr>
        <w:t>.</w:t>
      </w:r>
    </w:p>
    <w:p w14:paraId="4ED2A5E6" w14:textId="77777777" w:rsidR="001C0413" w:rsidRDefault="00530790" w:rsidP="001C0413">
      <w:r w:rsidRPr="005D5566">
        <w:rPr>
          <w:bCs/>
        </w:rPr>
        <w:t>Lentement</w:t>
      </w:r>
      <w:r w:rsidR="001C0413">
        <w:rPr>
          <w:bCs/>
        </w:rPr>
        <w:t xml:space="preserve">, </w:t>
      </w:r>
      <w:r w:rsidRPr="005D5566">
        <w:rPr>
          <w:bCs/>
        </w:rPr>
        <w:t>en un seul groupe</w:t>
      </w:r>
      <w:r w:rsidR="001C0413">
        <w:rPr>
          <w:bCs/>
        </w:rPr>
        <w:t xml:space="preserve">, </w:t>
      </w:r>
      <w:r w:rsidRPr="005D5566">
        <w:rPr>
          <w:bCs/>
        </w:rPr>
        <w:t>les ouvriers s</w:t>
      </w:r>
      <w:r w:rsidR="001C0413">
        <w:rPr>
          <w:bCs/>
        </w:rPr>
        <w:t>’</w:t>
      </w:r>
      <w:r w:rsidRPr="005D5566">
        <w:rPr>
          <w:bCs/>
        </w:rPr>
        <w:t>approchèrent de Sophie et lui serrèrent la main avec une maladresse affectueuse</w:t>
      </w:r>
      <w:r w:rsidR="001C0413">
        <w:rPr>
          <w:bCs/>
        </w:rPr>
        <w:t xml:space="preserve">. </w:t>
      </w:r>
      <w:r w:rsidRPr="005D5566">
        <w:rPr>
          <w:bCs/>
        </w:rPr>
        <w:t>On devinait que chacun d</w:t>
      </w:r>
      <w:r w:rsidR="001C0413">
        <w:rPr>
          <w:bCs/>
        </w:rPr>
        <w:t>’</w:t>
      </w:r>
      <w:r w:rsidRPr="005D5566">
        <w:rPr>
          <w:bCs/>
        </w:rPr>
        <w:t>eux était secrètement pénétré de gratitude et d</w:t>
      </w:r>
      <w:r w:rsidR="001C0413">
        <w:rPr>
          <w:bCs/>
        </w:rPr>
        <w:t>’</w:t>
      </w:r>
      <w:r w:rsidRPr="005D5566">
        <w:rPr>
          <w:bCs/>
        </w:rPr>
        <w:t>amitié</w:t>
      </w:r>
      <w:r w:rsidR="001C0413">
        <w:rPr>
          <w:bCs/>
        </w:rPr>
        <w:t xml:space="preserve">, </w:t>
      </w:r>
      <w:r w:rsidRPr="005D5566">
        <w:rPr>
          <w:bCs/>
        </w:rPr>
        <w:t xml:space="preserve">et ce </w:t>
      </w:r>
      <w:r w:rsidRPr="005D5566">
        <w:t>sentiment les troublait par sa nouveauté</w:t>
      </w:r>
      <w:r w:rsidR="001C0413">
        <w:t xml:space="preserve">. </w:t>
      </w:r>
      <w:r w:rsidRPr="005D5566">
        <w:t>Avec un sourire dans leurs yeux desséchés par l</w:t>
      </w:r>
      <w:r w:rsidR="001C0413">
        <w:t>’</w:t>
      </w:r>
      <w:r w:rsidRPr="005D5566">
        <w:t>insomnie</w:t>
      </w:r>
      <w:r w:rsidR="001C0413">
        <w:t xml:space="preserve">, </w:t>
      </w:r>
      <w:r w:rsidRPr="005D5566">
        <w:t>ils regardaient Sophie en se tenant tantôt sur un pied</w:t>
      </w:r>
      <w:r w:rsidR="001C0413">
        <w:t xml:space="preserve">, </w:t>
      </w:r>
      <w:r w:rsidRPr="005D5566">
        <w:t>tantôt sur l</w:t>
      </w:r>
      <w:r w:rsidR="001C0413">
        <w:t>’</w:t>
      </w:r>
      <w:r w:rsidRPr="005D5566">
        <w:t>autre</w:t>
      </w:r>
      <w:r w:rsidR="001C0413">
        <w:t>.</w:t>
      </w:r>
    </w:p>
    <w:p w14:paraId="056418E6" w14:textId="77777777" w:rsidR="001C0413" w:rsidRDefault="001C0413" w:rsidP="001C0413">
      <w:r>
        <w:t>— </w:t>
      </w:r>
      <w:r w:rsidR="00530790" w:rsidRPr="005D5566">
        <w:t>Voulez-vous boire un peu de lait avant de partir</w:t>
      </w:r>
      <w:r>
        <w:t xml:space="preserve"> ? </w:t>
      </w:r>
      <w:r w:rsidR="00530790" w:rsidRPr="005D5566">
        <w:t>proposa Jacob</w:t>
      </w:r>
      <w:r>
        <w:t>.</w:t>
      </w:r>
    </w:p>
    <w:p w14:paraId="05C7883B" w14:textId="77777777" w:rsidR="001C0413" w:rsidRDefault="001C0413" w:rsidP="001C0413">
      <w:r>
        <w:t>— </w:t>
      </w:r>
      <w:r w:rsidR="00530790" w:rsidRPr="005D5566">
        <w:t>Y en a-t-il encore</w:t>
      </w:r>
      <w:r>
        <w:t xml:space="preserve"> ? </w:t>
      </w:r>
      <w:r w:rsidR="00530790" w:rsidRPr="005D5566">
        <w:t>demanda Jéfim</w:t>
      </w:r>
      <w:r>
        <w:t>.</w:t>
      </w:r>
    </w:p>
    <w:p w14:paraId="7431F617" w14:textId="77777777" w:rsidR="001C0413" w:rsidRDefault="001C0413" w:rsidP="001C0413">
      <w:r>
        <w:t>— </w:t>
      </w:r>
      <w:r w:rsidR="00530790" w:rsidRPr="005D5566">
        <w:t>Oui</w:t>
      </w:r>
      <w:r>
        <w:t xml:space="preserve">, </w:t>
      </w:r>
      <w:r w:rsidR="00530790" w:rsidRPr="005D5566">
        <w:t>un peu</w:t>
      </w:r>
      <w:r>
        <w:t>…</w:t>
      </w:r>
    </w:p>
    <w:p w14:paraId="0969C97E" w14:textId="77777777" w:rsidR="001C0413" w:rsidRDefault="00530790" w:rsidP="001C0413">
      <w:r w:rsidRPr="005D5566">
        <w:t>Ignati dit avec confusion en se grattant la tête</w:t>
      </w:r>
      <w:r w:rsidR="001C0413">
        <w:t> :</w:t>
      </w:r>
    </w:p>
    <w:p w14:paraId="1A357A05" w14:textId="77777777" w:rsidR="001C0413" w:rsidRDefault="001C0413" w:rsidP="001C0413">
      <w:r>
        <w:t>— </w:t>
      </w:r>
      <w:r w:rsidR="00530790" w:rsidRPr="005D5566">
        <w:t>Non</w:t>
      </w:r>
      <w:r>
        <w:t xml:space="preserve">, </w:t>
      </w:r>
      <w:r w:rsidR="00530790" w:rsidRPr="005D5566">
        <w:t>je l</w:t>
      </w:r>
      <w:r>
        <w:t>’</w:t>
      </w:r>
      <w:r w:rsidR="00530790" w:rsidRPr="005D5566">
        <w:t>ai renversé</w:t>
      </w:r>
      <w:r>
        <w:t>.</w:t>
      </w:r>
    </w:p>
    <w:p w14:paraId="04777046" w14:textId="77777777" w:rsidR="001C0413" w:rsidRDefault="00530790" w:rsidP="001C0413">
      <w:r w:rsidRPr="005D5566">
        <w:t>Et tous les trois se mirent à sourire</w:t>
      </w:r>
      <w:r w:rsidR="001C0413">
        <w:t>.</w:t>
      </w:r>
    </w:p>
    <w:p w14:paraId="2324969A" w14:textId="77777777" w:rsidR="001C0413" w:rsidRDefault="00530790" w:rsidP="001C0413">
      <w:r w:rsidRPr="005D5566">
        <w:lastRenderedPageBreak/>
        <w:t>Ils parlaient de lait</w:t>
      </w:r>
      <w:r w:rsidR="001C0413">
        <w:t xml:space="preserve">, </w:t>
      </w:r>
      <w:r w:rsidRPr="005D5566">
        <w:t>mais la mère sentait qu</w:t>
      </w:r>
      <w:r w:rsidR="001C0413">
        <w:t>’</w:t>
      </w:r>
      <w:r w:rsidRPr="005D5566">
        <w:t>ils pensaient à autre chose</w:t>
      </w:r>
      <w:r w:rsidR="001C0413">
        <w:t xml:space="preserve">, </w:t>
      </w:r>
      <w:r w:rsidRPr="005D5566">
        <w:t>qu</w:t>
      </w:r>
      <w:r w:rsidR="001C0413">
        <w:t>’</w:t>
      </w:r>
      <w:r w:rsidRPr="005D5566">
        <w:t>ils souhaitaient à Sophie et à elle tout le bien possible</w:t>
      </w:r>
      <w:r w:rsidR="001C0413">
        <w:t xml:space="preserve">, </w:t>
      </w:r>
      <w:r w:rsidRPr="005D5566">
        <w:t>sans pouvoir s</w:t>
      </w:r>
      <w:r w:rsidR="001C0413">
        <w:t>’</w:t>
      </w:r>
      <w:r w:rsidRPr="005D5566">
        <w:t>exprimer</w:t>
      </w:r>
      <w:r w:rsidR="001C0413">
        <w:t xml:space="preserve">. </w:t>
      </w:r>
      <w:r w:rsidRPr="005D5566">
        <w:t>Sophie était visiblement touchée et son trouble était tel qu</w:t>
      </w:r>
      <w:r w:rsidR="001C0413">
        <w:t>’</w:t>
      </w:r>
      <w:r w:rsidRPr="005D5566">
        <w:t>elle parvint seulement à dire</w:t>
      </w:r>
      <w:r w:rsidR="001C0413">
        <w:t xml:space="preserve">, </w:t>
      </w:r>
      <w:r w:rsidRPr="005D5566">
        <w:t>d</w:t>
      </w:r>
      <w:r w:rsidR="001C0413">
        <w:t>’</w:t>
      </w:r>
      <w:r w:rsidRPr="005D5566">
        <w:t>un ton modeste</w:t>
      </w:r>
      <w:r w:rsidR="001C0413">
        <w:t> :</w:t>
      </w:r>
    </w:p>
    <w:p w14:paraId="4E262EFD" w14:textId="77777777" w:rsidR="001C0413" w:rsidRDefault="001C0413" w:rsidP="001C0413">
      <w:r>
        <w:t>— </w:t>
      </w:r>
      <w:r w:rsidR="00530790" w:rsidRPr="005D5566">
        <w:t>Merci</w:t>
      </w:r>
      <w:r>
        <w:t xml:space="preserve">, </w:t>
      </w:r>
      <w:r w:rsidR="00530790" w:rsidRPr="005D5566">
        <w:t>camarades</w:t>
      </w:r>
      <w:r>
        <w:t> !</w:t>
      </w:r>
    </w:p>
    <w:p w14:paraId="63658D74" w14:textId="77777777" w:rsidR="001C0413" w:rsidRDefault="00530790" w:rsidP="001C0413">
      <w:r w:rsidRPr="005D5566">
        <w:t>Ils s</w:t>
      </w:r>
      <w:r w:rsidR="001C0413">
        <w:t>’</w:t>
      </w:r>
      <w:r w:rsidRPr="005D5566">
        <w:t>entre-regardèrent</w:t>
      </w:r>
      <w:r w:rsidR="001C0413">
        <w:t xml:space="preserve">, </w:t>
      </w:r>
      <w:r w:rsidRPr="005D5566">
        <w:t>comme si ce mot les eût fait doucement chanceler</w:t>
      </w:r>
      <w:r w:rsidR="001C0413">
        <w:t>.</w:t>
      </w:r>
    </w:p>
    <w:p w14:paraId="2DA41ABB" w14:textId="77777777" w:rsidR="001C0413" w:rsidRDefault="00530790" w:rsidP="001C0413">
      <w:r w:rsidRPr="005D5566">
        <w:t>Le malade eut un accès de toux rauque</w:t>
      </w:r>
      <w:r w:rsidR="001C0413">
        <w:t xml:space="preserve">. </w:t>
      </w:r>
      <w:r w:rsidRPr="005D5566">
        <w:t>Dans le foyer</w:t>
      </w:r>
      <w:r w:rsidR="001C0413">
        <w:t xml:space="preserve">, </w:t>
      </w:r>
      <w:r w:rsidRPr="005D5566">
        <w:t>les charbons s</w:t>
      </w:r>
      <w:r w:rsidR="001C0413">
        <w:t>’</w:t>
      </w:r>
      <w:r w:rsidRPr="005D5566">
        <w:t>éteignaient</w:t>
      </w:r>
      <w:r w:rsidR="001C0413">
        <w:t>.</w:t>
      </w:r>
    </w:p>
    <w:p w14:paraId="69849480" w14:textId="77777777" w:rsidR="001C0413" w:rsidRDefault="001C0413" w:rsidP="001C0413">
      <w:r>
        <w:t>— </w:t>
      </w:r>
      <w:r w:rsidR="00530790" w:rsidRPr="005D5566">
        <w:t>Au revoir</w:t>
      </w:r>
      <w:r>
        <w:t xml:space="preserve"> ! </w:t>
      </w:r>
      <w:r w:rsidR="00530790" w:rsidRPr="005D5566">
        <w:t>dirent à mi-voix les paysans</w:t>
      </w:r>
      <w:r>
        <w:t xml:space="preserve"> ; </w:t>
      </w:r>
      <w:r w:rsidR="00530790" w:rsidRPr="005D5566">
        <w:t>et leurs salutations mélancoliques accompagnèrent longtemps les femmes</w:t>
      </w:r>
      <w:r>
        <w:t xml:space="preserve">. </w:t>
      </w:r>
      <w:r w:rsidR="00530790" w:rsidRPr="005D5566">
        <w:t>Sans se hâter</w:t>
      </w:r>
      <w:r>
        <w:t xml:space="preserve">, </w:t>
      </w:r>
      <w:r w:rsidR="00530790" w:rsidRPr="005D5566">
        <w:t>celles-ci s</w:t>
      </w:r>
      <w:r>
        <w:t>’</w:t>
      </w:r>
      <w:r w:rsidR="00530790" w:rsidRPr="005D5566">
        <w:t>engagèrent dans un sentier forestier</w:t>
      </w:r>
      <w:r>
        <w:t xml:space="preserve">, </w:t>
      </w:r>
      <w:r w:rsidR="00530790" w:rsidRPr="005D5566">
        <w:t>à la clarté de l</w:t>
      </w:r>
      <w:r>
        <w:t>’</w:t>
      </w:r>
      <w:r w:rsidR="00530790" w:rsidRPr="005D5566">
        <w:t>aurore</w:t>
      </w:r>
      <w:r>
        <w:t>…</w:t>
      </w:r>
    </w:p>
    <w:p w14:paraId="61D802C5" w14:textId="77777777" w:rsidR="001C0413" w:rsidRDefault="00530790" w:rsidP="001C0413">
      <w:r w:rsidRPr="005D5566">
        <w:t>Elles se mirent à parler de Rybine</w:t>
      </w:r>
      <w:r w:rsidR="001C0413">
        <w:t xml:space="preserve">, </w:t>
      </w:r>
      <w:r w:rsidRPr="005D5566">
        <w:t>du malade</w:t>
      </w:r>
      <w:r w:rsidR="001C0413">
        <w:t xml:space="preserve">, </w:t>
      </w:r>
      <w:r w:rsidRPr="005D5566">
        <w:t>des ouvriers qui gardaient un silence si attentif</w:t>
      </w:r>
      <w:r w:rsidR="001C0413">
        <w:t xml:space="preserve">, </w:t>
      </w:r>
      <w:r w:rsidRPr="005D5566">
        <w:t>qui avaient exprimé leurs sentiments d</w:t>
      </w:r>
      <w:r w:rsidR="001C0413">
        <w:t>’</w:t>
      </w:r>
      <w:r w:rsidRPr="005D5566">
        <w:t>amitié reconnaissante avec gaucherie</w:t>
      </w:r>
      <w:r w:rsidR="001C0413">
        <w:t xml:space="preserve">, </w:t>
      </w:r>
      <w:r w:rsidRPr="005D5566">
        <w:t>mais éloquemment</w:t>
      </w:r>
      <w:r w:rsidR="001C0413">
        <w:t xml:space="preserve">, </w:t>
      </w:r>
      <w:r w:rsidRPr="005D5566">
        <w:t>en prodiguant mille petits soins aux deux femmes</w:t>
      </w:r>
      <w:r w:rsidR="001C0413">
        <w:t xml:space="preserve">. </w:t>
      </w:r>
      <w:r w:rsidRPr="005D5566">
        <w:t>Elles arrivèrent dans les champs</w:t>
      </w:r>
      <w:r w:rsidR="001C0413">
        <w:t xml:space="preserve">. </w:t>
      </w:r>
      <w:r w:rsidRPr="005D5566">
        <w:t>Le soleil se levait au devant d</w:t>
      </w:r>
      <w:r w:rsidR="001C0413">
        <w:t>’</w:t>
      </w:r>
      <w:r w:rsidRPr="005D5566">
        <w:t>elles</w:t>
      </w:r>
      <w:r w:rsidR="001C0413">
        <w:t xml:space="preserve">. </w:t>
      </w:r>
      <w:r w:rsidRPr="005D5566">
        <w:t>Encore invisible</w:t>
      </w:r>
      <w:r w:rsidR="001C0413">
        <w:t xml:space="preserve">, </w:t>
      </w:r>
      <w:r w:rsidRPr="005D5566">
        <w:t>il avait déployé au ciel un transparent éventail de rayons pourpres</w:t>
      </w:r>
      <w:r w:rsidR="001C0413">
        <w:t xml:space="preserve"> ; </w:t>
      </w:r>
      <w:r w:rsidRPr="005D5566">
        <w:t>dans l</w:t>
      </w:r>
      <w:r w:rsidR="001C0413">
        <w:t>’</w:t>
      </w:r>
      <w:r w:rsidRPr="005D5566">
        <w:t>herbe</w:t>
      </w:r>
      <w:r w:rsidR="001C0413">
        <w:t xml:space="preserve">, </w:t>
      </w:r>
      <w:r w:rsidRPr="005D5566">
        <w:t>les gouttes de rosée scintillaient en multicolores étincelles de joie alerte et printanière</w:t>
      </w:r>
      <w:r w:rsidR="001C0413">
        <w:t xml:space="preserve">. </w:t>
      </w:r>
      <w:r w:rsidRPr="005D5566">
        <w:t>Les oiseaux se réveillaient et animaient le matin de leurs cris joyeux</w:t>
      </w:r>
      <w:r w:rsidR="001C0413">
        <w:t xml:space="preserve">. </w:t>
      </w:r>
      <w:r w:rsidRPr="005D5566">
        <w:t>Avec des croassements affairés</w:t>
      </w:r>
      <w:r w:rsidR="001C0413">
        <w:t xml:space="preserve">, </w:t>
      </w:r>
      <w:r w:rsidRPr="005D5566">
        <w:t>de gros corbeaux s</w:t>
      </w:r>
      <w:r w:rsidR="001C0413">
        <w:t>’</w:t>
      </w:r>
      <w:r w:rsidRPr="005D5566">
        <w:t>envolaient en agitant lourdement leurs ailes</w:t>
      </w:r>
      <w:r w:rsidR="001C0413">
        <w:t xml:space="preserve"> ; </w:t>
      </w:r>
      <w:r w:rsidRPr="005D5566">
        <w:t>dans les champs ensemencés dès l</w:t>
      </w:r>
      <w:r w:rsidR="001C0413">
        <w:t>’</w:t>
      </w:r>
      <w:r w:rsidRPr="005D5566">
        <w:t>automne sautillaient des freux noirs</w:t>
      </w:r>
      <w:r w:rsidR="001C0413">
        <w:t xml:space="preserve">, </w:t>
      </w:r>
      <w:r w:rsidRPr="005D5566">
        <w:t>qui jacassaient d</w:t>
      </w:r>
      <w:r w:rsidR="001C0413">
        <w:t>’</w:t>
      </w:r>
      <w:r w:rsidRPr="005D5566">
        <w:t>une voix saccadée</w:t>
      </w:r>
      <w:r w:rsidR="001C0413">
        <w:t xml:space="preserve"> ; </w:t>
      </w:r>
      <w:r w:rsidRPr="005D5566">
        <w:t>on ne sait où</w:t>
      </w:r>
      <w:r w:rsidR="001C0413">
        <w:t xml:space="preserve">, </w:t>
      </w:r>
      <w:r w:rsidRPr="005D5566">
        <w:t>un loriot sifflait avec inquiétude</w:t>
      </w:r>
      <w:r w:rsidR="001C0413">
        <w:t xml:space="preserve">. </w:t>
      </w:r>
      <w:r w:rsidRPr="005D5566">
        <w:t>Les lointains se découvraient et accueillaient le soleil en effaçant les ombres nocturnes sur leurs cimes</w:t>
      </w:r>
      <w:r w:rsidR="001C0413">
        <w:t>.</w:t>
      </w:r>
    </w:p>
    <w:p w14:paraId="49991584" w14:textId="1E41EAC3" w:rsidR="00530790" w:rsidRPr="003B37B8" w:rsidRDefault="00530790" w:rsidP="001C0413">
      <w:pPr>
        <w:pStyle w:val="Titre2"/>
        <w:rPr>
          <w:szCs w:val="44"/>
        </w:rPr>
      </w:pPr>
      <w:bookmarkStart w:id="39" w:name="_Toc202279560"/>
      <w:r w:rsidRPr="003B37B8">
        <w:rPr>
          <w:szCs w:val="44"/>
        </w:rPr>
        <w:lastRenderedPageBreak/>
        <w:t>VII</w:t>
      </w:r>
      <w:bookmarkEnd w:id="39"/>
      <w:r w:rsidRPr="003B37B8">
        <w:rPr>
          <w:szCs w:val="44"/>
        </w:rPr>
        <w:br/>
      </w:r>
    </w:p>
    <w:p w14:paraId="7E6151C4" w14:textId="77777777" w:rsidR="001C0413" w:rsidRDefault="001C0413" w:rsidP="001C0413">
      <w:r>
        <w:t xml:space="preserve">… </w:t>
      </w:r>
      <w:r w:rsidR="00530790" w:rsidRPr="005D5566">
        <w:t>La vie de la mère s</w:t>
      </w:r>
      <w:r>
        <w:t>’</w:t>
      </w:r>
      <w:r w:rsidR="00530790" w:rsidRPr="005D5566">
        <w:t>écoulait dans un calme étrange</w:t>
      </w:r>
      <w:r>
        <w:t xml:space="preserve">, </w:t>
      </w:r>
      <w:r w:rsidR="00530790" w:rsidRPr="005D5566">
        <w:t>qui la surprenait parfois</w:t>
      </w:r>
      <w:r>
        <w:t xml:space="preserve">. </w:t>
      </w:r>
      <w:r w:rsidR="00530790" w:rsidRPr="005D5566">
        <w:t>Son fils était en prison</w:t>
      </w:r>
      <w:r>
        <w:t xml:space="preserve">, </w:t>
      </w:r>
      <w:r w:rsidR="00530790" w:rsidRPr="005D5566">
        <w:t>elle savait qu</w:t>
      </w:r>
      <w:r>
        <w:t>’</w:t>
      </w:r>
      <w:r w:rsidR="00530790" w:rsidRPr="005D5566">
        <w:t>un dur châtiment l</w:t>
      </w:r>
      <w:r>
        <w:t>’</w:t>
      </w:r>
      <w:r w:rsidR="00530790" w:rsidRPr="005D5566">
        <w:t>attendait</w:t>
      </w:r>
      <w:r>
        <w:t xml:space="preserve"> ; </w:t>
      </w:r>
      <w:r w:rsidR="00530790" w:rsidRPr="005D5566">
        <w:t>chaque fois qu</w:t>
      </w:r>
      <w:r>
        <w:t>’</w:t>
      </w:r>
      <w:r w:rsidR="00530790" w:rsidRPr="005D5566">
        <w:t>elle y pensait</w:t>
      </w:r>
      <w:r>
        <w:t xml:space="preserve">, </w:t>
      </w:r>
      <w:r w:rsidR="00530790" w:rsidRPr="005D5566">
        <w:t>et en dépit de sa volonté</w:t>
      </w:r>
      <w:r>
        <w:t xml:space="preserve">, </w:t>
      </w:r>
      <w:r w:rsidR="00530790" w:rsidRPr="005D5566">
        <w:t>se dressaient dans sa mémoire les images d</w:t>
      </w:r>
      <w:r>
        <w:t>’</w:t>
      </w:r>
      <w:r w:rsidR="00530790" w:rsidRPr="005D5566">
        <w:t>André</w:t>
      </w:r>
      <w:r>
        <w:t xml:space="preserve">, </w:t>
      </w:r>
      <w:r w:rsidR="00530790" w:rsidRPr="005D5566">
        <w:t>de Fédia et d</w:t>
      </w:r>
      <w:r>
        <w:t>’</w:t>
      </w:r>
      <w:r w:rsidR="00530790" w:rsidRPr="005D5566">
        <w:t>autres</w:t>
      </w:r>
      <w:r>
        <w:t xml:space="preserve">, </w:t>
      </w:r>
      <w:r w:rsidR="00530790" w:rsidRPr="005D5566">
        <w:t>toute une longue série de figures connues</w:t>
      </w:r>
      <w:r>
        <w:t xml:space="preserve">. </w:t>
      </w:r>
      <w:r w:rsidR="00530790" w:rsidRPr="005D5566">
        <w:t>Résumant pour elle tous ceux qui partageaient son sort</w:t>
      </w:r>
      <w:r>
        <w:t xml:space="preserve">, </w:t>
      </w:r>
      <w:r w:rsidR="00530790" w:rsidRPr="005D5566">
        <w:t>la figure de Pavel grandissait aux yeux de Pélaguée</w:t>
      </w:r>
      <w:r>
        <w:t xml:space="preserve">, </w:t>
      </w:r>
      <w:r w:rsidR="00530790" w:rsidRPr="005D5566">
        <w:t>et en songeant à son fils</w:t>
      </w:r>
      <w:r>
        <w:t xml:space="preserve">, </w:t>
      </w:r>
      <w:r w:rsidR="00530790" w:rsidRPr="005D5566">
        <w:t>ses pensées s</w:t>
      </w:r>
      <w:r>
        <w:t>’</w:t>
      </w:r>
      <w:r w:rsidR="00530790" w:rsidRPr="005D5566">
        <w:t>élargissaient et se dirigeaient de tous côtés</w:t>
      </w:r>
      <w:r>
        <w:t xml:space="preserve">, </w:t>
      </w:r>
      <w:r w:rsidR="00530790" w:rsidRPr="005D5566">
        <w:t>à son insu</w:t>
      </w:r>
      <w:r>
        <w:t xml:space="preserve">. </w:t>
      </w:r>
      <w:r w:rsidR="00530790" w:rsidRPr="005D5566">
        <w:t>Elles se dispersaient en minces rayons inégaux</w:t>
      </w:r>
      <w:r>
        <w:t xml:space="preserve">, </w:t>
      </w:r>
      <w:r w:rsidR="00530790" w:rsidRPr="005D5566">
        <w:t>touchant à tout</w:t>
      </w:r>
      <w:r>
        <w:t xml:space="preserve">, </w:t>
      </w:r>
      <w:r w:rsidR="00530790" w:rsidRPr="005D5566">
        <w:t>essayant d</w:t>
      </w:r>
      <w:r>
        <w:t>’</w:t>
      </w:r>
      <w:r w:rsidR="00530790" w:rsidRPr="005D5566">
        <w:t>éclairer tout</w:t>
      </w:r>
      <w:r>
        <w:t xml:space="preserve">, </w:t>
      </w:r>
      <w:r w:rsidR="00530790" w:rsidRPr="005D5566">
        <w:t>de tout rassembler en un même tableau</w:t>
      </w:r>
      <w:r>
        <w:t xml:space="preserve"> ; </w:t>
      </w:r>
      <w:r w:rsidR="00530790" w:rsidRPr="005D5566">
        <w:t>et elles empêchaient ainsi la mère de s</w:t>
      </w:r>
      <w:r>
        <w:t>’</w:t>
      </w:r>
      <w:r w:rsidR="00530790" w:rsidRPr="005D5566">
        <w:t>arrêter sur l</w:t>
      </w:r>
      <w:r>
        <w:t>’</w:t>
      </w:r>
      <w:r w:rsidR="00530790" w:rsidRPr="005D5566">
        <w:t>ennui qu</w:t>
      </w:r>
      <w:r>
        <w:t>’</w:t>
      </w:r>
      <w:r w:rsidR="00530790" w:rsidRPr="005D5566">
        <w:t>elle éprouvait de ne pas voir Pavel</w:t>
      </w:r>
      <w:r>
        <w:t xml:space="preserve">, </w:t>
      </w:r>
      <w:r w:rsidR="00530790" w:rsidRPr="005D5566">
        <w:t>sur la terreur que le sort de son fils lui inspirait</w:t>
      </w:r>
      <w:r>
        <w:t>.</w:t>
      </w:r>
    </w:p>
    <w:p w14:paraId="47CA6CC4" w14:textId="77777777" w:rsidR="001C0413" w:rsidRDefault="00530790" w:rsidP="001C0413">
      <w:r w:rsidRPr="005D5566">
        <w:t>Sophie partit bientôt</w:t>
      </w:r>
      <w:r w:rsidR="001C0413">
        <w:t xml:space="preserve">. </w:t>
      </w:r>
      <w:r w:rsidRPr="005D5566">
        <w:t>Cinq jours plus tard</w:t>
      </w:r>
      <w:r w:rsidR="001C0413">
        <w:t xml:space="preserve">, </w:t>
      </w:r>
      <w:r w:rsidRPr="005D5566">
        <w:t>elle revint</w:t>
      </w:r>
      <w:r w:rsidR="001C0413">
        <w:t xml:space="preserve">, </w:t>
      </w:r>
      <w:r w:rsidRPr="005D5566">
        <w:t>vive</w:t>
      </w:r>
      <w:r w:rsidR="001C0413">
        <w:t xml:space="preserve">, </w:t>
      </w:r>
      <w:r w:rsidRPr="005D5566">
        <w:t>et gaie</w:t>
      </w:r>
      <w:r w:rsidR="001C0413">
        <w:t xml:space="preserve">, </w:t>
      </w:r>
      <w:r w:rsidRPr="005D5566">
        <w:t>pour disparaître de nouveau quelques heures après</w:t>
      </w:r>
      <w:r w:rsidR="001C0413">
        <w:t xml:space="preserve">. </w:t>
      </w:r>
      <w:r w:rsidRPr="005D5566">
        <w:t>On ne la revit qu</w:t>
      </w:r>
      <w:r w:rsidR="001C0413">
        <w:t>’</w:t>
      </w:r>
      <w:r w:rsidRPr="005D5566">
        <w:t>au bout de quinze jours</w:t>
      </w:r>
      <w:r w:rsidR="001C0413">
        <w:t xml:space="preserve">. </w:t>
      </w:r>
      <w:r w:rsidRPr="005D5566">
        <w:t>Il semblait qu</w:t>
      </w:r>
      <w:r w:rsidR="001C0413">
        <w:t>’</w:t>
      </w:r>
      <w:r w:rsidRPr="005D5566">
        <w:t>elle allât dans la vie par grands cercles</w:t>
      </w:r>
      <w:r w:rsidR="001C0413">
        <w:t xml:space="preserve">. </w:t>
      </w:r>
      <w:r w:rsidRPr="005D5566">
        <w:t>Elle montait parfois chez son frère pour remplir sa demeure de vaillance et de musique</w:t>
      </w:r>
      <w:r w:rsidR="001C0413">
        <w:t>.</w:t>
      </w:r>
    </w:p>
    <w:p w14:paraId="230CE715" w14:textId="77777777" w:rsidR="001C0413" w:rsidRDefault="00530790" w:rsidP="001C0413">
      <w:r w:rsidRPr="005D5566">
        <w:t>La musique était devenue agréable à la mère</w:t>
      </w:r>
      <w:r w:rsidR="001C0413">
        <w:t xml:space="preserve">, </w:t>
      </w:r>
      <w:r w:rsidRPr="005D5566">
        <w:t>presque indispensable même</w:t>
      </w:r>
      <w:r w:rsidR="001C0413">
        <w:t xml:space="preserve">. </w:t>
      </w:r>
      <w:r w:rsidRPr="005D5566">
        <w:t>Elle la sentait couler dans sa poitrine et pénétrer son cœur</w:t>
      </w:r>
      <w:r w:rsidR="001C0413">
        <w:t xml:space="preserve">, </w:t>
      </w:r>
      <w:r w:rsidRPr="005D5566">
        <w:t>et alors des ondes de pensées naissaient en elle</w:t>
      </w:r>
      <w:r w:rsidR="001C0413">
        <w:t xml:space="preserve">, </w:t>
      </w:r>
      <w:r w:rsidRPr="005D5566">
        <w:t>rapides et intenses</w:t>
      </w:r>
      <w:r w:rsidR="001C0413">
        <w:t xml:space="preserve">, </w:t>
      </w:r>
      <w:r w:rsidRPr="005D5566">
        <w:t>des paroles fleurissaient</w:t>
      </w:r>
      <w:r w:rsidR="001C0413">
        <w:t xml:space="preserve">, </w:t>
      </w:r>
      <w:r w:rsidRPr="005D5566">
        <w:t>légères et belles</w:t>
      </w:r>
      <w:r w:rsidR="001C0413">
        <w:t xml:space="preserve">, </w:t>
      </w:r>
      <w:r w:rsidRPr="005D5566">
        <w:t>éveillées par la force des sons</w:t>
      </w:r>
      <w:r w:rsidR="001C0413">
        <w:t>…</w:t>
      </w:r>
    </w:p>
    <w:p w14:paraId="30E2B864" w14:textId="77777777" w:rsidR="001C0413" w:rsidRDefault="00530790" w:rsidP="001C0413">
      <w:pPr>
        <w:rPr>
          <w:bCs/>
        </w:rPr>
      </w:pPr>
      <w:r w:rsidRPr="005D5566">
        <w:t>Pélaguée se résignait difficilement au désordre de Sophie</w:t>
      </w:r>
      <w:r w:rsidR="001C0413">
        <w:t xml:space="preserve">, </w:t>
      </w:r>
      <w:r w:rsidRPr="005D5566">
        <w:t>qui jetait dans tous les coins les objets lui appartenant</w:t>
      </w:r>
      <w:r w:rsidR="001C0413">
        <w:t xml:space="preserve">, </w:t>
      </w:r>
      <w:r w:rsidRPr="005D5566">
        <w:t xml:space="preserve">des </w:t>
      </w:r>
      <w:r w:rsidRPr="005D5566">
        <w:lastRenderedPageBreak/>
        <w:t>bouts de cigarettes ou des cendres</w:t>
      </w:r>
      <w:r w:rsidR="001C0413">
        <w:t xml:space="preserve"> ; </w:t>
      </w:r>
      <w:r w:rsidRPr="005D5566">
        <w:t>elle se faisait encore plus difficilement à sa manière de parler si hardie</w:t>
      </w:r>
      <w:r w:rsidR="001C0413">
        <w:t xml:space="preserve">. </w:t>
      </w:r>
      <w:r w:rsidRPr="005D5566">
        <w:t>Le contraste était trop grand avec la tranquille assurance de Nicolas</w:t>
      </w:r>
      <w:r w:rsidR="001C0413">
        <w:t xml:space="preserve">, </w:t>
      </w:r>
      <w:r w:rsidRPr="005D5566">
        <w:t>avec la gravité bienveillante et constante de ses paroles</w:t>
      </w:r>
      <w:r w:rsidR="001C0413">
        <w:t xml:space="preserve">. </w:t>
      </w:r>
      <w:r w:rsidRPr="005D5566">
        <w:t>Aux yeux de la mère</w:t>
      </w:r>
      <w:r w:rsidR="001C0413">
        <w:t xml:space="preserve">, </w:t>
      </w:r>
      <w:r w:rsidRPr="005D5566">
        <w:t>Sophie n</w:t>
      </w:r>
      <w:r w:rsidR="001C0413">
        <w:t>’</w:t>
      </w:r>
      <w:r w:rsidRPr="005D5566">
        <w:t>était qu</w:t>
      </w:r>
      <w:r w:rsidR="001C0413">
        <w:t>’</w:t>
      </w:r>
      <w:r w:rsidRPr="005D5566">
        <w:t>une adolescente désireuse de se faire passer pour une grande personne</w:t>
      </w:r>
      <w:r w:rsidR="001C0413">
        <w:t xml:space="preserve">, </w:t>
      </w:r>
      <w:r w:rsidRPr="005D5566">
        <w:t>et qui considérait encore les gens comme des jouets curieux</w:t>
      </w:r>
      <w:r w:rsidR="001C0413">
        <w:t xml:space="preserve">. </w:t>
      </w:r>
      <w:r w:rsidRPr="005D5566">
        <w:t>Elle parlait beaucoup de la sainteté du travail et augmentait stupidement la besogne de la mère par son désordre</w:t>
      </w:r>
      <w:r w:rsidR="001C0413">
        <w:t xml:space="preserve"> ; </w:t>
      </w:r>
      <w:r w:rsidRPr="005D5566">
        <w:rPr>
          <w:bCs/>
        </w:rPr>
        <w:t>elle discourait sur la liberté et</w:t>
      </w:r>
      <w:r w:rsidR="001C0413">
        <w:rPr>
          <w:bCs/>
        </w:rPr>
        <w:t xml:space="preserve">, </w:t>
      </w:r>
      <w:r w:rsidRPr="005D5566">
        <w:rPr>
          <w:bCs/>
        </w:rPr>
        <w:t>pourtant</w:t>
      </w:r>
      <w:r w:rsidR="001C0413">
        <w:rPr>
          <w:bCs/>
        </w:rPr>
        <w:t xml:space="preserve">, </w:t>
      </w:r>
      <w:r w:rsidRPr="005D5566">
        <w:rPr>
          <w:bCs/>
        </w:rPr>
        <w:t>il était visible qu</w:t>
      </w:r>
      <w:r w:rsidR="001C0413">
        <w:rPr>
          <w:bCs/>
        </w:rPr>
        <w:t>’</w:t>
      </w:r>
      <w:r w:rsidRPr="005D5566">
        <w:rPr>
          <w:bCs/>
        </w:rPr>
        <w:t>elle gênait chacun par son impatience irritable</w:t>
      </w:r>
      <w:r w:rsidR="001C0413">
        <w:rPr>
          <w:bCs/>
        </w:rPr>
        <w:t xml:space="preserve">, </w:t>
      </w:r>
      <w:r w:rsidRPr="005D5566">
        <w:rPr>
          <w:bCs/>
        </w:rPr>
        <w:t>par ses incessantes discussions</w:t>
      </w:r>
      <w:r w:rsidR="001C0413">
        <w:rPr>
          <w:bCs/>
        </w:rPr>
        <w:t xml:space="preserve">, </w:t>
      </w:r>
      <w:r w:rsidRPr="005D5566">
        <w:rPr>
          <w:bCs/>
        </w:rPr>
        <w:t>son désir de se placer au premier rang</w:t>
      </w:r>
      <w:r w:rsidR="001C0413">
        <w:rPr>
          <w:bCs/>
        </w:rPr>
        <w:t xml:space="preserve">. </w:t>
      </w:r>
      <w:r w:rsidRPr="005D5566">
        <w:rPr>
          <w:bCs/>
        </w:rPr>
        <w:t>Il y avait beaucoup de contradictions en elle</w:t>
      </w:r>
      <w:r w:rsidR="001C0413">
        <w:rPr>
          <w:bCs/>
        </w:rPr>
        <w:t xml:space="preserve"> ; </w:t>
      </w:r>
      <w:r w:rsidRPr="005D5566">
        <w:rPr>
          <w:bCs/>
        </w:rPr>
        <w:t>la mère la traitait avec une prudence constante</w:t>
      </w:r>
      <w:r w:rsidR="001C0413">
        <w:rPr>
          <w:bCs/>
        </w:rPr>
        <w:t xml:space="preserve">, </w:t>
      </w:r>
      <w:r w:rsidRPr="005D5566">
        <w:rPr>
          <w:bCs/>
        </w:rPr>
        <w:t>mais sans le sentiment chaleureux qu</w:t>
      </w:r>
      <w:r w:rsidR="001C0413">
        <w:rPr>
          <w:bCs/>
        </w:rPr>
        <w:t>’</w:t>
      </w:r>
      <w:r w:rsidRPr="005D5566">
        <w:rPr>
          <w:bCs/>
        </w:rPr>
        <w:t>elle avait pour Nicolas</w:t>
      </w:r>
      <w:r w:rsidR="001C0413">
        <w:rPr>
          <w:bCs/>
        </w:rPr>
        <w:t>.</w:t>
      </w:r>
    </w:p>
    <w:p w14:paraId="22A8EF77" w14:textId="77777777" w:rsidR="001C0413" w:rsidRDefault="00530790" w:rsidP="001C0413">
      <w:pPr>
        <w:rPr>
          <w:bCs/>
        </w:rPr>
      </w:pPr>
      <w:r w:rsidRPr="005D5566">
        <w:rPr>
          <w:bCs/>
        </w:rPr>
        <w:t>Toujours soucieux</w:t>
      </w:r>
      <w:r w:rsidR="001C0413">
        <w:rPr>
          <w:bCs/>
        </w:rPr>
        <w:t xml:space="preserve">, </w:t>
      </w:r>
      <w:r w:rsidRPr="005D5566">
        <w:rPr>
          <w:bCs/>
        </w:rPr>
        <w:t>celui-ci menait jour après jour la même existence réglée et monotone</w:t>
      </w:r>
      <w:r w:rsidR="001C0413">
        <w:rPr>
          <w:bCs/>
        </w:rPr>
        <w:t xml:space="preserve"> ; </w:t>
      </w:r>
      <w:r w:rsidRPr="005D5566">
        <w:t xml:space="preserve">à </w:t>
      </w:r>
      <w:r w:rsidRPr="005D5566">
        <w:rPr>
          <w:bCs/>
        </w:rPr>
        <w:t>huit heures</w:t>
      </w:r>
      <w:r w:rsidR="001C0413">
        <w:rPr>
          <w:bCs/>
        </w:rPr>
        <w:t xml:space="preserve">, </w:t>
      </w:r>
      <w:r w:rsidRPr="005D5566">
        <w:rPr>
          <w:bCs/>
        </w:rPr>
        <w:t>il déjeunait</w:t>
      </w:r>
      <w:r w:rsidR="001C0413">
        <w:rPr>
          <w:bCs/>
        </w:rPr>
        <w:t xml:space="preserve">, </w:t>
      </w:r>
      <w:r w:rsidRPr="005D5566">
        <w:rPr>
          <w:bCs/>
        </w:rPr>
        <w:t xml:space="preserve">lisait </w:t>
      </w:r>
      <w:r w:rsidRPr="005D5566">
        <w:t xml:space="preserve">à </w:t>
      </w:r>
      <w:r w:rsidRPr="005D5566">
        <w:rPr>
          <w:bCs/>
        </w:rPr>
        <w:t>haute voix le journal</w:t>
      </w:r>
      <w:r w:rsidR="001C0413">
        <w:rPr>
          <w:bCs/>
        </w:rPr>
        <w:t xml:space="preserve">, </w:t>
      </w:r>
      <w:r w:rsidRPr="005D5566">
        <w:rPr>
          <w:bCs/>
        </w:rPr>
        <w:t>commentant les nouvelles importantes</w:t>
      </w:r>
      <w:r w:rsidR="001C0413">
        <w:rPr>
          <w:bCs/>
        </w:rPr>
        <w:t xml:space="preserve">. </w:t>
      </w:r>
      <w:r w:rsidRPr="005D5566">
        <w:rPr>
          <w:bCs/>
        </w:rPr>
        <w:t>Pélaguée trouvait chez Nicolas et chez André des traits communs</w:t>
      </w:r>
      <w:r w:rsidR="001C0413">
        <w:rPr>
          <w:bCs/>
        </w:rPr>
        <w:t xml:space="preserve">. </w:t>
      </w:r>
      <w:r w:rsidRPr="005D5566">
        <w:rPr>
          <w:bCs/>
        </w:rPr>
        <w:t>De même que le Petit-Russien</w:t>
      </w:r>
      <w:r w:rsidR="001C0413">
        <w:rPr>
          <w:bCs/>
        </w:rPr>
        <w:t xml:space="preserve">, </w:t>
      </w:r>
      <w:r w:rsidRPr="005D5566">
        <w:rPr>
          <w:bCs/>
        </w:rPr>
        <w:t>son hôte parlait sans haine des hommes</w:t>
      </w:r>
      <w:r w:rsidR="001C0413">
        <w:rPr>
          <w:bCs/>
        </w:rPr>
        <w:t xml:space="preserve">, </w:t>
      </w:r>
      <w:r w:rsidRPr="005D5566">
        <w:rPr>
          <w:bCs/>
        </w:rPr>
        <w:t>il les considérait tous comme coupables de la mauvaise organisation de la vie</w:t>
      </w:r>
      <w:r w:rsidR="001C0413">
        <w:rPr>
          <w:bCs/>
        </w:rPr>
        <w:t xml:space="preserve">. </w:t>
      </w:r>
      <w:r w:rsidRPr="005D5566">
        <w:rPr>
          <w:bCs/>
        </w:rPr>
        <w:t>Mais sa foi en la vie nouvelle n</w:t>
      </w:r>
      <w:r w:rsidR="001C0413">
        <w:rPr>
          <w:bCs/>
        </w:rPr>
        <w:t>’</w:t>
      </w:r>
      <w:r w:rsidRPr="005D5566">
        <w:rPr>
          <w:bCs/>
        </w:rPr>
        <w:t>était pas aussi ardente que celle d</w:t>
      </w:r>
      <w:r w:rsidR="001C0413">
        <w:rPr>
          <w:bCs/>
        </w:rPr>
        <w:t>’</w:t>
      </w:r>
      <w:r w:rsidRPr="005D5566">
        <w:rPr>
          <w:bCs/>
        </w:rPr>
        <w:t>André</w:t>
      </w:r>
      <w:r w:rsidR="001C0413">
        <w:rPr>
          <w:bCs/>
        </w:rPr>
        <w:t xml:space="preserve">, </w:t>
      </w:r>
      <w:r w:rsidRPr="005D5566">
        <w:rPr>
          <w:bCs/>
        </w:rPr>
        <w:t>ni aussi lumineuse</w:t>
      </w:r>
      <w:r w:rsidR="001C0413">
        <w:rPr>
          <w:bCs/>
        </w:rPr>
        <w:t xml:space="preserve">. </w:t>
      </w:r>
      <w:r w:rsidRPr="005D5566">
        <w:rPr>
          <w:bCs/>
        </w:rPr>
        <w:t>Il parlait toujours paisiblement</w:t>
      </w:r>
      <w:r w:rsidR="001C0413">
        <w:rPr>
          <w:bCs/>
        </w:rPr>
        <w:t xml:space="preserve">, </w:t>
      </w:r>
      <w:r w:rsidRPr="005D5566">
        <w:rPr>
          <w:bCs/>
        </w:rPr>
        <w:t>de la voix d</w:t>
      </w:r>
      <w:r w:rsidR="001C0413">
        <w:rPr>
          <w:bCs/>
        </w:rPr>
        <w:t>’</w:t>
      </w:r>
      <w:r w:rsidRPr="005D5566">
        <w:rPr>
          <w:bCs/>
        </w:rPr>
        <w:t>un juge intègre et sévère</w:t>
      </w:r>
      <w:r w:rsidR="001C0413">
        <w:rPr>
          <w:bCs/>
        </w:rPr>
        <w:t xml:space="preserve"> ; </w:t>
      </w:r>
      <w:r w:rsidRPr="005D5566">
        <w:rPr>
          <w:bCs/>
        </w:rPr>
        <w:t>même quand il racontait des choses terribles</w:t>
      </w:r>
      <w:r w:rsidR="001C0413">
        <w:rPr>
          <w:bCs/>
        </w:rPr>
        <w:t xml:space="preserve">, </w:t>
      </w:r>
      <w:r w:rsidRPr="005D5566">
        <w:rPr>
          <w:bCs/>
        </w:rPr>
        <w:t>il avait un doux sourire de compassion</w:t>
      </w:r>
      <w:r w:rsidR="001C0413">
        <w:rPr>
          <w:bCs/>
        </w:rPr>
        <w:t xml:space="preserve"> ; </w:t>
      </w:r>
      <w:r w:rsidRPr="005D5566">
        <w:rPr>
          <w:bCs/>
        </w:rPr>
        <w:t>mais alors</w:t>
      </w:r>
      <w:r w:rsidR="001C0413">
        <w:rPr>
          <w:bCs/>
        </w:rPr>
        <w:t xml:space="preserve">, </w:t>
      </w:r>
      <w:r w:rsidRPr="005D5566">
        <w:rPr>
          <w:bCs/>
        </w:rPr>
        <w:t>ses yeux brillaient d</w:t>
      </w:r>
      <w:r w:rsidR="001C0413">
        <w:rPr>
          <w:bCs/>
        </w:rPr>
        <w:t>’</w:t>
      </w:r>
      <w:r w:rsidRPr="005D5566">
        <w:rPr>
          <w:bCs/>
        </w:rPr>
        <w:t>une lueur froide</w:t>
      </w:r>
      <w:r w:rsidR="001C0413">
        <w:rPr>
          <w:bCs/>
        </w:rPr>
        <w:t xml:space="preserve">. </w:t>
      </w:r>
      <w:r w:rsidRPr="005D5566">
        <w:rPr>
          <w:bCs/>
        </w:rPr>
        <w:t>En voyant ce regard</w:t>
      </w:r>
      <w:r w:rsidR="001C0413">
        <w:rPr>
          <w:bCs/>
        </w:rPr>
        <w:t xml:space="preserve">, </w:t>
      </w:r>
      <w:r w:rsidRPr="005D5566">
        <w:rPr>
          <w:bCs/>
        </w:rPr>
        <w:t>la mère comprit que cet homme ne pardonnerait jamais à personne</w:t>
      </w:r>
      <w:r w:rsidR="001C0413">
        <w:rPr>
          <w:bCs/>
        </w:rPr>
        <w:t xml:space="preserve">, </w:t>
      </w:r>
      <w:r w:rsidRPr="005D5566">
        <w:rPr>
          <w:bCs/>
        </w:rPr>
        <w:t>qu</w:t>
      </w:r>
      <w:r w:rsidR="001C0413">
        <w:rPr>
          <w:bCs/>
        </w:rPr>
        <w:t>’</w:t>
      </w:r>
      <w:r w:rsidRPr="005D5566">
        <w:rPr>
          <w:bCs/>
        </w:rPr>
        <w:t>il ne pouvait pas pardonner</w:t>
      </w:r>
      <w:r w:rsidR="001C0413">
        <w:rPr>
          <w:bCs/>
        </w:rPr>
        <w:t xml:space="preserve"> ; </w:t>
      </w:r>
      <w:r w:rsidRPr="005D5566">
        <w:rPr>
          <w:bCs/>
        </w:rPr>
        <w:t>et</w:t>
      </w:r>
      <w:r w:rsidR="001C0413">
        <w:rPr>
          <w:bCs/>
        </w:rPr>
        <w:t xml:space="preserve">, </w:t>
      </w:r>
      <w:r w:rsidRPr="005D5566">
        <w:rPr>
          <w:bCs/>
        </w:rPr>
        <w:t>sentant combien cette fermeté devait lui être pénible</w:t>
      </w:r>
      <w:r w:rsidR="001C0413">
        <w:rPr>
          <w:bCs/>
        </w:rPr>
        <w:t xml:space="preserve">, </w:t>
      </w:r>
      <w:r w:rsidRPr="005D5566">
        <w:rPr>
          <w:bCs/>
        </w:rPr>
        <w:t>elle le prenait en pitié</w:t>
      </w:r>
      <w:r w:rsidR="001C0413">
        <w:rPr>
          <w:bCs/>
        </w:rPr>
        <w:t xml:space="preserve">. </w:t>
      </w:r>
      <w:r w:rsidRPr="005D5566">
        <w:rPr>
          <w:bCs/>
        </w:rPr>
        <w:t>Nicolas lui devenait toujours plus cher</w:t>
      </w:r>
      <w:r w:rsidR="001C0413">
        <w:rPr>
          <w:bCs/>
        </w:rPr>
        <w:t>.</w:t>
      </w:r>
    </w:p>
    <w:p w14:paraId="424309DA" w14:textId="77777777" w:rsidR="001C0413" w:rsidRDefault="00530790" w:rsidP="001C0413">
      <w:pPr>
        <w:rPr>
          <w:bCs/>
        </w:rPr>
      </w:pPr>
      <w:r w:rsidRPr="005D5566">
        <w:rPr>
          <w:bCs/>
        </w:rPr>
        <w:t>À neuf heures</w:t>
      </w:r>
      <w:r w:rsidR="001C0413">
        <w:rPr>
          <w:bCs/>
        </w:rPr>
        <w:t xml:space="preserve">, </w:t>
      </w:r>
      <w:r w:rsidRPr="005D5566">
        <w:rPr>
          <w:bCs/>
        </w:rPr>
        <w:t xml:space="preserve">il allait </w:t>
      </w:r>
      <w:r w:rsidRPr="005D5566">
        <w:t xml:space="preserve">à </w:t>
      </w:r>
      <w:r w:rsidRPr="005D5566">
        <w:rPr>
          <w:bCs/>
        </w:rPr>
        <w:t>son bureau</w:t>
      </w:r>
      <w:r w:rsidR="001C0413">
        <w:rPr>
          <w:bCs/>
        </w:rPr>
        <w:t xml:space="preserve"> ; </w:t>
      </w:r>
      <w:r w:rsidRPr="005D5566">
        <w:rPr>
          <w:bCs/>
        </w:rPr>
        <w:t>la mère faisait les chambres</w:t>
      </w:r>
      <w:r w:rsidR="001C0413">
        <w:rPr>
          <w:bCs/>
        </w:rPr>
        <w:t xml:space="preserve">, </w:t>
      </w:r>
      <w:r w:rsidRPr="005D5566">
        <w:rPr>
          <w:bCs/>
        </w:rPr>
        <w:t>préparait le dîner</w:t>
      </w:r>
      <w:r w:rsidR="001C0413">
        <w:rPr>
          <w:bCs/>
        </w:rPr>
        <w:t xml:space="preserve">, </w:t>
      </w:r>
      <w:r w:rsidRPr="005D5566">
        <w:rPr>
          <w:bCs/>
        </w:rPr>
        <w:t>se lavait</w:t>
      </w:r>
      <w:r w:rsidR="001C0413">
        <w:rPr>
          <w:bCs/>
        </w:rPr>
        <w:t xml:space="preserve">, </w:t>
      </w:r>
      <w:r w:rsidRPr="005D5566">
        <w:rPr>
          <w:bCs/>
        </w:rPr>
        <w:t>se changeait</w:t>
      </w:r>
      <w:r w:rsidR="001C0413">
        <w:rPr>
          <w:bCs/>
        </w:rPr>
        <w:t xml:space="preserve"> ; </w:t>
      </w:r>
      <w:r w:rsidRPr="005D5566">
        <w:rPr>
          <w:bCs/>
        </w:rPr>
        <w:t xml:space="preserve">puis elle </w:t>
      </w:r>
      <w:r w:rsidRPr="005D5566">
        <w:rPr>
          <w:bCs/>
        </w:rPr>
        <w:lastRenderedPageBreak/>
        <w:t>s</w:t>
      </w:r>
      <w:r w:rsidR="001C0413">
        <w:rPr>
          <w:bCs/>
        </w:rPr>
        <w:t>’</w:t>
      </w:r>
      <w:r w:rsidRPr="005D5566">
        <w:rPr>
          <w:bCs/>
        </w:rPr>
        <w:t>asseyait dans sa chambre et regardait les images des livres</w:t>
      </w:r>
      <w:r w:rsidR="001C0413">
        <w:rPr>
          <w:bCs/>
        </w:rPr>
        <w:t xml:space="preserve">. </w:t>
      </w:r>
      <w:r w:rsidRPr="005D5566">
        <w:rPr>
          <w:bCs/>
        </w:rPr>
        <w:t>Elle pouvait lire en s</w:t>
      </w:r>
      <w:r w:rsidR="001C0413">
        <w:rPr>
          <w:bCs/>
        </w:rPr>
        <w:t>’</w:t>
      </w:r>
      <w:r w:rsidRPr="005D5566">
        <w:rPr>
          <w:bCs/>
        </w:rPr>
        <w:t>appliquant de toute son attention</w:t>
      </w:r>
      <w:r w:rsidR="001C0413">
        <w:rPr>
          <w:bCs/>
        </w:rPr>
        <w:t xml:space="preserve"> ; </w:t>
      </w:r>
      <w:r w:rsidRPr="005D5566">
        <w:rPr>
          <w:bCs/>
        </w:rPr>
        <w:t>mais</w:t>
      </w:r>
      <w:r w:rsidR="001C0413">
        <w:rPr>
          <w:bCs/>
        </w:rPr>
        <w:t xml:space="preserve">, </w:t>
      </w:r>
      <w:r w:rsidRPr="005D5566">
        <w:rPr>
          <w:bCs/>
        </w:rPr>
        <w:t>au bout de quelques pages</w:t>
      </w:r>
      <w:r w:rsidR="001C0413">
        <w:rPr>
          <w:bCs/>
        </w:rPr>
        <w:t xml:space="preserve">, </w:t>
      </w:r>
      <w:r w:rsidRPr="005D5566">
        <w:rPr>
          <w:bCs/>
        </w:rPr>
        <w:t>elle était fatiguée et ne comprenait plus le sens des mots</w:t>
      </w:r>
      <w:r w:rsidR="001C0413">
        <w:rPr>
          <w:bCs/>
        </w:rPr>
        <w:t xml:space="preserve">. </w:t>
      </w:r>
      <w:r w:rsidRPr="005D5566">
        <w:rPr>
          <w:bCs/>
        </w:rPr>
        <w:t>Par contre</w:t>
      </w:r>
      <w:r w:rsidR="001C0413">
        <w:rPr>
          <w:bCs/>
        </w:rPr>
        <w:t xml:space="preserve">, </w:t>
      </w:r>
      <w:r w:rsidRPr="005D5566">
        <w:rPr>
          <w:bCs/>
        </w:rPr>
        <w:t>les images la distrayaient comme un enfant</w:t>
      </w:r>
      <w:r w:rsidR="001C0413">
        <w:rPr>
          <w:bCs/>
        </w:rPr>
        <w:t xml:space="preserve"> : </w:t>
      </w:r>
      <w:r w:rsidRPr="005D5566">
        <w:rPr>
          <w:bCs/>
        </w:rPr>
        <w:t>elles déroulaient à ses yeux un monde nouveau</w:t>
      </w:r>
      <w:r w:rsidR="001C0413">
        <w:rPr>
          <w:bCs/>
        </w:rPr>
        <w:t xml:space="preserve">, </w:t>
      </w:r>
      <w:r w:rsidRPr="005D5566">
        <w:rPr>
          <w:bCs/>
        </w:rPr>
        <w:t>merveilleux</w:t>
      </w:r>
      <w:r w:rsidR="001C0413">
        <w:rPr>
          <w:bCs/>
        </w:rPr>
        <w:t xml:space="preserve">, </w:t>
      </w:r>
      <w:r w:rsidRPr="005D5566">
        <w:rPr>
          <w:bCs/>
        </w:rPr>
        <w:t>compréhensible cependant</w:t>
      </w:r>
      <w:r w:rsidR="001C0413">
        <w:rPr>
          <w:bCs/>
        </w:rPr>
        <w:t xml:space="preserve">, </w:t>
      </w:r>
      <w:r w:rsidRPr="005D5566">
        <w:rPr>
          <w:bCs/>
        </w:rPr>
        <w:t>et presque tangible</w:t>
      </w:r>
      <w:r w:rsidR="001C0413">
        <w:rPr>
          <w:bCs/>
        </w:rPr>
        <w:t xml:space="preserve">. </w:t>
      </w:r>
      <w:r w:rsidRPr="005D5566">
        <w:rPr>
          <w:bCs/>
        </w:rPr>
        <w:t>Elle voyait les villes immenses</w:t>
      </w:r>
      <w:r w:rsidR="001C0413">
        <w:rPr>
          <w:bCs/>
        </w:rPr>
        <w:t xml:space="preserve">, </w:t>
      </w:r>
      <w:r w:rsidRPr="005D5566">
        <w:rPr>
          <w:bCs/>
        </w:rPr>
        <w:t>leurs édifices magnifiques</w:t>
      </w:r>
      <w:r w:rsidR="001C0413">
        <w:rPr>
          <w:bCs/>
        </w:rPr>
        <w:t xml:space="preserve">, </w:t>
      </w:r>
      <w:r w:rsidRPr="005D5566">
        <w:rPr>
          <w:bCs/>
        </w:rPr>
        <w:t>les machines</w:t>
      </w:r>
      <w:r w:rsidR="001C0413">
        <w:rPr>
          <w:bCs/>
        </w:rPr>
        <w:t xml:space="preserve">, </w:t>
      </w:r>
      <w:r w:rsidRPr="005D5566">
        <w:rPr>
          <w:bCs/>
        </w:rPr>
        <w:t>les vaisseaux</w:t>
      </w:r>
      <w:r w:rsidR="001C0413">
        <w:rPr>
          <w:bCs/>
        </w:rPr>
        <w:t xml:space="preserve">, </w:t>
      </w:r>
      <w:r w:rsidRPr="005D5566">
        <w:rPr>
          <w:bCs/>
        </w:rPr>
        <w:t>les monuments</w:t>
      </w:r>
      <w:r w:rsidR="001C0413">
        <w:rPr>
          <w:bCs/>
        </w:rPr>
        <w:t xml:space="preserve">, </w:t>
      </w:r>
      <w:r w:rsidRPr="005D5566">
        <w:rPr>
          <w:bCs/>
        </w:rPr>
        <w:t>les richesses incalculables amassées par les hommes</w:t>
      </w:r>
      <w:r w:rsidR="001C0413">
        <w:rPr>
          <w:bCs/>
        </w:rPr>
        <w:t xml:space="preserve">, </w:t>
      </w:r>
      <w:r w:rsidRPr="005D5566">
        <w:rPr>
          <w:bCs/>
        </w:rPr>
        <w:t>les créations de la nature</w:t>
      </w:r>
      <w:r w:rsidR="001C0413">
        <w:rPr>
          <w:bCs/>
        </w:rPr>
        <w:t xml:space="preserve">, </w:t>
      </w:r>
      <w:r w:rsidRPr="005D5566">
        <w:rPr>
          <w:bCs/>
        </w:rPr>
        <w:t>dont la diversité frappait son esprit</w:t>
      </w:r>
      <w:r w:rsidR="001C0413">
        <w:rPr>
          <w:bCs/>
        </w:rPr>
        <w:t xml:space="preserve">. </w:t>
      </w:r>
      <w:r w:rsidRPr="005D5566">
        <w:rPr>
          <w:bCs/>
        </w:rPr>
        <w:t>La vie s</w:t>
      </w:r>
      <w:r w:rsidR="001C0413">
        <w:rPr>
          <w:bCs/>
        </w:rPr>
        <w:t>’</w:t>
      </w:r>
      <w:r w:rsidRPr="005D5566">
        <w:rPr>
          <w:bCs/>
        </w:rPr>
        <w:t>élargissait à l</w:t>
      </w:r>
      <w:r w:rsidR="001C0413">
        <w:rPr>
          <w:bCs/>
        </w:rPr>
        <w:t>’</w:t>
      </w:r>
      <w:r w:rsidRPr="005D5566">
        <w:rPr>
          <w:bCs/>
        </w:rPr>
        <w:t>infini</w:t>
      </w:r>
      <w:r w:rsidR="001C0413">
        <w:rPr>
          <w:bCs/>
        </w:rPr>
        <w:t xml:space="preserve">, </w:t>
      </w:r>
      <w:r w:rsidRPr="005D5566">
        <w:rPr>
          <w:bCs/>
        </w:rPr>
        <w:t>lui découvrant chaque jour des choses énormes</w:t>
      </w:r>
      <w:r w:rsidR="001C0413">
        <w:rPr>
          <w:bCs/>
        </w:rPr>
        <w:t xml:space="preserve">, </w:t>
      </w:r>
      <w:r w:rsidRPr="005D5566">
        <w:rPr>
          <w:bCs/>
        </w:rPr>
        <w:t>inconnues</w:t>
      </w:r>
      <w:r w:rsidR="001C0413">
        <w:rPr>
          <w:bCs/>
        </w:rPr>
        <w:t xml:space="preserve">, </w:t>
      </w:r>
      <w:r w:rsidRPr="005D5566">
        <w:rPr>
          <w:bCs/>
        </w:rPr>
        <w:t>féeriques</w:t>
      </w:r>
      <w:r w:rsidR="001C0413">
        <w:rPr>
          <w:bCs/>
        </w:rPr>
        <w:t xml:space="preserve"> ; </w:t>
      </w:r>
      <w:r w:rsidRPr="005D5566">
        <w:rPr>
          <w:bCs/>
        </w:rPr>
        <w:t>et par l</w:t>
      </w:r>
      <w:r w:rsidR="001C0413">
        <w:rPr>
          <w:bCs/>
        </w:rPr>
        <w:t>’</w:t>
      </w:r>
      <w:r w:rsidRPr="005D5566">
        <w:rPr>
          <w:bCs/>
        </w:rPr>
        <w:t>abondance de ses richesses</w:t>
      </w:r>
      <w:r w:rsidR="001C0413">
        <w:rPr>
          <w:bCs/>
        </w:rPr>
        <w:t xml:space="preserve">, </w:t>
      </w:r>
      <w:r w:rsidRPr="005D5566">
        <w:rPr>
          <w:bCs/>
        </w:rPr>
        <w:t>l</w:t>
      </w:r>
      <w:r w:rsidR="001C0413">
        <w:rPr>
          <w:bCs/>
        </w:rPr>
        <w:t>’</w:t>
      </w:r>
      <w:r w:rsidRPr="005D5566">
        <w:rPr>
          <w:bCs/>
        </w:rPr>
        <w:t>infini de ses beautés</w:t>
      </w:r>
      <w:r w:rsidR="001C0413">
        <w:rPr>
          <w:bCs/>
        </w:rPr>
        <w:t xml:space="preserve">, </w:t>
      </w:r>
      <w:r w:rsidRPr="005D5566">
        <w:rPr>
          <w:bCs/>
        </w:rPr>
        <w:t>elle excitait toujours davantage l</w:t>
      </w:r>
      <w:r w:rsidR="001C0413">
        <w:rPr>
          <w:bCs/>
        </w:rPr>
        <w:t>’</w:t>
      </w:r>
      <w:r w:rsidRPr="005D5566">
        <w:rPr>
          <w:bCs/>
        </w:rPr>
        <w:t>âme affamée qui s</w:t>
      </w:r>
      <w:r w:rsidR="001C0413">
        <w:rPr>
          <w:bCs/>
        </w:rPr>
        <w:t>’</w:t>
      </w:r>
      <w:r w:rsidRPr="005D5566">
        <w:rPr>
          <w:bCs/>
        </w:rPr>
        <w:t>éveillait</w:t>
      </w:r>
      <w:r w:rsidR="001C0413">
        <w:rPr>
          <w:bCs/>
        </w:rPr>
        <w:t xml:space="preserve"> ; </w:t>
      </w:r>
      <w:r w:rsidRPr="005D5566">
        <w:rPr>
          <w:bCs/>
        </w:rPr>
        <w:t>Pélaguée aimait surtout feuilleter un livre de zoologie</w:t>
      </w:r>
      <w:r w:rsidR="001C0413">
        <w:rPr>
          <w:bCs/>
        </w:rPr>
        <w:t xml:space="preserve"> ; </w:t>
      </w:r>
      <w:r w:rsidRPr="005D5566">
        <w:rPr>
          <w:bCs/>
        </w:rPr>
        <w:t>bien que cet ouvrage fût écrit dans une langue étrangère</w:t>
      </w:r>
      <w:r w:rsidR="001C0413">
        <w:rPr>
          <w:bCs/>
        </w:rPr>
        <w:t xml:space="preserve">, </w:t>
      </w:r>
      <w:r w:rsidRPr="005D5566">
        <w:rPr>
          <w:bCs/>
        </w:rPr>
        <w:t>c</w:t>
      </w:r>
      <w:r w:rsidR="001C0413">
        <w:rPr>
          <w:bCs/>
        </w:rPr>
        <w:t>’</w:t>
      </w:r>
      <w:r w:rsidRPr="005D5566">
        <w:rPr>
          <w:bCs/>
        </w:rPr>
        <w:t>était celui dont les illustrations lui donnaient la représentation la plus nette de la richesse</w:t>
      </w:r>
      <w:r w:rsidR="001C0413">
        <w:rPr>
          <w:bCs/>
        </w:rPr>
        <w:t xml:space="preserve">, </w:t>
      </w:r>
      <w:r w:rsidRPr="005D5566">
        <w:rPr>
          <w:bCs/>
        </w:rPr>
        <w:t>de la beauté</w:t>
      </w:r>
      <w:r w:rsidR="001C0413">
        <w:rPr>
          <w:bCs/>
        </w:rPr>
        <w:t xml:space="preserve">, </w:t>
      </w:r>
      <w:r w:rsidRPr="005D5566">
        <w:rPr>
          <w:bCs/>
        </w:rPr>
        <w:t>de l</w:t>
      </w:r>
      <w:r w:rsidR="001C0413">
        <w:rPr>
          <w:bCs/>
        </w:rPr>
        <w:t>’</w:t>
      </w:r>
      <w:r w:rsidRPr="005D5566">
        <w:rPr>
          <w:bCs/>
        </w:rPr>
        <w:t>immensité de la terre</w:t>
      </w:r>
      <w:r w:rsidR="001C0413">
        <w:rPr>
          <w:bCs/>
        </w:rPr>
        <w:t>.</w:t>
      </w:r>
    </w:p>
    <w:p w14:paraId="75A2A3B3" w14:textId="77777777" w:rsidR="001C0413" w:rsidRDefault="001C0413" w:rsidP="001C0413">
      <w:pPr>
        <w:rPr>
          <w:bCs/>
        </w:rPr>
      </w:pPr>
      <w:r>
        <w:t>— </w:t>
      </w:r>
      <w:r w:rsidR="00530790" w:rsidRPr="005D5566">
        <w:rPr>
          <w:bCs/>
        </w:rPr>
        <w:t>La terre est grande</w:t>
      </w:r>
      <w:r>
        <w:rPr>
          <w:bCs/>
        </w:rPr>
        <w:t xml:space="preserve"> ! </w:t>
      </w:r>
      <w:r w:rsidR="00530790" w:rsidRPr="005D5566">
        <w:rPr>
          <w:bCs/>
        </w:rPr>
        <w:t xml:space="preserve">dit-elle un jour </w:t>
      </w:r>
      <w:r w:rsidR="00530790" w:rsidRPr="005D5566">
        <w:t xml:space="preserve">à </w:t>
      </w:r>
      <w:r w:rsidR="00530790" w:rsidRPr="005D5566">
        <w:rPr>
          <w:bCs/>
        </w:rPr>
        <w:t>Nicolas</w:t>
      </w:r>
      <w:r>
        <w:rPr>
          <w:bCs/>
        </w:rPr>
        <w:t>.</w:t>
      </w:r>
    </w:p>
    <w:p w14:paraId="6D4D1229" w14:textId="77777777" w:rsidR="001C0413" w:rsidRDefault="001C0413" w:rsidP="001C0413">
      <w:pPr>
        <w:rPr>
          <w:bCs/>
        </w:rPr>
      </w:pPr>
      <w:r>
        <w:t>— </w:t>
      </w:r>
      <w:r w:rsidR="00530790" w:rsidRPr="005D5566">
        <w:t>O</w:t>
      </w:r>
      <w:r w:rsidR="00530790" w:rsidRPr="005D5566">
        <w:rPr>
          <w:bCs/>
        </w:rPr>
        <w:t>ui</w:t>
      </w:r>
      <w:r>
        <w:rPr>
          <w:bCs/>
        </w:rPr>
        <w:t xml:space="preserve">, </w:t>
      </w:r>
      <w:r w:rsidR="00530790" w:rsidRPr="005D5566">
        <w:rPr>
          <w:bCs/>
        </w:rPr>
        <w:t xml:space="preserve">et pourtant les gens sont </w:t>
      </w:r>
      <w:r w:rsidR="00530790" w:rsidRPr="005D5566">
        <w:t xml:space="preserve">à </w:t>
      </w:r>
      <w:r w:rsidR="00530790" w:rsidRPr="005D5566">
        <w:rPr>
          <w:bCs/>
        </w:rPr>
        <w:t>l</w:t>
      </w:r>
      <w:r>
        <w:rPr>
          <w:bCs/>
        </w:rPr>
        <w:t>’</w:t>
      </w:r>
      <w:r w:rsidR="00530790" w:rsidRPr="005D5566">
        <w:rPr>
          <w:bCs/>
        </w:rPr>
        <w:t>étroit</w:t>
      </w:r>
      <w:r>
        <w:rPr>
          <w:bCs/>
        </w:rPr>
        <w:t>…</w:t>
      </w:r>
    </w:p>
    <w:p w14:paraId="6E27E5A3" w14:textId="77777777" w:rsidR="001C0413" w:rsidRDefault="00530790" w:rsidP="001C0413">
      <w:pPr>
        <w:rPr>
          <w:bCs/>
        </w:rPr>
      </w:pPr>
      <w:r w:rsidRPr="005D5566">
        <w:rPr>
          <w:bCs/>
        </w:rPr>
        <w:t>Ce qui l</w:t>
      </w:r>
      <w:r w:rsidR="001C0413">
        <w:rPr>
          <w:bCs/>
        </w:rPr>
        <w:t>’</w:t>
      </w:r>
      <w:r w:rsidRPr="005D5566">
        <w:rPr>
          <w:bCs/>
        </w:rPr>
        <w:t>attendrissait surtout</w:t>
      </w:r>
      <w:r w:rsidR="001C0413">
        <w:rPr>
          <w:bCs/>
        </w:rPr>
        <w:t xml:space="preserve">, </w:t>
      </w:r>
      <w:r w:rsidRPr="005D5566">
        <w:rPr>
          <w:bCs/>
        </w:rPr>
        <w:t>c</w:t>
      </w:r>
      <w:r w:rsidR="001C0413">
        <w:rPr>
          <w:bCs/>
        </w:rPr>
        <w:t>’</w:t>
      </w:r>
      <w:r w:rsidRPr="005D5566">
        <w:rPr>
          <w:bCs/>
        </w:rPr>
        <w:t>étaient les insectes</w:t>
      </w:r>
      <w:r w:rsidR="001C0413">
        <w:rPr>
          <w:bCs/>
        </w:rPr>
        <w:t xml:space="preserve">, </w:t>
      </w:r>
      <w:r w:rsidRPr="005D5566">
        <w:rPr>
          <w:bCs/>
        </w:rPr>
        <w:t>les papillons en particulier</w:t>
      </w:r>
      <w:r w:rsidR="001C0413">
        <w:rPr>
          <w:bCs/>
        </w:rPr>
        <w:t xml:space="preserve"> ; </w:t>
      </w:r>
      <w:r w:rsidRPr="005D5566">
        <w:rPr>
          <w:bCs/>
        </w:rPr>
        <w:t>elle regardait avec surprise les dessins qui les représentaient</w:t>
      </w:r>
      <w:r w:rsidR="001C0413">
        <w:rPr>
          <w:bCs/>
        </w:rPr>
        <w:t xml:space="preserve">, </w:t>
      </w:r>
      <w:r w:rsidRPr="005D5566">
        <w:rPr>
          <w:bCs/>
        </w:rPr>
        <w:t>et disait</w:t>
      </w:r>
      <w:r w:rsidR="001C0413">
        <w:rPr>
          <w:bCs/>
        </w:rPr>
        <w:t> :</w:t>
      </w:r>
    </w:p>
    <w:p w14:paraId="50673624" w14:textId="77777777" w:rsidR="001C0413" w:rsidRDefault="001C0413" w:rsidP="001C0413">
      <w:pPr>
        <w:rPr>
          <w:bCs/>
        </w:rPr>
      </w:pPr>
      <w:r>
        <w:t>— </w:t>
      </w:r>
      <w:r w:rsidR="00530790" w:rsidRPr="005D5566">
        <w:rPr>
          <w:bCs/>
        </w:rPr>
        <w:t>Quelle beauté</w:t>
      </w:r>
      <w:r>
        <w:rPr>
          <w:bCs/>
        </w:rPr>
        <w:t xml:space="preserve">, </w:t>
      </w:r>
      <w:r w:rsidR="00530790" w:rsidRPr="005D5566">
        <w:rPr>
          <w:bCs/>
        </w:rPr>
        <w:t>n</w:t>
      </w:r>
      <w:r>
        <w:rPr>
          <w:bCs/>
        </w:rPr>
        <w:t>’</w:t>
      </w:r>
      <w:r w:rsidR="00530790" w:rsidRPr="005D5566">
        <w:rPr>
          <w:bCs/>
        </w:rPr>
        <w:t>est-ce pas</w:t>
      </w:r>
      <w:r>
        <w:rPr>
          <w:bCs/>
        </w:rPr>
        <w:t xml:space="preserve">, </w:t>
      </w:r>
      <w:r w:rsidR="00530790" w:rsidRPr="005D5566">
        <w:rPr>
          <w:bCs/>
        </w:rPr>
        <w:t>Nicolas</w:t>
      </w:r>
      <w:r>
        <w:rPr>
          <w:bCs/>
        </w:rPr>
        <w:t xml:space="preserve"> ? </w:t>
      </w:r>
      <w:r w:rsidR="00530790" w:rsidRPr="005D5566">
        <w:rPr>
          <w:bCs/>
        </w:rPr>
        <w:t>Combien il y en a partout</w:t>
      </w:r>
      <w:r>
        <w:rPr>
          <w:bCs/>
        </w:rPr>
        <w:t xml:space="preserve">, </w:t>
      </w:r>
      <w:r w:rsidR="00530790" w:rsidRPr="005D5566">
        <w:rPr>
          <w:bCs/>
        </w:rPr>
        <w:t>de cette chère beauté</w:t>
      </w:r>
      <w:r>
        <w:rPr>
          <w:bCs/>
        </w:rPr>
        <w:t xml:space="preserve"> ; </w:t>
      </w:r>
      <w:r w:rsidR="00530790" w:rsidRPr="005D5566">
        <w:rPr>
          <w:bCs/>
        </w:rPr>
        <w:t>mais elle est cachée à nos yeux</w:t>
      </w:r>
      <w:r>
        <w:rPr>
          <w:bCs/>
        </w:rPr>
        <w:t xml:space="preserve">, </w:t>
      </w:r>
      <w:r w:rsidR="00530790" w:rsidRPr="005D5566">
        <w:rPr>
          <w:bCs/>
        </w:rPr>
        <w:t>elle passe devant nous sans que nous la voyions</w:t>
      </w:r>
      <w:r>
        <w:rPr>
          <w:bCs/>
        </w:rPr>
        <w:t xml:space="preserve">. </w:t>
      </w:r>
      <w:r w:rsidR="00530790" w:rsidRPr="005D5566">
        <w:rPr>
          <w:bCs/>
        </w:rPr>
        <w:t>Les gens courent</w:t>
      </w:r>
      <w:r>
        <w:rPr>
          <w:bCs/>
        </w:rPr>
        <w:t xml:space="preserve">, </w:t>
      </w:r>
      <w:r w:rsidR="00530790" w:rsidRPr="005D5566">
        <w:rPr>
          <w:bCs/>
        </w:rPr>
        <w:t>ils ne savent rien</w:t>
      </w:r>
      <w:r>
        <w:rPr>
          <w:bCs/>
        </w:rPr>
        <w:t xml:space="preserve">, </w:t>
      </w:r>
      <w:r w:rsidR="00530790" w:rsidRPr="005D5566">
        <w:rPr>
          <w:bCs/>
        </w:rPr>
        <w:t>ils n</w:t>
      </w:r>
      <w:r>
        <w:rPr>
          <w:bCs/>
        </w:rPr>
        <w:t>’</w:t>
      </w:r>
      <w:r w:rsidR="00530790" w:rsidRPr="005D5566">
        <w:rPr>
          <w:bCs/>
        </w:rPr>
        <w:t>admirent rien</w:t>
      </w:r>
      <w:r>
        <w:rPr>
          <w:bCs/>
        </w:rPr>
        <w:t xml:space="preserve">, </w:t>
      </w:r>
      <w:r w:rsidR="00530790" w:rsidRPr="005D5566">
        <w:rPr>
          <w:bCs/>
        </w:rPr>
        <w:t>parce qu</w:t>
      </w:r>
      <w:r>
        <w:rPr>
          <w:bCs/>
        </w:rPr>
        <w:t>’</w:t>
      </w:r>
      <w:r w:rsidR="00530790" w:rsidRPr="005D5566">
        <w:rPr>
          <w:bCs/>
        </w:rPr>
        <w:t>ils n</w:t>
      </w:r>
      <w:r>
        <w:rPr>
          <w:bCs/>
        </w:rPr>
        <w:t>’</w:t>
      </w:r>
      <w:r w:rsidR="00530790" w:rsidRPr="005D5566">
        <w:rPr>
          <w:bCs/>
        </w:rPr>
        <w:t>en ont ni le temps ni l</w:t>
      </w:r>
      <w:r>
        <w:rPr>
          <w:bCs/>
        </w:rPr>
        <w:t>’</w:t>
      </w:r>
      <w:r w:rsidR="00530790" w:rsidRPr="005D5566">
        <w:rPr>
          <w:bCs/>
        </w:rPr>
        <w:t>envie</w:t>
      </w:r>
      <w:r>
        <w:rPr>
          <w:bCs/>
        </w:rPr>
        <w:t xml:space="preserve">. </w:t>
      </w:r>
      <w:r w:rsidR="00530790" w:rsidRPr="005D5566">
        <w:rPr>
          <w:bCs/>
        </w:rPr>
        <w:t>Que de joie ils pourraient se donner s</w:t>
      </w:r>
      <w:r>
        <w:rPr>
          <w:bCs/>
        </w:rPr>
        <w:t>’</w:t>
      </w:r>
      <w:r w:rsidR="00530790" w:rsidRPr="005D5566">
        <w:rPr>
          <w:bCs/>
        </w:rPr>
        <w:t>ils savaient combien la terre est riche et que de choses étonnantes on y trouve</w:t>
      </w:r>
      <w:r>
        <w:rPr>
          <w:bCs/>
        </w:rPr>
        <w:t xml:space="preserve">. </w:t>
      </w:r>
      <w:r w:rsidR="00530790" w:rsidRPr="005D5566">
        <w:rPr>
          <w:bCs/>
        </w:rPr>
        <w:t>Et tout est pour tous et chacun est pour tout</w:t>
      </w:r>
      <w:r>
        <w:rPr>
          <w:bCs/>
        </w:rPr>
        <w:t xml:space="preserve">… </w:t>
      </w:r>
      <w:r w:rsidR="00530790" w:rsidRPr="005D5566">
        <w:rPr>
          <w:bCs/>
        </w:rPr>
        <w:t>n</w:t>
      </w:r>
      <w:r>
        <w:rPr>
          <w:bCs/>
        </w:rPr>
        <w:t>’</w:t>
      </w:r>
      <w:r w:rsidR="00530790" w:rsidRPr="005D5566">
        <w:rPr>
          <w:bCs/>
        </w:rPr>
        <w:t>est-ce pas</w:t>
      </w:r>
      <w:r>
        <w:rPr>
          <w:bCs/>
        </w:rPr>
        <w:t> ?</w:t>
      </w:r>
    </w:p>
    <w:p w14:paraId="438199D4" w14:textId="77777777" w:rsidR="001C0413" w:rsidRDefault="001C0413" w:rsidP="001C0413">
      <w:pPr>
        <w:rPr>
          <w:bCs/>
        </w:rPr>
      </w:pPr>
      <w:r>
        <w:lastRenderedPageBreak/>
        <w:t>— </w:t>
      </w:r>
      <w:r w:rsidR="00530790" w:rsidRPr="005D5566">
        <w:rPr>
          <w:bCs/>
        </w:rPr>
        <w:t>Oui</w:t>
      </w:r>
      <w:r>
        <w:rPr>
          <w:bCs/>
        </w:rPr>
        <w:t xml:space="preserve">, </w:t>
      </w:r>
      <w:r w:rsidR="00530790" w:rsidRPr="005D5566">
        <w:rPr>
          <w:bCs/>
        </w:rPr>
        <w:t>parfaitement</w:t>
      </w:r>
      <w:r>
        <w:rPr>
          <w:bCs/>
        </w:rPr>
        <w:t xml:space="preserve"> ! </w:t>
      </w:r>
      <w:r w:rsidR="00530790" w:rsidRPr="005D5566">
        <w:rPr>
          <w:bCs/>
        </w:rPr>
        <w:t>répondait Nicolas avec un sourire</w:t>
      </w:r>
      <w:r>
        <w:rPr>
          <w:bCs/>
        </w:rPr>
        <w:t xml:space="preserve">. </w:t>
      </w:r>
      <w:r w:rsidR="00530790" w:rsidRPr="005D5566">
        <w:rPr>
          <w:bCs/>
        </w:rPr>
        <w:t>Et il lui apportait toujours d</w:t>
      </w:r>
      <w:r>
        <w:rPr>
          <w:bCs/>
        </w:rPr>
        <w:t>’</w:t>
      </w:r>
      <w:r w:rsidR="00530790" w:rsidRPr="005D5566">
        <w:rPr>
          <w:bCs/>
        </w:rPr>
        <w:t>autres livres</w:t>
      </w:r>
      <w:r>
        <w:rPr>
          <w:bCs/>
        </w:rPr>
        <w:t>.</w:t>
      </w:r>
    </w:p>
    <w:p w14:paraId="6F568CAF" w14:textId="77777777" w:rsidR="001C0413" w:rsidRDefault="00530790" w:rsidP="001C0413">
      <w:pPr>
        <w:rPr>
          <w:bCs/>
        </w:rPr>
      </w:pPr>
      <w:r w:rsidRPr="005D5566">
        <w:rPr>
          <w:bCs/>
        </w:rPr>
        <w:t>Le soir</w:t>
      </w:r>
      <w:r w:rsidR="001C0413">
        <w:rPr>
          <w:bCs/>
        </w:rPr>
        <w:t xml:space="preserve">, </w:t>
      </w:r>
      <w:r w:rsidRPr="005D5566">
        <w:rPr>
          <w:bCs/>
        </w:rPr>
        <w:t>des visiteurs venaient souvent</w:t>
      </w:r>
      <w:r w:rsidR="001C0413">
        <w:rPr>
          <w:bCs/>
        </w:rPr>
        <w:t xml:space="preserve">, </w:t>
      </w:r>
      <w:r w:rsidRPr="005D5566">
        <w:rPr>
          <w:bCs/>
        </w:rPr>
        <w:t>entre autres Alexis Vassiliév</w:t>
      </w:r>
      <w:r w:rsidR="001C0413">
        <w:rPr>
          <w:bCs/>
        </w:rPr>
        <w:t xml:space="preserve">, </w:t>
      </w:r>
      <w:r w:rsidRPr="005D5566">
        <w:rPr>
          <w:bCs/>
        </w:rPr>
        <w:t>bel homme au visage pâle</w:t>
      </w:r>
      <w:r w:rsidR="001C0413">
        <w:rPr>
          <w:bCs/>
        </w:rPr>
        <w:t xml:space="preserve">, </w:t>
      </w:r>
      <w:r w:rsidRPr="005D5566">
        <w:rPr>
          <w:bCs/>
        </w:rPr>
        <w:t>à la barbe noire</w:t>
      </w:r>
      <w:r w:rsidR="001C0413">
        <w:rPr>
          <w:bCs/>
        </w:rPr>
        <w:t xml:space="preserve">, </w:t>
      </w:r>
      <w:r w:rsidRPr="005D5566">
        <w:rPr>
          <w:bCs/>
        </w:rPr>
        <w:t>taciturne et grave</w:t>
      </w:r>
      <w:r w:rsidR="001C0413">
        <w:rPr>
          <w:bCs/>
        </w:rPr>
        <w:t xml:space="preserve"> ; </w:t>
      </w:r>
      <w:r w:rsidRPr="005D5566">
        <w:rPr>
          <w:bCs/>
        </w:rPr>
        <w:t>Roman Pétrov</w:t>
      </w:r>
      <w:r w:rsidR="001C0413">
        <w:rPr>
          <w:bCs/>
        </w:rPr>
        <w:t xml:space="preserve">, </w:t>
      </w:r>
      <w:r w:rsidRPr="005D5566">
        <w:rPr>
          <w:bCs/>
        </w:rPr>
        <w:t>aux traits arrondis et couperosés</w:t>
      </w:r>
      <w:r w:rsidR="001C0413">
        <w:rPr>
          <w:bCs/>
        </w:rPr>
        <w:t xml:space="preserve">, </w:t>
      </w:r>
      <w:r w:rsidRPr="005D5566">
        <w:rPr>
          <w:bCs/>
        </w:rPr>
        <w:t>qui faisait constamment claquer ses lèvres d</w:t>
      </w:r>
      <w:r w:rsidR="001C0413">
        <w:rPr>
          <w:bCs/>
        </w:rPr>
        <w:t>’</w:t>
      </w:r>
      <w:r w:rsidRPr="005D5566">
        <w:rPr>
          <w:bCs/>
        </w:rPr>
        <w:t>un air de pitié</w:t>
      </w:r>
      <w:r w:rsidR="001C0413">
        <w:rPr>
          <w:bCs/>
        </w:rPr>
        <w:t xml:space="preserve"> ; </w:t>
      </w:r>
      <w:r w:rsidRPr="005D5566">
        <w:rPr>
          <w:bCs/>
        </w:rPr>
        <w:t>Ivan Danilov</w:t>
      </w:r>
      <w:r w:rsidR="001C0413">
        <w:rPr>
          <w:bCs/>
        </w:rPr>
        <w:t xml:space="preserve">, </w:t>
      </w:r>
      <w:r w:rsidRPr="005D5566">
        <w:rPr>
          <w:bCs/>
        </w:rPr>
        <w:t>petit et maigre</w:t>
      </w:r>
      <w:r w:rsidR="001C0413">
        <w:rPr>
          <w:bCs/>
        </w:rPr>
        <w:t xml:space="preserve">, </w:t>
      </w:r>
      <w:r w:rsidRPr="005D5566">
        <w:rPr>
          <w:bCs/>
        </w:rPr>
        <w:t>avec une barbe en pointe et une voix grêle</w:t>
      </w:r>
      <w:r w:rsidR="001C0413">
        <w:rPr>
          <w:bCs/>
        </w:rPr>
        <w:t xml:space="preserve">, </w:t>
      </w:r>
      <w:r w:rsidRPr="005D5566">
        <w:rPr>
          <w:bCs/>
        </w:rPr>
        <w:t>agressive</w:t>
      </w:r>
      <w:r w:rsidR="001C0413">
        <w:rPr>
          <w:bCs/>
        </w:rPr>
        <w:t xml:space="preserve">, </w:t>
      </w:r>
      <w:r w:rsidRPr="005D5566">
        <w:rPr>
          <w:bCs/>
        </w:rPr>
        <w:t>criarde et acérée comme une alêne</w:t>
      </w:r>
      <w:r w:rsidR="001C0413">
        <w:rPr>
          <w:bCs/>
        </w:rPr>
        <w:t xml:space="preserve"> ; </w:t>
      </w:r>
      <w:r w:rsidRPr="005D5566">
        <w:rPr>
          <w:bCs/>
        </w:rPr>
        <w:t>Iégor</w:t>
      </w:r>
      <w:r w:rsidR="001C0413">
        <w:rPr>
          <w:bCs/>
        </w:rPr>
        <w:t xml:space="preserve">, </w:t>
      </w:r>
      <w:r w:rsidRPr="005D5566">
        <w:rPr>
          <w:bCs/>
        </w:rPr>
        <w:t>qui plaisantait sur lui-même</w:t>
      </w:r>
      <w:r w:rsidR="001C0413">
        <w:rPr>
          <w:bCs/>
        </w:rPr>
        <w:t xml:space="preserve">, </w:t>
      </w:r>
      <w:r w:rsidRPr="005D5566">
        <w:rPr>
          <w:bCs/>
        </w:rPr>
        <w:t>sur ses camarades</w:t>
      </w:r>
      <w:r w:rsidR="001C0413">
        <w:rPr>
          <w:bCs/>
        </w:rPr>
        <w:t xml:space="preserve">, </w:t>
      </w:r>
      <w:r w:rsidRPr="005D5566">
        <w:rPr>
          <w:bCs/>
        </w:rPr>
        <w:t>sur son mal toujours croissant</w:t>
      </w:r>
      <w:r w:rsidR="001C0413">
        <w:rPr>
          <w:bCs/>
        </w:rPr>
        <w:t xml:space="preserve">. </w:t>
      </w:r>
      <w:r w:rsidRPr="005D5566">
        <w:rPr>
          <w:bCs/>
        </w:rPr>
        <w:t>Parfois</w:t>
      </w:r>
      <w:r w:rsidR="001C0413">
        <w:rPr>
          <w:bCs/>
        </w:rPr>
        <w:t xml:space="preserve">, </w:t>
      </w:r>
      <w:r w:rsidRPr="005D5566">
        <w:rPr>
          <w:bCs/>
        </w:rPr>
        <w:t>des gens que la mère ne connaissait pas arrivaient de villes lointaines et avaient avec Nicolas de longs entretiens</w:t>
      </w:r>
      <w:r w:rsidR="001C0413">
        <w:rPr>
          <w:bCs/>
        </w:rPr>
        <w:t xml:space="preserve">, </w:t>
      </w:r>
      <w:r w:rsidRPr="005D5566">
        <w:rPr>
          <w:bCs/>
        </w:rPr>
        <w:t>toujours sur le même sujet</w:t>
      </w:r>
      <w:r w:rsidR="001C0413">
        <w:rPr>
          <w:bCs/>
        </w:rPr>
        <w:t xml:space="preserve"> : </w:t>
      </w:r>
      <w:r w:rsidRPr="005D5566">
        <w:rPr>
          <w:bCs/>
        </w:rPr>
        <w:t>la liberté et les ouvriers de tous les pays</w:t>
      </w:r>
      <w:r w:rsidR="001C0413">
        <w:rPr>
          <w:bCs/>
        </w:rPr>
        <w:t xml:space="preserve">. </w:t>
      </w:r>
      <w:r w:rsidRPr="005D5566">
        <w:rPr>
          <w:bCs/>
        </w:rPr>
        <w:t>On discutait</w:t>
      </w:r>
      <w:r w:rsidR="001C0413">
        <w:rPr>
          <w:bCs/>
        </w:rPr>
        <w:t xml:space="preserve">, </w:t>
      </w:r>
      <w:r w:rsidRPr="005D5566">
        <w:rPr>
          <w:bCs/>
        </w:rPr>
        <w:t>on s</w:t>
      </w:r>
      <w:r w:rsidR="001C0413">
        <w:rPr>
          <w:bCs/>
        </w:rPr>
        <w:t>’</w:t>
      </w:r>
      <w:r w:rsidRPr="005D5566">
        <w:rPr>
          <w:bCs/>
        </w:rPr>
        <w:t>échauffait</w:t>
      </w:r>
      <w:r w:rsidR="001C0413">
        <w:rPr>
          <w:bCs/>
        </w:rPr>
        <w:t xml:space="preserve">, </w:t>
      </w:r>
      <w:r w:rsidRPr="005D5566">
        <w:rPr>
          <w:bCs/>
        </w:rPr>
        <w:t>on faisait de grands gestes</w:t>
      </w:r>
      <w:r w:rsidR="001C0413">
        <w:rPr>
          <w:bCs/>
        </w:rPr>
        <w:t xml:space="preserve">, </w:t>
      </w:r>
      <w:r w:rsidRPr="005D5566">
        <w:rPr>
          <w:bCs/>
        </w:rPr>
        <w:t>on buvait beaucoup de thé</w:t>
      </w:r>
      <w:r w:rsidR="001C0413">
        <w:rPr>
          <w:bCs/>
        </w:rPr>
        <w:t xml:space="preserve">. </w:t>
      </w:r>
      <w:r w:rsidRPr="005D5566">
        <w:rPr>
          <w:bCs/>
        </w:rPr>
        <w:t>Dans le bruit des voix</w:t>
      </w:r>
      <w:r w:rsidR="001C0413">
        <w:rPr>
          <w:bCs/>
        </w:rPr>
        <w:t xml:space="preserve">, </w:t>
      </w:r>
      <w:r w:rsidRPr="005D5566">
        <w:rPr>
          <w:bCs/>
        </w:rPr>
        <w:t>Nicolas composait quelquefois des proclamations qu</w:t>
      </w:r>
      <w:r w:rsidR="001C0413">
        <w:rPr>
          <w:bCs/>
        </w:rPr>
        <w:t>’</w:t>
      </w:r>
      <w:r w:rsidRPr="005D5566">
        <w:rPr>
          <w:bCs/>
        </w:rPr>
        <w:t>il lisait à ses compagnons</w:t>
      </w:r>
      <w:r w:rsidR="001C0413">
        <w:rPr>
          <w:bCs/>
        </w:rPr>
        <w:t xml:space="preserve"> ; </w:t>
      </w:r>
      <w:r w:rsidRPr="005D5566">
        <w:rPr>
          <w:bCs/>
        </w:rPr>
        <w:t>séance tenante</w:t>
      </w:r>
      <w:r w:rsidR="001C0413">
        <w:rPr>
          <w:bCs/>
        </w:rPr>
        <w:t xml:space="preserve">, </w:t>
      </w:r>
      <w:r w:rsidRPr="005D5566">
        <w:rPr>
          <w:bCs/>
        </w:rPr>
        <w:t>elles étaient recopiées</w:t>
      </w:r>
      <w:r w:rsidR="001C0413">
        <w:rPr>
          <w:bCs/>
        </w:rPr>
        <w:t xml:space="preserve">, </w:t>
      </w:r>
      <w:r w:rsidRPr="005D5566">
        <w:rPr>
          <w:bCs/>
        </w:rPr>
        <w:t>en caractères d</w:t>
      </w:r>
      <w:r w:rsidR="001C0413">
        <w:rPr>
          <w:bCs/>
        </w:rPr>
        <w:t>’</w:t>
      </w:r>
      <w:r w:rsidRPr="005D5566">
        <w:rPr>
          <w:bCs/>
        </w:rPr>
        <w:t>imprimerie</w:t>
      </w:r>
      <w:r w:rsidR="001C0413">
        <w:rPr>
          <w:bCs/>
        </w:rPr>
        <w:t xml:space="preserve"> ; </w:t>
      </w:r>
      <w:r w:rsidRPr="005D5566">
        <w:rPr>
          <w:bCs/>
        </w:rPr>
        <w:t>la mère recueillait soigneusement les fragments des brouillons déchirés et les brûlait</w:t>
      </w:r>
      <w:r w:rsidR="001C0413">
        <w:rPr>
          <w:bCs/>
        </w:rPr>
        <w:t>.</w:t>
      </w:r>
    </w:p>
    <w:p w14:paraId="0F5B632E" w14:textId="77777777" w:rsidR="001C0413" w:rsidRDefault="00530790" w:rsidP="001C0413">
      <w:r w:rsidRPr="005D5566">
        <w:rPr>
          <w:bCs/>
        </w:rPr>
        <w:t>Tout en servant le thé</w:t>
      </w:r>
      <w:r w:rsidR="001C0413">
        <w:rPr>
          <w:bCs/>
        </w:rPr>
        <w:t xml:space="preserve">, </w:t>
      </w:r>
      <w:r w:rsidRPr="005D5566">
        <w:rPr>
          <w:bCs/>
        </w:rPr>
        <w:t>elle s</w:t>
      </w:r>
      <w:r w:rsidR="001C0413">
        <w:rPr>
          <w:bCs/>
        </w:rPr>
        <w:t>’</w:t>
      </w:r>
      <w:r w:rsidRPr="005D5566">
        <w:rPr>
          <w:bCs/>
        </w:rPr>
        <w:t>étonnait de l</w:t>
      </w:r>
      <w:r w:rsidR="001C0413">
        <w:rPr>
          <w:bCs/>
        </w:rPr>
        <w:t>’</w:t>
      </w:r>
      <w:r w:rsidRPr="005D5566">
        <w:rPr>
          <w:bCs/>
        </w:rPr>
        <w:t>ardeur avec laquelle les camarades parlaient de la vie et du sort de l</w:t>
      </w:r>
      <w:r w:rsidR="001C0413">
        <w:rPr>
          <w:bCs/>
        </w:rPr>
        <w:t>’</w:t>
      </w:r>
      <w:r w:rsidRPr="005D5566">
        <w:rPr>
          <w:bCs/>
        </w:rPr>
        <w:t>ouvrier</w:t>
      </w:r>
      <w:r w:rsidR="001C0413">
        <w:rPr>
          <w:bCs/>
        </w:rPr>
        <w:t xml:space="preserve">, </w:t>
      </w:r>
      <w:r w:rsidRPr="005D5566">
        <w:rPr>
          <w:bCs/>
        </w:rPr>
        <w:t>du paysan</w:t>
      </w:r>
      <w:r w:rsidR="001C0413">
        <w:rPr>
          <w:bCs/>
        </w:rPr>
        <w:t xml:space="preserve">, </w:t>
      </w:r>
      <w:r w:rsidRPr="005D5566">
        <w:rPr>
          <w:bCs/>
        </w:rPr>
        <w:t xml:space="preserve">de la manière la plus profitable et la plus rapide de semer dans le prolétariat les pensées </w:t>
      </w:r>
      <w:r w:rsidRPr="005D5566">
        <w:t>de vérité et de liberté</w:t>
      </w:r>
      <w:r w:rsidR="001C0413">
        <w:t xml:space="preserve">, </w:t>
      </w:r>
      <w:r w:rsidRPr="005D5566">
        <w:t>d</w:t>
      </w:r>
      <w:r w:rsidR="001C0413">
        <w:t>’</w:t>
      </w:r>
      <w:r w:rsidRPr="005D5566">
        <w:t>élever son esprit</w:t>
      </w:r>
      <w:r w:rsidR="001C0413">
        <w:t xml:space="preserve">. </w:t>
      </w:r>
      <w:r w:rsidRPr="005D5566">
        <w:t>Souvent</w:t>
      </w:r>
      <w:r w:rsidR="001C0413">
        <w:t xml:space="preserve">, </w:t>
      </w:r>
      <w:r w:rsidRPr="005D5566">
        <w:t>les opinions divergeaient</w:t>
      </w:r>
      <w:r w:rsidR="001C0413">
        <w:t xml:space="preserve">, </w:t>
      </w:r>
      <w:r w:rsidRPr="005D5566">
        <w:t>on se fâchait</w:t>
      </w:r>
      <w:r w:rsidR="001C0413">
        <w:t xml:space="preserve">, </w:t>
      </w:r>
      <w:r w:rsidRPr="005D5566">
        <w:t>on s</w:t>
      </w:r>
      <w:r w:rsidR="001C0413">
        <w:t>’</w:t>
      </w:r>
      <w:r w:rsidRPr="005D5566">
        <w:t>accusait mutuellement</w:t>
      </w:r>
      <w:r w:rsidR="001C0413">
        <w:t xml:space="preserve">, </w:t>
      </w:r>
      <w:r w:rsidRPr="005D5566">
        <w:t>on s</w:t>
      </w:r>
      <w:r w:rsidR="001C0413">
        <w:t>’</w:t>
      </w:r>
      <w:r w:rsidRPr="005D5566">
        <w:t>offensait pour recommencer ensuite à discuter</w:t>
      </w:r>
      <w:r w:rsidR="001C0413">
        <w:t>.</w:t>
      </w:r>
    </w:p>
    <w:p w14:paraId="3C1BA74F" w14:textId="77777777" w:rsidR="001C0413" w:rsidRDefault="00530790" w:rsidP="001C0413">
      <w:r w:rsidRPr="005D5566">
        <w:t>La mère sentait qu</w:t>
      </w:r>
      <w:r w:rsidR="001C0413">
        <w:t>’</w:t>
      </w:r>
      <w:r w:rsidRPr="005D5566">
        <w:t>elle connaissait mieux que tous ces discoureurs la vie des ouvriers</w:t>
      </w:r>
      <w:r w:rsidR="001C0413">
        <w:t xml:space="preserve">, </w:t>
      </w:r>
      <w:r w:rsidRPr="005D5566">
        <w:t>qu</w:t>
      </w:r>
      <w:r w:rsidR="001C0413">
        <w:t>’</w:t>
      </w:r>
      <w:r w:rsidRPr="005D5566">
        <w:t>elle voyait plus nettement l</w:t>
      </w:r>
      <w:r w:rsidR="001C0413">
        <w:t>’</w:t>
      </w:r>
      <w:r w:rsidRPr="005D5566">
        <w:t>immensité de la tâche qu</w:t>
      </w:r>
      <w:r w:rsidR="001C0413">
        <w:t>’</w:t>
      </w:r>
      <w:r w:rsidRPr="005D5566">
        <w:t>ils s</w:t>
      </w:r>
      <w:r w:rsidR="001C0413">
        <w:t>’</w:t>
      </w:r>
      <w:r w:rsidRPr="005D5566">
        <w:t>étaient donnée</w:t>
      </w:r>
      <w:r w:rsidR="001C0413">
        <w:t xml:space="preserve"> ; </w:t>
      </w:r>
      <w:r w:rsidRPr="005D5566">
        <w:t>et cela lui permettait de traiter les camarades avec la condescendance un peu mélancolique d</w:t>
      </w:r>
      <w:r w:rsidR="001C0413">
        <w:t>’</w:t>
      </w:r>
      <w:r w:rsidRPr="005D5566">
        <w:t>une personne d</w:t>
      </w:r>
      <w:r w:rsidR="001C0413">
        <w:t>’</w:t>
      </w:r>
      <w:r w:rsidRPr="005D5566">
        <w:t xml:space="preserve">âge mûr qui voit des </w:t>
      </w:r>
      <w:r w:rsidRPr="005D5566">
        <w:lastRenderedPageBreak/>
        <w:t>enfants jouer au mari et à la femme</w:t>
      </w:r>
      <w:r w:rsidR="001C0413">
        <w:t xml:space="preserve">, </w:t>
      </w:r>
      <w:r w:rsidRPr="005D5566">
        <w:t>sans comprendre le tragique de la situation</w:t>
      </w:r>
      <w:r w:rsidR="001C0413">
        <w:t>.</w:t>
      </w:r>
    </w:p>
    <w:p w14:paraId="53CFDC92" w14:textId="77777777" w:rsidR="001C0413" w:rsidRDefault="00530790" w:rsidP="001C0413">
      <w:r w:rsidRPr="005D5566">
        <w:t>Involontairement</w:t>
      </w:r>
      <w:r w:rsidR="001C0413">
        <w:t xml:space="preserve">, </w:t>
      </w:r>
      <w:r w:rsidRPr="005D5566">
        <w:t>elle comparait leurs discours avec ceux de son fils</w:t>
      </w:r>
      <w:r w:rsidR="001C0413">
        <w:t xml:space="preserve">, </w:t>
      </w:r>
      <w:r w:rsidRPr="005D5566">
        <w:t>avec ceux d</w:t>
      </w:r>
      <w:r w:rsidR="001C0413">
        <w:t>’</w:t>
      </w:r>
      <w:r w:rsidRPr="005D5566">
        <w:t>André</w:t>
      </w:r>
      <w:r w:rsidR="001C0413">
        <w:t xml:space="preserve">, </w:t>
      </w:r>
      <w:r w:rsidRPr="005D5566">
        <w:t>et elle en apercevait maintenant la différence</w:t>
      </w:r>
      <w:r w:rsidR="001C0413">
        <w:t xml:space="preserve">, </w:t>
      </w:r>
      <w:r w:rsidRPr="005D5566">
        <w:t>qui lui échappait auparavant</w:t>
      </w:r>
      <w:r w:rsidR="001C0413">
        <w:t xml:space="preserve">. </w:t>
      </w:r>
      <w:r w:rsidRPr="005D5566">
        <w:t>Il lui semblait qu</w:t>
      </w:r>
      <w:r w:rsidR="001C0413">
        <w:t>’</w:t>
      </w:r>
      <w:r w:rsidRPr="005D5566">
        <w:t>ici on criait plus qu</w:t>
      </w:r>
      <w:r w:rsidR="001C0413">
        <w:t>’</w:t>
      </w:r>
      <w:r w:rsidRPr="005D5566">
        <w:t>au faubourg</w:t>
      </w:r>
      <w:r w:rsidR="001C0413">
        <w:t xml:space="preserve">, </w:t>
      </w:r>
      <w:r w:rsidRPr="005D5566">
        <w:t>et elle se disait</w:t>
      </w:r>
      <w:r w:rsidR="001C0413">
        <w:t> :</w:t>
      </w:r>
    </w:p>
    <w:p w14:paraId="051F01E4" w14:textId="77777777" w:rsidR="001C0413" w:rsidRDefault="001C0413" w:rsidP="001C0413">
      <w:r>
        <w:t>— </w:t>
      </w:r>
      <w:r w:rsidR="00530790" w:rsidRPr="005D5566">
        <w:t>Ils sont plus savants</w:t>
      </w:r>
      <w:r>
        <w:t xml:space="preserve">, </w:t>
      </w:r>
      <w:r w:rsidR="00530790" w:rsidRPr="005D5566">
        <w:t>ils parlent plus fort</w:t>
      </w:r>
      <w:r>
        <w:t>.</w:t>
      </w:r>
    </w:p>
    <w:p w14:paraId="165EE593" w14:textId="77777777" w:rsidR="001C0413" w:rsidRDefault="00530790" w:rsidP="001C0413">
      <w:r w:rsidRPr="005D5566">
        <w:t>Mais elle constatait trop souvent que tous ces hommes paraissaient s</w:t>
      </w:r>
      <w:r w:rsidR="001C0413">
        <w:t>’</w:t>
      </w:r>
      <w:r w:rsidRPr="005D5566">
        <w:t>échauffer mutuellement à dessein</w:t>
      </w:r>
      <w:r w:rsidR="001C0413">
        <w:t xml:space="preserve">, </w:t>
      </w:r>
      <w:r w:rsidRPr="005D5566">
        <w:t>que leur excitation était factice</w:t>
      </w:r>
      <w:r w:rsidR="001C0413">
        <w:t xml:space="preserve"> ; </w:t>
      </w:r>
      <w:r w:rsidRPr="005D5566">
        <w:t>chacun voulait démontrer à ses camarades qu</w:t>
      </w:r>
      <w:r w:rsidR="001C0413">
        <w:t>’</w:t>
      </w:r>
      <w:r w:rsidRPr="005D5566">
        <w:t>il était plus près de la vérité qu</w:t>
      </w:r>
      <w:r w:rsidR="001C0413">
        <w:t>’</w:t>
      </w:r>
      <w:r w:rsidRPr="005D5566">
        <w:t>eux</w:t>
      </w:r>
      <w:r w:rsidR="001C0413">
        <w:t xml:space="preserve">, </w:t>
      </w:r>
      <w:r w:rsidRPr="005D5566">
        <w:t>qu</w:t>
      </w:r>
      <w:r w:rsidR="001C0413">
        <w:t>’</w:t>
      </w:r>
      <w:r w:rsidRPr="005D5566">
        <w:t>elle leur était plus chère qu</w:t>
      </w:r>
      <w:r w:rsidR="001C0413">
        <w:t>’</w:t>
      </w:r>
      <w:r w:rsidRPr="005D5566">
        <w:t>à eux</w:t>
      </w:r>
      <w:r w:rsidR="001C0413">
        <w:t xml:space="preserve"> ; </w:t>
      </w:r>
      <w:r w:rsidRPr="005D5566">
        <w:t>les autres en étaient blessés et</w:t>
      </w:r>
      <w:r w:rsidR="001C0413">
        <w:t xml:space="preserve">, </w:t>
      </w:r>
      <w:r w:rsidRPr="005D5566">
        <w:t>à leur tour</w:t>
      </w:r>
      <w:r w:rsidR="001C0413">
        <w:t xml:space="preserve">, </w:t>
      </w:r>
      <w:r w:rsidRPr="005D5566">
        <w:t>pour prouver combien ils connaissaient cette vérité</w:t>
      </w:r>
      <w:r w:rsidR="001C0413">
        <w:t xml:space="preserve">, </w:t>
      </w:r>
      <w:r w:rsidRPr="005D5566">
        <w:t>ils discutaient avec âpreté et rudesse</w:t>
      </w:r>
      <w:r w:rsidR="001C0413">
        <w:t xml:space="preserve">. </w:t>
      </w:r>
      <w:r w:rsidRPr="005D5566">
        <w:t>Chacun voulait sauter plus haut que l</w:t>
      </w:r>
      <w:r w:rsidR="001C0413">
        <w:t>’</w:t>
      </w:r>
      <w:r w:rsidRPr="005D5566">
        <w:t>autre</w:t>
      </w:r>
      <w:r w:rsidR="001C0413">
        <w:t xml:space="preserve">, </w:t>
      </w:r>
      <w:r w:rsidRPr="005D5566">
        <w:t>et la mère en éprouvait une tristesse angoissée</w:t>
      </w:r>
      <w:r w:rsidR="001C0413">
        <w:t xml:space="preserve">. </w:t>
      </w:r>
      <w:r w:rsidRPr="005D5566">
        <w:t>Elle remuait les sourcils en promenant sur les assistants un regard de supplication</w:t>
      </w:r>
      <w:r w:rsidR="001C0413">
        <w:t xml:space="preserve"> ; </w:t>
      </w:r>
      <w:r w:rsidRPr="005D5566">
        <w:t>elle pensait</w:t>
      </w:r>
      <w:r w:rsidR="001C0413">
        <w:t> :</w:t>
      </w:r>
    </w:p>
    <w:p w14:paraId="7AF02D2D" w14:textId="11982F65" w:rsidR="001C0413" w:rsidRDefault="001C0413" w:rsidP="001C0413">
      <w:r>
        <w:t>« </w:t>
      </w:r>
      <w:r w:rsidR="00530790" w:rsidRPr="005D5566">
        <w:t>Ils ont oublié Pavel et ses camarades</w:t>
      </w:r>
      <w:r>
        <w:t xml:space="preserve">… </w:t>
      </w:r>
      <w:r w:rsidR="00530790" w:rsidRPr="005D5566">
        <w:t>ils les ont oubliés</w:t>
      </w:r>
      <w:r>
        <w:t>. »</w:t>
      </w:r>
    </w:p>
    <w:p w14:paraId="195F83E3" w14:textId="77777777" w:rsidR="001C0413" w:rsidRDefault="00530790" w:rsidP="001C0413">
      <w:r w:rsidRPr="005D5566">
        <w:t>Elle écoutait toujours attentivement les discussions que</w:t>
      </w:r>
      <w:r w:rsidR="001C0413">
        <w:t xml:space="preserve">, </w:t>
      </w:r>
      <w:r w:rsidRPr="005D5566">
        <w:t>naturellement</w:t>
      </w:r>
      <w:r w:rsidR="001C0413">
        <w:t xml:space="preserve">, </w:t>
      </w:r>
      <w:r w:rsidRPr="005D5566">
        <w:t>elle ne comprenait pas</w:t>
      </w:r>
      <w:r w:rsidR="001C0413">
        <w:t xml:space="preserve"> ; </w:t>
      </w:r>
      <w:r w:rsidRPr="005D5566">
        <w:t>elle cherchait à démêler les sentiments sous les paroles</w:t>
      </w:r>
      <w:r w:rsidR="001C0413">
        <w:t xml:space="preserve">. </w:t>
      </w:r>
      <w:r w:rsidRPr="005D5566">
        <w:t>Elle s</w:t>
      </w:r>
      <w:r w:rsidR="001C0413">
        <w:t>’</w:t>
      </w:r>
      <w:r w:rsidRPr="005D5566">
        <w:t>aperçut que lorsqu</w:t>
      </w:r>
      <w:r w:rsidR="001C0413">
        <w:t>’</w:t>
      </w:r>
      <w:r w:rsidRPr="005D5566">
        <w:t>au faubourg</w:t>
      </w:r>
      <w:r w:rsidR="001C0413">
        <w:t xml:space="preserve">, </w:t>
      </w:r>
      <w:r w:rsidRPr="005D5566">
        <w:t>on parlait du bien</w:t>
      </w:r>
      <w:r w:rsidR="001C0413">
        <w:t xml:space="preserve">, </w:t>
      </w:r>
      <w:r w:rsidRPr="005D5566">
        <w:t>on le prenait en son entier</w:t>
      </w:r>
      <w:r w:rsidR="001C0413">
        <w:t xml:space="preserve">, </w:t>
      </w:r>
      <w:r w:rsidRPr="005D5566">
        <w:t>tandis qu</w:t>
      </w:r>
      <w:r w:rsidR="001C0413">
        <w:t>’</w:t>
      </w:r>
      <w:r w:rsidRPr="005D5566">
        <w:t>ici</w:t>
      </w:r>
      <w:r w:rsidR="001C0413">
        <w:t xml:space="preserve">, </w:t>
      </w:r>
      <w:r w:rsidRPr="005D5566">
        <w:t>tout se fragmentait et s</w:t>
      </w:r>
      <w:r w:rsidR="001C0413">
        <w:t>’</w:t>
      </w:r>
      <w:r w:rsidRPr="005D5566">
        <w:t>amenuisait</w:t>
      </w:r>
      <w:r w:rsidR="001C0413">
        <w:t xml:space="preserve"> ; </w:t>
      </w:r>
      <w:r w:rsidRPr="005D5566">
        <w:t>là</w:t>
      </w:r>
      <w:r w:rsidR="001C0413">
        <w:t xml:space="preserve">, </w:t>
      </w:r>
      <w:r w:rsidRPr="005D5566">
        <w:t>on sentait avec plus de force et de profondeur</w:t>
      </w:r>
      <w:r w:rsidR="001C0413">
        <w:t xml:space="preserve"> ; </w:t>
      </w:r>
      <w:r w:rsidRPr="005D5566">
        <w:t>ici</w:t>
      </w:r>
      <w:r w:rsidR="001C0413">
        <w:t xml:space="preserve">, </w:t>
      </w:r>
      <w:r w:rsidRPr="005D5566">
        <w:t>c</w:t>
      </w:r>
      <w:r w:rsidR="001C0413">
        <w:t>’</w:t>
      </w:r>
      <w:r w:rsidRPr="005D5566">
        <w:t>était le domaine des pensées tranchantes qui découpaient tout en menus morceaux</w:t>
      </w:r>
      <w:r w:rsidR="001C0413">
        <w:t xml:space="preserve">. </w:t>
      </w:r>
      <w:r w:rsidRPr="005D5566">
        <w:t>Ici</w:t>
      </w:r>
      <w:r w:rsidR="001C0413">
        <w:t xml:space="preserve">, </w:t>
      </w:r>
      <w:r w:rsidRPr="005D5566">
        <w:t>on parlait davantage de la destruction du monde ancien</w:t>
      </w:r>
      <w:r w:rsidR="001C0413">
        <w:t xml:space="preserve"> ; </w:t>
      </w:r>
      <w:r w:rsidRPr="005D5566">
        <w:t>là</w:t>
      </w:r>
      <w:r w:rsidR="001C0413">
        <w:t xml:space="preserve">, </w:t>
      </w:r>
      <w:r w:rsidRPr="005D5566">
        <w:t>on rêvait au nouveau</w:t>
      </w:r>
      <w:r w:rsidR="001C0413">
        <w:t xml:space="preserve">, </w:t>
      </w:r>
      <w:r w:rsidRPr="005D5566">
        <w:t>et c</w:t>
      </w:r>
      <w:r w:rsidR="001C0413">
        <w:t>’</w:t>
      </w:r>
      <w:r w:rsidRPr="005D5566">
        <w:t>est pourquoi les discours de son fils et d</w:t>
      </w:r>
      <w:r w:rsidR="001C0413">
        <w:t>’</w:t>
      </w:r>
      <w:r w:rsidRPr="005D5566">
        <w:t>André étaient plus compréhensibles</w:t>
      </w:r>
      <w:r w:rsidR="001C0413">
        <w:t xml:space="preserve">, </w:t>
      </w:r>
      <w:r w:rsidRPr="005D5566">
        <w:t>plus à la portée de Pélaguée</w:t>
      </w:r>
      <w:r w:rsidR="001C0413">
        <w:t>.</w:t>
      </w:r>
    </w:p>
    <w:p w14:paraId="18589618" w14:textId="77777777" w:rsidR="001C0413" w:rsidRDefault="00530790" w:rsidP="001C0413">
      <w:r w:rsidRPr="005D5566">
        <w:lastRenderedPageBreak/>
        <w:t>Un sourd mécontentement envers les hommes se glissait furtivement dans son cœur et l</w:t>
      </w:r>
      <w:r w:rsidR="001C0413">
        <w:t>’</w:t>
      </w:r>
      <w:r w:rsidRPr="005D5566">
        <w:t>inquiétait</w:t>
      </w:r>
      <w:r w:rsidR="001C0413">
        <w:t xml:space="preserve"> ; </w:t>
      </w:r>
      <w:r w:rsidRPr="005D5566">
        <w:t>de la méfiance lui venait</w:t>
      </w:r>
      <w:r w:rsidR="001C0413">
        <w:t xml:space="preserve">, </w:t>
      </w:r>
      <w:r w:rsidRPr="005D5566">
        <w:t>elle avait le désir de comprendre tout le plus vite possible</w:t>
      </w:r>
      <w:r w:rsidR="001C0413">
        <w:t xml:space="preserve">, </w:t>
      </w:r>
      <w:r w:rsidRPr="005D5566">
        <w:t>pour parler elle aussi de la vie</w:t>
      </w:r>
      <w:r w:rsidR="001C0413">
        <w:t xml:space="preserve">, </w:t>
      </w:r>
      <w:r w:rsidRPr="005D5566">
        <w:t>avec des paroles que lui dicterait son âme</w:t>
      </w:r>
      <w:r w:rsidR="001C0413">
        <w:t>.</w:t>
      </w:r>
    </w:p>
    <w:p w14:paraId="4BFDC466" w14:textId="77777777" w:rsidR="001C0413" w:rsidRDefault="00530790" w:rsidP="001C0413">
      <w:r w:rsidRPr="005D5566">
        <w:t>Elle remarqua également que lorsqu</w:t>
      </w:r>
      <w:r w:rsidR="001C0413">
        <w:t>’</w:t>
      </w:r>
      <w:r w:rsidRPr="005D5566">
        <w:t>il venait un camarade ouvrier</w:t>
      </w:r>
      <w:r w:rsidR="001C0413">
        <w:t xml:space="preserve">, </w:t>
      </w:r>
      <w:r w:rsidRPr="005D5566">
        <w:t>Nicolas se conduisait avec une aisance extraordinaire</w:t>
      </w:r>
      <w:r w:rsidR="001C0413">
        <w:t xml:space="preserve"> ; </w:t>
      </w:r>
      <w:r w:rsidRPr="005D5566">
        <w:t>une expression de douceur apparaissait sur son visage</w:t>
      </w:r>
      <w:r w:rsidR="001C0413">
        <w:t xml:space="preserve"> ; </w:t>
      </w:r>
      <w:r w:rsidRPr="005D5566">
        <w:t>il parlait autrement que de coutume</w:t>
      </w:r>
      <w:r w:rsidR="001C0413">
        <w:t xml:space="preserve">, </w:t>
      </w:r>
      <w:r w:rsidRPr="005D5566">
        <w:t>sinon avec plus de grossièreté</w:t>
      </w:r>
      <w:r w:rsidR="001C0413">
        <w:t xml:space="preserve">, </w:t>
      </w:r>
      <w:r w:rsidRPr="005D5566">
        <w:t>du moins plus négligemment</w:t>
      </w:r>
      <w:r w:rsidR="001C0413">
        <w:t>.</w:t>
      </w:r>
    </w:p>
    <w:p w14:paraId="613D6AB9" w14:textId="77777777" w:rsidR="001C0413" w:rsidRDefault="001C0413" w:rsidP="001C0413">
      <w:r>
        <w:t>— </w:t>
      </w:r>
      <w:r w:rsidR="00530790" w:rsidRPr="005D5566">
        <w:t>Il fait son possible pour se mettre à leur niveau</w:t>
      </w:r>
      <w:r>
        <w:t xml:space="preserve"> ! </w:t>
      </w:r>
      <w:r w:rsidR="00530790" w:rsidRPr="005D5566">
        <w:t>pensait-elle</w:t>
      </w:r>
      <w:r>
        <w:t>.</w:t>
      </w:r>
    </w:p>
    <w:p w14:paraId="4856F9A8" w14:textId="77777777" w:rsidR="001C0413" w:rsidRDefault="00530790" w:rsidP="001C0413">
      <w:r w:rsidRPr="005D5566">
        <w:t>Mais cela ne la consolait pas</w:t>
      </w:r>
      <w:r w:rsidR="001C0413">
        <w:t xml:space="preserve">, </w:t>
      </w:r>
      <w:r w:rsidRPr="005D5566">
        <w:t>et elle voyait que l</w:t>
      </w:r>
      <w:r w:rsidR="001C0413">
        <w:t>’</w:t>
      </w:r>
      <w:r w:rsidRPr="005D5566">
        <w:t>ouvrier était gêné</w:t>
      </w:r>
      <w:r w:rsidR="001C0413">
        <w:t xml:space="preserve">, </w:t>
      </w:r>
      <w:r w:rsidRPr="005D5566">
        <w:t>que son intelligence restait comme nouée</w:t>
      </w:r>
      <w:r w:rsidR="001C0413">
        <w:t xml:space="preserve">, </w:t>
      </w:r>
      <w:r w:rsidRPr="005D5566">
        <w:t>qu</w:t>
      </w:r>
      <w:r w:rsidR="001C0413">
        <w:t>’</w:t>
      </w:r>
      <w:r w:rsidRPr="005D5566">
        <w:t>il n</w:t>
      </w:r>
      <w:r w:rsidR="001C0413">
        <w:t>’</w:t>
      </w:r>
      <w:r w:rsidRPr="005D5566">
        <w:t>arrivait pas à parler aussi simplement et librement qu</w:t>
      </w:r>
      <w:r w:rsidR="001C0413">
        <w:t>’</w:t>
      </w:r>
      <w:r w:rsidRPr="005D5566">
        <w:t>avec elle</w:t>
      </w:r>
      <w:r w:rsidR="001C0413">
        <w:t xml:space="preserve">, </w:t>
      </w:r>
      <w:r w:rsidRPr="005D5566">
        <w:t>femme de sa classe</w:t>
      </w:r>
      <w:r w:rsidR="001C0413">
        <w:t xml:space="preserve">. </w:t>
      </w:r>
      <w:r w:rsidRPr="005D5566">
        <w:t>Un jour que Nicolas était sorti de la chambre</w:t>
      </w:r>
      <w:r w:rsidR="001C0413">
        <w:t xml:space="preserve">, </w:t>
      </w:r>
      <w:r w:rsidRPr="005D5566">
        <w:t>elle dit à l</w:t>
      </w:r>
      <w:r w:rsidR="001C0413">
        <w:t>’</w:t>
      </w:r>
      <w:r w:rsidRPr="005D5566">
        <w:t>un d</w:t>
      </w:r>
      <w:r w:rsidR="001C0413">
        <w:t>’</w:t>
      </w:r>
      <w:r w:rsidRPr="005D5566">
        <w:t>eux</w:t>
      </w:r>
      <w:r w:rsidR="001C0413">
        <w:t> :</w:t>
      </w:r>
    </w:p>
    <w:p w14:paraId="65AD8F6F" w14:textId="77777777" w:rsidR="001C0413" w:rsidRDefault="001C0413" w:rsidP="001C0413">
      <w:r>
        <w:t>— </w:t>
      </w:r>
      <w:r w:rsidR="00530790" w:rsidRPr="005D5566">
        <w:t>Pourquoi te gênes-tu</w:t>
      </w:r>
      <w:r>
        <w:t xml:space="preserve"> ? </w:t>
      </w:r>
      <w:r w:rsidR="00530790" w:rsidRPr="005D5566">
        <w:t>Tu n</w:t>
      </w:r>
      <w:r>
        <w:t>’</w:t>
      </w:r>
      <w:r w:rsidR="00530790" w:rsidRPr="005D5566">
        <w:t>es pas un gamin qui passe un examen</w:t>
      </w:r>
      <w:r>
        <w:t>.</w:t>
      </w:r>
    </w:p>
    <w:p w14:paraId="7EA1C912" w14:textId="77777777" w:rsidR="001C0413" w:rsidRDefault="00530790" w:rsidP="001C0413">
      <w:r w:rsidRPr="005D5566">
        <w:t>L</w:t>
      </w:r>
      <w:r w:rsidR="001C0413">
        <w:t>’</w:t>
      </w:r>
      <w:r w:rsidRPr="005D5566">
        <w:t>autre eut un large sourire</w:t>
      </w:r>
      <w:r w:rsidR="001C0413">
        <w:t>.</w:t>
      </w:r>
    </w:p>
    <w:p w14:paraId="1B66D252" w14:textId="77777777" w:rsidR="001C0413" w:rsidRDefault="001C0413" w:rsidP="001C0413">
      <w:r>
        <w:t>— </w:t>
      </w:r>
      <w:r w:rsidR="00530790" w:rsidRPr="005D5566">
        <w:t>C</w:t>
      </w:r>
      <w:r>
        <w:t>’</w:t>
      </w:r>
      <w:r w:rsidR="00530790" w:rsidRPr="005D5566">
        <w:t>est manque d</w:t>
      </w:r>
      <w:r>
        <w:t>’</w:t>
      </w:r>
      <w:r w:rsidR="00530790" w:rsidRPr="005D5566">
        <w:t>habitude</w:t>
      </w:r>
      <w:r>
        <w:t xml:space="preserve">… </w:t>
      </w:r>
      <w:r w:rsidR="00530790" w:rsidRPr="005D5566">
        <w:t>Tout de même</w:t>
      </w:r>
      <w:r>
        <w:t xml:space="preserve">… </w:t>
      </w:r>
      <w:r w:rsidR="00530790" w:rsidRPr="005D5566">
        <w:t>ce n</w:t>
      </w:r>
      <w:r>
        <w:t>’</w:t>
      </w:r>
      <w:r w:rsidR="00530790" w:rsidRPr="005D5566">
        <w:t>est pas un des nôtres</w:t>
      </w:r>
      <w:r>
        <w:t> !</w:t>
      </w:r>
    </w:p>
    <w:p w14:paraId="443E64B6" w14:textId="77777777" w:rsidR="001C0413" w:rsidRDefault="00530790" w:rsidP="001C0413">
      <w:r w:rsidRPr="005D5566">
        <w:t>Et il baissa la tête</w:t>
      </w:r>
      <w:r w:rsidR="001C0413">
        <w:t>.</w:t>
      </w:r>
    </w:p>
    <w:p w14:paraId="2CFBBD84" w14:textId="77777777" w:rsidR="001C0413" w:rsidRDefault="001C0413" w:rsidP="001C0413">
      <w:r>
        <w:t>— </w:t>
      </w:r>
      <w:r w:rsidR="00530790" w:rsidRPr="005D5566">
        <w:t>Cela ne fait rien</w:t>
      </w:r>
      <w:r>
        <w:t xml:space="preserve"> ! </w:t>
      </w:r>
      <w:r w:rsidR="00530790" w:rsidRPr="005D5566">
        <w:t>dit la mère</w:t>
      </w:r>
      <w:r>
        <w:t xml:space="preserve">. </w:t>
      </w:r>
      <w:r w:rsidR="00530790" w:rsidRPr="005D5566">
        <w:t>Il est simple</w:t>
      </w:r>
      <w:r>
        <w:t>…</w:t>
      </w:r>
    </w:p>
    <w:p w14:paraId="7A2261B0" w14:textId="77777777" w:rsidR="001C0413" w:rsidRDefault="00530790" w:rsidP="001C0413">
      <w:r w:rsidRPr="005D5566">
        <w:t>L</w:t>
      </w:r>
      <w:r w:rsidR="001C0413">
        <w:t>’</w:t>
      </w:r>
      <w:r w:rsidRPr="005D5566">
        <w:t>ouvrier lui lança un regard</w:t>
      </w:r>
      <w:r w:rsidR="001C0413">
        <w:t xml:space="preserve">, </w:t>
      </w:r>
      <w:r w:rsidRPr="005D5566">
        <w:t>tous deux sourirent et gardèrent le silence</w:t>
      </w:r>
      <w:r w:rsidR="001C0413">
        <w:t>…</w:t>
      </w:r>
    </w:p>
    <w:p w14:paraId="731943D4" w14:textId="77777777" w:rsidR="001C0413" w:rsidRDefault="00530790" w:rsidP="001C0413">
      <w:r w:rsidRPr="005D5566">
        <w:lastRenderedPageBreak/>
        <w:t>Parfois Sachenka venait</w:t>
      </w:r>
      <w:r w:rsidR="001C0413">
        <w:t xml:space="preserve">, </w:t>
      </w:r>
      <w:r w:rsidRPr="005D5566">
        <w:t>elle ne restait jamais longtemps</w:t>
      </w:r>
      <w:r w:rsidR="001C0413">
        <w:t xml:space="preserve"> ; </w:t>
      </w:r>
      <w:r w:rsidRPr="005D5566">
        <w:t>elle parlait toujours d</w:t>
      </w:r>
      <w:r w:rsidR="001C0413">
        <w:t>’</w:t>
      </w:r>
      <w:r w:rsidRPr="005D5566">
        <w:t>un ton affairé</w:t>
      </w:r>
      <w:r w:rsidR="001C0413">
        <w:t xml:space="preserve">, </w:t>
      </w:r>
      <w:r w:rsidRPr="005D5566">
        <w:t>sans rire</w:t>
      </w:r>
      <w:r w:rsidR="001C0413">
        <w:t xml:space="preserve"> ; </w:t>
      </w:r>
      <w:r w:rsidRPr="005D5566">
        <w:t>en s</w:t>
      </w:r>
      <w:r w:rsidR="001C0413">
        <w:t>’</w:t>
      </w:r>
      <w:r w:rsidRPr="005D5566">
        <w:t>en allant</w:t>
      </w:r>
      <w:r w:rsidR="001C0413">
        <w:t xml:space="preserve">, </w:t>
      </w:r>
      <w:r w:rsidRPr="005D5566">
        <w:t>elle demandait chaque fois à la mère</w:t>
      </w:r>
      <w:r w:rsidR="001C0413">
        <w:t> :</w:t>
      </w:r>
    </w:p>
    <w:p w14:paraId="21A704E2" w14:textId="77777777" w:rsidR="001C0413" w:rsidRDefault="001C0413" w:rsidP="001C0413">
      <w:r>
        <w:t>— </w:t>
      </w:r>
      <w:r w:rsidR="00530790" w:rsidRPr="005D5566">
        <w:t>Comment va Pavel</w:t>
      </w:r>
      <w:r>
        <w:t xml:space="preserve"> ? </w:t>
      </w:r>
      <w:r w:rsidR="00530790" w:rsidRPr="005D5566">
        <w:t>Il est bien portant</w:t>
      </w:r>
      <w:r>
        <w:t> ?</w:t>
      </w:r>
    </w:p>
    <w:p w14:paraId="1E27C838" w14:textId="77777777" w:rsidR="001C0413" w:rsidRDefault="001C0413" w:rsidP="001C0413">
      <w:r>
        <w:t>— </w:t>
      </w:r>
      <w:r w:rsidR="00530790" w:rsidRPr="005D5566">
        <w:t>Oui</w:t>
      </w:r>
      <w:r>
        <w:t xml:space="preserve">, </w:t>
      </w:r>
      <w:r w:rsidR="00530790" w:rsidRPr="005D5566">
        <w:t>Dieu merci</w:t>
      </w:r>
      <w:r>
        <w:t xml:space="preserve"> ! </w:t>
      </w:r>
      <w:r w:rsidR="00530790" w:rsidRPr="005D5566">
        <w:t>Il est bien</w:t>
      </w:r>
      <w:r>
        <w:t xml:space="preserve">, </w:t>
      </w:r>
      <w:r w:rsidR="00530790" w:rsidRPr="005D5566">
        <w:t>il est gai</w:t>
      </w:r>
      <w:r>
        <w:t>.</w:t>
      </w:r>
    </w:p>
    <w:p w14:paraId="5A79668D" w14:textId="77777777" w:rsidR="001C0413" w:rsidRDefault="001C0413" w:rsidP="001C0413">
      <w:r>
        <w:t>— </w:t>
      </w:r>
      <w:r w:rsidR="00530790" w:rsidRPr="005D5566">
        <w:t>Saluez-le de ma part</w:t>
      </w:r>
      <w:r>
        <w:t xml:space="preserve"> ! </w:t>
      </w:r>
      <w:r w:rsidR="00530790" w:rsidRPr="005D5566">
        <w:t>reprenait la jeune fille</w:t>
      </w:r>
      <w:r>
        <w:t xml:space="preserve">, </w:t>
      </w:r>
      <w:r w:rsidR="00530790" w:rsidRPr="005D5566">
        <w:t>et elle disparaissait</w:t>
      </w:r>
      <w:r>
        <w:t>.</w:t>
      </w:r>
    </w:p>
    <w:p w14:paraId="45C6F6CB" w14:textId="77777777" w:rsidR="001C0413" w:rsidRDefault="00530790" w:rsidP="001C0413">
      <w:r w:rsidRPr="005D5566">
        <w:t>De temps à autre</w:t>
      </w:r>
      <w:r w:rsidR="001C0413">
        <w:t xml:space="preserve">, </w:t>
      </w:r>
      <w:r w:rsidRPr="005D5566">
        <w:t>la mère se plaignait à elle de ce qu</w:t>
      </w:r>
      <w:r w:rsidR="001C0413">
        <w:t>’</w:t>
      </w:r>
      <w:r w:rsidRPr="005D5566">
        <w:t>on gardât Pavel si longtemps en prison</w:t>
      </w:r>
      <w:r w:rsidR="001C0413">
        <w:t xml:space="preserve">, </w:t>
      </w:r>
      <w:r w:rsidRPr="005D5566">
        <w:t>sans fixer la date de son jugement</w:t>
      </w:r>
      <w:r w:rsidR="001C0413">
        <w:t xml:space="preserve"> : </w:t>
      </w:r>
      <w:r w:rsidRPr="005D5566">
        <w:t>Sachenka fronçait le sourcil et se taisait</w:t>
      </w:r>
      <w:r w:rsidR="001C0413">
        <w:t xml:space="preserve"> ; </w:t>
      </w:r>
      <w:r w:rsidRPr="005D5566">
        <w:t>ses lèvres tremblaient</w:t>
      </w:r>
      <w:r w:rsidR="001C0413">
        <w:t xml:space="preserve">, </w:t>
      </w:r>
      <w:r w:rsidRPr="005D5566">
        <w:t>tandis que ses doigts s</w:t>
      </w:r>
      <w:r w:rsidR="001C0413">
        <w:t>’</w:t>
      </w:r>
      <w:r w:rsidRPr="005D5566">
        <w:t>agitaient nerveusement</w:t>
      </w:r>
      <w:r w:rsidR="001C0413">
        <w:t>.</w:t>
      </w:r>
    </w:p>
    <w:p w14:paraId="1E757194" w14:textId="77777777" w:rsidR="001C0413" w:rsidRDefault="00530790" w:rsidP="001C0413">
      <w:r w:rsidRPr="005D5566">
        <w:t>La mère avait envie de lui dire</w:t>
      </w:r>
      <w:r w:rsidR="001C0413">
        <w:t> :</w:t>
      </w:r>
    </w:p>
    <w:p w14:paraId="6E515CD7" w14:textId="7CF6ADC6" w:rsidR="001C0413" w:rsidRDefault="001C0413" w:rsidP="001C0413">
      <w:r>
        <w:t>— </w:t>
      </w:r>
      <w:r w:rsidR="00530790" w:rsidRPr="005D5566">
        <w:t>Ma chérie</w:t>
      </w:r>
      <w:r>
        <w:t xml:space="preserve">, </w:t>
      </w:r>
      <w:r w:rsidR="00530790" w:rsidRPr="005D5566">
        <w:t>je sais que vous l</w:t>
      </w:r>
      <w:r>
        <w:t>’</w:t>
      </w:r>
      <w:r w:rsidR="00530790" w:rsidRPr="005D5566">
        <w:t>aimez</w:t>
      </w:r>
      <w:r>
        <w:t xml:space="preserve">… </w:t>
      </w:r>
      <w:r w:rsidR="00530790" w:rsidRPr="005D5566">
        <w:t>je le sais</w:t>
      </w:r>
      <w:r>
        <w:t xml:space="preserve"> !… </w:t>
      </w:r>
      <w:r w:rsidR="00530790" w:rsidRPr="005D5566">
        <w:t>Mais elle n</w:t>
      </w:r>
      <w:r>
        <w:t>’</w:t>
      </w:r>
      <w:r w:rsidR="00530790" w:rsidRPr="005D5566">
        <w:t>osait</w:t>
      </w:r>
      <w:r>
        <w:t xml:space="preserve"> : </w:t>
      </w:r>
      <w:r w:rsidR="00530790" w:rsidRPr="005D5566">
        <w:t>l</w:t>
      </w:r>
      <w:r>
        <w:t>’</w:t>
      </w:r>
      <w:r w:rsidR="00530790" w:rsidRPr="005D5566">
        <w:t>air sévère de la jeune fille</w:t>
      </w:r>
      <w:r>
        <w:t xml:space="preserve">, </w:t>
      </w:r>
      <w:r w:rsidR="00530790" w:rsidRPr="005D5566">
        <w:t xml:space="preserve">ses </w:t>
      </w:r>
      <w:r w:rsidR="00530790" w:rsidRPr="005D5566">
        <w:rPr>
          <w:bCs/>
        </w:rPr>
        <w:t>lèvres pincées</w:t>
      </w:r>
      <w:r>
        <w:rPr>
          <w:bCs/>
        </w:rPr>
        <w:t xml:space="preserve">, </w:t>
      </w:r>
      <w:r w:rsidR="00530790" w:rsidRPr="005D5566">
        <w:rPr>
          <w:bCs/>
        </w:rPr>
        <w:t xml:space="preserve">la sécheresse de ses paroles semblaient repousser les caresses </w:t>
      </w:r>
      <w:r w:rsidR="00530790" w:rsidRPr="005D5566">
        <w:t xml:space="preserve">à </w:t>
      </w:r>
      <w:r w:rsidR="00530790" w:rsidRPr="005D5566">
        <w:rPr>
          <w:bCs/>
        </w:rPr>
        <w:t>l</w:t>
      </w:r>
      <w:r>
        <w:rPr>
          <w:bCs/>
        </w:rPr>
        <w:t>’</w:t>
      </w:r>
      <w:r w:rsidR="00530790" w:rsidRPr="005D5566">
        <w:rPr>
          <w:bCs/>
        </w:rPr>
        <w:t>avance</w:t>
      </w:r>
      <w:r>
        <w:rPr>
          <w:bCs/>
        </w:rPr>
        <w:t xml:space="preserve">. </w:t>
      </w:r>
      <w:r w:rsidR="00530790" w:rsidRPr="005D5566">
        <w:rPr>
          <w:bCs/>
        </w:rPr>
        <w:t>Avec un sourire</w:t>
      </w:r>
      <w:r>
        <w:rPr>
          <w:bCs/>
        </w:rPr>
        <w:t xml:space="preserve">, </w:t>
      </w:r>
      <w:r w:rsidR="00530790" w:rsidRPr="005D5566">
        <w:rPr>
          <w:bCs/>
        </w:rPr>
        <w:t>Pélaguée serrait la main qu</w:t>
      </w:r>
      <w:r>
        <w:rPr>
          <w:bCs/>
        </w:rPr>
        <w:t>’</w:t>
      </w:r>
      <w:r w:rsidR="00530790" w:rsidRPr="005D5566">
        <w:rPr>
          <w:bCs/>
        </w:rPr>
        <w:t>on lui tendait et pensait</w:t>
      </w:r>
      <w:r>
        <w:rPr>
          <w:bCs/>
        </w:rPr>
        <w:t> : « </w:t>
      </w:r>
      <w:r w:rsidR="00530790" w:rsidRPr="005D5566">
        <w:rPr>
          <w:bCs/>
        </w:rPr>
        <w:t>Ma pauvre petite</w:t>
      </w:r>
      <w:r>
        <w:rPr>
          <w:bCs/>
        </w:rPr>
        <w:t> !… »</w:t>
      </w:r>
    </w:p>
    <w:p w14:paraId="13FDF8DA" w14:textId="77777777" w:rsidR="001C0413" w:rsidRDefault="00530790" w:rsidP="001C0413">
      <w:pPr>
        <w:rPr>
          <w:bCs/>
        </w:rPr>
      </w:pPr>
      <w:r w:rsidRPr="005D5566">
        <w:rPr>
          <w:bCs/>
        </w:rPr>
        <w:t>Un jour</w:t>
      </w:r>
      <w:r w:rsidR="001C0413">
        <w:rPr>
          <w:bCs/>
        </w:rPr>
        <w:t xml:space="preserve">, </w:t>
      </w:r>
      <w:r w:rsidRPr="005D5566">
        <w:rPr>
          <w:bCs/>
        </w:rPr>
        <w:t>Natacha survint</w:t>
      </w:r>
      <w:r w:rsidR="001C0413">
        <w:rPr>
          <w:bCs/>
        </w:rPr>
        <w:t xml:space="preserve"> ; </w:t>
      </w:r>
      <w:r w:rsidRPr="005D5566">
        <w:rPr>
          <w:bCs/>
        </w:rPr>
        <w:t>tout heureuse de voir Pélaguée l</w:t>
      </w:r>
      <w:r w:rsidR="001C0413">
        <w:rPr>
          <w:bCs/>
        </w:rPr>
        <w:t>’</w:t>
      </w:r>
      <w:r w:rsidRPr="005D5566">
        <w:rPr>
          <w:bCs/>
        </w:rPr>
        <w:t>embrasser affectueusement</w:t>
      </w:r>
      <w:r w:rsidR="001C0413">
        <w:rPr>
          <w:bCs/>
        </w:rPr>
        <w:t xml:space="preserve">, </w:t>
      </w:r>
      <w:r w:rsidRPr="005D5566">
        <w:rPr>
          <w:bCs/>
        </w:rPr>
        <w:t>elle lui annonça soudain</w:t>
      </w:r>
      <w:r w:rsidR="001C0413">
        <w:rPr>
          <w:bCs/>
        </w:rPr>
        <w:t xml:space="preserve">, </w:t>
      </w:r>
      <w:r w:rsidRPr="005D5566">
        <w:t xml:space="preserve">à </w:t>
      </w:r>
      <w:r w:rsidRPr="005D5566">
        <w:rPr>
          <w:bCs/>
        </w:rPr>
        <w:t>voix basse</w:t>
      </w:r>
      <w:r w:rsidR="001C0413">
        <w:rPr>
          <w:bCs/>
        </w:rPr>
        <w:t xml:space="preserve">, </w:t>
      </w:r>
      <w:r w:rsidRPr="005D5566">
        <w:rPr>
          <w:bCs/>
        </w:rPr>
        <w:t>entre autres choses</w:t>
      </w:r>
      <w:r w:rsidR="001C0413">
        <w:rPr>
          <w:bCs/>
        </w:rPr>
        <w:t> :</w:t>
      </w:r>
    </w:p>
    <w:p w14:paraId="70B3BA8D" w14:textId="77777777" w:rsidR="001C0413" w:rsidRDefault="001C0413" w:rsidP="001C0413">
      <w:pPr>
        <w:rPr>
          <w:bCs/>
        </w:rPr>
      </w:pPr>
      <w:r>
        <w:t>— </w:t>
      </w:r>
      <w:r w:rsidR="00530790" w:rsidRPr="005D5566">
        <w:rPr>
          <w:bCs/>
        </w:rPr>
        <w:t>Ma mère est morte</w:t>
      </w:r>
      <w:r>
        <w:rPr>
          <w:bCs/>
        </w:rPr>
        <w:t xml:space="preserve">… </w:t>
      </w:r>
      <w:r w:rsidR="00530790" w:rsidRPr="005D5566">
        <w:rPr>
          <w:bCs/>
        </w:rPr>
        <w:t>elle est morte</w:t>
      </w:r>
      <w:r>
        <w:rPr>
          <w:bCs/>
        </w:rPr>
        <w:t xml:space="preserve">, </w:t>
      </w:r>
      <w:r w:rsidR="00530790" w:rsidRPr="005D5566">
        <w:rPr>
          <w:bCs/>
        </w:rPr>
        <w:t>ma pauvre maman</w:t>
      </w:r>
      <w:r>
        <w:rPr>
          <w:bCs/>
        </w:rPr>
        <w:t> !</w:t>
      </w:r>
    </w:p>
    <w:p w14:paraId="78C74623" w14:textId="77777777" w:rsidR="001C0413" w:rsidRDefault="00530790" w:rsidP="001C0413">
      <w:pPr>
        <w:rPr>
          <w:bCs/>
        </w:rPr>
      </w:pPr>
      <w:r w:rsidRPr="005D5566">
        <w:rPr>
          <w:bCs/>
        </w:rPr>
        <w:t>Elle s</w:t>
      </w:r>
      <w:r w:rsidR="001C0413">
        <w:rPr>
          <w:bCs/>
        </w:rPr>
        <w:t>’</w:t>
      </w:r>
      <w:r w:rsidRPr="005D5566">
        <w:rPr>
          <w:bCs/>
        </w:rPr>
        <w:t>essuya les yeux d</w:t>
      </w:r>
      <w:r w:rsidR="001C0413">
        <w:rPr>
          <w:bCs/>
        </w:rPr>
        <w:t>’</w:t>
      </w:r>
      <w:r w:rsidRPr="005D5566">
        <w:rPr>
          <w:bCs/>
        </w:rPr>
        <w:t>un geste rapide</w:t>
      </w:r>
      <w:r w:rsidR="001C0413">
        <w:rPr>
          <w:bCs/>
        </w:rPr>
        <w:t>.</w:t>
      </w:r>
    </w:p>
    <w:p w14:paraId="52C9A976" w14:textId="77777777" w:rsidR="001C0413" w:rsidRDefault="001C0413" w:rsidP="001C0413">
      <w:pPr>
        <w:rPr>
          <w:bCs/>
        </w:rPr>
      </w:pPr>
      <w:r>
        <w:t>— </w:t>
      </w:r>
      <w:r w:rsidR="00530790" w:rsidRPr="005D5566">
        <w:rPr>
          <w:bCs/>
        </w:rPr>
        <w:t>Je la regrette</w:t>
      </w:r>
      <w:r>
        <w:rPr>
          <w:bCs/>
        </w:rPr>
        <w:t xml:space="preserve">, </w:t>
      </w:r>
      <w:r w:rsidR="00530790" w:rsidRPr="005D5566">
        <w:rPr>
          <w:bCs/>
        </w:rPr>
        <w:t>reprit la jeune fille</w:t>
      </w:r>
      <w:r>
        <w:rPr>
          <w:bCs/>
        </w:rPr>
        <w:t xml:space="preserve">… </w:t>
      </w:r>
      <w:r w:rsidR="00530790" w:rsidRPr="005D5566">
        <w:rPr>
          <w:bCs/>
        </w:rPr>
        <w:t>elle n</w:t>
      </w:r>
      <w:r>
        <w:rPr>
          <w:bCs/>
        </w:rPr>
        <w:t>’</w:t>
      </w:r>
      <w:r w:rsidR="00530790" w:rsidRPr="005D5566">
        <w:rPr>
          <w:bCs/>
        </w:rPr>
        <w:t>avait pas cinquante ans</w:t>
      </w:r>
      <w:r>
        <w:rPr>
          <w:bCs/>
        </w:rPr>
        <w:t xml:space="preserve">… </w:t>
      </w:r>
      <w:r w:rsidR="00530790" w:rsidRPr="005D5566">
        <w:rPr>
          <w:bCs/>
        </w:rPr>
        <w:t>elle aurait pu vivre longtemps encore</w:t>
      </w:r>
      <w:r>
        <w:rPr>
          <w:bCs/>
        </w:rPr>
        <w:t xml:space="preserve">. </w:t>
      </w:r>
      <w:r w:rsidR="00530790" w:rsidRPr="005D5566">
        <w:rPr>
          <w:bCs/>
        </w:rPr>
        <w:t xml:space="preserve">Mais quand on réfléchit </w:t>
      </w:r>
      <w:r w:rsidR="00530790" w:rsidRPr="005D5566">
        <w:t xml:space="preserve">à </w:t>
      </w:r>
      <w:r w:rsidR="00530790" w:rsidRPr="005D5566">
        <w:rPr>
          <w:bCs/>
        </w:rPr>
        <w:t>tout</w:t>
      </w:r>
      <w:r>
        <w:rPr>
          <w:bCs/>
        </w:rPr>
        <w:t xml:space="preserve">, </w:t>
      </w:r>
      <w:r w:rsidR="00530790" w:rsidRPr="005D5566">
        <w:rPr>
          <w:bCs/>
        </w:rPr>
        <w:t>on se dit que la mort lui est probablement plus légère que la vie</w:t>
      </w:r>
      <w:r>
        <w:rPr>
          <w:bCs/>
        </w:rPr>
        <w:t xml:space="preserve"> ! </w:t>
      </w:r>
      <w:r w:rsidR="00530790" w:rsidRPr="005D5566">
        <w:rPr>
          <w:bCs/>
        </w:rPr>
        <w:t xml:space="preserve">Elle était toujours seule et </w:t>
      </w:r>
      <w:r w:rsidR="00530790" w:rsidRPr="005D5566">
        <w:rPr>
          <w:bCs/>
        </w:rPr>
        <w:lastRenderedPageBreak/>
        <w:t xml:space="preserve">étrangère </w:t>
      </w:r>
      <w:r w:rsidR="00530790" w:rsidRPr="005D5566">
        <w:t xml:space="preserve">à </w:t>
      </w:r>
      <w:r w:rsidR="00530790" w:rsidRPr="005D5566">
        <w:rPr>
          <w:bCs/>
        </w:rPr>
        <w:t>tous</w:t>
      </w:r>
      <w:r>
        <w:rPr>
          <w:bCs/>
        </w:rPr>
        <w:t xml:space="preserve"> ; </w:t>
      </w:r>
      <w:r w:rsidR="00530790" w:rsidRPr="005D5566">
        <w:rPr>
          <w:bCs/>
        </w:rPr>
        <w:t>personne n</w:t>
      </w:r>
      <w:r>
        <w:rPr>
          <w:bCs/>
        </w:rPr>
        <w:t>’</w:t>
      </w:r>
      <w:r w:rsidR="00530790" w:rsidRPr="005D5566">
        <w:rPr>
          <w:bCs/>
        </w:rPr>
        <w:t>avait besoin d</w:t>
      </w:r>
      <w:r>
        <w:rPr>
          <w:bCs/>
        </w:rPr>
        <w:t>’</w:t>
      </w:r>
      <w:r w:rsidR="00530790" w:rsidRPr="005D5566">
        <w:rPr>
          <w:bCs/>
        </w:rPr>
        <w:t>elle</w:t>
      </w:r>
      <w:r>
        <w:rPr>
          <w:bCs/>
        </w:rPr>
        <w:t xml:space="preserve"> ; </w:t>
      </w:r>
      <w:r w:rsidR="00530790" w:rsidRPr="005D5566">
        <w:rPr>
          <w:bCs/>
        </w:rPr>
        <w:t>mon père l</w:t>
      </w:r>
      <w:r>
        <w:rPr>
          <w:bCs/>
        </w:rPr>
        <w:t>’</w:t>
      </w:r>
      <w:r w:rsidR="00530790" w:rsidRPr="005D5566">
        <w:rPr>
          <w:bCs/>
        </w:rPr>
        <w:t>avait rendue craintive par ses criailleries continuelles</w:t>
      </w:r>
      <w:r>
        <w:rPr>
          <w:bCs/>
        </w:rPr>
        <w:t xml:space="preserve">… </w:t>
      </w:r>
      <w:r w:rsidR="00530790" w:rsidRPr="005D5566">
        <w:rPr>
          <w:bCs/>
        </w:rPr>
        <w:t>Peut-on dire qu</w:t>
      </w:r>
      <w:r>
        <w:rPr>
          <w:bCs/>
        </w:rPr>
        <w:t>’</w:t>
      </w:r>
      <w:r w:rsidR="00530790" w:rsidRPr="005D5566">
        <w:rPr>
          <w:bCs/>
        </w:rPr>
        <w:t>elle vivait</w:t>
      </w:r>
      <w:r>
        <w:rPr>
          <w:bCs/>
        </w:rPr>
        <w:t xml:space="preserve"> ? </w:t>
      </w:r>
      <w:r w:rsidR="00530790" w:rsidRPr="005D5566">
        <w:rPr>
          <w:bCs/>
        </w:rPr>
        <w:t>On vit quand on attend quelque chose de bon</w:t>
      </w:r>
      <w:r>
        <w:rPr>
          <w:bCs/>
        </w:rPr>
        <w:t xml:space="preserve"> ; </w:t>
      </w:r>
      <w:r w:rsidR="00530790" w:rsidRPr="005D5566">
        <w:rPr>
          <w:bCs/>
        </w:rPr>
        <w:t>mais elle</w:t>
      </w:r>
      <w:r>
        <w:rPr>
          <w:bCs/>
        </w:rPr>
        <w:t xml:space="preserve">, </w:t>
      </w:r>
      <w:r w:rsidR="00530790" w:rsidRPr="005D5566">
        <w:rPr>
          <w:bCs/>
        </w:rPr>
        <w:t>elle n</w:t>
      </w:r>
      <w:r>
        <w:rPr>
          <w:bCs/>
        </w:rPr>
        <w:t>’</w:t>
      </w:r>
      <w:r w:rsidR="00530790" w:rsidRPr="005D5566">
        <w:rPr>
          <w:bCs/>
        </w:rPr>
        <w:t xml:space="preserve">avait rien </w:t>
      </w:r>
      <w:r w:rsidR="00530790" w:rsidRPr="005D5566">
        <w:t xml:space="preserve">à </w:t>
      </w:r>
      <w:r w:rsidR="00530790" w:rsidRPr="005D5566">
        <w:rPr>
          <w:bCs/>
        </w:rPr>
        <w:t>attendre</w:t>
      </w:r>
      <w:r>
        <w:rPr>
          <w:bCs/>
        </w:rPr>
        <w:t xml:space="preserve">, </w:t>
      </w:r>
      <w:r w:rsidR="00530790" w:rsidRPr="005D5566">
        <w:rPr>
          <w:bCs/>
        </w:rPr>
        <w:t>excepté des outrages</w:t>
      </w:r>
      <w:r>
        <w:rPr>
          <w:bCs/>
        </w:rPr>
        <w:t> !</w:t>
      </w:r>
    </w:p>
    <w:p w14:paraId="75F1B147" w14:textId="77777777" w:rsidR="001C0413" w:rsidRDefault="001C0413" w:rsidP="001C0413">
      <w:pPr>
        <w:rPr>
          <w:bCs/>
        </w:rPr>
      </w:pPr>
      <w:r>
        <w:t>— </w:t>
      </w:r>
      <w:r w:rsidR="00530790" w:rsidRPr="005D5566">
        <w:rPr>
          <w:bCs/>
        </w:rPr>
        <w:t>C</w:t>
      </w:r>
      <w:r>
        <w:rPr>
          <w:bCs/>
        </w:rPr>
        <w:t>’</w:t>
      </w:r>
      <w:r w:rsidR="00530790" w:rsidRPr="005D5566">
        <w:rPr>
          <w:bCs/>
        </w:rPr>
        <w:t>est bien vrai</w:t>
      </w:r>
      <w:r>
        <w:rPr>
          <w:bCs/>
        </w:rPr>
        <w:t xml:space="preserve">, </w:t>
      </w:r>
      <w:r w:rsidR="00530790" w:rsidRPr="005D5566">
        <w:rPr>
          <w:bCs/>
        </w:rPr>
        <w:t>ce que vous dites là</w:t>
      </w:r>
      <w:r>
        <w:rPr>
          <w:bCs/>
        </w:rPr>
        <w:t xml:space="preserve">, </w:t>
      </w:r>
      <w:r w:rsidR="00530790" w:rsidRPr="005D5566">
        <w:rPr>
          <w:bCs/>
        </w:rPr>
        <w:t>Natacha</w:t>
      </w:r>
      <w:r>
        <w:rPr>
          <w:bCs/>
        </w:rPr>
        <w:t xml:space="preserve"> !… </w:t>
      </w:r>
      <w:r w:rsidR="00530790" w:rsidRPr="005D5566">
        <w:rPr>
          <w:bCs/>
        </w:rPr>
        <w:t>déclara la mère après un instant de réflexion</w:t>
      </w:r>
      <w:r>
        <w:rPr>
          <w:bCs/>
        </w:rPr>
        <w:t xml:space="preserve">. </w:t>
      </w:r>
      <w:r w:rsidR="00530790" w:rsidRPr="005D5566">
        <w:rPr>
          <w:bCs/>
        </w:rPr>
        <w:t>On vit quand on attend quelque chose de bon</w:t>
      </w:r>
      <w:r>
        <w:rPr>
          <w:bCs/>
        </w:rPr>
        <w:t xml:space="preserve"> ; </w:t>
      </w:r>
      <w:r w:rsidR="00530790" w:rsidRPr="005D5566">
        <w:rPr>
          <w:bCs/>
        </w:rPr>
        <w:t>quand on n</w:t>
      </w:r>
      <w:r>
        <w:rPr>
          <w:bCs/>
        </w:rPr>
        <w:t>’</w:t>
      </w:r>
      <w:r w:rsidR="00530790" w:rsidRPr="005D5566">
        <w:rPr>
          <w:bCs/>
        </w:rPr>
        <w:t>attend rien</w:t>
      </w:r>
      <w:r>
        <w:rPr>
          <w:bCs/>
        </w:rPr>
        <w:t xml:space="preserve">, </w:t>
      </w:r>
      <w:r w:rsidR="00530790" w:rsidRPr="005D5566">
        <w:rPr>
          <w:bCs/>
        </w:rPr>
        <w:t>est-ce vivre</w:t>
      </w:r>
      <w:r>
        <w:rPr>
          <w:bCs/>
        </w:rPr>
        <w:t> ?</w:t>
      </w:r>
    </w:p>
    <w:p w14:paraId="0C97AD64" w14:textId="77777777" w:rsidR="001C0413" w:rsidRDefault="00530790" w:rsidP="001C0413">
      <w:pPr>
        <w:rPr>
          <w:bCs/>
        </w:rPr>
      </w:pPr>
      <w:r w:rsidRPr="005D5566">
        <w:rPr>
          <w:bCs/>
        </w:rPr>
        <w:t>Elle ajouta en caressant affectueusement la main de la jeune fille</w:t>
      </w:r>
      <w:r w:rsidR="001C0413">
        <w:rPr>
          <w:bCs/>
        </w:rPr>
        <w:t xml:space="preserve"> : – </w:t>
      </w:r>
      <w:r w:rsidRPr="005D5566">
        <w:rPr>
          <w:bCs/>
        </w:rPr>
        <w:t>Et maintenant</w:t>
      </w:r>
      <w:r w:rsidR="001C0413">
        <w:rPr>
          <w:bCs/>
        </w:rPr>
        <w:t xml:space="preserve">, </w:t>
      </w:r>
      <w:r w:rsidRPr="005D5566">
        <w:rPr>
          <w:bCs/>
        </w:rPr>
        <w:t>vous êtes toute seule</w:t>
      </w:r>
      <w:r w:rsidR="001C0413">
        <w:rPr>
          <w:bCs/>
        </w:rPr>
        <w:t> ?</w:t>
      </w:r>
    </w:p>
    <w:p w14:paraId="03E11789" w14:textId="77777777" w:rsidR="001C0413" w:rsidRDefault="001C0413" w:rsidP="001C0413">
      <w:pPr>
        <w:rPr>
          <w:bCs/>
        </w:rPr>
      </w:pPr>
      <w:r>
        <w:t>— </w:t>
      </w:r>
      <w:r w:rsidR="00530790" w:rsidRPr="005D5566">
        <w:rPr>
          <w:bCs/>
        </w:rPr>
        <w:t>Oui</w:t>
      </w:r>
      <w:r>
        <w:rPr>
          <w:bCs/>
        </w:rPr>
        <w:t xml:space="preserve"> ! </w:t>
      </w:r>
      <w:r w:rsidR="00530790" w:rsidRPr="005D5566">
        <w:rPr>
          <w:bCs/>
        </w:rPr>
        <w:t>répondit Natacha</w:t>
      </w:r>
      <w:r>
        <w:rPr>
          <w:bCs/>
        </w:rPr>
        <w:t>.</w:t>
      </w:r>
    </w:p>
    <w:p w14:paraId="454DBB54" w14:textId="77777777" w:rsidR="001C0413" w:rsidRDefault="00530790" w:rsidP="001C0413">
      <w:pPr>
        <w:rPr>
          <w:bCs/>
        </w:rPr>
      </w:pPr>
      <w:r w:rsidRPr="005D5566">
        <w:rPr>
          <w:bCs/>
        </w:rPr>
        <w:t>La mère se tut un instant</w:t>
      </w:r>
      <w:r w:rsidR="001C0413">
        <w:rPr>
          <w:bCs/>
        </w:rPr>
        <w:t xml:space="preserve"> ; </w:t>
      </w:r>
      <w:r w:rsidRPr="005D5566">
        <w:rPr>
          <w:bCs/>
        </w:rPr>
        <w:t>puis</w:t>
      </w:r>
      <w:r w:rsidR="001C0413">
        <w:rPr>
          <w:bCs/>
        </w:rPr>
        <w:t xml:space="preserve">, </w:t>
      </w:r>
      <w:r w:rsidRPr="005D5566">
        <w:rPr>
          <w:bCs/>
        </w:rPr>
        <w:t>elle reprit avec un sourire</w:t>
      </w:r>
      <w:r w:rsidR="001C0413">
        <w:rPr>
          <w:bCs/>
        </w:rPr>
        <w:t> :</w:t>
      </w:r>
    </w:p>
    <w:p w14:paraId="0D5C68BB" w14:textId="77777777" w:rsidR="001C0413" w:rsidRDefault="001C0413" w:rsidP="001C0413">
      <w:pPr>
        <w:rPr>
          <w:bCs/>
        </w:rPr>
      </w:pPr>
      <w:r>
        <w:t>— </w:t>
      </w:r>
      <w:r w:rsidR="00530790" w:rsidRPr="005D5566">
        <w:rPr>
          <w:bCs/>
        </w:rPr>
        <w:t>Qu</w:t>
      </w:r>
      <w:r>
        <w:rPr>
          <w:bCs/>
        </w:rPr>
        <w:t>’</w:t>
      </w:r>
      <w:r w:rsidR="00530790" w:rsidRPr="005D5566">
        <w:rPr>
          <w:bCs/>
        </w:rPr>
        <w:t>importe</w:t>
      </w:r>
      <w:r>
        <w:rPr>
          <w:bCs/>
        </w:rPr>
        <w:t xml:space="preserve"> ! </w:t>
      </w:r>
      <w:r w:rsidR="00530790" w:rsidRPr="005D5566">
        <w:rPr>
          <w:bCs/>
        </w:rPr>
        <w:t>Quand on est bon</w:t>
      </w:r>
      <w:r>
        <w:rPr>
          <w:bCs/>
        </w:rPr>
        <w:t xml:space="preserve">, </w:t>
      </w:r>
      <w:r w:rsidR="00530790" w:rsidRPr="005D5566">
        <w:rPr>
          <w:bCs/>
        </w:rPr>
        <w:t>on n</w:t>
      </w:r>
      <w:r>
        <w:rPr>
          <w:bCs/>
        </w:rPr>
        <w:t>’</w:t>
      </w:r>
      <w:r w:rsidR="00530790" w:rsidRPr="005D5566">
        <w:rPr>
          <w:bCs/>
        </w:rPr>
        <w:t>est jamais seul</w:t>
      </w:r>
      <w:r>
        <w:rPr>
          <w:bCs/>
        </w:rPr>
        <w:t xml:space="preserve">, </w:t>
      </w:r>
      <w:r w:rsidR="00530790" w:rsidRPr="005D5566">
        <w:rPr>
          <w:bCs/>
        </w:rPr>
        <w:t>on est toujours entouré</w:t>
      </w:r>
      <w:r>
        <w:rPr>
          <w:bCs/>
        </w:rPr>
        <w:t>…</w:t>
      </w:r>
    </w:p>
    <w:p w14:paraId="55BB87E6" w14:textId="77777777" w:rsidR="001C0413" w:rsidRDefault="00530790" w:rsidP="001C0413">
      <w:r w:rsidRPr="005D5566">
        <w:rPr>
          <w:bCs/>
        </w:rPr>
        <w:t>Natacha partit en qualité d</w:t>
      </w:r>
      <w:r w:rsidR="001C0413">
        <w:rPr>
          <w:bCs/>
        </w:rPr>
        <w:t>’</w:t>
      </w:r>
      <w:r w:rsidRPr="005D5566">
        <w:rPr>
          <w:bCs/>
        </w:rPr>
        <w:t>institutrice pour un district où se trouvait une filature</w:t>
      </w:r>
      <w:r w:rsidR="001C0413">
        <w:rPr>
          <w:bCs/>
        </w:rPr>
        <w:t xml:space="preserve">. </w:t>
      </w:r>
      <w:r w:rsidRPr="005D5566">
        <w:rPr>
          <w:bCs/>
        </w:rPr>
        <w:t>La mère lui apportait de temps à autre des livres défendus</w:t>
      </w:r>
      <w:r w:rsidR="001C0413">
        <w:rPr>
          <w:bCs/>
        </w:rPr>
        <w:t xml:space="preserve">, </w:t>
      </w:r>
      <w:r w:rsidRPr="005D5566">
        <w:rPr>
          <w:bCs/>
        </w:rPr>
        <w:t>des proclamations</w:t>
      </w:r>
      <w:r w:rsidR="001C0413">
        <w:rPr>
          <w:bCs/>
        </w:rPr>
        <w:t xml:space="preserve">, </w:t>
      </w:r>
      <w:r w:rsidRPr="005D5566">
        <w:rPr>
          <w:bCs/>
        </w:rPr>
        <w:t>des journaux</w:t>
      </w:r>
      <w:r w:rsidR="001C0413">
        <w:rPr>
          <w:bCs/>
        </w:rPr>
        <w:t xml:space="preserve">. </w:t>
      </w:r>
      <w:r w:rsidRPr="005D5566">
        <w:rPr>
          <w:bCs/>
        </w:rPr>
        <w:t>C</w:t>
      </w:r>
      <w:r w:rsidR="001C0413">
        <w:rPr>
          <w:bCs/>
        </w:rPr>
        <w:t>’</w:t>
      </w:r>
      <w:r w:rsidRPr="005D5566">
        <w:rPr>
          <w:bCs/>
        </w:rPr>
        <w:t>était sa besogne attitrée</w:t>
      </w:r>
      <w:r w:rsidR="001C0413">
        <w:rPr>
          <w:bCs/>
        </w:rPr>
        <w:t xml:space="preserve">. </w:t>
      </w:r>
      <w:r w:rsidRPr="005D5566">
        <w:rPr>
          <w:bCs/>
        </w:rPr>
        <w:t>Plusieurs fois par mois</w:t>
      </w:r>
      <w:r w:rsidR="001C0413">
        <w:rPr>
          <w:bCs/>
        </w:rPr>
        <w:t xml:space="preserve">, </w:t>
      </w:r>
      <w:r w:rsidRPr="005D5566">
        <w:rPr>
          <w:bCs/>
        </w:rPr>
        <w:t>vêtue en religieuse</w:t>
      </w:r>
      <w:r w:rsidR="001C0413">
        <w:rPr>
          <w:bCs/>
        </w:rPr>
        <w:t xml:space="preserve">, </w:t>
      </w:r>
      <w:r w:rsidRPr="005D5566">
        <w:rPr>
          <w:bCs/>
        </w:rPr>
        <w:t>en marchande de dentelles ou de mercerie</w:t>
      </w:r>
      <w:r w:rsidR="001C0413">
        <w:rPr>
          <w:bCs/>
        </w:rPr>
        <w:t xml:space="preserve">, </w:t>
      </w:r>
      <w:r w:rsidRPr="005D5566">
        <w:rPr>
          <w:bCs/>
        </w:rPr>
        <w:t>en bourgeoise cossue ou en pèlerine</w:t>
      </w:r>
      <w:r w:rsidR="001C0413">
        <w:rPr>
          <w:bCs/>
        </w:rPr>
        <w:t xml:space="preserve">, </w:t>
      </w:r>
      <w:r w:rsidRPr="005D5566">
        <w:rPr>
          <w:bCs/>
        </w:rPr>
        <w:t>elle s</w:t>
      </w:r>
      <w:r w:rsidR="001C0413">
        <w:rPr>
          <w:bCs/>
        </w:rPr>
        <w:t>’</w:t>
      </w:r>
      <w:r w:rsidRPr="005D5566">
        <w:rPr>
          <w:bCs/>
        </w:rPr>
        <w:t>en allait par la province</w:t>
      </w:r>
      <w:r w:rsidR="001C0413">
        <w:rPr>
          <w:bCs/>
        </w:rPr>
        <w:t xml:space="preserve">, </w:t>
      </w:r>
      <w:r w:rsidRPr="005D5566">
        <w:t xml:space="preserve">à </w:t>
      </w:r>
      <w:r w:rsidRPr="005D5566">
        <w:rPr>
          <w:bCs/>
        </w:rPr>
        <w:t>pied</w:t>
      </w:r>
      <w:r w:rsidR="001C0413">
        <w:rPr>
          <w:bCs/>
        </w:rPr>
        <w:t xml:space="preserve">, </w:t>
      </w:r>
      <w:r w:rsidRPr="005D5566">
        <w:rPr>
          <w:bCs/>
        </w:rPr>
        <w:t>en chemin de fer</w:t>
      </w:r>
      <w:r w:rsidR="001C0413">
        <w:rPr>
          <w:bCs/>
        </w:rPr>
        <w:t xml:space="preserve">, </w:t>
      </w:r>
      <w:r w:rsidRPr="005D5566">
        <w:rPr>
          <w:bCs/>
        </w:rPr>
        <w:t>en charrette</w:t>
      </w:r>
      <w:r w:rsidR="001C0413">
        <w:rPr>
          <w:bCs/>
        </w:rPr>
        <w:t xml:space="preserve">, </w:t>
      </w:r>
      <w:r w:rsidRPr="005D5566">
        <w:rPr>
          <w:bCs/>
        </w:rPr>
        <w:t xml:space="preserve">la besace </w:t>
      </w:r>
      <w:r w:rsidRPr="005D5566">
        <w:t xml:space="preserve">à </w:t>
      </w:r>
      <w:r w:rsidRPr="005D5566">
        <w:rPr>
          <w:bCs/>
        </w:rPr>
        <w:t>l</w:t>
      </w:r>
      <w:r w:rsidR="001C0413">
        <w:rPr>
          <w:bCs/>
        </w:rPr>
        <w:t>’</w:t>
      </w:r>
      <w:r w:rsidRPr="005D5566">
        <w:rPr>
          <w:bCs/>
        </w:rPr>
        <w:t>épaule ou la valise à la main</w:t>
      </w:r>
      <w:r w:rsidR="001C0413">
        <w:rPr>
          <w:bCs/>
        </w:rPr>
        <w:t xml:space="preserve">. </w:t>
      </w:r>
      <w:r w:rsidRPr="005D5566">
        <w:rPr>
          <w:bCs/>
        </w:rPr>
        <w:t>Dans les hôtels ou les auberges</w:t>
      </w:r>
      <w:r w:rsidR="001C0413">
        <w:rPr>
          <w:bCs/>
        </w:rPr>
        <w:t xml:space="preserve">, </w:t>
      </w:r>
      <w:r w:rsidRPr="005D5566">
        <w:rPr>
          <w:bCs/>
        </w:rPr>
        <w:t>sur les bateaux comme en wagon</w:t>
      </w:r>
      <w:r w:rsidR="001C0413">
        <w:rPr>
          <w:bCs/>
        </w:rPr>
        <w:t xml:space="preserve">, </w:t>
      </w:r>
      <w:r w:rsidRPr="005D5566">
        <w:rPr>
          <w:bCs/>
        </w:rPr>
        <w:t>elle se comportait avec calme et simplicité</w:t>
      </w:r>
      <w:r w:rsidR="001C0413">
        <w:rPr>
          <w:bCs/>
        </w:rPr>
        <w:t xml:space="preserve"> ; </w:t>
      </w:r>
      <w:r w:rsidRPr="005D5566">
        <w:rPr>
          <w:bCs/>
        </w:rPr>
        <w:t>elle adressait la première la parole à des inconnus</w:t>
      </w:r>
      <w:r w:rsidR="001C0413">
        <w:rPr>
          <w:bCs/>
        </w:rPr>
        <w:t xml:space="preserve">, </w:t>
      </w:r>
      <w:r w:rsidRPr="005D5566">
        <w:rPr>
          <w:bCs/>
        </w:rPr>
        <w:t>et attirait irrésistiblement l</w:t>
      </w:r>
      <w:r w:rsidR="001C0413">
        <w:rPr>
          <w:bCs/>
        </w:rPr>
        <w:t>’</w:t>
      </w:r>
      <w:r w:rsidRPr="005D5566">
        <w:rPr>
          <w:bCs/>
        </w:rPr>
        <w:t xml:space="preserve">attention </w:t>
      </w:r>
      <w:r w:rsidRPr="005D5566">
        <w:t>par son parler sympathique</w:t>
      </w:r>
      <w:r w:rsidR="001C0413">
        <w:t xml:space="preserve">, </w:t>
      </w:r>
      <w:r w:rsidRPr="005D5566">
        <w:t>par son assurance de femme qui a beaucoup vu et retenu</w:t>
      </w:r>
      <w:r w:rsidR="001C0413">
        <w:t>.</w:t>
      </w:r>
    </w:p>
    <w:p w14:paraId="7D236165" w14:textId="77777777" w:rsidR="001C0413" w:rsidRDefault="00530790" w:rsidP="001C0413">
      <w:r w:rsidRPr="005D5566">
        <w:lastRenderedPageBreak/>
        <w:t>Elle aimait à converser avec les malheureux</w:t>
      </w:r>
      <w:r w:rsidR="001C0413">
        <w:t xml:space="preserve">, </w:t>
      </w:r>
      <w:r w:rsidRPr="005D5566">
        <w:t>connaître leurs opinions sur là vie</w:t>
      </w:r>
      <w:r w:rsidR="001C0413">
        <w:t xml:space="preserve">, </w:t>
      </w:r>
      <w:r w:rsidRPr="005D5566">
        <w:t>leurs plaintes</w:t>
      </w:r>
      <w:r w:rsidR="001C0413">
        <w:t xml:space="preserve">, </w:t>
      </w:r>
      <w:r w:rsidRPr="005D5566">
        <w:t>leurs perplexités</w:t>
      </w:r>
      <w:r w:rsidR="001C0413">
        <w:t xml:space="preserve">. </w:t>
      </w:r>
      <w:r w:rsidRPr="005D5566">
        <w:t>Son cœur s</w:t>
      </w:r>
      <w:r w:rsidR="001C0413">
        <w:t>’</w:t>
      </w:r>
      <w:r w:rsidRPr="005D5566">
        <w:t>inondait de joie chaque fois qu</w:t>
      </w:r>
      <w:r w:rsidR="001C0413">
        <w:t>’</w:t>
      </w:r>
      <w:r w:rsidRPr="005D5566">
        <w:t>elle constatait chez ses interlocuteurs ce vif mécontentement qui</w:t>
      </w:r>
      <w:r w:rsidR="001C0413">
        <w:t xml:space="preserve">, </w:t>
      </w:r>
      <w:r w:rsidRPr="005D5566">
        <w:t>tout en protestant contre les coups du sort</w:t>
      </w:r>
      <w:r w:rsidR="001C0413">
        <w:t xml:space="preserve">, </w:t>
      </w:r>
      <w:r w:rsidRPr="005D5566">
        <w:t>cherche avec ardeur la solution des grands problèmes de l</w:t>
      </w:r>
      <w:r w:rsidR="001C0413">
        <w:t>’</w:t>
      </w:r>
      <w:r w:rsidRPr="005D5566">
        <w:t>humanité</w:t>
      </w:r>
      <w:r w:rsidR="001C0413">
        <w:t xml:space="preserve">. </w:t>
      </w:r>
      <w:r w:rsidRPr="005D5566">
        <w:t>Toujours plus large et plus divers</w:t>
      </w:r>
      <w:r w:rsidR="001C0413">
        <w:t xml:space="preserve">, </w:t>
      </w:r>
      <w:r w:rsidRPr="005D5566">
        <w:t>le tableau de la vie avec ses luttes se déroulait devant elle</w:t>
      </w:r>
      <w:r w:rsidR="001C0413">
        <w:t xml:space="preserve">. </w:t>
      </w:r>
      <w:r w:rsidRPr="005D5566">
        <w:t>Partout et en tout elle voyait la tendance cynique à tromper l</w:t>
      </w:r>
      <w:r w:rsidR="001C0413">
        <w:t>’</w:t>
      </w:r>
      <w:r w:rsidRPr="005D5566">
        <w:t>homme</w:t>
      </w:r>
      <w:r w:rsidR="001C0413">
        <w:t xml:space="preserve">, </w:t>
      </w:r>
      <w:r w:rsidRPr="005D5566">
        <w:t>à le dépouiller</w:t>
      </w:r>
      <w:r w:rsidR="001C0413">
        <w:t xml:space="preserve">, </w:t>
      </w:r>
      <w:r w:rsidRPr="005D5566">
        <w:t>à tirer de lui le plus de profits possible</w:t>
      </w:r>
      <w:r w:rsidR="001C0413">
        <w:t xml:space="preserve">. </w:t>
      </w:r>
      <w:r w:rsidRPr="005D5566">
        <w:t>Et elle voyait aussi qu</w:t>
      </w:r>
      <w:r w:rsidR="001C0413">
        <w:t>’</w:t>
      </w:r>
      <w:r w:rsidRPr="005D5566">
        <w:t>il y avait de tout en abondance sur la terre</w:t>
      </w:r>
      <w:r w:rsidR="001C0413">
        <w:t xml:space="preserve">, </w:t>
      </w:r>
      <w:r w:rsidRPr="005D5566">
        <w:t>tandis que le peuple était dans la misère et végétait à demi affamé</w:t>
      </w:r>
      <w:r w:rsidR="001C0413">
        <w:t xml:space="preserve">, </w:t>
      </w:r>
      <w:r w:rsidRPr="005D5566">
        <w:t>au milieu d</w:t>
      </w:r>
      <w:r w:rsidR="001C0413">
        <w:t>’</w:t>
      </w:r>
      <w:r w:rsidRPr="005D5566">
        <w:t>innombrables richesses</w:t>
      </w:r>
      <w:r w:rsidR="001C0413">
        <w:t xml:space="preserve">. </w:t>
      </w:r>
      <w:r w:rsidRPr="005D5566">
        <w:t>Dans les villes</w:t>
      </w:r>
      <w:r w:rsidR="001C0413">
        <w:t xml:space="preserve">, </w:t>
      </w:r>
      <w:r w:rsidRPr="005D5566">
        <w:t>il y avait des temples remplis d</w:t>
      </w:r>
      <w:r w:rsidR="001C0413">
        <w:t>’</w:t>
      </w:r>
      <w:r w:rsidRPr="005D5566">
        <w:t>or et d</w:t>
      </w:r>
      <w:r w:rsidR="001C0413">
        <w:t>’</w:t>
      </w:r>
      <w:r w:rsidRPr="005D5566">
        <w:t>argent inutiles à Dieu</w:t>
      </w:r>
      <w:r w:rsidR="001C0413">
        <w:t xml:space="preserve">, </w:t>
      </w:r>
      <w:r w:rsidRPr="005D5566">
        <w:t>et sur le parvis</w:t>
      </w:r>
      <w:r w:rsidR="001C0413">
        <w:t xml:space="preserve">, </w:t>
      </w:r>
      <w:r w:rsidRPr="005D5566">
        <w:t>les miséreux grelottaient</w:t>
      </w:r>
      <w:r w:rsidR="001C0413">
        <w:t xml:space="preserve">, </w:t>
      </w:r>
      <w:r w:rsidRPr="005D5566">
        <w:t>attendant en vain qu</w:t>
      </w:r>
      <w:r w:rsidR="001C0413">
        <w:t>’</w:t>
      </w:r>
      <w:r w:rsidRPr="005D5566">
        <w:t>on leur fît l</w:t>
      </w:r>
      <w:r w:rsidR="001C0413">
        <w:t>’</w:t>
      </w:r>
      <w:r w:rsidRPr="005D5566">
        <w:t>aumône</w:t>
      </w:r>
      <w:r w:rsidR="001C0413">
        <w:t xml:space="preserve">. </w:t>
      </w:r>
      <w:r w:rsidRPr="005D5566">
        <w:t>Elle avait déjà vu ce spectacle autrefois</w:t>
      </w:r>
      <w:r w:rsidR="001C0413">
        <w:t xml:space="preserve">, </w:t>
      </w:r>
      <w:r w:rsidRPr="005D5566">
        <w:t>les opulentes églises</w:t>
      </w:r>
      <w:r w:rsidR="001C0413">
        <w:t xml:space="preserve">, </w:t>
      </w:r>
      <w:r w:rsidRPr="005D5566">
        <w:t>les chasubles brodées d</w:t>
      </w:r>
      <w:r w:rsidR="001C0413">
        <w:t>’</w:t>
      </w:r>
      <w:r w:rsidRPr="005D5566">
        <w:t>or des prêtres</w:t>
      </w:r>
      <w:r w:rsidR="001C0413">
        <w:t xml:space="preserve">, </w:t>
      </w:r>
      <w:r w:rsidRPr="005D5566">
        <w:t>les taudis des pauvres et leurs guenilles infectes</w:t>
      </w:r>
      <w:r w:rsidR="001C0413">
        <w:t xml:space="preserve"> ; </w:t>
      </w:r>
      <w:r w:rsidRPr="005D5566">
        <w:t>mais alors elle trouvait que c</w:t>
      </w:r>
      <w:r w:rsidR="001C0413">
        <w:t>’</w:t>
      </w:r>
      <w:r w:rsidRPr="005D5566">
        <w:t>était tout naturel</w:t>
      </w:r>
      <w:r w:rsidR="001C0413">
        <w:t xml:space="preserve">, </w:t>
      </w:r>
      <w:r w:rsidRPr="005D5566">
        <w:t>tandis que maintenant</w:t>
      </w:r>
      <w:r w:rsidR="001C0413">
        <w:t xml:space="preserve">, </w:t>
      </w:r>
      <w:r w:rsidRPr="005D5566">
        <w:t>elle considérait cet état de choses comme outrageant pour les pauvres</w:t>
      </w:r>
      <w:r w:rsidR="001C0413">
        <w:t xml:space="preserve">, </w:t>
      </w:r>
      <w:r w:rsidRPr="005D5566">
        <w:t>à qui</w:t>
      </w:r>
      <w:r w:rsidR="001C0413">
        <w:t xml:space="preserve">, </w:t>
      </w:r>
      <w:r w:rsidRPr="005D5566">
        <w:t>elle le savait bien</w:t>
      </w:r>
      <w:r w:rsidR="001C0413">
        <w:t xml:space="preserve">, </w:t>
      </w:r>
      <w:r w:rsidRPr="005D5566">
        <w:t>la religion est plus nécessaire qu</w:t>
      </w:r>
      <w:r w:rsidR="001C0413">
        <w:t>’</w:t>
      </w:r>
      <w:r w:rsidRPr="005D5566">
        <w:t>aux riches</w:t>
      </w:r>
      <w:r w:rsidR="001C0413">
        <w:t>.</w:t>
      </w:r>
    </w:p>
    <w:p w14:paraId="5EF77006" w14:textId="77777777" w:rsidR="001C0413" w:rsidRDefault="00530790" w:rsidP="001C0413">
      <w:r w:rsidRPr="005D5566">
        <w:t>Grâce aux images de Jésus</w:t>
      </w:r>
      <w:r w:rsidR="001C0413">
        <w:t xml:space="preserve">, </w:t>
      </w:r>
      <w:r w:rsidRPr="005D5566">
        <w:t>aux récits qu</w:t>
      </w:r>
      <w:r w:rsidR="001C0413">
        <w:t>’</w:t>
      </w:r>
      <w:r w:rsidRPr="005D5566">
        <w:t>elle avait entendus</w:t>
      </w:r>
      <w:r w:rsidR="001C0413">
        <w:t xml:space="preserve">, </w:t>
      </w:r>
      <w:r w:rsidRPr="005D5566">
        <w:t>Pélaguée savait qu</w:t>
      </w:r>
      <w:r w:rsidR="001C0413">
        <w:t>’</w:t>
      </w:r>
      <w:r w:rsidRPr="005D5566">
        <w:t>il fut l</w:t>
      </w:r>
      <w:r w:rsidR="001C0413">
        <w:t>’</w:t>
      </w:r>
      <w:r w:rsidRPr="005D5566">
        <w:t>ami des misérables</w:t>
      </w:r>
      <w:r w:rsidR="001C0413">
        <w:t xml:space="preserve">, </w:t>
      </w:r>
      <w:r w:rsidRPr="005D5566">
        <w:t>qu</w:t>
      </w:r>
      <w:r w:rsidR="001C0413">
        <w:t>’</w:t>
      </w:r>
      <w:r w:rsidRPr="005D5566">
        <w:t>il habitait sans faste</w:t>
      </w:r>
      <w:r w:rsidR="001C0413">
        <w:t xml:space="preserve"> ; </w:t>
      </w:r>
      <w:r w:rsidRPr="005D5566">
        <w:t>et dans les églises</w:t>
      </w:r>
      <w:r w:rsidR="001C0413">
        <w:t xml:space="preserve">, </w:t>
      </w:r>
      <w:r w:rsidRPr="005D5566">
        <w:t>où les pauvres venaient à lui pour être consolés</w:t>
      </w:r>
      <w:r w:rsidR="001C0413">
        <w:t xml:space="preserve">, </w:t>
      </w:r>
      <w:r w:rsidRPr="005D5566">
        <w:t>elle le voyait emprisonné dans des ornements d</w:t>
      </w:r>
      <w:r w:rsidR="001C0413">
        <w:t>’</w:t>
      </w:r>
      <w:r w:rsidRPr="005D5566">
        <w:t>or et de soie</w:t>
      </w:r>
      <w:r w:rsidR="001C0413">
        <w:t xml:space="preserve">, </w:t>
      </w:r>
      <w:r w:rsidRPr="005D5566">
        <w:t>dédaigneusement froufroutante en face du dénuement</w:t>
      </w:r>
      <w:r w:rsidR="001C0413">
        <w:t xml:space="preserve">. </w:t>
      </w:r>
      <w:r w:rsidRPr="005D5566">
        <w:t>Et les paroles de Rybine lui revenaient à la mémoire</w:t>
      </w:r>
      <w:r w:rsidR="001C0413">
        <w:t> :</w:t>
      </w:r>
    </w:p>
    <w:p w14:paraId="4AAAFD26" w14:textId="77777777" w:rsidR="001C0413" w:rsidRDefault="001C0413" w:rsidP="001C0413">
      <w:r>
        <w:t>— </w:t>
      </w:r>
      <w:r w:rsidR="00530790" w:rsidRPr="005D5566">
        <w:t>On s</w:t>
      </w:r>
      <w:r>
        <w:t>’</w:t>
      </w:r>
      <w:r w:rsidR="00530790" w:rsidRPr="005D5566">
        <w:t>est servi de Dieu lui-même pour nous tromper</w:t>
      </w:r>
      <w:r>
        <w:t xml:space="preserve"> ! </w:t>
      </w:r>
      <w:r w:rsidR="00530790" w:rsidRPr="005D5566">
        <w:t>On l</w:t>
      </w:r>
      <w:r>
        <w:t>’</w:t>
      </w:r>
      <w:r w:rsidR="00530790" w:rsidRPr="005D5566">
        <w:t>a revêtu de mensonge et de calomnie</w:t>
      </w:r>
      <w:r>
        <w:t xml:space="preserve">, </w:t>
      </w:r>
      <w:r w:rsidR="00530790" w:rsidRPr="005D5566">
        <w:t>pour tuer notre âme</w:t>
      </w:r>
      <w:r>
        <w:t>…</w:t>
      </w:r>
    </w:p>
    <w:p w14:paraId="506B5CAD" w14:textId="77777777" w:rsidR="001C0413" w:rsidRDefault="00530790" w:rsidP="001C0413">
      <w:r w:rsidRPr="005D5566">
        <w:lastRenderedPageBreak/>
        <w:t>Sans qu</w:t>
      </w:r>
      <w:r w:rsidR="001C0413">
        <w:t>’</w:t>
      </w:r>
      <w:r w:rsidRPr="005D5566">
        <w:t>elle s</w:t>
      </w:r>
      <w:r w:rsidR="001C0413">
        <w:t>’</w:t>
      </w:r>
      <w:r w:rsidRPr="005D5566">
        <w:t>en doutât</w:t>
      </w:r>
      <w:r w:rsidR="001C0413">
        <w:t xml:space="preserve">, </w:t>
      </w:r>
      <w:r w:rsidRPr="005D5566">
        <w:t>elle priait moins</w:t>
      </w:r>
      <w:r w:rsidR="001C0413">
        <w:t xml:space="preserve">, </w:t>
      </w:r>
      <w:r w:rsidRPr="005D5566">
        <w:t>mais pensait davantage à Jésus</w:t>
      </w:r>
      <w:r w:rsidR="001C0413">
        <w:t xml:space="preserve">, </w:t>
      </w:r>
      <w:r w:rsidRPr="005D5566">
        <w:t>aux gens qui</w:t>
      </w:r>
      <w:r w:rsidR="001C0413">
        <w:t xml:space="preserve">, </w:t>
      </w:r>
      <w:r w:rsidRPr="005D5566">
        <w:t>sans parler de lui</w:t>
      </w:r>
      <w:r w:rsidR="001C0413">
        <w:t xml:space="preserve">, </w:t>
      </w:r>
      <w:r w:rsidRPr="005D5566">
        <w:t>sans même le connaître</w:t>
      </w:r>
      <w:r w:rsidR="001C0413">
        <w:t xml:space="preserve">, </w:t>
      </w:r>
      <w:r w:rsidRPr="005D5566">
        <w:t>semblait-il</w:t>
      </w:r>
      <w:r w:rsidR="001C0413">
        <w:t xml:space="preserve">, </w:t>
      </w:r>
      <w:r w:rsidRPr="005D5566">
        <w:t>vivaient selon son Évangile et qui</w:t>
      </w:r>
      <w:r w:rsidR="001C0413">
        <w:t xml:space="preserve">, </w:t>
      </w:r>
      <w:r w:rsidRPr="005D5566">
        <w:t>pareils à lui</w:t>
      </w:r>
      <w:r w:rsidR="001C0413">
        <w:t xml:space="preserve">, </w:t>
      </w:r>
      <w:r w:rsidRPr="005D5566">
        <w:t>considéraient la terre comme le royaume des pauvres</w:t>
      </w:r>
      <w:r w:rsidR="001C0413">
        <w:t xml:space="preserve">, </w:t>
      </w:r>
      <w:r w:rsidRPr="005D5566">
        <w:t>voulaient distribuer en parties égales entre les hommes toutes les richesses</w:t>
      </w:r>
      <w:r w:rsidR="001C0413">
        <w:t xml:space="preserve">. </w:t>
      </w:r>
      <w:r w:rsidRPr="005D5566">
        <w:t>Elle réfléchissait beaucoup à toutes ces choses</w:t>
      </w:r>
      <w:r w:rsidR="001C0413">
        <w:t xml:space="preserve">, </w:t>
      </w:r>
      <w:r w:rsidRPr="005D5566">
        <w:t>les approfondissant</w:t>
      </w:r>
      <w:r w:rsidR="001C0413">
        <w:t xml:space="preserve">, </w:t>
      </w:r>
      <w:r w:rsidRPr="005D5566">
        <w:t xml:space="preserve">les ramenant </w:t>
      </w:r>
      <w:r w:rsidRPr="005D5566">
        <w:rPr>
          <w:bCs/>
        </w:rPr>
        <w:t xml:space="preserve">à </w:t>
      </w:r>
      <w:r w:rsidRPr="005D5566">
        <w:t>tout ce qu</w:t>
      </w:r>
      <w:r w:rsidR="001C0413">
        <w:t>’</w:t>
      </w:r>
      <w:r w:rsidRPr="005D5566">
        <w:t>elle voyait</w:t>
      </w:r>
      <w:r w:rsidR="001C0413">
        <w:t xml:space="preserve"> ; </w:t>
      </w:r>
      <w:r w:rsidRPr="005D5566">
        <w:t>ces pensées se développaient</w:t>
      </w:r>
      <w:r w:rsidR="001C0413">
        <w:t xml:space="preserve">, </w:t>
      </w:r>
      <w:r w:rsidRPr="005D5566">
        <w:t>prenaient la forme lumineuse d</w:t>
      </w:r>
      <w:r w:rsidR="001C0413">
        <w:t>’</w:t>
      </w:r>
      <w:r w:rsidRPr="005D5566">
        <w:t>une prière et répandaient une clarté égale sur l</w:t>
      </w:r>
      <w:r w:rsidR="001C0413">
        <w:t>’</w:t>
      </w:r>
      <w:r w:rsidRPr="005D5566">
        <w:t>obscurité du monde</w:t>
      </w:r>
      <w:r w:rsidR="001C0413">
        <w:t xml:space="preserve">, </w:t>
      </w:r>
      <w:r w:rsidRPr="005D5566">
        <w:t>sur la vie et l</w:t>
      </w:r>
      <w:r w:rsidR="001C0413">
        <w:t>’</w:t>
      </w:r>
      <w:r w:rsidRPr="005D5566">
        <w:t>humanité</w:t>
      </w:r>
      <w:r w:rsidR="001C0413">
        <w:t xml:space="preserve">. </w:t>
      </w:r>
      <w:r w:rsidRPr="005D5566">
        <w:t xml:space="preserve">Et il semblait </w:t>
      </w:r>
      <w:r w:rsidRPr="005D5566">
        <w:rPr>
          <w:bCs/>
        </w:rPr>
        <w:t xml:space="preserve">à </w:t>
      </w:r>
      <w:r w:rsidRPr="005D5566">
        <w:t>la mère que le Christ lui-même</w:t>
      </w:r>
      <w:r w:rsidR="001C0413">
        <w:t xml:space="preserve">, </w:t>
      </w:r>
      <w:r w:rsidRPr="005D5566">
        <w:t>qu</w:t>
      </w:r>
      <w:r w:rsidR="001C0413">
        <w:t>’</w:t>
      </w:r>
      <w:r w:rsidRPr="005D5566">
        <w:t>elle avait toujours aimé d</w:t>
      </w:r>
      <w:r w:rsidR="001C0413">
        <w:t>’</w:t>
      </w:r>
      <w:r w:rsidRPr="005D5566">
        <w:t>un vague amour</w:t>
      </w:r>
      <w:r w:rsidR="001C0413">
        <w:t xml:space="preserve">, </w:t>
      </w:r>
      <w:r w:rsidRPr="005D5566">
        <w:t>d</w:t>
      </w:r>
      <w:r w:rsidR="001C0413">
        <w:t>’</w:t>
      </w:r>
      <w:r w:rsidRPr="005D5566">
        <w:t>un sentiment complexe où la pour se mêlait étroitement à l</w:t>
      </w:r>
      <w:r w:rsidR="001C0413">
        <w:t>’</w:t>
      </w:r>
      <w:r w:rsidRPr="005D5566">
        <w:t>espoir</w:t>
      </w:r>
      <w:r w:rsidR="001C0413">
        <w:t xml:space="preserve">, </w:t>
      </w:r>
      <w:r w:rsidRPr="005D5566">
        <w:t>à l</w:t>
      </w:r>
      <w:r w:rsidR="001C0413">
        <w:t>’</w:t>
      </w:r>
      <w:r w:rsidRPr="005D5566">
        <w:t xml:space="preserve">attendrissement et </w:t>
      </w:r>
      <w:r w:rsidRPr="005D5566">
        <w:rPr>
          <w:bCs/>
        </w:rPr>
        <w:t xml:space="preserve">à </w:t>
      </w:r>
      <w:r w:rsidRPr="005D5566">
        <w:t>la douleur</w:t>
      </w:r>
      <w:r w:rsidR="001C0413">
        <w:t xml:space="preserve">, </w:t>
      </w:r>
      <w:r w:rsidRPr="005D5566">
        <w:t>lui devenait plus proche</w:t>
      </w:r>
      <w:r w:rsidR="001C0413">
        <w:t xml:space="preserve">, </w:t>
      </w:r>
      <w:r w:rsidRPr="005D5566">
        <w:t>qu</w:t>
      </w:r>
      <w:r w:rsidR="001C0413">
        <w:t>’</w:t>
      </w:r>
      <w:r w:rsidRPr="005D5566">
        <w:t>il s</w:t>
      </w:r>
      <w:r w:rsidR="001C0413">
        <w:t>’</w:t>
      </w:r>
      <w:r w:rsidRPr="005D5566">
        <w:t>était transformé</w:t>
      </w:r>
      <w:r w:rsidR="001C0413">
        <w:t xml:space="preserve">, </w:t>
      </w:r>
      <w:r w:rsidRPr="005D5566">
        <w:t>qu</w:t>
      </w:r>
      <w:r w:rsidR="001C0413">
        <w:t>’</w:t>
      </w:r>
      <w:r w:rsidRPr="005D5566">
        <w:t>il était plus visible pour elle</w:t>
      </w:r>
      <w:r w:rsidR="001C0413">
        <w:t xml:space="preserve">, </w:t>
      </w:r>
      <w:r w:rsidRPr="005D5566">
        <w:t>d</w:t>
      </w:r>
      <w:r w:rsidR="001C0413">
        <w:t>’</w:t>
      </w:r>
      <w:r w:rsidRPr="005D5566">
        <w:t>une sérénité plus joyeuse</w:t>
      </w:r>
      <w:r w:rsidR="001C0413">
        <w:t xml:space="preserve">. </w:t>
      </w:r>
      <w:r w:rsidRPr="005D5566">
        <w:t>Maintenant ses yeux lui souriaient avec assurance</w:t>
      </w:r>
      <w:r w:rsidR="001C0413">
        <w:t xml:space="preserve">, </w:t>
      </w:r>
      <w:r w:rsidRPr="005D5566">
        <w:t>avec une vivante force intérieure</w:t>
      </w:r>
      <w:r w:rsidR="001C0413">
        <w:t xml:space="preserve">, </w:t>
      </w:r>
      <w:r w:rsidRPr="005D5566">
        <w:t>comme s</w:t>
      </w:r>
      <w:r w:rsidR="001C0413">
        <w:t>’</w:t>
      </w:r>
      <w:r w:rsidRPr="005D5566">
        <w:t>il fût vraiment ressuscité</w:t>
      </w:r>
      <w:r w:rsidR="001C0413">
        <w:t xml:space="preserve">, </w:t>
      </w:r>
      <w:r w:rsidRPr="005D5566">
        <w:t>lavé et ranimé par le sang ardent que versent généreusement pour l</w:t>
      </w:r>
      <w:r w:rsidR="001C0413">
        <w:t>’</w:t>
      </w:r>
      <w:r w:rsidRPr="005D5566">
        <w:t>amour de lui</w:t>
      </w:r>
      <w:r w:rsidR="001C0413">
        <w:t xml:space="preserve">, </w:t>
      </w:r>
      <w:r w:rsidRPr="005D5566">
        <w:t>ceux qui ont la sagesse de ne pas le nommer</w:t>
      </w:r>
      <w:r w:rsidR="001C0413">
        <w:t xml:space="preserve">. </w:t>
      </w:r>
      <w:r w:rsidRPr="005D5566">
        <w:t>La mère revenait donc de ses voyages réjouie et enthousiasmée</w:t>
      </w:r>
      <w:r w:rsidR="001C0413">
        <w:t xml:space="preserve">, </w:t>
      </w:r>
      <w:r w:rsidRPr="005D5566">
        <w:t>par ce qu</w:t>
      </w:r>
      <w:r w:rsidR="001C0413">
        <w:t>’</w:t>
      </w:r>
      <w:r w:rsidRPr="005D5566">
        <w:t>elle avait vu et entendu</w:t>
      </w:r>
      <w:r w:rsidR="001C0413">
        <w:t xml:space="preserve">, </w:t>
      </w:r>
      <w:r w:rsidRPr="005D5566">
        <w:t>et satisfaite d</w:t>
      </w:r>
      <w:r w:rsidR="001C0413">
        <w:t>’</w:t>
      </w:r>
      <w:r w:rsidRPr="005D5566">
        <w:t>avoir accompli sa mission</w:t>
      </w:r>
      <w:r w:rsidR="001C0413">
        <w:t>.</w:t>
      </w:r>
    </w:p>
    <w:p w14:paraId="43E9C658" w14:textId="77777777" w:rsidR="001C0413" w:rsidRDefault="001C0413" w:rsidP="001C0413">
      <w:r>
        <w:t>— </w:t>
      </w:r>
      <w:r w:rsidR="00530790" w:rsidRPr="005D5566">
        <w:t>C</w:t>
      </w:r>
      <w:r>
        <w:t>’</w:t>
      </w:r>
      <w:r w:rsidR="00530790" w:rsidRPr="005D5566">
        <w:t>est agréable d</w:t>
      </w:r>
      <w:r>
        <w:t>’</w:t>
      </w:r>
      <w:r w:rsidR="00530790" w:rsidRPr="005D5566">
        <w:t>aller de tous côtés et de voir tant de choses</w:t>
      </w:r>
      <w:r>
        <w:t xml:space="preserve">, </w:t>
      </w:r>
      <w:r w:rsidR="00530790" w:rsidRPr="005D5566">
        <w:t>dit-elle un soir à Nicolas</w:t>
      </w:r>
      <w:r>
        <w:t xml:space="preserve">. </w:t>
      </w:r>
      <w:r w:rsidR="00530790" w:rsidRPr="005D5566">
        <w:t>On comprend comment la vie s</w:t>
      </w:r>
      <w:r>
        <w:t>’</w:t>
      </w:r>
      <w:r w:rsidR="00530790" w:rsidRPr="005D5566">
        <w:t>arrange</w:t>
      </w:r>
      <w:r>
        <w:t xml:space="preserve">. </w:t>
      </w:r>
      <w:r w:rsidR="00530790" w:rsidRPr="005D5566">
        <w:t>Le peuple est repoussé</w:t>
      </w:r>
      <w:r>
        <w:t xml:space="preserve">, </w:t>
      </w:r>
      <w:r w:rsidR="00530790" w:rsidRPr="005D5566">
        <w:t>rejeté sur les bords</w:t>
      </w:r>
      <w:r>
        <w:t xml:space="preserve">, </w:t>
      </w:r>
      <w:r w:rsidR="00530790" w:rsidRPr="005D5566">
        <w:t>il grouille dans l</w:t>
      </w:r>
      <w:r>
        <w:t>’</w:t>
      </w:r>
      <w:r w:rsidR="00530790" w:rsidRPr="005D5566">
        <w:t>humiliation</w:t>
      </w:r>
      <w:r>
        <w:t xml:space="preserve">, </w:t>
      </w:r>
      <w:r w:rsidR="00530790" w:rsidRPr="005D5566">
        <w:t>et il se dit</w:t>
      </w:r>
      <w:r>
        <w:t xml:space="preserve"> : – </w:t>
      </w:r>
      <w:r w:rsidR="00530790" w:rsidRPr="005D5566">
        <w:t>Pourquoi me tient-on à l</w:t>
      </w:r>
      <w:r>
        <w:t>’</w:t>
      </w:r>
      <w:r w:rsidR="00530790" w:rsidRPr="005D5566">
        <w:t>écart</w:t>
      </w:r>
      <w:r>
        <w:t xml:space="preserve"> ? </w:t>
      </w:r>
      <w:r w:rsidR="00530790" w:rsidRPr="005D5566">
        <w:t>Pourquoi ai-je faim</w:t>
      </w:r>
      <w:r>
        <w:t xml:space="preserve">, </w:t>
      </w:r>
      <w:r w:rsidR="00530790" w:rsidRPr="005D5566">
        <w:t xml:space="preserve">quand il y a de tout </w:t>
      </w:r>
      <w:r w:rsidR="00530790" w:rsidRPr="005D5566">
        <w:rPr>
          <w:bCs/>
        </w:rPr>
        <w:t xml:space="preserve">en </w:t>
      </w:r>
      <w:r w:rsidR="00530790" w:rsidRPr="005D5566">
        <w:t>abondance</w:t>
      </w:r>
      <w:r>
        <w:t xml:space="preserve"> ? </w:t>
      </w:r>
      <w:r w:rsidR="00530790" w:rsidRPr="005D5566">
        <w:t>Pourquoi suis-je bête</w:t>
      </w:r>
      <w:r>
        <w:t xml:space="preserve">, </w:t>
      </w:r>
      <w:r w:rsidR="00530790" w:rsidRPr="005D5566">
        <w:t>ignorant</w:t>
      </w:r>
      <w:r>
        <w:t xml:space="preserve">, </w:t>
      </w:r>
      <w:r w:rsidR="00530790" w:rsidRPr="005D5566">
        <w:t>quand il y a tant d</w:t>
      </w:r>
      <w:r>
        <w:t>’</w:t>
      </w:r>
      <w:r w:rsidR="00530790" w:rsidRPr="005D5566">
        <w:t>esprit partout</w:t>
      </w:r>
      <w:r>
        <w:t xml:space="preserve"> ? </w:t>
      </w:r>
      <w:r w:rsidR="00530790" w:rsidRPr="005D5566">
        <w:t>Et où est-il</w:t>
      </w:r>
      <w:r>
        <w:t xml:space="preserve">, </w:t>
      </w:r>
      <w:r w:rsidR="00530790" w:rsidRPr="005D5566">
        <w:t>ce Dieu miséricordieux pour lequel il n</w:t>
      </w:r>
      <w:r>
        <w:t>’</w:t>
      </w:r>
      <w:r w:rsidR="00530790" w:rsidRPr="005D5566">
        <w:t>y a ni riches ni pauvres</w:t>
      </w:r>
      <w:r>
        <w:t xml:space="preserve">, </w:t>
      </w:r>
      <w:r w:rsidR="00530790" w:rsidRPr="005D5566">
        <w:t>dont tous sont les enfants bien-aimés</w:t>
      </w:r>
      <w:r>
        <w:t xml:space="preserve"> ? </w:t>
      </w:r>
      <w:r w:rsidR="00530790" w:rsidRPr="005D5566">
        <w:t xml:space="preserve">Peu </w:t>
      </w:r>
      <w:r w:rsidR="00530790" w:rsidRPr="005D5566">
        <w:rPr>
          <w:bCs/>
        </w:rPr>
        <w:t xml:space="preserve">à </w:t>
      </w:r>
      <w:r w:rsidR="00530790" w:rsidRPr="005D5566">
        <w:t>peu</w:t>
      </w:r>
      <w:r>
        <w:t xml:space="preserve">, </w:t>
      </w:r>
      <w:r w:rsidR="00530790" w:rsidRPr="005D5566">
        <w:t>le peuple se révolte contre son existence</w:t>
      </w:r>
      <w:r>
        <w:t xml:space="preserve">… </w:t>
      </w:r>
      <w:r w:rsidR="00530790" w:rsidRPr="005D5566">
        <w:t>il sent que l</w:t>
      </w:r>
      <w:r>
        <w:t>’</w:t>
      </w:r>
      <w:r w:rsidR="00530790" w:rsidRPr="005D5566">
        <w:t>injustice l</w:t>
      </w:r>
      <w:r>
        <w:t>’</w:t>
      </w:r>
      <w:r w:rsidR="00530790" w:rsidRPr="005D5566">
        <w:t>anéantira s</w:t>
      </w:r>
      <w:r>
        <w:t>’</w:t>
      </w:r>
      <w:r w:rsidR="00530790" w:rsidRPr="005D5566">
        <w:t>il ne s</w:t>
      </w:r>
      <w:r>
        <w:t>’</w:t>
      </w:r>
      <w:r w:rsidR="00530790" w:rsidRPr="005D5566">
        <w:t>occupe pas de lui-même</w:t>
      </w:r>
      <w:r>
        <w:t>.</w:t>
      </w:r>
    </w:p>
    <w:p w14:paraId="7424B835" w14:textId="77777777" w:rsidR="001C0413" w:rsidRDefault="00530790" w:rsidP="001C0413">
      <w:r w:rsidRPr="005D5566">
        <w:lastRenderedPageBreak/>
        <w:t>Et elle éprouvait de plus en plus souvent le besoin de parler elle-même</w:t>
      </w:r>
      <w:r w:rsidR="001C0413">
        <w:t xml:space="preserve">, </w:t>
      </w:r>
      <w:r w:rsidRPr="005D5566">
        <w:t>en son langage</w:t>
      </w:r>
      <w:r w:rsidR="001C0413">
        <w:t xml:space="preserve">, </w:t>
      </w:r>
      <w:r w:rsidRPr="005D5566">
        <w:t>des injustices de la vie</w:t>
      </w:r>
      <w:r w:rsidR="001C0413">
        <w:t xml:space="preserve"> ; </w:t>
      </w:r>
      <w:r w:rsidRPr="005D5566">
        <w:t>parfois</w:t>
      </w:r>
      <w:r w:rsidR="001C0413">
        <w:t xml:space="preserve">, </w:t>
      </w:r>
      <w:r w:rsidRPr="005D5566">
        <w:t>il lui était difficile d</w:t>
      </w:r>
      <w:r w:rsidR="001C0413">
        <w:t>’</w:t>
      </w:r>
      <w:r w:rsidRPr="005D5566">
        <w:t>y résister</w:t>
      </w:r>
      <w:r w:rsidR="001C0413">
        <w:t>…</w:t>
      </w:r>
    </w:p>
    <w:p w14:paraId="1DE250A8" w14:textId="77777777" w:rsidR="001C0413" w:rsidRDefault="00530790" w:rsidP="001C0413">
      <w:r w:rsidRPr="005D5566">
        <w:rPr>
          <w:bCs/>
        </w:rPr>
        <w:t xml:space="preserve">Quand </w:t>
      </w:r>
      <w:r w:rsidRPr="005D5566">
        <w:t>Nicolas la surprenait à regarder des gravures</w:t>
      </w:r>
      <w:r w:rsidR="001C0413">
        <w:t xml:space="preserve">, </w:t>
      </w:r>
      <w:r w:rsidRPr="005D5566">
        <w:t>il lui racontait des choses merveilleuses</w:t>
      </w:r>
      <w:r w:rsidR="001C0413">
        <w:t xml:space="preserve">. </w:t>
      </w:r>
      <w:r w:rsidRPr="005D5566">
        <w:t>Frappée par l</w:t>
      </w:r>
      <w:r w:rsidR="001C0413">
        <w:t>’</w:t>
      </w:r>
      <w:r w:rsidRPr="005D5566">
        <w:t>audace des problèmes que l</w:t>
      </w:r>
      <w:r w:rsidR="001C0413">
        <w:t>’</w:t>
      </w:r>
      <w:r w:rsidRPr="005D5566">
        <w:t>homme se posait</w:t>
      </w:r>
      <w:r w:rsidR="001C0413">
        <w:t xml:space="preserve">, </w:t>
      </w:r>
      <w:r w:rsidRPr="005D5566">
        <w:t>elle demandait d</w:t>
      </w:r>
      <w:r w:rsidR="001C0413">
        <w:t>’</w:t>
      </w:r>
      <w:r w:rsidRPr="005D5566">
        <w:t>un ton incrédule</w:t>
      </w:r>
      <w:r w:rsidR="001C0413">
        <w:t> :</w:t>
      </w:r>
    </w:p>
    <w:p w14:paraId="54114F51" w14:textId="77777777" w:rsidR="001C0413" w:rsidRDefault="001C0413" w:rsidP="001C0413">
      <w:r>
        <w:t>— </w:t>
      </w:r>
      <w:r w:rsidR="00530790" w:rsidRPr="005D5566">
        <w:t>Est-ce bien possible</w:t>
      </w:r>
      <w:r>
        <w:t> ?</w:t>
      </w:r>
    </w:p>
    <w:p w14:paraId="66B6636D" w14:textId="77777777" w:rsidR="001C0413" w:rsidRDefault="00530790" w:rsidP="001C0413">
      <w:r w:rsidRPr="005D5566">
        <w:t>Et Nicolas lui décrivait l</w:t>
      </w:r>
      <w:r w:rsidR="001C0413">
        <w:t>’</w:t>
      </w:r>
      <w:r w:rsidRPr="005D5566">
        <w:t>avenir féerique avec une certitude inébranlable dans ses prophéties</w:t>
      </w:r>
      <w:r w:rsidR="001C0413">
        <w:t>.</w:t>
      </w:r>
    </w:p>
    <w:p w14:paraId="78B38688" w14:textId="77777777" w:rsidR="001C0413" w:rsidRDefault="001C0413" w:rsidP="001C0413">
      <w:r>
        <w:t>— </w:t>
      </w:r>
      <w:r w:rsidR="00530790" w:rsidRPr="005D5566">
        <w:t>Les désirs de l</w:t>
      </w:r>
      <w:r>
        <w:t>’</w:t>
      </w:r>
      <w:r w:rsidR="00530790" w:rsidRPr="005D5566">
        <w:t>homme n</w:t>
      </w:r>
      <w:r>
        <w:t>’</w:t>
      </w:r>
      <w:r w:rsidR="00530790" w:rsidRPr="005D5566">
        <w:t>ont pas de limite</w:t>
      </w:r>
      <w:r>
        <w:t xml:space="preserve">, </w:t>
      </w:r>
      <w:r w:rsidR="00530790" w:rsidRPr="005D5566">
        <w:t>sa force est inépuisable</w:t>
      </w:r>
      <w:r>
        <w:t xml:space="preserve"> ! </w:t>
      </w:r>
      <w:r w:rsidR="00530790" w:rsidRPr="005D5566">
        <w:t>disait-il</w:t>
      </w:r>
      <w:r>
        <w:t xml:space="preserve">. </w:t>
      </w:r>
      <w:r w:rsidR="00530790" w:rsidRPr="005D5566">
        <w:t>Néanmoins</w:t>
      </w:r>
      <w:r>
        <w:t xml:space="preserve">, </w:t>
      </w:r>
      <w:r w:rsidR="00530790" w:rsidRPr="005D5566">
        <w:t>le monde ne s</w:t>
      </w:r>
      <w:r>
        <w:t>’</w:t>
      </w:r>
      <w:r w:rsidR="00530790" w:rsidRPr="005D5566">
        <w:t>enrichit en esprit que lentement</w:t>
      </w:r>
      <w:r>
        <w:t xml:space="preserve">, </w:t>
      </w:r>
      <w:r w:rsidR="00530790" w:rsidRPr="005D5566">
        <w:t>parce que</w:t>
      </w:r>
      <w:r>
        <w:t xml:space="preserve">, </w:t>
      </w:r>
      <w:r w:rsidR="00530790" w:rsidRPr="005D5566">
        <w:t>pour être indépendants</w:t>
      </w:r>
      <w:r>
        <w:t xml:space="preserve">, </w:t>
      </w:r>
      <w:r w:rsidR="00530790" w:rsidRPr="005D5566">
        <w:t>les hommes sont obligés d</w:t>
      </w:r>
      <w:r>
        <w:t>’</w:t>
      </w:r>
      <w:r w:rsidR="00530790" w:rsidRPr="005D5566">
        <w:t>amasser de l</w:t>
      </w:r>
      <w:r>
        <w:t>’</w:t>
      </w:r>
      <w:r w:rsidR="00530790" w:rsidRPr="005D5566">
        <w:t>argent</w:t>
      </w:r>
      <w:r>
        <w:t xml:space="preserve">, </w:t>
      </w:r>
      <w:r w:rsidR="00530790" w:rsidRPr="005D5566">
        <w:t>et non de la science</w:t>
      </w:r>
      <w:r>
        <w:t xml:space="preserve">. </w:t>
      </w:r>
      <w:r w:rsidR="00530790" w:rsidRPr="005D5566">
        <w:t>Et</w:t>
      </w:r>
      <w:r>
        <w:t xml:space="preserve">, </w:t>
      </w:r>
      <w:r w:rsidR="00530790" w:rsidRPr="005D5566">
        <w:t>quand ils auront chassé l</w:t>
      </w:r>
      <w:r>
        <w:t>’</w:t>
      </w:r>
      <w:r w:rsidR="00530790" w:rsidRPr="005D5566">
        <w:t>avidité</w:t>
      </w:r>
      <w:r>
        <w:t xml:space="preserve">, </w:t>
      </w:r>
      <w:r w:rsidR="00530790" w:rsidRPr="005D5566">
        <w:t>ils se libéreront de l</w:t>
      </w:r>
      <w:r>
        <w:t>’</w:t>
      </w:r>
      <w:r w:rsidR="00530790" w:rsidRPr="005D5566">
        <w:t>esclavage du travail forcé</w:t>
      </w:r>
      <w:r>
        <w:t>.</w:t>
      </w:r>
    </w:p>
    <w:p w14:paraId="2F98D2F1" w14:textId="77777777" w:rsidR="001C0413" w:rsidRDefault="00530790" w:rsidP="001C0413">
      <w:r w:rsidRPr="005D5566">
        <w:t>La mère ne comprenait que rarement le sens des paroles de Nicolas</w:t>
      </w:r>
      <w:r w:rsidR="001C0413">
        <w:t xml:space="preserve">, </w:t>
      </w:r>
      <w:r w:rsidRPr="005D5566">
        <w:t>mais elle était très sensible à la foi paisible qui les animait</w:t>
      </w:r>
      <w:r w:rsidR="001C0413">
        <w:t>.</w:t>
      </w:r>
    </w:p>
    <w:p w14:paraId="207C8C2B" w14:textId="77777777" w:rsidR="001C0413" w:rsidRDefault="001C0413" w:rsidP="001C0413">
      <w:r>
        <w:t>— </w:t>
      </w:r>
      <w:r w:rsidR="00530790" w:rsidRPr="005D5566">
        <w:t>Il y a trop peu d</w:t>
      </w:r>
      <w:r>
        <w:t>’</w:t>
      </w:r>
      <w:r w:rsidR="00530790" w:rsidRPr="005D5566">
        <w:t>hommes libres sur la terre</w:t>
      </w:r>
      <w:r>
        <w:t xml:space="preserve">, </w:t>
      </w:r>
      <w:r w:rsidR="00530790" w:rsidRPr="005D5566">
        <w:t>c</w:t>
      </w:r>
      <w:r>
        <w:t>’</w:t>
      </w:r>
      <w:r w:rsidR="00530790" w:rsidRPr="005D5566">
        <w:t>est ce qui fait le malheur de l</w:t>
      </w:r>
      <w:r>
        <w:t>’</w:t>
      </w:r>
      <w:r w:rsidR="00530790" w:rsidRPr="005D5566">
        <w:t>humanité</w:t>
      </w:r>
      <w:r>
        <w:t xml:space="preserve"> ! </w:t>
      </w:r>
      <w:r w:rsidR="00530790" w:rsidRPr="005D5566">
        <w:t>disait-il</w:t>
      </w:r>
      <w:r>
        <w:t>.</w:t>
      </w:r>
    </w:p>
    <w:p w14:paraId="3166D0BB" w14:textId="77777777" w:rsidR="001C0413" w:rsidRDefault="00530790" w:rsidP="001C0413">
      <w:r w:rsidRPr="005D5566">
        <w:t>En effet</w:t>
      </w:r>
      <w:r w:rsidR="001C0413">
        <w:t xml:space="preserve">, </w:t>
      </w:r>
      <w:r w:rsidRPr="005D5566">
        <w:t>Pélaguée connaissait des gens qui s</w:t>
      </w:r>
      <w:r w:rsidR="001C0413">
        <w:t>’</w:t>
      </w:r>
      <w:r w:rsidRPr="005D5566">
        <w:t>étaient affranchis de la haine et de la rapacité</w:t>
      </w:r>
      <w:r w:rsidR="001C0413">
        <w:t xml:space="preserve"> ; </w:t>
      </w:r>
      <w:r w:rsidRPr="005D5566">
        <w:t>elle comprenait que si le nombre de ces gens augmentait</w:t>
      </w:r>
      <w:r w:rsidR="001C0413">
        <w:t xml:space="preserve">, </w:t>
      </w:r>
      <w:r w:rsidRPr="005D5566">
        <w:t>le visage noir et terrible de la vie deviendrait plus accueillant et plus simple</w:t>
      </w:r>
      <w:r w:rsidR="001C0413">
        <w:t xml:space="preserve">, </w:t>
      </w:r>
      <w:r w:rsidRPr="005D5566">
        <w:t>meilleur et plus lumineux</w:t>
      </w:r>
      <w:r w:rsidR="001C0413">
        <w:t>.</w:t>
      </w:r>
    </w:p>
    <w:p w14:paraId="684A946C" w14:textId="77777777" w:rsidR="001C0413" w:rsidRDefault="001C0413" w:rsidP="001C0413">
      <w:r>
        <w:t>— </w:t>
      </w:r>
      <w:r w:rsidR="00530790" w:rsidRPr="005D5566">
        <w:t>L</w:t>
      </w:r>
      <w:r>
        <w:t>’</w:t>
      </w:r>
      <w:r w:rsidR="00530790" w:rsidRPr="005D5566">
        <w:t>homme est obligé d</w:t>
      </w:r>
      <w:r>
        <w:t>’</w:t>
      </w:r>
      <w:r w:rsidR="00530790" w:rsidRPr="005D5566">
        <w:t>être cruel malgré lui</w:t>
      </w:r>
      <w:r>
        <w:t xml:space="preserve"> ! </w:t>
      </w:r>
      <w:r w:rsidR="00530790" w:rsidRPr="005D5566">
        <w:t>disait tristement Nicolas</w:t>
      </w:r>
      <w:r>
        <w:t>.</w:t>
      </w:r>
    </w:p>
    <w:p w14:paraId="260B524E" w14:textId="77777777" w:rsidR="001C0413" w:rsidRDefault="00530790" w:rsidP="001C0413">
      <w:r w:rsidRPr="005D5566">
        <w:lastRenderedPageBreak/>
        <w:t>La mère acquiesçait d</w:t>
      </w:r>
      <w:r w:rsidR="001C0413">
        <w:t>’</w:t>
      </w:r>
      <w:r w:rsidRPr="005D5566">
        <w:t>un signe de tête et se rappelait le Petit-Russien</w:t>
      </w:r>
      <w:r w:rsidR="001C0413">
        <w:t>.</w:t>
      </w:r>
    </w:p>
    <w:p w14:paraId="2A64EECE" w14:textId="102CE9A0" w:rsidR="00530790" w:rsidRPr="003B37B8" w:rsidRDefault="00530790" w:rsidP="001C0413">
      <w:pPr>
        <w:pStyle w:val="Titre2"/>
        <w:rPr>
          <w:szCs w:val="44"/>
        </w:rPr>
      </w:pPr>
      <w:bookmarkStart w:id="40" w:name="_Toc202279561"/>
      <w:r w:rsidRPr="003B37B8">
        <w:rPr>
          <w:szCs w:val="44"/>
        </w:rPr>
        <w:lastRenderedPageBreak/>
        <w:t>VIII</w:t>
      </w:r>
      <w:bookmarkEnd w:id="40"/>
      <w:r w:rsidRPr="003B37B8">
        <w:rPr>
          <w:szCs w:val="44"/>
        </w:rPr>
        <w:br/>
      </w:r>
    </w:p>
    <w:p w14:paraId="5028A0C1" w14:textId="77777777" w:rsidR="001C0413" w:rsidRDefault="00530790" w:rsidP="001C0413">
      <w:r w:rsidRPr="005D5566">
        <w:t>Un jour</w:t>
      </w:r>
      <w:r w:rsidR="001C0413">
        <w:t xml:space="preserve">, </w:t>
      </w:r>
      <w:r w:rsidRPr="005D5566">
        <w:t>Nicolas</w:t>
      </w:r>
      <w:r w:rsidR="001C0413">
        <w:t xml:space="preserve">, </w:t>
      </w:r>
      <w:r w:rsidRPr="005D5566">
        <w:rPr>
          <w:bCs/>
        </w:rPr>
        <w:t xml:space="preserve">à </w:t>
      </w:r>
      <w:r w:rsidRPr="005D5566">
        <w:t>l</w:t>
      </w:r>
      <w:r w:rsidR="001C0413">
        <w:t>’</w:t>
      </w:r>
      <w:r w:rsidRPr="005D5566">
        <w:t>ordinaire très exact</w:t>
      </w:r>
      <w:r w:rsidR="001C0413">
        <w:t xml:space="preserve">, </w:t>
      </w:r>
      <w:r w:rsidRPr="005D5566">
        <w:t>revint de son bureau beaucoup plus tard que de coutume</w:t>
      </w:r>
      <w:r w:rsidR="001C0413">
        <w:t xml:space="preserve"> ; </w:t>
      </w:r>
      <w:r w:rsidRPr="005D5566">
        <w:t>au lieu d</w:t>
      </w:r>
      <w:r w:rsidR="001C0413">
        <w:t>’</w:t>
      </w:r>
      <w:r w:rsidRPr="005D5566">
        <w:t>enlever son pardessus</w:t>
      </w:r>
      <w:r w:rsidR="001C0413">
        <w:t xml:space="preserve">, </w:t>
      </w:r>
      <w:r w:rsidRPr="005D5566">
        <w:t>il dit vivement en se frottant les mains</w:t>
      </w:r>
      <w:r w:rsidR="001C0413">
        <w:t> :</w:t>
      </w:r>
    </w:p>
    <w:p w14:paraId="793A437A" w14:textId="77777777" w:rsidR="001C0413" w:rsidRDefault="001C0413" w:rsidP="001C0413">
      <w:r>
        <w:t>— </w:t>
      </w:r>
      <w:r w:rsidR="00530790" w:rsidRPr="005D5566">
        <w:t>Savez-vous</w:t>
      </w:r>
      <w:r>
        <w:t xml:space="preserve">, </w:t>
      </w:r>
      <w:r w:rsidR="00530790" w:rsidRPr="005D5566">
        <w:t>Pélaguée</w:t>
      </w:r>
      <w:r>
        <w:t xml:space="preserve">, </w:t>
      </w:r>
      <w:r w:rsidR="00530790" w:rsidRPr="005D5566">
        <w:t>aujourd</w:t>
      </w:r>
      <w:r>
        <w:t>’</w:t>
      </w:r>
      <w:r w:rsidR="00530790" w:rsidRPr="005D5566">
        <w:t>hui</w:t>
      </w:r>
      <w:r>
        <w:t xml:space="preserve">, </w:t>
      </w:r>
      <w:r w:rsidR="00530790" w:rsidRPr="005D5566">
        <w:t>un de nos camarades s</w:t>
      </w:r>
      <w:r>
        <w:t>’</w:t>
      </w:r>
      <w:r w:rsidR="00530790" w:rsidRPr="005D5566">
        <w:t xml:space="preserve">est échappé de la prison </w:t>
      </w:r>
      <w:r w:rsidR="00530790" w:rsidRPr="005D5566">
        <w:rPr>
          <w:bCs/>
        </w:rPr>
        <w:t xml:space="preserve">à </w:t>
      </w:r>
      <w:r w:rsidR="00530790" w:rsidRPr="005D5566">
        <w:t>l</w:t>
      </w:r>
      <w:r>
        <w:t>’</w:t>
      </w:r>
      <w:r w:rsidR="00530790" w:rsidRPr="005D5566">
        <w:t>heure des visites</w:t>
      </w:r>
      <w:r>
        <w:rPr>
          <w:rFonts w:eastAsia="Georgia" w:cs="Georgia"/>
        </w:rPr>
        <w:t xml:space="preserve">… </w:t>
      </w:r>
      <w:r w:rsidR="00530790" w:rsidRPr="005D5566">
        <w:t>Mais je n</w:t>
      </w:r>
      <w:r>
        <w:t>’</w:t>
      </w:r>
      <w:r w:rsidR="00530790" w:rsidRPr="005D5566">
        <w:t>ai pas réussi à savoir qui c</w:t>
      </w:r>
      <w:r>
        <w:t>’</w:t>
      </w:r>
      <w:r w:rsidR="00530790" w:rsidRPr="005D5566">
        <w:t>est</w:t>
      </w:r>
      <w:r>
        <w:t>…</w:t>
      </w:r>
    </w:p>
    <w:p w14:paraId="46083005" w14:textId="77777777" w:rsidR="001C0413" w:rsidRDefault="00530790" w:rsidP="001C0413">
      <w:r w:rsidRPr="005D5566">
        <w:t>La mère chancela</w:t>
      </w:r>
      <w:r w:rsidR="001C0413">
        <w:t xml:space="preserve">, </w:t>
      </w:r>
      <w:r w:rsidRPr="005D5566">
        <w:t>envahie par l</w:t>
      </w:r>
      <w:r w:rsidR="001C0413">
        <w:t>’</w:t>
      </w:r>
      <w:r w:rsidRPr="005D5566">
        <w:t>émotion</w:t>
      </w:r>
      <w:r w:rsidR="001C0413">
        <w:t xml:space="preserve"> ; </w:t>
      </w:r>
      <w:r w:rsidRPr="005D5566">
        <w:t>elle se laissa tomber sur une chaise et demanda en chuchotant</w:t>
      </w:r>
      <w:r w:rsidR="001C0413">
        <w:t> :</w:t>
      </w:r>
    </w:p>
    <w:p w14:paraId="4C485C97" w14:textId="77777777" w:rsidR="001C0413" w:rsidRDefault="001C0413" w:rsidP="001C0413">
      <w:r>
        <w:t>— </w:t>
      </w:r>
      <w:r w:rsidR="00530790" w:rsidRPr="005D5566">
        <w:t>Pavel</w:t>
      </w:r>
      <w:r>
        <w:t xml:space="preserve">, </w:t>
      </w:r>
      <w:r w:rsidR="00530790" w:rsidRPr="005D5566">
        <w:t>peut-être</w:t>
      </w:r>
      <w:r>
        <w:t> !</w:t>
      </w:r>
    </w:p>
    <w:p w14:paraId="3058E709" w14:textId="77777777" w:rsidR="001C0413" w:rsidRDefault="001C0413" w:rsidP="001C0413">
      <w:r>
        <w:t>— </w:t>
      </w:r>
      <w:r w:rsidR="00530790" w:rsidRPr="005D5566">
        <w:t>Peut-être</w:t>
      </w:r>
      <w:r>
        <w:t xml:space="preserve"> ! </w:t>
      </w:r>
      <w:r w:rsidR="00530790" w:rsidRPr="005D5566">
        <w:t>répondit Nicolas en haussant les épaules</w:t>
      </w:r>
      <w:r>
        <w:t xml:space="preserve">. </w:t>
      </w:r>
      <w:r w:rsidR="00530790" w:rsidRPr="005D5566">
        <w:t>Mais comment l</w:t>
      </w:r>
      <w:r>
        <w:t>’</w:t>
      </w:r>
      <w:r w:rsidR="00530790" w:rsidRPr="005D5566">
        <w:t>aider à se cacher</w:t>
      </w:r>
      <w:r>
        <w:t xml:space="preserve">, </w:t>
      </w:r>
      <w:r w:rsidR="00530790" w:rsidRPr="005D5566">
        <w:t>où le trouver</w:t>
      </w:r>
      <w:r>
        <w:t xml:space="preserve"> ? </w:t>
      </w:r>
      <w:r w:rsidR="00530790" w:rsidRPr="005D5566">
        <w:t>Je viens de me promener dans les rues pour voir si je le rencontrerais</w:t>
      </w:r>
      <w:r>
        <w:t xml:space="preserve">. </w:t>
      </w:r>
      <w:r w:rsidR="00530790" w:rsidRPr="005D5566">
        <w:t>C</w:t>
      </w:r>
      <w:r>
        <w:t>’</w:t>
      </w:r>
      <w:r w:rsidR="00530790" w:rsidRPr="005D5566">
        <w:t>est bête</w:t>
      </w:r>
      <w:r>
        <w:t xml:space="preserve">, </w:t>
      </w:r>
      <w:r w:rsidR="00530790" w:rsidRPr="005D5566">
        <w:t>mais il faut faire quelque chose</w:t>
      </w:r>
      <w:r>
        <w:t xml:space="preserve"> ; </w:t>
      </w:r>
      <w:r w:rsidR="00530790" w:rsidRPr="005D5566">
        <w:t>je vais sortir d</w:t>
      </w:r>
      <w:r w:rsidR="00530790" w:rsidRPr="005D5566">
        <w:rPr>
          <w:bCs/>
        </w:rPr>
        <w:t xml:space="preserve">e </w:t>
      </w:r>
      <w:r w:rsidR="00530790" w:rsidRPr="005D5566">
        <w:t>nouveau</w:t>
      </w:r>
      <w:r>
        <w:t>…</w:t>
      </w:r>
    </w:p>
    <w:p w14:paraId="79BFA563" w14:textId="77777777" w:rsidR="001C0413" w:rsidRDefault="001C0413" w:rsidP="001C0413">
      <w:r>
        <w:t>— </w:t>
      </w:r>
      <w:r w:rsidR="00530790" w:rsidRPr="005D5566">
        <w:t>Moi aussi</w:t>
      </w:r>
      <w:r>
        <w:t xml:space="preserve"> ! </w:t>
      </w:r>
      <w:r w:rsidR="00530790" w:rsidRPr="005D5566">
        <w:t>s</w:t>
      </w:r>
      <w:r>
        <w:t>’</w:t>
      </w:r>
      <w:r w:rsidR="00530790" w:rsidRPr="005D5566">
        <w:t>écria la mère</w:t>
      </w:r>
      <w:r>
        <w:t>.</w:t>
      </w:r>
    </w:p>
    <w:p w14:paraId="447CF6F5" w14:textId="77777777" w:rsidR="001C0413" w:rsidRDefault="001C0413" w:rsidP="001C0413">
      <w:r>
        <w:t>— </w:t>
      </w:r>
      <w:r w:rsidR="00530790" w:rsidRPr="005D5566">
        <w:t>Allez chez Iégor</w:t>
      </w:r>
      <w:r>
        <w:t xml:space="preserve">, </w:t>
      </w:r>
      <w:r w:rsidR="00530790" w:rsidRPr="005D5566">
        <w:t>peut-être a-t-il des nouvelles</w:t>
      </w:r>
      <w:r>
        <w:t xml:space="preserve"> ! </w:t>
      </w:r>
      <w:r w:rsidR="00530790" w:rsidRPr="005D5566">
        <w:t>conseilla Nicolas</w:t>
      </w:r>
      <w:r>
        <w:t xml:space="preserve">, </w:t>
      </w:r>
      <w:r w:rsidR="00530790" w:rsidRPr="005D5566">
        <w:t>et il s</w:t>
      </w:r>
      <w:r>
        <w:t>’</w:t>
      </w:r>
      <w:r w:rsidR="00530790" w:rsidRPr="005D5566">
        <w:t>en alla</w:t>
      </w:r>
      <w:r>
        <w:t>.</w:t>
      </w:r>
    </w:p>
    <w:p w14:paraId="6A5AB9DA" w14:textId="77777777" w:rsidR="001C0413" w:rsidRDefault="00530790" w:rsidP="001C0413">
      <w:r w:rsidRPr="005D5566">
        <w:t>La mère jeta un fichu sur sa tête</w:t>
      </w:r>
      <w:r w:rsidR="001C0413">
        <w:t xml:space="preserve"> ; </w:t>
      </w:r>
      <w:r w:rsidRPr="005D5566">
        <w:t>pleine d</w:t>
      </w:r>
      <w:r w:rsidR="001C0413">
        <w:t>’</w:t>
      </w:r>
      <w:r w:rsidRPr="005D5566">
        <w:t>espoir</w:t>
      </w:r>
      <w:r w:rsidR="001C0413">
        <w:t xml:space="preserve">, </w:t>
      </w:r>
      <w:r w:rsidRPr="005D5566">
        <w:t>elle sortit aussitôt après Nicolas</w:t>
      </w:r>
      <w:r w:rsidR="001C0413">
        <w:t xml:space="preserve">. </w:t>
      </w:r>
      <w:r w:rsidRPr="005D5566">
        <w:t>Elle voyait trouble</w:t>
      </w:r>
      <w:r w:rsidR="001C0413">
        <w:t xml:space="preserve"> ; </w:t>
      </w:r>
      <w:r w:rsidRPr="005D5566">
        <w:t>son cœur battait à grands coups et l</w:t>
      </w:r>
      <w:r w:rsidR="001C0413">
        <w:t>’</w:t>
      </w:r>
      <w:r w:rsidRPr="005D5566">
        <w:t>obligeait à courir presque</w:t>
      </w:r>
      <w:r w:rsidR="001C0413">
        <w:t xml:space="preserve">. </w:t>
      </w:r>
      <w:r w:rsidRPr="005D5566">
        <w:t>Elle marchait à la rencontre du possible</w:t>
      </w:r>
      <w:r w:rsidR="001C0413">
        <w:t xml:space="preserve">, </w:t>
      </w:r>
      <w:r w:rsidRPr="005D5566">
        <w:t>tête baissée</w:t>
      </w:r>
      <w:r w:rsidR="001C0413">
        <w:t xml:space="preserve">, </w:t>
      </w:r>
      <w:r w:rsidRPr="005D5566">
        <w:t>sans rien voir autour d</w:t>
      </w:r>
      <w:r w:rsidR="001C0413">
        <w:t>’</w:t>
      </w:r>
      <w:r w:rsidRPr="005D5566">
        <w:t>elle</w:t>
      </w:r>
      <w:r w:rsidR="001C0413">
        <w:t>. « </w:t>
      </w:r>
      <w:r w:rsidRPr="005D5566">
        <w:t>Il est peut-être déjà chez Iégor</w:t>
      </w:r>
      <w:r w:rsidR="001C0413">
        <w:t> ! »</w:t>
      </w:r>
      <w:r w:rsidRPr="005D5566">
        <w:t xml:space="preserve"> Cette idée la poussa en avant</w:t>
      </w:r>
      <w:r w:rsidR="001C0413">
        <w:t xml:space="preserve">. </w:t>
      </w:r>
      <w:r w:rsidRPr="005D5566">
        <w:t>Il faisait chaud</w:t>
      </w:r>
      <w:r w:rsidR="001C0413">
        <w:t xml:space="preserve">, </w:t>
      </w:r>
      <w:r w:rsidRPr="005D5566">
        <w:t>Pélaguée haletait de fatigue</w:t>
      </w:r>
      <w:r w:rsidR="001C0413">
        <w:t xml:space="preserve">. </w:t>
      </w:r>
      <w:r w:rsidRPr="005D5566">
        <w:t>Arrivée à l</w:t>
      </w:r>
      <w:r w:rsidR="001C0413">
        <w:t>’</w:t>
      </w:r>
      <w:r w:rsidRPr="005D5566">
        <w:t>escalier de la maison d</w:t>
      </w:r>
      <w:r w:rsidR="001C0413">
        <w:t>’</w:t>
      </w:r>
      <w:r w:rsidRPr="005D5566">
        <w:t>Iégor</w:t>
      </w:r>
      <w:r w:rsidR="001C0413">
        <w:t xml:space="preserve">, </w:t>
      </w:r>
      <w:r w:rsidRPr="005D5566">
        <w:t>elle s</w:t>
      </w:r>
      <w:r w:rsidR="001C0413">
        <w:t>’</w:t>
      </w:r>
      <w:r w:rsidRPr="005D5566">
        <w:t>arrêta</w:t>
      </w:r>
      <w:r w:rsidR="001C0413">
        <w:t xml:space="preserve">, </w:t>
      </w:r>
      <w:r w:rsidRPr="005D5566">
        <w:t>n</w:t>
      </w:r>
      <w:r w:rsidR="001C0413">
        <w:t>’</w:t>
      </w:r>
      <w:r w:rsidRPr="005D5566">
        <w:t>ayant pas la force d</w:t>
      </w:r>
      <w:r w:rsidR="001C0413">
        <w:t>’</w:t>
      </w:r>
      <w:r w:rsidRPr="005D5566">
        <w:t>aller plus loin</w:t>
      </w:r>
      <w:r w:rsidR="001C0413">
        <w:t xml:space="preserve"> ; </w:t>
      </w:r>
      <w:r w:rsidRPr="005D5566">
        <w:t>elle se détourna</w:t>
      </w:r>
      <w:r w:rsidR="001C0413">
        <w:t xml:space="preserve">, </w:t>
      </w:r>
      <w:r w:rsidRPr="005D5566">
        <w:t xml:space="preserve">poussa un petit cri </w:t>
      </w:r>
      <w:r w:rsidRPr="005D5566">
        <w:lastRenderedPageBreak/>
        <w:t>d</w:t>
      </w:r>
      <w:r w:rsidR="001C0413">
        <w:t>’</w:t>
      </w:r>
      <w:r w:rsidRPr="005D5566">
        <w:t>étonnement</w:t>
      </w:r>
      <w:r w:rsidR="001C0413">
        <w:t xml:space="preserve"> : </w:t>
      </w:r>
      <w:r w:rsidRPr="005D5566">
        <w:t>il lui avait semblé que Vessoftchikov était sur le seuil</w:t>
      </w:r>
      <w:r w:rsidR="001C0413">
        <w:t xml:space="preserve">, </w:t>
      </w:r>
      <w:r w:rsidRPr="005D5566">
        <w:t>les mains dans les poches</w:t>
      </w:r>
      <w:r w:rsidR="001C0413">
        <w:t xml:space="preserve">, </w:t>
      </w:r>
      <w:r w:rsidRPr="005D5566">
        <w:t>le sourire aux lèvres</w:t>
      </w:r>
      <w:r w:rsidR="001C0413">
        <w:t xml:space="preserve">, </w:t>
      </w:r>
      <w:r w:rsidRPr="005D5566">
        <w:t>et qu</w:t>
      </w:r>
      <w:r w:rsidR="001C0413">
        <w:t>’</w:t>
      </w:r>
      <w:r w:rsidRPr="005D5566">
        <w:t>il la regardait</w:t>
      </w:r>
      <w:r w:rsidR="001C0413">
        <w:t xml:space="preserve">. </w:t>
      </w:r>
      <w:r w:rsidRPr="005D5566">
        <w:t>Mais</w:t>
      </w:r>
      <w:r w:rsidR="001C0413">
        <w:t xml:space="preserve">, </w:t>
      </w:r>
      <w:r w:rsidRPr="005D5566">
        <w:t>lorsqu</w:t>
      </w:r>
      <w:r w:rsidR="001C0413">
        <w:t>’</w:t>
      </w:r>
      <w:r w:rsidRPr="005D5566">
        <w:t>elle rouvrit les yeux</w:t>
      </w:r>
      <w:r w:rsidR="001C0413">
        <w:t xml:space="preserve">, </w:t>
      </w:r>
      <w:r w:rsidRPr="005D5566">
        <w:t>elle ne vit personne</w:t>
      </w:r>
      <w:r w:rsidR="001C0413">
        <w:t>…</w:t>
      </w:r>
    </w:p>
    <w:p w14:paraId="43A66915" w14:textId="77777777" w:rsidR="001C0413" w:rsidRDefault="001C0413" w:rsidP="001C0413">
      <w:r>
        <w:t>— </w:t>
      </w:r>
      <w:r w:rsidR="00530790" w:rsidRPr="005D5566">
        <w:t>C</w:t>
      </w:r>
      <w:r>
        <w:t>’</w:t>
      </w:r>
      <w:r w:rsidR="00530790" w:rsidRPr="005D5566">
        <w:t>est une hallucination</w:t>
      </w:r>
      <w:r>
        <w:t xml:space="preserve"> ! </w:t>
      </w:r>
      <w:r w:rsidR="00530790" w:rsidRPr="005D5566">
        <w:t>se dit-elle en montant l</w:t>
      </w:r>
      <w:r>
        <w:t>’</w:t>
      </w:r>
      <w:r w:rsidR="00530790" w:rsidRPr="005D5566">
        <w:t>escalier sans cesser de prêter l</w:t>
      </w:r>
      <w:r>
        <w:t>’</w:t>
      </w:r>
      <w:r w:rsidR="00530790" w:rsidRPr="005D5566">
        <w:t>oreille</w:t>
      </w:r>
      <w:r>
        <w:t xml:space="preserve">. </w:t>
      </w:r>
      <w:r w:rsidR="00530790" w:rsidRPr="005D5566">
        <w:t>On entendit dans la cour un sourd piétinement de pas lents</w:t>
      </w:r>
      <w:r>
        <w:t xml:space="preserve">… </w:t>
      </w:r>
      <w:r w:rsidR="00530790" w:rsidRPr="005D5566">
        <w:t>la mère s</w:t>
      </w:r>
      <w:r>
        <w:t>’</w:t>
      </w:r>
      <w:r w:rsidR="00530790" w:rsidRPr="005D5566">
        <w:t>arrêta sur le palier</w:t>
      </w:r>
      <w:r>
        <w:t xml:space="preserve">, </w:t>
      </w:r>
      <w:r w:rsidR="00530790" w:rsidRPr="005D5566">
        <w:t>se pencha et regarda</w:t>
      </w:r>
      <w:r>
        <w:t xml:space="preserve"> : </w:t>
      </w:r>
      <w:r w:rsidR="00530790" w:rsidRPr="005D5566">
        <w:t>elle aperçut de nouveau un visage grêlé qui lui souriait</w:t>
      </w:r>
      <w:r>
        <w:t>.</w:t>
      </w:r>
    </w:p>
    <w:p w14:paraId="1F748716" w14:textId="77777777" w:rsidR="001C0413" w:rsidRDefault="001C0413" w:rsidP="001C0413">
      <w:r>
        <w:t>— </w:t>
      </w:r>
      <w:r w:rsidR="00530790" w:rsidRPr="005D5566">
        <w:t>Vessoftchikov</w:t>
      </w:r>
      <w:r>
        <w:t xml:space="preserve"> ! </w:t>
      </w:r>
      <w:r w:rsidR="00530790" w:rsidRPr="005D5566">
        <w:t>c</w:t>
      </w:r>
      <w:r>
        <w:t>’</w:t>
      </w:r>
      <w:r w:rsidR="00530790" w:rsidRPr="005D5566">
        <w:t>est lui</w:t>
      </w:r>
      <w:r>
        <w:t xml:space="preserve"> ! </w:t>
      </w:r>
      <w:r w:rsidR="00530790" w:rsidRPr="005D5566">
        <w:t>s</w:t>
      </w:r>
      <w:r>
        <w:t>’</w:t>
      </w:r>
      <w:r w:rsidR="00530790" w:rsidRPr="005D5566">
        <w:t>écria-t-elle en descendant à sa rencontre</w:t>
      </w:r>
      <w:r>
        <w:t xml:space="preserve"> ; </w:t>
      </w:r>
      <w:r w:rsidR="00530790" w:rsidRPr="005D5566">
        <w:t>son cœur se serra</w:t>
      </w:r>
      <w:r>
        <w:t xml:space="preserve">, </w:t>
      </w:r>
      <w:r w:rsidR="00530790" w:rsidRPr="005D5566">
        <w:t>désappointé</w:t>
      </w:r>
      <w:r>
        <w:t>…</w:t>
      </w:r>
    </w:p>
    <w:p w14:paraId="47AB98D2" w14:textId="77777777" w:rsidR="001C0413" w:rsidRDefault="001C0413" w:rsidP="001C0413">
      <w:r>
        <w:t>— </w:t>
      </w:r>
      <w:r w:rsidR="00530790" w:rsidRPr="005D5566">
        <w:t>Non</w:t>
      </w:r>
      <w:r>
        <w:t xml:space="preserve">, </w:t>
      </w:r>
      <w:r w:rsidR="00530790" w:rsidRPr="005D5566">
        <w:t>monte</w:t>
      </w:r>
      <w:r>
        <w:t xml:space="preserve"> ! </w:t>
      </w:r>
      <w:r w:rsidR="00530790" w:rsidRPr="005D5566">
        <w:t>monte</w:t>
      </w:r>
      <w:r>
        <w:t xml:space="preserve"> ! </w:t>
      </w:r>
      <w:r w:rsidR="00530790" w:rsidRPr="005D5566">
        <w:t>répondit-il à mi-voix</w:t>
      </w:r>
      <w:r>
        <w:t xml:space="preserve">, </w:t>
      </w:r>
      <w:r w:rsidR="00530790" w:rsidRPr="005D5566">
        <w:t>avec un geste de la main</w:t>
      </w:r>
      <w:r>
        <w:t>.</w:t>
      </w:r>
    </w:p>
    <w:p w14:paraId="69EE154E" w14:textId="77777777" w:rsidR="001C0413" w:rsidRDefault="00530790" w:rsidP="001C0413">
      <w:r w:rsidRPr="005D5566">
        <w:t>La mère obéit</w:t>
      </w:r>
      <w:r w:rsidR="001C0413">
        <w:t xml:space="preserve"> ; </w:t>
      </w:r>
      <w:r w:rsidRPr="005D5566">
        <w:t>elle entra dans la chambre d</w:t>
      </w:r>
      <w:r w:rsidR="001C0413">
        <w:t>’</w:t>
      </w:r>
      <w:r w:rsidRPr="005D5566">
        <w:t>Iégor</w:t>
      </w:r>
      <w:r w:rsidR="001C0413">
        <w:t xml:space="preserve">, </w:t>
      </w:r>
      <w:r w:rsidRPr="005D5566">
        <w:t>et</w:t>
      </w:r>
      <w:r w:rsidR="001C0413">
        <w:t xml:space="preserve">, </w:t>
      </w:r>
      <w:r w:rsidRPr="005D5566">
        <w:t>le voyant étendu sur son canapé</w:t>
      </w:r>
      <w:r w:rsidR="001C0413">
        <w:t xml:space="preserve">, </w:t>
      </w:r>
      <w:r w:rsidRPr="005D5566">
        <w:t>elle chuchota</w:t>
      </w:r>
      <w:r w:rsidR="001C0413">
        <w:t xml:space="preserve">, </w:t>
      </w:r>
      <w:r w:rsidRPr="005D5566">
        <w:t>haletante</w:t>
      </w:r>
      <w:r w:rsidR="001C0413">
        <w:t> :</w:t>
      </w:r>
    </w:p>
    <w:p w14:paraId="3994CDB6" w14:textId="77777777" w:rsidR="001C0413" w:rsidRDefault="001C0413" w:rsidP="001C0413">
      <w:r>
        <w:t>— </w:t>
      </w:r>
      <w:r w:rsidR="00530790" w:rsidRPr="005D5566">
        <w:t>Vessoftchikov s</w:t>
      </w:r>
      <w:r>
        <w:t>’</w:t>
      </w:r>
      <w:r w:rsidR="00530790" w:rsidRPr="005D5566">
        <w:t>est enfui de prison</w:t>
      </w:r>
      <w:r>
        <w:t>…</w:t>
      </w:r>
    </w:p>
    <w:p w14:paraId="701151BF" w14:textId="77777777" w:rsidR="001C0413" w:rsidRDefault="001C0413" w:rsidP="001C0413">
      <w:r>
        <w:t>— </w:t>
      </w:r>
      <w:r w:rsidR="00530790" w:rsidRPr="005D5566">
        <w:t>Le grêlé</w:t>
      </w:r>
      <w:r>
        <w:t xml:space="preserve"> ? </w:t>
      </w:r>
      <w:r w:rsidR="00530790" w:rsidRPr="005D5566">
        <w:t>demanda Iégor d</w:t>
      </w:r>
      <w:r>
        <w:t>’</w:t>
      </w:r>
      <w:r w:rsidR="00530790" w:rsidRPr="005D5566">
        <w:t>une voix rauque</w:t>
      </w:r>
      <w:r>
        <w:t xml:space="preserve">, </w:t>
      </w:r>
      <w:r w:rsidR="00530790" w:rsidRPr="005D5566">
        <w:t>en soulevant sa tête</w:t>
      </w:r>
      <w:r>
        <w:t>.</w:t>
      </w:r>
    </w:p>
    <w:p w14:paraId="577945B2" w14:textId="77777777" w:rsidR="001C0413" w:rsidRDefault="001C0413" w:rsidP="001C0413">
      <w:r>
        <w:t>— </w:t>
      </w:r>
      <w:r w:rsidR="00530790" w:rsidRPr="005D5566">
        <w:t>Oui</w:t>
      </w:r>
      <w:r>
        <w:t xml:space="preserve">, </w:t>
      </w:r>
      <w:r w:rsidR="00530790" w:rsidRPr="005D5566">
        <w:t>lui</w:t>
      </w:r>
      <w:r>
        <w:t xml:space="preserve"> !… </w:t>
      </w:r>
      <w:r w:rsidR="00530790" w:rsidRPr="005D5566">
        <w:t>Il vient ici</w:t>
      </w:r>
      <w:r>
        <w:t> !</w:t>
      </w:r>
    </w:p>
    <w:p w14:paraId="07236611" w14:textId="77777777" w:rsidR="001C0413" w:rsidRDefault="001C0413" w:rsidP="001C0413">
      <w:r>
        <w:t>— </w:t>
      </w:r>
      <w:r w:rsidR="00530790" w:rsidRPr="005D5566">
        <w:t>C</w:t>
      </w:r>
      <w:r>
        <w:t>’</w:t>
      </w:r>
      <w:r w:rsidR="00530790" w:rsidRPr="005D5566">
        <w:t>est parfait</w:t>
      </w:r>
      <w:r>
        <w:t xml:space="preserve"> ! </w:t>
      </w:r>
      <w:r w:rsidR="00530790" w:rsidRPr="005D5566">
        <w:t>Mais je ne veux pas me lever pour le recevoir</w:t>
      </w:r>
      <w:r>
        <w:t>.</w:t>
      </w:r>
    </w:p>
    <w:p w14:paraId="08B00207" w14:textId="77777777" w:rsidR="001C0413" w:rsidRDefault="00530790" w:rsidP="001C0413">
      <w:r w:rsidRPr="005D5566">
        <w:t>Déjà Vessoftchikov était rentré</w:t>
      </w:r>
      <w:r w:rsidR="001C0413">
        <w:t xml:space="preserve"> ; </w:t>
      </w:r>
      <w:r w:rsidRPr="005D5566">
        <w:t>il ferma la porte au verrou et enleva sa casquette en riant doucement</w:t>
      </w:r>
      <w:r w:rsidR="001C0413">
        <w:t xml:space="preserve">. </w:t>
      </w:r>
      <w:r w:rsidRPr="005D5566">
        <w:t>Puis</w:t>
      </w:r>
      <w:r w:rsidR="001C0413">
        <w:t xml:space="preserve">, </w:t>
      </w:r>
      <w:r w:rsidRPr="005D5566">
        <w:t>il s</w:t>
      </w:r>
      <w:r w:rsidR="001C0413">
        <w:t>’</w:t>
      </w:r>
      <w:r w:rsidRPr="005D5566">
        <w:t>accouda sur le canapé</w:t>
      </w:r>
      <w:r w:rsidR="001C0413">
        <w:t xml:space="preserve">. </w:t>
      </w:r>
      <w:r w:rsidRPr="005D5566">
        <w:t>Iégor se redressa</w:t>
      </w:r>
      <w:r w:rsidR="001C0413">
        <w:t xml:space="preserve">, </w:t>
      </w:r>
      <w:r w:rsidRPr="005D5566">
        <w:t>et dit d</w:t>
      </w:r>
      <w:r w:rsidR="001C0413">
        <w:t>’</w:t>
      </w:r>
      <w:r w:rsidRPr="005D5566">
        <w:t>une voix rauque en hochant la tête</w:t>
      </w:r>
      <w:r w:rsidR="001C0413">
        <w:t> :</w:t>
      </w:r>
    </w:p>
    <w:p w14:paraId="3A57AD94" w14:textId="77777777" w:rsidR="001C0413" w:rsidRDefault="001C0413" w:rsidP="001C0413">
      <w:r>
        <w:t>— </w:t>
      </w:r>
      <w:r w:rsidR="00530790" w:rsidRPr="005D5566">
        <w:t>Je vous en prie</w:t>
      </w:r>
      <w:r>
        <w:t xml:space="preserve">… </w:t>
      </w:r>
      <w:r w:rsidR="00530790" w:rsidRPr="005D5566">
        <w:t>ne vous gênez pas</w:t>
      </w:r>
      <w:r>
        <w:t> !…</w:t>
      </w:r>
    </w:p>
    <w:p w14:paraId="42D415E2" w14:textId="77777777" w:rsidR="001C0413" w:rsidRDefault="00530790" w:rsidP="001C0413">
      <w:r w:rsidRPr="005D5566">
        <w:lastRenderedPageBreak/>
        <w:t>La bouche fendue en un large sourire</w:t>
      </w:r>
      <w:r w:rsidR="001C0413">
        <w:t xml:space="preserve">, </w:t>
      </w:r>
      <w:r w:rsidRPr="005D5566">
        <w:t>le grêlé s</w:t>
      </w:r>
      <w:r w:rsidR="001C0413">
        <w:t>’</w:t>
      </w:r>
      <w:r w:rsidRPr="005D5566">
        <w:t>approcha de la mère et lui saisit la main</w:t>
      </w:r>
      <w:r w:rsidR="001C0413">
        <w:t> :</w:t>
      </w:r>
    </w:p>
    <w:p w14:paraId="202834EF" w14:textId="77777777" w:rsidR="001C0413" w:rsidRDefault="001C0413" w:rsidP="001C0413">
      <w:r>
        <w:t>— </w:t>
      </w:r>
      <w:r w:rsidR="00530790" w:rsidRPr="005D5566">
        <w:t>Si je ne t</w:t>
      </w:r>
      <w:r>
        <w:t>’</w:t>
      </w:r>
      <w:r w:rsidR="00530790" w:rsidRPr="005D5566">
        <w:t>avais pas vue</w:t>
      </w:r>
      <w:r>
        <w:t xml:space="preserve">, </w:t>
      </w:r>
      <w:r w:rsidR="00530790" w:rsidRPr="005D5566">
        <w:t>il ne me restait plus qu</w:t>
      </w:r>
      <w:r>
        <w:t>’</w:t>
      </w:r>
      <w:r w:rsidR="00530790" w:rsidRPr="005D5566">
        <w:t>à retourner à la prison</w:t>
      </w:r>
      <w:r>
        <w:t xml:space="preserve"> ! </w:t>
      </w:r>
      <w:r w:rsidR="00530790" w:rsidRPr="005D5566">
        <w:t>Je ne connais personne en ville</w:t>
      </w:r>
      <w:r>
        <w:t xml:space="preserve"> ; </w:t>
      </w:r>
      <w:r w:rsidR="00530790" w:rsidRPr="005D5566">
        <w:t>si j</w:t>
      </w:r>
      <w:r>
        <w:t>’</w:t>
      </w:r>
      <w:r w:rsidR="00530790" w:rsidRPr="005D5566">
        <w:t>avais été au faubourg on m</w:t>
      </w:r>
      <w:r>
        <w:t>’</w:t>
      </w:r>
      <w:r w:rsidR="00530790" w:rsidRPr="005D5566">
        <w:t>aurait arrêté aussitôt</w:t>
      </w:r>
      <w:r>
        <w:t xml:space="preserve">… </w:t>
      </w:r>
      <w:r w:rsidR="00530790" w:rsidRPr="005D5566">
        <w:t>En marchant</w:t>
      </w:r>
      <w:r>
        <w:t xml:space="preserve">, </w:t>
      </w:r>
      <w:r w:rsidR="00530790" w:rsidRPr="005D5566">
        <w:t>je me disais</w:t>
      </w:r>
      <w:r>
        <w:t xml:space="preserve"> : – </w:t>
      </w:r>
      <w:r w:rsidR="00530790" w:rsidRPr="005D5566">
        <w:t>Imbécile</w:t>
      </w:r>
      <w:r>
        <w:t xml:space="preserve"> ! </w:t>
      </w:r>
      <w:r w:rsidR="00530790" w:rsidRPr="005D5566">
        <w:t>Pourquoi t</w:t>
      </w:r>
      <w:r>
        <w:t>’</w:t>
      </w:r>
      <w:r w:rsidR="00530790" w:rsidRPr="005D5566">
        <w:t>es-tu sauvé</w:t>
      </w:r>
      <w:r>
        <w:t xml:space="preserve"> ? </w:t>
      </w:r>
      <w:r w:rsidR="00530790" w:rsidRPr="005D5566">
        <w:t>Et voilà que je vois la mère qui courait</w:t>
      </w:r>
      <w:r>
        <w:t xml:space="preserve"> ! </w:t>
      </w:r>
      <w:r w:rsidR="00530790" w:rsidRPr="005D5566">
        <w:t>Je t</w:t>
      </w:r>
      <w:r>
        <w:t>’</w:t>
      </w:r>
      <w:r w:rsidR="00530790" w:rsidRPr="005D5566">
        <w:t>ai suivie</w:t>
      </w:r>
      <w:r>
        <w:t>…</w:t>
      </w:r>
    </w:p>
    <w:p w14:paraId="6B6D0AD0" w14:textId="77777777" w:rsidR="001C0413" w:rsidRDefault="001C0413" w:rsidP="001C0413">
      <w:r>
        <w:t>— </w:t>
      </w:r>
      <w:r w:rsidR="00530790" w:rsidRPr="005D5566">
        <w:t>Comment as-tu pu t</w:t>
      </w:r>
      <w:r>
        <w:t>’</w:t>
      </w:r>
      <w:r w:rsidR="00530790" w:rsidRPr="005D5566">
        <w:t>enfuir</w:t>
      </w:r>
      <w:r>
        <w:t xml:space="preserve"> ? </w:t>
      </w:r>
      <w:r w:rsidR="00530790" w:rsidRPr="005D5566">
        <w:t>demanda Pélaguée</w:t>
      </w:r>
      <w:r>
        <w:t>.</w:t>
      </w:r>
    </w:p>
    <w:p w14:paraId="53ED941C" w14:textId="77777777" w:rsidR="001C0413" w:rsidRDefault="00530790" w:rsidP="001C0413">
      <w:r w:rsidRPr="005D5566">
        <w:t>Le jeune homme s</w:t>
      </w:r>
      <w:r w:rsidR="001C0413">
        <w:t>’</w:t>
      </w:r>
      <w:r w:rsidRPr="005D5566">
        <w:t>assit gauchement sur le bord du canapé et dit avec embarras</w:t>
      </w:r>
      <w:r w:rsidR="001C0413">
        <w:t xml:space="preserve">, </w:t>
      </w:r>
      <w:r w:rsidRPr="005D5566">
        <w:t>en haussant les épaules</w:t>
      </w:r>
      <w:r w:rsidR="001C0413">
        <w:t> :</w:t>
      </w:r>
    </w:p>
    <w:p w14:paraId="30EAA838" w14:textId="77777777" w:rsidR="001C0413" w:rsidRDefault="001C0413" w:rsidP="001C0413">
      <w:r>
        <w:t>— </w:t>
      </w:r>
      <w:r w:rsidR="00530790" w:rsidRPr="005D5566">
        <w:t>Je ne sais pas</w:t>
      </w:r>
      <w:r>
        <w:t xml:space="preserve">… </w:t>
      </w:r>
      <w:r w:rsidR="00530790" w:rsidRPr="005D5566">
        <w:t>c</w:t>
      </w:r>
      <w:r>
        <w:t>’</w:t>
      </w:r>
      <w:r w:rsidR="00530790" w:rsidRPr="005D5566">
        <w:t>est l</w:t>
      </w:r>
      <w:r>
        <w:t>’</w:t>
      </w:r>
      <w:r w:rsidR="00530790" w:rsidRPr="005D5566">
        <w:t>occasion qui s</w:t>
      </w:r>
      <w:r>
        <w:t>’</w:t>
      </w:r>
      <w:r w:rsidR="00530790" w:rsidRPr="005D5566">
        <w:t>est présentée</w:t>
      </w:r>
      <w:r>
        <w:t xml:space="preserve">… </w:t>
      </w:r>
      <w:r w:rsidR="00530790" w:rsidRPr="005D5566">
        <w:t>Je me promenais dans la cour</w:t>
      </w:r>
      <w:r>
        <w:t xml:space="preserve">… </w:t>
      </w:r>
      <w:r w:rsidR="00530790" w:rsidRPr="005D5566">
        <w:t>les criminels de droit commun se sont jetés sur un geôlier</w:t>
      </w:r>
      <w:r>
        <w:t xml:space="preserve">… </w:t>
      </w:r>
      <w:r w:rsidR="00530790" w:rsidRPr="005D5566">
        <w:t>un ancien gendarme expulsé du corps pour cause de vol</w:t>
      </w:r>
      <w:r>
        <w:t xml:space="preserve">… </w:t>
      </w:r>
      <w:r w:rsidR="00530790" w:rsidRPr="005D5566">
        <w:t>il espionne</w:t>
      </w:r>
      <w:r>
        <w:t xml:space="preserve">, </w:t>
      </w:r>
      <w:r w:rsidR="00530790" w:rsidRPr="005D5566">
        <w:t>rapporte</w:t>
      </w:r>
      <w:r>
        <w:t xml:space="preserve">, </w:t>
      </w:r>
      <w:r w:rsidR="00530790" w:rsidRPr="005D5566">
        <w:t>fait la vie dure à tout le monde</w:t>
      </w:r>
      <w:r>
        <w:t xml:space="preserve">… </w:t>
      </w:r>
      <w:r w:rsidR="00530790" w:rsidRPr="005D5566">
        <w:t>Alors</w:t>
      </w:r>
      <w:r>
        <w:t xml:space="preserve">, </w:t>
      </w:r>
      <w:r w:rsidR="00530790" w:rsidRPr="005D5566">
        <w:t>il y a eu une mêlée</w:t>
      </w:r>
      <w:r>
        <w:t xml:space="preserve">, </w:t>
      </w:r>
      <w:r w:rsidR="00530790" w:rsidRPr="005D5566">
        <w:t>les surveillants ont eu peur</w:t>
      </w:r>
      <w:r>
        <w:t xml:space="preserve">, </w:t>
      </w:r>
      <w:r w:rsidR="00530790" w:rsidRPr="005D5566">
        <w:t>ils sifflaient</w:t>
      </w:r>
      <w:r>
        <w:t xml:space="preserve">, </w:t>
      </w:r>
      <w:r w:rsidR="00530790" w:rsidRPr="005D5566">
        <w:t>couraient</w:t>
      </w:r>
      <w:r>
        <w:t xml:space="preserve">… </w:t>
      </w:r>
      <w:r w:rsidR="00530790" w:rsidRPr="005D5566">
        <w:t>Pendant ce temps</w:t>
      </w:r>
      <w:r>
        <w:t xml:space="preserve">, </w:t>
      </w:r>
      <w:r w:rsidR="00530790" w:rsidRPr="005D5566">
        <w:t>je vois que la grille était ouverte</w:t>
      </w:r>
      <w:r>
        <w:t xml:space="preserve">, </w:t>
      </w:r>
      <w:r w:rsidR="00530790" w:rsidRPr="005D5566">
        <w:t>je m</w:t>
      </w:r>
      <w:r>
        <w:t>’</w:t>
      </w:r>
      <w:r w:rsidR="00530790" w:rsidRPr="005D5566">
        <w:t>approche</w:t>
      </w:r>
      <w:r>
        <w:t xml:space="preserve">, </w:t>
      </w:r>
      <w:r w:rsidR="00530790" w:rsidRPr="005D5566">
        <w:t>j</w:t>
      </w:r>
      <w:r>
        <w:t>’</w:t>
      </w:r>
      <w:r w:rsidR="00530790" w:rsidRPr="005D5566">
        <w:t>aperçois une place</w:t>
      </w:r>
      <w:r>
        <w:t xml:space="preserve">, </w:t>
      </w:r>
      <w:r w:rsidR="00530790" w:rsidRPr="005D5566">
        <w:t>la ville</w:t>
      </w:r>
      <w:r>
        <w:t xml:space="preserve">… </w:t>
      </w:r>
      <w:r w:rsidR="00530790" w:rsidRPr="005D5566">
        <w:t>Cela m</w:t>
      </w:r>
      <w:r>
        <w:t>’</w:t>
      </w:r>
      <w:r w:rsidR="00530790" w:rsidRPr="005D5566">
        <w:t>a attiré</w:t>
      </w:r>
      <w:r>
        <w:t xml:space="preserve">. </w:t>
      </w:r>
      <w:r w:rsidR="00530790" w:rsidRPr="005D5566">
        <w:t>Et je suis sorti sans me hâter</w:t>
      </w:r>
      <w:r>
        <w:t xml:space="preserve">…, </w:t>
      </w:r>
      <w:r w:rsidR="00530790" w:rsidRPr="005D5566">
        <w:t>comme dans un rêve</w:t>
      </w:r>
      <w:r>
        <w:t xml:space="preserve">… </w:t>
      </w:r>
      <w:r w:rsidR="00530790" w:rsidRPr="005D5566">
        <w:t>Quand j</w:t>
      </w:r>
      <w:r>
        <w:t>’</w:t>
      </w:r>
      <w:r w:rsidR="00530790" w:rsidRPr="005D5566">
        <w:t>eus fait quelques pas</w:t>
      </w:r>
      <w:r>
        <w:t xml:space="preserve">, </w:t>
      </w:r>
      <w:r w:rsidR="00530790" w:rsidRPr="005D5566">
        <w:t>je revins à moi</w:t>
      </w:r>
      <w:r>
        <w:t xml:space="preserve">, </w:t>
      </w:r>
      <w:r w:rsidR="00530790" w:rsidRPr="005D5566">
        <w:t>je me demandai où j</w:t>
      </w:r>
      <w:r>
        <w:t>’</w:t>
      </w:r>
      <w:r w:rsidR="00530790" w:rsidRPr="005D5566">
        <w:t>allais me rendre</w:t>
      </w:r>
      <w:r>
        <w:t xml:space="preserve">… </w:t>
      </w:r>
      <w:r w:rsidR="00530790" w:rsidRPr="005D5566">
        <w:t>je constatai alors que les portes de la prison étaient fermées</w:t>
      </w:r>
      <w:r>
        <w:t xml:space="preserve">… </w:t>
      </w:r>
      <w:r w:rsidR="00530790" w:rsidRPr="005D5566">
        <w:t>J</w:t>
      </w:r>
      <w:r>
        <w:t>’</w:t>
      </w:r>
      <w:r w:rsidR="00530790" w:rsidRPr="005D5566">
        <w:t>ai été mal à mon aise</w:t>
      </w:r>
      <w:r>
        <w:t xml:space="preserve">… </w:t>
      </w:r>
      <w:r w:rsidR="00530790" w:rsidRPr="005D5566">
        <w:t>je regrettais les camarades</w:t>
      </w:r>
      <w:r>
        <w:t xml:space="preserve">… </w:t>
      </w:r>
      <w:r w:rsidR="00530790" w:rsidRPr="005D5566">
        <w:t>enfin</w:t>
      </w:r>
      <w:r>
        <w:t xml:space="preserve">, </w:t>
      </w:r>
      <w:r w:rsidR="00530790" w:rsidRPr="005D5566">
        <w:t>c</w:t>
      </w:r>
      <w:r>
        <w:t>’</w:t>
      </w:r>
      <w:r w:rsidR="00530790" w:rsidRPr="005D5566">
        <w:t>était stupide</w:t>
      </w:r>
      <w:r>
        <w:t xml:space="preserve">… </w:t>
      </w:r>
      <w:r w:rsidR="00530790" w:rsidRPr="005D5566">
        <w:t>je ne pensais pas à m</w:t>
      </w:r>
      <w:r>
        <w:t>’</w:t>
      </w:r>
      <w:r w:rsidR="00530790" w:rsidRPr="005D5566">
        <w:t>enfuir</w:t>
      </w:r>
      <w:r>
        <w:t>…</w:t>
      </w:r>
    </w:p>
    <w:p w14:paraId="14CA0754" w14:textId="77777777" w:rsidR="001C0413" w:rsidRDefault="001C0413" w:rsidP="001C0413">
      <w:r>
        <w:t>— </w:t>
      </w:r>
      <w:r w:rsidR="00530790" w:rsidRPr="005D5566">
        <w:t>Hum</w:t>
      </w:r>
      <w:r>
        <w:t xml:space="preserve"> ! </w:t>
      </w:r>
      <w:r w:rsidR="00530790" w:rsidRPr="005D5566">
        <w:t>fit Iégor</w:t>
      </w:r>
      <w:r>
        <w:t xml:space="preserve">. </w:t>
      </w:r>
      <w:r w:rsidR="00530790" w:rsidRPr="005D5566">
        <w:t>Eh bien</w:t>
      </w:r>
      <w:r>
        <w:t xml:space="preserve">, </w:t>
      </w:r>
      <w:r w:rsidR="00530790" w:rsidRPr="005D5566">
        <w:t>monsieur</w:t>
      </w:r>
      <w:r>
        <w:t xml:space="preserve">, </w:t>
      </w:r>
      <w:r w:rsidR="00530790" w:rsidRPr="005D5566">
        <w:t>vous auriez dû retourner</w:t>
      </w:r>
      <w:r>
        <w:t xml:space="preserve">, </w:t>
      </w:r>
      <w:r w:rsidR="00530790" w:rsidRPr="005D5566">
        <w:t>frapper à la porte et demander poliment qu</w:t>
      </w:r>
      <w:r>
        <w:t>’</w:t>
      </w:r>
      <w:r w:rsidR="00530790" w:rsidRPr="005D5566">
        <w:t>on vous laisse rentrer</w:t>
      </w:r>
      <w:r>
        <w:t xml:space="preserve"> : – </w:t>
      </w:r>
      <w:r w:rsidR="00530790" w:rsidRPr="005D5566">
        <w:t>Excusez</w:t>
      </w:r>
      <w:r>
        <w:t xml:space="preserve">, </w:t>
      </w:r>
      <w:r w:rsidR="00530790" w:rsidRPr="005D5566">
        <w:t>un moment de distraction</w:t>
      </w:r>
      <w:r>
        <w:t>…</w:t>
      </w:r>
    </w:p>
    <w:p w14:paraId="6B3315B4" w14:textId="77777777" w:rsidR="001C0413" w:rsidRDefault="001C0413" w:rsidP="001C0413">
      <w:r>
        <w:t>— </w:t>
      </w:r>
      <w:r w:rsidR="00530790" w:rsidRPr="005D5566">
        <w:t>Oui</w:t>
      </w:r>
      <w:r>
        <w:t xml:space="preserve"> ! </w:t>
      </w:r>
      <w:r w:rsidR="00530790" w:rsidRPr="005D5566">
        <w:t>continua Vessoftchikov en souriant</w:t>
      </w:r>
      <w:r>
        <w:t xml:space="preserve">. </w:t>
      </w:r>
      <w:r w:rsidR="00530790" w:rsidRPr="005D5566">
        <w:t>C</w:t>
      </w:r>
      <w:r>
        <w:t>’</w:t>
      </w:r>
      <w:r w:rsidR="00530790" w:rsidRPr="005D5566">
        <w:t>était bête aussi</w:t>
      </w:r>
      <w:r>
        <w:t xml:space="preserve">, </w:t>
      </w:r>
      <w:r w:rsidR="00530790" w:rsidRPr="005D5566">
        <w:t>je le comprends</w:t>
      </w:r>
      <w:r>
        <w:t xml:space="preserve">. </w:t>
      </w:r>
      <w:r w:rsidR="00530790" w:rsidRPr="005D5566">
        <w:t>Et pourtant</w:t>
      </w:r>
      <w:r>
        <w:t xml:space="preserve">, </w:t>
      </w:r>
      <w:r w:rsidR="00530790" w:rsidRPr="005D5566">
        <w:t>j</w:t>
      </w:r>
      <w:r>
        <w:t>’</w:t>
      </w:r>
      <w:r w:rsidR="00530790" w:rsidRPr="005D5566">
        <w:t>ai mal agi envers les camarades</w:t>
      </w:r>
      <w:r>
        <w:t xml:space="preserve">… </w:t>
      </w:r>
      <w:r w:rsidR="00530790" w:rsidRPr="005D5566">
        <w:t>je ne dis rien à personne et je pars</w:t>
      </w:r>
      <w:r>
        <w:t xml:space="preserve">… </w:t>
      </w:r>
      <w:r w:rsidR="00530790" w:rsidRPr="005D5566">
        <w:t>Dans la rue</w:t>
      </w:r>
      <w:r>
        <w:t xml:space="preserve">, </w:t>
      </w:r>
      <w:r w:rsidR="00530790" w:rsidRPr="005D5566">
        <w:t>je vois venir un enterrement</w:t>
      </w:r>
      <w:r>
        <w:t xml:space="preserve">. </w:t>
      </w:r>
      <w:r w:rsidR="00530790" w:rsidRPr="005D5566">
        <w:t>J</w:t>
      </w:r>
      <w:r>
        <w:t>’</w:t>
      </w:r>
      <w:r w:rsidR="00530790" w:rsidRPr="005D5566">
        <w:t>ai suivi le cercueil</w:t>
      </w:r>
      <w:r>
        <w:t xml:space="preserve"> – </w:t>
      </w:r>
      <w:r w:rsidR="00530790" w:rsidRPr="005D5566">
        <w:t>c</w:t>
      </w:r>
      <w:r>
        <w:t>’</w:t>
      </w:r>
      <w:r w:rsidR="00530790" w:rsidRPr="005D5566">
        <w:t xml:space="preserve">était un </w:t>
      </w:r>
      <w:r w:rsidR="00530790" w:rsidRPr="005D5566">
        <w:lastRenderedPageBreak/>
        <w:t>enfant</w:t>
      </w:r>
      <w:r>
        <w:t xml:space="preserve"> – </w:t>
      </w:r>
      <w:r w:rsidR="00530790" w:rsidRPr="005D5566">
        <w:t>la tête baissée</w:t>
      </w:r>
      <w:r>
        <w:t xml:space="preserve">, </w:t>
      </w:r>
      <w:r w:rsidR="00530790" w:rsidRPr="005D5566">
        <w:t>sans regarder personne</w:t>
      </w:r>
      <w:r>
        <w:t xml:space="preserve">… </w:t>
      </w:r>
      <w:r w:rsidR="00530790" w:rsidRPr="005D5566">
        <w:t>Je suis resté au cimetière</w:t>
      </w:r>
      <w:r>
        <w:t xml:space="preserve">, </w:t>
      </w:r>
      <w:r w:rsidR="00530790" w:rsidRPr="005D5566">
        <w:t>au grand air</w:t>
      </w:r>
      <w:r>
        <w:t xml:space="preserve">, </w:t>
      </w:r>
      <w:r w:rsidR="00530790" w:rsidRPr="005D5566">
        <w:t>et il m</w:t>
      </w:r>
      <w:r>
        <w:t>’</w:t>
      </w:r>
      <w:r w:rsidR="00530790" w:rsidRPr="005D5566">
        <w:t>est venu une idée</w:t>
      </w:r>
      <w:r>
        <w:t>…</w:t>
      </w:r>
    </w:p>
    <w:p w14:paraId="73C5B057" w14:textId="77777777" w:rsidR="001C0413" w:rsidRDefault="001C0413" w:rsidP="001C0413">
      <w:r>
        <w:t>— </w:t>
      </w:r>
      <w:r w:rsidR="00530790" w:rsidRPr="005D5566">
        <w:t>Une seule</w:t>
      </w:r>
      <w:r>
        <w:t xml:space="preserve"> ? </w:t>
      </w:r>
      <w:r w:rsidR="00530790" w:rsidRPr="005D5566">
        <w:t>demanda Iégor</w:t>
      </w:r>
      <w:r>
        <w:t xml:space="preserve">, </w:t>
      </w:r>
      <w:r w:rsidR="00530790" w:rsidRPr="005D5566">
        <w:t>et il ajouta avec un soupir</w:t>
      </w:r>
      <w:r>
        <w:t xml:space="preserve"> : </w:t>
      </w:r>
      <w:r w:rsidR="00530790" w:rsidRPr="005D5566">
        <w:t>Je pense qu</w:t>
      </w:r>
      <w:r>
        <w:t>’</w:t>
      </w:r>
      <w:r w:rsidR="00530790" w:rsidRPr="005D5566">
        <w:t>elle n</w:t>
      </w:r>
      <w:r>
        <w:t>’</w:t>
      </w:r>
      <w:r w:rsidR="00530790" w:rsidRPr="005D5566">
        <w:t>a pas été à l</w:t>
      </w:r>
      <w:r>
        <w:t>’</w:t>
      </w:r>
      <w:r w:rsidR="00530790" w:rsidRPr="005D5566">
        <w:t>étroit</w:t>
      </w:r>
      <w:r>
        <w:t>…</w:t>
      </w:r>
    </w:p>
    <w:p w14:paraId="78B6FC2F" w14:textId="77777777" w:rsidR="001C0413" w:rsidRDefault="00530790" w:rsidP="001C0413">
      <w:r w:rsidRPr="005D5566">
        <w:t>Le grêlé se mit à rire</w:t>
      </w:r>
      <w:r w:rsidR="001C0413">
        <w:t xml:space="preserve">, </w:t>
      </w:r>
      <w:r w:rsidRPr="005D5566">
        <w:t>sans se fâcher</w:t>
      </w:r>
      <w:r w:rsidR="001C0413">
        <w:t>.</w:t>
      </w:r>
    </w:p>
    <w:p w14:paraId="4D749628" w14:textId="77777777" w:rsidR="001C0413" w:rsidRDefault="001C0413" w:rsidP="001C0413">
      <w:r>
        <w:t>— </w:t>
      </w:r>
      <w:r w:rsidR="00530790" w:rsidRPr="005D5566">
        <w:t>Oh</w:t>
      </w:r>
      <w:r>
        <w:t xml:space="preserve"> ! </w:t>
      </w:r>
      <w:r w:rsidR="00530790" w:rsidRPr="005D5566">
        <w:t>ma tête n</w:t>
      </w:r>
      <w:r>
        <w:t>’</w:t>
      </w:r>
      <w:r w:rsidR="00530790" w:rsidRPr="005D5566">
        <w:t>est plus aussi vide qu</w:t>
      </w:r>
      <w:r>
        <w:t>’</w:t>
      </w:r>
      <w:r w:rsidR="00530790" w:rsidRPr="005D5566">
        <w:t>avant</w:t>
      </w:r>
      <w:r>
        <w:t xml:space="preserve">… </w:t>
      </w:r>
      <w:r w:rsidR="00530790" w:rsidRPr="005D5566">
        <w:t>Et toi</w:t>
      </w:r>
      <w:r>
        <w:t xml:space="preserve">, </w:t>
      </w:r>
      <w:r w:rsidR="00530790" w:rsidRPr="005D5566">
        <w:t>Iégor</w:t>
      </w:r>
      <w:r>
        <w:t xml:space="preserve">, </w:t>
      </w:r>
      <w:r w:rsidR="00530790" w:rsidRPr="005D5566">
        <w:t>tu es toujours malade</w:t>
      </w:r>
      <w:r>
        <w:t> ?</w:t>
      </w:r>
    </w:p>
    <w:p w14:paraId="0AB5A767" w14:textId="77777777" w:rsidR="001C0413" w:rsidRDefault="001C0413" w:rsidP="001C0413">
      <w:r>
        <w:t>— </w:t>
      </w:r>
      <w:r w:rsidR="00530790" w:rsidRPr="005D5566">
        <w:t>Chacun fait ce qu</w:t>
      </w:r>
      <w:r>
        <w:t>’</w:t>
      </w:r>
      <w:r w:rsidR="00530790" w:rsidRPr="005D5566">
        <w:t>il peut</w:t>
      </w:r>
      <w:r>
        <w:t xml:space="preserve"> ! </w:t>
      </w:r>
      <w:r w:rsidR="00530790" w:rsidRPr="005D5566">
        <w:t>répondit Iégor</w:t>
      </w:r>
      <w:r>
        <w:t xml:space="preserve"> ; </w:t>
      </w:r>
      <w:r w:rsidR="00530790" w:rsidRPr="005D5566">
        <w:t>et un accès de toux le secoua</w:t>
      </w:r>
      <w:r>
        <w:t xml:space="preserve">. </w:t>
      </w:r>
      <w:r w:rsidR="00530790" w:rsidRPr="005D5566">
        <w:t>Continue</w:t>
      </w:r>
      <w:r>
        <w:t> !</w:t>
      </w:r>
    </w:p>
    <w:p w14:paraId="3F72BAF5" w14:textId="77777777" w:rsidR="001C0413" w:rsidRDefault="001C0413" w:rsidP="001C0413">
      <w:r>
        <w:t>— </w:t>
      </w:r>
      <w:r w:rsidR="00530790" w:rsidRPr="005D5566">
        <w:t>Puis j</w:t>
      </w:r>
      <w:r>
        <w:t>’</w:t>
      </w:r>
      <w:r w:rsidR="00530790" w:rsidRPr="005D5566">
        <w:t>ai été au musée</w:t>
      </w:r>
      <w:r>
        <w:t xml:space="preserve">… </w:t>
      </w:r>
      <w:r w:rsidR="00530790" w:rsidRPr="005D5566">
        <w:t>je me suis promené</w:t>
      </w:r>
      <w:r>
        <w:t xml:space="preserve">, </w:t>
      </w:r>
      <w:r w:rsidR="00530790" w:rsidRPr="005D5566">
        <w:t>j</w:t>
      </w:r>
      <w:r>
        <w:t>’</w:t>
      </w:r>
      <w:r w:rsidR="00530790" w:rsidRPr="005D5566">
        <w:t>ai regardé les collections tout en pensant</w:t>
      </w:r>
      <w:r>
        <w:t> : « </w:t>
      </w:r>
      <w:r w:rsidR="00530790" w:rsidRPr="005D5566">
        <w:t>Où vais-je aller maintenant</w:t>
      </w:r>
      <w:r>
        <w:t> ? »</w:t>
      </w:r>
      <w:r w:rsidR="00530790" w:rsidRPr="005D5566">
        <w:t xml:space="preserve"> J</w:t>
      </w:r>
      <w:r>
        <w:t>’</w:t>
      </w:r>
      <w:r w:rsidR="00530790" w:rsidRPr="005D5566">
        <w:t>étais furieux contre moi-même</w:t>
      </w:r>
      <w:r>
        <w:t xml:space="preserve">, </w:t>
      </w:r>
      <w:r w:rsidR="00530790" w:rsidRPr="005D5566">
        <w:t>j</w:t>
      </w:r>
      <w:r>
        <w:t>’</w:t>
      </w:r>
      <w:r w:rsidR="00530790" w:rsidRPr="005D5566">
        <w:t>avais horriblement faim</w:t>
      </w:r>
      <w:r>
        <w:t xml:space="preserve"> !… </w:t>
      </w:r>
      <w:r w:rsidR="00530790" w:rsidRPr="005D5566">
        <w:t>Je suis retourné dans la rue</w:t>
      </w:r>
      <w:r>
        <w:t xml:space="preserve">, </w:t>
      </w:r>
      <w:r w:rsidR="00530790" w:rsidRPr="005D5566">
        <w:t>j</w:t>
      </w:r>
      <w:r>
        <w:t>’</w:t>
      </w:r>
      <w:r w:rsidR="00530790" w:rsidRPr="005D5566">
        <w:t>ai marché</w:t>
      </w:r>
      <w:r>
        <w:t xml:space="preserve">, </w:t>
      </w:r>
      <w:r w:rsidR="00530790" w:rsidRPr="005D5566">
        <w:t>j</w:t>
      </w:r>
      <w:r>
        <w:t>’</w:t>
      </w:r>
      <w:r w:rsidR="00530790" w:rsidRPr="005D5566">
        <w:t>étais vexé</w:t>
      </w:r>
      <w:r>
        <w:t xml:space="preserve"> ; </w:t>
      </w:r>
      <w:r w:rsidR="00530790" w:rsidRPr="005D5566">
        <w:t>je voyais que les agents de police examinaient les passants avec attention</w:t>
      </w:r>
      <w:r>
        <w:rPr>
          <w:rFonts w:eastAsia="Georgia" w:cs="Georgia"/>
        </w:rPr>
        <w:t xml:space="preserve">… </w:t>
      </w:r>
      <w:r w:rsidR="00530790" w:rsidRPr="005D5566">
        <w:t>Je me disais</w:t>
      </w:r>
      <w:r>
        <w:t xml:space="preserve"> : – </w:t>
      </w:r>
      <w:r w:rsidR="00530790" w:rsidRPr="005D5566">
        <w:t>Grâce à mon museau</w:t>
      </w:r>
      <w:r>
        <w:t xml:space="preserve">, </w:t>
      </w:r>
      <w:r w:rsidR="00530790" w:rsidRPr="005D5566">
        <w:t>je tomberai bientôt entre les mains de la justice</w:t>
      </w:r>
      <w:r>
        <w:t xml:space="preserve">… </w:t>
      </w:r>
      <w:r w:rsidR="00530790" w:rsidRPr="005D5566">
        <w:t>Et soudain</w:t>
      </w:r>
      <w:r>
        <w:t xml:space="preserve">, </w:t>
      </w:r>
      <w:r w:rsidR="00530790" w:rsidRPr="005D5566">
        <w:t>voilà la mère qui vient en courant</w:t>
      </w:r>
      <w:r>
        <w:t xml:space="preserve">, </w:t>
      </w:r>
      <w:r w:rsidR="00530790" w:rsidRPr="005D5566">
        <w:t>elle passe à côté de moi</w:t>
      </w:r>
      <w:r>
        <w:t xml:space="preserve">, </w:t>
      </w:r>
      <w:r w:rsidR="00530790" w:rsidRPr="005D5566">
        <w:t>je m</w:t>
      </w:r>
      <w:r>
        <w:t>’</w:t>
      </w:r>
      <w:r w:rsidR="00530790" w:rsidRPr="005D5566">
        <w:t>écarte</w:t>
      </w:r>
      <w:r>
        <w:t xml:space="preserve">, </w:t>
      </w:r>
      <w:r w:rsidR="00530790" w:rsidRPr="005D5566">
        <w:t>je me retourne</w:t>
      </w:r>
      <w:r>
        <w:t xml:space="preserve">, </w:t>
      </w:r>
      <w:r w:rsidR="00530790" w:rsidRPr="005D5566">
        <w:t>je la suis</w:t>
      </w:r>
      <w:r>
        <w:rPr>
          <w:rFonts w:eastAsia="Georgia" w:cs="Georgia"/>
        </w:rPr>
        <w:t xml:space="preserve">… </w:t>
      </w:r>
      <w:r w:rsidR="00530790" w:rsidRPr="005D5566">
        <w:t>et voilà tout</w:t>
      </w:r>
      <w:r>
        <w:t> !…</w:t>
      </w:r>
    </w:p>
    <w:p w14:paraId="23533A5D" w14:textId="77777777" w:rsidR="001C0413" w:rsidRDefault="001C0413" w:rsidP="001C0413">
      <w:r>
        <w:t>— </w:t>
      </w:r>
      <w:r w:rsidR="00530790" w:rsidRPr="005D5566">
        <w:t>Et moi qui ne t</w:t>
      </w:r>
      <w:r>
        <w:t>’</w:t>
      </w:r>
      <w:r w:rsidR="00530790" w:rsidRPr="005D5566">
        <w:t>ai même pas remarqué</w:t>
      </w:r>
      <w:r>
        <w:t xml:space="preserve"> ! </w:t>
      </w:r>
      <w:r w:rsidR="00530790" w:rsidRPr="005D5566">
        <w:t>dit la mère d</w:t>
      </w:r>
      <w:r>
        <w:t>’</w:t>
      </w:r>
      <w:r w:rsidR="00530790" w:rsidRPr="005D5566">
        <w:t>un ton confus</w:t>
      </w:r>
      <w:r>
        <w:t xml:space="preserve">. </w:t>
      </w:r>
      <w:r w:rsidR="00530790" w:rsidRPr="005D5566">
        <w:t>Elle examinait Vessoftchikov avec attention</w:t>
      </w:r>
      <w:r>
        <w:t xml:space="preserve"> ; </w:t>
      </w:r>
      <w:r w:rsidR="00530790" w:rsidRPr="005D5566">
        <w:t>il lui sembla qu</w:t>
      </w:r>
      <w:r>
        <w:t>’</w:t>
      </w:r>
      <w:r w:rsidR="00530790" w:rsidRPr="005D5566">
        <w:t>il avait changé à son avantage</w:t>
      </w:r>
      <w:r>
        <w:t>.</w:t>
      </w:r>
    </w:p>
    <w:p w14:paraId="6133E28E" w14:textId="77777777" w:rsidR="001C0413" w:rsidRDefault="001C0413" w:rsidP="001C0413">
      <w:r>
        <w:t>— </w:t>
      </w:r>
      <w:r w:rsidR="00530790" w:rsidRPr="005D5566">
        <w:t>Les camarades sont sans doute inquiets et se demandent où je suis</w:t>
      </w:r>
      <w:r>
        <w:t xml:space="preserve">…, </w:t>
      </w:r>
      <w:r w:rsidR="00530790" w:rsidRPr="005D5566">
        <w:t>reprit-il en se grattant la tête</w:t>
      </w:r>
      <w:r>
        <w:t>.</w:t>
      </w:r>
    </w:p>
    <w:p w14:paraId="477DB98F" w14:textId="77777777" w:rsidR="001C0413" w:rsidRDefault="001C0413" w:rsidP="001C0413">
      <w:r>
        <w:t>— </w:t>
      </w:r>
      <w:r w:rsidR="00530790" w:rsidRPr="005D5566">
        <w:t>Et les gendarmes</w:t>
      </w:r>
      <w:r>
        <w:t xml:space="preserve">, </w:t>
      </w:r>
      <w:r w:rsidR="00530790" w:rsidRPr="005D5566">
        <w:t>tu ne les regrettes pas</w:t>
      </w:r>
      <w:r>
        <w:t xml:space="preserve"> ? </w:t>
      </w:r>
      <w:r w:rsidR="00530790" w:rsidRPr="005D5566">
        <w:t>Et pourtant ils sont inquiets</w:t>
      </w:r>
      <w:r>
        <w:t xml:space="preserve">, </w:t>
      </w:r>
      <w:r w:rsidR="00530790" w:rsidRPr="005D5566">
        <w:t>eux aussi</w:t>
      </w:r>
      <w:r>
        <w:t xml:space="preserve"> ! </w:t>
      </w:r>
      <w:r w:rsidR="00530790" w:rsidRPr="005D5566">
        <w:t>fit observer Iégor</w:t>
      </w:r>
      <w:r>
        <w:t xml:space="preserve"> ; </w:t>
      </w:r>
      <w:r w:rsidR="00530790" w:rsidRPr="005D5566">
        <w:t>puis le malade ouvrit la bouche et</w:t>
      </w:r>
      <w:r>
        <w:t xml:space="preserve">, </w:t>
      </w:r>
      <w:r w:rsidR="00530790" w:rsidRPr="005D5566">
        <w:t>remuant les lèvres</w:t>
      </w:r>
      <w:r>
        <w:t xml:space="preserve">, </w:t>
      </w:r>
      <w:r w:rsidR="00530790" w:rsidRPr="005D5566">
        <w:t>comme s</w:t>
      </w:r>
      <w:r>
        <w:t>’</w:t>
      </w:r>
      <w:r w:rsidR="00530790" w:rsidRPr="005D5566">
        <w:t>il voulait frapper l</w:t>
      </w:r>
      <w:r>
        <w:t>’</w:t>
      </w:r>
      <w:r w:rsidR="00530790" w:rsidRPr="005D5566">
        <w:t>air</w:t>
      </w:r>
      <w:r>
        <w:t xml:space="preserve">, </w:t>
      </w:r>
      <w:r w:rsidR="00530790" w:rsidRPr="005D5566">
        <w:t>il continua</w:t>
      </w:r>
      <w:r>
        <w:t xml:space="preserve"> : – </w:t>
      </w:r>
      <w:r w:rsidR="00530790" w:rsidRPr="005D5566">
        <w:t>Trêve de plaisanteries</w:t>
      </w:r>
      <w:r>
        <w:t xml:space="preserve"> ! </w:t>
      </w:r>
      <w:r w:rsidR="00530790" w:rsidRPr="005D5566">
        <w:t>Il faut te cacher</w:t>
      </w:r>
      <w:r>
        <w:t xml:space="preserve">, </w:t>
      </w:r>
      <w:r w:rsidR="00530790" w:rsidRPr="005D5566">
        <w:t>ce qui est agréable</w:t>
      </w:r>
      <w:r>
        <w:t xml:space="preserve">, </w:t>
      </w:r>
      <w:r w:rsidR="00530790" w:rsidRPr="005D5566">
        <w:t>mais pas très facile</w:t>
      </w:r>
      <w:r>
        <w:t xml:space="preserve">… </w:t>
      </w:r>
      <w:r w:rsidR="00530790" w:rsidRPr="005D5566">
        <w:t xml:space="preserve">Si je pouvais </w:t>
      </w:r>
      <w:r w:rsidR="00530790" w:rsidRPr="005D5566">
        <w:lastRenderedPageBreak/>
        <w:t>me lever</w:t>
      </w:r>
      <w:r>
        <w:t xml:space="preserve"> !… </w:t>
      </w:r>
      <w:r w:rsidR="00530790" w:rsidRPr="005D5566">
        <w:t>Il eut une crise d</w:t>
      </w:r>
      <w:r>
        <w:t>’</w:t>
      </w:r>
      <w:r w:rsidR="00530790" w:rsidRPr="005D5566">
        <w:t>étouffement et se frotta la poitrine avec de faibles mouvements</w:t>
      </w:r>
      <w:r>
        <w:t>.</w:t>
      </w:r>
    </w:p>
    <w:p w14:paraId="084319BF" w14:textId="77777777" w:rsidR="001C0413" w:rsidRDefault="001C0413" w:rsidP="001C0413">
      <w:r>
        <w:t>— </w:t>
      </w:r>
      <w:r w:rsidR="00530790" w:rsidRPr="005D5566">
        <w:t>Tu es</w:t>
      </w:r>
      <w:r>
        <w:t xml:space="preserve">, </w:t>
      </w:r>
      <w:r w:rsidR="00530790" w:rsidRPr="005D5566">
        <w:t>bien malade</w:t>
      </w:r>
      <w:r>
        <w:t xml:space="preserve">, </w:t>
      </w:r>
      <w:r w:rsidR="00530790" w:rsidRPr="005D5566">
        <w:t>Iégor</w:t>
      </w:r>
      <w:r>
        <w:t xml:space="preserve"> ! </w:t>
      </w:r>
      <w:r w:rsidR="00530790" w:rsidRPr="005D5566">
        <w:t>dit Vessoftchikov</w:t>
      </w:r>
      <w:r>
        <w:t>.</w:t>
      </w:r>
    </w:p>
    <w:p w14:paraId="49F60A25" w14:textId="77777777" w:rsidR="001C0413" w:rsidRDefault="00530790" w:rsidP="001C0413">
      <w:r w:rsidRPr="005D5566">
        <w:t>La mère soupira et promena un regard inquiet autour de la chambrette</w:t>
      </w:r>
      <w:r w:rsidR="001C0413">
        <w:t>.</w:t>
      </w:r>
    </w:p>
    <w:p w14:paraId="5976A546" w14:textId="77777777" w:rsidR="001C0413" w:rsidRDefault="001C0413" w:rsidP="001C0413">
      <w:r>
        <w:t>— </w:t>
      </w:r>
      <w:r w:rsidR="00530790" w:rsidRPr="005D5566">
        <w:t>C</w:t>
      </w:r>
      <w:r>
        <w:t>’</w:t>
      </w:r>
      <w:r w:rsidR="00530790" w:rsidRPr="005D5566">
        <w:t>est mon affaire</w:t>
      </w:r>
      <w:r>
        <w:t xml:space="preserve"> ! </w:t>
      </w:r>
      <w:r w:rsidR="00530790" w:rsidRPr="005D5566">
        <w:t>répondit Iégor</w:t>
      </w:r>
      <w:r>
        <w:t xml:space="preserve">. </w:t>
      </w:r>
      <w:r w:rsidR="00530790" w:rsidRPr="005D5566">
        <w:t>Grand-mère</w:t>
      </w:r>
      <w:r>
        <w:t xml:space="preserve">, </w:t>
      </w:r>
      <w:r w:rsidR="00530790" w:rsidRPr="005D5566">
        <w:t>ne vous gênez donc pas</w:t>
      </w:r>
      <w:r>
        <w:t xml:space="preserve">, </w:t>
      </w:r>
      <w:r w:rsidR="00530790" w:rsidRPr="005D5566">
        <w:t>demandez-lui des nouvelles de Pavel</w:t>
      </w:r>
      <w:r>
        <w:t>.</w:t>
      </w:r>
    </w:p>
    <w:p w14:paraId="5E7F222E" w14:textId="77777777" w:rsidR="001C0413" w:rsidRDefault="00530790" w:rsidP="001C0413">
      <w:r w:rsidRPr="005D5566">
        <w:t>Le grêlé eut de nouveau un large sourire</w:t>
      </w:r>
      <w:r w:rsidR="001C0413">
        <w:t>.</w:t>
      </w:r>
    </w:p>
    <w:p w14:paraId="4D3F55F1" w14:textId="77777777" w:rsidR="001C0413" w:rsidRDefault="001C0413" w:rsidP="001C0413">
      <w:r>
        <w:t>— </w:t>
      </w:r>
      <w:r w:rsidR="00530790" w:rsidRPr="005D5566">
        <w:t>Pavel</w:t>
      </w:r>
      <w:r>
        <w:t xml:space="preserve"> ? </w:t>
      </w:r>
      <w:r w:rsidR="00530790" w:rsidRPr="005D5566">
        <w:t>Il va bien</w:t>
      </w:r>
      <w:r>
        <w:t xml:space="preserve">, </w:t>
      </w:r>
      <w:r w:rsidR="00530790" w:rsidRPr="005D5566">
        <w:rPr>
          <w:bCs/>
        </w:rPr>
        <w:t xml:space="preserve">il </w:t>
      </w:r>
      <w:r w:rsidR="00530790" w:rsidRPr="005D5566">
        <w:t>est en bonne santé</w:t>
      </w:r>
      <w:r>
        <w:t xml:space="preserve">. </w:t>
      </w:r>
      <w:r w:rsidR="00530790" w:rsidRPr="005D5566">
        <w:t>C</w:t>
      </w:r>
      <w:r>
        <w:t>’</w:t>
      </w:r>
      <w:r w:rsidR="00530790" w:rsidRPr="005D5566">
        <w:t>est une espèce de président pour nous</w:t>
      </w:r>
      <w:r>
        <w:t xml:space="preserve">. </w:t>
      </w:r>
      <w:r w:rsidR="00530790" w:rsidRPr="005D5566">
        <w:t>C</w:t>
      </w:r>
      <w:r>
        <w:t>’</w:t>
      </w:r>
      <w:r w:rsidR="00530790" w:rsidRPr="005D5566">
        <w:t>est lui qui parle avec les autorités en notre nom</w:t>
      </w:r>
      <w:r>
        <w:t xml:space="preserve"> ; </w:t>
      </w:r>
      <w:r w:rsidR="00530790" w:rsidRPr="005D5566">
        <w:t>en général</w:t>
      </w:r>
      <w:r>
        <w:t xml:space="preserve">, </w:t>
      </w:r>
      <w:r w:rsidR="00530790" w:rsidRPr="005D5566">
        <w:t>c</w:t>
      </w:r>
      <w:r>
        <w:t>’</w:t>
      </w:r>
      <w:r w:rsidR="00530790" w:rsidRPr="005D5566">
        <w:t>est lui qui commande</w:t>
      </w:r>
      <w:r>
        <w:rPr>
          <w:rFonts w:eastAsia="Georgia" w:cs="Georgia"/>
        </w:rPr>
        <w:t xml:space="preserve">… </w:t>
      </w:r>
      <w:r w:rsidR="00530790" w:rsidRPr="005D5566">
        <w:t>On le respecte</w:t>
      </w:r>
      <w:r>
        <w:t xml:space="preserve">… </w:t>
      </w:r>
      <w:r w:rsidR="00530790" w:rsidRPr="005D5566">
        <w:t>Il y a de quoi</w:t>
      </w:r>
      <w:r>
        <w:t> !</w:t>
      </w:r>
    </w:p>
    <w:p w14:paraId="17689F34" w14:textId="77777777" w:rsidR="001C0413" w:rsidRDefault="00530790" w:rsidP="001C0413">
      <w:r w:rsidRPr="005D5566">
        <w:t>La mère buvait les paroles du jeune homme</w:t>
      </w:r>
      <w:r w:rsidR="001C0413">
        <w:t xml:space="preserve"> ; </w:t>
      </w:r>
      <w:r w:rsidRPr="005D5566">
        <w:t>elle jetait parfois un regard furtif sur le visage bleuâtre et boursouflé de Iégor</w:t>
      </w:r>
      <w:r w:rsidR="001C0413">
        <w:t xml:space="preserve">. </w:t>
      </w:r>
      <w:r w:rsidRPr="005D5566">
        <w:t>Figé comme un masque</w:t>
      </w:r>
      <w:r w:rsidR="001C0413">
        <w:t xml:space="preserve">, </w:t>
      </w:r>
      <w:r w:rsidRPr="005D5566">
        <w:t>dépourvu d</w:t>
      </w:r>
      <w:r w:rsidR="001C0413">
        <w:t>’</w:t>
      </w:r>
      <w:r w:rsidRPr="005D5566">
        <w:t>expression</w:t>
      </w:r>
      <w:r w:rsidR="001C0413">
        <w:t xml:space="preserve">, </w:t>
      </w:r>
      <w:r w:rsidRPr="005D5566">
        <w:t>il semblait étrangement plat</w:t>
      </w:r>
      <w:r w:rsidR="001C0413">
        <w:t xml:space="preserve"> ; </w:t>
      </w:r>
      <w:r w:rsidRPr="005D5566">
        <w:t>seuls les yeux vivaient et étincelaient gaiement</w:t>
      </w:r>
      <w:r w:rsidR="001C0413">
        <w:t>.</w:t>
      </w:r>
    </w:p>
    <w:p w14:paraId="40299262" w14:textId="77777777" w:rsidR="001C0413" w:rsidRDefault="001C0413" w:rsidP="001C0413">
      <w:r>
        <w:t>— </w:t>
      </w:r>
      <w:r w:rsidR="00530790" w:rsidRPr="005D5566">
        <w:t>Si vous me donniez à manger</w:t>
      </w:r>
      <w:r>
        <w:t xml:space="preserve">… </w:t>
      </w:r>
      <w:r w:rsidR="00530790" w:rsidRPr="005D5566">
        <w:t>je vous jure que j</w:t>
      </w:r>
      <w:r>
        <w:t>’</w:t>
      </w:r>
      <w:r w:rsidR="00530790" w:rsidRPr="005D5566">
        <w:t>ai bien faim</w:t>
      </w:r>
      <w:r>
        <w:t xml:space="preserve"> ! </w:t>
      </w:r>
      <w:r w:rsidR="00530790" w:rsidRPr="005D5566">
        <w:t>s</w:t>
      </w:r>
      <w:r>
        <w:t>’</w:t>
      </w:r>
      <w:r w:rsidR="00530790" w:rsidRPr="005D5566">
        <w:t>écria soudain le grêlé</w:t>
      </w:r>
      <w:r>
        <w:t>.</w:t>
      </w:r>
    </w:p>
    <w:p w14:paraId="0A6C2185" w14:textId="77777777" w:rsidR="001C0413" w:rsidRDefault="00530790" w:rsidP="001C0413">
      <w:r w:rsidRPr="005D5566">
        <w:t>Grand-mère</w:t>
      </w:r>
      <w:r w:rsidR="001C0413">
        <w:t xml:space="preserve">, </w:t>
      </w:r>
      <w:r w:rsidRPr="005D5566">
        <w:t>dit Iégor</w:t>
      </w:r>
      <w:r w:rsidR="001C0413">
        <w:t xml:space="preserve">, </w:t>
      </w:r>
      <w:r w:rsidRPr="005D5566">
        <w:t>il y a du pain sur le rayon</w:t>
      </w:r>
      <w:r w:rsidR="001C0413">
        <w:t xml:space="preserve"> ; </w:t>
      </w:r>
      <w:r w:rsidRPr="005D5566">
        <w:t>donnez-le lui</w:t>
      </w:r>
      <w:r w:rsidR="001C0413">
        <w:t xml:space="preserve"> ; </w:t>
      </w:r>
      <w:r w:rsidRPr="005D5566">
        <w:t>ensuite</w:t>
      </w:r>
      <w:r w:rsidR="001C0413">
        <w:t xml:space="preserve">, </w:t>
      </w:r>
      <w:r w:rsidRPr="005D5566">
        <w:t>allez dans le corridor et frappez à la seconde porte à gauche</w:t>
      </w:r>
      <w:r w:rsidR="001C0413">
        <w:t xml:space="preserve">. </w:t>
      </w:r>
      <w:r w:rsidRPr="005D5566">
        <w:t>Une femme vous ouvrira</w:t>
      </w:r>
      <w:r w:rsidR="001C0413">
        <w:t xml:space="preserve"> ; </w:t>
      </w:r>
      <w:r w:rsidRPr="005D5566">
        <w:t>dites-lui qu</w:t>
      </w:r>
      <w:r w:rsidR="001C0413">
        <w:t>’</w:t>
      </w:r>
      <w:r w:rsidRPr="005D5566">
        <w:t>elle vienne ici et qu</w:t>
      </w:r>
      <w:r w:rsidR="001C0413">
        <w:t>’</w:t>
      </w:r>
      <w:r w:rsidRPr="005D5566">
        <w:t>elle apporte tout ce qu</w:t>
      </w:r>
      <w:r w:rsidR="001C0413">
        <w:t>’</w:t>
      </w:r>
      <w:r w:rsidRPr="005D5566">
        <w:t>elle possède en fait de comestibles</w:t>
      </w:r>
      <w:r w:rsidR="001C0413">
        <w:t>…</w:t>
      </w:r>
    </w:p>
    <w:p w14:paraId="6F376E8A" w14:textId="77777777" w:rsidR="001C0413" w:rsidRDefault="001C0413" w:rsidP="001C0413">
      <w:r>
        <w:rPr>
          <w:rFonts w:eastAsia="Georgia"/>
        </w:rPr>
        <w:t>— </w:t>
      </w:r>
      <w:r w:rsidR="00530790" w:rsidRPr="005D5566">
        <w:t>Pourquoi tout</w:t>
      </w:r>
      <w:r>
        <w:t xml:space="preserve"> ? </w:t>
      </w:r>
      <w:r w:rsidR="00530790" w:rsidRPr="005D5566">
        <w:t>protesta Vessoftchikov</w:t>
      </w:r>
      <w:r>
        <w:t>.</w:t>
      </w:r>
    </w:p>
    <w:p w14:paraId="4272FC34" w14:textId="77777777" w:rsidR="001C0413" w:rsidRDefault="001C0413" w:rsidP="001C0413">
      <w:r>
        <w:t>— </w:t>
      </w:r>
      <w:r w:rsidR="00530790" w:rsidRPr="005D5566">
        <w:t>Ne vous émotionnez pas</w:t>
      </w:r>
      <w:r>
        <w:t xml:space="preserve">, </w:t>
      </w:r>
      <w:r w:rsidR="00530790" w:rsidRPr="005D5566">
        <w:t>ce ne sera pas grand</w:t>
      </w:r>
      <w:r>
        <w:t>’</w:t>
      </w:r>
      <w:r w:rsidR="00530790" w:rsidRPr="005D5566">
        <w:t>chose</w:t>
      </w:r>
      <w:r>
        <w:t xml:space="preserve">… </w:t>
      </w:r>
      <w:r w:rsidR="00530790" w:rsidRPr="005D5566">
        <w:t>rien</w:t>
      </w:r>
      <w:r>
        <w:t xml:space="preserve">, </w:t>
      </w:r>
      <w:r w:rsidR="00530790" w:rsidRPr="005D5566">
        <w:t>peut-être</w:t>
      </w:r>
      <w:r>
        <w:t> !</w:t>
      </w:r>
    </w:p>
    <w:p w14:paraId="14A7FAE1" w14:textId="77777777" w:rsidR="001C0413" w:rsidRDefault="00530790" w:rsidP="001C0413">
      <w:r w:rsidRPr="005D5566">
        <w:lastRenderedPageBreak/>
        <w:t>La mère obéit</w:t>
      </w:r>
      <w:r w:rsidR="001C0413">
        <w:t xml:space="preserve">. </w:t>
      </w:r>
      <w:r w:rsidRPr="005D5566">
        <w:t>Lorsqu</w:t>
      </w:r>
      <w:r w:rsidR="001C0413">
        <w:t>’</w:t>
      </w:r>
      <w:r w:rsidRPr="005D5566">
        <w:t>elle eut frappé à la porte indiquée</w:t>
      </w:r>
      <w:r w:rsidR="001C0413">
        <w:t xml:space="preserve">, </w:t>
      </w:r>
      <w:r w:rsidRPr="005D5566">
        <w:t>elle se dit tristement en prêtant l</w:t>
      </w:r>
      <w:r w:rsidR="001C0413">
        <w:t>’</w:t>
      </w:r>
      <w:r w:rsidRPr="005D5566">
        <w:t>oreille</w:t>
      </w:r>
      <w:r w:rsidR="001C0413">
        <w:t xml:space="preserve"> : – </w:t>
      </w:r>
      <w:r w:rsidRPr="005D5566">
        <w:t>Il est mourant</w:t>
      </w:r>
      <w:r w:rsidR="001C0413">
        <w:t>…</w:t>
      </w:r>
    </w:p>
    <w:p w14:paraId="2040990B" w14:textId="77777777" w:rsidR="001C0413" w:rsidRDefault="001C0413" w:rsidP="001C0413">
      <w:r>
        <w:t>— </w:t>
      </w:r>
      <w:r w:rsidR="00530790" w:rsidRPr="005D5566">
        <w:t>Qui est là</w:t>
      </w:r>
      <w:r>
        <w:t xml:space="preserve"> ? </w:t>
      </w:r>
      <w:r w:rsidR="00530790" w:rsidRPr="005D5566">
        <w:t>demanda quelqu</w:t>
      </w:r>
      <w:r>
        <w:t>’</w:t>
      </w:r>
      <w:r w:rsidR="00530790" w:rsidRPr="005D5566">
        <w:t>un à l</w:t>
      </w:r>
      <w:r>
        <w:t>’</w:t>
      </w:r>
      <w:r w:rsidR="00530790" w:rsidRPr="005D5566">
        <w:t>intérieur de la chambre</w:t>
      </w:r>
      <w:r>
        <w:t>.</w:t>
      </w:r>
    </w:p>
    <w:p w14:paraId="3D017511" w14:textId="77777777" w:rsidR="001C0413" w:rsidRDefault="001C0413" w:rsidP="001C0413">
      <w:pPr>
        <w:rPr>
          <w:rFonts w:eastAsia="Georgia" w:cs="Georgia"/>
          <w:bCs/>
          <w:i/>
          <w:iCs/>
        </w:rPr>
      </w:pPr>
      <w:r>
        <w:t>— </w:t>
      </w:r>
      <w:r w:rsidR="00530790" w:rsidRPr="005D5566">
        <w:t>De la part d</w:t>
      </w:r>
      <w:r>
        <w:t>’</w:t>
      </w:r>
      <w:r w:rsidR="00530790" w:rsidRPr="005D5566">
        <w:t>Iégor</w:t>
      </w:r>
      <w:r>
        <w:t xml:space="preserve"> ! </w:t>
      </w:r>
      <w:r w:rsidR="00530790" w:rsidRPr="005D5566">
        <w:t>répondit la mère à mi-voix</w:t>
      </w:r>
      <w:r>
        <w:t xml:space="preserve">. </w:t>
      </w:r>
      <w:r w:rsidR="00530790" w:rsidRPr="005D5566">
        <w:t>Il vous prie de venir chez lui</w:t>
      </w:r>
      <w:r>
        <w:rPr>
          <w:rFonts w:eastAsia="Georgia" w:cs="Georgia"/>
          <w:bCs/>
          <w:i/>
          <w:iCs/>
        </w:rPr>
        <w:t>…</w:t>
      </w:r>
    </w:p>
    <w:p w14:paraId="7CC83C33" w14:textId="77777777" w:rsidR="001C0413" w:rsidRDefault="001C0413" w:rsidP="001C0413">
      <w:r>
        <w:rPr>
          <w:rFonts w:eastAsia="Georgia"/>
        </w:rPr>
        <w:t>— </w:t>
      </w:r>
      <w:r w:rsidR="00530790" w:rsidRPr="005D5566">
        <w:t>J</w:t>
      </w:r>
      <w:r>
        <w:t>’</w:t>
      </w:r>
      <w:r w:rsidR="00530790" w:rsidRPr="005D5566">
        <w:t>y vais</w:t>
      </w:r>
      <w:r>
        <w:t xml:space="preserve"> ! </w:t>
      </w:r>
      <w:r w:rsidR="00530790" w:rsidRPr="005D5566">
        <w:t>répondit-on</w:t>
      </w:r>
      <w:r>
        <w:t>.</w:t>
      </w:r>
    </w:p>
    <w:p w14:paraId="13BD0519" w14:textId="77777777" w:rsidR="001C0413" w:rsidRDefault="00530790" w:rsidP="001C0413">
      <w:r w:rsidRPr="005D5566">
        <w:t>Pélaguée attendit un instant et frappa de nouveau</w:t>
      </w:r>
      <w:r w:rsidR="001C0413">
        <w:t xml:space="preserve">. </w:t>
      </w:r>
      <w:r w:rsidRPr="005D5566">
        <w:t>La porte s</w:t>
      </w:r>
      <w:r w:rsidR="001C0413">
        <w:t>’</w:t>
      </w:r>
      <w:r w:rsidRPr="005D5566">
        <w:t>ouvrit brusquement et une grande jeune femme qui portait des lunettes apparut</w:t>
      </w:r>
      <w:r w:rsidR="001C0413">
        <w:t xml:space="preserve">. </w:t>
      </w:r>
      <w:r w:rsidRPr="005D5566">
        <w:t>Tout en lissant la manche froissée de son corsage</w:t>
      </w:r>
      <w:r w:rsidR="001C0413">
        <w:t xml:space="preserve">, </w:t>
      </w:r>
      <w:r w:rsidRPr="005D5566">
        <w:t>elle demanda d</w:t>
      </w:r>
      <w:r w:rsidR="001C0413">
        <w:t>’</w:t>
      </w:r>
      <w:r w:rsidRPr="005D5566">
        <w:t>un ton sec</w:t>
      </w:r>
      <w:r w:rsidR="001C0413">
        <w:t> :</w:t>
      </w:r>
    </w:p>
    <w:p w14:paraId="28413533" w14:textId="77777777" w:rsidR="001C0413" w:rsidRDefault="001C0413" w:rsidP="001C0413">
      <w:r>
        <w:t>— </w:t>
      </w:r>
      <w:r w:rsidR="00530790" w:rsidRPr="005D5566">
        <w:t>Que désirez-vous</w:t>
      </w:r>
      <w:r>
        <w:t> ?</w:t>
      </w:r>
    </w:p>
    <w:p w14:paraId="4577B7A0" w14:textId="77777777" w:rsidR="001C0413" w:rsidRDefault="001C0413" w:rsidP="001C0413">
      <w:pPr>
        <w:rPr>
          <w:rFonts w:eastAsia="Georgia" w:cs="Georgia"/>
        </w:rPr>
      </w:pPr>
      <w:r>
        <w:t>— </w:t>
      </w:r>
      <w:r w:rsidR="00530790" w:rsidRPr="005D5566">
        <w:t>C</w:t>
      </w:r>
      <w:r>
        <w:t>’</w:t>
      </w:r>
      <w:r w:rsidR="00530790" w:rsidRPr="005D5566">
        <w:t>est Iégor qui m</w:t>
      </w:r>
      <w:r>
        <w:t>’</w:t>
      </w:r>
      <w:r w:rsidR="00530790" w:rsidRPr="005D5566">
        <w:t>envoie</w:t>
      </w:r>
      <w:r>
        <w:rPr>
          <w:rFonts w:eastAsia="Georgia" w:cs="Georgia"/>
        </w:rPr>
        <w:t>…</w:t>
      </w:r>
    </w:p>
    <w:p w14:paraId="62D3645C" w14:textId="77777777" w:rsidR="001C0413" w:rsidRDefault="001C0413" w:rsidP="001C0413">
      <w:pPr>
        <w:rPr>
          <w:rFonts w:eastAsia="Georgia" w:cs="Georgia"/>
        </w:rPr>
      </w:pPr>
      <w:r>
        <w:rPr>
          <w:rFonts w:eastAsia="Georgia"/>
        </w:rPr>
        <w:t>— </w:t>
      </w:r>
      <w:r w:rsidR="00530790" w:rsidRPr="005D5566">
        <w:t>Ah</w:t>
      </w:r>
      <w:r>
        <w:t xml:space="preserve"> ! </w:t>
      </w:r>
      <w:r w:rsidR="00530790" w:rsidRPr="005D5566">
        <w:t>Allons-y</w:t>
      </w:r>
      <w:r>
        <w:t xml:space="preserve"> !… </w:t>
      </w:r>
      <w:r w:rsidR="00530790" w:rsidRPr="005D5566">
        <w:t>Mais je vous connais</w:t>
      </w:r>
      <w:r>
        <w:t xml:space="preserve"> ! </w:t>
      </w:r>
      <w:r w:rsidR="00530790" w:rsidRPr="005D5566">
        <w:t>s</w:t>
      </w:r>
      <w:r>
        <w:t>’</w:t>
      </w:r>
      <w:r w:rsidR="00530790" w:rsidRPr="005D5566">
        <w:t>écria la femme</w:t>
      </w:r>
      <w:r>
        <w:t xml:space="preserve">. </w:t>
      </w:r>
      <w:r w:rsidR="00530790" w:rsidRPr="005D5566">
        <w:t>Bonjour</w:t>
      </w:r>
      <w:r>
        <w:t xml:space="preserve">. </w:t>
      </w:r>
      <w:r w:rsidR="00530790" w:rsidRPr="005D5566">
        <w:t>Il fait sombre ici</w:t>
      </w:r>
      <w:r>
        <w:rPr>
          <w:rFonts w:eastAsia="Georgia" w:cs="Georgia"/>
        </w:rPr>
        <w:t>…</w:t>
      </w:r>
    </w:p>
    <w:p w14:paraId="30E8474B" w14:textId="77777777" w:rsidR="001C0413" w:rsidRDefault="00530790" w:rsidP="001C0413">
      <w:r w:rsidRPr="005D5566">
        <w:t>La mère la regarda et se souvint de l</w:t>
      </w:r>
      <w:r w:rsidR="001C0413">
        <w:t>’</w:t>
      </w:r>
      <w:r w:rsidRPr="005D5566">
        <w:t>avoir vue une ou deux fois chez Nicolas</w:t>
      </w:r>
      <w:r w:rsidR="001C0413">
        <w:t>. « </w:t>
      </w:r>
      <w:r w:rsidRPr="005D5566">
        <w:t>On trouve des nôtres partout</w:t>
      </w:r>
      <w:r w:rsidR="001C0413">
        <w:t> ! »</w:t>
      </w:r>
      <w:r w:rsidRPr="005D5566">
        <w:t xml:space="preserve"> pensa-t-elle</w:t>
      </w:r>
      <w:r w:rsidR="001C0413">
        <w:t>.</w:t>
      </w:r>
    </w:p>
    <w:p w14:paraId="5E4802BA" w14:textId="77777777" w:rsidR="001C0413" w:rsidRDefault="00530790" w:rsidP="001C0413">
      <w:r w:rsidRPr="005D5566">
        <w:t>La femme s</w:t>
      </w:r>
      <w:r w:rsidR="001C0413">
        <w:t>’</w:t>
      </w:r>
      <w:r w:rsidRPr="005D5566">
        <w:t>arrangea de manière à ce que la mère marchât devant elle</w:t>
      </w:r>
      <w:r w:rsidR="001C0413">
        <w:t>.</w:t>
      </w:r>
    </w:p>
    <w:p w14:paraId="36BF8282" w14:textId="77777777" w:rsidR="001C0413" w:rsidRDefault="001C0413" w:rsidP="001C0413">
      <w:r>
        <w:t>— </w:t>
      </w:r>
      <w:r w:rsidR="00530790" w:rsidRPr="005D5566">
        <w:t>Il est bien mal</w:t>
      </w:r>
      <w:r>
        <w:t xml:space="preserve"> ? </w:t>
      </w:r>
      <w:r w:rsidR="00530790" w:rsidRPr="005D5566">
        <w:t>interrogea-t-elle</w:t>
      </w:r>
      <w:r>
        <w:t>.</w:t>
      </w:r>
    </w:p>
    <w:p w14:paraId="20EB6387" w14:textId="77777777" w:rsidR="001C0413" w:rsidRDefault="001C0413" w:rsidP="001C0413">
      <w:r>
        <w:t>— </w:t>
      </w:r>
      <w:r w:rsidR="00530790" w:rsidRPr="005D5566">
        <w:t>Oui</w:t>
      </w:r>
      <w:r>
        <w:t xml:space="preserve">, </w:t>
      </w:r>
      <w:r w:rsidR="00530790" w:rsidRPr="005D5566">
        <w:t>il est couché</w:t>
      </w:r>
      <w:r>
        <w:t xml:space="preserve">. </w:t>
      </w:r>
      <w:r w:rsidR="00530790" w:rsidRPr="005D5566">
        <w:t>Il vous prie d</w:t>
      </w:r>
      <w:r>
        <w:t>’</w:t>
      </w:r>
      <w:r w:rsidR="00530790" w:rsidRPr="005D5566">
        <w:t>apporter quelque chose à manger</w:t>
      </w:r>
      <w:r>
        <w:t>.</w:t>
      </w:r>
    </w:p>
    <w:p w14:paraId="5CA573B0" w14:textId="77777777" w:rsidR="001C0413" w:rsidRDefault="001C0413" w:rsidP="001C0413">
      <w:r>
        <w:t>— </w:t>
      </w:r>
      <w:r w:rsidR="00530790" w:rsidRPr="005D5566">
        <w:t>Oh</w:t>
      </w:r>
      <w:r>
        <w:t xml:space="preserve"> ! </w:t>
      </w:r>
      <w:r w:rsidR="00530790" w:rsidRPr="005D5566">
        <w:t>c</w:t>
      </w:r>
      <w:r>
        <w:t>’</w:t>
      </w:r>
      <w:r w:rsidR="00530790" w:rsidRPr="005D5566">
        <w:t>est inutile</w:t>
      </w:r>
      <w:r>
        <w:t>…</w:t>
      </w:r>
    </w:p>
    <w:p w14:paraId="7C162AC5" w14:textId="77777777" w:rsidR="001C0413" w:rsidRDefault="00530790" w:rsidP="001C0413">
      <w:pPr>
        <w:rPr>
          <w:rFonts w:eastAsia="Georgia" w:cs="Georgia"/>
        </w:rPr>
      </w:pPr>
      <w:r w:rsidRPr="005D5566">
        <w:t>Lorsque les deux femmes pénétrèrent chez Iégor</w:t>
      </w:r>
      <w:r w:rsidR="001C0413">
        <w:t xml:space="preserve">, </w:t>
      </w:r>
      <w:r w:rsidRPr="005D5566">
        <w:t>celui-ci les accueillit par un râle</w:t>
      </w:r>
      <w:r w:rsidR="001C0413">
        <w:rPr>
          <w:rFonts w:eastAsia="Georgia" w:cs="Georgia"/>
        </w:rPr>
        <w:t>…</w:t>
      </w:r>
    </w:p>
    <w:p w14:paraId="69424835" w14:textId="77777777" w:rsidR="001C0413" w:rsidRDefault="001C0413" w:rsidP="001C0413">
      <w:r>
        <w:rPr>
          <w:rFonts w:eastAsia="Georgia"/>
        </w:rPr>
        <w:lastRenderedPageBreak/>
        <w:t>— </w:t>
      </w:r>
      <w:r w:rsidR="00530790" w:rsidRPr="005D5566">
        <w:t>Lioudmila</w:t>
      </w:r>
      <w:r>
        <w:t xml:space="preserve">, </w:t>
      </w:r>
      <w:r w:rsidR="00530790" w:rsidRPr="005D5566">
        <w:t>ce jeune homme-là vient de sortir de prison sans la permission des autorités</w:t>
      </w:r>
      <w:r>
        <w:t xml:space="preserve">, </w:t>
      </w:r>
      <w:r w:rsidR="00530790" w:rsidRPr="005D5566">
        <w:t>l</w:t>
      </w:r>
      <w:r>
        <w:t>’</w:t>
      </w:r>
      <w:r w:rsidR="00530790" w:rsidRPr="005D5566">
        <w:t>impertinent</w:t>
      </w:r>
      <w:r>
        <w:t xml:space="preserve"> ! </w:t>
      </w:r>
      <w:r w:rsidR="00530790" w:rsidRPr="005D5566">
        <w:t>Avant tout</w:t>
      </w:r>
      <w:r>
        <w:t xml:space="preserve">, </w:t>
      </w:r>
      <w:r w:rsidR="00530790" w:rsidRPr="005D5566">
        <w:t>donnez-lui à manger et cachez-le n</w:t>
      </w:r>
      <w:r>
        <w:t>’</w:t>
      </w:r>
      <w:r w:rsidR="00530790" w:rsidRPr="005D5566">
        <w:t>importe où pendant un jour ou deux</w:t>
      </w:r>
      <w:r>
        <w:t>.</w:t>
      </w:r>
    </w:p>
    <w:p w14:paraId="5506A4F9" w14:textId="77777777" w:rsidR="001C0413" w:rsidRDefault="00530790" w:rsidP="001C0413">
      <w:r w:rsidRPr="005D5566">
        <w:t>Lioudmila hocha la tête et</w:t>
      </w:r>
      <w:r w:rsidR="001C0413">
        <w:t xml:space="preserve">, </w:t>
      </w:r>
      <w:r w:rsidRPr="005D5566">
        <w:t>tout en examinant avec attention le visage du malade</w:t>
      </w:r>
      <w:r w:rsidR="001C0413">
        <w:t xml:space="preserve">, </w:t>
      </w:r>
      <w:r w:rsidRPr="005D5566">
        <w:t>elle dit sévèrement</w:t>
      </w:r>
      <w:r w:rsidR="001C0413">
        <w:t> :</w:t>
      </w:r>
    </w:p>
    <w:p w14:paraId="77BACE88" w14:textId="77777777" w:rsidR="001C0413" w:rsidRDefault="001C0413" w:rsidP="001C0413">
      <w:r>
        <w:t>— </w:t>
      </w:r>
      <w:r w:rsidR="00530790" w:rsidRPr="005D5566">
        <w:t>Iégor</w:t>
      </w:r>
      <w:r>
        <w:t xml:space="preserve">, </w:t>
      </w:r>
      <w:r w:rsidR="00530790" w:rsidRPr="005D5566">
        <w:t>vous auriez dû me faire chercher aussitôt que vos visites sont arrivées</w:t>
      </w:r>
      <w:r>
        <w:t xml:space="preserve"> ! </w:t>
      </w:r>
      <w:r w:rsidR="00530790" w:rsidRPr="005D5566">
        <w:t>Et je vois que vous avez à deux reprises oublié de prendre votre médecine</w:t>
      </w:r>
      <w:r>
        <w:t xml:space="preserve">. </w:t>
      </w:r>
      <w:r w:rsidR="00530790" w:rsidRPr="005D5566">
        <w:t>Quelle négligence</w:t>
      </w:r>
      <w:r>
        <w:t xml:space="preserve"> ! </w:t>
      </w:r>
      <w:r w:rsidR="00530790" w:rsidRPr="005D5566">
        <w:t>Vous dites</w:t>
      </w:r>
      <w:r>
        <w:t xml:space="preserve">, </w:t>
      </w:r>
      <w:r w:rsidR="00530790" w:rsidRPr="005D5566">
        <w:t>vous-même</w:t>
      </w:r>
      <w:r>
        <w:t xml:space="preserve">, </w:t>
      </w:r>
      <w:r w:rsidR="00530790" w:rsidRPr="005D5566">
        <w:t>que vous respirez plus facilement après</w:t>
      </w:r>
      <w:r>
        <w:t xml:space="preserve">… </w:t>
      </w:r>
      <w:r w:rsidR="00530790" w:rsidRPr="005D5566">
        <w:t>Venez chez moi</w:t>
      </w:r>
      <w:r>
        <w:t xml:space="preserve">, </w:t>
      </w:r>
      <w:r w:rsidR="00530790" w:rsidRPr="005D5566">
        <w:t>camarade</w:t>
      </w:r>
      <w:r>
        <w:t xml:space="preserve"> !… </w:t>
      </w:r>
      <w:r w:rsidR="00530790" w:rsidRPr="005D5566">
        <w:t>On va tout de suite venir prendre Iégor pour le mener à l</w:t>
      </w:r>
      <w:r>
        <w:t>’</w:t>
      </w:r>
      <w:r w:rsidR="00530790" w:rsidRPr="005D5566">
        <w:t>hôpital</w:t>
      </w:r>
      <w:r>
        <w:t>.</w:t>
      </w:r>
    </w:p>
    <w:p w14:paraId="0763B952" w14:textId="77777777" w:rsidR="001C0413" w:rsidRDefault="001C0413" w:rsidP="001C0413">
      <w:r>
        <w:t>— </w:t>
      </w:r>
      <w:r w:rsidR="00530790" w:rsidRPr="005D5566">
        <w:t>Il faut donc que j</w:t>
      </w:r>
      <w:r>
        <w:t>’</w:t>
      </w:r>
      <w:r w:rsidR="00530790" w:rsidRPr="005D5566">
        <w:t>y aille</w:t>
      </w:r>
      <w:r>
        <w:t xml:space="preserve"> ? </w:t>
      </w:r>
      <w:r w:rsidR="00530790" w:rsidRPr="005D5566">
        <w:t>demanda Iégor</w:t>
      </w:r>
      <w:r>
        <w:t>.</w:t>
      </w:r>
    </w:p>
    <w:p w14:paraId="1CE7C8E3" w14:textId="77777777" w:rsidR="001C0413" w:rsidRDefault="001C0413" w:rsidP="001C0413">
      <w:r>
        <w:t>— </w:t>
      </w:r>
      <w:r w:rsidR="00530790" w:rsidRPr="005D5566">
        <w:t>Oui</w:t>
      </w:r>
      <w:r>
        <w:t xml:space="preserve">. </w:t>
      </w:r>
      <w:r w:rsidR="00530790" w:rsidRPr="005D5566">
        <w:t>J</w:t>
      </w:r>
      <w:r>
        <w:t>’</w:t>
      </w:r>
      <w:r w:rsidR="00530790" w:rsidRPr="005D5566">
        <w:t>irai vous y rejoindre</w:t>
      </w:r>
      <w:r>
        <w:t> !</w:t>
      </w:r>
    </w:p>
    <w:p w14:paraId="7378CC66" w14:textId="77777777" w:rsidR="001C0413" w:rsidRDefault="001C0413" w:rsidP="001C0413">
      <w:r>
        <w:t>— </w:t>
      </w:r>
      <w:r w:rsidR="00530790" w:rsidRPr="005D5566">
        <w:t>Là aussi</w:t>
      </w:r>
      <w:r>
        <w:t> ?…</w:t>
      </w:r>
    </w:p>
    <w:p w14:paraId="348A9383" w14:textId="77777777" w:rsidR="001C0413" w:rsidRDefault="001C0413" w:rsidP="001C0413">
      <w:r>
        <w:t>— </w:t>
      </w:r>
      <w:r w:rsidR="00530790" w:rsidRPr="005D5566">
        <w:t>Ne dites pas de sottises</w:t>
      </w:r>
      <w:r>
        <w:t>…</w:t>
      </w:r>
    </w:p>
    <w:p w14:paraId="0155CC1B" w14:textId="77777777" w:rsidR="001C0413" w:rsidRDefault="00530790" w:rsidP="001C0413">
      <w:r w:rsidRPr="005D5566">
        <w:t>Tout en parlant</w:t>
      </w:r>
      <w:r w:rsidR="001C0413">
        <w:t xml:space="preserve">, </w:t>
      </w:r>
      <w:r w:rsidRPr="005D5566">
        <w:t>la jeune femme avait remis la couverture sur la poitrine du malade</w:t>
      </w:r>
      <w:r w:rsidR="001C0413">
        <w:t xml:space="preserve">, </w:t>
      </w:r>
      <w:r w:rsidRPr="005D5566">
        <w:t>fixement observé Vessoftchikov</w:t>
      </w:r>
      <w:r w:rsidR="001C0413">
        <w:t xml:space="preserve">, </w:t>
      </w:r>
      <w:r w:rsidRPr="005D5566">
        <w:t>mesuré de l</w:t>
      </w:r>
      <w:r w:rsidR="001C0413">
        <w:t>’</w:t>
      </w:r>
      <w:r w:rsidRPr="005D5566">
        <w:t>œil la médecine</w:t>
      </w:r>
      <w:r w:rsidR="001C0413">
        <w:t xml:space="preserve">… </w:t>
      </w:r>
      <w:r w:rsidRPr="005D5566">
        <w:t>Elle parlait d</w:t>
      </w:r>
      <w:r w:rsidR="001C0413">
        <w:t>’</w:t>
      </w:r>
      <w:r w:rsidRPr="005D5566">
        <w:t>une voix égale et basse</w:t>
      </w:r>
      <w:r w:rsidR="001C0413">
        <w:t xml:space="preserve">, </w:t>
      </w:r>
      <w:r w:rsidRPr="005D5566">
        <w:t>mais sonore</w:t>
      </w:r>
      <w:r w:rsidR="001C0413">
        <w:t xml:space="preserve"> ; </w:t>
      </w:r>
      <w:r w:rsidRPr="005D5566">
        <w:t>ses mouvements avaient de l</w:t>
      </w:r>
      <w:r w:rsidR="001C0413">
        <w:t>’</w:t>
      </w:r>
      <w:r w:rsidRPr="005D5566">
        <w:t>ampleur</w:t>
      </w:r>
      <w:r w:rsidR="001C0413">
        <w:t xml:space="preserve"> ; </w:t>
      </w:r>
      <w:r w:rsidRPr="005D5566">
        <w:t>son visage était pâle et ses sourcils noirs se rejoignaient presque à la racine du nez</w:t>
      </w:r>
      <w:r w:rsidR="001C0413">
        <w:t xml:space="preserve">. </w:t>
      </w:r>
      <w:r w:rsidRPr="005D5566">
        <w:t>Cette physionomie déplut à la mère</w:t>
      </w:r>
      <w:r w:rsidR="001C0413">
        <w:t xml:space="preserve">, </w:t>
      </w:r>
      <w:r w:rsidRPr="005D5566">
        <w:t>qui la jugea arrogante</w:t>
      </w:r>
      <w:r w:rsidR="001C0413">
        <w:t xml:space="preserve"> ; </w:t>
      </w:r>
      <w:r w:rsidRPr="005D5566">
        <w:t>les yeux n</w:t>
      </w:r>
      <w:r w:rsidR="001C0413">
        <w:t>’</w:t>
      </w:r>
      <w:r w:rsidRPr="005D5566">
        <w:t>avaient ni éclat</w:t>
      </w:r>
      <w:r w:rsidR="001C0413">
        <w:t xml:space="preserve">, </w:t>
      </w:r>
      <w:r w:rsidRPr="005D5566">
        <w:t>ni sourire</w:t>
      </w:r>
      <w:r w:rsidR="001C0413">
        <w:t xml:space="preserve"> ; </w:t>
      </w:r>
      <w:r w:rsidRPr="005D5566">
        <w:t>la voix</w:t>
      </w:r>
      <w:r w:rsidR="001C0413">
        <w:t xml:space="preserve">, </w:t>
      </w:r>
      <w:r w:rsidRPr="005D5566">
        <w:t>des intonations de commandement</w:t>
      </w:r>
      <w:r w:rsidR="001C0413">
        <w:t>.</w:t>
      </w:r>
    </w:p>
    <w:p w14:paraId="061E3E93" w14:textId="77777777" w:rsidR="001C0413" w:rsidRDefault="001C0413" w:rsidP="001C0413">
      <w:r>
        <w:t>— </w:t>
      </w:r>
      <w:r w:rsidR="00530790" w:rsidRPr="005D5566">
        <w:t>Nous partons</w:t>
      </w:r>
      <w:r>
        <w:t xml:space="preserve"> ! </w:t>
      </w:r>
      <w:r w:rsidR="00530790" w:rsidRPr="005D5566">
        <w:t>continua-t-elle</w:t>
      </w:r>
      <w:r>
        <w:t xml:space="preserve">. </w:t>
      </w:r>
      <w:r w:rsidR="00530790" w:rsidRPr="005D5566">
        <w:t>Je reviendrai bientôt</w:t>
      </w:r>
      <w:r>
        <w:t xml:space="preserve">. </w:t>
      </w:r>
      <w:r w:rsidR="00530790" w:rsidRPr="005D5566">
        <w:t>Vous</w:t>
      </w:r>
      <w:r>
        <w:t xml:space="preserve">, </w:t>
      </w:r>
      <w:r w:rsidR="00530790" w:rsidRPr="005D5566">
        <w:t>vous donnerez à Iégor une cuillerée à soupe de cette potion</w:t>
      </w:r>
      <w:r>
        <w:t xml:space="preserve">… </w:t>
      </w:r>
      <w:r w:rsidR="00530790" w:rsidRPr="005D5566">
        <w:t>Ne lui permettez pas de parler</w:t>
      </w:r>
      <w:r>
        <w:t>…</w:t>
      </w:r>
    </w:p>
    <w:p w14:paraId="00E17571" w14:textId="77777777" w:rsidR="001C0413" w:rsidRDefault="00530790" w:rsidP="001C0413">
      <w:r w:rsidRPr="005D5566">
        <w:t>Et elle sortit en emmenant le grêlé</w:t>
      </w:r>
      <w:r w:rsidR="001C0413">
        <w:t>.</w:t>
      </w:r>
    </w:p>
    <w:p w14:paraId="4A372523" w14:textId="77777777" w:rsidR="001C0413" w:rsidRDefault="001C0413" w:rsidP="001C0413">
      <w:r>
        <w:lastRenderedPageBreak/>
        <w:t>— </w:t>
      </w:r>
      <w:r w:rsidR="00530790" w:rsidRPr="005D5566">
        <w:t>Quelle merveilleuse femme</w:t>
      </w:r>
      <w:r>
        <w:t xml:space="preserve"> ! </w:t>
      </w:r>
      <w:r w:rsidR="00530790" w:rsidRPr="005D5566">
        <w:t xml:space="preserve">dit Iégor avec </w:t>
      </w:r>
      <w:r w:rsidR="00530790" w:rsidRPr="005D5566">
        <w:rPr>
          <w:bCs/>
        </w:rPr>
        <w:t xml:space="preserve">un </w:t>
      </w:r>
      <w:r w:rsidR="00530790" w:rsidRPr="005D5566">
        <w:t>soupir</w:t>
      </w:r>
      <w:r>
        <w:t xml:space="preserve">. </w:t>
      </w:r>
      <w:r w:rsidR="00530790" w:rsidRPr="005D5566">
        <w:t>Quelle admirable créature</w:t>
      </w:r>
      <w:r>
        <w:t xml:space="preserve"> !… </w:t>
      </w:r>
      <w:r w:rsidR="00530790" w:rsidRPr="005D5566">
        <w:t>C</w:t>
      </w:r>
      <w:r>
        <w:t>’</w:t>
      </w:r>
      <w:r w:rsidR="00530790" w:rsidRPr="005D5566">
        <w:t>est chez elle que vous auriez dû vous installer grand-mère</w:t>
      </w:r>
      <w:r>
        <w:t xml:space="preserve">. </w:t>
      </w:r>
      <w:r w:rsidR="00530790" w:rsidRPr="005D5566">
        <w:t>Elle travaille beaucoup</w:t>
      </w:r>
      <w:r>
        <w:t xml:space="preserve">… </w:t>
      </w:r>
      <w:r w:rsidR="00530790" w:rsidRPr="005D5566">
        <w:t>Elle est très fatiguée</w:t>
      </w:r>
      <w:r>
        <w:t>…</w:t>
      </w:r>
    </w:p>
    <w:p w14:paraId="3993BF38" w14:textId="77777777" w:rsidR="001C0413" w:rsidRDefault="001C0413" w:rsidP="001C0413">
      <w:r>
        <w:t>— </w:t>
      </w:r>
      <w:r w:rsidR="00530790" w:rsidRPr="005D5566">
        <w:t>Ne parle pas</w:t>
      </w:r>
      <w:r>
        <w:t xml:space="preserve">, </w:t>
      </w:r>
      <w:r w:rsidR="00530790" w:rsidRPr="005D5566">
        <w:t>tiens</w:t>
      </w:r>
      <w:r>
        <w:t xml:space="preserve">, </w:t>
      </w:r>
      <w:r w:rsidR="00530790" w:rsidRPr="005D5566">
        <w:t>bois plutôt</w:t>
      </w:r>
      <w:r>
        <w:t xml:space="preserve"> ! </w:t>
      </w:r>
      <w:r w:rsidR="00530790" w:rsidRPr="005D5566">
        <w:t>répondit affectueusement la mère</w:t>
      </w:r>
      <w:r>
        <w:t>.</w:t>
      </w:r>
    </w:p>
    <w:p w14:paraId="64340C09" w14:textId="77777777" w:rsidR="001C0413" w:rsidRDefault="00530790" w:rsidP="001C0413">
      <w:r w:rsidRPr="005D5566">
        <w:t>Il avala le remède et continua en fermant un œil</w:t>
      </w:r>
      <w:r w:rsidR="001C0413">
        <w:t> :</w:t>
      </w:r>
    </w:p>
    <w:p w14:paraId="1BFA4F04" w14:textId="77777777" w:rsidR="001C0413" w:rsidRDefault="001C0413" w:rsidP="001C0413">
      <w:r>
        <w:t>— </w:t>
      </w:r>
      <w:r w:rsidR="00530790" w:rsidRPr="005D5566">
        <w:t>Qu</w:t>
      </w:r>
      <w:r>
        <w:t>’</w:t>
      </w:r>
      <w:r w:rsidR="00530790" w:rsidRPr="005D5566">
        <w:t>importe</w:t>
      </w:r>
      <w:r>
        <w:t xml:space="preserve"> ! </w:t>
      </w:r>
      <w:r w:rsidR="00530790" w:rsidRPr="005D5566">
        <w:t>j</w:t>
      </w:r>
      <w:r>
        <w:t>’</w:t>
      </w:r>
      <w:r w:rsidR="00530790" w:rsidRPr="005D5566">
        <w:t>aurai beau me taire</w:t>
      </w:r>
      <w:r>
        <w:t xml:space="preserve">, </w:t>
      </w:r>
      <w:r w:rsidR="00530790" w:rsidRPr="005D5566">
        <w:t>je mourrai quand même</w:t>
      </w:r>
      <w:r>
        <w:t>…</w:t>
      </w:r>
    </w:p>
    <w:p w14:paraId="1C98659A" w14:textId="77777777" w:rsidR="001C0413" w:rsidRDefault="00530790" w:rsidP="001C0413">
      <w:r w:rsidRPr="005D5566">
        <w:t>Il regarda la mère</w:t>
      </w:r>
      <w:r w:rsidR="001C0413">
        <w:t xml:space="preserve">, </w:t>
      </w:r>
      <w:r w:rsidRPr="005D5566">
        <w:t>tandis que ses lèvres s</w:t>
      </w:r>
      <w:r w:rsidR="001C0413">
        <w:t>’</w:t>
      </w:r>
      <w:r w:rsidRPr="005D5566">
        <w:t>ouvraient lentement en un sourire</w:t>
      </w:r>
      <w:r w:rsidR="001C0413">
        <w:t xml:space="preserve">. </w:t>
      </w:r>
      <w:r w:rsidRPr="005D5566">
        <w:t>La mère baissa la tête</w:t>
      </w:r>
      <w:r w:rsidR="001C0413">
        <w:t xml:space="preserve"> ; </w:t>
      </w:r>
      <w:r w:rsidRPr="005D5566">
        <w:rPr>
          <w:bCs/>
        </w:rPr>
        <w:t xml:space="preserve">un </w:t>
      </w:r>
      <w:r w:rsidRPr="005D5566">
        <w:t>sentiment de pitié aigu fit couler ses larmes</w:t>
      </w:r>
      <w:r w:rsidR="001C0413">
        <w:t>…</w:t>
      </w:r>
    </w:p>
    <w:p w14:paraId="19EF811D" w14:textId="77777777" w:rsidR="001C0413" w:rsidRDefault="001C0413" w:rsidP="001C0413">
      <w:r>
        <w:t>— </w:t>
      </w:r>
      <w:r w:rsidR="00530790" w:rsidRPr="005D5566">
        <w:t>Ne pleurez pas</w:t>
      </w:r>
      <w:r>
        <w:t xml:space="preserve">, </w:t>
      </w:r>
      <w:r w:rsidR="00530790" w:rsidRPr="005D5566">
        <w:t>grand-mère</w:t>
      </w:r>
      <w:r>
        <w:t xml:space="preserve">, </w:t>
      </w:r>
      <w:r w:rsidR="00530790" w:rsidRPr="005D5566">
        <w:t>c</w:t>
      </w:r>
      <w:r>
        <w:t>’</w:t>
      </w:r>
      <w:r w:rsidR="00530790" w:rsidRPr="005D5566">
        <w:t>est naturel</w:t>
      </w:r>
      <w:r>
        <w:t xml:space="preserve">… </w:t>
      </w:r>
      <w:r w:rsidR="00530790" w:rsidRPr="005D5566">
        <w:t>Le plaisir de vivre entraîne après lui la nécessité de mourir</w:t>
      </w:r>
      <w:r>
        <w:t>…</w:t>
      </w:r>
    </w:p>
    <w:p w14:paraId="67979B04" w14:textId="77777777" w:rsidR="001C0413" w:rsidRDefault="00530790" w:rsidP="001C0413">
      <w:r w:rsidRPr="005D5566">
        <w:t>La mère lui posa la main sur la tête et dit à voix basse</w:t>
      </w:r>
      <w:r w:rsidR="001C0413">
        <w:t> :</w:t>
      </w:r>
    </w:p>
    <w:p w14:paraId="5AC8D7C6" w14:textId="77777777" w:rsidR="001C0413" w:rsidRDefault="001C0413" w:rsidP="001C0413">
      <w:r>
        <w:t>— </w:t>
      </w:r>
      <w:r w:rsidR="00530790" w:rsidRPr="005D5566">
        <w:t>Tais-toi</w:t>
      </w:r>
      <w:r>
        <w:t xml:space="preserve">, </w:t>
      </w:r>
      <w:r w:rsidR="00530790" w:rsidRPr="005D5566">
        <w:t>hein</w:t>
      </w:r>
      <w:r>
        <w:t> !</w:t>
      </w:r>
    </w:p>
    <w:p w14:paraId="41BDAC1E" w14:textId="77777777" w:rsidR="001C0413" w:rsidRDefault="00530790" w:rsidP="001C0413">
      <w:r w:rsidRPr="005D5566">
        <w:t>Mais</w:t>
      </w:r>
      <w:r w:rsidR="001C0413">
        <w:t xml:space="preserve">, </w:t>
      </w:r>
      <w:r w:rsidRPr="005D5566">
        <w:t>fermant les yeux comme pour écouter les râles dans sa poitrine</w:t>
      </w:r>
      <w:r w:rsidR="001C0413">
        <w:t xml:space="preserve">, </w:t>
      </w:r>
      <w:r w:rsidRPr="005D5566">
        <w:t>il continua obstinément</w:t>
      </w:r>
      <w:r w:rsidR="001C0413">
        <w:t> :</w:t>
      </w:r>
    </w:p>
    <w:p w14:paraId="7BFE38E2" w14:textId="77777777" w:rsidR="001C0413" w:rsidRDefault="001C0413" w:rsidP="001C0413">
      <w:r>
        <w:t>— </w:t>
      </w:r>
      <w:r w:rsidR="00530790" w:rsidRPr="005D5566">
        <w:t>C</w:t>
      </w:r>
      <w:r>
        <w:t>’</w:t>
      </w:r>
      <w:r w:rsidR="00530790" w:rsidRPr="005D5566">
        <w:t>est stupide de me taire</w:t>
      </w:r>
      <w:r>
        <w:t xml:space="preserve">, </w:t>
      </w:r>
      <w:r w:rsidR="00530790" w:rsidRPr="005D5566">
        <w:t>grand-mère</w:t>
      </w:r>
      <w:r>
        <w:t xml:space="preserve">… </w:t>
      </w:r>
      <w:r w:rsidR="00530790" w:rsidRPr="005D5566">
        <w:t>Qu</w:t>
      </w:r>
      <w:r>
        <w:t>’</w:t>
      </w:r>
      <w:r w:rsidR="00530790" w:rsidRPr="005D5566">
        <w:t>y gagnerais-je</w:t>
      </w:r>
      <w:r>
        <w:t xml:space="preserve"> ? </w:t>
      </w:r>
      <w:r w:rsidR="00530790" w:rsidRPr="005D5566">
        <w:t>quelques minutes d</w:t>
      </w:r>
      <w:r>
        <w:t>’</w:t>
      </w:r>
      <w:r w:rsidR="00530790" w:rsidRPr="005D5566">
        <w:t>agonie de plus</w:t>
      </w:r>
      <w:r>
        <w:t xml:space="preserve">, </w:t>
      </w:r>
      <w:r w:rsidR="00530790" w:rsidRPr="005D5566">
        <w:t>et je perdrais le plaisir de bavarder avec une brave femme</w:t>
      </w:r>
      <w:r>
        <w:t xml:space="preserve">… </w:t>
      </w:r>
      <w:r w:rsidR="00530790" w:rsidRPr="005D5566">
        <w:t>Je ne crois pas qu</w:t>
      </w:r>
      <w:r>
        <w:t>’</w:t>
      </w:r>
      <w:r w:rsidR="00530790" w:rsidRPr="005D5566">
        <w:t>il y ait dans l</w:t>
      </w:r>
      <w:r>
        <w:t>’</w:t>
      </w:r>
      <w:r w:rsidR="00530790" w:rsidRPr="005D5566">
        <w:t>autre monde d</w:t>
      </w:r>
      <w:r>
        <w:t>’</w:t>
      </w:r>
      <w:r w:rsidR="00530790" w:rsidRPr="005D5566">
        <w:t>aussi braves gens que dans celui-ci</w:t>
      </w:r>
      <w:r>
        <w:t>…</w:t>
      </w:r>
    </w:p>
    <w:p w14:paraId="4083F16A" w14:textId="77777777" w:rsidR="001C0413" w:rsidRDefault="00530790" w:rsidP="001C0413">
      <w:r w:rsidRPr="005D5566">
        <w:t>La mère l</w:t>
      </w:r>
      <w:r w:rsidR="001C0413">
        <w:t>’</w:t>
      </w:r>
      <w:r w:rsidRPr="005D5566">
        <w:t>interrompit avec agitation</w:t>
      </w:r>
      <w:r w:rsidR="001C0413">
        <w:t> :</w:t>
      </w:r>
    </w:p>
    <w:p w14:paraId="1576A9D9" w14:textId="77777777" w:rsidR="001C0413" w:rsidRDefault="001C0413" w:rsidP="001C0413">
      <w:r>
        <w:t>— </w:t>
      </w:r>
      <w:r w:rsidR="00530790" w:rsidRPr="005D5566">
        <w:t>Elle va revenir</w:t>
      </w:r>
      <w:r>
        <w:t xml:space="preserve">, </w:t>
      </w:r>
      <w:r w:rsidR="00530790" w:rsidRPr="005D5566">
        <w:t>la dame</w:t>
      </w:r>
      <w:r>
        <w:t xml:space="preserve">, </w:t>
      </w:r>
      <w:r w:rsidR="00530790" w:rsidRPr="005D5566">
        <w:t>elle me grondera parce que tu parles</w:t>
      </w:r>
      <w:r>
        <w:t>…</w:t>
      </w:r>
    </w:p>
    <w:p w14:paraId="3C72551F" w14:textId="77777777" w:rsidR="001C0413" w:rsidRDefault="001C0413" w:rsidP="001C0413">
      <w:r>
        <w:lastRenderedPageBreak/>
        <w:t>— </w:t>
      </w:r>
      <w:r w:rsidR="00530790" w:rsidRPr="005D5566">
        <w:t>Ce n</w:t>
      </w:r>
      <w:r>
        <w:t>’</w:t>
      </w:r>
      <w:r w:rsidR="00530790" w:rsidRPr="005D5566">
        <w:t xml:space="preserve">est pas une </w:t>
      </w:r>
      <w:r>
        <w:t>« </w:t>
      </w:r>
      <w:r w:rsidR="00530790" w:rsidRPr="005D5566">
        <w:t>dame</w:t>
      </w:r>
      <w:r>
        <w:t xml:space="preserve"> », </w:t>
      </w:r>
      <w:r w:rsidR="00530790" w:rsidRPr="005D5566">
        <w:t>mais une révolutionnaire</w:t>
      </w:r>
      <w:r>
        <w:t xml:space="preserve">, </w:t>
      </w:r>
      <w:r w:rsidR="00530790" w:rsidRPr="005D5566">
        <w:t>une camarade</w:t>
      </w:r>
      <w:r>
        <w:t xml:space="preserve">, </w:t>
      </w:r>
      <w:r w:rsidR="00530790" w:rsidRPr="005D5566">
        <w:t>une âme admirable</w:t>
      </w:r>
      <w:r>
        <w:t xml:space="preserve">… </w:t>
      </w:r>
      <w:r w:rsidR="00530790" w:rsidRPr="005D5566">
        <w:t>Elle vous grondera de toute façon</w:t>
      </w:r>
      <w:r>
        <w:t xml:space="preserve">, </w:t>
      </w:r>
      <w:r w:rsidR="00530790" w:rsidRPr="005D5566">
        <w:t>grand-mère</w:t>
      </w:r>
      <w:r>
        <w:t xml:space="preserve"> ! </w:t>
      </w:r>
      <w:r w:rsidR="00530790" w:rsidRPr="005D5566">
        <w:t>Elle gronde toujours tout le monde</w:t>
      </w:r>
      <w:r>
        <w:t>…</w:t>
      </w:r>
    </w:p>
    <w:p w14:paraId="5363F043" w14:textId="77777777" w:rsidR="001C0413" w:rsidRDefault="00530790" w:rsidP="001C0413">
      <w:r w:rsidRPr="005D5566">
        <w:t>Et Iégor se mit à raconter l</w:t>
      </w:r>
      <w:r w:rsidR="001C0413">
        <w:t>’</w:t>
      </w:r>
      <w:r w:rsidRPr="005D5566">
        <w:t>histoire de sa voisine</w:t>
      </w:r>
      <w:r w:rsidR="001C0413">
        <w:t xml:space="preserve">, </w:t>
      </w:r>
      <w:r w:rsidRPr="005D5566">
        <w:t>lentement</w:t>
      </w:r>
      <w:r w:rsidR="001C0413">
        <w:t xml:space="preserve">, </w:t>
      </w:r>
      <w:r w:rsidRPr="005D5566">
        <w:t>en remuant les lèvres avec effort</w:t>
      </w:r>
      <w:r w:rsidR="001C0413">
        <w:t xml:space="preserve">. </w:t>
      </w:r>
      <w:r w:rsidRPr="005D5566">
        <w:t>Ses yeux souriaient</w:t>
      </w:r>
      <w:r w:rsidR="001C0413">
        <w:t xml:space="preserve"> ; </w:t>
      </w:r>
      <w:r w:rsidRPr="005D5566">
        <w:t>Pélaguée se disait avec inquiétude</w:t>
      </w:r>
      <w:r w:rsidR="001C0413">
        <w:t xml:space="preserve">, </w:t>
      </w:r>
      <w:r w:rsidRPr="005D5566">
        <w:t xml:space="preserve">à </w:t>
      </w:r>
      <w:r w:rsidRPr="005D5566">
        <w:rPr>
          <w:bCs/>
        </w:rPr>
        <w:t xml:space="preserve">la </w:t>
      </w:r>
      <w:r w:rsidRPr="005D5566">
        <w:t>vue de ce visage tout bleui et moite</w:t>
      </w:r>
      <w:r w:rsidR="001C0413">
        <w:t> :</w:t>
      </w:r>
    </w:p>
    <w:p w14:paraId="2B9606DB" w14:textId="77777777" w:rsidR="001C0413" w:rsidRDefault="001C0413" w:rsidP="001C0413">
      <w:r>
        <w:t>— </w:t>
      </w:r>
      <w:r w:rsidR="00530790" w:rsidRPr="005D5566">
        <w:rPr>
          <w:bCs/>
        </w:rPr>
        <w:t xml:space="preserve">Il </w:t>
      </w:r>
      <w:r w:rsidR="00530790" w:rsidRPr="005D5566">
        <w:t>meurt</w:t>
      </w:r>
      <w:r>
        <w:t> !…</w:t>
      </w:r>
    </w:p>
    <w:p w14:paraId="35F7DF1E" w14:textId="77777777" w:rsidR="001C0413" w:rsidRDefault="00530790" w:rsidP="001C0413">
      <w:r w:rsidRPr="005D5566">
        <w:t>Lioudmila revint</w:t>
      </w:r>
      <w:r w:rsidR="001C0413">
        <w:t xml:space="preserve"> ; </w:t>
      </w:r>
      <w:r w:rsidRPr="005D5566">
        <w:t>après avoir soigneusement fermé l</w:t>
      </w:r>
      <w:r w:rsidRPr="005D5566">
        <w:rPr>
          <w:bCs/>
        </w:rPr>
        <w:t xml:space="preserve">a </w:t>
      </w:r>
      <w:r w:rsidRPr="005D5566">
        <w:t>porte derrière elle</w:t>
      </w:r>
      <w:r w:rsidR="001C0413">
        <w:t xml:space="preserve">, </w:t>
      </w:r>
      <w:r w:rsidRPr="005D5566">
        <w:t>elle dit à la mère</w:t>
      </w:r>
      <w:r w:rsidR="001C0413">
        <w:t> :</w:t>
      </w:r>
    </w:p>
    <w:p w14:paraId="4276E277" w14:textId="77777777" w:rsidR="001C0413" w:rsidRDefault="001C0413" w:rsidP="001C0413">
      <w:r>
        <w:t>— </w:t>
      </w:r>
      <w:r w:rsidR="00530790" w:rsidRPr="005D5566">
        <w:t>Il faut absolument que votre ami se déguise et s</w:t>
      </w:r>
      <w:r>
        <w:rPr>
          <w:bCs/>
        </w:rPr>
        <w:t>’</w:t>
      </w:r>
      <w:r w:rsidR="00530790" w:rsidRPr="005D5566">
        <w:rPr>
          <w:bCs/>
        </w:rPr>
        <w:t xml:space="preserve">en </w:t>
      </w:r>
      <w:r w:rsidR="00530790" w:rsidRPr="005D5566">
        <w:t>aille</w:t>
      </w:r>
      <w:r>
        <w:t xml:space="preserve"> ; </w:t>
      </w:r>
      <w:r w:rsidR="00530790" w:rsidRPr="005D5566">
        <w:t>allez lui chercher immédiatement d</w:t>
      </w:r>
      <w:r>
        <w:t>’</w:t>
      </w:r>
      <w:r w:rsidR="00530790" w:rsidRPr="005D5566">
        <w:t>autres vêtements et apportez-les ici</w:t>
      </w:r>
      <w:r>
        <w:t xml:space="preserve"> ! </w:t>
      </w:r>
      <w:r w:rsidR="00530790" w:rsidRPr="005D5566">
        <w:t>Quel dommage que Sophie soit absente</w:t>
      </w:r>
      <w:r>
        <w:t xml:space="preserve"> ! </w:t>
      </w:r>
      <w:r w:rsidR="00530790" w:rsidRPr="005D5566">
        <w:t>Cacher les gens</w:t>
      </w:r>
      <w:r>
        <w:t xml:space="preserve">, </w:t>
      </w:r>
      <w:r w:rsidR="00530790" w:rsidRPr="005D5566">
        <w:t>c</w:t>
      </w:r>
      <w:r>
        <w:t>’</w:t>
      </w:r>
      <w:r w:rsidR="00530790" w:rsidRPr="005D5566">
        <w:t>est sa spécialité</w:t>
      </w:r>
      <w:r>
        <w:t>.</w:t>
      </w:r>
    </w:p>
    <w:p w14:paraId="12D41209" w14:textId="77777777" w:rsidR="001C0413" w:rsidRDefault="001C0413" w:rsidP="001C0413">
      <w:r>
        <w:t>— </w:t>
      </w:r>
      <w:r w:rsidR="00530790" w:rsidRPr="005D5566">
        <w:t>Elle arrive demain</w:t>
      </w:r>
      <w:r>
        <w:t xml:space="preserve"> ! </w:t>
      </w:r>
      <w:r w:rsidR="00530790" w:rsidRPr="005D5566">
        <w:t>répliqua la mère</w:t>
      </w:r>
      <w:r>
        <w:t xml:space="preserve">, </w:t>
      </w:r>
      <w:r w:rsidR="00530790" w:rsidRPr="005D5566">
        <w:t>en jetant son fichu sur ses épaules</w:t>
      </w:r>
      <w:r>
        <w:t>.</w:t>
      </w:r>
    </w:p>
    <w:p w14:paraId="4DC96432" w14:textId="77777777" w:rsidR="001C0413" w:rsidRDefault="00530790" w:rsidP="001C0413">
      <w:r w:rsidRPr="005D5566">
        <w:t>Chaque fois qu</w:t>
      </w:r>
      <w:r w:rsidR="001C0413">
        <w:t>’</w:t>
      </w:r>
      <w:r w:rsidRPr="005D5566">
        <w:t>on la chargeait d</w:t>
      </w:r>
      <w:r w:rsidR="001C0413">
        <w:t>’</w:t>
      </w:r>
      <w:r w:rsidRPr="005D5566">
        <w:t>une mission</w:t>
      </w:r>
      <w:r w:rsidR="001C0413">
        <w:t xml:space="preserve">, </w:t>
      </w:r>
      <w:r w:rsidRPr="005D5566">
        <w:rPr>
          <w:bCs/>
        </w:rPr>
        <w:t xml:space="preserve">elle </w:t>
      </w:r>
      <w:r w:rsidRPr="005D5566">
        <w:t>ne pensait qu</w:t>
      </w:r>
      <w:r w:rsidR="001C0413">
        <w:t>’</w:t>
      </w:r>
      <w:r w:rsidRPr="005D5566">
        <w:t>à l</w:t>
      </w:r>
      <w:r w:rsidR="001C0413">
        <w:t>’</w:t>
      </w:r>
      <w:r w:rsidRPr="005D5566">
        <w:t>accomplir vite et bien</w:t>
      </w:r>
      <w:r w:rsidR="001C0413">
        <w:t xml:space="preserve">. </w:t>
      </w:r>
      <w:r w:rsidRPr="005D5566">
        <w:t>Elle demanda d</w:t>
      </w:r>
      <w:r w:rsidR="001C0413">
        <w:t>’</w:t>
      </w:r>
      <w:r w:rsidRPr="005D5566">
        <w:t>un air affairé et soucieux</w:t>
      </w:r>
      <w:r w:rsidR="001C0413">
        <w:t xml:space="preserve">, </w:t>
      </w:r>
      <w:r w:rsidRPr="005D5566">
        <w:t>en fronçant les sourcils</w:t>
      </w:r>
      <w:r w:rsidR="001C0413">
        <w:t> :</w:t>
      </w:r>
    </w:p>
    <w:p w14:paraId="5446761A" w14:textId="77777777" w:rsidR="001C0413" w:rsidRDefault="001C0413" w:rsidP="001C0413">
      <w:r>
        <w:t>— </w:t>
      </w:r>
      <w:r w:rsidR="00530790" w:rsidRPr="005D5566">
        <w:t>Comment faut-il l</w:t>
      </w:r>
      <w:r>
        <w:t>’</w:t>
      </w:r>
      <w:r w:rsidR="00530790" w:rsidRPr="005D5566">
        <w:t>habiller</w:t>
      </w:r>
      <w:r>
        <w:t xml:space="preserve">, </w:t>
      </w:r>
      <w:r w:rsidR="00530790" w:rsidRPr="005D5566">
        <w:t>qu</w:t>
      </w:r>
      <w:r>
        <w:t>’</w:t>
      </w:r>
      <w:r w:rsidR="00530790" w:rsidRPr="005D5566">
        <w:t>en pensez-vous</w:t>
      </w:r>
      <w:r>
        <w:t> ?</w:t>
      </w:r>
    </w:p>
    <w:p w14:paraId="2B085C61" w14:textId="77777777" w:rsidR="001C0413" w:rsidRDefault="001C0413" w:rsidP="001C0413">
      <w:r>
        <w:t>— </w:t>
      </w:r>
      <w:r w:rsidR="00530790" w:rsidRPr="005D5566">
        <w:t>Peu importe</w:t>
      </w:r>
      <w:r>
        <w:t xml:space="preserve"> ! </w:t>
      </w:r>
      <w:r w:rsidR="00530790" w:rsidRPr="005D5566">
        <w:t>Il sortira de nuit</w:t>
      </w:r>
      <w:r>
        <w:t>.</w:t>
      </w:r>
    </w:p>
    <w:p w14:paraId="1906BF6E" w14:textId="77777777" w:rsidR="001C0413" w:rsidRDefault="001C0413" w:rsidP="001C0413">
      <w:r>
        <w:t>— </w:t>
      </w:r>
      <w:r w:rsidR="00530790" w:rsidRPr="005D5566">
        <w:t>C</w:t>
      </w:r>
      <w:r>
        <w:t>’</w:t>
      </w:r>
      <w:r w:rsidR="00530790" w:rsidRPr="005D5566">
        <w:t>est bien pis que de jour</w:t>
      </w:r>
      <w:r>
        <w:t xml:space="preserve"> : </w:t>
      </w:r>
      <w:r w:rsidR="00530790" w:rsidRPr="005D5566">
        <w:t xml:space="preserve">il y </w:t>
      </w:r>
      <w:r w:rsidR="00530790" w:rsidRPr="005D5566">
        <w:rPr>
          <w:bCs/>
        </w:rPr>
        <w:t xml:space="preserve">a </w:t>
      </w:r>
      <w:r w:rsidR="00530790" w:rsidRPr="005D5566">
        <w:t>moins de monde dans les rues</w:t>
      </w:r>
      <w:r>
        <w:t xml:space="preserve">, </w:t>
      </w:r>
      <w:r w:rsidR="00530790" w:rsidRPr="005D5566">
        <w:t>on vous remarque plus facilement</w:t>
      </w:r>
      <w:r>
        <w:t xml:space="preserve">, </w:t>
      </w:r>
      <w:r w:rsidR="00530790" w:rsidRPr="005D5566">
        <w:rPr>
          <w:bCs/>
        </w:rPr>
        <w:t xml:space="preserve">et </w:t>
      </w:r>
      <w:r w:rsidR="00530790" w:rsidRPr="005D5566">
        <w:t>Vessoftchikov n</w:t>
      </w:r>
      <w:r>
        <w:t>’</w:t>
      </w:r>
      <w:r w:rsidR="00530790" w:rsidRPr="005D5566">
        <w:t>est pas très malin</w:t>
      </w:r>
      <w:r>
        <w:t>…</w:t>
      </w:r>
    </w:p>
    <w:p w14:paraId="6E568975" w14:textId="77777777" w:rsidR="001C0413" w:rsidRDefault="00530790" w:rsidP="001C0413">
      <w:r w:rsidRPr="005D5566">
        <w:t>Iégor eut un rire rauque</w:t>
      </w:r>
      <w:r w:rsidR="001C0413">
        <w:t> :</w:t>
      </w:r>
    </w:p>
    <w:p w14:paraId="377AC20A" w14:textId="77777777" w:rsidR="001C0413" w:rsidRDefault="001C0413" w:rsidP="001C0413">
      <w:r>
        <w:t>— </w:t>
      </w:r>
      <w:r w:rsidR="00530790" w:rsidRPr="005D5566">
        <w:t>Que vous êtes encore jeune</w:t>
      </w:r>
      <w:r>
        <w:rPr>
          <w:rFonts w:eastAsia="Georgia" w:cs="Georgia"/>
        </w:rPr>
        <w:t xml:space="preserve">… </w:t>
      </w:r>
      <w:r w:rsidR="00530790" w:rsidRPr="005D5566">
        <w:t>grand-mère</w:t>
      </w:r>
      <w:r>
        <w:t> !</w:t>
      </w:r>
    </w:p>
    <w:p w14:paraId="7D8C8D1E" w14:textId="77777777" w:rsidR="001C0413" w:rsidRDefault="001C0413" w:rsidP="001C0413">
      <w:pPr>
        <w:rPr>
          <w:bCs/>
        </w:rPr>
      </w:pPr>
      <w:r>
        <w:lastRenderedPageBreak/>
        <w:t>— </w:t>
      </w:r>
      <w:r w:rsidR="00530790" w:rsidRPr="005D5566">
        <w:t>Puis-je aller te voir à l</w:t>
      </w:r>
      <w:r>
        <w:t>’</w:t>
      </w:r>
      <w:r w:rsidR="00530790" w:rsidRPr="005D5566">
        <w:t>hôpital</w:t>
      </w:r>
      <w:r>
        <w:t xml:space="preserve"> ? </w:t>
      </w:r>
      <w:r w:rsidR="00530790" w:rsidRPr="005D5566">
        <w:t>demanda-t</w:t>
      </w:r>
      <w:r w:rsidR="00530790" w:rsidRPr="005D5566">
        <w:rPr>
          <w:bCs/>
        </w:rPr>
        <w:t>-elle</w:t>
      </w:r>
      <w:r>
        <w:rPr>
          <w:bCs/>
        </w:rPr>
        <w:t>.</w:t>
      </w:r>
    </w:p>
    <w:p w14:paraId="15BEF7EB" w14:textId="77777777" w:rsidR="001C0413" w:rsidRDefault="00530790" w:rsidP="001C0413">
      <w:r w:rsidRPr="005D5566">
        <w:t>Il hocha la tête en toussant</w:t>
      </w:r>
      <w:r w:rsidR="001C0413">
        <w:t xml:space="preserve">. </w:t>
      </w:r>
      <w:r w:rsidRPr="005D5566">
        <w:t xml:space="preserve">Lioudmila regarda </w:t>
      </w:r>
      <w:r w:rsidRPr="005D5566">
        <w:rPr>
          <w:bCs/>
        </w:rPr>
        <w:t xml:space="preserve">la </w:t>
      </w:r>
      <w:r w:rsidRPr="005D5566">
        <w:t>mère de ses yeux noirs</w:t>
      </w:r>
      <w:r w:rsidR="001C0413">
        <w:t xml:space="preserve">, </w:t>
      </w:r>
      <w:r w:rsidRPr="005D5566">
        <w:t>et proposa</w:t>
      </w:r>
      <w:r w:rsidR="001C0413">
        <w:t> :</w:t>
      </w:r>
    </w:p>
    <w:p w14:paraId="6FA7F27E" w14:textId="77777777" w:rsidR="001C0413" w:rsidRDefault="001C0413" w:rsidP="001C0413">
      <w:r>
        <w:t>— </w:t>
      </w:r>
      <w:r w:rsidR="00530790" w:rsidRPr="005D5566">
        <w:t>Voulez-vous que nous le veillions à tour de rôle</w:t>
      </w:r>
      <w:r>
        <w:t xml:space="preserve"> ? </w:t>
      </w:r>
      <w:r w:rsidR="00530790" w:rsidRPr="005D5566">
        <w:t>Oui</w:t>
      </w:r>
      <w:r>
        <w:t xml:space="preserve"> ? </w:t>
      </w:r>
      <w:r w:rsidR="00530790" w:rsidRPr="005D5566">
        <w:t>Bien</w:t>
      </w:r>
      <w:r>
        <w:t xml:space="preserve"> !… </w:t>
      </w:r>
      <w:r w:rsidR="00530790" w:rsidRPr="005D5566">
        <w:t>Et maintenant</w:t>
      </w:r>
      <w:r>
        <w:t xml:space="preserve">, </w:t>
      </w:r>
      <w:r w:rsidR="00530790" w:rsidRPr="005D5566">
        <w:t>allez vite</w:t>
      </w:r>
      <w:r>
        <w:t> !</w:t>
      </w:r>
    </w:p>
    <w:p w14:paraId="68635F9A" w14:textId="77777777" w:rsidR="001C0413" w:rsidRDefault="00530790" w:rsidP="001C0413">
      <w:r w:rsidRPr="005D5566">
        <w:t>Et</w:t>
      </w:r>
      <w:r w:rsidR="001C0413">
        <w:t xml:space="preserve">, </w:t>
      </w:r>
      <w:r w:rsidRPr="005D5566">
        <w:t>prenant la mère par le bras d</w:t>
      </w:r>
      <w:r w:rsidR="001C0413">
        <w:t>’</w:t>
      </w:r>
      <w:r w:rsidRPr="005D5566">
        <w:t>un geste affectueux</w:t>
      </w:r>
      <w:r w:rsidR="001C0413">
        <w:t xml:space="preserve">, </w:t>
      </w:r>
      <w:r w:rsidRPr="005D5566">
        <w:t>mais autoritaire</w:t>
      </w:r>
      <w:r w:rsidR="001C0413">
        <w:t xml:space="preserve">, </w:t>
      </w:r>
      <w:r w:rsidRPr="005D5566">
        <w:t>elle la fit sortir dans le corridor</w:t>
      </w:r>
      <w:r w:rsidR="001C0413">
        <w:t xml:space="preserve">, </w:t>
      </w:r>
      <w:r w:rsidRPr="005D5566">
        <w:t>ou elle lui dit à voix basse</w:t>
      </w:r>
      <w:r w:rsidR="001C0413">
        <w:t> :</w:t>
      </w:r>
    </w:p>
    <w:p w14:paraId="030FA3DB" w14:textId="77777777" w:rsidR="001C0413" w:rsidRDefault="001C0413" w:rsidP="001C0413">
      <w:r>
        <w:t>— </w:t>
      </w:r>
      <w:r w:rsidR="00530790" w:rsidRPr="005D5566">
        <w:t>Ne vous fâchez pas de ce que je vous renvoie ainsi</w:t>
      </w:r>
      <w:r>
        <w:t xml:space="preserve">… </w:t>
      </w:r>
      <w:r w:rsidR="00530790" w:rsidRPr="005D5566">
        <w:t>c</w:t>
      </w:r>
      <w:r>
        <w:t>’</w:t>
      </w:r>
      <w:r w:rsidR="00530790" w:rsidRPr="005D5566">
        <w:t>est malhonnête</w:t>
      </w:r>
      <w:r>
        <w:t xml:space="preserve">, </w:t>
      </w:r>
      <w:r w:rsidR="00530790" w:rsidRPr="005D5566">
        <w:t xml:space="preserve">je </w:t>
      </w:r>
      <w:r w:rsidR="00530790" w:rsidRPr="005D5566">
        <w:rPr>
          <w:bCs/>
        </w:rPr>
        <w:t xml:space="preserve">le </w:t>
      </w:r>
      <w:r w:rsidR="00530790" w:rsidRPr="005D5566">
        <w:t>sais</w:t>
      </w:r>
      <w:r>
        <w:t xml:space="preserve">… </w:t>
      </w:r>
      <w:r w:rsidR="00530790" w:rsidRPr="005D5566">
        <w:t>Mais cela lui fait beaucoup de mal de parler</w:t>
      </w:r>
      <w:r>
        <w:t xml:space="preserve">… </w:t>
      </w:r>
      <w:r w:rsidR="00530790" w:rsidRPr="005D5566">
        <w:t>et j</w:t>
      </w:r>
      <w:r>
        <w:t>’</w:t>
      </w:r>
      <w:r w:rsidR="00530790" w:rsidRPr="005D5566">
        <w:t>ai l</w:t>
      </w:r>
      <w:r>
        <w:t>’</w:t>
      </w:r>
      <w:r w:rsidR="00530790" w:rsidRPr="005D5566">
        <w:t>espoir</w:t>
      </w:r>
      <w:r>
        <w:t>…</w:t>
      </w:r>
    </w:p>
    <w:p w14:paraId="4C2454BF" w14:textId="77777777" w:rsidR="001C0413" w:rsidRDefault="00530790" w:rsidP="001C0413">
      <w:r w:rsidRPr="005D5566">
        <w:t>Cette explication troubla la mère</w:t>
      </w:r>
      <w:r w:rsidR="001C0413">
        <w:t xml:space="preserve"> ; </w:t>
      </w:r>
      <w:r w:rsidRPr="005D5566">
        <w:t>elle chuchota</w:t>
      </w:r>
      <w:r w:rsidR="001C0413">
        <w:t> :</w:t>
      </w:r>
    </w:p>
    <w:p w14:paraId="66475F82" w14:textId="77777777" w:rsidR="001C0413" w:rsidRDefault="001C0413" w:rsidP="001C0413">
      <w:r>
        <w:t>— </w:t>
      </w:r>
      <w:r w:rsidR="00530790" w:rsidRPr="005D5566">
        <w:t>Que dites-vous</w:t>
      </w:r>
      <w:r>
        <w:t xml:space="preserve"> ! </w:t>
      </w:r>
      <w:r w:rsidR="00530790" w:rsidRPr="005D5566">
        <w:t>Vous n</w:t>
      </w:r>
      <w:r>
        <w:t>’</w:t>
      </w:r>
      <w:r w:rsidR="00530790" w:rsidRPr="005D5566">
        <w:t>êtes pas malhonnête</w:t>
      </w:r>
      <w:r>
        <w:t xml:space="preserve">… </w:t>
      </w:r>
      <w:r w:rsidR="00530790" w:rsidRPr="005D5566">
        <w:t>vous êtes bonne</w:t>
      </w:r>
      <w:r>
        <w:t xml:space="preserve">… </w:t>
      </w:r>
      <w:r w:rsidR="00530790" w:rsidRPr="005D5566">
        <w:t>Au revoir</w:t>
      </w:r>
      <w:r>
        <w:t xml:space="preserve">, </w:t>
      </w:r>
      <w:r w:rsidR="00530790" w:rsidRPr="005D5566">
        <w:t>je m</w:t>
      </w:r>
      <w:r>
        <w:t>’</w:t>
      </w:r>
      <w:r w:rsidR="00530790" w:rsidRPr="005D5566">
        <w:t>en vais</w:t>
      </w:r>
      <w:r>
        <w:t>…</w:t>
      </w:r>
    </w:p>
    <w:p w14:paraId="22D25343" w14:textId="77777777" w:rsidR="001C0413" w:rsidRDefault="001C0413" w:rsidP="001C0413">
      <w:r>
        <w:t>— </w:t>
      </w:r>
      <w:r w:rsidR="00530790" w:rsidRPr="005D5566">
        <w:t>Prenez garde aux espions</w:t>
      </w:r>
      <w:r>
        <w:t xml:space="preserve"> ! </w:t>
      </w:r>
      <w:r w:rsidR="00530790" w:rsidRPr="005D5566">
        <w:t xml:space="preserve">recommanda </w:t>
      </w:r>
      <w:r w:rsidR="00530790" w:rsidRPr="005D5566">
        <w:rPr>
          <w:bCs/>
        </w:rPr>
        <w:t xml:space="preserve">la femme à </w:t>
      </w:r>
      <w:r w:rsidR="00530790" w:rsidRPr="005D5566">
        <w:t>voix basse</w:t>
      </w:r>
      <w:r>
        <w:t xml:space="preserve">. </w:t>
      </w:r>
      <w:r w:rsidR="00530790" w:rsidRPr="005D5566">
        <w:t>Portant la main à son visage</w:t>
      </w:r>
      <w:r>
        <w:t xml:space="preserve">, </w:t>
      </w:r>
      <w:r w:rsidR="00530790" w:rsidRPr="005D5566">
        <w:rPr>
          <w:bCs/>
        </w:rPr>
        <w:t xml:space="preserve">elle se </w:t>
      </w:r>
      <w:r w:rsidR="00530790" w:rsidRPr="005D5566">
        <w:t>frotta les tempes</w:t>
      </w:r>
      <w:r>
        <w:t xml:space="preserve"> ; </w:t>
      </w:r>
      <w:r w:rsidR="00530790" w:rsidRPr="005D5566">
        <w:t>ses lèvres frémirent</w:t>
      </w:r>
      <w:r>
        <w:t xml:space="preserve"> ; </w:t>
      </w:r>
      <w:r w:rsidR="00530790" w:rsidRPr="005D5566">
        <w:t>elle eut un air plus doux</w:t>
      </w:r>
      <w:r>
        <w:t>.</w:t>
      </w:r>
    </w:p>
    <w:p w14:paraId="62BAFFFC" w14:textId="77777777" w:rsidR="001C0413" w:rsidRDefault="001C0413" w:rsidP="001C0413">
      <w:r>
        <w:t>— </w:t>
      </w:r>
      <w:r w:rsidR="00530790" w:rsidRPr="005D5566">
        <w:t>Oui</w:t>
      </w:r>
      <w:r>
        <w:t xml:space="preserve">, </w:t>
      </w:r>
      <w:r w:rsidR="00530790" w:rsidRPr="005D5566">
        <w:t>oui</w:t>
      </w:r>
      <w:r>
        <w:t xml:space="preserve"> ! </w:t>
      </w:r>
      <w:r w:rsidR="00530790" w:rsidRPr="005D5566">
        <w:t>répondit la mère</w:t>
      </w:r>
      <w:r>
        <w:t xml:space="preserve">, </w:t>
      </w:r>
      <w:r w:rsidR="00530790" w:rsidRPr="005D5566">
        <w:t>sans fierté</w:t>
      </w:r>
      <w:r>
        <w:t>.</w:t>
      </w:r>
    </w:p>
    <w:p w14:paraId="5876B2DF" w14:textId="77777777" w:rsidR="001C0413" w:rsidRDefault="00530790" w:rsidP="001C0413">
      <w:r w:rsidRPr="005D5566">
        <w:t>Arrivée à la grille</w:t>
      </w:r>
      <w:r w:rsidR="001C0413">
        <w:t xml:space="preserve">, </w:t>
      </w:r>
      <w:r w:rsidRPr="005D5566">
        <w:t>elle s</w:t>
      </w:r>
      <w:r w:rsidR="001C0413">
        <w:t>’</w:t>
      </w:r>
      <w:r w:rsidRPr="005D5566">
        <w:t>arrêta un instant</w:t>
      </w:r>
      <w:r w:rsidR="001C0413">
        <w:t xml:space="preserve">, </w:t>
      </w:r>
      <w:r w:rsidRPr="005D5566">
        <w:t>comme pour arranger son fichu</w:t>
      </w:r>
      <w:r w:rsidR="001C0413">
        <w:t xml:space="preserve">, </w:t>
      </w:r>
      <w:r w:rsidRPr="005D5566">
        <w:t>et jeta autour d</w:t>
      </w:r>
      <w:r w:rsidR="001C0413">
        <w:t>’</w:t>
      </w:r>
      <w:r w:rsidRPr="005D5566">
        <w:t>elle un regard vigilant que personne n</w:t>
      </w:r>
      <w:r w:rsidR="001C0413">
        <w:t>’</w:t>
      </w:r>
      <w:r w:rsidRPr="005D5566">
        <w:t>aurait pu remarquer</w:t>
      </w:r>
      <w:r w:rsidR="001C0413">
        <w:t xml:space="preserve">. </w:t>
      </w:r>
      <w:r w:rsidRPr="005D5566">
        <w:t>Elle savait distinguer presque à coup sûr les espions dans la foule</w:t>
      </w:r>
      <w:r w:rsidR="001C0413">
        <w:t xml:space="preserve">. </w:t>
      </w:r>
      <w:r w:rsidRPr="005D5566">
        <w:t>L</w:t>
      </w:r>
      <w:r w:rsidR="001C0413">
        <w:t>’</w:t>
      </w:r>
      <w:r w:rsidRPr="005D5566">
        <w:t>insouciance soulignée de la démarche</w:t>
      </w:r>
      <w:r w:rsidR="001C0413">
        <w:t xml:space="preserve">, </w:t>
      </w:r>
      <w:r w:rsidRPr="005D5566">
        <w:t>l</w:t>
      </w:r>
      <w:r w:rsidR="001C0413">
        <w:t>’</w:t>
      </w:r>
      <w:r w:rsidRPr="005D5566">
        <w:t>aisance affectée des gestes</w:t>
      </w:r>
      <w:r w:rsidR="001C0413">
        <w:t xml:space="preserve">, </w:t>
      </w:r>
      <w:r w:rsidRPr="005D5566">
        <w:t>l</w:t>
      </w:r>
      <w:r w:rsidR="001C0413">
        <w:t>’</w:t>
      </w:r>
      <w:r w:rsidRPr="005D5566">
        <w:t>expression de fatigue</w:t>
      </w:r>
      <w:r w:rsidR="001C0413">
        <w:t xml:space="preserve">, </w:t>
      </w:r>
      <w:r w:rsidRPr="005D5566">
        <w:t>et d</w:t>
      </w:r>
      <w:r w:rsidR="001C0413">
        <w:t>’</w:t>
      </w:r>
      <w:r w:rsidRPr="005D5566">
        <w:t>ennui peinte sur le visage</w:t>
      </w:r>
      <w:r w:rsidR="001C0413">
        <w:t xml:space="preserve">, </w:t>
      </w:r>
      <w:r w:rsidRPr="005D5566">
        <w:t>le scintillement craintif</w:t>
      </w:r>
      <w:r w:rsidR="001C0413">
        <w:t xml:space="preserve">, </w:t>
      </w:r>
      <w:r w:rsidRPr="005D5566">
        <w:t>confus et mal dissimulé des yeux fuyants et désagréablement perçants</w:t>
      </w:r>
      <w:r w:rsidR="001C0413">
        <w:t xml:space="preserve">, </w:t>
      </w:r>
      <w:r w:rsidRPr="005D5566">
        <w:t>autant de traits qui lui étaient devenus familiers</w:t>
      </w:r>
      <w:r w:rsidR="001C0413">
        <w:t>.</w:t>
      </w:r>
    </w:p>
    <w:p w14:paraId="3E9BA843" w14:textId="4171F962" w:rsidR="001C0413" w:rsidRDefault="00530790" w:rsidP="001C0413">
      <w:r w:rsidRPr="005D5566">
        <w:lastRenderedPageBreak/>
        <w:t>Mais</w:t>
      </w:r>
      <w:r w:rsidR="001C0413">
        <w:t xml:space="preserve">, </w:t>
      </w:r>
      <w:r w:rsidRPr="005D5566">
        <w:t>cette fois-là</w:t>
      </w:r>
      <w:r w:rsidR="001C0413">
        <w:t xml:space="preserve">, </w:t>
      </w:r>
      <w:r w:rsidRPr="005D5566">
        <w:t>elle n</w:t>
      </w:r>
      <w:r w:rsidR="001C0413">
        <w:t>’</w:t>
      </w:r>
      <w:r w:rsidRPr="005D5566">
        <w:t>aperçut aucun visage connu</w:t>
      </w:r>
      <w:r w:rsidR="001C0413">
        <w:t xml:space="preserve"> ; </w:t>
      </w:r>
      <w:r w:rsidRPr="005D5566">
        <w:t>sans se hâter</w:t>
      </w:r>
      <w:r w:rsidR="001C0413">
        <w:t xml:space="preserve">, </w:t>
      </w:r>
      <w:r w:rsidRPr="005D5566">
        <w:t>elle s</w:t>
      </w:r>
      <w:r w:rsidR="001C0413">
        <w:t>’</w:t>
      </w:r>
      <w:r w:rsidRPr="005D5566">
        <w:t>engagea dans la rue</w:t>
      </w:r>
      <w:r w:rsidR="001C0413">
        <w:t xml:space="preserve">, </w:t>
      </w:r>
      <w:r w:rsidRPr="005D5566">
        <w:t>puis prit un fiacre en donnant au cocher l</w:t>
      </w:r>
      <w:r w:rsidR="001C0413">
        <w:t>’</w:t>
      </w:r>
      <w:r w:rsidRPr="005D5566">
        <w:t>ordre de la conduire au marché</w:t>
      </w:r>
      <w:r w:rsidR="001C0413">
        <w:t xml:space="preserve">. </w:t>
      </w:r>
      <w:r w:rsidRPr="005D5566">
        <w:t>Elle acheta des vêtements pour Vessoftchikov et marchanda sans pitié</w:t>
      </w:r>
      <w:r w:rsidR="001C0413">
        <w:t xml:space="preserve">, </w:t>
      </w:r>
      <w:r w:rsidRPr="005D5566">
        <w:t>tout en couvrant d</w:t>
      </w:r>
      <w:r w:rsidR="001C0413">
        <w:t>’</w:t>
      </w:r>
      <w:r w:rsidRPr="005D5566">
        <w:t>injures son ivrogne de mari qu</w:t>
      </w:r>
      <w:r w:rsidR="001C0413">
        <w:t>’</w:t>
      </w:r>
      <w:r w:rsidRPr="005D5566">
        <w:t>il fallait habiller à neuf presque chaque mois</w:t>
      </w:r>
      <w:r w:rsidR="001C0413">
        <w:t xml:space="preserve">. </w:t>
      </w:r>
      <w:r w:rsidRPr="005D5566">
        <w:t>Cette fable n</w:t>
      </w:r>
      <w:r w:rsidR="001C0413">
        <w:t>’</w:t>
      </w:r>
      <w:r w:rsidRPr="005D5566">
        <w:t>impressionna guère les commerçants</w:t>
      </w:r>
      <w:r w:rsidR="001C0413">
        <w:t xml:space="preserve">, </w:t>
      </w:r>
      <w:r w:rsidRPr="005D5566">
        <w:t>mais causa beaucoup de satisfaction à la mère elle-même</w:t>
      </w:r>
      <w:r w:rsidR="001C0413">
        <w:t xml:space="preserve"> ; </w:t>
      </w:r>
      <w:r w:rsidRPr="005D5566">
        <w:t>en route</w:t>
      </w:r>
      <w:r w:rsidR="001C0413">
        <w:t xml:space="preserve">, </w:t>
      </w:r>
      <w:r w:rsidRPr="005D5566">
        <w:t>elle s</w:t>
      </w:r>
      <w:r w:rsidR="001C0413">
        <w:t>’</w:t>
      </w:r>
      <w:r w:rsidRPr="005D5566">
        <w:t>était dit que la police devinerait que le fugitif allait se déguiser et qu</w:t>
      </w:r>
      <w:r w:rsidR="001C0413">
        <w:t>’</w:t>
      </w:r>
      <w:r w:rsidRPr="005D5566">
        <w:t>une enquête serait faite au marché</w:t>
      </w:r>
      <w:r w:rsidR="001C0413">
        <w:t xml:space="preserve">. </w:t>
      </w:r>
      <w:r w:rsidRPr="005D5566">
        <w:t>Pélaguée retourna chez Iégor</w:t>
      </w:r>
      <w:r w:rsidR="001C0413">
        <w:t xml:space="preserve">, </w:t>
      </w:r>
      <w:r w:rsidRPr="005D5566">
        <w:t>et ensuite accompagna le grêlé à l</w:t>
      </w:r>
      <w:r w:rsidR="001C0413">
        <w:t>’</w:t>
      </w:r>
      <w:r w:rsidRPr="005D5566">
        <w:t>autre extrémité de la ville</w:t>
      </w:r>
      <w:r w:rsidR="001C0413">
        <w:t xml:space="preserve">. </w:t>
      </w:r>
      <w:r w:rsidRPr="005D5566">
        <w:t>Ils prirent chacun un trottoir</w:t>
      </w:r>
      <w:r w:rsidR="001C0413">
        <w:t xml:space="preserve"> ; </w:t>
      </w:r>
      <w:r w:rsidRPr="005D5566">
        <w:t>et la mère</w:t>
      </w:r>
      <w:r w:rsidR="001C0413">
        <w:t xml:space="preserve">, </w:t>
      </w:r>
      <w:r w:rsidR="005F6D1F">
        <w:t>contente</w:t>
      </w:r>
      <w:r w:rsidR="005F6D1F" w:rsidRPr="005D5566">
        <w:t xml:space="preserve"> </w:t>
      </w:r>
      <w:r w:rsidRPr="005D5566">
        <w:t>et amusée</w:t>
      </w:r>
      <w:r w:rsidR="001C0413">
        <w:t xml:space="preserve">, </w:t>
      </w:r>
      <w:r w:rsidRPr="005D5566">
        <w:t>regardait le jeune homme marcher lourdement</w:t>
      </w:r>
      <w:r w:rsidR="001C0413">
        <w:t xml:space="preserve">, </w:t>
      </w:r>
      <w:r w:rsidRPr="005D5566">
        <w:t>tête basse</w:t>
      </w:r>
      <w:r w:rsidR="001C0413">
        <w:t xml:space="preserve">, </w:t>
      </w:r>
      <w:r w:rsidRPr="005D5566">
        <w:t>s</w:t>
      </w:r>
      <w:r w:rsidR="001C0413">
        <w:t>’</w:t>
      </w:r>
      <w:r w:rsidRPr="005D5566">
        <w:t>embarrassant dans les longs pans de son pardessus jaunâtre</w:t>
      </w:r>
      <w:r w:rsidR="001C0413">
        <w:t xml:space="preserve">, </w:t>
      </w:r>
      <w:r w:rsidRPr="005D5566">
        <w:t>et repoussant son chapeau qui lui glissait sur le nez</w:t>
      </w:r>
      <w:r w:rsidR="001C0413">
        <w:t xml:space="preserve">. </w:t>
      </w:r>
      <w:r w:rsidRPr="005D5566">
        <w:t>Sachenka vînt à leur rencontre dans une rue déserte</w:t>
      </w:r>
      <w:r w:rsidR="001C0413">
        <w:t xml:space="preserve">, </w:t>
      </w:r>
      <w:r w:rsidRPr="005D5566">
        <w:t>et la mère rentra après avoir salué Vessoftchikov d</w:t>
      </w:r>
      <w:r w:rsidR="001C0413">
        <w:t>’</w:t>
      </w:r>
      <w:r w:rsidRPr="005D5566">
        <w:t>un hochement de tête</w:t>
      </w:r>
      <w:r w:rsidR="001C0413">
        <w:t>.</w:t>
      </w:r>
    </w:p>
    <w:p w14:paraId="4483E67C" w14:textId="77777777" w:rsidR="001C0413" w:rsidRDefault="001C0413" w:rsidP="001C0413">
      <w:r>
        <w:t>— </w:t>
      </w:r>
      <w:r w:rsidR="00530790" w:rsidRPr="005D5566">
        <w:t>Pavel est en prison</w:t>
      </w:r>
      <w:r>
        <w:t xml:space="preserve">… </w:t>
      </w:r>
      <w:r w:rsidR="00530790" w:rsidRPr="005D5566">
        <w:t>André aussi</w:t>
      </w:r>
      <w:r>
        <w:t xml:space="preserve">… </w:t>
      </w:r>
      <w:r w:rsidR="00530790" w:rsidRPr="005D5566">
        <w:t>pensa-t-elle avec tristesse</w:t>
      </w:r>
      <w:r>
        <w:t>.</w:t>
      </w:r>
    </w:p>
    <w:p w14:paraId="5DAC8678" w14:textId="7492F312" w:rsidR="00530790" w:rsidRPr="003B37B8" w:rsidRDefault="00530790" w:rsidP="001C0413">
      <w:pPr>
        <w:pStyle w:val="Titre2"/>
        <w:rPr>
          <w:szCs w:val="44"/>
        </w:rPr>
      </w:pPr>
      <w:bookmarkStart w:id="41" w:name="_Toc202279562"/>
      <w:r w:rsidRPr="003B37B8">
        <w:rPr>
          <w:szCs w:val="44"/>
        </w:rPr>
        <w:lastRenderedPageBreak/>
        <w:t>IX</w:t>
      </w:r>
      <w:bookmarkEnd w:id="41"/>
      <w:r w:rsidRPr="003B37B8">
        <w:rPr>
          <w:szCs w:val="44"/>
        </w:rPr>
        <w:br/>
      </w:r>
    </w:p>
    <w:p w14:paraId="562F179D" w14:textId="77777777" w:rsidR="001C0413" w:rsidRDefault="00530790" w:rsidP="001C0413">
      <w:r w:rsidRPr="005D5566">
        <w:t>Nicolas l</w:t>
      </w:r>
      <w:r w:rsidR="001C0413">
        <w:t>’</w:t>
      </w:r>
      <w:r w:rsidRPr="005D5566">
        <w:t>accueillit par une exclamation d</w:t>
      </w:r>
      <w:r w:rsidR="001C0413">
        <w:t>’</w:t>
      </w:r>
      <w:r w:rsidRPr="005D5566">
        <w:t>inquiétude</w:t>
      </w:r>
      <w:r w:rsidR="001C0413">
        <w:t>.</w:t>
      </w:r>
    </w:p>
    <w:p w14:paraId="765429A3" w14:textId="77777777" w:rsidR="001C0413" w:rsidRDefault="001C0413" w:rsidP="001C0413">
      <w:r>
        <w:t>— </w:t>
      </w:r>
      <w:r w:rsidR="00530790" w:rsidRPr="005D5566">
        <w:t>Vous savez</w:t>
      </w:r>
      <w:r>
        <w:t xml:space="preserve">, </w:t>
      </w:r>
      <w:r w:rsidR="00530790" w:rsidRPr="005D5566">
        <w:t>Iégor est très bas</w:t>
      </w:r>
      <w:r>
        <w:t xml:space="preserve"> ! </w:t>
      </w:r>
      <w:r w:rsidR="00530790" w:rsidRPr="005D5566">
        <w:t>On l</w:t>
      </w:r>
      <w:r>
        <w:t>’</w:t>
      </w:r>
      <w:r w:rsidR="00530790" w:rsidRPr="005D5566">
        <w:t>a transporté à l</w:t>
      </w:r>
      <w:r>
        <w:t>’</w:t>
      </w:r>
      <w:r w:rsidR="00530790" w:rsidRPr="005D5566">
        <w:t>hôpital</w:t>
      </w:r>
      <w:r>
        <w:t xml:space="preserve"> ; </w:t>
      </w:r>
      <w:r w:rsidR="00530790" w:rsidRPr="005D5566">
        <w:t>Lioudmila est venue pour vous demander de l</w:t>
      </w:r>
      <w:r>
        <w:t>’</w:t>
      </w:r>
      <w:r w:rsidR="00530790" w:rsidRPr="005D5566">
        <w:t>y aller rejoindre</w:t>
      </w:r>
      <w:r>
        <w:t>…</w:t>
      </w:r>
    </w:p>
    <w:p w14:paraId="2745444F" w14:textId="77777777" w:rsidR="001C0413" w:rsidRDefault="001C0413" w:rsidP="001C0413">
      <w:r>
        <w:t>— </w:t>
      </w:r>
      <w:r w:rsidR="00530790" w:rsidRPr="005D5566">
        <w:rPr>
          <w:bCs/>
        </w:rPr>
        <w:t xml:space="preserve">À </w:t>
      </w:r>
      <w:r w:rsidR="00530790" w:rsidRPr="005D5566">
        <w:t>l</w:t>
      </w:r>
      <w:r>
        <w:t>’</w:t>
      </w:r>
      <w:r w:rsidR="00530790" w:rsidRPr="005D5566">
        <w:t>hôpital</w:t>
      </w:r>
      <w:r>
        <w:t> ?</w:t>
      </w:r>
    </w:p>
    <w:p w14:paraId="4C3B3414" w14:textId="77777777" w:rsidR="001C0413" w:rsidRDefault="00530790" w:rsidP="001C0413">
      <w:r w:rsidRPr="005D5566">
        <w:t>Après avoir ajusté ses lunettes d</w:t>
      </w:r>
      <w:r w:rsidR="001C0413">
        <w:t>’</w:t>
      </w:r>
      <w:r w:rsidRPr="005D5566">
        <w:t>un mouvement nerveux</w:t>
      </w:r>
      <w:r w:rsidR="001C0413">
        <w:t xml:space="preserve">, </w:t>
      </w:r>
      <w:r w:rsidRPr="005D5566">
        <w:t>Nicolas l</w:t>
      </w:r>
      <w:r w:rsidR="001C0413">
        <w:t>’</w:t>
      </w:r>
      <w:r w:rsidRPr="005D5566">
        <w:t>aida à passer une jaquette</w:t>
      </w:r>
      <w:r w:rsidR="001C0413">
        <w:t xml:space="preserve">. </w:t>
      </w:r>
      <w:r w:rsidRPr="005D5566">
        <w:t>Il lui serra la main de ses doigts secs et chauds en lui disant d</w:t>
      </w:r>
      <w:r w:rsidR="001C0413">
        <w:t>’</w:t>
      </w:r>
      <w:r w:rsidRPr="005D5566">
        <w:t>une voix tremblante</w:t>
      </w:r>
      <w:r w:rsidR="001C0413">
        <w:t> :</w:t>
      </w:r>
    </w:p>
    <w:p w14:paraId="28134D86" w14:textId="77777777" w:rsidR="001C0413" w:rsidRDefault="001C0413" w:rsidP="001C0413">
      <w:r>
        <w:t>— </w:t>
      </w:r>
      <w:r w:rsidR="00530790" w:rsidRPr="005D5566">
        <w:t>Oui</w:t>
      </w:r>
      <w:r>
        <w:t xml:space="preserve"> ! </w:t>
      </w:r>
      <w:r w:rsidR="00530790" w:rsidRPr="005D5566">
        <w:t>Prenez ce paquet avec vous</w:t>
      </w:r>
      <w:r>
        <w:t xml:space="preserve">, </w:t>
      </w:r>
      <w:r w:rsidR="00530790" w:rsidRPr="005D5566">
        <w:t>Vessoftchikov est en sûreté</w:t>
      </w:r>
      <w:r>
        <w:t> ?</w:t>
      </w:r>
    </w:p>
    <w:p w14:paraId="7F247C42" w14:textId="77777777" w:rsidR="001C0413" w:rsidRDefault="001C0413" w:rsidP="001C0413">
      <w:r>
        <w:t>— </w:t>
      </w:r>
      <w:r w:rsidR="00530790" w:rsidRPr="005D5566">
        <w:t>Oui</w:t>
      </w:r>
      <w:r>
        <w:t xml:space="preserve">, </w:t>
      </w:r>
      <w:r w:rsidR="00530790" w:rsidRPr="005D5566">
        <w:t>tout va bien</w:t>
      </w:r>
      <w:r>
        <w:t>…</w:t>
      </w:r>
    </w:p>
    <w:p w14:paraId="1EF24BF2" w14:textId="77777777" w:rsidR="001C0413" w:rsidRDefault="001C0413" w:rsidP="001C0413">
      <w:r>
        <w:t>— </w:t>
      </w:r>
      <w:r w:rsidR="00530790" w:rsidRPr="005D5566">
        <w:t>J</w:t>
      </w:r>
      <w:r>
        <w:t>’</w:t>
      </w:r>
      <w:r w:rsidR="00530790" w:rsidRPr="005D5566">
        <w:t>irai aussi</w:t>
      </w:r>
      <w:r>
        <w:t xml:space="preserve">… </w:t>
      </w:r>
      <w:r w:rsidR="00530790" w:rsidRPr="005D5566">
        <w:t>voir Iégor</w:t>
      </w:r>
      <w:r>
        <w:t>…</w:t>
      </w:r>
    </w:p>
    <w:p w14:paraId="66A963C7" w14:textId="77777777" w:rsidR="001C0413" w:rsidRDefault="00530790" w:rsidP="001C0413">
      <w:r w:rsidRPr="005D5566">
        <w:t>La mère était si fatiguée que la tête lui tournait</w:t>
      </w:r>
      <w:r w:rsidR="001C0413">
        <w:t xml:space="preserve"> ; </w:t>
      </w:r>
      <w:r w:rsidRPr="005D5566">
        <w:t>l</w:t>
      </w:r>
      <w:r w:rsidR="001C0413">
        <w:t>’</w:t>
      </w:r>
      <w:r w:rsidRPr="005D5566">
        <w:t>inquiétude de Nicolas lui faisait pressentir un drame</w:t>
      </w:r>
      <w:r w:rsidR="001C0413">
        <w:t>.</w:t>
      </w:r>
    </w:p>
    <w:p w14:paraId="5885DA9D" w14:textId="77777777" w:rsidR="001C0413" w:rsidRDefault="001C0413" w:rsidP="001C0413">
      <w:r>
        <w:t>— </w:t>
      </w:r>
      <w:r w:rsidR="00530790" w:rsidRPr="005D5566">
        <w:t>Il va mourir</w:t>
      </w:r>
      <w:r>
        <w:t xml:space="preserve">… </w:t>
      </w:r>
      <w:r w:rsidR="00530790" w:rsidRPr="005D5566">
        <w:t>il va mourir</w:t>
      </w:r>
      <w:r>
        <w:t xml:space="preserve"> !… </w:t>
      </w:r>
      <w:r w:rsidR="00530790" w:rsidRPr="005D5566">
        <w:t>se disait-elle</w:t>
      </w:r>
      <w:r>
        <w:t xml:space="preserve"> ; </w:t>
      </w:r>
      <w:r w:rsidR="00530790" w:rsidRPr="005D5566">
        <w:t>et cette sombre pensée lui martelait le cerveau</w:t>
      </w:r>
      <w:r>
        <w:t>.</w:t>
      </w:r>
    </w:p>
    <w:p w14:paraId="572B077C" w14:textId="77777777" w:rsidR="001C0413" w:rsidRDefault="00530790" w:rsidP="001C0413">
      <w:r w:rsidRPr="005D5566">
        <w:t>Mais</w:t>
      </w:r>
      <w:r w:rsidR="001C0413">
        <w:t xml:space="preserve">, </w:t>
      </w:r>
      <w:r w:rsidRPr="005D5566">
        <w:t>lorsqu</w:t>
      </w:r>
      <w:r w:rsidR="001C0413">
        <w:t>’</w:t>
      </w:r>
      <w:r w:rsidRPr="005D5566">
        <w:t>elle arriva dans la chambrette claire et propre de l</w:t>
      </w:r>
      <w:r w:rsidR="001C0413">
        <w:t>’</w:t>
      </w:r>
      <w:r w:rsidRPr="005D5566">
        <w:t>hôpital</w:t>
      </w:r>
      <w:r w:rsidR="001C0413">
        <w:t xml:space="preserve">, </w:t>
      </w:r>
      <w:r w:rsidRPr="005D5566">
        <w:t>et qu</w:t>
      </w:r>
      <w:r w:rsidR="001C0413">
        <w:t>’</w:t>
      </w:r>
      <w:r w:rsidRPr="005D5566">
        <w:t>elle vit Iégor rire sourdement</w:t>
      </w:r>
      <w:r w:rsidR="001C0413">
        <w:t xml:space="preserve">, </w:t>
      </w:r>
      <w:r w:rsidRPr="005D5566">
        <w:t>assis au milieu d</w:t>
      </w:r>
      <w:r w:rsidR="001C0413">
        <w:t>’</w:t>
      </w:r>
      <w:r w:rsidRPr="005D5566">
        <w:t>un amoncellement de blancs oreillers</w:t>
      </w:r>
      <w:r w:rsidR="001C0413">
        <w:t xml:space="preserve">, </w:t>
      </w:r>
      <w:r w:rsidRPr="005D5566">
        <w:t>elle se tranquillisa du coup</w:t>
      </w:r>
      <w:r w:rsidR="001C0413">
        <w:t xml:space="preserve">. </w:t>
      </w:r>
      <w:r w:rsidRPr="005D5566">
        <w:t>Souriante</w:t>
      </w:r>
      <w:r w:rsidR="001C0413">
        <w:t xml:space="preserve">, </w:t>
      </w:r>
      <w:r w:rsidRPr="005D5566">
        <w:t>elle resta sur le seuil et entendit le malade qui disait au médecin</w:t>
      </w:r>
      <w:r w:rsidR="001C0413">
        <w:t> :</w:t>
      </w:r>
    </w:p>
    <w:p w14:paraId="100092B3" w14:textId="77777777" w:rsidR="001C0413" w:rsidRDefault="001C0413" w:rsidP="001C0413">
      <w:r>
        <w:t>— </w:t>
      </w:r>
      <w:r w:rsidR="00530790" w:rsidRPr="005D5566">
        <w:t>Le remède</w:t>
      </w:r>
      <w:r>
        <w:t xml:space="preserve">, </w:t>
      </w:r>
      <w:r w:rsidR="00530790" w:rsidRPr="005D5566">
        <w:t>c</w:t>
      </w:r>
      <w:r>
        <w:t>’</w:t>
      </w:r>
      <w:r w:rsidR="00530790" w:rsidRPr="005D5566">
        <w:t>est une réforme</w:t>
      </w:r>
      <w:r>
        <w:t> !</w:t>
      </w:r>
    </w:p>
    <w:p w14:paraId="3ECDAB5B" w14:textId="77777777" w:rsidR="001C0413" w:rsidRDefault="001C0413" w:rsidP="001C0413">
      <w:r>
        <w:lastRenderedPageBreak/>
        <w:t>— </w:t>
      </w:r>
      <w:r w:rsidR="00530790" w:rsidRPr="005D5566">
        <w:t>Ne dites pas de bêtises</w:t>
      </w:r>
      <w:r>
        <w:t xml:space="preserve">, </w:t>
      </w:r>
      <w:r w:rsidR="00530790" w:rsidRPr="005D5566">
        <w:t>Iégor</w:t>
      </w:r>
      <w:r>
        <w:t xml:space="preserve"> ! </w:t>
      </w:r>
      <w:r w:rsidR="00530790" w:rsidRPr="005D5566">
        <w:t>s</w:t>
      </w:r>
      <w:r>
        <w:t>’</w:t>
      </w:r>
      <w:r w:rsidR="00530790" w:rsidRPr="005D5566">
        <w:t>écria le docteur d</w:t>
      </w:r>
      <w:r>
        <w:t>’</w:t>
      </w:r>
      <w:r w:rsidR="00530790" w:rsidRPr="005D5566">
        <w:t>une voix soucieuse</w:t>
      </w:r>
      <w:r>
        <w:t>.</w:t>
      </w:r>
    </w:p>
    <w:p w14:paraId="1F9170F1" w14:textId="77777777" w:rsidR="001C0413" w:rsidRDefault="001C0413" w:rsidP="001C0413">
      <w:r>
        <w:t>— </w:t>
      </w:r>
      <w:r w:rsidR="00530790" w:rsidRPr="005D5566">
        <w:t>Et moi</w:t>
      </w:r>
      <w:r>
        <w:t xml:space="preserve">, </w:t>
      </w:r>
      <w:r w:rsidR="00530790" w:rsidRPr="005D5566">
        <w:t>qui suis un révolutionnaire</w:t>
      </w:r>
      <w:r>
        <w:t xml:space="preserve">, </w:t>
      </w:r>
      <w:r w:rsidR="00530790" w:rsidRPr="005D5566">
        <w:t>je hais les réformes</w:t>
      </w:r>
      <w:r>
        <w:t> !…</w:t>
      </w:r>
    </w:p>
    <w:p w14:paraId="74DBADC3" w14:textId="77777777" w:rsidR="001C0413" w:rsidRDefault="00530790" w:rsidP="001C0413">
      <w:r w:rsidRPr="005D5566">
        <w:t>Avec précaution</w:t>
      </w:r>
      <w:r w:rsidR="001C0413">
        <w:t xml:space="preserve">, </w:t>
      </w:r>
      <w:r w:rsidRPr="005D5566">
        <w:t>le médecin prit la main du malade et la lui plaça sur le genou</w:t>
      </w:r>
      <w:r w:rsidR="001C0413">
        <w:t xml:space="preserve"> ; </w:t>
      </w:r>
      <w:r w:rsidRPr="005D5566">
        <w:t>puis</w:t>
      </w:r>
      <w:r w:rsidR="001C0413">
        <w:t xml:space="preserve">, </w:t>
      </w:r>
      <w:r w:rsidRPr="005D5566">
        <w:t>s</w:t>
      </w:r>
      <w:r w:rsidR="001C0413">
        <w:t>’</w:t>
      </w:r>
      <w:r w:rsidRPr="005D5566">
        <w:t>étant levé</w:t>
      </w:r>
      <w:r w:rsidR="001C0413">
        <w:t xml:space="preserve">, </w:t>
      </w:r>
      <w:r w:rsidRPr="005D5566">
        <w:t xml:space="preserve">il tâta </w:t>
      </w:r>
      <w:r w:rsidRPr="005D5566">
        <w:rPr>
          <w:bCs/>
        </w:rPr>
        <w:t xml:space="preserve">du </w:t>
      </w:r>
      <w:r w:rsidRPr="005D5566">
        <w:t>doigt</w:t>
      </w:r>
      <w:r w:rsidR="001C0413">
        <w:t xml:space="preserve">, </w:t>
      </w:r>
      <w:r w:rsidRPr="005D5566">
        <w:t>tout en tiraillant sa barbe</w:t>
      </w:r>
      <w:r w:rsidR="001C0413">
        <w:t xml:space="preserve">, </w:t>
      </w:r>
      <w:r w:rsidRPr="005D5566">
        <w:t xml:space="preserve">les boursouflures </w:t>
      </w:r>
      <w:r w:rsidRPr="005D5566">
        <w:rPr>
          <w:bCs/>
        </w:rPr>
        <w:t xml:space="preserve">du </w:t>
      </w:r>
      <w:r w:rsidRPr="005D5566">
        <w:t>visage de Iégor</w:t>
      </w:r>
      <w:r w:rsidR="001C0413">
        <w:t>.</w:t>
      </w:r>
    </w:p>
    <w:p w14:paraId="3F00CDE6" w14:textId="77777777" w:rsidR="001C0413" w:rsidRDefault="00530790" w:rsidP="001C0413">
      <w:r w:rsidRPr="005D5566">
        <w:t>La mère connaissait bien le docteur</w:t>
      </w:r>
      <w:r w:rsidR="001C0413">
        <w:t xml:space="preserve"> ; </w:t>
      </w:r>
      <w:r w:rsidRPr="005D5566">
        <w:t>c</w:t>
      </w:r>
      <w:r w:rsidR="001C0413">
        <w:t>’</w:t>
      </w:r>
      <w:r w:rsidRPr="005D5566">
        <w:t>était un des meilleurs camarades de Nicolas</w:t>
      </w:r>
      <w:r w:rsidR="001C0413">
        <w:t xml:space="preserve">. </w:t>
      </w:r>
      <w:r w:rsidRPr="005D5566">
        <w:t>Elle s</w:t>
      </w:r>
      <w:r w:rsidR="001C0413">
        <w:t>’</w:t>
      </w:r>
      <w:r w:rsidRPr="005D5566">
        <w:t>approcha de Iégor</w:t>
      </w:r>
      <w:r w:rsidR="001C0413">
        <w:t xml:space="preserve">, </w:t>
      </w:r>
      <w:r w:rsidRPr="005D5566">
        <w:t>qui tira la langue quand il la vit</w:t>
      </w:r>
      <w:r w:rsidR="001C0413">
        <w:t xml:space="preserve">. </w:t>
      </w:r>
      <w:r w:rsidRPr="005D5566">
        <w:t>Le médecin se retourna</w:t>
      </w:r>
      <w:r w:rsidR="001C0413">
        <w:t> :</w:t>
      </w:r>
    </w:p>
    <w:p w14:paraId="04D624A6" w14:textId="77777777" w:rsidR="001C0413" w:rsidRDefault="001C0413" w:rsidP="001C0413">
      <w:r>
        <w:t>— </w:t>
      </w:r>
      <w:r w:rsidR="00530790" w:rsidRPr="005D5566">
        <w:t>Ah</w:t>
      </w:r>
      <w:r>
        <w:t xml:space="preserve"> ! </w:t>
      </w:r>
      <w:r w:rsidR="00530790" w:rsidRPr="005D5566">
        <w:t>c</w:t>
      </w:r>
      <w:r>
        <w:t>’</w:t>
      </w:r>
      <w:r w:rsidR="00530790" w:rsidRPr="005D5566">
        <w:t>est vous</w:t>
      </w:r>
      <w:r>
        <w:t xml:space="preserve">… </w:t>
      </w:r>
      <w:r w:rsidR="00530790" w:rsidRPr="005D5566">
        <w:t>Bonjour</w:t>
      </w:r>
      <w:r>
        <w:t xml:space="preserve">… </w:t>
      </w:r>
      <w:r w:rsidR="00530790" w:rsidRPr="005D5566">
        <w:t>Asseyez-vous</w:t>
      </w:r>
      <w:r>
        <w:t xml:space="preserve"> ! </w:t>
      </w:r>
      <w:r w:rsidR="00530790" w:rsidRPr="005D5566">
        <w:rPr>
          <w:bCs/>
        </w:rPr>
        <w:t>Qu</w:t>
      </w:r>
      <w:r>
        <w:t>’</w:t>
      </w:r>
      <w:r w:rsidR="00530790" w:rsidRPr="005D5566">
        <w:t>apportez-vous</w:t>
      </w:r>
      <w:r>
        <w:t> ?</w:t>
      </w:r>
    </w:p>
    <w:p w14:paraId="4DE9035A" w14:textId="77777777" w:rsidR="001C0413" w:rsidRDefault="001C0413" w:rsidP="001C0413">
      <w:r>
        <w:t>— </w:t>
      </w:r>
      <w:r w:rsidR="00530790" w:rsidRPr="005D5566">
        <w:t>Des livres</w:t>
      </w:r>
      <w:r>
        <w:t xml:space="preserve">, </w:t>
      </w:r>
      <w:r w:rsidR="00530790" w:rsidRPr="005D5566">
        <w:t>je crois</w:t>
      </w:r>
      <w:r>
        <w:t>.</w:t>
      </w:r>
    </w:p>
    <w:p w14:paraId="4CF44EB1" w14:textId="77777777" w:rsidR="001C0413" w:rsidRDefault="001C0413" w:rsidP="001C0413">
      <w:r>
        <w:t>— </w:t>
      </w:r>
      <w:r w:rsidR="00530790" w:rsidRPr="005D5566">
        <w:t>Il ne doit pas lire</w:t>
      </w:r>
      <w:r>
        <w:t xml:space="preserve"> ! </w:t>
      </w:r>
      <w:r w:rsidR="00530790" w:rsidRPr="005D5566">
        <w:t>dit le docteur</w:t>
      </w:r>
      <w:r>
        <w:t>.</w:t>
      </w:r>
    </w:p>
    <w:p w14:paraId="4B4F5D07" w14:textId="77777777" w:rsidR="001C0413" w:rsidRDefault="001C0413" w:rsidP="001C0413">
      <w:r>
        <w:t>— </w:t>
      </w:r>
      <w:r w:rsidR="00530790" w:rsidRPr="005D5566">
        <w:t>Il veut que je devienne idiot</w:t>
      </w:r>
      <w:r>
        <w:t xml:space="preserve"> ! </w:t>
      </w:r>
      <w:r w:rsidR="00530790" w:rsidRPr="005D5566">
        <w:t>pleurnicha Iégor</w:t>
      </w:r>
      <w:r>
        <w:t>.</w:t>
      </w:r>
    </w:p>
    <w:p w14:paraId="1A7BDD54" w14:textId="77777777" w:rsidR="001C0413" w:rsidRDefault="001C0413" w:rsidP="001C0413">
      <w:r>
        <w:t>— </w:t>
      </w:r>
      <w:r w:rsidR="00530790" w:rsidRPr="005D5566">
        <w:t>Tais-toi</w:t>
      </w:r>
      <w:r>
        <w:t xml:space="preserve"> ! </w:t>
      </w:r>
      <w:r w:rsidR="00530790" w:rsidRPr="005D5566">
        <w:t>ordonna le docteur</w:t>
      </w:r>
      <w:r>
        <w:t xml:space="preserve">, </w:t>
      </w:r>
      <w:r w:rsidR="00530790" w:rsidRPr="005D5566">
        <w:t>et il inscrivit quelques mots dans son carnet</w:t>
      </w:r>
      <w:r>
        <w:t>.</w:t>
      </w:r>
    </w:p>
    <w:p w14:paraId="578D4A52" w14:textId="77777777" w:rsidR="001C0413" w:rsidRDefault="00530790" w:rsidP="001C0413">
      <w:r w:rsidRPr="005D5566">
        <w:t>De petits soupirs pénibles</w:t>
      </w:r>
      <w:r w:rsidR="001C0413">
        <w:t xml:space="preserve">, </w:t>
      </w:r>
      <w:r w:rsidRPr="005D5566">
        <w:t>accompagnés d</w:t>
      </w:r>
      <w:r w:rsidR="001C0413">
        <w:rPr>
          <w:bCs/>
        </w:rPr>
        <w:t>’</w:t>
      </w:r>
      <w:r w:rsidRPr="005D5566">
        <w:rPr>
          <w:bCs/>
        </w:rPr>
        <w:t xml:space="preserve">un </w:t>
      </w:r>
      <w:r w:rsidRPr="005D5566">
        <w:t>râle moite s</w:t>
      </w:r>
      <w:r w:rsidR="001C0413">
        <w:t>’</w:t>
      </w:r>
      <w:r w:rsidRPr="005D5566">
        <w:t>échappaient de la poitrine de Iégor</w:t>
      </w:r>
      <w:r w:rsidR="001C0413">
        <w:t xml:space="preserve">. </w:t>
      </w:r>
      <w:r w:rsidRPr="005D5566">
        <w:t>Son visage était couvert de fines gouttes de sueur</w:t>
      </w:r>
      <w:r w:rsidR="001C0413">
        <w:t xml:space="preserve"> ; </w:t>
      </w:r>
      <w:r w:rsidRPr="005D5566">
        <w:t>il s</w:t>
      </w:r>
      <w:r w:rsidR="001C0413">
        <w:t>’</w:t>
      </w:r>
      <w:r w:rsidRPr="005D5566">
        <w:t>essuyait parfois le front en levant lentement ses mains pesantes et désobéissantes</w:t>
      </w:r>
      <w:r w:rsidR="001C0413">
        <w:t xml:space="preserve">. </w:t>
      </w:r>
      <w:r w:rsidRPr="005D5566">
        <w:t>L</w:t>
      </w:r>
      <w:r w:rsidR="001C0413">
        <w:t>’</w:t>
      </w:r>
      <w:r w:rsidRPr="005D5566">
        <w:t>étrange immobilité de ses joues enflées déformait sa bonne et large figure</w:t>
      </w:r>
      <w:r w:rsidR="001C0413">
        <w:t xml:space="preserve">, </w:t>
      </w:r>
      <w:r w:rsidRPr="005D5566">
        <w:t>dont les traits avaient disparu sous un masque cadavérique</w:t>
      </w:r>
      <w:r w:rsidR="001C0413">
        <w:t xml:space="preserve"> ; </w:t>
      </w:r>
      <w:r w:rsidRPr="005D5566">
        <w:t>seuls</w:t>
      </w:r>
      <w:r w:rsidR="001C0413">
        <w:t xml:space="preserve">, </w:t>
      </w:r>
      <w:r w:rsidRPr="005D5566">
        <w:t>les yeux profondément enfoncés entre les enflures avaient un regard clair et souriaient avec condescendance</w:t>
      </w:r>
      <w:r w:rsidR="001C0413">
        <w:t>.</w:t>
      </w:r>
    </w:p>
    <w:p w14:paraId="725FFF47" w14:textId="77777777" w:rsidR="001C0413" w:rsidRDefault="001C0413" w:rsidP="001C0413">
      <w:r>
        <w:lastRenderedPageBreak/>
        <w:t>— </w:t>
      </w:r>
      <w:r w:rsidR="00530790" w:rsidRPr="005D5566">
        <w:t>Hé</w:t>
      </w:r>
      <w:r>
        <w:t xml:space="preserve"> ! </w:t>
      </w:r>
      <w:r w:rsidR="00530790" w:rsidRPr="005D5566">
        <w:t>cette science</w:t>
      </w:r>
      <w:r>
        <w:t xml:space="preserve"> !… </w:t>
      </w:r>
      <w:r w:rsidR="00530790" w:rsidRPr="005D5566">
        <w:t>Je suis fatigué</w:t>
      </w:r>
      <w:r>
        <w:t xml:space="preserve">… </w:t>
      </w:r>
      <w:r w:rsidR="00530790" w:rsidRPr="005D5566">
        <w:t>Puis-je me coucher</w:t>
      </w:r>
      <w:r>
        <w:t xml:space="preserve"> ? </w:t>
      </w:r>
      <w:r w:rsidR="00530790" w:rsidRPr="005D5566">
        <w:t>demanda-t-il</w:t>
      </w:r>
      <w:r>
        <w:t>.</w:t>
      </w:r>
    </w:p>
    <w:p w14:paraId="614485E7" w14:textId="77777777" w:rsidR="001C0413" w:rsidRDefault="001C0413" w:rsidP="001C0413">
      <w:r>
        <w:t>— </w:t>
      </w:r>
      <w:r w:rsidR="00530790" w:rsidRPr="005D5566">
        <w:t>Non</w:t>
      </w:r>
      <w:r>
        <w:t xml:space="preserve"> ! </w:t>
      </w:r>
      <w:r w:rsidR="00530790" w:rsidRPr="005D5566">
        <w:t>répondit brièvement le docteur</w:t>
      </w:r>
      <w:r>
        <w:t>.</w:t>
      </w:r>
    </w:p>
    <w:p w14:paraId="3768A824" w14:textId="77777777" w:rsidR="001C0413" w:rsidRDefault="001C0413" w:rsidP="001C0413">
      <w:r>
        <w:t>— </w:t>
      </w:r>
      <w:r w:rsidR="00530790" w:rsidRPr="005D5566">
        <w:t>Eh bien</w:t>
      </w:r>
      <w:r>
        <w:t xml:space="preserve">, </w:t>
      </w:r>
      <w:r w:rsidR="00530790" w:rsidRPr="005D5566">
        <w:t>je me coucherai quand tu seras parti</w:t>
      </w:r>
      <w:r>
        <w:t> !</w:t>
      </w:r>
    </w:p>
    <w:p w14:paraId="41416DAD" w14:textId="77777777" w:rsidR="001C0413" w:rsidRDefault="001C0413" w:rsidP="001C0413">
      <w:r>
        <w:t>— </w:t>
      </w:r>
      <w:r w:rsidR="00530790" w:rsidRPr="005D5566">
        <w:t>Ne le lui permettez pas</w:t>
      </w:r>
      <w:r>
        <w:t xml:space="preserve">, </w:t>
      </w:r>
      <w:r w:rsidR="00530790" w:rsidRPr="005D5566">
        <w:t>mère</w:t>
      </w:r>
      <w:r>
        <w:t xml:space="preserve">. </w:t>
      </w:r>
      <w:r w:rsidR="00530790" w:rsidRPr="005D5566">
        <w:t>Arrangez ses oreillers</w:t>
      </w:r>
      <w:r>
        <w:t xml:space="preserve"> !… </w:t>
      </w:r>
      <w:r w:rsidR="00530790" w:rsidRPr="005D5566">
        <w:t>Et surtout</w:t>
      </w:r>
      <w:r>
        <w:t xml:space="preserve">, </w:t>
      </w:r>
      <w:r w:rsidR="00530790" w:rsidRPr="005D5566">
        <w:t>qu</w:t>
      </w:r>
      <w:r>
        <w:t>’</w:t>
      </w:r>
      <w:r w:rsidR="00530790" w:rsidRPr="005D5566">
        <w:t>il ne parle pas</w:t>
      </w:r>
      <w:r>
        <w:t xml:space="preserve"> ! </w:t>
      </w:r>
      <w:r w:rsidR="00530790" w:rsidRPr="005D5566">
        <w:t>Je vous en prie</w:t>
      </w:r>
      <w:r>
        <w:t xml:space="preserve">, </w:t>
      </w:r>
      <w:r w:rsidR="00530790" w:rsidRPr="005D5566">
        <w:t>cela lui est très nuisible</w:t>
      </w:r>
      <w:r>
        <w:t>.</w:t>
      </w:r>
    </w:p>
    <w:p w14:paraId="153F62B5" w14:textId="77777777" w:rsidR="001C0413" w:rsidRDefault="00530790" w:rsidP="001C0413">
      <w:r w:rsidRPr="005D5566">
        <w:t>Pélaguée hocha la tête</w:t>
      </w:r>
      <w:r w:rsidR="001C0413">
        <w:t xml:space="preserve">. </w:t>
      </w:r>
      <w:r w:rsidRPr="005D5566">
        <w:t>Le médecin s</w:t>
      </w:r>
      <w:r w:rsidR="001C0413">
        <w:t>’</w:t>
      </w:r>
      <w:r w:rsidRPr="005D5566">
        <w:t>en alla à petits pas rapides</w:t>
      </w:r>
      <w:r w:rsidR="001C0413">
        <w:t xml:space="preserve">. </w:t>
      </w:r>
      <w:r w:rsidRPr="005D5566">
        <w:t>Iégor jeta la tête en arrière</w:t>
      </w:r>
      <w:r w:rsidR="001C0413">
        <w:t xml:space="preserve">, </w:t>
      </w:r>
      <w:r w:rsidRPr="005D5566">
        <w:t>ferma les yeux et ne fit plus aucun mouvement</w:t>
      </w:r>
      <w:r w:rsidR="001C0413">
        <w:t xml:space="preserve"> ; </w:t>
      </w:r>
      <w:r w:rsidRPr="005D5566">
        <w:t>seuls ses doigts remuaient un peu</w:t>
      </w:r>
      <w:r w:rsidR="001C0413">
        <w:t xml:space="preserve">. </w:t>
      </w:r>
      <w:r w:rsidRPr="005D5566">
        <w:t>Les parois blanches de la petite chambre dégageaient un froid sec</w:t>
      </w:r>
      <w:r w:rsidR="001C0413">
        <w:t xml:space="preserve">, </w:t>
      </w:r>
      <w:r w:rsidRPr="005D5566">
        <w:t>une tristesse terne et pâle</w:t>
      </w:r>
      <w:r w:rsidR="001C0413">
        <w:t xml:space="preserve">. </w:t>
      </w:r>
      <w:r w:rsidRPr="005D5566">
        <w:t>La grande fenêtre laissait voir les faîtes ondulés des tilleuls</w:t>
      </w:r>
      <w:r w:rsidR="001C0413">
        <w:t xml:space="preserve"> ; </w:t>
      </w:r>
      <w:r w:rsidRPr="005D5566">
        <w:t>dans le feuillage poussiéreux et sombre étincelaient vivement des taches jaunes</w:t>
      </w:r>
      <w:r w:rsidR="001C0413">
        <w:t xml:space="preserve"> : </w:t>
      </w:r>
      <w:r w:rsidRPr="005D5566">
        <w:t>les froides prémices de l</w:t>
      </w:r>
      <w:r w:rsidR="001C0413">
        <w:t>’</w:t>
      </w:r>
      <w:r w:rsidRPr="005D5566">
        <w:t>automne naissant</w:t>
      </w:r>
      <w:r w:rsidR="001C0413">
        <w:t>…</w:t>
      </w:r>
    </w:p>
    <w:p w14:paraId="7DFF73EF" w14:textId="77777777" w:rsidR="001C0413" w:rsidRDefault="001C0413" w:rsidP="001C0413">
      <w:r>
        <w:t>— </w:t>
      </w:r>
      <w:r w:rsidR="00530790" w:rsidRPr="005D5566">
        <w:t>La mort vient à moi lentement</w:t>
      </w:r>
      <w:r>
        <w:t xml:space="preserve">, </w:t>
      </w:r>
      <w:r w:rsidR="00530790" w:rsidRPr="005D5566">
        <w:t>à regret</w:t>
      </w:r>
      <w:r>
        <w:t xml:space="preserve"> ! </w:t>
      </w:r>
      <w:r w:rsidR="00530790" w:rsidRPr="005D5566">
        <w:t>dit Iégor</w:t>
      </w:r>
      <w:r>
        <w:t xml:space="preserve">, </w:t>
      </w:r>
      <w:r w:rsidR="00530790" w:rsidRPr="005D5566">
        <w:t>sans bouger ni ouvrir les yeux</w:t>
      </w:r>
      <w:r>
        <w:t xml:space="preserve">. </w:t>
      </w:r>
      <w:r w:rsidR="00530790" w:rsidRPr="005D5566">
        <w:t>On voit qu</w:t>
      </w:r>
      <w:r>
        <w:t>’</w:t>
      </w:r>
      <w:r w:rsidR="00530790" w:rsidRPr="005D5566">
        <w:t>elle a un peu pitié de moi</w:t>
      </w:r>
      <w:r>
        <w:t xml:space="preserve">, </w:t>
      </w:r>
      <w:r w:rsidR="00530790" w:rsidRPr="005D5566">
        <w:t>qui étais un si brave garçon</w:t>
      </w:r>
      <w:r>
        <w:t xml:space="preserve">, </w:t>
      </w:r>
      <w:r w:rsidR="00530790" w:rsidRPr="005D5566">
        <w:t>avec un si bon caractère</w:t>
      </w:r>
      <w:r>
        <w:t>…</w:t>
      </w:r>
    </w:p>
    <w:p w14:paraId="0B344E4B" w14:textId="77777777" w:rsidR="001C0413" w:rsidRDefault="001C0413" w:rsidP="001C0413">
      <w:r>
        <w:t>— </w:t>
      </w:r>
      <w:r w:rsidR="00530790" w:rsidRPr="005D5566">
        <w:t>Tais-toi</w:t>
      </w:r>
      <w:r>
        <w:t xml:space="preserve">, </w:t>
      </w:r>
      <w:r w:rsidR="00530790" w:rsidRPr="005D5566">
        <w:t>Iégor</w:t>
      </w:r>
      <w:r>
        <w:t xml:space="preserve"> ! </w:t>
      </w:r>
      <w:r w:rsidR="00530790" w:rsidRPr="005D5566">
        <w:t>supplia la mère</w:t>
      </w:r>
      <w:r>
        <w:t xml:space="preserve">, </w:t>
      </w:r>
      <w:r w:rsidR="00530790" w:rsidRPr="005D5566">
        <w:t>en lui caressant doucement la main</w:t>
      </w:r>
      <w:r>
        <w:t>.</w:t>
      </w:r>
    </w:p>
    <w:p w14:paraId="1D6C8A02" w14:textId="77777777" w:rsidR="001C0413" w:rsidRDefault="001C0413" w:rsidP="001C0413">
      <w:r>
        <w:t>— </w:t>
      </w:r>
      <w:r w:rsidR="00530790" w:rsidRPr="005D5566">
        <w:t>Attendez</w:t>
      </w:r>
      <w:r>
        <w:t xml:space="preserve">, </w:t>
      </w:r>
      <w:r w:rsidR="00530790" w:rsidRPr="005D5566">
        <w:t>grand-mère</w:t>
      </w:r>
      <w:r>
        <w:t xml:space="preserve">, </w:t>
      </w:r>
      <w:r w:rsidR="00530790" w:rsidRPr="005D5566">
        <w:t>je vais me taire</w:t>
      </w:r>
      <w:r>
        <w:t xml:space="preserve">… </w:t>
      </w:r>
      <w:r w:rsidR="00530790" w:rsidRPr="005D5566">
        <w:t>Haletant</w:t>
      </w:r>
      <w:r>
        <w:t xml:space="preserve">, </w:t>
      </w:r>
      <w:r w:rsidR="00530790" w:rsidRPr="005D5566">
        <w:t>il continua en articulant les mots avec un immense effort</w:t>
      </w:r>
      <w:r>
        <w:t xml:space="preserve">, </w:t>
      </w:r>
      <w:r w:rsidR="00530790" w:rsidRPr="005D5566">
        <w:t>et les entrecoupant de longues pauses</w:t>
      </w:r>
      <w:r>
        <w:t> :</w:t>
      </w:r>
    </w:p>
    <w:p w14:paraId="12910C68" w14:textId="77777777" w:rsidR="001C0413" w:rsidRDefault="001C0413" w:rsidP="001C0413">
      <w:r>
        <w:t>— </w:t>
      </w:r>
      <w:r w:rsidR="00530790" w:rsidRPr="005D5566">
        <w:t>C</w:t>
      </w:r>
      <w:r>
        <w:t>’</w:t>
      </w:r>
      <w:r w:rsidR="00530790" w:rsidRPr="005D5566">
        <w:t>est très bien que vous soyez avec nous</w:t>
      </w:r>
      <w:r>
        <w:t xml:space="preserve">, </w:t>
      </w:r>
      <w:r w:rsidR="00530790" w:rsidRPr="005D5566">
        <w:t>grand-mère</w:t>
      </w:r>
      <w:r>
        <w:t xml:space="preserve">… </w:t>
      </w:r>
      <w:r w:rsidR="00530790" w:rsidRPr="005D5566">
        <w:t>il m</w:t>
      </w:r>
      <w:r>
        <w:t>’</w:t>
      </w:r>
      <w:r w:rsidR="00530790" w:rsidRPr="005D5566">
        <w:t>est très agréable de voir votre visage</w:t>
      </w:r>
      <w:r>
        <w:t xml:space="preserve">… </w:t>
      </w:r>
      <w:r w:rsidR="00530790" w:rsidRPr="005D5566">
        <w:t>vos yeux si vigilants</w:t>
      </w:r>
      <w:r>
        <w:t xml:space="preserve">… </w:t>
      </w:r>
      <w:r w:rsidR="00530790" w:rsidRPr="005D5566">
        <w:t>votre naïveté</w:t>
      </w:r>
      <w:r>
        <w:t xml:space="preserve">… </w:t>
      </w:r>
      <w:r w:rsidR="00530790" w:rsidRPr="005D5566">
        <w:t>Je me demande en vous voyant</w:t>
      </w:r>
      <w:r>
        <w:t xml:space="preserve"> : – </w:t>
      </w:r>
      <w:r w:rsidR="00530790" w:rsidRPr="005D5566">
        <w:t>Comment finira-t-elle</w:t>
      </w:r>
      <w:r>
        <w:t xml:space="preserve"> ? </w:t>
      </w:r>
      <w:r w:rsidR="00530790" w:rsidRPr="005D5566">
        <w:t>Et je suis triste en pensant</w:t>
      </w:r>
      <w:r>
        <w:t xml:space="preserve">… </w:t>
      </w:r>
      <w:r w:rsidR="00530790" w:rsidRPr="005D5566">
        <w:t>que c</w:t>
      </w:r>
      <w:r>
        <w:t>’</w:t>
      </w:r>
      <w:r w:rsidR="00530790" w:rsidRPr="005D5566">
        <w:t>est la prison</w:t>
      </w:r>
      <w:r>
        <w:t xml:space="preserve">, </w:t>
      </w:r>
      <w:r w:rsidR="00530790" w:rsidRPr="005D5566">
        <w:t>l</w:t>
      </w:r>
      <w:r>
        <w:t>’</w:t>
      </w:r>
      <w:r w:rsidR="00530790" w:rsidRPr="005D5566">
        <w:t>exil</w:t>
      </w:r>
      <w:r>
        <w:t xml:space="preserve">, </w:t>
      </w:r>
      <w:r w:rsidR="00530790" w:rsidRPr="005D5566">
        <w:t>toutes sortes d</w:t>
      </w:r>
      <w:r>
        <w:t>’</w:t>
      </w:r>
      <w:r w:rsidR="00530790" w:rsidRPr="005D5566">
        <w:t xml:space="preserve">abominations </w:t>
      </w:r>
      <w:r w:rsidR="00530790" w:rsidRPr="005D5566">
        <w:lastRenderedPageBreak/>
        <w:t>qui vous attendent</w:t>
      </w:r>
      <w:r>
        <w:t xml:space="preserve">… </w:t>
      </w:r>
      <w:r w:rsidR="00530790" w:rsidRPr="005D5566">
        <w:t>vous</w:t>
      </w:r>
      <w:r>
        <w:t xml:space="preserve">, </w:t>
      </w:r>
      <w:r w:rsidR="00530790" w:rsidRPr="005D5566">
        <w:t>comme les autres</w:t>
      </w:r>
      <w:r>
        <w:t xml:space="preserve">… </w:t>
      </w:r>
      <w:r w:rsidR="00530790" w:rsidRPr="005D5566">
        <w:t>Vous n</w:t>
      </w:r>
      <w:r>
        <w:t>’</w:t>
      </w:r>
      <w:r w:rsidR="00530790" w:rsidRPr="005D5566">
        <w:t>avez pas peur de la prison</w:t>
      </w:r>
      <w:r>
        <w:t> ?</w:t>
      </w:r>
    </w:p>
    <w:p w14:paraId="44C3A8B8" w14:textId="77777777" w:rsidR="001C0413" w:rsidRDefault="001C0413" w:rsidP="001C0413">
      <w:r>
        <w:t>— </w:t>
      </w:r>
      <w:r w:rsidR="00530790" w:rsidRPr="005D5566">
        <w:t>Non</w:t>
      </w:r>
      <w:r>
        <w:t xml:space="preserve"> ! </w:t>
      </w:r>
      <w:r w:rsidR="00530790" w:rsidRPr="005D5566">
        <w:t>répondit-elle simplement</w:t>
      </w:r>
      <w:r>
        <w:t>.</w:t>
      </w:r>
    </w:p>
    <w:p w14:paraId="3FD602A5" w14:textId="77777777" w:rsidR="001C0413" w:rsidRDefault="001C0413" w:rsidP="001C0413">
      <w:r>
        <w:t>— </w:t>
      </w:r>
      <w:r w:rsidR="00530790" w:rsidRPr="005D5566">
        <w:t>Évidemment</w:t>
      </w:r>
      <w:r>
        <w:t xml:space="preserve"> !… </w:t>
      </w:r>
      <w:r w:rsidR="00530790" w:rsidRPr="005D5566">
        <w:t>Et pourtant</w:t>
      </w:r>
      <w:r>
        <w:t xml:space="preserve">, </w:t>
      </w:r>
      <w:r w:rsidR="00530790" w:rsidRPr="005D5566">
        <w:t>la prison</w:t>
      </w:r>
      <w:r>
        <w:t xml:space="preserve">… </w:t>
      </w:r>
      <w:r w:rsidR="00530790" w:rsidRPr="005D5566">
        <w:t>c</w:t>
      </w:r>
      <w:r>
        <w:t>’</w:t>
      </w:r>
      <w:r w:rsidR="00530790" w:rsidRPr="005D5566">
        <w:t>est dégoûtant</w:t>
      </w:r>
      <w:r>
        <w:t xml:space="preserve">… </w:t>
      </w:r>
      <w:r w:rsidR="00530790" w:rsidRPr="005D5566">
        <w:t>c</w:t>
      </w:r>
      <w:r>
        <w:t>’</w:t>
      </w:r>
      <w:r w:rsidR="00530790" w:rsidRPr="005D5566">
        <w:t>est elle qui m</w:t>
      </w:r>
      <w:r>
        <w:t>’</w:t>
      </w:r>
      <w:r w:rsidR="00530790" w:rsidRPr="005D5566">
        <w:t>a tué</w:t>
      </w:r>
      <w:r>
        <w:t xml:space="preserve">… </w:t>
      </w:r>
      <w:r w:rsidR="00530790" w:rsidRPr="005D5566">
        <w:t>À parler franchement</w:t>
      </w:r>
      <w:r>
        <w:t xml:space="preserve">, </w:t>
      </w:r>
      <w:r w:rsidR="00530790" w:rsidRPr="005D5566">
        <w:t>je ne désire pas mourir</w:t>
      </w:r>
      <w:r>
        <w:t>…</w:t>
      </w:r>
    </w:p>
    <w:p w14:paraId="28BA3C9B" w14:textId="77777777" w:rsidR="001C0413" w:rsidRDefault="001C0413" w:rsidP="001C0413">
      <w:r>
        <w:t>— </w:t>
      </w:r>
      <w:r w:rsidR="00530790" w:rsidRPr="005D5566">
        <w:t>Peut-être ne mourras-tu pas encore</w:t>
      </w:r>
      <w:r>
        <w:t xml:space="preserve"> ! </w:t>
      </w:r>
      <w:r w:rsidR="00530790" w:rsidRPr="005D5566">
        <w:t>eut-elle envie de lui dire</w:t>
      </w:r>
      <w:r>
        <w:t xml:space="preserve"> ; </w:t>
      </w:r>
      <w:r w:rsidR="00530790" w:rsidRPr="005D5566">
        <w:t>mais elle se tut et le regarda</w:t>
      </w:r>
      <w:r>
        <w:t>.</w:t>
      </w:r>
    </w:p>
    <w:p w14:paraId="0B3B4B0E" w14:textId="77777777" w:rsidR="001C0413" w:rsidRDefault="001C0413" w:rsidP="001C0413">
      <w:r>
        <w:t>— </w:t>
      </w:r>
      <w:r w:rsidR="00530790" w:rsidRPr="005D5566">
        <w:t>J</w:t>
      </w:r>
      <w:r>
        <w:t>’</w:t>
      </w:r>
      <w:r w:rsidR="00530790" w:rsidRPr="005D5566">
        <w:t>aurais pu travailler encore</w:t>
      </w:r>
      <w:r>
        <w:t xml:space="preserve">… </w:t>
      </w:r>
      <w:r w:rsidR="00530790" w:rsidRPr="005D5566">
        <w:t>pour le bien du peuple</w:t>
      </w:r>
      <w:r>
        <w:t xml:space="preserve">… </w:t>
      </w:r>
      <w:r w:rsidR="00530790" w:rsidRPr="005D5566">
        <w:t>Mais</w:t>
      </w:r>
      <w:r>
        <w:t xml:space="preserve">, </w:t>
      </w:r>
      <w:r w:rsidR="00530790" w:rsidRPr="005D5566">
        <w:t>quand on ne peut plus travailler</w:t>
      </w:r>
      <w:r>
        <w:t xml:space="preserve">, </w:t>
      </w:r>
      <w:r w:rsidR="00530790" w:rsidRPr="005D5566">
        <w:rPr>
          <w:bCs/>
        </w:rPr>
        <w:t xml:space="preserve">il </w:t>
      </w:r>
      <w:r w:rsidR="00530790" w:rsidRPr="005D5566">
        <w:t>est impossible de vivre</w:t>
      </w:r>
      <w:r>
        <w:t xml:space="preserve">, </w:t>
      </w:r>
      <w:r w:rsidR="00530790" w:rsidRPr="005D5566">
        <w:t>c</w:t>
      </w:r>
      <w:r>
        <w:t>’</w:t>
      </w:r>
      <w:r w:rsidR="00530790" w:rsidRPr="005D5566">
        <w:t>est trop bête</w:t>
      </w:r>
      <w:r>
        <w:t> !</w:t>
      </w:r>
    </w:p>
    <w:p w14:paraId="2DE86E4C" w14:textId="77777777" w:rsidR="001C0413" w:rsidRDefault="001C0413" w:rsidP="001C0413">
      <w:r>
        <w:t>— « </w:t>
      </w:r>
      <w:r w:rsidR="00530790" w:rsidRPr="005D5566">
        <w:t>C</w:t>
      </w:r>
      <w:r>
        <w:t>’</w:t>
      </w:r>
      <w:r w:rsidR="00530790" w:rsidRPr="005D5566">
        <w:t>est vrai</w:t>
      </w:r>
      <w:r>
        <w:t xml:space="preserve">, </w:t>
      </w:r>
      <w:r w:rsidR="00530790" w:rsidRPr="005D5566">
        <w:t>mais ce n</w:t>
      </w:r>
      <w:r>
        <w:t>’</w:t>
      </w:r>
      <w:r w:rsidR="00530790" w:rsidRPr="005D5566">
        <w:t>est pas consolant</w:t>
      </w:r>
      <w:r>
        <w:t> ! »</w:t>
      </w:r>
      <w:r w:rsidR="00530790" w:rsidRPr="005D5566">
        <w:t xml:space="preserve"> Ces paroles d</w:t>
      </w:r>
      <w:r>
        <w:t>’</w:t>
      </w:r>
      <w:r w:rsidR="00530790" w:rsidRPr="005D5566">
        <w:t>André revinrent brusquement à la mémoire de la mère</w:t>
      </w:r>
      <w:r>
        <w:t xml:space="preserve"> ; </w:t>
      </w:r>
      <w:r w:rsidR="00530790" w:rsidRPr="005D5566">
        <w:t>elle poussa un soupir</w:t>
      </w:r>
      <w:r>
        <w:t xml:space="preserve">. </w:t>
      </w:r>
      <w:r w:rsidR="00530790" w:rsidRPr="005D5566">
        <w:t>Elle était très fatiguée et avait faim</w:t>
      </w:r>
      <w:r>
        <w:t xml:space="preserve">. </w:t>
      </w:r>
      <w:r w:rsidR="00530790" w:rsidRPr="005D5566">
        <w:t xml:space="preserve">Le chuchotement monotone et rauque du malade remplissait la chambre </w:t>
      </w:r>
      <w:r w:rsidR="00530790" w:rsidRPr="005D5566">
        <w:rPr>
          <w:bCs/>
        </w:rPr>
        <w:t xml:space="preserve">et </w:t>
      </w:r>
      <w:r w:rsidR="00530790" w:rsidRPr="005D5566">
        <w:t>rampait impuissant sur les murs lisses</w:t>
      </w:r>
      <w:r>
        <w:t xml:space="preserve">. </w:t>
      </w:r>
      <w:r w:rsidR="00530790" w:rsidRPr="005D5566">
        <w:t xml:space="preserve">Le feuillage des tilleuls faisait songer à des nuages descendus très bas </w:t>
      </w:r>
      <w:r w:rsidR="00530790" w:rsidRPr="005D5566">
        <w:rPr>
          <w:bCs/>
        </w:rPr>
        <w:t xml:space="preserve">et </w:t>
      </w:r>
      <w:r w:rsidR="00530790" w:rsidRPr="005D5566">
        <w:t>étonnait l</w:t>
      </w:r>
      <w:r>
        <w:t>’</w:t>
      </w:r>
      <w:r w:rsidR="00530790" w:rsidRPr="005D5566">
        <w:t>œil par sa teinte foncée et mélancolique</w:t>
      </w:r>
      <w:r>
        <w:t xml:space="preserve">. </w:t>
      </w:r>
      <w:r w:rsidR="00530790" w:rsidRPr="005D5566">
        <w:t>Tout était bizarrement figé en une immobilité morose</w:t>
      </w:r>
      <w:r>
        <w:t xml:space="preserve">, </w:t>
      </w:r>
      <w:r w:rsidR="00530790" w:rsidRPr="005D5566">
        <w:t>dans l</w:t>
      </w:r>
      <w:r>
        <w:t>’</w:t>
      </w:r>
      <w:r w:rsidR="00530790" w:rsidRPr="005D5566">
        <w:t>attente désolée de la mort</w:t>
      </w:r>
      <w:r>
        <w:t>.</w:t>
      </w:r>
    </w:p>
    <w:p w14:paraId="411C268E" w14:textId="77777777" w:rsidR="001C0413" w:rsidRDefault="001C0413" w:rsidP="001C0413">
      <w:r>
        <w:t>— </w:t>
      </w:r>
      <w:r w:rsidR="00530790" w:rsidRPr="005D5566">
        <w:t>Comme je me sens mal</w:t>
      </w:r>
      <w:r>
        <w:t xml:space="preserve"> ! </w:t>
      </w:r>
      <w:r w:rsidR="00530790" w:rsidRPr="005D5566">
        <w:t>dit Iégor</w:t>
      </w:r>
      <w:r>
        <w:t xml:space="preserve">. </w:t>
      </w:r>
      <w:r w:rsidR="00530790" w:rsidRPr="005D5566">
        <w:t>Il ferma les jeux et se tut</w:t>
      </w:r>
      <w:r>
        <w:t>.</w:t>
      </w:r>
    </w:p>
    <w:p w14:paraId="48B93875" w14:textId="77777777" w:rsidR="001C0413" w:rsidRDefault="001C0413" w:rsidP="001C0413">
      <w:r>
        <w:t>— </w:t>
      </w:r>
      <w:r w:rsidR="00530790" w:rsidRPr="005D5566">
        <w:t>Dors</w:t>
      </w:r>
      <w:r>
        <w:t xml:space="preserve"> ! </w:t>
      </w:r>
      <w:r w:rsidR="00530790" w:rsidRPr="005D5566">
        <w:t>conseilla la mère</w:t>
      </w:r>
      <w:r>
        <w:t xml:space="preserve">. </w:t>
      </w:r>
      <w:r w:rsidR="00530790" w:rsidRPr="005D5566">
        <w:t xml:space="preserve">Peut-être cela </w:t>
      </w:r>
      <w:r w:rsidR="00530790" w:rsidRPr="005D5566">
        <w:rPr>
          <w:bCs/>
        </w:rPr>
        <w:t xml:space="preserve">te </w:t>
      </w:r>
      <w:r w:rsidR="00530790" w:rsidRPr="005D5566">
        <w:t>fera</w:t>
      </w:r>
      <w:r w:rsidR="00530790" w:rsidRPr="005D5566">
        <w:rPr>
          <w:bCs/>
        </w:rPr>
        <w:t xml:space="preserve">-t-il </w:t>
      </w:r>
      <w:r w:rsidR="00530790" w:rsidRPr="005D5566">
        <w:t>du bien</w:t>
      </w:r>
      <w:r>
        <w:t>.</w:t>
      </w:r>
    </w:p>
    <w:p w14:paraId="1A3D7392" w14:textId="77777777" w:rsidR="001C0413" w:rsidRDefault="00530790" w:rsidP="001C0413">
      <w:r w:rsidRPr="005D5566">
        <w:t>Pendant quelques instants</w:t>
      </w:r>
      <w:r w:rsidR="001C0413">
        <w:t xml:space="preserve">, </w:t>
      </w:r>
      <w:r w:rsidRPr="005D5566">
        <w:t>elle</w:t>
      </w:r>
      <w:r w:rsidR="001C0413">
        <w:t xml:space="preserve">, </w:t>
      </w:r>
      <w:r w:rsidRPr="005D5566">
        <w:t>prêta l</w:t>
      </w:r>
      <w:r w:rsidR="001C0413">
        <w:t>’</w:t>
      </w:r>
      <w:r w:rsidRPr="005D5566">
        <w:t xml:space="preserve">oreille à </w:t>
      </w:r>
      <w:r w:rsidRPr="005D5566">
        <w:rPr>
          <w:bCs/>
        </w:rPr>
        <w:t xml:space="preserve">la </w:t>
      </w:r>
      <w:r w:rsidRPr="005D5566">
        <w:t>respiration du malade et promena son regard autour d</w:t>
      </w:r>
      <w:r w:rsidR="001C0413">
        <w:t>’</w:t>
      </w:r>
      <w:r w:rsidRPr="005D5566">
        <w:t>elle</w:t>
      </w:r>
      <w:r w:rsidR="001C0413">
        <w:t xml:space="preserve">. </w:t>
      </w:r>
      <w:r w:rsidRPr="005D5566">
        <w:t>Envahie par une tristesse glaciale</w:t>
      </w:r>
      <w:r w:rsidR="001C0413">
        <w:t xml:space="preserve">, </w:t>
      </w:r>
      <w:r w:rsidRPr="005D5566">
        <w:t xml:space="preserve">elle se </w:t>
      </w:r>
      <w:r w:rsidRPr="005D5566">
        <w:rPr>
          <w:bCs/>
        </w:rPr>
        <w:t xml:space="preserve">mit </w:t>
      </w:r>
      <w:r w:rsidRPr="005D5566">
        <w:t>à sommeiller</w:t>
      </w:r>
      <w:r w:rsidR="001C0413">
        <w:t>.</w:t>
      </w:r>
    </w:p>
    <w:p w14:paraId="5FCE519A" w14:textId="77777777" w:rsidR="001C0413" w:rsidRDefault="001C0413" w:rsidP="001C0413">
      <w:r>
        <w:lastRenderedPageBreak/>
        <w:t xml:space="preserve">… </w:t>
      </w:r>
      <w:r w:rsidR="00530790" w:rsidRPr="005D5566">
        <w:t>Un frôlement la réveilla</w:t>
      </w:r>
      <w:r>
        <w:t xml:space="preserve"> ; </w:t>
      </w:r>
      <w:r w:rsidR="00530790" w:rsidRPr="005D5566">
        <w:t xml:space="preserve">elle tressaillit </w:t>
      </w:r>
      <w:r w:rsidR="00530790" w:rsidRPr="005D5566">
        <w:rPr>
          <w:bCs/>
        </w:rPr>
        <w:t xml:space="preserve">en </w:t>
      </w:r>
      <w:r w:rsidR="00530790" w:rsidRPr="005D5566">
        <w:t>voyant que Iégor avait les yeux ouverts</w:t>
      </w:r>
      <w:r>
        <w:t>.</w:t>
      </w:r>
    </w:p>
    <w:p w14:paraId="4B2CE945" w14:textId="77777777" w:rsidR="001C0413" w:rsidRDefault="001C0413" w:rsidP="001C0413">
      <w:r>
        <w:t>— </w:t>
      </w:r>
      <w:r w:rsidR="00530790" w:rsidRPr="005D5566">
        <w:t>Je me suis endormie</w:t>
      </w:r>
      <w:r>
        <w:t xml:space="preserve">… </w:t>
      </w:r>
      <w:r w:rsidR="00530790" w:rsidRPr="005D5566">
        <w:t>excuse-moi</w:t>
      </w:r>
      <w:r>
        <w:t xml:space="preserve"> ! </w:t>
      </w:r>
      <w:r w:rsidR="00530790" w:rsidRPr="005D5566">
        <w:t>dit</w:t>
      </w:r>
      <w:r w:rsidR="00530790" w:rsidRPr="005D5566">
        <w:rPr>
          <w:bCs/>
        </w:rPr>
        <w:t xml:space="preserve">-elle à voix </w:t>
      </w:r>
      <w:r w:rsidR="00530790" w:rsidRPr="005D5566">
        <w:t>basse</w:t>
      </w:r>
      <w:r>
        <w:t>.</w:t>
      </w:r>
    </w:p>
    <w:p w14:paraId="6AB3238D" w14:textId="77777777" w:rsidR="001C0413" w:rsidRDefault="001C0413" w:rsidP="001C0413">
      <w:r>
        <w:t>— </w:t>
      </w:r>
      <w:r w:rsidR="00530790" w:rsidRPr="005D5566">
        <w:t>Et toi aussi</w:t>
      </w:r>
      <w:r>
        <w:t xml:space="preserve">, </w:t>
      </w:r>
      <w:r w:rsidR="00530790" w:rsidRPr="005D5566">
        <w:t>pardonne-moi</w:t>
      </w:r>
      <w:r>
        <w:t xml:space="preserve"> ! </w:t>
      </w:r>
      <w:r w:rsidR="00530790" w:rsidRPr="005D5566">
        <w:t>répliqua-t-il</w:t>
      </w:r>
      <w:r>
        <w:t xml:space="preserve">, </w:t>
      </w:r>
      <w:r w:rsidR="00530790" w:rsidRPr="005D5566">
        <w:rPr>
          <w:bCs/>
        </w:rPr>
        <w:t>égale</w:t>
      </w:r>
      <w:r w:rsidR="00530790" w:rsidRPr="005D5566">
        <w:t>ment en chuchotant</w:t>
      </w:r>
      <w:r>
        <w:t>.</w:t>
      </w:r>
    </w:p>
    <w:p w14:paraId="2B2EA78C" w14:textId="77777777" w:rsidR="001C0413" w:rsidRDefault="00530790" w:rsidP="001C0413">
      <w:r w:rsidRPr="005D5566">
        <w:t>À la fenêtre</w:t>
      </w:r>
      <w:r w:rsidR="001C0413">
        <w:t xml:space="preserve">, </w:t>
      </w:r>
      <w:r w:rsidRPr="005D5566">
        <w:t>le crépuscule tombait</w:t>
      </w:r>
      <w:r w:rsidR="001C0413">
        <w:t xml:space="preserve"> ; </w:t>
      </w:r>
      <w:r w:rsidRPr="005D5566">
        <w:rPr>
          <w:bCs/>
        </w:rPr>
        <w:t xml:space="preserve">un froid </w:t>
      </w:r>
      <w:r w:rsidRPr="005D5566">
        <w:t>trouble oppressait les yeux</w:t>
      </w:r>
      <w:r w:rsidR="001C0413">
        <w:t xml:space="preserve"> ; </w:t>
      </w:r>
      <w:r w:rsidRPr="005D5566">
        <w:t>tout s</w:t>
      </w:r>
      <w:r w:rsidR="001C0413">
        <w:t>’</w:t>
      </w:r>
      <w:r w:rsidRPr="005D5566">
        <w:t xml:space="preserve">était bizarrement </w:t>
      </w:r>
      <w:r w:rsidRPr="005D5566">
        <w:rPr>
          <w:bCs/>
        </w:rPr>
        <w:t>terni</w:t>
      </w:r>
      <w:r w:rsidR="001C0413">
        <w:rPr>
          <w:bCs/>
        </w:rPr>
        <w:t xml:space="preserve"> ; </w:t>
      </w:r>
      <w:r w:rsidRPr="005D5566">
        <w:rPr>
          <w:bCs/>
        </w:rPr>
        <w:t xml:space="preserve">le </w:t>
      </w:r>
      <w:r w:rsidRPr="005D5566">
        <w:t>visage du malade avait pris une teinte plus sombre</w:t>
      </w:r>
      <w:r w:rsidR="001C0413">
        <w:t>.</w:t>
      </w:r>
    </w:p>
    <w:p w14:paraId="6D12507E" w14:textId="77777777" w:rsidR="001C0413" w:rsidRDefault="00530790" w:rsidP="001C0413">
      <w:r w:rsidRPr="005D5566">
        <w:t>On entendit de nouveau un frôlement</w:t>
      </w:r>
      <w:r w:rsidR="001C0413">
        <w:t xml:space="preserve"> ; </w:t>
      </w:r>
      <w:r w:rsidRPr="005D5566">
        <w:t>la voix de Lioudmila résonna</w:t>
      </w:r>
      <w:r w:rsidR="001C0413">
        <w:t> :</w:t>
      </w:r>
    </w:p>
    <w:p w14:paraId="058D4463" w14:textId="77777777" w:rsidR="001C0413" w:rsidRDefault="001C0413" w:rsidP="001C0413">
      <w:r>
        <w:t>— </w:t>
      </w:r>
      <w:r w:rsidR="00530790" w:rsidRPr="005D5566">
        <w:t>Ils sont là</w:t>
      </w:r>
      <w:r>
        <w:t xml:space="preserve">, </w:t>
      </w:r>
      <w:r w:rsidR="00530790" w:rsidRPr="005D5566">
        <w:t>dans l</w:t>
      </w:r>
      <w:r>
        <w:t>’</w:t>
      </w:r>
      <w:r w:rsidR="00530790" w:rsidRPr="005D5566">
        <w:t>obscurité</w:t>
      </w:r>
      <w:r>
        <w:t xml:space="preserve">, </w:t>
      </w:r>
      <w:r w:rsidR="00530790" w:rsidRPr="005D5566">
        <w:t>et bavardent</w:t>
      </w:r>
      <w:r>
        <w:t xml:space="preserve">… </w:t>
      </w:r>
      <w:r w:rsidR="00530790" w:rsidRPr="005D5566">
        <w:t>où donc est le bouton</w:t>
      </w:r>
      <w:r>
        <w:t> ?</w:t>
      </w:r>
    </w:p>
    <w:p w14:paraId="6DE925D7" w14:textId="77777777" w:rsidR="001C0413" w:rsidRDefault="00530790" w:rsidP="001C0413">
      <w:r w:rsidRPr="005D5566">
        <w:t>Soudain la chambre fut inondée d</w:t>
      </w:r>
      <w:r w:rsidR="001C0413">
        <w:t>’</w:t>
      </w:r>
      <w:r w:rsidRPr="005D5566">
        <w:t>une clarté blanche et désagréable</w:t>
      </w:r>
      <w:r w:rsidR="001C0413">
        <w:t xml:space="preserve">. </w:t>
      </w:r>
      <w:r w:rsidRPr="005D5566">
        <w:t>Lioudmila était là</w:t>
      </w:r>
      <w:r w:rsidR="001C0413">
        <w:t xml:space="preserve">, </w:t>
      </w:r>
      <w:r w:rsidRPr="005D5566">
        <w:t>toute no</w:t>
      </w:r>
      <w:r w:rsidRPr="00D210FA">
        <w:t>ire</w:t>
      </w:r>
      <w:r w:rsidR="001C0413">
        <w:t xml:space="preserve">, </w:t>
      </w:r>
      <w:r w:rsidRPr="005D5566">
        <w:t>grande</w:t>
      </w:r>
      <w:r w:rsidR="001C0413">
        <w:t xml:space="preserve">, </w:t>
      </w:r>
      <w:r w:rsidRPr="005D5566">
        <w:t>droite</w:t>
      </w:r>
      <w:r w:rsidR="001C0413">
        <w:t>.</w:t>
      </w:r>
    </w:p>
    <w:p w14:paraId="36DC1CF7" w14:textId="77777777" w:rsidR="001C0413" w:rsidRDefault="00530790" w:rsidP="001C0413">
      <w:r w:rsidRPr="005D5566">
        <w:t xml:space="preserve">Iégor tressaillit de tout son corps </w:t>
      </w:r>
      <w:r w:rsidRPr="005D5566">
        <w:rPr>
          <w:bCs/>
        </w:rPr>
        <w:t xml:space="preserve">et </w:t>
      </w:r>
      <w:r w:rsidRPr="005D5566">
        <w:t xml:space="preserve">porta </w:t>
      </w:r>
      <w:r w:rsidRPr="005D5566">
        <w:rPr>
          <w:bCs/>
        </w:rPr>
        <w:t xml:space="preserve">la main </w:t>
      </w:r>
      <w:r w:rsidRPr="005D5566">
        <w:t>à sa poitrine</w:t>
      </w:r>
      <w:r w:rsidR="001C0413">
        <w:t>.</w:t>
      </w:r>
    </w:p>
    <w:p w14:paraId="5AE513B3" w14:textId="77777777" w:rsidR="001C0413" w:rsidRDefault="001C0413" w:rsidP="001C0413">
      <w:pPr>
        <w:rPr>
          <w:bCs/>
        </w:rPr>
      </w:pPr>
      <w:r>
        <w:t>— </w:t>
      </w:r>
      <w:r w:rsidR="00530790" w:rsidRPr="005D5566">
        <w:rPr>
          <w:bCs/>
        </w:rPr>
        <w:t>Qu</w:t>
      </w:r>
      <w:r>
        <w:t>’</w:t>
      </w:r>
      <w:r w:rsidR="00530790" w:rsidRPr="005D5566">
        <w:t xml:space="preserve">y </w:t>
      </w:r>
      <w:r w:rsidR="00530790" w:rsidRPr="005D5566">
        <w:rPr>
          <w:bCs/>
        </w:rPr>
        <w:t>a</w:t>
      </w:r>
      <w:r w:rsidR="00530790" w:rsidRPr="005D5566">
        <w:t>-t-il</w:t>
      </w:r>
      <w:r>
        <w:t xml:space="preserve"> ? </w:t>
      </w:r>
      <w:r w:rsidR="00530790" w:rsidRPr="005D5566">
        <w:t>s</w:t>
      </w:r>
      <w:r>
        <w:t>’</w:t>
      </w:r>
      <w:r w:rsidR="00530790" w:rsidRPr="005D5566">
        <w:t xml:space="preserve">écria Lioudmila en courant à </w:t>
      </w:r>
      <w:r w:rsidR="00530790" w:rsidRPr="005D5566">
        <w:rPr>
          <w:bCs/>
        </w:rPr>
        <w:t>lui</w:t>
      </w:r>
      <w:r>
        <w:rPr>
          <w:bCs/>
        </w:rPr>
        <w:t>.</w:t>
      </w:r>
    </w:p>
    <w:p w14:paraId="09CB31BE" w14:textId="77777777" w:rsidR="001C0413" w:rsidRDefault="00530790" w:rsidP="001C0413">
      <w:r w:rsidRPr="005D5566">
        <w:t xml:space="preserve">Il jeta sur </w:t>
      </w:r>
      <w:r w:rsidRPr="005D5566">
        <w:rPr>
          <w:bCs/>
        </w:rPr>
        <w:t xml:space="preserve">la </w:t>
      </w:r>
      <w:r w:rsidRPr="005D5566">
        <w:t>mère un regard fixe</w:t>
      </w:r>
      <w:r w:rsidR="001C0413">
        <w:t xml:space="preserve"> ; </w:t>
      </w:r>
      <w:r w:rsidRPr="005D5566">
        <w:t>ses yeux semblaient très grands et brillaient d</w:t>
      </w:r>
      <w:r w:rsidR="001C0413">
        <w:t>’</w:t>
      </w:r>
      <w:r w:rsidRPr="005D5566">
        <w:t>un feu étrange</w:t>
      </w:r>
      <w:r w:rsidR="001C0413">
        <w:t>.</w:t>
      </w:r>
    </w:p>
    <w:p w14:paraId="571A2344" w14:textId="77777777" w:rsidR="001C0413" w:rsidRDefault="001C0413" w:rsidP="001C0413">
      <w:r>
        <w:t>— </w:t>
      </w:r>
      <w:r w:rsidR="00530790" w:rsidRPr="005D5566">
        <w:rPr>
          <w:bCs/>
        </w:rPr>
        <w:t>Attends</w:t>
      </w:r>
      <w:r>
        <w:rPr>
          <w:bCs/>
        </w:rPr>
        <w:t xml:space="preserve">… </w:t>
      </w:r>
      <w:r w:rsidR="00530790" w:rsidRPr="005D5566">
        <w:t>chuchota</w:t>
      </w:r>
      <w:r w:rsidR="00530790" w:rsidRPr="005D5566">
        <w:rPr>
          <w:bCs/>
        </w:rPr>
        <w:t>-t</w:t>
      </w:r>
      <w:r w:rsidR="00530790" w:rsidRPr="005D5566">
        <w:t>-il</w:t>
      </w:r>
      <w:r>
        <w:t>.</w:t>
      </w:r>
    </w:p>
    <w:p w14:paraId="2E5AF500" w14:textId="77777777" w:rsidR="001C0413" w:rsidRDefault="00530790" w:rsidP="001C0413">
      <w:r w:rsidRPr="005D5566">
        <w:t>La bouche largement ouverte</w:t>
      </w:r>
      <w:r w:rsidR="001C0413">
        <w:t xml:space="preserve">, </w:t>
      </w:r>
      <w:r w:rsidRPr="005D5566">
        <w:t>il leva la tête et tendit le bras en avant</w:t>
      </w:r>
      <w:r w:rsidR="001C0413">
        <w:t xml:space="preserve">… </w:t>
      </w:r>
      <w:r w:rsidRPr="005D5566">
        <w:t>La mère lui prit la main avec précaution et le regarda en retenant son souffle</w:t>
      </w:r>
      <w:r w:rsidR="001C0413">
        <w:t xml:space="preserve">. </w:t>
      </w:r>
      <w:r w:rsidRPr="005D5566">
        <w:t>D</w:t>
      </w:r>
      <w:r w:rsidR="001C0413">
        <w:t>’</w:t>
      </w:r>
      <w:r w:rsidRPr="005D5566">
        <w:t>un mouvement convulsif et vigoureux</w:t>
      </w:r>
      <w:r w:rsidR="001C0413">
        <w:t xml:space="preserve">, </w:t>
      </w:r>
      <w:r w:rsidRPr="005D5566">
        <w:t>il rejeta la tête en arrière et dit à haute voix</w:t>
      </w:r>
      <w:r w:rsidR="001C0413">
        <w:t> :</w:t>
      </w:r>
    </w:p>
    <w:p w14:paraId="2C4573B4" w14:textId="77777777" w:rsidR="001C0413" w:rsidRDefault="001C0413" w:rsidP="001C0413">
      <w:r>
        <w:t>— </w:t>
      </w:r>
      <w:r w:rsidR="00530790" w:rsidRPr="005D5566">
        <w:t>Je ne puis plus</w:t>
      </w:r>
      <w:r>
        <w:t xml:space="preserve">… </w:t>
      </w:r>
      <w:r w:rsidR="00530790" w:rsidRPr="005D5566">
        <w:t>c</w:t>
      </w:r>
      <w:r>
        <w:t>’</w:t>
      </w:r>
      <w:r w:rsidR="00530790" w:rsidRPr="005D5566">
        <w:t>est fini</w:t>
      </w:r>
      <w:r>
        <w:t>…</w:t>
      </w:r>
    </w:p>
    <w:p w14:paraId="36846429" w14:textId="77777777" w:rsidR="001C0413" w:rsidRDefault="00530790" w:rsidP="001C0413">
      <w:r w:rsidRPr="005D5566">
        <w:lastRenderedPageBreak/>
        <w:t>Son corps fut secoué d</w:t>
      </w:r>
      <w:r w:rsidR="001C0413">
        <w:t>’</w:t>
      </w:r>
      <w:r w:rsidRPr="005D5566">
        <w:t>une légère contraction</w:t>
      </w:r>
      <w:r w:rsidR="001C0413">
        <w:t xml:space="preserve">, </w:t>
      </w:r>
      <w:r w:rsidRPr="005D5566">
        <w:t>sa tête roula faiblement sur l</w:t>
      </w:r>
      <w:r w:rsidR="001C0413">
        <w:t>’</w:t>
      </w:r>
      <w:r w:rsidRPr="005D5566">
        <w:t>épaule</w:t>
      </w:r>
      <w:r w:rsidR="001C0413">
        <w:t xml:space="preserve">, </w:t>
      </w:r>
      <w:r w:rsidRPr="005D5566">
        <w:t>et</w:t>
      </w:r>
      <w:r w:rsidR="001C0413">
        <w:t xml:space="preserve">, </w:t>
      </w:r>
      <w:r w:rsidRPr="005D5566">
        <w:t>dans les yeux grands ouverts</w:t>
      </w:r>
      <w:r w:rsidR="001C0413">
        <w:t xml:space="preserve">, </w:t>
      </w:r>
      <w:r w:rsidRPr="005D5566">
        <w:t>la lumière de la lampe allumée au-dessus du lit se refléta avec un morne éclat</w:t>
      </w:r>
      <w:r w:rsidR="001C0413">
        <w:t>…</w:t>
      </w:r>
    </w:p>
    <w:p w14:paraId="67B5688F" w14:textId="77777777" w:rsidR="001C0413" w:rsidRDefault="001C0413" w:rsidP="001C0413">
      <w:r>
        <w:t>— </w:t>
      </w:r>
      <w:r w:rsidR="00530790" w:rsidRPr="005D5566">
        <w:t>Mon ami</w:t>
      </w:r>
      <w:r>
        <w:t xml:space="preserve"> ! </w:t>
      </w:r>
      <w:r w:rsidR="00530790" w:rsidRPr="005D5566">
        <w:t>chuchota la mère</w:t>
      </w:r>
      <w:r>
        <w:t>.</w:t>
      </w:r>
    </w:p>
    <w:p w14:paraId="00B5C62E" w14:textId="77777777" w:rsidR="001C0413" w:rsidRDefault="00530790" w:rsidP="001C0413">
      <w:r w:rsidRPr="005D5566">
        <w:t>Lioudmila s</w:t>
      </w:r>
      <w:r w:rsidR="001C0413">
        <w:t>’</w:t>
      </w:r>
      <w:r w:rsidRPr="005D5566">
        <w:t>éloigna lentement du lit</w:t>
      </w:r>
      <w:r w:rsidR="001C0413">
        <w:t xml:space="preserve"> ; </w:t>
      </w:r>
      <w:r w:rsidRPr="005D5566">
        <w:t>elle s</w:t>
      </w:r>
      <w:r w:rsidR="001C0413">
        <w:t>’</w:t>
      </w:r>
      <w:r w:rsidRPr="005D5566">
        <w:t xml:space="preserve">arrêta </w:t>
      </w:r>
      <w:r w:rsidRPr="005D5566">
        <w:rPr>
          <w:bCs/>
        </w:rPr>
        <w:t xml:space="preserve">à </w:t>
      </w:r>
      <w:r w:rsidRPr="005D5566">
        <w:t>la fenêtre</w:t>
      </w:r>
      <w:r w:rsidR="001C0413">
        <w:t xml:space="preserve">, </w:t>
      </w:r>
      <w:r w:rsidRPr="005D5566">
        <w:t>regardant droit devant elle</w:t>
      </w:r>
      <w:r w:rsidR="001C0413">
        <w:t xml:space="preserve">, </w:t>
      </w:r>
      <w:r w:rsidRPr="005D5566">
        <w:t>et dit d</w:t>
      </w:r>
      <w:r w:rsidR="001C0413">
        <w:t>’</w:t>
      </w:r>
      <w:r w:rsidRPr="005D5566">
        <w:t>une voix étrange et sonore</w:t>
      </w:r>
      <w:r w:rsidR="001C0413">
        <w:t xml:space="preserve">, </w:t>
      </w:r>
      <w:r w:rsidRPr="005D5566">
        <w:t>que la mère ne lui connaissait pas</w:t>
      </w:r>
      <w:r w:rsidR="001C0413">
        <w:t> :</w:t>
      </w:r>
    </w:p>
    <w:p w14:paraId="544FC0A1" w14:textId="77777777" w:rsidR="001C0413" w:rsidRDefault="001C0413" w:rsidP="001C0413">
      <w:r>
        <w:t>— </w:t>
      </w:r>
      <w:r w:rsidR="00530790" w:rsidRPr="005D5566">
        <w:t>Il est mort</w:t>
      </w:r>
      <w:r>
        <w:t>…</w:t>
      </w:r>
    </w:p>
    <w:p w14:paraId="49078E6B" w14:textId="77777777" w:rsidR="001C0413" w:rsidRDefault="00530790" w:rsidP="001C0413">
      <w:r w:rsidRPr="005D5566">
        <w:t>Elle s</w:t>
      </w:r>
      <w:r w:rsidR="001C0413">
        <w:t>’</w:t>
      </w:r>
      <w:r w:rsidRPr="005D5566">
        <w:t>inclina</w:t>
      </w:r>
      <w:r w:rsidR="001C0413">
        <w:t xml:space="preserve">, </w:t>
      </w:r>
      <w:r w:rsidRPr="005D5566">
        <w:t>s</w:t>
      </w:r>
      <w:r w:rsidR="001C0413">
        <w:t>’</w:t>
      </w:r>
      <w:r w:rsidRPr="005D5566">
        <w:t>accouda sur la tablette et se mit à parler d</w:t>
      </w:r>
      <w:r w:rsidR="001C0413">
        <w:t>’</w:t>
      </w:r>
      <w:r w:rsidRPr="005D5566">
        <w:t>une voix frémissante</w:t>
      </w:r>
      <w:r w:rsidR="001C0413">
        <w:t> :</w:t>
      </w:r>
    </w:p>
    <w:p w14:paraId="1C3001B2" w14:textId="77777777" w:rsidR="001C0413" w:rsidRDefault="001C0413" w:rsidP="001C0413">
      <w:r>
        <w:t>— </w:t>
      </w:r>
      <w:r w:rsidR="00530790" w:rsidRPr="005D5566">
        <w:t>Il est mort</w:t>
      </w:r>
      <w:r>
        <w:t xml:space="preserve">… </w:t>
      </w:r>
      <w:r w:rsidR="00530790" w:rsidRPr="005D5566">
        <w:t>paisiblement</w:t>
      </w:r>
      <w:r>
        <w:t xml:space="preserve">, </w:t>
      </w:r>
      <w:r w:rsidR="00530790" w:rsidRPr="005D5566">
        <w:t>courageusement</w:t>
      </w:r>
      <w:r>
        <w:t xml:space="preserve">… </w:t>
      </w:r>
      <w:r w:rsidR="00530790" w:rsidRPr="005D5566">
        <w:t>sans se plaindre</w:t>
      </w:r>
      <w:r>
        <w:t>…</w:t>
      </w:r>
    </w:p>
    <w:p w14:paraId="23A8ED42" w14:textId="77777777" w:rsidR="001C0413" w:rsidRDefault="00530790" w:rsidP="001C0413">
      <w:r w:rsidRPr="005D5566">
        <w:t>Et</w:t>
      </w:r>
      <w:r w:rsidR="001C0413">
        <w:t xml:space="preserve">, </w:t>
      </w:r>
      <w:r w:rsidRPr="005D5566">
        <w:t>soudain</w:t>
      </w:r>
      <w:r w:rsidR="001C0413">
        <w:t xml:space="preserve">, </w:t>
      </w:r>
      <w:r w:rsidRPr="005D5566">
        <w:t>comme si on l</w:t>
      </w:r>
      <w:r w:rsidR="001C0413">
        <w:t>’</w:t>
      </w:r>
      <w:r w:rsidRPr="005D5566">
        <w:t>eût frappée à la tête</w:t>
      </w:r>
      <w:r w:rsidR="001C0413">
        <w:t xml:space="preserve">, </w:t>
      </w:r>
      <w:r w:rsidRPr="005D5566">
        <w:t>elle se laissa tomber sans force sur les genoux</w:t>
      </w:r>
      <w:r w:rsidR="001C0413">
        <w:t xml:space="preserve">, </w:t>
      </w:r>
      <w:r w:rsidRPr="005D5566">
        <w:t>se couvrit le visage de ses mains et sanglota sourdement</w:t>
      </w:r>
      <w:r w:rsidR="001C0413">
        <w:t>.</w:t>
      </w:r>
    </w:p>
    <w:p w14:paraId="59F5BA2B" w14:textId="77777777" w:rsidR="001C0413" w:rsidRDefault="00530790" w:rsidP="001C0413">
      <w:r w:rsidRPr="005D5566">
        <w:t>Après avoir croisé les bras pesants d</w:t>
      </w:r>
      <w:r w:rsidR="001C0413">
        <w:t>’</w:t>
      </w:r>
      <w:r w:rsidRPr="005D5566">
        <w:t>Iégor sur sa poitrine et replacé sa tête étrangement chaude sur l</w:t>
      </w:r>
      <w:r w:rsidR="001C0413">
        <w:t>’</w:t>
      </w:r>
      <w:r w:rsidRPr="005D5566">
        <w:t>oreiller</w:t>
      </w:r>
      <w:r w:rsidR="001C0413">
        <w:t xml:space="preserve">, </w:t>
      </w:r>
      <w:r w:rsidRPr="005D5566">
        <w:t>la mère s</w:t>
      </w:r>
      <w:r w:rsidR="001C0413">
        <w:t>’</w:t>
      </w:r>
      <w:r w:rsidRPr="005D5566">
        <w:t>approcha de Lioudmila</w:t>
      </w:r>
      <w:r w:rsidR="001C0413">
        <w:t xml:space="preserve">, </w:t>
      </w:r>
      <w:r w:rsidRPr="005D5566">
        <w:t>se pencha sur elle et caressa doucement sa chevelure épaisse</w:t>
      </w:r>
      <w:r w:rsidR="001C0413">
        <w:t xml:space="preserve">, </w:t>
      </w:r>
      <w:r w:rsidRPr="005D5566">
        <w:t>tout en essuyant ses propres larmes</w:t>
      </w:r>
      <w:r w:rsidR="001C0413">
        <w:t xml:space="preserve">. </w:t>
      </w:r>
      <w:r w:rsidRPr="005D5566">
        <w:t>Lentement</w:t>
      </w:r>
      <w:r w:rsidR="001C0413">
        <w:t xml:space="preserve">, </w:t>
      </w:r>
      <w:r w:rsidRPr="005D5566">
        <w:t>la femme tourna vers la mère ses yeux maladivement dilatés et chuchota avec des lèvres tremblantes</w:t>
      </w:r>
      <w:r w:rsidR="001C0413">
        <w:t> :</w:t>
      </w:r>
    </w:p>
    <w:p w14:paraId="22CE2F29" w14:textId="77777777" w:rsidR="001C0413" w:rsidRDefault="001C0413" w:rsidP="001C0413">
      <w:r>
        <w:t>— </w:t>
      </w:r>
      <w:r w:rsidR="00530790" w:rsidRPr="005D5566">
        <w:t>Il y a longtemps que je le connaissais</w:t>
      </w:r>
      <w:r>
        <w:t xml:space="preserve">… </w:t>
      </w:r>
      <w:r w:rsidR="00530790" w:rsidRPr="005D5566">
        <w:t>nous avons été ensemble en exil</w:t>
      </w:r>
      <w:r>
        <w:t xml:space="preserve">, </w:t>
      </w:r>
      <w:r w:rsidR="00530790" w:rsidRPr="005D5566">
        <w:t>nous avons été dans les mêmes prisons</w:t>
      </w:r>
      <w:r>
        <w:t xml:space="preserve">… </w:t>
      </w:r>
      <w:r w:rsidR="00530790" w:rsidRPr="005D5566">
        <w:t>parfois la torture était insupportable</w:t>
      </w:r>
      <w:r>
        <w:t xml:space="preserve">, </w:t>
      </w:r>
      <w:r w:rsidR="00530790" w:rsidRPr="005D5566">
        <w:t>abominable</w:t>
      </w:r>
      <w:r>
        <w:t xml:space="preserve"> ; </w:t>
      </w:r>
      <w:r w:rsidR="00530790" w:rsidRPr="005D5566">
        <w:t>beaucoup d</w:t>
      </w:r>
      <w:r>
        <w:t>’</w:t>
      </w:r>
      <w:r w:rsidR="00530790" w:rsidRPr="005D5566">
        <w:t>entre nous perdaient courage</w:t>
      </w:r>
      <w:r>
        <w:t xml:space="preserve">… </w:t>
      </w:r>
      <w:r w:rsidR="00530790" w:rsidRPr="005D5566">
        <w:t>quelques-uns devinrent fous</w:t>
      </w:r>
      <w:r>
        <w:t>…</w:t>
      </w:r>
    </w:p>
    <w:p w14:paraId="5B06A845" w14:textId="77777777" w:rsidR="001C0413" w:rsidRDefault="00530790" w:rsidP="001C0413">
      <w:r w:rsidRPr="005D5566">
        <w:lastRenderedPageBreak/>
        <w:t>Un spasme violent lui serra la gorge</w:t>
      </w:r>
      <w:r w:rsidR="001C0413">
        <w:t xml:space="preserve"> ; </w:t>
      </w:r>
      <w:r w:rsidRPr="005D5566">
        <w:t>elle se domina avec effort</w:t>
      </w:r>
      <w:r w:rsidR="001C0413">
        <w:t xml:space="preserve">, </w:t>
      </w:r>
      <w:r w:rsidRPr="005D5566">
        <w:t>puis</w:t>
      </w:r>
      <w:r w:rsidR="001C0413">
        <w:t xml:space="preserve">, </w:t>
      </w:r>
      <w:r w:rsidRPr="005D5566">
        <w:t>rapprochant du visage de la mère son visage adouci par une nuance de tendresse et de douleur</w:t>
      </w:r>
      <w:r w:rsidR="001C0413">
        <w:t xml:space="preserve">, </w:t>
      </w:r>
      <w:r w:rsidRPr="005D5566">
        <w:t>qui la rajeunissait</w:t>
      </w:r>
      <w:r w:rsidR="001C0413">
        <w:t xml:space="preserve">, </w:t>
      </w:r>
      <w:r w:rsidRPr="005D5566">
        <w:t>elle continua en un murmure rapide</w:t>
      </w:r>
      <w:r w:rsidR="001C0413">
        <w:t xml:space="preserve">, </w:t>
      </w:r>
      <w:r w:rsidRPr="005D5566">
        <w:t>avec des sanglots sans larmes</w:t>
      </w:r>
      <w:r w:rsidR="001C0413">
        <w:t> :</w:t>
      </w:r>
    </w:p>
    <w:p w14:paraId="1D73F42A" w14:textId="77777777" w:rsidR="001C0413" w:rsidRDefault="001C0413" w:rsidP="001C0413">
      <w:r>
        <w:t>— </w:t>
      </w:r>
      <w:r w:rsidR="00530790" w:rsidRPr="005D5566">
        <w:t>Et lui</w:t>
      </w:r>
      <w:r>
        <w:t xml:space="preserve">, </w:t>
      </w:r>
      <w:r w:rsidR="00530790" w:rsidRPr="005D5566">
        <w:t>il était toujours</w:t>
      </w:r>
      <w:r>
        <w:t xml:space="preserve">, </w:t>
      </w:r>
      <w:r w:rsidR="00530790" w:rsidRPr="005D5566">
        <w:t>toujours gai</w:t>
      </w:r>
      <w:r>
        <w:t xml:space="preserve"> ; </w:t>
      </w:r>
      <w:r w:rsidR="00530790" w:rsidRPr="005D5566">
        <w:t>sans se lasser il plaisantait</w:t>
      </w:r>
      <w:r>
        <w:t xml:space="preserve">, </w:t>
      </w:r>
      <w:r w:rsidR="00530790" w:rsidRPr="005D5566">
        <w:t>il riait</w:t>
      </w:r>
      <w:r>
        <w:t xml:space="preserve">, </w:t>
      </w:r>
      <w:r w:rsidR="00530790" w:rsidRPr="005D5566">
        <w:t>cachant courageusement ses souffrances</w:t>
      </w:r>
      <w:r>
        <w:t xml:space="preserve">… </w:t>
      </w:r>
      <w:r w:rsidR="00530790" w:rsidRPr="005D5566">
        <w:t>il s</w:t>
      </w:r>
      <w:r>
        <w:t>’</w:t>
      </w:r>
      <w:r w:rsidR="00530790" w:rsidRPr="005D5566">
        <w:t>efforçait toujours de ranimer les faibles</w:t>
      </w:r>
      <w:r>
        <w:t xml:space="preserve">… </w:t>
      </w:r>
      <w:r w:rsidR="00530790" w:rsidRPr="005D5566">
        <w:t>il était si bon</w:t>
      </w:r>
      <w:r>
        <w:t xml:space="preserve">, </w:t>
      </w:r>
      <w:r w:rsidR="00530790" w:rsidRPr="005D5566">
        <w:t>si sensible</w:t>
      </w:r>
      <w:r>
        <w:t xml:space="preserve">, </w:t>
      </w:r>
      <w:r w:rsidR="00530790" w:rsidRPr="005D5566">
        <w:t>si doux</w:t>
      </w:r>
      <w:r>
        <w:t xml:space="preserve">… </w:t>
      </w:r>
      <w:r w:rsidR="00530790" w:rsidRPr="005D5566">
        <w:t>En Sibérie</w:t>
      </w:r>
      <w:r>
        <w:t xml:space="preserve">, </w:t>
      </w:r>
      <w:r w:rsidR="00530790" w:rsidRPr="005D5566">
        <w:t>l</w:t>
      </w:r>
      <w:r>
        <w:t>’</w:t>
      </w:r>
      <w:r w:rsidR="00530790" w:rsidRPr="005D5566">
        <w:t>inaction déprave et donne essor aux mauvais instincts</w:t>
      </w:r>
      <w:r>
        <w:t xml:space="preserve">. </w:t>
      </w:r>
      <w:r w:rsidR="00530790" w:rsidRPr="005D5566">
        <w:t>Comme il savait lutter contre eux</w:t>
      </w:r>
      <w:r>
        <w:t xml:space="preserve"> !… </w:t>
      </w:r>
      <w:r w:rsidR="00530790" w:rsidRPr="005D5566">
        <w:t>quel camarade</w:t>
      </w:r>
      <w:r>
        <w:t xml:space="preserve">, </w:t>
      </w:r>
      <w:r w:rsidR="00530790" w:rsidRPr="005D5566">
        <w:t>c</w:t>
      </w:r>
      <w:r>
        <w:t>’</w:t>
      </w:r>
      <w:r w:rsidR="00530790" w:rsidRPr="005D5566">
        <w:t>était</w:t>
      </w:r>
      <w:r>
        <w:t xml:space="preserve">, </w:t>
      </w:r>
      <w:r w:rsidR="00530790" w:rsidRPr="005D5566">
        <w:t>si vous saviez</w:t>
      </w:r>
      <w:r>
        <w:t xml:space="preserve"> ! </w:t>
      </w:r>
      <w:r w:rsidR="00530790" w:rsidRPr="005D5566">
        <w:t>Sa vie privée a été pénible</w:t>
      </w:r>
      <w:r>
        <w:t xml:space="preserve">, </w:t>
      </w:r>
      <w:r w:rsidR="00530790" w:rsidRPr="005D5566">
        <w:t>douloureuse</w:t>
      </w:r>
      <w:r>
        <w:t xml:space="preserve">… </w:t>
      </w:r>
      <w:r w:rsidR="00530790" w:rsidRPr="005D5566">
        <w:t>mais</w:t>
      </w:r>
      <w:r>
        <w:t xml:space="preserve">, </w:t>
      </w:r>
      <w:r w:rsidR="00530790" w:rsidRPr="005D5566">
        <w:t>je le sais</w:t>
      </w:r>
      <w:r>
        <w:t xml:space="preserve">, </w:t>
      </w:r>
      <w:r w:rsidR="00530790" w:rsidRPr="005D5566">
        <w:t>personne ne l</w:t>
      </w:r>
      <w:r>
        <w:t>’</w:t>
      </w:r>
      <w:r w:rsidR="00530790" w:rsidRPr="005D5566">
        <w:t>a jamais entendu se plaindre</w:t>
      </w:r>
      <w:r>
        <w:t xml:space="preserve">… </w:t>
      </w:r>
      <w:r w:rsidR="00530790" w:rsidRPr="005D5566">
        <w:t>personne</w:t>
      </w:r>
      <w:r>
        <w:t xml:space="preserve">, </w:t>
      </w:r>
      <w:r w:rsidR="00530790" w:rsidRPr="005D5566">
        <w:t>jamais</w:t>
      </w:r>
      <w:r>
        <w:t xml:space="preserve"> ! </w:t>
      </w:r>
      <w:r w:rsidR="00530790" w:rsidRPr="005D5566">
        <w:t>Ainsi moi</w:t>
      </w:r>
      <w:r>
        <w:t xml:space="preserve">, </w:t>
      </w:r>
      <w:r w:rsidR="00530790" w:rsidRPr="005D5566">
        <w:t>j</w:t>
      </w:r>
      <w:r>
        <w:t>’</w:t>
      </w:r>
      <w:r w:rsidR="00530790" w:rsidRPr="005D5566">
        <w:t>étais son amie intime</w:t>
      </w:r>
      <w:r>
        <w:t xml:space="preserve">… </w:t>
      </w:r>
      <w:r w:rsidR="00530790" w:rsidRPr="005D5566">
        <w:t>je dois beaucoup à son cœur</w:t>
      </w:r>
      <w:r>
        <w:t xml:space="preserve">, </w:t>
      </w:r>
      <w:r w:rsidR="00530790" w:rsidRPr="005D5566">
        <w:t>il m</w:t>
      </w:r>
      <w:r>
        <w:t>’</w:t>
      </w:r>
      <w:r w:rsidR="00530790" w:rsidRPr="005D5566">
        <w:t>a donné de son esprit tout ce qu</w:t>
      </w:r>
      <w:r>
        <w:t>’</w:t>
      </w:r>
      <w:r w:rsidR="00530790" w:rsidRPr="005D5566">
        <w:t>il pouvait</w:t>
      </w:r>
      <w:r>
        <w:t xml:space="preserve"> ; </w:t>
      </w:r>
      <w:r w:rsidR="00530790" w:rsidRPr="005D5566">
        <w:t>il était las</w:t>
      </w:r>
      <w:r>
        <w:t xml:space="preserve">, </w:t>
      </w:r>
      <w:r w:rsidR="00530790" w:rsidRPr="005D5566">
        <w:t>solitaire</w:t>
      </w:r>
      <w:r>
        <w:t xml:space="preserve">, </w:t>
      </w:r>
      <w:r w:rsidR="00530790" w:rsidRPr="005D5566">
        <w:t>et pourtant</w:t>
      </w:r>
      <w:r>
        <w:t xml:space="preserve">, </w:t>
      </w:r>
      <w:r w:rsidR="00530790" w:rsidRPr="005D5566">
        <w:t>jamais il n</w:t>
      </w:r>
      <w:r>
        <w:t>’</w:t>
      </w:r>
      <w:r w:rsidR="00530790" w:rsidRPr="005D5566">
        <w:t>a rien demandé en échange</w:t>
      </w:r>
      <w:r>
        <w:t xml:space="preserve">, </w:t>
      </w:r>
      <w:r w:rsidR="00530790" w:rsidRPr="005D5566">
        <w:t>ni caresses</w:t>
      </w:r>
      <w:r>
        <w:t xml:space="preserve">, </w:t>
      </w:r>
      <w:r w:rsidR="00530790" w:rsidRPr="005D5566">
        <w:t>ni sollicitude</w:t>
      </w:r>
      <w:r>
        <w:t>…</w:t>
      </w:r>
    </w:p>
    <w:p w14:paraId="0AC68E67" w14:textId="77777777" w:rsidR="001C0413" w:rsidRDefault="00530790" w:rsidP="001C0413">
      <w:r w:rsidRPr="005D5566">
        <w:t>Elle s</w:t>
      </w:r>
      <w:r w:rsidR="001C0413">
        <w:t>’</w:t>
      </w:r>
      <w:r w:rsidRPr="005D5566">
        <w:t>approcha du mort</w:t>
      </w:r>
      <w:r w:rsidR="001C0413">
        <w:t xml:space="preserve">, </w:t>
      </w:r>
      <w:r w:rsidRPr="005D5566">
        <w:t>s</w:t>
      </w:r>
      <w:r w:rsidR="001C0413">
        <w:t>’</w:t>
      </w:r>
      <w:r w:rsidRPr="005D5566">
        <w:t>inclina et lui baisa la main</w:t>
      </w:r>
      <w:r w:rsidR="001C0413">
        <w:t>.</w:t>
      </w:r>
    </w:p>
    <w:p w14:paraId="20687847" w14:textId="77777777" w:rsidR="001C0413" w:rsidRDefault="001C0413" w:rsidP="001C0413">
      <w:r>
        <w:t>— </w:t>
      </w:r>
      <w:r w:rsidR="00530790" w:rsidRPr="005D5566">
        <w:t>Camarade</w:t>
      </w:r>
      <w:r>
        <w:t xml:space="preserve">, </w:t>
      </w:r>
      <w:r w:rsidR="00530790" w:rsidRPr="005D5566">
        <w:t>mon cher camarade aimé</w:t>
      </w:r>
      <w:r>
        <w:t xml:space="preserve">, </w:t>
      </w:r>
      <w:r w:rsidR="00530790" w:rsidRPr="005D5566">
        <w:t>dit-elle d</w:t>
      </w:r>
      <w:r>
        <w:t>’</w:t>
      </w:r>
      <w:r w:rsidR="00530790" w:rsidRPr="005D5566">
        <w:t>une voix basse et désolée</w:t>
      </w:r>
      <w:r>
        <w:t xml:space="preserve">, </w:t>
      </w:r>
      <w:r w:rsidR="00530790" w:rsidRPr="005D5566">
        <w:t>je te remercie de tout mon cœur</w:t>
      </w:r>
      <w:r>
        <w:t xml:space="preserve">… </w:t>
      </w:r>
      <w:r w:rsidR="00530790" w:rsidRPr="005D5566">
        <w:t>adieu</w:t>
      </w:r>
      <w:r>
        <w:t xml:space="preserve"> ! </w:t>
      </w:r>
      <w:r w:rsidR="00530790" w:rsidRPr="005D5566">
        <w:t>Je travaillerai comme tu l</w:t>
      </w:r>
      <w:r>
        <w:t>’</w:t>
      </w:r>
      <w:r w:rsidR="00530790" w:rsidRPr="005D5566">
        <w:t>as fait</w:t>
      </w:r>
      <w:r>
        <w:t xml:space="preserve">… </w:t>
      </w:r>
      <w:r w:rsidR="00530790" w:rsidRPr="005D5566">
        <w:t>sans me lasser</w:t>
      </w:r>
      <w:r>
        <w:t xml:space="preserve">… </w:t>
      </w:r>
      <w:r w:rsidR="00530790" w:rsidRPr="005D5566">
        <w:t>sans douter</w:t>
      </w:r>
      <w:r>
        <w:t xml:space="preserve">… </w:t>
      </w:r>
      <w:r w:rsidR="00530790" w:rsidRPr="005D5566">
        <w:t>toute ma vie</w:t>
      </w:r>
      <w:r>
        <w:t xml:space="preserve">… </w:t>
      </w:r>
      <w:r w:rsidR="00530790" w:rsidRPr="005D5566">
        <w:t>pour ceux qui souffrent</w:t>
      </w:r>
      <w:r>
        <w:t xml:space="preserve">… </w:t>
      </w:r>
      <w:r w:rsidR="00530790" w:rsidRPr="005D5566">
        <w:t>adieu</w:t>
      </w:r>
      <w:r>
        <w:t xml:space="preserve">… </w:t>
      </w:r>
      <w:r w:rsidR="00530790" w:rsidRPr="005D5566">
        <w:t>adieu</w:t>
      </w:r>
      <w:r>
        <w:t> !…</w:t>
      </w:r>
    </w:p>
    <w:p w14:paraId="08F3C3E0" w14:textId="77777777" w:rsidR="001C0413" w:rsidRDefault="00530790" w:rsidP="001C0413">
      <w:r w:rsidRPr="005D5566">
        <w:t>Des sanglots violents secouèrent son corps</w:t>
      </w:r>
      <w:r w:rsidR="001C0413">
        <w:t xml:space="preserve"> ; </w:t>
      </w:r>
      <w:r w:rsidRPr="005D5566">
        <w:t>toute haletante</w:t>
      </w:r>
      <w:r w:rsidR="001C0413">
        <w:t xml:space="preserve">, </w:t>
      </w:r>
      <w:r w:rsidRPr="005D5566">
        <w:t>elle posa sa tête sur le lit</w:t>
      </w:r>
      <w:r w:rsidR="001C0413">
        <w:t xml:space="preserve">, </w:t>
      </w:r>
      <w:r w:rsidRPr="005D5566">
        <w:t>aux pieds d</w:t>
      </w:r>
      <w:r w:rsidR="001C0413">
        <w:t>’</w:t>
      </w:r>
      <w:r w:rsidRPr="005D5566">
        <w:t>Iégor</w:t>
      </w:r>
      <w:r w:rsidR="001C0413">
        <w:t xml:space="preserve">. </w:t>
      </w:r>
      <w:r w:rsidRPr="005D5566">
        <w:t>La mère pleurait d</w:t>
      </w:r>
      <w:r w:rsidR="001C0413">
        <w:t>’</w:t>
      </w:r>
      <w:r w:rsidRPr="005D5566">
        <w:t>abondantes larmes qui lui brûlaient les joues</w:t>
      </w:r>
      <w:r w:rsidR="001C0413">
        <w:t xml:space="preserve">. </w:t>
      </w:r>
      <w:r w:rsidRPr="005D5566">
        <w:t>Elle tâchait de les contenir</w:t>
      </w:r>
      <w:r w:rsidR="001C0413">
        <w:t xml:space="preserve"> ; </w:t>
      </w:r>
      <w:r w:rsidRPr="005D5566">
        <w:t>elle aurait voulu consoler Lioudmila avec une caresse spéciale et forte</w:t>
      </w:r>
      <w:r w:rsidR="001C0413">
        <w:t xml:space="preserve">, </w:t>
      </w:r>
      <w:r w:rsidRPr="005D5566">
        <w:t>lui parler d</w:t>
      </w:r>
      <w:r w:rsidR="001C0413">
        <w:t>’</w:t>
      </w:r>
      <w:r w:rsidRPr="005D5566">
        <w:t>Iégor avec de bonnes paroles d</w:t>
      </w:r>
      <w:r w:rsidR="001C0413">
        <w:t>’</w:t>
      </w:r>
      <w:r w:rsidRPr="005D5566">
        <w:t>amour et de tristesse</w:t>
      </w:r>
      <w:r w:rsidR="001C0413">
        <w:t xml:space="preserve">. </w:t>
      </w:r>
      <w:r w:rsidRPr="005D5566">
        <w:t>À travers ses larmes</w:t>
      </w:r>
      <w:r w:rsidR="001C0413">
        <w:t xml:space="preserve">, </w:t>
      </w:r>
      <w:r w:rsidRPr="005D5566">
        <w:t>elle regardait le visage boursouflé du mort</w:t>
      </w:r>
      <w:r w:rsidR="001C0413">
        <w:t xml:space="preserve">, </w:t>
      </w:r>
      <w:r w:rsidRPr="005D5566">
        <w:t>ses yeux fermés</w:t>
      </w:r>
      <w:r w:rsidR="001C0413">
        <w:t xml:space="preserve">, </w:t>
      </w:r>
      <w:r w:rsidRPr="005D5566">
        <w:lastRenderedPageBreak/>
        <w:t>ses lèvres noires</w:t>
      </w:r>
      <w:r w:rsidR="001C0413">
        <w:t xml:space="preserve">, </w:t>
      </w:r>
      <w:r w:rsidRPr="005D5566">
        <w:t>figées en un léger sourire</w:t>
      </w:r>
      <w:r w:rsidR="001C0413">
        <w:t xml:space="preserve">… </w:t>
      </w:r>
      <w:r w:rsidRPr="005D5566">
        <w:t>Tout était silencieux et d</w:t>
      </w:r>
      <w:r w:rsidR="001C0413">
        <w:t>’</w:t>
      </w:r>
      <w:r w:rsidRPr="005D5566">
        <w:t>une clarté opprimante</w:t>
      </w:r>
      <w:r w:rsidR="001C0413">
        <w:t>.</w:t>
      </w:r>
    </w:p>
    <w:p w14:paraId="5208278B" w14:textId="77777777" w:rsidR="001C0413" w:rsidRDefault="00530790" w:rsidP="001C0413">
      <w:r w:rsidRPr="005D5566">
        <w:t>Le docteur entra à petits pas pressés</w:t>
      </w:r>
      <w:r w:rsidR="001C0413">
        <w:t xml:space="preserve">, </w:t>
      </w:r>
      <w:r w:rsidRPr="005D5566">
        <w:t>comme toujours</w:t>
      </w:r>
      <w:r w:rsidR="001C0413">
        <w:t xml:space="preserve"> ; </w:t>
      </w:r>
      <w:r w:rsidRPr="005D5566">
        <w:t>il s</w:t>
      </w:r>
      <w:r w:rsidR="001C0413">
        <w:t>’</w:t>
      </w:r>
      <w:r w:rsidRPr="005D5566">
        <w:t>arrêta brusquement au milieu de la pièce</w:t>
      </w:r>
      <w:r w:rsidR="001C0413">
        <w:t xml:space="preserve"> ; </w:t>
      </w:r>
      <w:r w:rsidRPr="005D5566">
        <w:t>d</w:t>
      </w:r>
      <w:r w:rsidR="001C0413">
        <w:t>’</w:t>
      </w:r>
      <w:r w:rsidRPr="005D5566">
        <w:t>un geste rapide il plongea ses mains dans ses poches et demanda</w:t>
      </w:r>
      <w:r w:rsidR="001C0413">
        <w:t xml:space="preserve">, </w:t>
      </w:r>
      <w:r w:rsidRPr="005D5566">
        <w:t>d</w:t>
      </w:r>
      <w:r w:rsidR="001C0413">
        <w:t>’</w:t>
      </w:r>
      <w:r w:rsidRPr="005D5566">
        <w:t>une voix nerveuse et sonore</w:t>
      </w:r>
      <w:r w:rsidR="001C0413">
        <w:t> :</w:t>
      </w:r>
    </w:p>
    <w:p w14:paraId="7C390B76" w14:textId="77777777" w:rsidR="001C0413" w:rsidRDefault="001C0413" w:rsidP="001C0413">
      <w:r>
        <w:t>— </w:t>
      </w:r>
      <w:r w:rsidR="00530790" w:rsidRPr="005D5566">
        <w:t>Il y a longtemps</w:t>
      </w:r>
      <w:r>
        <w:t> ?</w:t>
      </w:r>
    </w:p>
    <w:p w14:paraId="5FAFE7EC" w14:textId="77777777" w:rsidR="001C0413" w:rsidRDefault="00530790" w:rsidP="001C0413">
      <w:r w:rsidRPr="005D5566">
        <w:t>Personne ne lui répondit</w:t>
      </w:r>
      <w:r w:rsidR="001C0413">
        <w:t xml:space="preserve">. </w:t>
      </w:r>
      <w:r w:rsidRPr="005D5566">
        <w:t>Il vacilla sur ses jambes et</w:t>
      </w:r>
      <w:r w:rsidR="001C0413">
        <w:t xml:space="preserve">, </w:t>
      </w:r>
      <w:r w:rsidRPr="005D5566">
        <w:t>s</w:t>
      </w:r>
      <w:r w:rsidR="001C0413">
        <w:t>’</w:t>
      </w:r>
      <w:r w:rsidRPr="005D5566">
        <w:t>approchant d</w:t>
      </w:r>
      <w:r w:rsidR="001C0413">
        <w:t>’</w:t>
      </w:r>
      <w:r w:rsidRPr="005D5566">
        <w:t>Iégor en s</w:t>
      </w:r>
      <w:r w:rsidR="001C0413">
        <w:t>’</w:t>
      </w:r>
      <w:r w:rsidRPr="005D5566">
        <w:t>essuyant le front</w:t>
      </w:r>
      <w:r w:rsidR="001C0413">
        <w:t xml:space="preserve">, </w:t>
      </w:r>
      <w:r w:rsidRPr="005D5566">
        <w:t>lui serra la main et s</w:t>
      </w:r>
      <w:r w:rsidR="001C0413">
        <w:t>’</w:t>
      </w:r>
      <w:r w:rsidRPr="005D5566">
        <w:t>écarta</w:t>
      </w:r>
      <w:r w:rsidR="001C0413">
        <w:t>.</w:t>
      </w:r>
    </w:p>
    <w:p w14:paraId="7AFC98A2" w14:textId="77777777" w:rsidR="001C0413" w:rsidRDefault="001C0413" w:rsidP="001C0413">
      <w:r>
        <w:t>— </w:t>
      </w:r>
      <w:r w:rsidR="00530790" w:rsidRPr="005D5566">
        <w:t>Ce n</w:t>
      </w:r>
      <w:r>
        <w:t>’</w:t>
      </w:r>
      <w:r w:rsidR="00530790" w:rsidRPr="005D5566">
        <w:t>est pas étonnant</w:t>
      </w:r>
      <w:r>
        <w:t xml:space="preserve">… </w:t>
      </w:r>
      <w:r w:rsidR="00530790" w:rsidRPr="005D5566">
        <w:t>vu l</w:t>
      </w:r>
      <w:r>
        <w:t>’</w:t>
      </w:r>
      <w:r w:rsidR="00530790" w:rsidRPr="005D5566">
        <w:t>état de son cœur</w:t>
      </w:r>
      <w:r>
        <w:t xml:space="preserve">… </w:t>
      </w:r>
      <w:r w:rsidR="00530790" w:rsidRPr="005D5566">
        <w:t xml:space="preserve">cela aurait </w:t>
      </w:r>
      <w:r w:rsidR="00530790" w:rsidRPr="005D5566">
        <w:rPr>
          <w:bCs/>
        </w:rPr>
        <w:t xml:space="preserve">dû </w:t>
      </w:r>
      <w:r w:rsidR="00530790" w:rsidRPr="005D5566">
        <w:t>lui arriver il y a six mois</w:t>
      </w:r>
      <w:r>
        <w:t xml:space="preserve">… </w:t>
      </w:r>
      <w:r w:rsidR="00530790" w:rsidRPr="005D5566">
        <w:t>au moins</w:t>
      </w:r>
      <w:r>
        <w:t xml:space="preserve">… </w:t>
      </w:r>
      <w:r w:rsidR="00530790" w:rsidRPr="005D5566">
        <w:t>oui</w:t>
      </w:r>
      <w:r>
        <w:t>…</w:t>
      </w:r>
    </w:p>
    <w:p w14:paraId="727027B2" w14:textId="77777777" w:rsidR="001C0413" w:rsidRDefault="00530790" w:rsidP="001C0413">
      <w:r w:rsidRPr="005D5566">
        <w:t>Sa voix aiguë</w:t>
      </w:r>
      <w:r w:rsidR="001C0413">
        <w:t xml:space="preserve">, </w:t>
      </w:r>
      <w:r w:rsidRPr="005D5566">
        <w:t>dont le calme était voulu et la sonorité déplacée</w:t>
      </w:r>
      <w:r w:rsidR="001C0413">
        <w:t xml:space="preserve">, </w:t>
      </w:r>
      <w:r w:rsidRPr="005D5566">
        <w:t>se brisa soudain</w:t>
      </w:r>
      <w:r w:rsidR="001C0413">
        <w:t xml:space="preserve">. </w:t>
      </w:r>
      <w:r w:rsidRPr="005D5566">
        <w:t>Adossé au mur</w:t>
      </w:r>
      <w:r w:rsidR="001C0413">
        <w:t xml:space="preserve">, </w:t>
      </w:r>
      <w:r w:rsidRPr="005D5566">
        <w:t>il passa ses doigts agiles dans sa barbe</w:t>
      </w:r>
      <w:r w:rsidR="001C0413">
        <w:t xml:space="preserve">, </w:t>
      </w:r>
      <w:r w:rsidRPr="005D5566">
        <w:t>regardant les deux femmes et le mort avec des yeux papillotants</w:t>
      </w:r>
      <w:r w:rsidR="001C0413">
        <w:t>.</w:t>
      </w:r>
    </w:p>
    <w:p w14:paraId="19FC685D" w14:textId="77777777" w:rsidR="001C0413" w:rsidRDefault="001C0413" w:rsidP="001C0413">
      <w:r>
        <w:t>— </w:t>
      </w:r>
      <w:r w:rsidR="00530790" w:rsidRPr="005D5566">
        <w:t>Encore un</w:t>
      </w:r>
      <w:r>
        <w:t xml:space="preserve"> !… </w:t>
      </w:r>
      <w:r w:rsidR="00530790" w:rsidRPr="005D5566">
        <w:t>dit-il doucement</w:t>
      </w:r>
      <w:r>
        <w:t>.</w:t>
      </w:r>
    </w:p>
    <w:p w14:paraId="420542D4" w14:textId="77777777" w:rsidR="001C0413" w:rsidRDefault="00530790" w:rsidP="001C0413">
      <w:r w:rsidRPr="005D5566">
        <w:t>Lioudmila se leva</w:t>
      </w:r>
      <w:r w:rsidR="001C0413">
        <w:t xml:space="preserve">, </w:t>
      </w:r>
      <w:r w:rsidRPr="005D5566">
        <w:t>s</w:t>
      </w:r>
      <w:r w:rsidR="001C0413">
        <w:t>’</w:t>
      </w:r>
      <w:r w:rsidRPr="005D5566">
        <w:t>approcha de la fenêtre et l</w:t>
      </w:r>
      <w:r w:rsidR="001C0413">
        <w:t>’</w:t>
      </w:r>
      <w:r w:rsidRPr="005D5566">
        <w:t>ouvrit</w:t>
      </w:r>
      <w:r w:rsidR="001C0413">
        <w:t xml:space="preserve">. </w:t>
      </w:r>
      <w:r w:rsidRPr="005D5566">
        <w:t>La mère leva la tête et regarda autour d</w:t>
      </w:r>
      <w:r w:rsidR="001C0413">
        <w:t>’</w:t>
      </w:r>
      <w:r w:rsidRPr="005D5566">
        <w:t>elle en soupirant</w:t>
      </w:r>
      <w:r w:rsidR="001C0413">
        <w:t xml:space="preserve">. </w:t>
      </w:r>
      <w:r w:rsidRPr="005D5566">
        <w:t>Un instant après</w:t>
      </w:r>
      <w:r w:rsidR="001C0413">
        <w:t xml:space="preserve">, </w:t>
      </w:r>
      <w:r w:rsidRPr="005D5566">
        <w:t>Lioudmila et elles étaient près de la croisée</w:t>
      </w:r>
      <w:r w:rsidR="001C0413">
        <w:t xml:space="preserve"> ; </w:t>
      </w:r>
      <w:r w:rsidRPr="005D5566">
        <w:t>serrés les uns contre les autres</w:t>
      </w:r>
      <w:r w:rsidR="001C0413">
        <w:t xml:space="preserve">, </w:t>
      </w:r>
      <w:r w:rsidRPr="005D5566">
        <w:t>ils regardaient le sombre visage de la nuit d</w:t>
      </w:r>
      <w:r w:rsidR="001C0413">
        <w:t>’</w:t>
      </w:r>
      <w:r w:rsidRPr="005D5566">
        <w:t>automne</w:t>
      </w:r>
      <w:r w:rsidR="001C0413">
        <w:t xml:space="preserve">. </w:t>
      </w:r>
      <w:r w:rsidRPr="005D5566">
        <w:t>Au-dessus des arbres</w:t>
      </w:r>
      <w:r w:rsidR="001C0413">
        <w:t xml:space="preserve">, </w:t>
      </w:r>
      <w:r w:rsidRPr="005D5566">
        <w:t>les étoiles scintillaient et reculaient jusqu</w:t>
      </w:r>
      <w:r w:rsidR="001C0413">
        <w:t>’</w:t>
      </w:r>
      <w:r w:rsidRPr="005D5566">
        <w:t>à l</w:t>
      </w:r>
      <w:r w:rsidR="001C0413">
        <w:t>’</w:t>
      </w:r>
      <w:r w:rsidRPr="005D5566">
        <w:t>infini lointain des cieux</w:t>
      </w:r>
      <w:r w:rsidR="001C0413">
        <w:t>…</w:t>
      </w:r>
    </w:p>
    <w:p w14:paraId="0F1F58D5" w14:textId="77777777" w:rsidR="001C0413" w:rsidRDefault="00530790" w:rsidP="001C0413">
      <w:r w:rsidRPr="005D5566">
        <w:t>Lioudmila prit la mère par le bras et appuya sans mot dire la tête sur son épaule</w:t>
      </w:r>
      <w:r w:rsidR="001C0413">
        <w:t xml:space="preserve">. </w:t>
      </w:r>
      <w:r w:rsidRPr="005D5566">
        <w:t>Le médecin essuyait son lorgnon avec son mouchoir</w:t>
      </w:r>
      <w:r w:rsidR="001C0413">
        <w:t xml:space="preserve">. </w:t>
      </w:r>
      <w:r w:rsidRPr="005D5566">
        <w:t>Au dehors</w:t>
      </w:r>
      <w:r w:rsidR="001C0413">
        <w:t xml:space="preserve">, </w:t>
      </w:r>
      <w:r w:rsidRPr="005D5566">
        <w:t>le bruit nocturne de la ville soupirait</w:t>
      </w:r>
      <w:r w:rsidR="001C0413">
        <w:t xml:space="preserve">, </w:t>
      </w:r>
      <w:r w:rsidRPr="005D5566">
        <w:t>lassé</w:t>
      </w:r>
      <w:r w:rsidR="001C0413">
        <w:t xml:space="preserve"> ; </w:t>
      </w:r>
      <w:r w:rsidRPr="005D5566">
        <w:t>la fraîcheur glaçait les visages et agitait les cheveux</w:t>
      </w:r>
      <w:r w:rsidR="001C0413">
        <w:t xml:space="preserve">. </w:t>
      </w:r>
      <w:r w:rsidRPr="005D5566">
        <w:t>Lioudmila avait des frissons</w:t>
      </w:r>
      <w:r w:rsidR="001C0413">
        <w:t xml:space="preserve"> ; </w:t>
      </w:r>
      <w:r w:rsidRPr="005D5566">
        <w:t>des larmes ruisselaient sur ses joues</w:t>
      </w:r>
      <w:r w:rsidR="001C0413">
        <w:t xml:space="preserve">… </w:t>
      </w:r>
      <w:r w:rsidRPr="005D5566">
        <w:t>Dans le corridor de l</w:t>
      </w:r>
      <w:r w:rsidR="001C0413">
        <w:t>’</w:t>
      </w:r>
      <w:r w:rsidRPr="005D5566">
        <w:t>hôpital</w:t>
      </w:r>
      <w:r w:rsidR="001C0413">
        <w:t xml:space="preserve">, </w:t>
      </w:r>
      <w:r w:rsidRPr="005D5566">
        <w:t xml:space="preserve">erraient des sons </w:t>
      </w:r>
      <w:r w:rsidRPr="005D5566">
        <w:lastRenderedPageBreak/>
        <w:t>assourdis</w:t>
      </w:r>
      <w:r w:rsidR="001C0413">
        <w:t xml:space="preserve">, </w:t>
      </w:r>
      <w:r w:rsidRPr="005D5566">
        <w:t>fripés</w:t>
      </w:r>
      <w:r w:rsidR="001C0413">
        <w:t xml:space="preserve">, </w:t>
      </w:r>
      <w:r w:rsidRPr="005D5566">
        <w:t>effrayés</w:t>
      </w:r>
      <w:r w:rsidR="001C0413">
        <w:t xml:space="preserve">, </w:t>
      </w:r>
      <w:r w:rsidRPr="005D5566">
        <w:t>des piétinements pressés</w:t>
      </w:r>
      <w:r w:rsidR="001C0413">
        <w:t xml:space="preserve">, </w:t>
      </w:r>
      <w:r w:rsidRPr="005D5566">
        <w:t>des gémissements</w:t>
      </w:r>
      <w:r w:rsidR="001C0413">
        <w:t xml:space="preserve">, </w:t>
      </w:r>
      <w:r w:rsidRPr="005D5566">
        <w:t>des chuchotements désolés</w:t>
      </w:r>
      <w:r w:rsidR="001C0413">
        <w:t xml:space="preserve">. </w:t>
      </w:r>
      <w:r w:rsidRPr="005D5566">
        <w:t>Immobiles près de la fenêtre</w:t>
      </w:r>
      <w:r w:rsidR="001C0413">
        <w:t xml:space="preserve">, </w:t>
      </w:r>
      <w:r w:rsidRPr="005D5566">
        <w:t>Lioudmila</w:t>
      </w:r>
      <w:r w:rsidR="001C0413">
        <w:t xml:space="preserve">, </w:t>
      </w:r>
      <w:r w:rsidRPr="005D5566">
        <w:t>la mère et le médecin regardaient les ténèbres et se taisaient</w:t>
      </w:r>
      <w:r w:rsidR="001C0413">
        <w:t>…</w:t>
      </w:r>
    </w:p>
    <w:p w14:paraId="46BE51F8" w14:textId="77777777" w:rsidR="001C0413" w:rsidRDefault="00530790" w:rsidP="001C0413">
      <w:r w:rsidRPr="005D5566">
        <w:t>Pélaguée sentit qu</w:t>
      </w:r>
      <w:r w:rsidR="001C0413">
        <w:t>’</w:t>
      </w:r>
      <w:r w:rsidRPr="005D5566">
        <w:t>elle était de trop</w:t>
      </w:r>
      <w:r w:rsidR="001C0413">
        <w:t xml:space="preserve">, </w:t>
      </w:r>
      <w:r w:rsidRPr="005D5566">
        <w:t>et</w:t>
      </w:r>
      <w:r w:rsidR="001C0413">
        <w:t xml:space="preserve">, </w:t>
      </w:r>
      <w:r w:rsidRPr="005D5566">
        <w:t>après avoir dégagé doucement son bras de l</w:t>
      </w:r>
      <w:r w:rsidR="001C0413">
        <w:t>’</w:t>
      </w:r>
      <w:r w:rsidRPr="005D5566">
        <w:t>étreinte de la jeune femme</w:t>
      </w:r>
      <w:r w:rsidR="001C0413">
        <w:t xml:space="preserve">, </w:t>
      </w:r>
      <w:r w:rsidRPr="005D5566">
        <w:t>elle se dirigea vers la porte</w:t>
      </w:r>
      <w:r w:rsidR="001C0413">
        <w:t xml:space="preserve">, </w:t>
      </w:r>
      <w:r w:rsidRPr="005D5566">
        <w:t>non sans s</w:t>
      </w:r>
      <w:r w:rsidR="001C0413">
        <w:t>’</w:t>
      </w:r>
      <w:r w:rsidRPr="005D5566">
        <w:t>être inclinée devant le mort</w:t>
      </w:r>
      <w:r w:rsidR="001C0413">
        <w:t>.</w:t>
      </w:r>
    </w:p>
    <w:p w14:paraId="66D43DCD" w14:textId="77777777" w:rsidR="001C0413" w:rsidRDefault="001C0413" w:rsidP="001C0413">
      <w:r>
        <w:t>— </w:t>
      </w:r>
      <w:r w:rsidR="00530790" w:rsidRPr="005D5566">
        <w:t>Vous partez</w:t>
      </w:r>
      <w:r>
        <w:t xml:space="preserve"> ? </w:t>
      </w:r>
      <w:r w:rsidR="00530790" w:rsidRPr="005D5566">
        <w:t>demanda le médecin à voix basse et sans se retourner</w:t>
      </w:r>
      <w:r>
        <w:t>.</w:t>
      </w:r>
    </w:p>
    <w:p w14:paraId="66E048B5" w14:textId="77777777" w:rsidR="001C0413" w:rsidRDefault="001C0413" w:rsidP="001C0413">
      <w:r>
        <w:t>— </w:t>
      </w:r>
      <w:r w:rsidR="00530790" w:rsidRPr="005D5566">
        <w:t>Oui</w:t>
      </w:r>
      <w:r>
        <w:t> !</w:t>
      </w:r>
    </w:p>
    <w:p w14:paraId="004ED74D" w14:textId="77777777" w:rsidR="001C0413" w:rsidRDefault="00530790" w:rsidP="001C0413">
      <w:r w:rsidRPr="005D5566">
        <w:t>Dans la rue</w:t>
      </w:r>
      <w:r w:rsidR="001C0413">
        <w:t xml:space="preserve">, </w:t>
      </w:r>
      <w:r w:rsidRPr="005D5566">
        <w:t>elle pensa à Lioudmila</w:t>
      </w:r>
      <w:r w:rsidR="001C0413">
        <w:t>. « </w:t>
      </w:r>
      <w:r w:rsidRPr="005D5566">
        <w:t>Elle ne sait pas même bien pleurer</w:t>
      </w:r>
      <w:r w:rsidR="001C0413">
        <w:t> ! »</w:t>
      </w:r>
      <w:r w:rsidRPr="005D5566">
        <w:t xml:space="preserve"> se dit-elle en se rappelant ses larmes parcimonieuses</w:t>
      </w:r>
      <w:r w:rsidR="001C0413">
        <w:t>.</w:t>
      </w:r>
    </w:p>
    <w:p w14:paraId="679645B5" w14:textId="77777777" w:rsidR="001C0413" w:rsidRDefault="00530790" w:rsidP="001C0413">
      <w:r w:rsidRPr="005D5566">
        <w:t>Les dernières paroles de Iégor la firent soupirer</w:t>
      </w:r>
      <w:r w:rsidR="001C0413">
        <w:t xml:space="preserve">. </w:t>
      </w:r>
      <w:r w:rsidRPr="005D5566">
        <w:t>Tout en marchant à pas lents</w:t>
      </w:r>
      <w:r w:rsidR="001C0413">
        <w:t xml:space="preserve">, </w:t>
      </w:r>
      <w:r w:rsidRPr="005D5566">
        <w:t>elle se remémorait ses yeux vifs</w:t>
      </w:r>
      <w:r w:rsidR="001C0413">
        <w:t xml:space="preserve">, </w:t>
      </w:r>
      <w:r w:rsidRPr="005D5566">
        <w:t>ses plaisanteries</w:t>
      </w:r>
      <w:r w:rsidR="001C0413">
        <w:t xml:space="preserve">, </w:t>
      </w:r>
      <w:r w:rsidRPr="005D5566">
        <w:t>ses opinions sur la vie</w:t>
      </w:r>
      <w:r w:rsidR="001C0413">
        <w:t>.</w:t>
      </w:r>
    </w:p>
    <w:p w14:paraId="2BDF149D" w14:textId="77777777" w:rsidR="001C0413" w:rsidRDefault="001C0413" w:rsidP="001C0413">
      <w:r>
        <w:t>— </w:t>
      </w:r>
      <w:r w:rsidR="00530790" w:rsidRPr="005D5566">
        <w:t>Pour les braves gens</w:t>
      </w:r>
      <w:r>
        <w:t xml:space="preserve">, </w:t>
      </w:r>
      <w:r w:rsidR="00530790" w:rsidRPr="005D5566">
        <w:t>l</w:t>
      </w:r>
      <w:r>
        <w:t>’</w:t>
      </w:r>
      <w:r w:rsidR="00530790" w:rsidRPr="005D5566">
        <w:t>existence est pénible et la mort légère</w:t>
      </w:r>
      <w:r>
        <w:t xml:space="preserve">… </w:t>
      </w:r>
      <w:r w:rsidR="00530790" w:rsidRPr="005D5566">
        <w:t>Comment mourrai-je</w:t>
      </w:r>
      <w:r>
        <w:t xml:space="preserve">, </w:t>
      </w:r>
      <w:r w:rsidR="00530790" w:rsidRPr="005D5566">
        <w:t>moi</w:t>
      </w:r>
      <w:r>
        <w:t> ?</w:t>
      </w:r>
    </w:p>
    <w:p w14:paraId="68E9EC96" w14:textId="77777777" w:rsidR="001C0413" w:rsidRDefault="00530790" w:rsidP="001C0413">
      <w:r w:rsidRPr="005D5566">
        <w:t>Puis elle se représenta Lioudmila et le médecin debout près de la fenêtre</w:t>
      </w:r>
      <w:r w:rsidR="001C0413">
        <w:t xml:space="preserve">, </w:t>
      </w:r>
      <w:r w:rsidRPr="005D5566">
        <w:t>dans la chambre blanche et trop claire</w:t>
      </w:r>
      <w:r w:rsidR="001C0413">
        <w:t xml:space="preserve">, </w:t>
      </w:r>
      <w:r w:rsidRPr="005D5566">
        <w:t>les yeux ternis de Iégor</w:t>
      </w:r>
      <w:r w:rsidR="001C0413">
        <w:t xml:space="preserve"> ; </w:t>
      </w:r>
      <w:r w:rsidRPr="005D5566">
        <w:t>et</w:t>
      </w:r>
      <w:r w:rsidR="001C0413">
        <w:t xml:space="preserve">, </w:t>
      </w:r>
      <w:r w:rsidRPr="005D5566">
        <w:t>envahie par un sentiment oppressant de pitié</w:t>
      </w:r>
      <w:r w:rsidR="001C0413">
        <w:t xml:space="preserve">, </w:t>
      </w:r>
      <w:r w:rsidRPr="005D5566">
        <w:t>elle soupira profondément et se mit à marcher plus vite</w:t>
      </w:r>
      <w:r w:rsidR="001C0413">
        <w:t xml:space="preserve">, </w:t>
      </w:r>
      <w:r w:rsidRPr="005D5566">
        <w:t>poussée par un vague pressentiment</w:t>
      </w:r>
      <w:r w:rsidR="001C0413">
        <w:t>…</w:t>
      </w:r>
    </w:p>
    <w:p w14:paraId="5EF3C007" w14:textId="77777777" w:rsidR="001C0413" w:rsidRDefault="001C0413" w:rsidP="001C0413">
      <w:r>
        <w:t>« </w:t>
      </w:r>
      <w:r w:rsidR="00530790" w:rsidRPr="005D5566">
        <w:t>Il faut avancer</w:t>
      </w:r>
      <w:r>
        <w:t> ! »</w:t>
      </w:r>
      <w:r w:rsidR="00530790" w:rsidRPr="005D5566">
        <w:t xml:space="preserve"> pensa-t-elle en obéissant à l</w:t>
      </w:r>
      <w:r>
        <w:t>’</w:t>
      </w:r>
      <w:r w:rsidR="00530790" w:rsidRPr="005D5566">
        <w:t>impulsion de vaillance attristée qui lui venait au cœur</w:t>
      </w:r>
      <w:r>
        <w:t>…</w:t>
      </w:r>
    </w:p>
    <w:p w14:paraId="20F432C3" w14:textId="71262203" w:rsidR="00530790" w:rsidRPr="003B37B8" w:rsidRDefault="00530790" w:rsidP="001C0413">
      <w:pPr>
        <w:pStyle w:val="Titre2"/>
        <w:rPr>
          <w:szCs w:val="44"/>
        </w:rPr>
      </w:pPr>
      <w:bookmarkStart w:id="42" w:name="_Toc202279563"/>
      <w:r w:rsidRPr="003B37B8">
        <w:rPr>
          <w:szCs w:val="44"/>
        </w:rPr>
        <w:lastRenderedPageBreak/>
        <w:t>X</w:t>
      </w:r>
      <w:bookmarkEnd w:id="42"/>
      <w:r w:rsidRPr="003B37B8">
        <w:rPr>
          <w:szCs w:val="44"/>
        </w:rPr>
        <w:br/>
      </w:r>
    </w:p>
    <w:p w14:paraId="53556489" w14:textId="77777777" w:rsidR="001C0413" w:rsidRDefault="00530790" w:rsidP="001C0413">
      <w:r w:rsidRPr="005D5566">
        <w:t>La mère passa la journée du lendemain à organiser l</w:t>
      </w:r>
      <w:r w:rsidR="001C0413">
        <w:t>’</w:t>
      </w:r>
      <w:r w:rsidRPr="005D5566">
        <w:t>enterrement de Iégor</w:t>
      </w:r>
      <w:r w:rsidR="001C0413">
        <w:t xml:space="preserve">. </w:t>
      </w:r>
      <w:r w:rsidRPr="005D5566">
        <w:t>Le soir</w:t>
      </w:r>
      <w:r w:rsidR="001C0413">
        <w:t xml:space="preserve">, </w:t>
      </w:r>
      <w:r w:rsidRPr="005D5566">
        <w:t>tandis qu</w:t>
      </w:r>
      <w:r w:rsidR="001C0413">
        <w:t>’</w:t>
      </w:r>
      <w:r w:rsidRPr="005D5566">
        <w:t>elle prenait le thé avec Nicolas et Sophie</w:t>
      </w:r>
      <w:r w:rsidR="001C0413">
        <w:t xml:space="preserve">, </w:t>
      </w:r>
      <w:r w:rsidRPr="005D5566">
        <w:t>Sachenka survint</w:t>
      </w:r>
      <w:r w:rsidR="001C0413">
        <w:t xml:space="preserve">, </w:t>
      </w:r>
      <w:r w:rsidRPr="005D5566">
        <w:t>étonnamment bruyante et animée</w:t>
      </w:r>
      <w:r w:rsidR="001C0413">
        <w:t xml:space="preserve">… </w:t>
      </w:r>
      <w:r w:rsidRPr="005D5566">
        <w:t>Elle avait les joues rouges</w:t>
      </w:r>
      <w:r w:rsidR="001C0413">
        <w:t xml:space="preserve">, </w:t>
      </w:r>
      <w:r w:rsidRPr="005D5566">
        <w:t>ses yeux étincelaient</w:t>
      </w:r>
      <w:r w:rsidR="001C0413">
        <w:t xml:space="preserve"> ; </w:t>
      </w:r>
      <w:r w:rsidRPr="005D5566">
        <w:t>il sembla à la mère que la jeune fille était pleine d</w:t>
      </w:r>
      <w:r w:rsidR="001C0413">
        <w:t>’</w:t>
      </w:r>
      <w:r w:rsidRPr="005D5566">
        <w:t>une espérance joyeuse</w:t>
      </w:r>
      <w:r w:rsidR="001C0413">
        <w:t xml:space="preserve">. </w:t>
      </w:r>
      <w:r w:rsidRPr="005D5566">
        <w:t>Cet état d</w:t>
      </w:r>
      <w:r w:rsidR="001C0413">
        <w:t>’</w:t>
      </w:r>
      <w:r w:rsidRPr="005D5566">
        <w:t>esprit rayonnant fit une irruption bruyante et tumultueuse dans le mélancolique courant des souvenirs sans s</w:t>
      </w:r>
      <w:r w:rsidR="001C0413">
        <w:t>’</w:t>
      </w:r>
      <w:r w:rsidRPr="005D5566">
        <w:t>y mêler</w:t>
      </w:r>
      <w:r w:rsidR="001C0413">
        <w:t xml:space="preserve"> ; </w:t>
      </w:r>
      <w:r w:rsidRPr="005D5566">
        <w:t>c</w:t>
      </w:r>
      <w:r w:rsidR="001C0413">
        <w:t>’</w:t>
      </w:r>
      <w:r w:rsidRPr="005D5566">
        <w:t>était comme une clarté vive éclatant soudain dans les ténèbres et qui troublait le petit cercle</w:t>
      </w:r>
      <w:r w:rsidR="001C0413">
        <w:t xml:space="preserve">. </w:t>
      </w:r>
      <w:r w:rsidRPr="005D5566">
        <w:t>Nicolas dit en frappant pensivement sur la table</w:t>
      </w:r>
      <w:r w:rsidR="001C0413">
        <w:t> :</w:t>
      </w:r>
    </w:p>
    <w:p w14:paraId="7E424215" w14:textId="77777777" w:rsidR="001C0413" w:rsidRDefault="001C0413" w:rsidP="001C0413">
      <w:r>
        <w:t>— </w:t>
      </w:r>
      <w:r w:rsidR="00530790" w:rsidRPr="005D5566">
        <w:t>Vous êtes toute transformée aujourd</w:t>
      </w:r>
      <w:r>
        <w:t>’</w:t>
      </w:r>
      <w:r w:rsidR="00530790" w:rsidRPr="005D5566">
        <w:t>hui</w:t>
      </w:r>
      <w:r>
        <w:t xml:space="preserve">, </w:t>
      </w:r>
      <w:r w:rsidR="00530790" w:rsidRPr="005D5566">
        <w:t>Sachenka</w:t>
      </w:r>
      <w:r>
        <w:t> !…</w:t>
      </w:r>
    </w:p>
    <w:p w14:paraId="21A0F09C" w14:textId="77777777" w:rsidR="001C0413" w:rsidRDefault="001C0413" w:rsidP="001C0413">
      <w:r>
        <w:t>— </w:t>
      </w:r>
      <w:r w:rsidR="00530790" w:rsidRPr="005D5566">
        <w:t>Vraiment</w:t>
      </w:r>
      <w:r>
        <w:t xml:space="preserve"> ? </w:t>
      </w:r>
      <w:r w:rsidR="00530790" w:rsidRPr="005D5566">
        <w:t>Peut-être bien</w:t>
      </w:r>
      <w:r>
        <w:t xml:space="preserve"> ! </w:t>
      </w:r>
      <w:r w:rsidR="00530790" w:rsidRPr="005D5566">
        <w:t>répondit-elle avec un petit rire heureux</w:t>
      </w:r>
      <w:r>
        <w:t>.</w:t>
      </w:r>
    </w:p>
    <w:p w14:paraId="1C4D44FC" w14:textId="77777777" w:rsidR="001C0413" w:rsidRDefault="00530790" w:rsidP="001C0413">
      <w:r w:rsidRPr="005D5566">
        <w:t>La mère la regarda avec un muet reproche</w:t>
      </w:r>
      <w:r w:rsidR="001C0413">
        <w:t xml:space="preserve">. </w:t>
      </w:r>
      <w:r w:rsidRPr="005D5566">
        <w:t>Sophie observa en accentuant les mots</w:t>
      </w:r>
      <w:r w:rsidR="001C0413">
        <w:t> :</w:t>
      </w:r>
    </w:p>
    <w:p w14:paraId="7D860D56" w14:textId="77777777" w:rsidR="001C0413" w:rsidRDefault="001C0413" w:rsidP="001C0413">
      <w:r>
        <w:t>— </w:t>
      </w:r>
      <w:r w:rsidR="00530790" w:rsidRPr="005D5566">
        <w:t>Nous parlions de Iégor</w:t>
      </w:r>
      <w:r>
        <w:t>…</w:t>
      </w:r>
    </w:p>
    <w:p w14:paraId="013953F6" w14:textId="77777777" w:rsidR="001C0413" w:rsidRDefault="001C0413" w:rsidP="001C0413">
      <w:r>
        <w:t>— </w:t>
      </w:r>
      <w:r w:rsidR="00530790" w:rsidRPr="005D5566">
        <w:t>Quel brave homme</w:t>
      </w:r>
      <w:r>
        <w:t xml:space="preserve">, </w:t>
      </w:r>
      <w:r w:rsidR="00530790" w:rsidRPr="005D5566">
        <w:t>n</w:t>
      </w:r>
      <w:r>
        <w:t>’</w:t>
      </w:r>
      <w:r w:rsidR="00530790" w:rsidRPr="005D5566">
        <w:t>est-ce pas</w:t>
      </w:r>
      <w:r>
        <w:t xml:space="preserve"> ? </w:t>
      </w:r>
      <w:r w:rsidR="00530790" w:rsidRPr="005D5566">
        <w:t>s</w:t>
      </w:r>
      <w:r>
        <w:t>’</w:t>
      </w:r>
      <w:r w:rsidR="00530790" w:rsidRPr="005D5566">
        <w:t>écria Sachenka</w:t>
      </w:r>
      <w:r>
        <w:t xml:space="preserve">. </w:t>
      </w:r>
      <w:r w:rsidR="00530790" w:rsidRPr="005D5566">
        <w:t>Je l</w:t>
      </w:r>
      <w:r>
        <w:t>’</w:t>
      </w:r>
      <w:r w:rsidR="00530790" w:rsidRPr="005D5566">
        <w:t>ai toujours vu le sourire et la plaisanterie aux lèvres</w:t>
      </w:r>
      <w:r>
        <w:t xml:space="preserve">… </w:t>
      </w:r>
      <w:r w:rsidR="00530790" w:rsidRPr="005D5566">
        <w:t>Il travaillait si bien</w:t>
      </w:r>
      <w:r>
        <w:t xml:space="preserve"> ! </w:t>
      </w:r>
      <w:r w:rsidR="00530790" w:rsidRPr="005D5566">
        <w:t>C</w:t>
      </w:r>
      <w:r>
        <w:t>’</w:t>
      </w:r>
      <w:r w:rsidR="00530790" w:rsidRPr="005D5566">
        <w:t>était un artiste de la révolution</w:t>
      </w:r>
      <w:r>
        <w:t xml:space="preserve"> ; </w:t>
      </w:r>
      <w:r w:rsidR="00530790" w:rsidRPr="005D5566">
        <w:t>il possédait la pensée révolutionnaire</w:t>
      </w:r>
      <w:r>
        <w:t xml:space="preserve">, </w:t>
      </w:r>
      <w:r w:rsidR="00530790" w:rsidRPr="005D5566">
        <w:t>comme un grand maître</w:t>
      </w:r>
      <w:r>
        <w:t xml:space="preserve"> ! </w:t>
      </w:r>
      <w:r w:rsidR="00530790" w:rsidRPr="005D5566">
        <w:t>Avec quelle simplicité et quelle force il décrivait l</w:t>
      </w:r>
      <w:r>
        <w:t>’</w:t>
      </w:r>
      <w:r w:rsidR="00530790" w:rsidRPr="005D5566">
        <w:t>homme du mensonge</w:t>
      </w:r>
      <w:r>
        <w:t xml:space="preserve">, </w:t>
      </w:r>
      <w:r w:rsidR="00530790" w:rsidRPr="005D5566">
        <w:t>de l</w:t>
      </w:r>
      <w:r>
        <w:t>’</w:t>
      </w:r>
      <w:r w:rsidR="00530790" w:rsidRPr="005D5566">
        <w:t>injustice</w:t>
      </w:r>
      <w:r>
        <w:t xml:space="preserve">, </w:t>
      </w:r>
      <w:r w:rsidR="00530790" w:rsidRPr="005D5566">
        <w:t>de la violence</w:t>
      </w:r>
      <w:r>
        <w:t xml:space="preserve"> !… </w:t>
      </w:r>
      <w:r w:rsidR="00530790" w:rsidRPr="005D5566">
        <w:t>Je lui dois beaucoup</w:t>
      </w:r>
      <w:r>
        <w:t>.</w:t>
      </w:r>
    </w:p>
    <w:p w14:paraId="0A22EA50" w14:textId="77777777" w:rsidR="001C0413" w:rsidRDefault="00530790" w:rsidP="001C0413">
      <w:r w:rsidRPr="005D5566">
        <w:t>Elle parlait à mi-voix</w:t>
      </w:r>
      <w:r w:rsidR="001C0413">
        <w:t xml:space="preserve">, </w:t>
      </w:r>
      <w:r w:rsidRPr="005D5566">
        <w:t>les yeux pleins d</w:t>
      </w:r>
      <w:r w:rsidR="001C0413">
        <w:t>’</w:t>
      </w:r>
      <w:r w:rsidRPr="005D5566">
        <w:t>un sourire pensif</w:t>
      </w:r>
      <w:r w:rsidR="001C0413">
        <w:t xml:space="preserve">, </w:t>
      </w:r>
      <w:r w:rsidRPr="005D5566">
        <w:t>qui n</w:t>
      </w:r>
      <w:r w:rsidR="001C0413">
        <w:t>’</w:t>
      </w:r>
      <w:r w:rsidRPr="005D5566">
        <w:t>éteignait pas dans son regard le feu d</w:t>
      </w:r>
      <w:r w:rsidR="001C0413">
        <w:t>’</w:t>
      </w:r>
      <w:r w:rsidRPr="005D5566">
        <w:t>allégresse si visible et que personne ne comprenait</w:t>
      </w:r>
      <w:r w:rsidR="001C0413">
        <w:t xml:space="preserve">. </w:t>
      </w:r>
      <w:r w:rsidRPr="005D5566">
        <w:t>Il arrive quelquefois qu</w:t>
      </w:r>
      <w:r w:rsidR="001C0413">
        <w:t>’</w:t>
      </w:r>
      <w:r w:rsidRPr="005D5566">
        <w:t>on se délecte d</w:t>
      </w:r>
      <w:r w:rsidR="001C0413">
        <w:t>’</w:t>
      </w:r>
      <w:r w:rsidRPr="005D5566">
        <w:t>un chagrin</w:t>
      </w:r>
      <w:r w:rsidR="001C0413">
        <w:t xml:space="preserve">, </w:t>
      </w:r>
      <w:r w:rsidRPr="005D5566">
        <w:t>qu</w:t>
      </w:r>
      <w:r w:rsidR="001C0413">
        <w:t>’</w:t>
      </w:r>
      <w:r w:rsidRPr="005D5566">
        <w:t>on s</w:t>
      </w:r>
      <w:r w:rsidR="001C0413">
        <w:t>’</w:t>
      </w:r>
      <w:r w:rsidRPr="005D5566">
        <w:t xml:space="preserve">en fait un jouet torturant qui </w:t>
      </w:r>
      <w:r w:rsidRPr="005D5566">
        <w:lastRenderedPageBreak/>
        <w:t>ronge le cœur</w:t>
      </w:r>
      <w:r w:rsidR="001C0413">
        <w:t xml:space="preserve">. </w:t>
      </w:r>
      <w:r w:rsidRPr="005D5566">
        <w:t>Nicolas</w:t>
      </w:r>
      <w:r w:rsidR="001C0413">
        <w:t xml:space="preserve">, </w:t>
      </w:r>
      <w:r w:rsidRPr="005D5566">
        <w:t>Sophie et la mère ne voulaient pas laisser leur tristesse se dissiper ni s</w:t>
      </w:r>
      <w:r w:rsidR="001C0413">
        <w:t>’</w:t>
      </w:r>
      <w:r w:rsidRPr="005D5566">
        <w:t>abandonner au sentiment d</w:t>
      </w:r>
      <w:r w:rsidR="001C0413">
        <w:t>’</w:t>
      </w:r>
      <w:r w:rsidRPr="005D5566">
        <w:t>allégresse qu</w:t>
      </w:r>
      <w:r w:rsidR="001C0413">
        <w:t>’</w:t>
      </w:r>
      <w:r w:rsidRPr="005D5566">
        <w:t>apportait Sachenka</w:t>
      </w:r>
      <w:r w:rsidR="001C0413">
        <w:t xml:space="preserve"> ; </w:t>
      </w:r>
      <w:r w:rsidRPr="005D5566">
        <w:t>sans en avoir conscience</w:t>
      </w:r>
      <w:r w:rsidR="001C0413">
        <w:t xml:space="preserve">, </w:t>
      </w:r>
      <w:r w:rsidRPr="005D5566">
        <w:t>ils défendaient leur mélancolique droit de se nourrir de leur douleur</w:t>
      </w:r>
      <w:r w:rsidR="001C0413">
        <w:t xml:space="preserve">, </w:t>
      </w:r>
      <w:r w:rsidRPr="005D5566">
        <w:t>ils essayaient de faire entrer la jeune fille dans le cercle de leurs préoccupations</w:t>
      </w:r>
      <w:r w:rsidR="001C0413">
        <w:t>…</w:t>
      </w:r>
    </w:p>
    <w:p w14:paraId="70694E19" w14:textId="77777777" w:rsidR="001C0413" w:rsidRDefault="001C0413" w:rsidP="001C0413">
      <w:r>
        <w:t>— </w:t>
      </w:r>
      <w:r w:rsidR="00530790" w:rsidRPr="005D5566">
        <w:t>Et voilà qu</w:t>
      </w:r>
      <w:r>
        <w:t>’</w:t>
      </w:r>
      <w:r w:rsidR="00530790" w:rsidRPr="005D5566">
        <w:t>il est mort</w:t>
      </w:r>
      <w:r>
        <w:t xml:space="preserve"> ! </w:t>
      </w:r>
      <w:r w:rsidR="00530790" w:rsidRPr="005D5566">
        <w:t>insista Sophie en regardant Sachenka avec attention</w:t>
      </w:r>
      <w:r>
        <w:t>.</w:t>
      </w:r>
    </w:p>
    <w:p w14:paraId="1E783287" w14:textId="77777777" w:rsidR="001C0413" w:rsidRDefault="00530790" w:rsidP="001C0413">
      <w:r w:rsidRPr="005D5566">
        <w:t>La jeune fille promena un regard interrogateur sur les assistants et baissa la tête</w:t>
      </w:r>
      <w:r w:rsidR="001C0413">
        <w:t>.</w:t>
      </w:r>
    </w:p>
    <w:p w14:paraId="55911FFD" w14:textId="77777777" w:rsidR="001C0413" w:rsidRDefault="001C0413" w:rsidP="001C0413">
      <w:r>
        <w:t>— </w:t>
      </w:r>
      <w:r w:rsidR="00530790" w:rsidRPr="005D5566">
        <w:t>Il est mort</w:t>
      </w:r>
      <w:r>
        <w:t xml:space="preserve"> ? </w:t>
      </w:r>
      <w:r w:rsidR="00530790" w:rsidRPr="005D5566">
        <w:t>répéta-t-elle à haute voix</w:t>
      </w:r>
      <w:r>
        <w:t xml:space="preserve">. </w:t>
      </w:r>
      <w:r w:rsidR="00530790" w:rsidRPr="005D5566">
        <w:t>Il m</w:t>
      </w:r>
      <w:r>
        <w:t>’</w:t>
      </w:r>
      <w:r w:rsidR="00530790" w:rsidRPr="005D5566">
        <w:t>est difficile de me résigner à ce fait</w:t>
      </w:r>
      <w:r>
        <w:t>…</w:t>
      </w:r>
    </w:p>
    <w:p w14:paraId="7C1B45FE" w14:textId="77777777" w:rsidR="001C0413" w:rsidRDefault="00530790" w:rsidP="001C0413">
      <w:r w:rsidRPr="005D5566">
        <w:t>Elle marcha de long en large dans la pièce</w:t>
      </w:r>
      <w:r w:rsidR="001C0413">
        <w:t xml:space="preserve">, </w:t>
      </w:r>
      <w:r w:rsidRPr="005D5566">
        <w:t>puis</w:t>
      </w:r>
      <w:r w:rsidR="001C0413">
        <w:t xml:space="preserve">, </w:t>
      </w:r>
      <w:r w:rsidRPr="005D5566">
        <w:t>s</w:t>
      </w:r>
      <w:r w:rsidR="001C0413">
        <w:t>’</w:t>
      </w:r>
      <w:r w:rsidRPr="005D5566">
        <w:t>arrêtant soudain</w:t>
      </w:r>
      <w:r w:rsidR="001C0413">
        <w:t xml:space="preserve">, </w:t>
      </w:r>
      <w:r w:rsidRPr="005D5566">
        <w:t>elle reprit d</w:t>
      </w:r>
      <w:r w:rsidR="001C0413">
        <w:t>’</w:t>
      </w:r>
      <w:r w:rsidRPr="005D5566">
        <w:t>une voix bizarre</w:t>
      </w:r>
      <w:r w:rsidR="001C0413">
        <w:t> :</w:t>
      </w:r>
    </w:p>
    <w:p w14:paraId="1EBC7EA0" w14:textId="77777777" w:rsidR="001C0413" w:rsidRDefault="001C0413" w:rsidP="001C0413">
      <w:r>
        <w:t>— </w:t>
      </w:r>
      <w:r w:rsidR="00530790" w:rsidRPr="005D5566">
        <w:t>Que signifie cela</w:t>
      </w:r>
      <w:r>
        <w:t> : « </w:t>
      </w:r>
      <w:r w:rsidR="00530790" w:rsidRPr="005D5566">
        <w:t>Il est mort</w:t>
      </w:r>
      <w:r>
        <w:t> ? »</w:t>
      </w:r>
      <w:r w:rsidR="00530790" w:rsidRPr="005D5566">
        <w:t xml:space="preserve"> Qui est-ce qui est mort</w:t>
      </w:r>
      <w:r>
        <w:t xml:space="preserve"> ? </w:t>
      </w:r>
      <w:r w:rsidR="00530790" w:rsidRPr="005D5566">
        <w:t>Mon estime pour Iégor</w:t>
      </w:r>
      <w:r>
        <w:t xml:space="preserve">, </w:t>
      </w:r>
      <w:r w:rsidR="00530790" w:rsidRPr="005D5566">
        <w:t>mon amour pour ce camarade</w:t>
      </w:r>
      <w:r>
        <w:t xml:space="preserve">, </w:t>
      </w:r>
      <w:r w:rsidR="00530790" w:rsidRPr="005D5566">
        <w:t>le souvenir de l</w:t>
      </w:r>
      <w:r>
        <w:t>’</w:t>
      </w:r>
      <w:r w:rsidR="00530790" w:rsidRPr="005D5566">
        <w:t>œuvre de sa pensée</w:t>
      </w:r>
      <w:r>
        <w:t xml:space="preserve">, </w:t>
      </w:r>
      <w:r w:rsidR="00530790" w:rsidRPr="005D5566">
        <w:t>tout cela est-il mort</w:t>
      </w:r>
      <w:r>
        <w:t xml:space="preserve"> ? </w:t>
      </w:r>
      <w:r w:rsidR="00530790" w:rsidRPr="005D5566">
        <w:t>L</w:t>
      </w:r>
      <w:r>
        <w:t>’</w:t>
      </w:r>
      <w:r w:rsidR="00530790" w:rsidRPr="005D5566">
        <w:t>idée que je m</w:t>
      </w:r>
      <w:r>
        <w:t>’</w:t>
      </w:r>
      <w:r w:rsidR="00530790" w:rsidRPr="005D5566">
        <w:t>en faisais</w:t>
      </w:r>
      <w:r>
        <w:t xml:space="preserve">, </w:t>
      </w:r>
      <w:r w:rsidR="00530790" w:rsidRPr="005D5566">
        <w:t>celle d</w:t>
      </w:r>
      <w:r>
        <w:t>’</w:t>
      </w:r>
      <w:r w:rsidR="00530790" w:rsidRPr="005D5566">
        <w:t>un homme courageux et loyal s</w:t>
      </w:r>
      <w:r>
        <w:t>’</w:t>
      </w:r>
      <w:r w:rsidR="00530790" w:rsidRPr="005D5566">
        <w:t>est-elle donc anéantie</w:t>
      </w:r>
      <w:r>
        <w:t xml:space="preserve"> ? </w:t>
      </w:r>
      <w:r w:rsidR="00530790" w:rsidRPr="005D5566">
        <w:t>Tout cela est-il mort</w:t>
      </w:r>
      <w:r>
        <w:t xml:space="preserve"> ? </w:t>
      </w:r>
      <w:r w:rsidR="00530790" w:rsidRPr="005D5566">
        <w:t>Pour moi</w:t>
      </w:r>
      <w:r>
        <w:t xml:space="preserve">, </w:t>
      </w:r>
      <w:r w:rsidR="00530790" w:rsidRPr="005D5566">
        <w:t>tout cela</w:t>
      </w:r>
      <w:r>
        <w:t xml:space="preserve">, </w:t>
      </w:r>
      <w:r w:rsidR="00530790" w:rsidRPr="005D5566">
        <w:t>le meilleur de lui-même ne mourra jamais</w:t>
      </w:r>
      <w:r>
        <w:t xml:space="preserve">… </w:t>
      </w:r>
      <w:r w:rsidR="00530790" w:rsidRPr="005D5566">
        <w:t>je le sais</w:t>
      </w:r>
      <w:r>
        <w:t xml:space="preserve">… </w:t>
      </w:r>
      <w:r w:rsidR="00530790" w:rsidRPr="005D5566">
        <w:t>Il me semble que nous nous hâtons trop de dire d</w:t>
      </w:r>
      <w:r>
        <w:t>’</w:t>
      </w:r>
      <w:r w:rsidR="00530790" w:rsidRPr="005D5566">
        <w:t>un homme qu</w:t>
      </w:r>
      <w:r>
        <w:t>’</w:t>
      </w:r>
      <w:r w:rsidR="00530790" w:rsidRPr="005D5566">
        <w:t>il est mort</w:t>
      </w:r>
      <w:r>
        <w:t xml:space="preserve"> ! </w:t>
      </w:r>
      <w:r w:rsidR="00530790" w:rsidRPr="005D5566">
        <w:t>Ses lèvres sont mortes</w:t>
      </w:r>
      <w:r>
        <w:t xml:space="preserve">, </w:t>
      </w:r>
      <w:r w:rsidR="00530790" w:rsidRPr="005D5566">
        <w:t>mais ses paroles vivent dans le cœur des vivants</w:t>
      </w:r>
      <w:r>
        <w:t>.</w:t>
      </w:r>
    </w:p>
    <w:p w14:paraId="3809B705" w14:textId="77777777" w:rsidR="001C0413" w:rsidRDefault="00530790" w:rsidP="001C0413">
      <w:r w:rsidRPr="005D5566">
        <w:t>Tout émue</w:t>
      </w:r>
      <w:r w:rsidR="001C0413">
        <w:t xml:space="preserve">, </w:t>
      </w:r>
      <w:r w:rsidRPr="005D5566">
        <w:t>elle s</w:t>
      </w:r>
      <w:r w:rsidR="001C0413">
        <w:t>’</w:t>
      </w:r>
      <w:r w:rsidRPr="005D5566">
        <w:t>assit de nouveau</w:t>
      </w:r>
      <w:r w:rsidR="001C0413">
        <w:t xml:space="preserve">, </w:t>
      </w:r>
      <w:r w:rsidRPr="005D5566">
        <w:t>s</w:t>
      </w:r>
      <w:r w:rsidR="001C0413">
        <w:t>’</w:t>
      </w:r>
      <w:r w:rsidRPr="005D5566">
        <w:t>accouda à la table et continua plus doucement</w:t>
      </w:r>
      <w:r w:rsidR="001C0413">
        <w:t> :</w:t>
      </w:r>
    </w:p>
    <w:p w14:paraId="28D01F79" w14:textId="77777777" w:rsidR="001C0413" w:rsidRDefault="001C0413" w:rsidP="001C0413">
      <w:r>
        <w:t>— </w:t>
      </w:r>
      <w:r w:rsidR="00530790" w:rsidRPr="005D5566">
        <w:t>Je dis peut-être des bêtises</w:t>
      </w:r>
      <w:r>
        <w:t xml:space="preserve">, </w:t>
      </w:r>
      <w:r w:rsidR="00530790" w:rsidRPr="005D5566">
        <w:t>mais voyez-vous</w:t>
      </w:r>
      <w:r>
        <w:t xml:space="preserve">, </w:t>
      </w:r>
      <w:r w:rsidR="00530790" w:rsidRPr="005D5566">
        <w:t>camarades</w:t>
      </w:r>
      <w:r>
        <w:t xml:space="preserve">, </w:t>
      </w:r>
      <w:r w:rsidR="00530790" w:rsidRPr="005D5566">
        <w:t>je crois en l</w:t>
      </w:r>
      <w:r>
        <w:t>’</w:t>
      </w:r>
      <w:r w:rsidR="00530790" w:rsidRPr="005D5566">
        <w:t>immortalité des braves gens</w:t>
      </w:r>
      <w:r>
        <w:t>…</w:t>
      </w:r>
    </w:p>
    <w:p w14:paraId="5DF7B7F3" w14:textId="77777777" w:rsidR="001C0413" w:rsidRDefault="001C0413" w:rsidP="001C0413">
      <w:r>
        <w:t>— </w:t>
      </w:r>
      <w:r w:rsidR="00530790" w:rsidRPr="005D5566">
        <w:t>Il vous est arrivé quelque chose d</w:t>
      </w:r>
      <w:r>
        <w:t>’</w:t>
      </w:r>
      <w:r w:rsidR="00530790" w:rsidRPr="005D5566">
        <w:t>heureux</w:t>
      </w:r>
      <w:r>
        <w:t xml:space="preserve"> ? </w:t>
      </w:r>
      <w:r w:rsidR="00530790" w:rsidRPr="005D5566">
        <w:t>demanda Sophie en souriant</w:t>
      </w:r>
      <w:r>
        <w:t>.</w:t>
      </w:r>
    </w:p>
    <w:p w14:paraId="0099FD33" w14:textId="77777777" w:rsidR="001C0413" w:rsidRDefault="001C0413" w:rsidP="001C0413">
      <w:r>
        <w:lastRenderedPageBreak/>
        <w:t>— </w:t>
      </w:r>
      <w:r w:rsidR="00530790" w:rsidRPr="005D5566">
        <w:t>Oui</w:t>
      </w:r>
      <w:r>
        <w:t xml:space="preserve"> ! </w:t>
      </w:r>
      <w:r w:rsidR="00530790" w:rsidRPr="005D5566">
        <w:t>répondit Sachenka en hochant la tête</w:t>
      </w:r>
      <w:r>
        <w:t xml:space="preserve">. </w:t>
      </w:r>
      <w:r w:rsidR="00530790" w:rsidRPr="005D5566">
        <w:t>Quelque chose de très heureux</w:t>
      </w:r>
      <w:r>
        <w:t xml:space="preserve">, </w:t>
      </w:r>
      <w:r w:rsidR="00530790" w:rsidRPr="005D5566">
        <w:t>je crois</w:t>
      </w:r>
      <w:r>
        <w:t xml:space="preserve"> ! </w:t>
      </w:r>
      <w:r w:rsidR="00530790" w:rsidRPr="005D5566">
        <w:t>J</w:t>
      </w:r>
      <w:r>
        <w:t>’</w:t>
      </w:r>
      <w:r w:rsidR="00530790" w:rsidRPr="005D5566">
        <w:t>ai parlé toute la nuit avec Vessoftchikov</w:t>
      </w:r>
      <w:r>
        <w:t xml:space="preserve">… </w:t>
      </w:r>
      <w:r w:rsidR="00530790" w:rsidRPr="005D5566">
        <w:t>Je ne l</w:t>
      </w:r>
      <w:r>
        <w:t>’</w:t>
      </w:r>
      <w:r w:rsidR="00530790" w:rsidRPr="005D5566">
        <w:t>aimais pas auparavant</w:t>
      </w:r>
      <w:r>
        <w:t xml:space="preserve">, </w:t>
      </w:r>
      <w:r w:rsidR="00530790" w:rsidRPr="005D5566">
        <w:t>il me paraissait trop grossier</w:t>
      </w:r>
      <w:r>
        <w:t xml:space="preserve">, </w:t>
      </w:r>
      <w:r w:rsidR="00530790" w:rsidRPr="005D5566">
        <w:t>trop ignorant</w:t>
      </w:r>
      <w:r>
        <w:t xml:space="preserve">… </w:t>
      </w:r>
      <w:r w:rsidR="00530790" w:rsidRPr="005D5566">
        <w:t>C</w:t>
      </w:r>
      <w:r>
        <w:t>’</w:t>
      </w:r>
      <w:r w:rsidR="00530790" w:rsidRPr="005D5566">
        <w:t>était vrai</w:t>
      </w:r>
      <w:r>
        <w:t xml:space="preserve">, </w:t>
      </w:r>
      <w:r w:rsidR="00530790" w:rsidRPr="005D5566">
        <w:t>d</w:t>
      </w:r>
      <w:r>
        <w:t>’</w:t>
      </w:r>
      <w:r w:rsidR="00530790" w:rsidRPr="005D5566">
        <w:t>ailleurs</w:t>
      </w:r>
      <w:r>
        <w:t xml:space="preserve">… </w:t>
      </w:r>
      <w:r w:rsidR="00530790" w:rsidRPr="005D5566">
        <w:t>Il y avait en lui une rudesse</w:t>
      </w:r>
      <w:r>
        <w:t xml:space="preserve">, </w:t>
      </w:r>
      <w:r w:rsidR="00530790" w:rsidRPr="005D5566">
        <w:t>une irritation vague et continuelle envers tout le monde</w:t>
      </w:r>
      <w:r>
        <w:t xml:space="preserve"> ; </w:t>
      </w:r>
      <w:r w:rsidR="00530790" w:rsidRPr="005D5566">
        <w:t>il se plaçait toujours au centre de tout avec une insistance fatigante et parlait sans cesse de lui-même</w:t>
      </w:r>
      <w:r>
        <w:t xml:space="preserve">. </w:t>
      </w:r>
      <w:r w:rsidR="00530790" w:rsidRPr="005D5566">
        <w:t>Il y avait là quelque chose d</w:t>
      </w:r>
      <w:r>
        <w:t>’</w:t>
      </w:r>
      <w:r w:rsidR="00530790" w:rsidRPr="005D5566">
        <w:t>énervant</w:t>
      </w:r>
      <w:r>
        <w:t xml:space="preserve">, </w:t>
      </w:r>
      <w:r w:rsidR="00530790" w:rsidRPr="005D5566">
        <w:t>de vil</w:t>
      </w:r>
      <w:r>
        <w:t>…</w:t>
      </w:r>
    </w:p>
    <w:p w14:paraId="64849A44" w14:textId="77777777" w:rsidR="001C0413" w:rsidRDefault="00530790" w:rsidP="001C0413">
      <w:r w:rsidRPr="005D5566">
        <w:t>Elle sourit et promena autour d</w:t>
      </w:r>
      <w:r w:rsidR="001C0413">
        <w:t>’</w:t>
      </w:r>
      <w:r w:rsidRPr="005D5566">
        <w:t>elle un regard rayonnant</w:t>
      </w:r>
      <w:r w:rsidR="001C0413">
        <w:t> :</w:t>
      </w:r>
    </w:p>
    <w:p w14:paraId="16175EB5" w14:textId="77777777" w:rsidR="001C0413" w:rsidRDefault="001C0413" w:rsidP="001C0413">
      <w:r>
        <w:t>— </w:t>
      </w:r>
      <w:r w:rsidR="00530790" w:rsidRPr="005D5566">
        <w:t>Maintenant</w:t>
      </w:r>
      <w:r>
        <w:t xml:space="preserve">, </w:t>
      </w:r>
      <w:r w:rsidR="00530790" w:rsidRPr="005D5566">
        <w:t xml:space="preserve">il parle de ses </w:t>
      </w:r>
      <w:r>
        <w:t>« </w:t>
      </w:r>
      <w:r w:rsidR="00530790" w:rsidRPr="005D5566">
        <w:t>camarades</w:t>
      </w:r>
      <w:r>
        <w:t xml:space="preserve"> ». </w:t>
      </w:r>
      <w:r w:rsidR="00530790" w:rsidRPr="005D5566">
        <w:t>Et il faut l</w:t>
      </w:r>
      <w:r>
        <w:t>’</w:t>
      </w:r>
      <w:r w:rsidR="00530790" w:rsidRPr="005D5566">
        <w:t>entendre prononcer ce mot</w:t>
      </w:r>
      <w:r>
        <w:t xml:space="preserve">… </w:t>
      </w:r>
      <w:r w:rsidR="00530790" w:rsidRPr="005D5566">
        <w:t>avec un amour si tendre</w:t>
      </w:r>
      <w:r>
        <w:t xml:space="preserve">, </w:t>
      </w:r>
      <w:r w:rsidR="00530790" w:rsidRPr="005D5566">
        <w:t>si doux qu</w:t>
      </w:r>
      <w:r>
        <w:t>’</w:t>
      </w:r>
      <w:r w:rsidR="00530790" w:rsidRPr="005D5566">
        <w:t>on ne le peut rendre comme lui</w:t>
      </w:r>
      <w:r>
        <w:t xml:space="preserve"> ! </w:t>
      </w:r>
      <w:r w:rsidR="00530790" w:rsidRPr="005D5566">
        <w:t>Il s</w:t>
      </w:r>
      <w:r>
        <w:t>’</w:t>
      </w:r>
      <w:r w:rsidR="00530790" w:rsidRPr="005D5566">
        <w:t>est trouvé lui-même</w:t>
      </w:r>
      <w:r>
        <w:t xml:space="preserve">, </w:t>
      </w:r>
      <w:r w:rsidR="00530790" w:rsidRPr="005D5566">
        <w:t>il voit sa force</w:t>
      </w:r>
      <w:r>
        <w:t xml:space="preserve">, </w:t>
      </w:r>
      <w:r w:rsidR="00530790" w:rsidRPr="005D5566">
        <w:t>il sait ce qui lui manque</w:t>
      </w:r>
      <w:r>
        <w:t xml:space="preserve">… </w:t>
      </w:r>
      <w:r w:rsidR="00530790" w:rsidRPr="005D5566">
        <w:t>et surtout le vrai sentiment de camaraderie est né en lui</w:t>
      </w:r>
      <w:r>
        <w:t xml:space="preserve">, </w:t>
      </w:r>
      <w:r w:rsidR="00530790" w:rsidRPr="005D5566">
        <w:t>un immense amour qui va en souriant au-devant de tout ce qui est pénible dans la vie</w:t>
      </w:r>
      <w:r>
        <w:t>.</w:t>
      </w:r>
    </w:p>
    <w:p w14:paraId="4B107D3A" w14:textId="4E1EFE87" w:rsidR="001C0413" w:rsidRDefault="00530790" w:rsidP="001C0413">
      <w:r w:rsidRPr="005D5566">
        <w:t>Pélaguée écoutait Sachenka</w:t>
      </w:r>
      <w:r w:rsidR="001C0413">
        <w:t xml:space="preserve">, </w:t>
      </w:r>
      <w:r w:rsidRPr="005D5566">
        <w:t>ravie de voir la joie de la jeune fille</w:t>
      </w:r>
      <w:r w:rsidR="001C0413">
        <w:t xml:space="preserve">, </w:t>
      </w:r>
      <w:r w:rsidRPr="005D5566">
        <w:t>si morose d</w:t>
      </w:r>
      <w:r w:rsidR="001C0413">
        <w:t>’</w:t>
      </w:r>
      <w:r w:rsidRPr="005D5566">
        <w:t>habitude</w:t>
      </w:r>
      <w:r w:rsidR="001C0413">
        <w:t xml:space="preserve">. </w:t>
      </w:r>
      <w:r w:rsidRPr="005D5566">
        <w:t>Mais</w:t>
      </w:r>
      <w:r w:rsidR="001C0413">
        <w:t xml:space="preserve">, </w:t>
      </w:r>
      <w:r w:rsidRPr="005D5566">
        <w:t>en même temps</w:t>
      </w:r>
      <w:r w:rsidR="001C0413">
        <w:t xml:space="preserve">, </w:t>
      </w:r>
      <w:r w:rsidRPr="005D5566">
        <w:t>une pensée de jalousie se faisait jour au tréfonds de son âme</w:t>
      </w:r>
      <w:r w:rsidR="001C0413">
        <w:t> : « </w:t>
      </w:r>
      <w:r w:rsidRPr="005D5566">
        <w:t>Et Pavel</w:t>
      </w:r>
      <w:r w:rsidR="001C0413">
        <w:t xml:space="preserve">, </w:t>
      </w:r>
      <w:r w:rsidRPr="005D5566">
        <w:t>que devient-il là-dedans</w:t>
      </w:r>
      <w:r w:rsidR="001C0413">
        <w:t> ? »</w:t>
      </w:r>
    </w:p>
    <w:p w14:paraId="1CE8DABF" w14:textId="77777777" w:rsidR="001C0413" w:rsidRDefault="001C0413" w:rsidP="001C0413">
      <w:r>
        <w:t>— </w:t>
      </w:r>
      <w:r w:rsidR="00530790" w:rsidRPr="005D5566">
        <w:t>Il ne pense qu</w:t>
      </w:r>
      <w:r>
        <w:t>’</w:t>
      </w:r>
      <w:r w:rsidR="00530790" w:rsidRPr="005D5566">
        <w:t>à ses camarades</w:t>
      </w:r>
      <w:r>
        <w:t xml:space="preserve">, </w:t>
      </w:r>
      <w:r w:rsidR="00530790" w:rsidRPr="005D5566">
        <w:t>continua Sachenka</w:t>
      </w:r>
      <w:r>
        <w:t xml:space="preserve">, </w:t>
      </w:r>
      <w:r w:rsidR="00530790" w:rsidRPr="005D5566">
        <w:t>et savez-vous ce qu</w:t>
      </w:r>
      <w:r>
        <w:t>’</w:t>
      </w:r>
      <w:r w:rsidR="00530790" w:rsidRPr="005D5566">
        <w:t>il me persuade de faire</w:t>
      </w:r>
      <w:r>
        <w:t xml:space="preserve"> ? </w:t>
      </w:r>
      <w:r w:rsidR="00530790" w:rsidRPr="005D5566">
        <w:t>D</w:t>
      </w:r>
      <w:r>
        <w:t>’</w:t>
      </w:r>
      <w:r w:rsidR="00530790" w:rsidRPr="005D5566">
        <w:t>organiser l</w:t>
      </w:r>
      <w:r>
        <w:t>’</w:t>
      </w:r>
      <w:r w:rsidR="00530790" w:rsidRPr="005D5566">
        <w:t>évasion de ses compagnons</w:t>
      </w:r>
      <w:r>
        <w:t xml:space="preserve">… </w:t>
      </w:r>
      <w:r w:rsidR="00530790" w:rsidRPr="005D5566">
        <w:t>oui</w:t>
      </w:r>
      <w:r>
        <w:t xml:space="preserve"> ! </w:t>
      </w:r>
      <w:r w:rsidR="00530790" w:rsidRPr="005D5566">
        <w:t>Il dit que c</w:t>
      </w:r>
      <w:r>
        <w:t>’</w:t>
      </w:r>
      <w:r w:rsidR="00530790" w:rsidRPr="005D5566">
        <w:t>est très facile</w:t>
      </w:r>
      <w:r>
        <w:t>.</w:t>
      </w:r>
    </w:p>
    <w:p w14:paraId="5E415706" w14:textId="77777777" w:rsidR="001C0413" w:rsidRDefault="00530790" w:rsidP="001C0413">
      <w:r w:rsidRPr="005D5566">
        <w:t>Sophie leva la tête</w:t>
      </w:r>
      <w:r w:rsidR="001C0413">
        <w:t xml:space="preserve">, </w:t>
      </w:r>
      <w:r w:rsidRPr="005D5566">
        <w:t>et dit d</w:t>
      </w:r>
      <w:r w:rsidR="001C0413">
        <w:t>’</w:t>
      </w:r>
      <w:r w:rsidRPr="005D5566">
        <w:t>un ton animé</w:t>
      </w:r>
      <w:r w:rsidR="001C0413">
        <w:t> :</w:t>
      </w:r>
    </w:p>
    <w:p w14:paraId="227ED032" w14:textId="77777777" w:rsidR="001C0413" w:rsidRDefault="001C0413" w:rsidP="001C0413">
      <w:r>
        <w:t>— </w:t>
      </w:r>
      <w:r w:rsidR="00530790" w:rsidRPr="005D5566">
        <w:t>Qu</w:t>
      </w:r>
      <w:r>
        <w:t>’</w:t>
      </w:r>
      <w:r w:rsidR="00530790" w:rsidRPr="005D5566">
        <w:t>en pensez-vous</w:t>
      </w:r>
      <w:r>
        <w:t xml:space="preserve">, </w:t>
      </w:r>
      <w:r w:rsidR="00530790" w:rsidRPr="005D5566">
        <w:t>Sachenka</w:t>
      </w:r>
      <w:r>
        <w:t xml:space="preserve"> ? </w:t>
      </w:r>
      <w:r w:rsidR="00530790" w:rsidRPr="005D5566">
        <w:t>C</w:t>
      </w:r>
      <w:r>
        <w:t>’</w:t>
      </w:r>
      <w:r w:rsidR="00530790" w:rsidRPr="005D5566">
        <w:t>est une bonne idée</w:t>
      </w:r>
      <w:r>
        <w:t> !</w:t>
      </w:r>
    </w:p>
    <w:p w14:paraId="587D643F" w14:textId="77777777" w:rsidR="001C0413" w:rsidRDefault="00530790" w:rsidP="001C0413">
      <w:r w:rsidRPr="005D5566">
        <w:t>La tasse de thé que tenait la mère se mit à trembler</w:t>
      </w:r>
      <w:r w:rsidR="001C0413">
        <w:t xml:space="preserve">, </w:t>
      </w:r>
      <w:r w:rsidRPr="005D5566">
        <w:t>elle la plaça sur la table</w:t>
      </w:r>
      <w:r w:rsidR="001C0413">
        <w:t xml:space="preserve">. </w:t>
      </w:r>
      <w:r w:rsidRPr="005D5566">
        <w:t>Sachenka fronça le sourcil et</w:t>
      </w:r>
      <w:r w:rsidR="001C0413">
        <w:t xml:space="preserve">, </w:t>
      </w:r>
      <w:r w:rsidRPr="005D5566">
        <w:t>réprimant son excitation</w:t>
      </w:r>
      <w:r w:rsidR="001C0413">
        <w:t xml:space="preserve">, </w:t>
      </w:r>
      <w:r w:rsidRPr="005D5566">
        <w:t>se tut un instant</w:t>
      </w:r>
      <w:r w:rsidR="001C0413">
        <w:t xml:space="preserve">, </w:t>
      </w:r>
      <w:r w:rsidRPr="005D5566">
        <w:t>puis d</w:t>
      </w:r>
      <w:r w:rsidR="001C0413">
        <w:t>’</w:t>
      </w:r>
      <w:r w:rsidRPr="005D5566">
        <w:t>une voix sérieuse</w:t>
      </w:r>
      <w:r w:rsidR="001C0413">
        <w:t xml:space="preserve">, </w:t>
      </w:r>
      <w:r w:rsidRPr="005D5566">
        <w:t>mais avec un sourire radieux</w:t>
      </w:r>
      <w:r w:rsidR="001C0413">
        <w:t xml:space="preserve">, </w:t>
      </w:r>
      <w:r w:rsidRPr="005D5566">
        <w:t>elle reprit en hésitant</w:t>
      </w:r>
      <w:r w:rsidR="001C0413">
        <w:t> :</w:t>
      </w:r>
    </w:p>
    <w:p w14:paraId="6AEC9296" w14:textId="77777777" w:rsidR="001C0413" w:rsidRDefault="001C0413" w:rsidP="001C0413">
      <w:r>
        <w:lastRenderedPageBreak/>
        <w:t>— </w:t>
      </w:r>
      <w:r w:rsidR="00530790" w:rsidRPr="005D5566">
        <w:t>C</w:t>
      </w:r>
      <w:r>
        <w:t>’</w:t>
      </w:r>
      <w:r w:rsidR="00530790" w:rsidRPr="005D5566">
        <w:t>est sûr que si les choses sont vraiment comme il le dit</w:t>
      </w:r>
      <w:r>
        <w:t xml:space="preserve">… </w:t>
      </w:r>
      <w:r w:rsidR="00530790" w:rsidRPr="005D5566">
        <w:t>nous devons essayer</w:t>
      </w:r>
      <w:r>
        <w:t xml:space="preserve">… </w:t>
      </w:r>
      <w:r w:rsidR="00530790" w:rsidRPr="005D5566">
        <w:t>c</w:t>
      </w:r>
      <w:r>
        <w:t>’</w:t>
      </w:r>
      <w:r w:rsidR="00530790" w:rsidRPr="005D5566">
        <w:t>est notre devoir</w:t>
      </w:r>
      <w:r>
        <w:t>.</w:t>
      </w:r>
    </w:p>
    <w:p w14:paraId="3FA1EC9C" w14:textId="77777777" w:rsidR="001C0413" w:rsidRDefault="00530790" w:rsidP="001C0413">
      <w:r w:rsidRPr="005D5566">
        <w:t>Elle rougit</w:t>
      </w:r>
      <w:r w:rsidR="001C0413">
        <w:t xml:space="preserve">, </w:t>
      </w:r>
      <w:r w:rsidRPr="005D5566">
        <w:t>se laissa tomber sur une chaise et se tut</w:t>
      </w:r>
      <w:r w:rsidR="001C0413">
        <w:t>.</w:t>
      </w:r>
    </w:p>
    <w:p w14:paraId="6A7251B8" w14:textId="77777777" w:rsidR="001C0413" w:rsidRDefault="001C0413" w:rsidP="001C0413">
      <w:r>
        <w:t>« </w:t>
      </w:r>
      <w:r w:rsidR="00530790" w:rsidRPr="005D5566">
        <w:t>Ma chérie</w:t>
      </w:r>
      <w:r>
        <w:t xml:space="preserve"> ! </w:t>
      </w:r>
      <w:r w:rsidR="00530790" w:rsidRPr="005D5566">
        <w:t>ma chérie</w:t>
      </w:r>
      <w:r>
        <w:t> »</w:t>
      </w:r>
      <w:r w:rsidR="00530790" w:rsidRPr="005D5566">
        <w:t xml:space="preserve"> pensa la mère en souriant</w:t>
      </w:r>
      <w:r>
        <w:t xml:space="preserve">. </w:t>
      </w:r>
      <w:r w:rsidR="00530790" w:rsidRPr="005D5566">
        <w:t>Sophie sourit aussi</w:t>
      </w:r>
      <w:r>
        <w:t xml:space="preserve"> ; </w:t>
      </w:r>
      <w:r w:rsidR="00530790" w:rsidRPr="005D5566">
        <w:t>Nicolas eut un petit rire et considéra la jeune fille avec bonté</w:t>
      </w:r>
      <w:r>
        <w:t xml:space="preserve">. </w:t>
      </w:r>
      <w:r w:rsidR="00530790" w:rsidRPr="005D5566">
        <w:t>Alors Sachenka releva la tête</w:t>
      </w:r>
      <w:r>
        <w:t xml:space="preserve">, </w:t>
      </w:r>
      <w:r w:rsidR="00530790" w:rsidRPr="005D5566">
        <w:t>jeta un regard sévère autour d</w:t>
      </w:r>
      <w:r>
        <w:t>’</w:t>
      </w:r>
      <w:r w:rsidR="00530790" w:rsidRPr="005D5566">
        <w:t>elle</w:t>
      </w:r>
      <w:r>
        <w:t xml:space="preserve"> ; </w:t>
      </w:r>
      <w:r w:rsidR="00530790" w:rsidRPr="005D5566">
        <w:t>pâle</w:t>
      </w:r>
      <w:r>
        <w:t xml:space="preserve">, </w:t>
      </w:r>
      <w:r w:rsidR="00530790" w:rsidRPr="005D5566">
        <w:t>les yeux étincelants</w:t>
      </w:r>
      <w:r>
        <w:t xml:space="preserve">, </w:t>
      </w:r>
      <w:r w:rsidR="00530790" w:rsidRPr="005D5566">
        <w:t>elle dit d</w:t>
      </w:r>
      <w:r>
        <w:t>’</w:t>
      </w:r>
      <w:r w:rsidR="00530790" w:rsidRPr="005D5566">
        <w:t>un ton sec</w:t>
      </w:r>
      <w:r>
        <w:t> :</w:t>
      </w:r>
    </w:p>
    <w:p w14:paraId="66E4C143" w14:textId="77777777" w:rsidR="001C0413" w:rsidRDefault="001C0413" w:rsidP="001C0413">
      <w:r>
        <w:t>— </w:t>
      </w:r>
      <w:r w:rsidR="00530790" w:rsidRPr="005D5566">
        <w:t>Vous riez</w:t>
      </w:r>
      <w:r>
        <w:t xml:space="preserve">… </w:t>
      </w:r>
      <w:r w:rsidR="00530790" w:rsidRPr="005D5566">
        <w:t>je comprends pourquoi</w:t>
      </w:r>
      <w:r>
        <w:t xml:space="preserve">. </w:t>
      </w:r>
      <w:r w:rsidR="00530790" w:rsidRPr="005D5566">
        <w:t>Vous pensez que je suis personnellement</w:t>
      </w:r>
      <w:r>
        <w:t xml:space="preserve">, </w:t>
      </w:r>
      <w:r w:rsidR="00530790" w:rsidRPr="005D5566">
        <w:t>intéressée à la réussite de l</w:t>
      </w:r>
      <w:r>
        <w:t>’</w:t>
      </w:r>
      <w:r w:rsidR="00530790" w:rsidRPr="005D5566">
        <w:t>évasion</w:t>
      </w:r>
      <w:r>
        <w:t xml:space="preserve">, </w:t>
      </w:r>
      <w:r w:rsidR="00530790" w:rsidRPr="005D5566">
        <w:t>n</w:t>
      </w:r>
      <w:r>
        <w:t>’</w:t>
      </w:r>
      <w:r w:rsidR="00530790" w:rsidRPr="005D5566">
        <w:t>est-ce pas</w:t>
      </w:r>
      <w:r>
        <w:t> ?</w:t>
      </w:r>
    </w:p>
    <w:p w14:paraId="0734C6C5" w14:textId="77777777" w:rsidR="001C0413" w:rsidRDefault="001C0413" w:rsidP="001C0413">
      <w:r>
        <w:t>— </w:t>
      </w:r>
      <w:r w:rsidR="00530790" w:rsidRPr="005D5566">
        <w:t>Pourquoi donc</w:t>
      </w:r>
      <w:r>
        <w:t xml:space="preserve">, </w:t>
      </w:r>
      <w:r w:rsidR="00530790" w:rsidRPr="005D5566">
        <w:t>Sachenka</w:t>
      </w:r>
      <w:r>
        <w:t xml:space="preserve"> ? </w:t>
      </w:r>
      <w:r w:rsidR="00530790" w:rsidRPr="005D5566">
        <w:t>demanda hypocritement Sophie</w:t>
      </w:r>
      <w:r>
        <w:t>.</w:t>
      </w:r>
    </w:p>
    <w:p w14:paraId="16112754" w14:textId="77777777" w:rsidR="001C0413" w:rsidRDefault="00530790" w:rsidP="001C0413">
      <w:r w:rsidRPr="005D5566">
        <w:t>Elle se leva et s</w:t>
      </w:r>
      <w:r w:rsidR="001C0413">
        <w:t>’</w:t>
      </w:r>
      <w:r w:rsidRPr="005D5566">
        <w:t>approcha de la jeune fille</w:t>
      </w:r>
      <w:r w:rsidR="001C0413">
        <w:t xml:space="preserve">. </w:t>
      </w:r>
      <w:r w:rsidRPr="005D5566">
        <w:t>La mère trouva la question oiseuse</w:t>
      </w:r>
      <w:r w:rsidR="001C0413">
        <w:t xml:space="preserve">, </w:t>
      </w:r>
      <w:r w:rsidRPr="005D5566">
        <w:t>humiliante pour Sachenka</w:t>
      </w:r>
      <w:r w:rsidR="001C0413">
        <w:t xml:space="preserve"> ; </w:t>
      </w:r>
      <w:r w:rsidRPr="005D5566">
        <w:t>elle soupira et regarda Sophie d</w:t>
      </w:r>
      <w:r w:rsidR="001C0413">
        <w:t>’</w:t>
      </w:r>
      <w:r w:rsidRPr="005D5566">
        <w:t>un air de reproche</w:t>
      </w:r>
      <w:r w:rsidR="001C0413">
        <w:t>.</w:t>
      </w:r>
    </w:p>
    <w:p w14:paraId="49A64F84" w14:textId="77777777" w:rsidR="001C0413" w:rsidRDefault="001C0413" w:rsidP="001C0413">
      <w:r>
        <w:t>— </w:t>
      </w:r>
      <w:r w:rsidR="00530790" w:rsidRPr="005D5566">
        <w:t>Mais je ne veux pas m</w:t>
      </w:r>
      <w:r>
        <w:t>’</w:t>
      </w:r>
      <w:r w:rsidR="00530790" w:rsidRPr="005D5566">
        <w:t>en occuper</w:t>
      </w:r>
      <w:r>
        <w:t xml:space="preserve"> ! </w:t>
      </w:r>
      <w:r w:rsidR="00530790" w:rsidRPr="005D5566">
        <w:t>s</w:t>
      </w:r>
      <w:r>
        <w:t>’</w:t>
      </w:r>
      <w:r w:rsidR="00530790" w:rsidRPr="005D5566">
        <w:t>écria Sachenka</w:t>
      </w:r>
      <w:r>
        <w:t xml:space="preserve">. </w:t>
      </w:r>
      <w:r w:rsidR="00530790" w:rsidRPr="005D5566">
        <w:t>Je ne veux pas prendre part à la discussion</w:t>
      </w:r>
      <w:r>
        <w:t xml:space="preserve">, </w:t>
      </w:r>
      <w:r w:rsidR="00530790" w:rsidRPr="005D5566">
        <w:t>si vous considérez ce projet</w:t>
      </w:r>
      <w:r>
        <w:t>…</w:t>
      </w:r>
    </w:p>
    <w:p w14:paraId="5A76C58E" w14:textId="77777777" w:rsidR="001C0413" w:rsidRDefault="001C0413" w:rsidP="001C0413">
      <w:r>
        <w:t>— </w:t>
      </w:r>
      <w:r w:rsidR="00530790" w:rsidRPr="005D5566">
        <w:t>Taisez-vous</w:t>
      </w:r>
      <w:r>
        <w:t xml:space="preserve">, </w:t>
      </w:r>
      <w:r w:rsidR="00530790" w:rsidRPr="005D5566">
        <w:t>Sachenka</w:t>
      </w:r>
      <w:r>
        <w:t xml:space="preserve"> ! </w:t>
      </w:r>
      <w:r w:rsidR="00530790" w:rsidRPr="005D5566">
        <w:t>dit tranquillement Nicolas</w:t>
      </w:r>
      <w:r>
        <w:t>.</w:t>
      </w:r>
    </w:p>
    <w:p w14:paraId="3B8D7514" w14:textId="77777777" w:rsidR="001C0413" w:rsidRDefault="00530790" w:rsidP="001C0413">
      <w:r w:rsidRPr="005D5566">
        <w:t>La mère alla vers la jeune fille et lui caressa doucement les cheveux</w:t>
      </w:r>
      <w:r w:rsidR="001C0413">
        <w:t xml:space="preserve">. </w:t>
      </w:r>
      <w:r w:rsidRPr="005D5566">
        <w:t>Sachenka s</w:t>
      </w:r>
      <w:r w:rsidR="001C0413">
        <w:t>’</w:t>
      </w:r>
      <w:r w:rsidRPr="005D5566">
        <w:t>empara de la main de Pélaguée</w:t>
      </w:r>
      <w:r w:rsidR="001C0413">
        <w:t xml:space="preserve">, </w:t>
      </w:r>
      <w:r w:rsidRPr="005D5566">
        <w:t>et</w:t>
      </w:r>
      <w:r w:rsidR="001C0413">
        <w:t xml:space="preserve">, </w:t>
      </w:r>
      <w:r w:rsidRPr="005D5566">
        <w:t>levant son visage où le sang affluait</w:t>
      </w:r>
      <w:r w:rsidR="001C0413">
        <w:t xml:space="preserve">, </w:t>
      </w:r>
      <w:r w:rsidRPr="005D5566">
        <w:t>la regarda avec confusion</w:t>
      </w:r>
      <w:r w:rsidR="001C0413">
        <w:t xml:space="preserve">. </w:t>
      </w:r>
      <w:r w:rsidRPr="005D5566">
        <w:t>Sophie prit une chaise</w:t>
      </w:r>
      <w:r w:rsidR="001C0413">
        <w:t xml:space="preserve">, </w:t>
      </w:r>
      <w:r w:rsidRPr="005D5566">
        <w:t>s</w:t>
      </w:r>
      <w:r w:rsidR="001C0413">
        <w:t>’</w:t>
      </w:r>
      <w:r w:rsidRPr="005D5566">
        <w:t>assit à côté de Sachenka</w:t>
      </w:r>
      <w:r w:rsidR="001C0413">
        <w:t xml:space="preserve">, </w:t>
      </w:r>
      <w:r w:rsidRPr="005D5566">
        <w:t>lui entoura les épaules avec son bras</w:t>
      </w:r>
      <w:r w:rsidR="001C0413">
        <w:t xml:space="preserve">, </w:t>
      </w:r>
      <w:r w:rsidRPr="005D5566">
        <w:t>et lui dit en la fixant avec un sourire curieux</w:t>
      </w:r>
      <w:r w:rsidR="001C0413">
        <w:t> :</w:t>
      </w:r>
    </w:p>
    <w:p w14:paraId="44022BEF" w14:textId="77777777" w:rsidR="001C0413" w:rsidRDefault="001C0413" w:rsidP="001C0413">
      <w:r>
        <w:t>— </w:t>
      </w:r>
      <w:r w:rsidR="00530790" w:rsidRPr="005D5566">
        <w:t>Que vous êtes bizarre</w:t>
      </w:r>
      <w:r>
        <w:t> !…</w:t>
      </w:r>
    </w:p>
    <w:p w14:paraId="47552985" w14:textId="77777777" w:rsidR="001C0413" w:rsidRDefault="001C0413" w:rsidP="001C0413">
      <w:r>
        <w:lastRenderedPageBreak/>
        <w:t>— </w:t>
      </w:r>
      <w:r w:rsidR="00530790" w:rsidRPr="005D5566">
        <w:t>Oui</w:t>
      </w:r>
      <w:r>
        <w:t xml:space="preserve">, </w:t>
      </w:r>
      <w:r w:rsidR="00530790" w:rsidRPr="005D5566">
        <w:t>je crois que je viens de parler bêtement</w:t>
      </w:r>
      <w:r>
        <w:t xml:space="preserve">… </w:t>
      </w:r>
      <w:r w:rsidR="00530790" w:rsidRPr="005D5566">
        <w:t>mais je n</w:t>
      </w:r>
      <w:r>
        <w:t>’</w:t>
      </w:r>
      <w:r w:rsidR="00530790" w:rsidRPr="005D5566">
        <w:t>aime pas les ombres</w:t>
      </w:r>
      <w:r>
        <w:t>…</w:t>
      </w:r>
    </w:p>
    <w:p w14:paraId="4AD0B495" w14:textId="77777777" w:rsidR="001C0413" w:rsidRDefault="00530790" w:rsidP="001C0413">
      <w:r w:rsidRPr="005D5566">
        <w:t>Nicolas l</w:t>
      </w:r>
      <w:r w:rsidR="001C0413">
        <w:t>’</w:t>
      </w:r>
      <w:r w:rsidRPr="005D5566">
        <w:t>interrompit</w:t>
      </w:r>
      <w:r w:rsidR="001C0413">
        <w:t xml:space="preserve">, </w:t>
      </w:r>
      <w:r w:rsidRPr="005D5566">
        <w:t>en disant d</w:t>
      </w:r>
      <w:r w:rsidR="001C0413">
        <w:t>’</w:t>
      </w:r>
      <w:r w:rsidRPr="005D5566">
        <w:t>un ton grave et affairé</w:t>
      </w:r>
      <w:r w:rsidR="001C0413">
        <w:t> :</w:t>
      </w:r>
    </w:p>
    <w:p w14:paraId="50F24B8A" w14:textId="77777777" w:rsidR="001C0413" w:rsidRDefault="001C0413" w:rsidP="001C0413">
      <w:r>
        <w:t>— </w:t>
      </w:r>
      <w:r w:rsidR="00530790" w:rsidRPr="005D5566">
        <w:t>Si l</w:t>
      </w:r>
      <w:r>
        <w:t>’</w:t>
      </w:r>
      <w:r w:rsidR="00530790" w:rsidRPr="005D5566">
        <w:t>évasion est possible</w:t>
      </w:r>
      <w:r>
        <w:t xml:space="preserve">, </w:t>
      </w:r>
      <w:r w:rsidR="00530790" w:rsidRPr="005D5566">
        <w:t>il faut l</w:t>
      </w:r>
      <w:r>
        <w:t>’</w:t>
      </w:r>
      <w:r w:rsidR="00530790" w:rsidRPr="005D5566">
        <w:t>organiser</w:t>
      </w:r>
      <w:r>
        <w:t xml:space="preserve">, </w:t>
      </w:r>
      <w:r w:rsidR="00530790" w:rsidRPr="005D5566">
        <w:t>il n</w:t>
      </w:r>
      <w:r>
        <w:t>’</w:t>
      </w:r>
      <w:r w:rsidR="00530790" w:rsidRPr="005D5566">
        <w:t>y a pas d</w:t>
      </w:r>
      <w:r>
        <w:t>’</w:t>
      </w:r>
      <w:r w:rsidR="00530790" w:rsidRPr="005D5566">
        <w:t>hésitation possible</w:t>
      </w:r>
      <w:r>
        <w:t xml:space="preserve"> !… </w:t>
      </w:r>
      <w:r w:rsidR="00530790" w:rsidRPr="005D5566">
        <w:t>Mais avant tout</w:t>
      </w:r>
      <w:r>
        <w:t xml:space="preserve">, </w:t>
      </w:r>
      <w:r w:rsidR="00530790" w:rsidRPr="005D5566">
        <w:t>il faut savoir si les camarades emprisonnés sont d</w:t>
      </w:r>
      <w:r>
        <w:t>’</w:t>
      </w:r>
      <w:r w:rsidR="00530790" w:rsidRPr="005D5566">
        <w:t>accord</w:t>
      </w:r>
      <w:r>
        <w:t>…</w:t>
      </w:r>
    </w:p>
    <w:p w14:paraId="535CA345" w14:textId="77777777" w:rsidR="001C0413" w:rsidRDefault="00530790" w:rsidP="001C0413">
      <w:r w:rsidRPr="005D5566">
        <w:t>Sachenka baissa la tête</w:t>
      </w:r>
      <w:r w:rsidR="001C0413">
        <w:t>.</w:t>
      </w:r>
    </w:p>
    <w:p w14:paraId="582E0832" w14:textId="77777777" w:rsidR="001C0413" w:rsidRDefault="001C0413" w:rsidP="001C0413">
      <w:r>
        <w:t>— </w:t>
      </w:r>
      <w:r w:rsidR="00530790" w:rsidRPr="005D5566">
        <w:t>Comme s</w:t>
      </w:r>
      <w:r>
        <w:t>’</w:t>
      </w:r>
      <w:r w:rsidR="00530790" w:rsidRPr="005D5566">
        <w:t>ils pouvaient ne pas consentir</w:t>
      </w:r>
      <w:r>
        <w:t xml:space="preserve"> ! </w:t>
      </w:r>
      <w:r w:rsidR="00530790" w:rsidRPr="005D5566">
        <w:t>dit la mère en soupirant</w:t>
      </w:r>
      <w:r>
        <w:t xml:space="preserve">. </w:t>
      </w:r>
      <w:r w:rsidR="00530790" w:rsidRPr="005D5566">
        <w:t>Seulement</w:t>
      </w:r>
      <w:r>
        <w:t xml:space="preserve">, </w:t>
      </w:r>
      <w:r w:rsidR="00530790" w:rsidRPr="005D5566">
        <w:t>je ne crois pas que ce soit possible</w:t>
      </w:r>
      <w:r>
        <w:t>…</w:t>
      </w:r>
    </w:p>
    <w:p w14:paraId="2692F7C7" w14:textId="77777777" w:rsidR="001C0413" w:rsidRDefault="00530790" w:rsidP="001C0413">
      <w:r w:rsidRPr="005D5566">
        <w:t>Ses compagnons gardèrent le silence</w:t>
      </w:r>
      <w:r w:rsidR="001C0413">
        <w:t>.</w:t>
      </w:r>
    </w:p>
    <w:p w14:paraId="608BE406" w14:textId="77777777" w:rsidR="001C0413" w:rsidRDefault="001C0413" w:rsidP="001C0413">
      <w:r>
        <w:t>— </w:t>
      </w:r>
      <w:r w:rsidR="00530790" w:rsidRPr="005D5566">
        <w:t>Il faut que je voie Vessoftchikov</w:t>
      </w:r>
      <w:r>
        <w:t xml:space="preserve">, </w:t>
      </w:r>
      <w:r w:rsidR="00530790" w:rsidRPr="005D5566">
        <w:t>dit Sophie</w:t>
      </w:r>
      <w:r>
        <w:t>.</w:t>
      </w:r>
    </w:p>
    <w:p w14:paraId="2D51377C" w14:textId="77777777" w:rsidR="001C0413" w:rsidRDefault="001C0413" w:rsidP="001C0413">
      <w:r>
        <w:t>— </w:t>
      </w:r>
      <w:r w:rsidR="00530790" w:rsidRPr="005D5566">
        <w:t>Bien</w:t>
      </w:r>
      <w:r>
        <w:t xml:space="preserve"> ! </w:t>
      </w:r>
      <w:r w:rsidR="00530790" w:rsidRPr="005D5566">
        <w:t>Je vous dirai demain où et quand vous pourrez le rencontrer</w:t>
      </w:r>
      <w:r>
        <w:t xml:space="preserve">, </w:t>
      </w:r>
      <w:r w:rsidR="00530790" w:rsidRPr="005D5566">
        <w:t>répondit Sachenka à mi-voix</w:t>
      </w:r>
      <w:r>
        <w:t>.</w:t>
      </w:r>
    </w:p>
    <w:p w14:paraId="33B4767B" w14:textId="77777777" w:rsidR="001C0413" w:rsidRDefault="00530790" w:rsidP="001C0413">
      <w:r w:rsidRPr="005D5566">
        <w:t>Nicolas s</w:t>
      </w:r>
      <w:r w:rsidR="001C0413">
        <w:t>’</w:t>
      </w:r>
      <w:r w:rsidRPr="005D5566">
        <w:t>approcha de la mère</w:t>
      </w:r>
      <w:r w:rsidR="001C0413">
        <w:t xml:space="preserve">, </w:t>
      </w:r>
      <w:r w:rsidRPr="005D5566">
        <w:t>qui lavait les tasses et lui dit</w:t>
      </w:r>
      <w:r w:rsidR="001C0413">
        <w:t> :</w:t>
      </w:r>
    </w:p>
    <w:p w14:paraId="78AEEC55" w14:textId="77777777" w:rsidR="001C0413" w:rsidRDefault="001C0413" w:rsidP="001C0413">
      <w:r>
        <w:t>— </w:t>
      </w:r>
      <w:r w:rsidR="00530790" w:rsidRPr="005D5566">
        <w:t>Vous allez à la prison après-demain</w:t>
      </w:r>
      <w:r>
        <w:t xml:space="preserve">… </w:t>
      </w:r>
      <w:r w:rsidR="00530790" w:rsidRPr="005D5566">
        <w:t>il faudra faire passer un billet à Pavel</w:t>
      </w:r>
      <w:r>
        <w:t xml:space="preserve">. </w:t>
      </w:r>
      <w:r w:rsidR="00530790" w:rsidRPr="005D5566">
        <w:t>Vous comprenez</w:t>
      </w:r>
      <w:r>
        <w:t xml:space="preserve">, </w:t>
      </w:r>
      <w:r w:rsidR="00530790" w:rsidRPr="005D5566">
        <w:t>il faut savoir</w:t>
      </w:r>
      <w:r>
        <w:t>…</w:t>
      </w:r>
    </w:p>
    <w:p w14:paraId="3B2E18DD" w14:textId="77777777" w:rsidR="001C0413" w:rsidRDefault="001C0413" w:rsidP="001C0413">
      <w:r>
        <w:t>— </w:t>
      </w:r>
      <w:r w:rsidR="00530790" w:rsidRPr="005D5566">
        <w:t>Je comprends</w:t>
      </w:r>
      <w:r>
        <w:t xml:space="preserve">, </w:t>
      </w:r>
      <w:r w:rsidR="00530790" w:rsidRPr="005D5566">
        <w:t>je comprends</w:t>
      </w:r>
      <w:r>
        <w:t xml:space="preserve"> ! </w:t>
      </w:r>
      <w:r w:rsidR="00530790" w:rsidRPr="005D5566">
        <w:t>répliqua vivement la mère</w:t>
      </w:r>
      <w:r>
        <w:t xml:space="preserve">. </w:t>
      </w:r>
      <w:r w:rsidR="00530790" w:rsidRPr="005D5566">
        <w:t>Je le lui remettrai</w:t>
      </w:r>
      <w:r>
        <w:t>…</w:t>
      </w:r>
    </w:p>
    <w:p w14:paraId="3532A526" w14:textId="77777777" w:rsidR="001C0413" w:rsidRDefault="001C0413" w:rsidP="001C0413">
      <w:r>
        <w:t>— </w:t>
      </w:r>
      <w:r w:rsidR="00530790" w:rsidRPr="005D5566">
        <w:t>Je m</w:t>
      </w:r>
      <w:r>
        <w:t>’</w:t>
      </w:r>
      <w:r w:rsidR="00530790" w:rsidRPr="005D5566">
        <w:t>en vais</w:t>
      </w:r>
      <w:r>
        <w:t xml:space="preserve"> ! </w:t>
      </w:r>
      <w:r w:rsidR="00530790" w:rsidRPr="005D5566">
        <w:t>déclara Sachenka</w:t>
      </w:r>
      <w:r>
        <w:t xml:space="preserve"> ; </w:t>
      </w:r>
      <w:r w:rsidR="00530790" w:rsidRPr="005D5566">
        <w:t>et</w:t>
      </w:r>
      <w:r>
        <w:t xml:space="preserve">, </w:t>
      </w:r>
      <w:r w:rsidR="00530790" w:rsidRPr="005D5566">
        <w:t>après avoir serré vigoureusement la main de ses camarades</w:t>
      </w:r>
      <w:r>
        <w:t xml:space="preserve">, </w:t>
      </w:r>
      <w:r w:rsidR="00530790" w:rsidRPr="005D5566">
        <w:t>elle partit sans mot dire</w:t>
      </w:r>
      <w:r>
        <w:t>…</w:t>
      </w:r>
    </w:p>
    <w:p w14:paraId="766048DE" w14:textId="77777777" w:rsidR="001C0413" w:rsidRDefault="00530790" w:rsidP="001C0413">
      <w:r w:rsidRPr="005D5566">
        <w:t>Sophie posa la main sur l</w:t>
      </w:r>
      <w:r w:rsidR="001C0413">
        <w:t>’</w:t>
      </w:r>
      <w:r w:rsidRPr="005D5566">
        <w:t>épaule de la mère et lui demanda avec un sourire</w:t>
      </w:r>
      <w:r w:rsidR="001C0413">
        <w:t> :</w:t>
      </w:r>
    </w:p>
    <w:p w14:paraId="16594A04" w14:textId="77777777" w:rsidR="001C0413" w:rsidRDefault="001C0413" w:rsidP="001C0413">
      <w:r>
        <w:t>— </w:t>
      </w:r>
      <w:r w:rsidR="00530790" w:rsidRPr="005D5566">
        <w:t>Vous aimeriez avoir une fille pareille</w:t>
      </w:r>
      <w:r>
        <w:t xml:space="preserve">, </w:t>
      </w:r>
      <w:r w:rsidR="00530790" w:rsidRPr="005D5566">
        <w:t>Pélaguée</w:t>
      </w:r>
      <w:r>
        <w:t> ?</w:t>
      </w:r>
    </w:p>
    <w:p w14:paraId="180CBAFC" w14:textId="77777777" w:rsidR="001C0413" w:rsidRDefault="001C0413" w:rsidP="001C0413">
      <w:r>
        <w:lastRenderedPageBreak/>
        <w:t>— </w:t>
      </w:r>
      <w:r w:rsidR="00530790" w:rsidRPr="005D5566">
        <w:t>Ô Dieu</w:t>
      </w:r>
      <w:r>
        <w:t xml:space="preserve"> ! </w:t>
      </w:r>
      <w:r w:rsidR="00530790" w:rsidRPr="005D5566">
        <w:t>Si je pouvais les voir ensemble</w:t>
      </w:r>
      <w:r>
        <w:t xml:space="preserve">, </w:t>
      </w:r>
      <w:r w:rsidR="00530790" w:rsidRPr="005D5566">
        <w:t>ne fût-ce qu</w:t>
      </w:r>
      <w:r>
        <w:t>’</w:t>
      </w:r>
      <w:r w:rsidR="00530790" w:rsidRPr="005D5566">
        <w:t>un seul jour</w:t>
      </w:r>
      <w:r>
        <w:t xml:space="preserve"> ! </w:t>
      </w:r>
      <w:r w:rsidR="00530790" w:rsidRPr="005D5566">
        <w:t>s</w:t>
      </w:r>
      <w:r>
        <w:t>’</w:t>
      </w:r>
      <w:r w:rsidR="00530790" w:rsidRPr="005D5566">
        <w:t>écria la mère</w:t>
      </w:r>
      <w:r>
        <w:t xml:space="preserve">, </w:t>
      </w:r>
      <w:r w:rsidR="00530790" w:rsidRPr="005D5566">
        <w:t>prête à pleurer</w:t>
      </w:r>
      <w:r>
        <w:t>.</w:t>
      </w:r>
    </w:p>
    <w:p w14:paraId="0BBE0A6B" w14:textId="77777777" w:rsidR="001C0413" w:rsidRDefault="001C0413" w:rsidP="001C0413">
      <w:r>
        <w:t>— </w:t>
      </w:r>
      <w:r w:rsidR="00530790" w:rsidRPr="005D5566">
        <w:t>Oui</w:t>
      </w:r>
      <w:r>
        <w:t xml:space="preserve">… </w:t>
      </w:r>
      <w:r w:rsidR="00530790" w:rsidRPr="005D5566">
        <w:t>il est bon pour chacun d</w:t>
      </w:r>
      <w:r>
        <w:t>’</w:t>
      </w:r>
      <w:r w:rsidR="00530790" w:rsidRPr="005D5566">
        <w:t>avoir un peu de bonheur</w:t>
      </w:r>
      <w:r>
        <w:t xml:space="preserve">… </w:t>
      </w:r>
      <w:r w:rsidR="00530790" w:rsidRPr="005D5566">
        <w:t>Quand notre bonheur est trop grand</w:t>
      </w:r>
      <w:r>
        <w:t xml:space="preserve">, </w:t>
      </w:r>
      <w:r w:rsidR="00530790" w:rsidRPr="005D5566">
        <w:t>il est aussi de qualité inférieure</w:t>
      </w:r>
      <w:r>
        <w:t>…</w:t>
      </w:r>
    </w:p>
    <w:p w14:paraId="349447CC" w14:textId="77777777" w:rsidR="001C0413" w:rsidRDefault="00530790" w:rsidP="001C0413">
      <w:r w:rsidRPr="005D5566">
        <w:t>Sophie s</w:t>
      </w:r>
      <w:r w:rsidR="001C0413">
        <w:t>’</w:t>
      </w:r>
      <w:r w:rsidRPr="005D5566">
        <w:t>assit au piano</w:t>
      </w:r>
      <w:r w:rsidR="001C0413">
        <w:t xml:space="preserve">, </w:t>
      </w:r>
      <w:r w:rsidRPr="005D5566">
        <w:t>et se mit à jouer un air mélancolique</w:t>
      </w:r>
      <w:r w:rsidR="001C0413">
        <w:t>.</w:t>
      </w:r>
    </w:p>
    <w:p w14:paraId="48C905CD" w14:textId="14A261F2" w:rsidR="00530790" w:rsidRPr="003B37B8" w:rsidRDefault="00530790" w:rsidP="001C0413">
      <w:pPr>
        <w:pStyle w:val="Titre2"/>
        <w:rPr>
          <w:szCs w:val="44"/>
        </w:rPr>
      </w:pPr>
      <w:bookmarkStart w:id="43" w:name="_Toc202279564"/>
      <w:r w:rsidRPr="003B37B8">
        <w:rPr>
          <w:szCs w:val="44"/>
        </w:rPr>
        <w:lastRenderedPageBreak/>
        <w:t>XI</w:t>
      </w:r>
      <w:bookmarkEnd w:id="43"/>
      <w:r w:rsidRPr="003B37B8">
        <w:rPr>
          <w:szCs w:val="44"/>
        </w:rPr>
        <w:br/>
      </w:r>
    </w:p>
    <w:p w14:paraId="7D79F366" w14:textId="77777777" w:rsidR="001C0413" w:rsidRDefault="00530790" w:rsidP="001C0413">
      <w:r w:rsidRPr="005D5566">
        <w:t>Le lendemain matin</w:t>
      </w:r>
      <w:r w:rsidR="001C0413">
        <w:t xml:space="preserve">, </w:t>
      </w:r>
      <w:r w:rsidRPr="005D5566">
        <w:t>quelques dizaines d</w:t>
      </w:r>
      <w:r w:rsidR="001C0413">
        <w:t>’</w:t>
      </w:r>
      <w:r w:rsidRPr="005D5566">
        <w:t>hommes et de femmes se tenaient à la grille de l</w:t>
      </w:r>
      <w:r w:rsidR="001C0413">
        <w:t>’</w:t>
      </w:r>
      <w:r w:rsidRPr="005D5566">
        <w:t>hôpital</w:t>
      </w:r>
      <w:r w:rsidR="001C0413">
        <w:t xml:space="preserve">, </w:t>
      </w:r>
      <w:r w:rsidRPr="005D5566">
        <w:t>attendant qu</w:t>
      </w:r>
      <w:r w:rsidR="001C0413">
        <w:t>’</w:t>
      </w:r>
      <w:r w:rsidRPr="005D5566">
        <w:t>on sortît le cercueil de leur camarade</w:t>
      </w:r>
      <w:r w:rsidR="001C0413">
        <w:t xml:space="preserve">. </w:t>
      </w:r>
      <w:r w:rsidRPr="005D5566">
        <w:t>Autour d</w:t>
      </w:r>
      <w:r w:rsidR="001C0413">
        <w:t>’</w:t>
      </w:r>
      <w:r w:rsidRPr="005D5566">
        <w:t>eux rôdaient avec précaution des espions qui saisissaient chaque exclamation</w:t>
      </w:r>
      <w:r w:rsidR="001C0413">
        <w:t xml:space="preserve">, </w:t>
      </w:r>
      <w:r w:rsidRPr="005D5566">
        <w:t>gravaient dans leur mémoire les visages</w:t>
      </w:r>
      <w:r w:rsidR="001C0413">
        <w:t xml:space="preserve">, </w:t>
      </w:r>
      <w:r w:rsidRPr="005D5566">
        <w:t>les gestes</w:t>
      </w:r>
      <w:r w:rsidR="001C0413">
        <w:t xml:space="preserve">, </w:t>
      </w:r>
      <w:r w:rsidRPr="005D5566">
        <w:t>les paroles</w:t>
      </w:r>
      <w:r w:rsidR="001C0413">
        <w:t xml:space="preserve"> ; </w:t>
      </w:r>
      <w:r w:rsidRPr="005D5566">
        <w:t>sur l</w:t>
      </w:r>
      <w:r w:rsidR="001C0413">
        <w:t>’</w:t>
      </w:r>
      <w:r w:rsidRPr="005D5566">
        <w:t>autre trottoir</w:t>
      </w:r>
      <w:r w:rsidR="001C0413">
        <w:t xml:space="preserve">, </w:t>
      </w:r>
      <w:r w:rsidRPr="005D5566">
        <w:t>il y avait un groupe d</w:t>
      </w:r>
      <w:r w:rsidR="001C0413">
        <w:t>’</w:t>
      </w:r>
      <w:r w:rsidRPr="005D5566">
        <w:t>agents de police</w:t>
      </w:r>
      <w:r w:rsidR="001C0413">
        <w:t xml:space="preserve">, </w:t>
      </w:r>
      <w:r w:rsidRPr="005D5566">
        <w:t>le revolver au ceinturon</w:t>
      </w:r>
      <w:r w:rsidR="001C0413">
        <w:t xml:space="preserve">. </w:t>
      </w:r>
      <w:r w:rsidRPr="005D5566">
        <w:t>L</w:t>
      </w:r>
      <w:r w:rsidR="001C0413">
        <w:t>’</w:t>
      </w:r>
      <w:r w:rsidRPr="005D5566">
        <w:t>impudence des espions</w:t>
      </w:r>
      <w:r w:rsidR="001C0413">
        <w:t xml:space="preserve">, </w:t>
      </w:r>
      <w:r w:rsidRPr="005D5566">
        <w:t>les sourires ironiques des policiers</w:t>
      </w:r>
      <w:r w:rsidR="001C0413">
        <w:t xml:space="preserve">, </w:t>
      </w:r>
      <w:r w:rsidRPr="005D5566">
        <w:t>qui mettaient de l</w:t>
      </w:r>
      <w:r w:rsidR="001C0413">
        <w:t>’</w:t>
      </w:r>
      <w:r w:rsidRPr="005D5566">
        <w:t>ostentation à montrer leur force</w:t>
      </w:r>
      <w:r w:rsidR="001C0413">
        <w:t xml:space="preserve">, </w:t>
      </w:r>
      <w:r w:rsidRPr="005D5566">
        <w:t>irritaient la foule</w:t>
      </w:r>
      <w:r w:rsidR="001C0413">
        <w:t xml:space="preserve">. </w:t>
      </w:r>
      <w:r w:rsidRPr="005D5566">
        <w:t>Les uns cachaient leur colère et plaisantaient</w:t>
      </w:r>
      <w:r w:rsidR="001C0413">
        <w:t xml:space="preserve">, </w:t>
      </w:r>
      <w:r w:rsidRPr="005D5566">
        <w:t>d</w:t>
      </w:r>
      <w:r w:rsidR="001C0413">
        <w:t>’</w:t>
      </w:r>
      <w:r w:rsidRPr="005D5566">
        <w:t>autres regardaient à terre d</w:t>
      </w:r>
      <w:r w:rsidR="001C0413">
        <w:t>’</w:t>
      </w:r>
      <w:r w:rsidRPr="005D5566">
        <w:t>un air morne pour ne pas voir ce spectacle outrageant</w:t>
      </w:r>
      <w:r w:rsidR="001C0413">
        <w:t xml:space="preserve"> ; </w:t>
      </w:r>
      <w:r w:rsidRPr="005D5566">
        <w:t>d</w:t>
      </w:r>
      <w:r w:rsidR="001C0413">
        <w:t>’</w:t>
      </w:r>
      <w:r w:rsidRPr="005D5566">
        <w:t>autres encore</w:t>
      </w:r>
      <w:r w:rsidR="001C0413">
        <w:t xml:space="preserve">, </w:t>
      </w:r>
      <w:r w:rsidRPr="005D5566">
        <w:t>incapables de contenir leur fureur</w:t>
      </w:r>
      <w:r w:rsidR="001C0413">
        <w:t xml:space="preserve">, </w:t>
      </w:r>
      <w:r w:rsidRPr="005D5566">
        <w:t>se moquaient de l</w:t>
      </w:r>
      <w:r w:rsidR="001C0413">
        <w:t>’</w:t>
      </w:r>
      <w:r w:rsidRPr="005D5566">
        <w:t>administration qui avait peur de gens armés de leurs seules paroles</w:t>
      </w:r>
      <w:r w:rsidR="001C0413">
        <w:t xml:space="preserve">. </w:t>
      </w:r>
      <w:r w:rsidRPr="005D5566">
        <w:t>Un ciel d</w:t>
      </w:r>
      <w:r w:rsidR="001C0413">
        <w:t>’</w:t>
      </w:r>
      <w:r w:rsidRPr="005D5566">
        <w:t>automne</w:t>
      </w:r>
      <w:r w:rsidR="001C0413">
        <w:t xml:space="preserve">, </w:t>
      </w:r>
      <w:r w:rsidRPr="005D5566">
        <w:t>bleu et pâle</w:t>
      </w:r>
      <w:r w:rsidR="001C0413">
        <w:t xml:space="preserve">, </w:t>
      </w:r>
      <w:r w:rsidRPr="005D5566">
        <w:t>éclairait la rue pavée de pierres rondes et grises</w:t>
      </w:r>
      <w:r w:rsidR="001C0413">
        <w:t xml:space="preserve">, </w:t>
      </w:r>
      <w:r w:rsidRPr="005D5566">
        <w:t>parsemée de feuilles mortes que le vent soulevait et jetait sous les pieds des passants</w:t>
      </w:r>
      <w:r w:rsidR="001C0413">
        <w:t>.</w:t>
      </w:r>
    </w:p>
    <w:p w14:paraId="030092CB" w14:textId="77777777" w:rsidR="001C0413" w:rsidRDefault="00530790" w:rsidP="001C0413">
      <w:r w:rsidRPr="005D5566">
        <w:t>La mère était parmi la foule</w:t>
      </w:r>
      <w:r w:rsidR="001C0413">
        <w:t xml:space="preserve"> ; </w:t>
      </w:r>
      <w:r w:rsidRPr="005D5566">
        <w:t>tout en comptant les visages connus</w:t>
      </w:r>
      <w:r w:rsidR="001C0413">
        <w:t xml:space="preserve">, </w:t>
      </w:r>
      <w:r w:rsidRPr="005D5566">
        <w:t>elle se disait avec tristesse</w:t>
      </w:r>
      <w:r w:rsidR="001C0413">
        <w:t> :</w:t>
      </w:r>
    </w:p>
    <w:p w14:paraId="130F7E7C" w14:textId="77777777" w:rsidR="001C0413" w:rsidRDefault="001C0413" w:rsidP="001C0413">
      <w:r>
        <w:t>— </w:t>
      </w:r>
      <w:r w:rsidR="00530790" w:rsidRPr="005D5566">
        <w:t>Vous n</w:t>
      </w:r>
      <w:r>
        <w:t>’</w:t>
      </w:r>
      <w:r w:rsidR="00530790" w:rsidRPr="005D5566">
        <w:t>êtes pas nombreux</w:t>
      </w:r>
      <w:r>
        <w:t xml:space="preserve">… </w:t>
      </w:r>
      <w:r w:rsidR="00530790" w:rsidRPr="005D5566">
        <w:t>vous n</w:t>
      </w:r>
      <w:r>
        <w:t>’</w:t>
      </w:r>
      <w:r w:rsidR="00530790" w:rsidRPr="005D5566">
        <w:t>êtes pas nombreux</w:t>
      </w:r>
      <w:r>
        <w:t>…</w:t>
      </w:r>
    </w:p>
    <w:p w14:paraId="01F98C64" w14:textId="77777777" w:rsidR="001C0413" w:rsidRDefault="00530790" w:rsidP="001C0413">
      <w:r w:rsidRPr="005D5566">
        <w:t>La grille s</w:t>
      </w:r>
      <w:r w:rsidR="001C0413">
        <w:t>’</w:t>
      </w:r>
      <w:r w:rsidRPr="005D5566">
        <w:t>ouvrit</w:t>
      </w:r>
      <w:r w:rsidR="001C0413">
        <w:t xml:space="preserve">. </w:t>
      </w:r>
      <w:r w:rsidRPr="005D5566">
        <w:t>On porta dans la rue le couvercle du cercueil orné de couronnes à rubans rouges</w:t>
      </w:r>
      <w:r w:rsidR="001C0413">
        <w:t xml:space="preserve">. </w:t>
      </w:r>
      <w:r w:rsidRPr="005D5566">
        <w:t>Silencieux</w:t>
      </w:r>
      <w:r w:rsidR="001C0413">
        <w:t xml:space="preserve">, </w:t>
      </w:r>
      <w:r w:rsidRPr="005D5566">
        <w:t>les hommes enlevèrent leur chapeau tous ensemble</w:t>
      </w:r>
      <w:r w:rsidR="001C0413">
        <w:t xml:space="preserve"> : </w:t>
      </w:r>
      <w:r w:rsidRPr="005D5566">
        <w:t>on aurait dit une volée d</w:t>
      </w:r>
      <w:r w:rsidR="001C0413">
        <w:t>’</w:t>
      </w:r>
      <w:r w:rsidRPr="005D5566">
        <w:t>oiseaux noirs se levant sur les têtes</w:t>
      </w:r>
      <w:r w:rsidR="001C0413">
        <w:t xml:space="preserve">. </w:t>
      </w:r>
      <w:r w:rsidRPr="005D5566">
        <w:t>Un officier de police</w:t>
      </w:r>
      <w:r w:rsidR="001C0413">
        <w:t xml:space="preserve">, </w:t>
      </w:r>
      <w:r w:rsidRPr="005D5566">
        <w:t>de haute taille</w:t>
      </w:r>
      <w:r w:rsidR="001C0413">
        <w:t xml:space="preserve">, </w:t>
      </w:r>
      <w:r w:rsidRPr="005D5566">
        <w:t>à l</w:t>
      </w:r>
      <w:r w:rsidR="001C0413">
        <w:t>’</w:t>
      </w:r>
      <w:r w:rsidRPr="005D5566">
        <w:t>épaisse moustache foncée barrant un visage écarlate</w:t>
      </w:r>
      <w:r w:rsidR="001C0413">
        <w:t xml:space="preserve">, </w:t>
      </w:r>
      <w:r w:rsidRPr="005D5566">
        <w:t>entouré d</w:t>
      </w:r>
      <w:r w:rsidR="001C0413">
        <w:t>’</w:t>
      </w:r>
      <w:r w:rsidRPr="005D5566">
        <w:t>agents et de soldats</w:t>
      </w:r>
      <w:r w:rsidR="001C0413">
        <w:t xml:space="preserve">, </w:t>
      </w:r>
      <w:r w:rsidRPr="005D5566">
        <w:lastRenderedPageBreak/>
        <w:t>s</w:t>
      </w:r>
      <w:r w:rsidR="001C0413">
        <w:t>’</w:t>
      </w:r>
      <w:r w:rsidRPr="005D5566">
        <w:t>élança dans la foule</w:t>
      </w:r>
      <w:r w:rsidR="001C0413">
        <w:t xml:space="preserve">, </w:t>
      </w:r>
      <w:r w:rsidRPr="005D5566">
        <w:t>bousculant les gens sans cérémonie</w:t>
      </w:r>
      <w:r w:rsidR="001C0413">
        <w:t xml:space="preserve">, </w:t>
      </w:r>
      <w:r w:rsidRPr="005D5566">
        <w:t>et s</w:t>
      </w:r>
      <w:r w:rsidR="001C0413">
        <w:t>’</w:t>
      </w:r>
      <w:r w:rsidRPr="005D5566">
        <w:t>écria d</w:t>
      </w:r>
      <w:r w:rsidR="001C0413">
        <w:t>’</w:t>
      </w:r>
      <w:r w:rsidRPr="005D5566">
        <w:t>une voix enrouée et autoritaire</w:t>
      </w:r>
      <w:r w:rsidR="001C0413">
        <w:t> :</w:t>
      </w:r>
    </w:p>
    <w:p w14:paraId="4F455B13" w14:textId="77777777" w:rsidR="001C0413" w:rsidRDefault="001C0413" w:rsidP="001C0413">
      <w:r>
        <w:t>— </w:t>
      </w:r>
      <w:r w:rsidR="00530790" w:rsidRPr="005D5566">
        <w:t>Je vous prie d</w:t>
      </w:r>
      <w:r>
        <w:t>’</w:t>
      </w:r>
      <w:r w:rsidR="00530790" w:rsidRPr="005D5566">
        <w:t>enlever les rubans</w:t>
      </w:r>
      <w:r>
        <w:t> !</w:t>
      </w:r>
    </w:p>
    <w:p w14:paraId="1E75DEF6" w14:textId="77777777" w:rsidR="001C0413" w:rsidRDefault="00530790" w:rsidP="001C0413">
      <w:r w:rsidRPr="005D5566">
        <w:t>Les hommes et les femmes l</w:t>
      </w:r>
      <w:r w:rsidR="001C0413">
        <w:t>’</w:t>
      </w:r>
      <w:r w:rsidRPr="005D5566">
        <w:t>entourèrent en un cercle compact</w:t>
      </w:r>
      <w:r w:rsidR="001C0413">
        <w:t xml:space="preserve">, </w:t>
      </w:r>
      <w:r w:rsidRPr="005D5566">
        <w:t>parlant tous à la fois</w:t>
      </w:r>
      <w:r w:rsidR="001C0413">
        <w:t xml:space="preserve">, </w:t>
      </w:r>
      <w:r w:rsidRPr="005D5566">
        <w:t>gesticulant</w:t>
      </w:r>
      <w:r w:rsidR="001C0413">
        <w:t xml:space="preserve">, </w:t>
      </w:r>
      <w:r w:rsidRPr="005D5566">
        <w:t>s</w:t>
      </w:r>
      <w:r w:rsidR="001C0413">
        <w:t>’</w:t>
      </w:r>
      <w:r w:rsidRPr="005D5566">
        <w:t>écartant mutuellement</w:t>
      </w:r>
      <w:r w:rsidR="001C0413">
        <w:t xml:space="preserve">. </w:t>
      </w:r>
      <w:r w:rsidRPr="005D5566">
        <w:t>Devant les yeux troublés de la mère</w:t>
      </w:r>
      <w:r w:rsidR="001C0413">
        <w:t xml:space="preserve">, </w:t>
      </w:r>
      <w:r w:rsidRPr="005D5566">
        <w:t>s</w:t>
      </w:r>
      <w:r w:rsidR="001C0413">
        <w:t>’</w:t>
      </w:r>
      <w:r w:rsidRPr="005D5566">
        <w:t>agitèrent confusément des visages pâles et excités</w:t>
      </w:r>
      <w:r w:rsidR="001C0413">
        <w:t xml:space="preserve">, </w:t>
      </w:r>
      <w:r w:rsidRPr="005D5566">
        <w:t>dont les lèvres tremblaient</w:t>
      </w:r>
      <w:r w:rsidR="001C0413">
        <w:t xml:space="preserve"> ; </w:t>
      </w:r>
      <w:r w:rsidRPr="005D5566">
        <w:t>de grosses larmes d</w:t>
      </w:r>
      <w:r w:rsidR="001C0413">
        <w:t>’</w:t>
      </w:r>
      <w:r w:rsidRPr="005D5566">
        <w:t>humiliation coulèrent sur les joues d</w:t>
      </w:r>
      <w:r w:rsidR="001C0413">
        <w:t>’</w:t>
      </w:r>
      <w:r w:rsidRPr="005D5566">
        <w:t>une femme</w:t>
      </w:r>
      <w:r w:rsidR="001C0413">
        <w:t>…</w:t>
      </w:r>
    </w:p>
    <w:p w14:paraId="69DD242E" w14:textId="77777777" w:rsidR="001C0413" w:rsidRDefault="001C0413" w:rsidP="001C0413">
      <w:r>
        <w:t>— </w:t>
      </w:r>
      <w:r w:rsidR="00530790" w:rsidRPr="005D5566">
        <w:t>À bas la violence</w:t>
      </w:r>
      <w:r>
        <w:t xml:space="preserve"> ! </w:t>
      </w:r>
      <w:r w:rsidR="00530790" w:rsidRPr="005D5566">
        <w:t>s</w:t>
      </w:r>
      <w:r>
        <w:t>’</w:t>
      </w:r>
      <w:r w:rsidR="00530790" w:rsidRPr="005D5566">
        <w:t>écria une voix juvénile</w:t>
      </w:r>
      <w:r>
        <w:t xml:space="preserve">, </w:t>
      </w:r>
      <w:r w:rsidR="00530790" w:rsidRPr="005D5566">
        <w:t>qui mourut solitaire dans le bruit de la discussion</w:t>
      </w:r>
      <w:r>
        <w:t>.</w:t>
      </w:r>
    </w:p>
    <w:p w14:paraId="21D62D6F" w14:textId="77777777" w:rsidR="001C0413" w:rsidRDefault="00530790" w:rsidP="001C0413">
      <w:r w:rsidRPr="005D5566">
        <w:t>Dans son cœur</w:t>
      </w:r>
      <w:r w:rsidR="001C0413">
        <w:t xml:space="preserve">, </w:t>
      </w:r>
      <w:r w:rsidRPr="005D5566">
        <w:t>la mère sentait bouillonner l</w:t>
      </w:r>
      <w:r w:rsidR="001C0413">
        <w:t>’</w:t>
      </w:r>
      <w:r w:rsidRPr="005D5566">
        <w:t>amertume</w:t>
      </w:r>
      <w:r w:rsidR="001C0413">
        <w:t xml:space="preserve"> ; </w:t>
      </w:r>
      <w:r w:rsidRPr="005D5566">
        <w:t>elle s</w:t>
      </w:r>
      <w:r w:rsidR="001C0413">
        <w:t>’</w:t>
      </w:r>
      <w:r w:rsidRPr="005D5566">
        <w:t>adressa à son voisin</w:t>
      </w:r>
      <w:r w:rsidR="001C0413">
        <w:t xml:space="preserve">, </w:t>
      </w:r>
      <w:r w:rsidRPr="005D5566">
        <w:t>jeune homme pauvrement vêtu</w:t>
      </w:r>
      <w:r w:rsidR="001C0413">
        <w:t xml:space="preserve">, </w:t>
      </w:r>
      <w:r w:rsidRPr="005D5566">
        <w:t>et lui dit</w:t>
      </w:r>
      <w:r w:rsidR="001C0413">
        <w:t> :</w:t>
      </w:r>
    </w:p>
    <w:p w14:paraId="16127AC6" w14:textId="77777777" w:rsidR="001C0413" w:rsidRDefault="001C0413" w:rsidP="001C0413">
      <w:r>
        <w:t>— </w:t>
      </w:r>
      <w:r w:rsidR="00530790" w:rsidRPr="005D5566">
        <w:t>On ne permet pas même aux gens d</w:t>
      </w:r>
      <w:r>
        <w:t>’</w:t>
      </w:r>
      <w:r w:rsidR="00530790" w:rsidRPr="005D5566">
        <w:t>enterrer un camarade comme ils l</w:t>
      </w:r>
      <w:r>
        <w:t>’</w:t>
      </w:r>
      <w:r w:rsidR="00530790" w:rsidRPr="005D5566">
        <w:t>entendent</w:t>
      </w:r>
      <w:r>
        <w:t> !…</w:t>
      </w:r>
    </w:p>
    <w:p w14:paraId="41DB5834" w14:textId="77777777" w:rsidR="001C0413" w:rsidRDefault="00530790" w:rsidP="001C0413">
      <w:r w:rsidRPr="005D5566">
        <w:t>L</w:t>
      </w:r>
      <w:r w:rsidR="001C0413">
        <w:t>’</w:t>
      </w:r>
      <w:r w:rsidRPr="005D5566">
        <w:t>hostilité grandissait</w:t>
      </w:r>
      <w:r w:rsidR="001C0413">
        <w:t xml:space="preserve">, </w:t>
      </w:r>
      <w:r w:rsidRPr="005D5566">
        <w:t>le couvercle du cercueil vacillait au-dessus des têtes</w:t>
      </w:r>
      <w:r w:rsidR="001C0413">
        <w:t xml:space="preserve"> ; </w:t>
      </w:r>
      <w:r w:rsidRPr="005D5566">
        <w:t>le vent jouait avec les rubans</w:t>
      </w:r>
      <w:r w:rsidR="001C0413">
        <w:t xml:space="preserve">, </w:t>
      </w:r>
      <w:r w:rsidRPr="005D5566">
        <w:t>enveloppait les têtes et les visages</w:t>
      </w:r>
      <w:r w:rsidR="001C0413">
        <w:t xml:space="preserve"> ; </w:t>
      </w:r>
      <w:r w:rsidRPr="005D5566">
        <w:t>on entendait le claquement nerveux et sec de la soie</w:t>
      </w:r>
      <w:r w:rsidR="001C0413">
        <w:t>.</w:t>
      </w:r>
    </w:p>
    <w:p w14:paraId="4FC8DCC0" w14:textId="77777777" w:rsidR="001C0413" w:rsidRDefault="00530790" w:rsidP="001C0413">
      <w:r w:rsidRPr="005D5566">
        <w:t>La mère</w:t>
      </w:r>
      <w:r w:rsidR="001C0413">
        <w:t xml:space="preserve">, </w:t>
      </w:r>
      <w:r w:rsidRPr="005D5566">
        <w:t>envahie par la terreur froide d</w:t>
      </w:r>
      <w:r w:rsidR="001C0413">
        <w:t>’</w:t>
      </w:r>
      <w:r w:rsidRPr="005D5566">
        <w:t>une mêlée possible</w:t>
      </w:r>
      <w:r w:rsidR="001C0413">
        <w:t xml:space="preserve">, </w:t>
      </w:r>
      <w:r w:rsidRPr="005D5566">
        <w:t>adressait à mi-voix à ses voisins des phrases rapides</w:t>
      </w:r>
      <w:r w:rsidR="001C0413">
        <w:t> :</w:t>
      </w:r>
    </w:p>
    <w:p w14:paraId="3BAEFE00" w14:textId="77777777" w:rsidR="001C0413" w:rsidRDefault="001C0413" w:rsidP="001C0413">
      <w:r>
        <w:t>— </w:t>
      </w:r>
      <w:r w:rsidR="00530790" w:rsidRPr="005D5566">
        <w:t>Qu</w:t>
      </w:r>
      <w:r>
        <w:t>’</w:t>
      </w:r>
      <w:r w:rsidR="00530790" w:rsidRPr="005D5566">
        <w:t>importe</w:t>
      </w:r>
      <w:r>
        <w:t xml:space="preserve"> !… </w:t>
      </w:r>
      <w:r w:rsidR="00530790" w:rsidRPr="005D5566">
        <w:t>puisqu</w:t>
      </w:r>
      <w:r>
        <w:t>’</w:t>
      </w:r>
      <w:r w:rsidR="00530790" w:rsidRPr="005D5566">
        <w:t>il en est ainsi</w:t>
      </w:r>
      <w:r>
        <w:t xml:space="preserve">… </w:t>
      </w:r>
      <w:r w:rsidR="00530790" w:rsidRPr="005D5566">
        <w:t xml:space="preserve">il </w:t>
      </w:r>
      <w:r w:rsidR="00530790" w:rsidRPr="005D5566">
        <w:rPr>
          <w:bCs/>
        </w:rPr>
        <w:t xml:space="preserve">faut </w:t>
      </w:r>
      <w:r w:rsidR="00530790" w:rsidRPr="005D5566">
        <w:t>enlever les rubans</w:t>
      </w:r>
      <w:r>
        <w:t xml:space="preserve">… </w:t>
      </w:r>
      <w:r w:rsidR="00530790" w:rsidRPr="005D5566">
        <w:t>il faut céder</w:t>
      </w:r>
      <w:r>
        <w:t xml:space="preserve">… </w:t>
      </w:r>
      <w:r w:rsidR="00530790" w:rsidRPr="005D5566">
        <w:t>À quoi bon</w:t>
      </w:r>
      <w:r>
        <w:t> ?</w:t>
      </w:r>
    </w:p>
    <w:p w14:paraId="65A33C2A" w14:textId="77777777" w:rsidR="001C0413" w:rsidRDefault="00530790" w:rsidP="001C0413">
      <w:r w:rsidRPr="005D5566">
        <w:t>Une voix âpre et sonore retentit</w:t>
      </w:r>
      <w:r w:rsidR="001C0413">
        <w:t xml:space="preserve">, </w:t>
      </w:r>
      <w:r w:rsidRPr="005D5566">
        <w:t>recouvrant le tumulte</w:t>
      </w:r>
      <w:r w:rsidR="001C0413">
        <w:t> :</w:t>
      </w:r>
    </w:p>
    <w:p w14:paraId="61688AAB" w14:textId="77777777" w:rsidR="001C0413" w:rsidRDefault="001C0413" w:rsidP="001C0413">
      <w:pPr>
        <w:rPr>
          <w:rFonts w:eastAsia="Georgia" w:cs="Georgia"/>
        </w:rPr>
      </w:pPr>
      <w:r>
        <w:t>— </w:t>
      </w:r>
      <w:r w:rsidR="00530790" w:rsidRPr="005D5566">
        <w:t>Nous exigeons qu</w:t>
      </w:r>
      <w:r>
        <w:t>’</w:t>
      </w:r>
      <w:r w:rsidR="00530790" w:rsidRPr="005D5566">
        <w:t>on nous laisse accompagner à sa dernière demeure un camarade que vous avez torturé</w:t>
      </w:r>
      <w:r>
        <w:rPr>
          <w:rFonts w:eastAsia="Georgia" w:cs="Georgia"/>
        </w:rPr>
        <w:t>…</w:t>
      </w:r>
    </w:p>
    <w:p w14:paraId="504B392E" w14:textId="77777777" w:rsidR="001C0413" w:rsidRDefault="00530790" w:rsidP="001C0413">
      <w:r w:rsidRPr="005D5566">
        <w:lastRenderedPageBreak/>
        <w:t>Quelqu</w:t>
      </w:r>
      <w:r w:rsidR="001C0413">
        <w:t>’</w:t>
      </w:r>
      <w:r w:rsidRPr="005D5566">
        <w:t>un</w:t>
      </w:r>
      <w:r w:rsidR="001C0413">
        <w:t xml:space="preserve">, </w:t>
      </w:r>
      <w:r w:rsidRPr="005D5566">
        <w:t>une jeune fille sans doute</w:t>
      </w:r>
      <w:r w:rsidR="001C0413">
        <w:t xml:space="preserve">, </w:t>
      </w:r>
      <w:r w:rsidRPr="005D5566">
        <w:t>entonna d</w:t>
      </w:r>
      <w:r w:rsidR="001C0413">
        <w:t>’</w:t>
      </w:r>
      <w:r w:rsidRPr="005D5566">
        <w:t>une voix aiguë et grêle</w:t>
      </w:r>
      <w:r w:rsidR="001C0413">
        <w:t> :</w:t>
      </w:r>
    </w:p>
    <w:p w14:paraId="7CCBD831" w14:textId="77777777" w:rsidR="001C0413" w:rsidRDefault="00530790" w:rsidP="001C0413">
      <w:pPr>
        <w:ind w:firstLine="0"/>
        <w:jc w:val="center"/>
        <w:rPr>
          <w:i/>
          <w:iCs/>
        </w:rPr>
      </w:pPr>
      <w:r w:rsidRPr="001C0413">
        <w:rPr>
          <w:i/>
          <w:iCs/>
        </w:rPr>
        <w:t>Vous êtes tombes victimes</w:t>
      </w:r>
      <w:r w:rsidR="001C0413">
        <w:rPr>
          <w:i/>
          <w:iCs/>
        </w:rPr>
        <w:t xml:space="preserve">, </w:t>
      </w:r>
      <w:r w:rsidRPr="001C0413">
        <w:rPr>
          <w:i/>
          <w:iCs/>
        </w:rPr>
        <w:t>dans la lutte</w:t>
      </w:r>
      <w:r w:rsidR="001C0413">
        <w:rPr>
          <w:i/>
          <w:iCs/>
        </w:rPr>
        <w:t>…</w:t>
      </w:r>
    </w:p>
    <w:p w14:paraId="1A5E7898" w14:textId="77777777" w:rsidR="001C0413" w:rsidRDefault="001C0413" w:rsidP="001C0413">
      <w:r>
        <w:t>— </w:t>
      </w:r>
      <w:r w:rsidR="00530790" w:rsidRPr="005D5566">
        <w:t>Je vous prie d</w:t>
      </w:r>
      <w:r>
        <w:t>’</w:t>
      </w:r>
      <w:r w:rsidR="00530790" w:rsidRPr="005D5566">
        <w:t>enlever les rubans</w:t>
      </w:r>
      <w:r>
        <w:t xml:space="preserve"> ! </w:t>
      </w:r>
      <w:r w:rsidR="00530790" w:rsidRPr="005D5566">
        <w:t>Jakovlef</w:t>
      </w:r>
      <w:r>
        <w:t xml:space="preserve">, </w:t>
      </w:r>
      <w:r w:rsidR="00530790" w:rsidRPr="005D5566">
        <w:t>coupe-les</w:t>
      </w:r>
      <w:r>
        <w:t> !</w:t>
      </w:r>
    </w:p>
    <w:p w14:paraId="378615D8" w14:textId="77777777" w:rsidR="001C0413" w:rsidRDefault="00530790" w:rsidP="001C0413">
      <w:r w:rsidRPr="005D5566">
        <w:t>On entendit le cliquetis d</w:t>
      </w:r>
      <w:r w:rsidR="001C0413">
        <w:t>’</w:t>
      </w:r>
      <w:r w:rsidRPr="005D5566">
        <w:t xml:space="preserve">un sabre retiré </w:t>
      </w:r>
      <w:r w:rsidRPr="005D5566">
        <w:rPr>
          <w:bCs/>
        </w:rPr>
        <w:t>du fourreau</w:t>
      </w:r>
      <w:r w:rsidR="001C0413">
        <w:rPr>
          <w:bCs/>
        </w:rPr>
        <w:t xml:space="preserve">. </w:t>
      </w:r>
      <w:r w:rsidRPr="005D5566">
        <w:t>La mère ferma les yeux</w:t>
      </w:r>
      <w:r w:rsidR="001C0413">
        <w:t xml:space="preserve">, </w:t>
      </w:r>
      <w:r w:rsidRPr="005D5566">
        <w:t>s</w:t>
      </w:r>
      <w:r w:rsidR="001C0413">
        <w:rPr>
          <w:bCs/>
        </w:rPr>
        <w:t>’</w:t>
      </w:r>
      <w:r w:rsidRPr="005D5566">
        <w:rPr>
          <w:bCs/>
        </w:rPr>
        <w:t xml:space="preserve">attendant </w:t>
      </w:r>
      <w:r w:rsidRPr="005D5566">
        <w:t>à un cri</w:t>
      </w:r>
      <w:r w:rsidR="001C0413">
        <w:t xml:space="preserve">. </w:t>
      </w:r>
      <w:r w:rsidRPr="005D5566">
        <w:t>Mais le bruit s</w:t>
      </w:r>
      <w:r w:rsidR="001C0413">
        <w:t>’</w:t>
      </w:r>
      <w:r w:rsidRPr="005D5566">
        <w:t>apaisa</w:t>
      </w:r>
      <w:r w:rsidR="001C0413">
        <w:t xml:space="preserve"> ; </w:t>
      </w:r>
      <w:r w:rsidRPr="005D5566">
        <w:t>les gens grommelaient</w:t>
      </w:r>
      <w:r w:rsidR="001C0413">
        <w:t xml:space="preserve">, </w:t>
      </w:r>
      <w:r w:rsidRPr="005D5566">
        <w:t>montraient les dents comme des loups traqués</w:t>
      </w:r>
      <w:r w:rsidR="001C0413">
        <w:t xml:space="preserve">. </w:t>
      </w:r>
      <w:r w:rsidRPr="005D5566">
        <w:t>Puis</w:t>
      </w:r>
      <w:r w:rsidR="001C0413">
        <w:t xml:space="preserve">, </w:t>
      </w:r>
      <w:r w:rsidRPr="005D5566">
        <w:t xml:space="preserve">la </w:t>
      </w:r>
      <w:r w:rsidRPr="005D5566">
        <w:rPr>
          <w:bCs/>
        </w:rPr>
        <w:t xml:space="preserve">tête </w:t>
      </w:r>
      <w:r w:rsidRPr="005D5566">
        <w:t>baissée</w:t>
      </w:r>
      <w:r w:rsidR="001C0413">
        <w:t xml:space="preserve">, </w:t>
      </w:r>
      <w:r w:rsidRPr="005D5566">
        <w:t>silencieux</w:t>
      </w:r>
      <w:r w:rsidR="001C0413">
        <w:t xml:space="preserve">, </w:t>
      </w:r>
      <w:r w:rsidRPr="005D5566">
        <w:t xml:space="preserve">écrasés par le sentiment </w:t>
      </w:r>
      <w:r w:rsidRPr="005D5566">
        <w:rPr>
          <w:bCs/>
        </w:rPr>
        <w:t>de leur impuissance</w:t>
      </w:r>
      <w:r w:rsidR="001C0413">
        <w:rPr>
          <w:bCs/>
        </w:rPr>
        <w:t xml:space="preserve">, </w:t>
      </w:r>
      <w:r w:rsidRPr="005D5566">
        <w:t>ils se mirent en marche</w:t>
      </w:r>
      <w:r w:rsidR="001C0413">
        <w:t xml:space="preserve">, </w:t>
      </w:r>
      <w:r w:rsidRPr="005D5566">
        <w:t>remplissant la rue du bruit de leurs pas</w:t>
      </w:r>
      <w:r w:rsidR="001C0413">
        <w:t>.</w:t>
      </w:r>
    </w:p>
    <w:p w14:paraId="6F787612" w14:textId="77777777" w:rsidR="001C0413" w:rsidRDefault="00530790" w:rsidP="001C0413">
      <w:r w:rsidRPr="005D5566">
        <w:t xml:space="preserve">En </w:t>
      </w:r>
      <w:r w:rsidRPr="005D5566">
        <w:rPr>
          <w:bCs/>
        </w:rPr>
        <w:t>avant</w:t>
      </w:r>
      <w:r w:rsidR="001C0413">
        <w:rPr>
          <w:bCs/>
        </w:rPr>
        <w:t xml:space="preserve">, </w:t>
      </w:r>
      <w:r w:rsidRPr="005D5566">
        <w:t>le couvercle du cercueil dépouillé planait en l</w:t>
      </w:r>
      <w:r w:rsidR="001C0413">
        <w:t>’</w:t>
      </w:r>
      <w:r w:rsidRPr="005D5566">
        <w:t>air</w:t>
      </w:r>
      <w:r w:rsidR="001C0413">
        <w:t xml:space="preserve">, </w:t>
      </w:r>
      <w:r w:rsidRPr="005D5566">
        <w:t>avec les couronnes fripées</w:t>
      </w:r>
      <w:r w:rsidR="001C0413">
        <w:t xml:space="preserve"> ; </w:t>
      </w:r>
      <w:r w:rsidRPr="005D5566">
        <w:t xml:space="preserve">les </w:t>
      </w:r>
      <w:r w:rsidRPr="005D5566">
        <w:rPr>
          <w:bCs/>
        </w:rPr>
        <w:t xml:space="preserve">agents </w:t>
      </w:r>
      <w:r w:rsidRPr="005D5566">
        <w:t>de police venaient ensuite</w:t>
      </w:r>
      <w:r w:rsidR="001C0413">
        <w:t xml:space="preserve">, </w:t>
      </w:r>
      <w:r w:rsidRPr="005D5566">
        <w:t xml:space="preserve">se balançant de côté et </w:t>
      </w:r>
      <w:r w:rsidRPr="005D5566">
        <w:rPr>
          <w:bCs/>
        </w:rPr>
        <w:t>d</w:t>
      </w:r>
      <w:r w:rsidR="001C0413">
        <w:rPr>
          <w:bCs/>
        </w:rPr>
        <w:t>’</w:t>
      </w:r>
      <w:r w:rsidRPr="005D5566">
        <w:rPr>
          <w:bCs/>
        </w:rPr>
        <w:t xml:space="preserve">autre </w:t>
      </w:r>
      <w:r w:rsidRPr="005D5566">
        <w:t>sur leurs chevaux</w:t>
      </w:r>
      <w:r w:rsidR="001C0413">
        <w:t xml:space="preserve">. </w:t>
      </w:r>
      <w:r w:rsidRPr="005D5566">
        <w:t xml:space="preserve">La mère marchait sur </w:t>
      </w:r>
      <w:r w:rsidRPr="005D5566">
        <w:rPr>
          <w:bCs/>
        </w:rPr>
        <w:t xml:space="preserve">le </w:t>
      </w:r>
      <w:r w:rsidRPr="005D5566">
        <w:t>trottoir</w:t>
      </w:r>
      <w:r w:rsidR="001C0413">
        <w:t xml:space="preserve"> ; </w:t>
      </w:r>
      <w:r w:rsidRPr="005D5566">
        <w:t>elle ne pouvait apercevoir le cercueil</w:t>
      </w:r>
      <w:r w:rsidR="001C0413">
        <w:t xml:space="preserve">, </w:t>
      </w:r>
      <w:r w:rsidRPr="005D5566">
        <w:t>à cause de la foule qui l</w:t>
      </w:r>
      <w:r w:rsidR="001C0413">
        <w:t>’</w:t>
      </w:r>
      <w:r w:rsidRPr="005D5566">
        <w:t>entourait</w:t>
      </w:r>
      <w:r w:rsidR="001C0413">
        <w:t xml:space="preserve"> ; </w:t>
      </w:r>
      <w:r w:rsidRPr="005D5566">
        <w:t xml:space="preserve">le nombre des </w:t>
      </w:r>
      <w:r w:rsidRPr="005D5566">
        <w:rPr>
          <w:bCs/>
        </w:rPr>
        <w:t xml:space="preserve">manifestants </w:t>
      </w:r>
      <w:r w:rsidRPr="005D5566">
        <w:t>augmentait sans cesse</w:t>
      </w:r>
      <w:r w:rsidR="001C0413">
        <w:t xml:space="preserve">, </w:t>
      </w:r>
      <w:r w:rsidRPr="005D5566">
        <w:t xml:space="preserve">ils occupaient toute la largeur de </w:t>
      </w:r>
      <w:r w:rsidRPr="005D5566">
        <w:rPr>
          <w:bCs/>
        </w:rPr>
        <w:t xml:space="preserve">la </w:t>
      </w:r>
      <w:r w:rsidRPr="005D5566">
        <w:t>chaussée</w:t>
      </w:r>
      <w:r w:rsidR="001C0413">
        <w:t xml:space="preserve">. </w:t>
      </w:r>
      <w:r w:rsidRPr="005D5566">
        <w:t>Derrière la foule</w:t>
      </w:r>
      <w:r w:rsidR="001C0413">
        <w:t xml:space="preserve">, </w:t>
      </w:r>
      <w:r w:rsidRPr="005D5566">
        <w:t>se dressaient les silhouettes égales et grises des cavaliers</w:t>
      </w:r>
      <w:r w:rsidR="001C0413">
        <w:t xml:space="preserve"> ; </w:t>
      </w:r>
      <w:r w:rsidRPr="005D5566">
        <w:t>de chaque côté</w:t>
      </w:r>
      <w:r w:rsidR="001C0413">
        <w:t xml:space="preserve">, </w:t>
      </w:r>
      <w:r w:rsidRPr="005D5566">
        <w:t>les agents de police</w:t>
      </w:r>
      <w:r w:rsidR="001C0413">
        <w:t xml:space="preserve">, </w:t>
      </w:r>
      <w:r w:rsidRPr="005D5566">
        <w:t>la main à la poignée du sabre</w:t>
      </w:r>
      <w:r w:rsidR="001C0413">
        <w:t xml:space="preserve"> ; </w:t>
      </w:r>
      <w:r w:rsidRPr="005D5566">
        <w:rPr>
          <w:bCs/>
        </w:rPr>
        <w:t xml:space="preserve">et </w:t>
      </w:r>
      <w:r w:rsidRPr="005D5566">
        <w:t>partout l</w:t>
      </w:r>
      <w:r w:rsidRPr="005D5566">
        <w:rPr>
          <w:bCs/>
        </w:rPr>
        <w:t xml:space="preserve">a </w:t>
      </w:r>
      <w:r w:rsidRPr="005D5566">
        <w:t>mère voyait des visages d</w:t>
      </w:r>
      <w:r w:rsidR="001C0413">
        <w:t>’</w:t>
      </w:r>
      <w:r w:rsidRPr="005D5566">
        <w:t>espions</w:t>
      </w:r>
      <w:r w:rsidR="001C0413">
        <w:t xml:space="preserve">, </w:t>
      </w:r>
      <w:r w:rsidRPr="005D5566">
        <w:t>dont les yeux perçants scrutaient les physionomies</w:t>
      </w:r>
      <w:r w:rsidR="001C0413">
        <w:t>.</w:t>
      </w:r>
    </w:p>
    <w:p w14:paraId="40245B91" w14:textId="77777777" w:rsidR="001C0413" w:rsidRDefault="001C0413" w:rsidP="001C0413">
      <w:r>
        <w:t>— </w:t>
      </w:r>
      <w:r w:rsidR="00530790" w:rsidRPr="005D5566">
        <w:rPr>
          <w:i/>
          <w:iCs/>
        </w:rPr>
        <w:t>Adieu</w:t>
      </w:r>
      <w:r>
        <w:rPr>
          <w:i/>
          <w:iCs/>
        </w:rPr>
        <w:t xml:space="preserve">, </w:t>
      </w:r>
      <w:r w:rsidR="00530790" w:rsidRPr="005D5566">
        <w:rPr>
          <w:i/>
          <w:iCs/>
        </w:rPr>
        <w:t>camarade</w:t>
      </w:r>
      <w:r>
        <w:rPr>
          <w:i/>
          <w:iCs/>
        </w:rPr>
        <w:t xml:space="preserve">, </w:t>
      </w:r>
      <w:r w:rsidR="00530790" w:rsidRPr="005D5566">
        <w:rPr>
          <w:i/>
          <w:iCs/>
        </w:rPr>
        <w:t>adieu</w:t>
      </w:r>
      <w:r>
        <w:rPr>
          <w:i/>
          <w:iCs/>
        </w:rPr>
        <w:t xml:space="preserve"> ! </w:t>
      </w:r>
      <w:r w:rsidR="00530790" w:rsidRPr="005D5566">
        <w:t>chantèrent doucement deux belles voix</w:t>
      </w:r>
      <w:r>
        <w:t>.</w:t>
      </w:r>
    </w:p>
    <w:p w14:paraId="2EB0EFAA" w14:textId="77777777" w:rsidR="001C0413" w:rsidRDefault="001C0413" w:rsidP="001C0413">
      <w:r>
        <w:t>— </w:t>
      </w:r>
      <w:r w:rsidR="00530790" w:rsidRPr="005D5566">
        <w:t>Silence</w:t>
      </w:r>
      <w:r>
        <w:t xml:space="preserve"> ! </w:t>
      </w:r>
      <w:r w:rsidR="00530790" w:rsidRPr="005D5566">
        <w:t>cria quelqu</w:t>
      </w:r>
      <w:r>
        <w:t>’</w:t>
      </w:r>
      <w:r w:rsidR="00530790" w:rsidRPr="005D5566">
        <w:t>un</w:t>
      </w:r>
      <w:r>
        <w:t xml:space="preserve">. </w:t>
      </w:r>
      <w:r w:rsidR="00530790" w:rsidRPr="005D5566">
        <w:t>Taisons-nous</w:t>
      </w:r>
      <w:r>
        <w:t xml:space="preserve">, </w:t>
      </w:r>
      <w:r w:rsidR="00530790" w:rsidRPr="005D5566">
        <w:t>amis</w:t>
      </w:r>
      <w:r>
        <w:t xml:space="preserve"> ! </w:t>
      </w:r>
      <w:r w:rsidR="00530790" w:rsidRPr="005D5566">
        <w:t>Taisons-nous pour le moment</w:t>
      </w:r>
      <w:r>
        <w:t> !</w:t>
      </w:r>
    </w:p>
    <w:p w14:paraId="416D5C84" w14:textId="77777777" w:rsidR="001C0413" w:rsidRDefault="00530790" w:rsidP="001C0413">
      <w:r w:rsidRPr="005D5566">
        <w:t>Il y avait dans cette exclamation tant de rudesse</w:t>
      </w:r>
      <w:r w:rsidR="001C0413">
        <w:t xml:space="preserve">, </w:t>
      </w:r>
      <w:r w:rsidRPr="005D5566">
        <w:t>suggestive d</w:t>
      </w:r>
      <w:r w:rsidR="001C0413">
        <w:t>’</w:t>
      </w:r>
      <w:r w:rsidRPr="005D5566">
        <w:t>avertissements menaçants</w:t>
      </w:r>
      <w:r w:rsidR="001C0413">
        <w:t xml:space="preserve">, </w:t>
      </w:r>
      <w:r w:rsidRPr="005D5566">
        <w:t xml:space="preserve">que </w:t>
      </w:r>
      <w:r w:rsidRPr="005D5566">
        <w:rPr>
          <w:bCs/>
        </w:rPr>
        <w:t xml:space="preserve">la </w:t>
      </w:r>
      <w:r w:rsidRPr="005D5566">
        <w:t>foule obéit</w:t>
      </w:r>
      <w:r w:rsidR="001C0413">
        <w:t xml:space="preserve">. </w:t>
      </w:r>
      <w:r w:rsidRPr="005D5566">
        <w:t>Le chant funèbre s</w:t>
      </w:r>
      <w:r w:rsidR="001C0413">
        <w:t>’</w:t>
      </w:r>
      <w:r w:rsidRPr="005D5566">
        <w:t>interrompit</w:t>
      </w:r>
      <w:r w:rsidR="001C0413">
        <w:t xml:space="preserve">, </w:t>
      </w:r>
      <w:r w:rsidRPr="005D5566">
        <w:t>le bruit des voix s</w:t>
      </w:r>
      <w:r w:rsidR="001C0413">
        <w:t>’</w:t>
      </w:r>
      <w:r w:rsidRPr="005D5566">
        <w:t>apaisa</w:t>
      </w:r>
      <w:r w:rsidR="001C0413">
        <w:t xml:space="preserve"> ; </w:t>
      </w:r>
      <w:r w:rsidRPr="005D5566">
        <w:t xml:space="preserve">seuls les pas </w:t>
      </w:r>
      <w:r w:rsidRPr="005D5566">
        <w:lastRenderedPageBreak/>
        <w:t>assourdis résonnaient</w:t>
      </w:r>
      <w:r w:rsidR="001C0413">
        <w:t xml:space="preserve">, </w:t>
      </w:r>
      <w:r w:rsidRPr="005D5566">
        <w:t>faisaient une rumeur qui s</w:t>
      </w:r>
      <w:r w:rsidR="001C0413">
        <w:t>’</w:t>
      </w:r>
      <w:r w:rsidRPr="005D5566">
        <w:t>élevait par-dessus les têtes</w:t>
      </w:r>
      <w:r w:rsidR="001C0413">
        <w:t xml:space="preserve">, </w:t>
      </w:r>
      <w:r w:rsidRPr="005D5566">
        <w:t>s</w:t>
      </w:r>
      <w:r w:rsidR="001C0413">
        <w:t>’</w:t>
      </w:r>
      <w:r w:rsidRPr="005D5566">
        <w:t>envolait dans le ciel transparent</w:t>
      </w:r>
      <w:r w:rsidR="001C0413">
        <w:t xml:space="preserve">, </w:t>
      </w:r>
      <w:r w:rsidRPr="005D5566">
        <w:t>ébranlait l</w:t>
      </w:r>
      <w:r w:rsidR="001C0413">
        <w:t>’</w:t>
      </w:r>
      <w:r w:rsidRPr="005D5566">
        <w:t>air comme l</w:t>
      </w:r>
      <w:r w:rsidR="001C0413">
        <w:t>’</w:t>
      </w:r>
      <w:r w:rsidRPr="005D5566">
        <w:t>écho du premier grondement de tonnerre d</w:t>
      </w:r>
      <w:r w:rsidR="001C0413">
        <w:t>’</w:t>
      </w:r>
      <w:r w:rsidRPr="005D5566">
        <w:t>un orage encore lointain</w:t>
      </w:r>
      <w:r w:rsidR="001C0413">
        <w:t xml:space="preserve">. </w:t>
      </w:r>
      <w:r w:rsidRPr="005D5566">
        <w:t>Le vent toujours plus froid jetait avec animosité aux visages la poussière et la boue</w:t>
      </w:r>
      <w:r w:rsidR="001C0413">
        <w:t xml:space="preserve">, </w:t>
      </w:r>
      <w:r w:rsidRPr="005D5566">
        <w:t>gonflait les robes</w:t>
      </w:r>
      <w:r w:rsidR="001C0413">
        <w:t xml:space="preserve">, </w:t>
      </w:r>
      <w:r w:rsidRPr="005D5566">
        <w:t>s</w:t>
      </w:r>
      <w:r w:rsidR="001C0413">
        <w:t>’</w:t>
      </w:r>
      <w:r w:rsidRPr="005D5566">
        <w:t>embarrassait dans les jambes</w:t>
      </w:r>
      <w:r w:rsidR="001C0413">
        <w:t xml:space="preserve">, </w:t>
      </w:r>
      <w:r w:rsidRPr="005D5566">
        <w:t>frappait les poitrines</w:t>
      </w:r>
      <w:r w:rsidR="001C0413">
        <w:t>…</w:t>
      </w:r>
    </w:p>
    <w:p w14:paraId="0BC68CAA" w14:textId="77777777" w:rsidR="001C0413" w:rsidRDefault="00530790" w:rsidP="001C0413">
      <w:r w:rsidRPr="005D5566">
        <w:t>Ces funérailles silencieuses</w:t>
      </w:r>
      <w:r w:rsidR="001C0413">
        <w:t xml:space="preserve">, </w:t>
      </w:r>
      <w:r w:rsidRPr="005D5566">
        <w:t>sans prêtres</w:t>
      </w:r>
      <w:r w:rsidR="001C0413">
        <w:t xml:space="preserve">, </w:t>
      </w:r>
      <w:r w:rsidRPr="005D5566">
        <w:t>ni chants funèbres</w:t>
      </w:r>
      <w:r w:rsidR="001C0413">
        <w:t xml:space="preserve">, </w:t>
      </w:r>
      <w:r w:rsidRPr="005D5566">
        <w:t>ces visages pensifs aux sourcils froncés</w:t>
      </w:r>
      <w:r w:rsidR="001C0413">
        <w:t xml:space="preserve">, </w:t>
      </w:r>
      <w:r w:rsidRPr="005D5566">
        <w:t>ce bruit de pas décidés</w:t>
      </w:r>
      <w:r w:rsidR="001C0413">
        <w:t xml:space="preserve">, </w:t>
      </w:r>
      <w:r w:rsidRPr="005D5566">
        <w:t>tout cela faisait naître en la mère un sentiment d</w:t>
      </w:r>
      <w:r w:rsidR="001C0413">
        <w:t>’</w:t>
      </w:r>
      <w:r w:rsidRPr="005D5566">
        <w:t>angoisse poignante</w:t>
      </w:r>
      <w:r w:rsidR="001C0413">
        <w:t xml:space="preserve"> ; </w:t>
      </w:r>
      <w:r w:rsidRPr="005D5566">
        <w:t>sa pensée tournoyait lentement</w:t>
      </w:r>
      <w:r w:rsidR="001C0413">
        <w:t xml:space="preserve">, </w:t>
      </w:r>
      <w:r w:rsidRPr="005D5566">
        <w:t>revêtait ses impressions de paroles mélancoliques</w:t>
      </w:r>
      <w:r w:rsidR="001C0413">
        <w:t> :</w:t>
      </w:r>
    </w:p>
    <w:p w14:paraId="6D8E35B0" w14:textId="77777777" w:rsidR="001C0413" w:rsidRDefault="001C0413" w:rsidP="001C0413">
      <w:r>
        <w:t>— </w:t>
      </w:r>
      <w:r w:rsidR="00530790" w:rsidRPr="005D5566">
        <w:t>Vous n</w:t>
      </w:r>
      <w:r>
        <w:t>’</w:t>
      </w:r>
      <w:r w:rsidR="00530790" w:rsidRPr="005D5566">
        <w:t>êtes pas nombreux</w:t>
      </w:r>
      <w:r>
        <w:t xml:space="preserve">… </w:t>
      </w:r>
      <w:r w:rsidR="00530790" w:rsidRPr="005D5566">
        <w:t>lutteurs pour la liberté</w:t>
      </w:r>
      <w:r>
        <w:t xml:space="preserve">, </w:t>
      </w:r>
      <w:r w:rsidR="00530790" w:rsidRPr="005D5566">
        <w:t>vous n</w:t>
      </w:r>
      <w:r>
        <w:t>’</w:t>
      </w:r>
      <w:r w:rsidR="00530790" w:rsidRPr="005D5566">
        <w:t>êtes pas nombreux</w:t>
      </w:r>
      <w:r>
        <w:t xml:space="preserve"> ! </w:t>
      </w:r>
      <w:r w:rsidR="00530790" w:rsidRPr="005D5566">
        <w:t>Et pourtant on a peur de vous</w:t>
      </w:r>
      <w:r>
        <w:t> !</w:t>
      </w:r>
    </w:p>
    <w:p w14:paraId="5A15DA1B" w14:textId="77777777" w:rsidR="001C0413" w:rsidRDefault="00530790" w:rsidP="001C0413">
      <w:r w:rsidRPr="005D5566">
        <w:t>Il lui semblait que ce n</w:t>
      </w:r>
      <w:r w:rsidR="001C0413">
        <w:t>’</w:t>
      </w:r>
      <w:r w:rsidRPr="005D5566">
        <w:t>était pas le Iégor qu</w:t>
      </w:r>
      <w:r w:rsidR="001C0413">
        <w:t>’</w:t>
      </w:r>
      <w:r w:rsidRPr="005D5566">
        <w:t>elle connaissait qu</w:t>
      </w:r>
      <w:r w:rsidR="001C0413">
        <w:t>’</w:t>
      </w:r>
      <w:r w:rsidRPr="005D5566">
        <w:t>on enterrait</w:t>
      </w:r>
      <w:r w:rsidR="001C0413">
        <w:t xml:space="preserve">, </w:t>
      </w:r>
      <w:r w:rsidRPr="005D5566">
        <w:t>mais une chose coutumière</w:t>
      </w:r>
      <w:r w:rsidR="001C0413">
        <w:t xml:space="preserve">, </w:t>
      </w:r>
      <w:r w:rsidRPr="005D5566">
        <w:t>qui lui était proche et indispensable</w:t>
      </w:r>
      <w:r w:rsidR="001C0413">
        <w:t xml:space="preserve">. </w:t>
      </w:r>
      <w:r w:rsidRPr="005D5566">
        <w:t>Un sentiment âpre et inquiétant envahissait son cœur</w:t>
      </w:r>
      <w:r w:rsidR="001C0413">
        <w:t xml:space="preserve"> : </w:t>
      </w:r>
      <w:r w:rsidRPr="005D5566">
        <w:t>elle n</w:t>
      </w:r>
      <w:r w:rsidR="001C0413">
        <w:t>’</w:t>
      </w:r>
      <w:r w:rsidRPr="005D5566">
        <w:t>était pas d</w:t>
      </w:r>
      <w:r w:rsidR="001C0413">
        <w:t>’</w:t>
      </w:r>
      <w:r w:rsidRPr="005D5566">
        <w:t>accord avec ceux qui accompagnaient Iégor</w:t>
      </w:r>
      <w:r w:rsidR="001C0413">
        <w:t>.</w:t>
      </w:r>
    </w:p>
    <w:p w14:paraId="75302F2C" w14:textId="77777777" w:rsidR="001C0413" w:rsidRDefault="001C0413" w:rsidP="001C0413">
      <w:r>
        <w:t>— </w:t>
      </w:r>
      <w:r w:rsidR="00530790" w:rsidRPr="005D5566">
        <w:t>Je le sais bien</w:t>
      </w:r>
      <w:r>
        <w:t xml:space="preserve">, </w:t>
      </w:r>
      <w:r w:rsidR="00530790" w:rsidRPr="005D5566">
        <w:t>pensa-t-elle</w:t>
      </w:r>
      <w:r>
        <w:t xml:space="preserve">, </w:t>
      </w:r>
      <w:r w:rsidR="00530790" w:rsidRPr="005D5566">
        <w:t>Iégor ne croyait pas en Dieu</w:t>
      </w:r>
      <w:r>
        <w:t xml:space="preserve">, </w:t>
      </w:r>
      <w:r w:rsidR="00530790" w:rsidRPr="005D5566">
        <w:t>et tous ceux-là non plus</w:t>
      </w:r>
      <w:r>
        <w:t>…</w:t>
      </w:r>
    </w:p>
    <w:p w14:paraId="7F390E64" w14:textId="77777777" w:rsidR="001C0413" w:rsidRDefault="00530790" w:rsidP="001C0413">
      <w:r w:rsidRPr="005D5566">
        <w:t>Mais elle ne parvenait pas à achever sa pensée</w:t>
      </w:r>
      <w:r w:rsidR="001C0413">
        <w:t xml:space="preserve">, </w:t>
      </w:r>
      <w:r w:rsidRPr="005D5566">
        <w:t>et elle soupirait</w:t>
      </w:r>
      <w:r w:rsidR="001C0413">
        <w:t xml:space="preserve">, </w:t>
      </w:r>
      <w:r w:rsidRPr="005D5566">
        <w:t>comme pour débarrasser son âme d</w:t>
      </w:r>
      <w:r w:rsidR="001C0413">
        <w:t>’</w:t>
      </w:r>
      <w:r w:rsidRPr="005D5566">
        <w:t>un fardeau</w:t>
      </w:r>
      <w:r w:rsidR="001C0413">
        <w:t> :</w:t>
      </w:r>
    </w:p>
    <w:p w14:paraId="11F2506E" w14:textId="77777777" w:rsidR="001C0413" w:rsidRDefault="001C0413" w:rsidP="001C0413">
      <w:r>
        <w:t>— </w:t>
      </w:r>
      <w:r w:rsidR="00530790" w:rsidRPr="005D5566">
        <w:t>Ô Seigneur</w:t>
      </w:r>
      <w:r>
        <w:t xml:space="preserve"> ! </w:t>
      </w:r>
      <w:r w:rsidR="00530790" w:rsidRPr="005D5566">
        <w:rPr>
          <w:bCs/>
        </w:rPr>
        <w:t xml:space="preserve">ô </w:t>
      </w:r>
      <w:r w:rsidR="00530790" w:rsidRPr="005D5566">
        <w:t>Seigneur</w:t>
      </w:r>
      <w:r>
        <w:t xml:space="preserve"> !… </w:t>
      </w:r>
      <w:r w:rsidR="00530790" w:rsidRPr="005D5566">
        <w:t>Jésus-Christ</w:t>
      </w:r>
      <w:r>
        <w:t xml:space="preserve">… </w:t>
      </w:r>
      <w:r w:rsidR="00530790" w:rsidRPr="005D5566">
        <w:t>Est-il possible que</w:t>
      </w:r>
      <w:r>
        <w:t xml:space="preserve">, </w:t>
      </w:r>
      <w:r w:rsidR="00530790" w:rsidRPr="005D5566">
        <w:t>moi aussi</w:t>
      </w:r>
      <w:r>
        <w:t xml:space="preserve">, </w:t>
      </w:r>
      <w:r w:rsidR="00530790" w:rsidRPr="005D5566">
        <w:t>on m</w:t>
      </w:r>
      <w:r>
        <w:t>’</w:t>
      </w:r>
      <w:r w:rsidR="00530790" w:rsidRPr="005D5566">
        <w:t>enterre ainsi</w:t>
      </w:r>
      <w:r>
        <w:t> ?…</w:t>
      </w:r>
    </w:p>
    <w:p w14:paraId="7461B01C" w14:textId="77777777" w:rsidR="001C0413" w:rsidRDefault="00530790" w:rsidP="001C0413">
      <w:r w:rsidRPr="005D5566">
        <w:t>On arriva au cimetière</w:t>
      </w:r>
      <w:r w:rsidR="001C0413">
        <w:t xml:space="preserve">. </w:t>
      </w:r>
      <w:r w:rsidRPr="005D5566">
        <w:t>Longtemps on fit des détours entre les tombes jusqu</w:t>
      </w:r>
      <w:r w:rsidR="001C0413">
        <w:t>’</w:t>
      </w:r>
      <w:r w:rsidRPr="005D5566">
        <w:t>à ce qu</w:t>
      </w:r>
      <w:r w:rsidR="001C0413">
        <w:t>’</w:t>
      </w:r>
      <w:r w:rsidRPr="005D5566">
        <w:t>on fût parvenu à un emplacement vide</w:t>
      </w:r>
      <w:r w:rsidR="001C0413">
        <w:t xml:space="preserve">, </w:t>
      </w:r>
      <w:r w:rsidRPr="005D5566">
        <w:t>parsemé de petites croix blanches</w:t>
      </w:r>
      <w:r w:rsidR="001C0413">
        <w:t xml:space="preserve">. </w:t>
      </w:r>
      <w:r w:rsidRPr="005D5566">
        <w:t>La foule se groupa autour d</w:t>
      </w:r>
      <w:r w:rsidR="001C0413">
        <w:t>’</w:t>
      </w:r>
      <w:r w:rsidRPr="005D5566">
        <w:t>une fosse et le silence se fit</w:t>
      </w:r>
      <w:r w:rsidR="001C0413">
        <w:t xml:space="preserve">. </w:t>
      </w:r>
      <w:r w:rsidRPr="005D5566">
        <w:t xml:space="preserve">Et cet austère silence des vivants au milieu des tombeaux présageait </w:t>
      </w:r>
      <w:r w:rsidRPr="005D5566">
        <w:lastRenderedPageBreak/>
        <w:t>quelque chose de terrible</w:t>
      </w:r>
      <w:r w:rsidR="001C0413">
        <w:t xml:space="preserve">, </w:t>
      </w:r>
      <w:r w:rsidRPr="005D5566">
        <w:t>qui fit tressaillir le cœur de la mère</w:t>
      </w:r>
      <w:r w:rsidR="001C0413">
        <w:t xml:space="preserve">. </w:t>
      </w:r>
      <w:r w:rsidRPr="005D5566">
        <w:t>Elle se figea dans l</w:t>
      </w:r>
      <w:r w:rsidR="001C0413">
        <w:t>’</w:t>
      </w:r>
      <w:r w:rsidRPr="005D5566">
        <w:t>attente</w:t>
      </w:r>
      <w:r w:rsidR="001C0413">
        <w:t xml:space="preserve">. </w:t>
      </w:r>
      <w:r w:rsidRPr="005D5566">
        <w:t>Entre les croix le vent sifflait et hurlait</w:t>
      </w:r>
      <w:r w:rsidR="001C0413">
        <w:t xml:space="preserve"> ; </w:t>
      </w:r>
      <w:r w:rsidRPr="005D5566">
        <w:t>sur le cercueil des fleurs flétries palpitaient tristement</w:t>
      </w:r>
      <w:r w:rsidR="001C0413">
        <w:t>…</w:t>
      </w:r>
    </w:p>
    <w:p w14:paraId="4AE88B63" w14:textId="77777777" w:rsidR="001C0413" w:rsidRDefault="00530790" w:rsidP="001C0413">
      <w:r w:rsidRPr="005D5566">
        <w:t>Les hommes de la police</w:t>
      </w:r>
      <w:r w:rsidR="001C0413">
        <w:t xml:space="preserve">, </w:t>
      </w:r>
      <w:r w:rsidRPr="005D5566">
        <w:t>aux aguets</w:t>
      </w:r>
      <w:r w:rsidR="001C0413">
        <w:t xml:space="preserve">, </w:t>
      </w:r>
      <w:r w:rsidRPr="005D5566">
        <w:t>s</w:t>
      </w:r>
      <w:r w:rsidR="001C0413">
        <w:t>’</w:t>
      </w:r>
      <w:r w:rsidRPr="005D5566">
        <w:t>étaient alignés et suivaient leur chef de l</w:t>
      </w:r>
      <w:r w:rsidR="001C0413">
        <w:t>’</w:t>
      </w:r>
      <w:r w:rsidRPr="005D5566">
        <w:t>œil</w:t>
      </w:r>
      <w:r w:rsidR="001C0413">
        <w:t xml:space="preserve">. </w:t>
      </w:r>
      <w:r w:rsidRPr="005D5566">
        <w:t>Un grand jeune homme</w:t>
      </w:r>
      <w:r w:rsidR="001C0413">
        <w:t xml:space="preserve">, </w:t>
      </w:r>
      <w:r w:rsidRPr="005D5566">
        <w:t>tête nue</w:t>
      </w:r>
      <w:r w:rsidR="001C0413">
        <w:t xml:space="preserve">, </w:t>
      </w:r>
      <w:r w:rsidRPr="005D5566">
        <w:t>pâle</w:t>
      </w:r>
      <w:r w:rsidR="001C0413">
        <w:t xml:space="preserve">, </w:t>
      </w:r>
      <w:r w:rsidRPr="005D5566">
        <w:t>aux sourcils noirs</w:t>
      </w:r>
      <w:r w:rsidR="001C0413">
        <w:t xml:space="preserve">, </w:t>
      </w:r>
      <w:r w:rsidRPr="005D5566">
        <w:t>aux longs cheveux noirs aussi</w:t>
      </w:r>
      <w:r w:rsidR="001C0413">
        <w:t xml:space="preserve">, </w:t>
      </w:r>
      <w:r w:rsidRPr="005D5566">
        <w:t>se plaça près de la fosse</w:t>
      </w:r>
      <w:r w:rsidR="001C0413">
        <w:t xml:space="preserve">. </w:t>
      </w:r>
      <w:r w:rsidRPr="005D5566">
        <w:t>Au même instant résonna la voix enrouée de l</w:t>
      </w:r>
      <w:r w:rsidR="001C0413">
        <w:t>’</w:t>
      </w:r>
      <w:r w:rsidRPr="005D5566">
        <w:t>officier de police</w:t>
      </w:r>
      <w:r w:rsidR="001C0413">
        <w:t>.</w:t>
      </w:r>
    </w:p>
    <w:p w14:paraId="44150A42" w14:textId="77777777" w:rsidR="001C0413" w:rsidRDefault="001C0413" w:rsidP="001C0413">
      <w:r>
        <w:t>— </w:t>
      </w:r>
      <w:r w:rsidR="00530790" w:rsidRPr="005D5566">
        <w:t>Messieurs</w:t>
      </w:r>
      <w:r>
        <w:t> !</w:t>
      </w:r>
    </w:p>
    <w:p w14:paraId="45FBFFBE" w14:textId="77777777" w:rsidR="001C0413" w:rsidRDefault="001C0413" w:rsidP="001C0413">
      <w:r>
        <w:t>— </w:t>
      </w:r>
      <w:r w:rsidR="00530790" w:rsidRPr="005D5566">
        <w:t>Camarades</w:t>
      </w:r>
      <w:r>
        <w:t xml:space="preserve"> ! </w:t>
      </w:r>
      <w:r w:rsidR="00530790" w:rsidRPr="005D5566">
        <w:t>commença le grand jeune homme d</w:t>
      </w:r>
      <w:r>
        <w:t>’</w:t>
      </w:r>
      <w:r w:rsidR="00530790" w:rsidRPr="005D5566">
        <w:t>une voix forte et sonore</w:t>
      </w:r>
      <w:r>
        <w:t>.</w:t>
      </w:r>
    </w:p>
    <w:p w14:paraId="5C2FDD4C" w14:textId="77777777" w:rsidR="001C0413" w:rsidRDefault="001C0413" w:rsidP="001C0413">
      <w:r>
        <w:t>— </w:t>
      </w:r>
      <w:r w:rsidR="00530790" w:rsidRPr="005D5566">
        <w:t>Permettez</w:t>
      </w:r>
      <w:r>
        <w:t xml:space="preserve"> ! </w:t>
      </w:r>
      <w:r w:rsidR="00530790" w:rsidRPr="005D5566">
        <w:t>cria l</w:t>
      </w:r>
      <w:r>
        <w:t>’</w:t>
      </w:r>
      <w:r w:rsidR="00530790" w:rsidRPr="005D5566">
        <w:t>officier</w:t>
      </w:r>
      <w:r>
        <w:t xml:space="preserve">… </w:t>
      </w:r>
      <w:r w:rsidR="00530790" w:rsidRPr="005D5566">
        <w:t>Je vous déclare que je n</w:t>
      </w:r>
      <w:r>
        <w:t>’</w:t>
      </w:r>
      <w:r w:rsidR="00530790" w:rsidRPr="005D5566">
        <w:t>autorise aucun discours</w:t>
      </w:r>
      <w:r>
        <w:t>…</w:t>
      </w:r>
    </w:p>
    <w:p w14:paraId="2A890F7B" w14:textId="77777777" w:rsidR="001C0413" w:rsidRDefault="001C0413" w:rsidP="001C0413">
      <w:r>
        <w:t>— </w:t>
      </w:r>
      <w:r w:rsidR="00530790" w:rsidRPr="005D5566">
        <w:t>Je ne dirai que quelques mots</w:t>
      </w:r>
      <w:r>
        <w:t xml:space="preserve"> ! </w:t>
      </w:r>
      <w:r w:rsidR="00530790" w:rsidRPr="005D5566">
        <w:t>répondit paisiblement le jeune homme</w:t>
      </w:r>
      <w:r>
        <w:t xml:space="preserve"> : </w:t>
      </w:r>
      <w:r w:rsidR="00530790" w:rsidRPr="005D5566">
        <w:t>Camarades</w:t>
      </w:r>
      <w:r>
        <w:t xml:space="preserve"> ! </w:t>
      </w:r>
      <w:r w:rsidR="00530790" w:rsidRPr="005D5566">
        <w:t>Jurons sur la tombe de notre maître et ami</w:t>
      </w:r>
      <w:r>
        <w:t xml:space="preserve">, </w:t>
      </w:r>
      <w:r w:rsidR="00530790" w:rsidRPr="005D5566">
        <w:t>de ne jamais oublier ses enseignements</w:t>
      </w:r>
      <w:r>
        <w:t xml:space="preserve">, </w:t>
      </w:r>
      <w:r w:rsidR="00530790" w:rsidRPr="005D5566">
        <w:t>jurons que chacun de nous travaillera toute sa vie sans se lasser à anéantir la source de tous les maux de notre patrie</w:t>
      </w:r>
      <w:r>
        <w:t xml:space="preserve">, </w:t>
      </w:r>
      <w:r w:rsidR="00530790" w:rsidRPr="005D5566">
        <w:t>la force malfaisante qui l</w:t>
      </w:r>
      <w:r>
        <w:t>’</w:t>
      </w:r>
      <w:r w:rsidR="00530790" w:rsidRPr="005D5566">
        <w:t>oppresse</w:t>
      </w:r>
      <w:r>
        <w:t xml:space="preserve">, </w:t>
      </w:r>
      <w:r w:rsidR="00530790" w:rsidRPr="005D5566">
        <w:t>l</w:t>
      </w:r>
      <w:r>
        <w:t>’</w:t>
      </w:r>
      <w:r w:rsidR="00530790" w:rsidRPr="005D5566">
        <w:t>autocratie</w:t>
      </w:r>
      <w:r>
        <w:t> !</w:t>
      </w:r>
    </w:p>
    <w:p w14:paraId="5DCA38C9" w14:textId="77777777" w:rsidR="001C0413" w:rsidRDefault="001C0413" w:rsidP="001C0413">
      <w:r>
        <w:t>— </w:t>
      </w:r>
      <w:r w:rsidR="00530790" w:rsidRPr="005D5566">
        <w:t>Arrêtez-le</w:t>
      </w:r>
      <w:r>
        <w:t xml:space="preserve"> ! </w:t>
      </w:r>
      <w:r w:rsidR="00530790" w:rsidRPr="005D5566">
        <w:t>cria l</w:t>
      </w:r>
      <w:r>
        <w:t>’</w:t>
      </w:r>
      <w:r w:rsidR="00530790" w:rsidRPr="005D5566">
        <w:t>officier</w:t>
      </w:r>
      <w:r>
        <w:t xml:space="preserve">. </w:t>
      </w:r>
      <w:r w:rsidR="00530790" w:rsidRPr="005D5566">
        <w:t>Mais sa voix fut couverte par une explosion d</w:t>
      </w:r>
      <w:r>
        <w:t>’</w:t>
      </w:r>
      <w:r w:rsidR="00530790" w:rsidRPr="005D5566">
        <w:t>exclamations</w:t>
      </w:r>
      <w:r>
        <w:t> :</w:t>
      </w:r>
    </w:p>
    <w:p w14:paraId="1424BDAA" w14:textId="77777777" w:rsidR="001C0413" w:rsidRDefault="001C0413" w:rsidP="001C0413">
      <w:r>
        <w:t>— </w:t>
      </w:r>
      <w:r w:rsidR="00530790" w:rsidRPr="005D5566">
        <w:t>À bas l</w:t>
      </w:r>
      <w:r>
        <w:t>’</w:t>
      </w:r>
      <w:r w:rsidR="00530790" w:rsidRPr="005D5566">
        <w:t>autocratie</w:t>
      </w:r>
      <w:r>
        <w:t> !…</w:t>
      </w:r>
    </w:p>
    <w:p w14:paraId="14C75BB3" w14:textId="77777777" w:rsidR="001C0413" w:rsidRDefault="00530790" w:rsidP="001C0413">
      <w:r w:rsidRPr="005D5566">
        <w:t>Écartant la foule à grands coups de coude</w:t>
      </w:r>
      <w:r w:rsidR="001C0413">
        <w:t xml:space="preserve">, </w:t>
      </w:r>
      <w:r w:rsidRPr="005D5566">
        <w:t>les agents de police se précipitèrent sur l</w:t>
      </w:r>
      <w:r w:rsidR="001C0413">
        <w:t>’</w:t>
      </w:r>
      <w:r w:rsidRPr="005D5566">
        <w:t>orateur étroitement entouré de toutes parts et qui criait</w:t>
      </w:r>
      <w:r w:rsidR="001C0413">
        <w:t> :</w:t>
      </w:r>
    </w:p>
    <w:p w14:paraId="38F5D478" w14:textId="77777777" w:rsidR="001C0413" w:rsidRDefault="001C0413" w:rsidP="001C0413">
      <w:r>
        <w:t>— </w:t>
      </w:r>
      <w:r w:rsidR="00530790" w:rsidRPr="005D5566">
        <w:t>Vive la liberté</w:t>
      </w:r>
      <w:r>
        <w:t xml:space="preserve"> ! </w:t>
      </w:r>
      <w:r w:rsidR="00530790" w:rsidRPr="005D5566">
        <w:t>Vivons et mourons pour elle</w:t>
      </w:r>
      <w:r>
        <w:t> !</w:t>
      </w:r>
    </w:p>
    <w:p w14:paraId="69E99AD7" w14:textId="77777777" w:rsidR="001C0413" w:rsidRDefault="00530790" w:rsidP="001C0413">
      <w:r w:rsidRPr="005D5566">
        <w:lastRenderedPageBreak/>
        <w:t>La mère fut jetée de côté</w:t>
      </w:r>
      <w:r w:rsidR="001C0413">
        <w:t xml:space="preserve"> ; </w:t>
      </w:r>
      <w:r w:rsidRPr="005D5566">
        <w:t>dans sa terreur</w:t>
      </w:r>
      <w:r w:rsidR="001C0413">
        <w:t xml:space="preserve">, </w:t>
      </w:r>
      <w:r w:rsidRPr="005D5566">
        <w:t>elle se cramponna à une croix et ferma les yeux dans l</w:t>
      </w:r>
      <w:r w:rsidR="001C0413">
        <w:t>’</w:t>
      </w:r>
      <w:r w:rsidRPr="005D5566">
        <w:t>attente du coup</w:t>
      </w:r>
      <w:r w:rsidR="001C0413">
        <w:t xml:space="preserve">. </w:t>
      </w:r>
      <w:r w:rsidRPr="005D5566">
        <w:t>Un tourbillon impétueux de sons discordants l</w:t>
      </w:r>
      <w:r w:rsidR="001C0413">
        <w:t>’</w:t>
      </w:r>
      <w:r w:rsidRPr="005D5566">
        <w:t>assourdit</w:t>
      </w:r>
      <w:r w:rsidR="001C0413">
        <w:t xml:space="preserve"> ; </w:t>
      </w:r>
      <w:r w:rsidRPr="005D5566">
        <w:t>la terre vacilla sous ses pieds</w:t>
      </w:r>
      <w:r w:rsidR="001C0413">
        <w:t xml:space="preserve"> ; </w:t>
      </w:r>
      <w:r w:rsidRPr="005D5566">
        <w:t>le vent et la terreur l</w:t>
      </w:r>
      <w:r w:rsidR="001C0413">
        <w:t>’</w:t>
      </w:r>
      <w:r w:rsidRPr="005D5566">
        <w:t>empêchaient de respirer</w:t>
      </w:r>
      <w:r w:rsidR="001C0413">
        <w:t xml:space="preserve">. </w:t>
      </w:r>
      <w:r w:rsidRPr="005D5566">
        <w:t>L</w:t>
      </w:r>
      <w:r w:rsidR="001C0413">
        <w:t>’</w:t>
      </w:r>
      <w:r w:rsidRPr="005D5566">
        <w:t>air était déchiré par les coups de sifflet des agents de police</w:t>
      </w:r>
      <w:r w:rsidR="001C0413">
        <w:t xml:space="preserve"> ; </w:t>
      </w:r>
      <w:r w:rsidRPr="005D5566">
        <w:t>une rauque voix de commandement retentissait</w:t>
      </w:r>
      <w:r w:rsidR="001C0413">
        <w:t xml:space="preserve"> ; </w:t>
      </w:r>
      <w:r w:rsidRPr="005D5566">
        <w:t>des femmes poussaient des cris hystériques</w:t>
      </w:r>
      <w:r w:rsidR="001C0413">
        <w:t xml:space="preserve"> ; </w:t>
      </w:r>
      <w:r w:rsidRPr="005D5566">
        <w:t>le bois des clôtures craquait</w:t>
      </w:r>
      <w:r w:rsidR="001C0413">
        <w:t xml:space="preserve"> ; </w:t>
      </w:r>
      <w:r w:rsidRPr="005D5566">
        <w:t>le lourd piétinement des gens sur le sol sec résonnait sourdement</w:t>
      </w:r>
      <w:r w:rsidR="001C0413">
        <w:t xml:space="preserve">… </w:t>
      </w:r>
      <w:r w:rsidRPr="005D5566">
        <w:t>Cela dura longtemps</w:t>
      </w:r>
      <w:r w:rsidR="001C0413">
        <w:t xml:space="preserve">. </w:t>
      </w:r>
      <w:r w:rsidRPr="005D5566">
        <w:t>Pélaguée ne pouvait plus tenir ses yeux fermés</w:t>
      </w:r>
      <w:r w:rsidR="001C0413">
        <w:t xml:space="preserve"> ; </w:t>
      </w:r>
      <w:r w:rsidRPr="005D5566">
        <w:t>son épouvante était trop grande</w:t>
      </w:r>
      <w:r w:rsidR="001C0413">
        <w:t xml:space="preserve">… </w:t>
      </w:r>
      <w:r w:rsidRPr="005D5566">
        <w:t>Elle regarda autour d</w:t>
      </w:r>
      <w:r w:rsidR="001C0413">
        <w:t>’</w:t>
      </w:r>
      <w:r w:rsidRPr="005D5566">
        <w:t>elle et</w:t>
      </w:r>
      <w:r w:rsidR="001C0413">
        <w:t xml:space="preserve">, </w:t>
      </w:r>
      <w:r w:rsidRPr="005D5566">
        <w:t>avec une exclamation</w:t>
      </w:r>
      <w:r w:rsidR="001C0413">
        <w:t xml:space="preserve">, </w:t>
      </w:r>
      <w:r w:rsidRPr="005D5566">
        <w:t>elle se mit à courir</w:t>
      </w:r>
      <w:r w:rsidR="001C0413">
        <w:t xml:space="preserve">, </w:t>
      </w:r>
      <w:r w:rsidRPr="005D5566">
        <w:t>les bras tendus</w:t>
      </w:r>
      <w:r w:rsidR="001C0413">
        <w:t xml:space="preserve">. </w:t>
      </w:r>
      <w:r w:rsidRPr="005D5566">
        <w:t>Non loin de là</w:t>
      </w:r>
      <w:r w:rsidR="001C0413">
        <w:t xml:space="preserve">, </w:t>
      </w:r>
      <w:r w:rsidRPr="005D5566">
        <w:t>dans un étroit sentier</w:t>
      </w:r>
      <w:r w:rsidR="001C0413">
        <w:t xml:space="preserve">, </w:t>
      </w:r>
      <w:r w:rsidRPr="005D5566">
        <w:t>entre les tombes</w:t>
      </w:r>
      <w:r w:rsidR="001C0413">
        <w:t xml:space="preserve">, </w:t>
      </w:r>
      <w:r w:rsidRPr="005D5566">
        <w:t>les agents de police</w:t>
      </w:r>
      <w:r w:rsidR="001C0413">
        <w:t xml:space="preserve">, </w:t>
      </w:r>
      <w:r w:rsidRPr="005D5566">
        <w:t>cernant le grand jeune homme</w:t>
      </w:r>
      <w:r w:rsidR="001C0413">
        <w:t xml:space="preserve">, </w:t>
      </w:r>
      <w:r w:rsidRPr="005D5566">
        <w:t>se défendaient contre la foule qui les attaquait</w:t>
      </w:r>
      <w:r w:rsidR="001C0413">
        <w:t xml:space="preserve">. </w:t>
      </w:r>
      <w:r w:rsidRPr="005D5566">
        <w:t>Les lames nues étincelaient en l</w:t>
      </w:r>
      <w:r w:rsidR="001C0413">
        <w:t>’</w:t>
      </w:r>
      <w:r w:rsidRPr="005D5566">
        <w:t>air avec un éclat blanc et froid</w:t>
      </w:r>
      <w:r w:rsidR="001C0413">
        <w:t xml:space="preserve"> ; </w:t>
      </w:r>
      <w:r w:rsidRPr="005D5566">
        <w:t>elles s</w:t>
      </w:r>
      <w:r w:rsidR="001C0413">
        <w:t>’</w:t>
      </w:r>
      <w:r w:rsidRPr="005D5566">
        <w:t>élevaient au-dessus des têtes et s</w:t>
      </w:r>
      <w:r w:rsidR="001C0413">
        <w:t>’</w:t>
      </w:r>
      <w:r w:rsidRPr="005D5566">
        <w:t>abaissaient rapidement</w:t>
      </w:r>
      <w:r w:rsidR="001C0413">
        <w:t xml:space="preserve">. </w:t>
      </w:r>
      <w:r w:rsidRPr="005D5566">
        <w:t>Des cannes</w:t>
      </w:r>
      <w:r w:rsidR="001C0413">
        <w:t xml:space="preserve">, </w:t>
      </w:r>
      <w:r w:rsidRPr="005D5566">
        <w:t>des débris de palissade se montraient et disparaissaient</w:t>
      </w:r>
      <w:r w:rsidR="001C0413">
        <w:t xml:space="preserve"> ; </w:t>
      </w:r>
      <w:r w:rsidRPr="005D5566">
        <w:t>en un tourbillon sauvage les cris de la foule ameutée s</w:t>
      </w:r>
      <w:r w:rsidR="001C0413">
        <w:t>’</w:t>
      </w:r>
      <w:r w:rsidRPr="005D5566">
        <w:t>entrecroisaient</w:t>
      </w:r>
      <w:r w:rsidR="001C0413">
        <w:t xml:space="preserve"> ; </w:t>
      </w:r>
      <w:r w:rsidRPr="005D5566">
        <w:t>on apercevait de temps en temps le visage pâle du grand jeune homme</w:t>
      </w:r>
      <w:r w:rsidR="001C0413">
        <w:t xml:space="preserve"> ; </w:t>
      </w:r>
      <w:r w:rsidRPr="005D5566">
        <w:t>sa voix</w:t>
      </w:r>
      <w:r w:rsidR="001C0413">
        <w:t xml:space="preserve">, </w:t>
      </w:r>
      <w:r w:rsidRPr="005D5566">
        <w:t>forte grondait au-dessus de la tempête des colères</w:t>
      </w:r>
      <w:r w:rsidR="001C0413">
        <w:t> :</w:t>
      </w:r>
    </w:p>
    <w:p w14:paraId="34DDF6CA" w14:textId="77777777" w:rsidR="001C0413" w:rsidRDefault="001C0413" w:rsidP="001C0413">
      <w:r>
        <w:t>— </w:t>
      </w:r>
      <w:r w:rsidR="00530790" w:rsidRPr="005D5566">
        <w:t>Camarades</w:t>
      </w:r>
      <w:r>
        <w:t xml:space="preserve"> ! </w:t>
      </w:r>
      <w:r w:rsidR="00530790" w:rsidRPr="005D5566">
        <w:t>Pourquoi vous sacrifiez-vous en vain</w:t>
      </w:r>
      <w:r>
        <w:t> ?</w:t>
      </w:r>
    </w:p>
    <w:p w14:paraId="4738B3AD" w14:textId="77777777" w:rsidR="001C0413" w:rsidRDefault="00530790" w:rsidP="001C0413">
      <w:r w:rsidRPr="005D5566">
        <w:t>On lui obéit</w:t>
      </w:r>
      <w:r w:rsidR="001C0413">
        <w:t xml:space="preserve">. </w:t>
      </w:r>
      <w:r w:rsidRPr="005D5566">
        <w:t>Lançant au loin leurs gourdins</w:t>
      </w:r>
      <w:r w:rsidR="001C0413">
        <w:t xml:space="preserve">, </w:t>
      </w:r>
      <w:r w:rsidRPr="005D5566">
        <w:t>les gens s</w:t>
      </w:r>
      <w:r w:rsidR="001C0413">
        <w:t>’</w:t>
      </w:r>
      <w:r w:rsidRPr="005D5566">
        <w:t>écartèrent les uns après les autres</w:t>
      </w:r>
      <w:r w:rsidR="001C0413">
        <w:t xml:space="preserve"> ; </w:t>
      </w:r>
      <w:r w:rsidRPr="005D5566">
        <w:t>la mère marchait toujours en avant</w:t>
      </w:r>
      <w:r w:rsidR="001C0413">
        <w:t xml:space="preserve">, </w:t>
      </w:r>
      <w:r w:rsidRPr="005D5566">
        <w:t>entraînée par une force invincible</w:t>
      </w:r>
      <w:r w:rsidR="001C0413">
        <w:t xml:space="preserve">. </w:t>
      </w:r>
      <w:r w:rsidRPr="005D5566">
        <w:t>Elle vit Nicolas</w:t>
      </w:r>
      <w:r w:rsidR="001C0413">
        <w:t xml:space="preserve">, </w:t>
      </w:r>
      <w:r w:rsidRPr="005D5566">
        <w:t>le chapeau sur la nuque</w:t>
      </w:r>
      <w:r w:rsidR="001C0413">
        <w:t xml:space="preserve">, </w:t>
      </w:r>
      <w:r w:rsidRPr="005D5566">
        <w:t>repousser les manifestants ivres de colère</w:t>
      </w:r>
      <w:r w:rsidR="001C0413">
        <w:t xml:space="preserve"> ; </w:t>
      </w:r>
      <w:r w:rsidRPr="005D5566">
        <w:t>elle l</w:t>
      </w:r>
      <w:r w:rsidR="001C0413">
        <w:t>’</w:t>
      </w:r>
      <w:r w:rsidRPr="005D5566">
        <w:t>entendit leur faire des reproches</w:t>
      </w:r>
      <w:r w:rsidR="001C0413">
        <w:t>.</w:t>
      </w:r>
    </w:p>
    <w:p w14:paraId="10DC0D20" w14:textId="77777777" w:rsidR="001C0413" w:rsidRDefault="001C0413" w:rsidP="001C0413">
      <w:r>
        <w:t>— </w:t>
      </w:r>
      <w:r w:rsidR="00530790" w:rsidRPr="005D5566">
        <w:t>Vous êtes devenus fous</w:t>
      </w:r>
      <w:r>
        <w:t xml:space="preserve"> !… </w:t>
      </w:r>
      <w:r w:rsidR="00530790" w:rsidRPr="005D5566">
        <w:t>Mais calmez-vous donc</w:t>
      </w:r>
      <w:r>
        <w:t> !</w:t>
      </w:r>
    </w:p>
    <w:p w14:paraId="717F2E44" w14:textId="77777777" w:rsidR="001C0413" w:rsidRDefault="00530790" w:rsidP="001C0413">
      <w:r w:rsidRPr="005D5566">
        <w:t>Il lui sembla qu</w:t>
      </w:r>
      <w:r w:rsidR="001C0413">
        <w:t>’</w:t>
      </w:r>
      <w:r w:rsidRPr="005D5566">
        <w:t>il avait une main toute rouge</w:t>
      </w:r>
      <w:r w:rsidR="001C0413">
        <w:t>.</w:t>
      </w:r>
    </w:p>
    <w:p w14:paraId="35D837B0" w14:textId="77777777" w:rsidR="001C0413" w:rsidRDefault="001C0413" w:rsidP="001C0413">
      <w:r>
        <w:lastRenderedPageBreak/>
        <w:t>— </w:t>
      </w:r>
      <w:r w:rsidR="00530790" w:rsidRPr="005D5566">
        <w:t>Allez-vous-en</w:t>
      </w:r>
      <w:r>
        <w:t xml:space="preserve">, </w:t>
      </w:r>
      <w:r w:rsidR="00530790" w:rsidRPr="005D5566">
        <w:t>Nicolas</w:t>
      </w:r>
      <w:r>
        <w:t xml:space="preserve"> ! </w:t>
      </w:r>
      <w:r w:rsidR="00530790" w:rsidRPr="005D5566">
        <w:t>cria-t-elle en s</w:t>
      </w:r>
      <w:r>
        <w:t>’</w:t>
      </w:r>
      <w:r w:rsidR="00530790" w:rsidRPr="005D5566">
        <w:t>élançant vers lui</w:t>
      </w:r>
      <w:r>
        <w:t>.</w:t>
      </w:r>
    </w:p>
    <w:p w14:paraId="385BC934" w14:textId="77777777" w:rsidR="001C0413" w:rsidRDefault="001C0413" w:rsidP="001C0413">
      <w:r>
        <w:t>— </w:t>
      </w:r>
      <w:r w:rsidR="00530790" w:rsidRPr="005D5566">
        <w:t>Où courez-vous</w:t>
      </w:r>
      <w:r>
        <w:t xml:space="preserve"> ? </w:t>
      </w:r>
      <w:r w:rsidR="00530790" w:rsidRPr="005D5566">
        <w:t>Vous allez recevoir des coups</w:t>
      </w:r>
      <w:r>
        <w:t>.</w:t>
      </w:r>
    </w:p>
    <w:p w14:paraId="7A23375F" w14:textId="77777777" w:rsidR="001C0413" w:rsidRDefault="00530790" w:rsidP="001C0413">
      <w:r w:rsidRPr="005D5566">
        <w:t>À côté d</w:t>
      </w:r>
      <w:r w:rsidR="001C0413">
        <w:t>’</w:t>
      </w:r>
      <w:r w:rsidRPr="005D5566">
        <w:t>elle</w:t>
      </w:r>
      <w:r w:rsidR="001C0413">
        <w:t xml:space="preserve">, </w:t>
      </w:r>
      <w:r w:rsidRPr="005D5566">
        <w:t>la prenant par l</w:t>
      </w:r>
      <w:r w:rsidR="001C0413">
        <w:t>’</w:t>
      </w:r>
      <w:r w:rsidRPr="005D5566">
        <w:t>épaule</w:t>
      </w:r>
      <w:r w:rsidR="001C0413">
        <w:t xml:space="preserve">, </w:t>
      </w:r>
      <w:r w:rsidRPr="005D5566">
        <w:t>elle aperçut Sophie</w:t>
      </w:r>
      <w:r w:rsidR="001C0413">
        <w:t xml:space="preserve">, </w:t>
      </w:r>
      <w:r w:rsidRPr="005D5566">
        <w:t>nu-tête</w:t>
      </w:r>
      <w:r w:rsidR="001C0413">
        <w:t xml:space="preserve">, </w:t>
      </w:r>
      <w:r w:rsidRPr="005D5566">
        <w:t>les cheveux épars</w:t>
      </w:r>
      <w:r w:rsidR="001C0413">
        <w:t xml:space="preserve">, </w:t>
      </w:r>
      <w:r w:rsidRPr="005D5566">
        <w:t>soutenant un jeune homme</w:t>
      </w:r>
      <w:r w:rsidR="001C0413">
        <w:t xml:space="preserve">, </w:t>
      </w:r>
      <w:r w:rsidRPr="005D5566">
        <w:t>un enfant presque</w:t>
      </w:r>
      <w:r w:rsidR="001C0413">
        <w:t xml:space="preserve">, </w:t>
      </w:r>
      <w:r w:rsidRPr="005D5566">
        <w:t>qui essuyait de la main son visage tuméfié et chuchotait de ses lèvres tremblantes</w:t>
      </w:r>
      <w:r w:rsidR="001C0413">
        <w:t> :</w:t>
      </w:r>
    </w:p>
    <w:p w14:paraId="6E80CA6D" w14:textId="77777777" w:rsidR="001C0413" w:rsidRDefault="001C0413" w:rsidP="001C0413">
      <w:r>
        <w:t>— </w:t>
      </w:r>
      <w:r w:rsidR="00530790" w:rsidRPr="005D5566">
        <w:t>Laissez-moi</w:t>
      </w:r>
      <w:r>
        <w:t xml:space="preserve">… </w:t>
      </w:r>
      <w:r w:rsidR="00530790" w:rsidRPr="005D5566">
        <w:t>ce n</w:t>
      </w:r>
      <w:r>
        <w:t>’</w:t>
      </w:r>
      <w:r w:rsidR="00530790" w:rsidRPr="005D5566">
        <w:t>est rien</w:t>
      </w:r>
      <w:r>
        <w:t> !</w:t>
      </w:r>
    </w:p>
    <w:p w14:paraId="5DAF256C" w14:textId="77777777" w:rsidR="001C0413" w:rsidRDefault="001C0413" w:rsidP="001C0413">
      <w:r>
        <w:t>— </w:t>
      </w:r>
      <w:r w:rsidR="00530790" w:rsidRPr="005D5566">
        <w:t>Occupez-vous de lui</w:t>
      </w:r>
      <w:r>
        <w:t xml:space="preserve">… </w:t>
      </w:r>
      <w:r w:rsidR="00530790" w:rsidRPr="005D5566">
        <w:t>conduisez-le à la maison</w:t>
      </w:r>
      <w:r>
        <w:t xml:space="preserve">, </w:t>
      </w:r>
      <w:r w:rsidR="00530790" w:rsidRPr="005D5566">
        <w:t>chez nous</w:t>
      </w:r>
      <w:r>
        <w:t xml:space="preserve">… </w:t>
      </w:r>
      <w:r w:rsidR="00530790" w:rsidRPr="005D5566">
        <w:t>Voilà un mouchoir</w:t>
      </w:r>
      <w:r>
        <w:t xml:space="preserve">… </w:t>
      </w:r>
      <w:r w:rsidR="00530790" w:rsidRPr="005D5566">
        <w:t>Bandez-lui la figure</w:t>
      </w:r>
      <w:r>
        <w:t xml:space="preserve"> ! </w:t>
      </w:r>
      <w:r w:rsidR="00530790" w:rsidRPr="005D5566">
        <w:t>dit vivement Sophie</w:t>
      </w:r>
      <w:r>
        <w:t>.</w:t>
      </w:r>
    </w:p>
    <w:p w14:paraId="3E6A7E2F" w14:textId="77777777" w:rsidR="001C0413" w:rsidRDefault="00530790" w:rsidP="001C0413">
      <w:r w:rsidRPr="005D5566">
        <w:t>Et mettant la main du jeune homme dans celle de la mère</w:t>
      </w:r>
      <w:r w:rsidR="001C0413">
        <w:t xml:space="preserve">, </w:t>
      </w:r>
      <w:r w:rsidRPr="005D5566">
        <w:t>elle s</w:t>
      </w:r>
      <w:r w:rsidR="001C0413">
        <w:t>’</w:t>
      </w:r>
      <w:r w:rsidRPr="005D5566">
        <w:t>enfuit avec un dernier conseil</w:t>
      </w:r>
      <w:r w:rsidR="001C0413">
        <w:t> :</w:t>
      </w:r>
    </w:p>
    <w:p w14:paraId="066C15A0" w14:textId="77777777" w:rsidR="001C0413" w:rsidRDefault="001C0413" w:rsidP="001C0413">
      <w:r>
        <w:t>— </w:t>
      </w:r>
      <w:r w:rsidR="00530790" w:rsidRPr="005D5566">
        <w:t>Partez vite</w:t>
      </w:r>
      <w:r>
        <w:t xml:space="preserve"> !… </w:t>
      </w:r>
      <w:r w:rsidR="00530790" w:rsidRPr="005D5566">
        <w:t>sinon vous serez arrêtés</w:t>
      </w:r>
      <w:r>
        <w:t>.</w:t>
      </w:r>
    </w:p>
    <w:p w14:paraId="6ADB579B" w14:textId="77777777" w:rsidR="001C0413" w:rsidRDefault="00530790" w:rsidP="001C0413">
      <w:r w:rsidRPr="005D5566">
        <w:t>Les manifestants sortaient du cimetière par toutes les issues</w:t>
      </w:r>
      <w:r w:rsidR="001C0413">
        <w:t xml:space="preserve"> ; </w:t>
      </w:r>
      <w:r w:rsidRPr="005D5566">
        <w:t>derrière eux</w:t>
      </w:r>
      <w:r w:rsidR="001C0413">
        <w:t xml:space="preserve">, </w:t>
      </w:r>
      <w:r w:rsidRPr="005D5566">
        <w:t>les agents de police marchaient pesamment entre les tombes</w:t>
      </w:r>
      <w:r w:rsidR="001C0413">
        <w:t xml:space="preserve"> ; </w:t>
      </w:r>
      <w:r w:rsidRPr="005D5566">
        <w:t>s</w:t>
      </w:r>
      <w:r w:rsidR="001C0413">
        <w:t>’</w:t>
      </w:r>
      <w:r w:rsidRPr="005D5566">
        <w:t>embarrassant dans les pans de leur capote</w:t>
      </w:r>
      <w:r w:rsidR="001C0413">
        <w:t xml:space="preserve">, </w:t>
      </w:r>
      <w:r w:rsidRPr="005D5566">
        <w:t>ils juraient et brandissaient leurs sabres</w:t>
      </w:r>
      <w:r w:rsidR="001C0413">
        <w:t xml:space="preserve">. </w:t>
      </w:r>
      <w:r w:rsidRPr="005D5566">
        <w:t>Le jeune homme les suivait des yeux</w:t>
      </w:r>
      <w:r w:rsidR="001C0413">
        <w:t>.</w:t>
      </w:r>
    </w:p>
    <w:p w14:paraId="1463AAD8" w14:textId="77777777" w:rsidR="001C0413" w:rsidRDefault="001C0413" w:rsidP="001C0413">
      <w:r>
        <w:t>— </w:t>
      </w:r>
      <w:r w:rsidR="00530790" w:rsidRPr="005D5566">
        <w:t>Allons vite</w:t>
      </w:r>
      <w:r>
        <w:t xml:space="preserve"> ! </w:t>
      </w:r>
      <w:r w:rsidR="00530790" w:rsidRPr="005D5566">
        <w:t>dit doucement la mère</w:t>
      </w:r>
      <w:r>
        <w:t xml:space="preserve">, </w:t>
      </w:r>
      <w:r w:rsidR="00530790" w:rsidRPr="005D5566">
        <w:t>et elle lui essuya le visage</w:t>
      </w:r>
      <w:r>
        <w:t>…</w:t>
      </w:r>
    </w:p>
    <w:p w14:paraId="170F85A4" w14:textId="77777777" w:rsidR="001C0413" w:rsidRDefault="00530790" w:rsidP="001C0413">
      <w:r w:rsidRPr="005D5566">
        <w:t>Il cracha du sang en marmottant</w:t>
      </w:r>
      <w:r w:rsidR="001C0413">
        <w:t> :</w:t>
      </w:r>
    </w:p>
    <w:p w14:paraId="4E6F8122" w14:textId="77777777" w:rsidR="001C0413" w:rsidRDefault="001C0413" w:rsidP="001C0413">
      <w:r>
        <w:t>— </w:t>
      </w:r>
      <w:r w:rsidR="00530790" w:rsidRPr="005D5566">
        <w:t>Ne vous inquiétez pas</w:t>
      </w:r>
      <w:r>
        <w:t xml:space="preserve">… </w:t>
      </w:r>
      <w:r w:rsidR="00530790" w:rsidRPr="005D5566">
        <w:t>je ne souffre pas</w:t>
      </w:r>
      <w:r>
        <w:t xml:space="preserve">… </w:t>
      </w:r>
      <w:r w:rsidR="00530790" w:rsidRPr="005D5566">
        <w:t>Il m</w:t>
      </w:r>
      <w:r>
        <w:t>’</w:t>
      </w:r>
      <w:r w:rsidR="00530790" w:rsidRPr="005D5566">
        <w:t>a frappé avec la poignée de son sabre</w:t>
      </w:r>
      <w:r>
        <w:rPr>
          <w:rFonts w:eastAsia="Georgia" w:cs="Georgia"/>
        </w:rPr>
        <w:t xml:space="preserve">… </w:t>
      </w:r>
      <w:r w:rsidR="00530790" w:rsidRPr="005D5566">
        <w:t>sur la figure et sur la tête</w:t>
      </w:r>
      <w:r>
        <w:t xml:space="preserve">… </w:t>
      </w:r>
      <w:r w:rsidR="00530790" w:rsidRPr="005D5566">
        <w:t>Et moi</w:t>
      </w:r>
      <w:r>
        <w:t xml:space="preserve">, </w:t>
      </w:r>
      <w:r w:rsidR="00530790" w:rsidRPr="005D5566">
        <w:t>je lui ai donné avec mon bâton</w:t>
      </w:r>
      <w:r>
        <w:t xml:space="preserve">… </w:t>
      </w:r>
      <w:r w:rsidR="00530790" w:rsidRPr="005D5566">
        <w:t>une fameuse volée</w:t>
      </w:r>
      <w:r>
        <w:t xml:space="preserve">… </w:t>
      </w:r>
      <w:r w:rsidR="00530790" w:rsidRPr="005D5566">
        <w:t>il a hurlé</w:t>
      </w:r>
      <w:r>
        <w:t> !</w:t>
      </w:r>
    </w:p>
    <w:p w14:paraId="41A49898" w14:textId="77777777" w:rsidR="001C0413" w:rsidRDefault="001C0413" w:rsidP="001C0413">
      <w:r>
        <w:lastRenderedPageBreak/>
        <w:t>— </w:t>
      </w:r>
      <w:r w:rsidR="00530790" w:rsidRPr="005D5566">
        <w:t>Vite</w:t>
      </w:r>
      <w:r>
        <w:t xml:space="preserve"> ! </w:t>
      </w:r>
      <w:r w:rsidR="00530790" w:rsidRPr="005D5566">
        <w:t>disait la mère</w:t>
      </w:r>
      <w:r>
        <w:t xml:space="preserve">, </w:t>
      </w:r>
      <w:r w:rsidR="00530790" w:rsidRPr="005D5566">
        <w:t>se dirigeant rapidement vers un petit guichet pratiqué dans la clôture du cimetière</w:t>
      </w:r>
      <w:r>
        <w:t xml:space="preserve">. </w:t>
      </w:r>
      <w:r w:rsidR="00530790" w:rsidRPr="005D5566">
        <w:t>Il semblait à Pélaguée que deux agents les attendaient derrière le mur</w:t>
      </w:r>
      <w:r>
        <w:t xml:space="preserve">, </w:t>
      </w:r>
      <w:r w:rsidR="00530790" w:rsidRPr="005D5566">
        <w:t>dissimulés dans les champs</w:t>
      </w:r>
      <w:r>
        <w:t xml:space="preserve">, </w:t>
      </w:r>
      <w:r w:rsidR="00530790" w:rsidRPr="005D5566">
        <w:t>et que dès qu</w:t>
      </w:r>
      <w:r>
        <w:t>’</w:t>
      </w:r>
      <w:r w:rsidR="00530790" w:rsidRPr="005D5566">
        <w:t>on les apercevrait</w:t>
      </w:r>
      <w:r>
        <w:t xml:space="preserve">, </w:t>
      </w:r>
      <w:r w:rsidR="00530790" w:rsidRPr="005D5566">
        <w:t>son compagnon et elle</w:t>
      </w:r>
      <w:r>
        <w:t xml:space="preserve">, </w:t>
      </w:r>
      <w:r w:rsidR="00530790" w:rsidRPr="005D5566">
        <w:t>ils se précipiteraient sur eux pour les frapper</w:t>
      </w:r>
      <w:r>
        <w:t xml:space="preserve">. </w:t>
      </w:r>
      <w:r w:rsidR="00530790" w:rsidRPr="005D5566">
        <w:t>Mais lorsque</w:t>
      </w:r>
      <w:r>
        <w:t xml:space="preserve">, </w:t>
      </w:r>
      <w:r w:rsidR="00530790" w:rsidRPr="005D5566">
        <w:t>après avoir ouvert la petite porte avec précaution</w:t>
      </w:r>
      <w:r>
        <w:t xml:space="preserve">, </w:t>
      </w:r>
      <w:r w:rsidR="00530790" w:rsidRPr="005D5566">
        <w:t>elle regarda la campagne toute revêtue du gris tissu du crépuscule automnal</w:t>
      </w:r>
      <w:r>
        <w:t xml:space="preserve">, </w:t>
      </w:r>
      <w:r w:rsidR="00530790" w:rsidRPr="005D5566">
        <w:t>le silence et la solitude qui y régnaient la calmèrent du coup</w:t>
      </w:r>
      <w:r>
        <w:t>.</w:t>
      </w:r>
    </w:p>
    <w:p w14:paraId="3600F5A4" w14:textId="77777777" w:rsidR="001C0413" w:rsidRDefault="001C0413" w:rsidP="001C0413">
      <w:r>
        <w:t>— </w:t>
      </w:r>
      <w:r w:rsidR="00530790" w:rsidRPr="005D5566">
        <w:t>Attendez</w:t>
      </w:r>
      <w:r>
        <w:t xml:space="preserve"> ! </w:t>
      </w:r>
      <w:r w:rsidR="00530790" w:rsidRPr="005D5566">
        <w:t>je vais vous bander le visage</w:t>
      </w:r>
      <w:r>
        <w:t xml:space="preserve">, </w:t>
      </w:r>
      <w:r w:rsidR="00530790" w:rsidRPr="005D5566">
        <w:t>proposa-t-elle</w:t>
      </w:r>
      <w:r>
        <w:t>.</w:t>
      </w:r>
    </w:p>
    <w:p w14:paraId="6BD2988F" w14:textId="77777777" w:rsidR="001C0413" w:rsidRDefault="001C0413" w:rsidP="001C0413">
      <w:r>
        <w:t>— </w:t>
      </w:r>
      <w:r w:rsidR="00530790" w:rsidRPr="005D5566">
        <w:t>Mais non</w:t>
      </w:r>
      <w:r>
        <w:t xml:space="preserve">, </w:t>
      </w:r>
      <w:r w:rsidR="00530790" w:rsidRPr="005D5566">
        <w:t>je n</w:t>
      </w:r>
      <w:r>
        <w:t>’</w:t>
      </w:r>
      <w:r w:rsidR="00530790" w:rsidRPr="005D5566">
        <w:t>ai pas honte de mes blessures</w:t>
      </w:r>
      <w:r>
        <w:t> !</w:t>
      </w:r>
    </w:p>
    <w:p w14:paraId="1B748F32" w14:textId="77777777" w:rsidR="001C0413" w:rsidRDefault="00530790" w:rsidP="001C0413">
      <w:r w:rsidRPr="005D5566">
        <w:t>La mère pansa rapidement les plaies</w:t>
      </w:r>
      <w:r w:rsidR="001C0413">
        <w:t xml:space="preserve"> ; </w:t>
      </w:r>
      <w:r w:rsidRPr="005D5566">
        <w:t>la vue du sang frais et vermeil la remplissait de pitié</w:t>
      </w:r>
      <w:r w:rsidR="001C0413">
        <w:t xml:space="preserve"> ; </w:t>
      </w:r>
      <w:r w:rsidRPr="005D5566">
        <w:t>quand ses doigts en sentirent la chaude moiteur</w:t>
      </w:r>
      <w:r w:rsidR="001C0413">
        <w:t xml:space="preserve">, </w:t>
      </w:r>
      <w:r w:rsidRPr="005D5566">
        <w:t>un frisson de terreur la secoua</w:t>
      </w:r>
      <w:r w:rsidR="001C0413">
        <w:t xml:space="preserve">. </w:t>
      </w:r>
      <w:r w:rsidRPr="005D5566">
        <w:t>Puis elle conduisit le blessé à travers champs</w:t>
      </w:r>
      <w:r w:rsidR="001C0413">
        <w:t xml:space="preserve">, </w:t>
      </w:r>
      <w:r w:rsidRPr="005D5566">
        <w:t>sans mot dire</w:t>
      </w:r>
      <w:r w:rsidR="001C0413">
        <w:t xml:space="preserve">, </w:t>
      </w:r>
      <w:r w:rsidRPr="005D5566">
        <w:t>en le tenant par le bras</w:t>
      </w:r>
      <w:r w:rsidR="001C0413">
        <w:t xml:space="preserve">. </w:t>
      </w:r>
      <w:r w:rsidRPr="005D5566">
        <w:t>Il dégagea sa bouche du bandeau et dit avec un sourire dans la voix</w:t>
      </w:r>
      <w:r w:rsidR="001C0413">
        <w:t> :</w:t>
      </w:r>
    </w:p>
    <w:p w14:paraId="40C0F7C1" w14:textId="77777777" w:rsidR="001C0413" w:rsidRDefault="001C0413" w:rsidP="001C0413">
      <w:r>
        <w:t>— </w:t>
      </w:r>
      <w:r w:rsidR="00530790" w:rsidRPr="005D5566">
        <w:t>Pourquoi me traînez-vous</w:t>
      </w:r>
      <w:r>
        <w:t xml:space="preserve">, </w:t>
      </w:r>
      <w:r w:rsidR="00530790" w:rsidRPr="005D5566">
        <w:t>camarade</w:t>
      </w:r>
      <w:r>
        <w:t xml:space="preserve"> ? </w:t>
      </w:r>
      <w:r w:rsidR="00530790" w:rsidRPr="005D5566">
        <w:t>Je puis bien marcher seul</w:t>
      </w:r>
      <w:r>
        <w:t>…</w:t>
      </w:r>
    </w:p>
    <w:p w14:paraId="446D3752" w14:textId="77777777" w:rsidR="001C0413" w:rsidRDefault="00530790" w:rsidP="001C0413">
      <w:r w:rsidRPr="005D5566">
        <w:t>Mais la mère sentait qu</w:t>
      </w:r>
      <w:r w:rsidR="001C0413">
        <w:t>’</w:t>
      </w:r>
      <w:r w:rsidRPr="005D5566">
        <w:t>il chancelait</w:t>
      </w:r>
      <w:r w:rsidR="001C0413">
        <w:t xml:space="preserve">, </w:t>
      </w:r>
      <w:r w:rsidRPr="005D5566">
        <w:t>que ses pieds vacillaient</w:t>
      </w:r>
      <w:r w:rsidR="001C0413">
        <w:t xml:space="preserve">. </w:t>
      </w:r>
      <w:r w:rsidRPr="005D5566">
        <w:t>D</w:t>
      </w:r>
      <w:r w:rsidR="001C0413">
        <w:t>’</w:t>
      </w:r>
      <w:r w:rsidRPr="005D5566">
        <w:t>une voix faiblissante</w:t>
      </w:r>
      <w:r w:rsidR="001C0413">
        <w:t xml:space="preserve">, </w:t>
      </w:r>
      <w:r w:rsidRPr="005D5566">
        <w:t>il lui parlait</w:t>
      </w:r>
      <w:r w:rsidR="001C0413">
        <w:t xml:space="preserve">, </w:t>
      </w:r>
      <w:r w:rsidRPr="005D5566">
        <w:t>la questionnait sans attendre ses réponses</w:t>
      </w:r>
      <w:r w:rsidR="001C0413">
        <w:t> :</w:t>
      </w:r>
    </w:p>
    <w:p w14:paraId="1202019B" w14:textId="77777777" w:rsidR="001C0413" w:rsidRDefault="001C0413" w:rsidP="001C0413">
      <w:r>
        <w:t>— </w:t>
      </w:r>
      <w:r w:rsidR="00530790" w:rsidRPr="005D5566">
        <w:t>Je m</w:t>
      </w:r>
      <w:r>
        <w:t>’</w:t>
      </w:r>
      <w:r w:rsidR="00530790" w:rsidRPr="005D5566">
        <w:t>appelle Ivan</w:t>
      </w:r>
      <w:r>
        <w:t xml:space="preserve">, </w:t>
      </w:r>
      <w:r w:rsidR="00530790" w:rsidRPr="005D5566">
        <w:t>je suis ferblantier</w:t>
      </w:r>
      <w:r>
        <w:t xml:space="preserve">… </w:t>
      </w:r>
      <w:r w:rsidR="00530790" w:rsidRPr="005D5566">
        <w:t>et vous</w:t>
      </w:r>
      <w:r>
        <w:t xml:space="preserve">… </w:t>
      </w:r>
      <w:r w:rsidR="00530790" w:rsidRPr="005D5566">
        <w:t>qui êtes-vous</w:t>
      </w:r>
      <w:r>
        <w:t xml:space="preserve"> ? </w:t>
      </w:r>
      <w:r w:rsidR="00530790" w:rsidRPr="005D5566">
        <w:t>Nous étions trois dans le cercle de Iégor</w:t>
      </w:r>
      <w:r>
        <w:t xml:space="preserve">… </w:t>
      </w:r>
      <w:r w:rsidR="00530790" w:rsidRPr="005D5566">
        <w:t>trois ferblantiers</w:t>
      </w:r>
      <w:r>
        <w:t xml:space="preserve"> ; </w:t>
      </w:r>
      <w:r w:rsidR="00530790" w:rsidRPr="005D5566">
        <w:t>en tout</w:t>
      </w:r>
      <w:r>
        <w:t xml:space="preserve">, </w:t>
      </w:r>
      <w:r w:rsidR="00530790" w:rsidRPr="005D5566">
        <w:t>nous étions onze</w:t>
      </w:r>
      <w:r>
        <w:t xml:space="preserve"> ! </w:t>
      </w:r>
      <w:r w:rsidR="00530790" w:rsidRPr="005D5566">
        <w:t>Nous l</w:t>
      </w:r>
      <w:r>
        <w:t>’</w:t>
      </w:r>
      <w:r w:rsidR="00530790" w:rsidRPr="005D5566">
        <w:t>aimions beaucoup</w:t>
      </w:r>
      <w:r>
        <w:t>…</w:t>
      </w:r>
    </w:p>
    <w:p w14:paraId="28BBBDF2" w14:textId="77777777" w:rsidR="001C0413" w:rsidRDefault="00530790" w:rsidP="001C0413">
      <w:r w:rsidRPr="005D5566">
        <w:t>Dans une rue</w:t>
      </w:r>
      <w:r w:rsidR="001C0413">
        <w:t xml:space="preserve">, </w:t>
      </w:r>
      <w:r w:rsidRPr="005D5566">
        <w:t>la mère prit un fiacre</w:t>
      </w:r>
      <w:r w:rsidR="001C0413">
        <w:t xml:space="preserve">, </w:t>
      </w:r>
      <w:r w:rsidRPr="005D5566">
        <w:t>y fit monter Ivan et chuchota</w:t>
      </w:r>
      <w:r w:rsidR="001C0413">
        <w:t> :</w:t>
      </w:r>
    </w:p>
    <w:p w14:paraId="5B6E57C1" w14:textId="77777777" w:rsidR="001C0413" w:rsidRDefault="001C0413" w:rsidP="001C0413">
      <w:r>
        <w:lastRenderedPageBreak/>
        <w:t>— </w:t>
      </w:r>
      <w:r w:rsidR="00530790" w:rsidRPr="005D5566">
        <w:t>Taisez-vous</w:t>
      </w:r>
      <w:r>
        <w:t xml:space="preserve">, </w:t>
      </w:r>
      <w:r w:rsidR="00530790" w:rsidRPr="005D5566">
        <w:t>maintenant</w:t>
      </w:r>
      <w:r>
        <w:t>.</w:t>
      </w:r>
    </w:p>
    <w:p w14:paraId="586A606E" w14:textId="77777777" w:rsidR="001C0413" w:rsidRDefault="00530790" w:rsidP="001C0413">
      <w:r w:rsidRPr="005D5566">
        <w:t>Pour plus de sûreté</w:t>
      </w:r>
      <w:r w:rsidR="001C0413">
        <w:t xml:space="preserve">, </w:t>
      </w:r>
      <w:r w:rsidRPr="005D5566">
        <w:t>elle lui replaça le bandeau sur la bouche</w:t>
      </w:r>
      <w:r w:rsidR="001C0413">
        <w:t xml:space="preserve">. </w:t>
      </w:r>
      <w:r w:rsidRPr="005D5566">
        <w:t>Il porta la main à son visage</w:t>
      </w:r>
      <w:r w:rsidR="001C0413">
        <w:t xml:space="preserve">, </w:t>
      </w:r>
      <w:r w:rsidRPr="005D5566">
        <w:t>mais ne parvint pas à libérer ses lèvres</w:t>
      </w:r>
      <w:r w:rsidR="001C0413">
        <w:t xml:space="preserve"> ; </w:t>
      </w:r>
      <w:r w:rsidRPr="005D5566">
        <w:t>sa main retomba sans force sur ses genoux</w:t>
      </w:r>
      <w:r w:rsidR="001C0413">
        <w:t xml:space="preserve">. </w:t>
      </w:r>
      <w:r w:rsidRPr="005D5566">
        <w:t>Néanmoins</w:t>
      </w:r>
      <w:r w:rsidR="001C0413">
        <w:t xml:space="preserve">, </w:t>
      </w:r>
      <w:r w:rsidRPr="005D5566">
        <w:t>il continuait à murmurer au travers du mouchoir</w:t>
      </w:r>
      <w:r w:rsidR="001C0413">
        <w:t> :</w:t>
      </w:r>
    </w:p>
    <w:p w14:paraId="62F0D57D" w14:textId="77777777" w:rsidR="001C0413" w:rsidRDefault="001C0413" w:rsidP="001C0413">
      <w:r>
        <w:t>— </w:t>
      </w:r>
      <w:r w:rsidR="00530790" w:rsidRPr="005D5566">
        <w:t>Je n</w:t>
      </w:r>
      <w:r>
        <w:t>’</w:t>
      </w:r>
      <w:r w:rsidR="00530790" w:rsidRPr="005D5566">
        <w:t>oublierai pas ces coups</w:t>
      </w:r>
      <w:r>
        <w:t xml:space="preserve">, </w:t>
      </w:r>
      <w:r w:rsidR="00530790" w:rsidRPr="005D5566">
        <w:t>mes bons amis de la police</w:t>
      </w:r>
      <w:r>
        <w:t xml:space="preserve"> !… </w:t>
      </w:r>
      <w:r w:rsidR="00530790" w:rsidRPr="005D5566">
        <w:t>Avant Iégor</w:t>
      </w:r>
      <w:r>
        <w:t xml:space="preserve">, </w:t>
      </w:r>
      <w:r w:rsidR="00530790" w:rsidRPr="005D5566">
        <w:t>c</w:t>
      </w:r>
      <w:r>
        <w:t>’</w:t>
      </w:r>
      <w:r w:rsidR="00530790" w:rsidRPr="005D5566">
        <w:t>est un étudiant qui s</w:t>
      </w:r>
      <w:r>
        <w:t>’</w:t>
      </w:r>
      <w:r w:rsidR="00530790" w:rsidRPr="005D5566">
        <w:t>occupait de nous</w:t>
      </w:r>
      <w:r>
        <w:t xml:space="preserve">… </w:t>
      </w:r>
      <w:r w:rsidR="00530790" w:rsidRPr="005D5566">
        <w:t>il nous apprenait l</w:t>
      </w:r>
      <w:r>
        <w:t>’</w:t>
      </w:r>
      <w:r w:rsidR="00530790" w:rsidRPr="005D5566">
        <w:t>économie politique</w:t>
      </w:r>
      <w:r>
        <w:t xml:space="preserve">… </w:t>
      </w:r>
      <w:r w:rsidR="00530790" w:rsidRPr="005D5566">
        <w:t>Il était très sévère</w:t>
      </w:r>
      <w:r>
        <w:t xml:space="preserve">… </w:t>
      </w:r>
      <w:r w:rsidR="00530790" w:rsidRPr="005D5566">
        <w:t>et ennuyeux</w:t>
      </w:r>
      <w:r>
        <w:t xml:space="preserve">… </w:t>
      </w:r>
      <w:r w:rsidR="00530790" w:rsidRPr="005D5566">
        <w:t>on l</w:t>
      </w:r>
      <w:r>
        <w:t>’</w:t>
      </w:r>
      <w:r w:rsidR="00530790" w:rsidRPr="005D5566">
        <w:t>a arrêté</w:t>
      </w:r>
      <w:r>
        <w:t>…</w:t>
      </w:r>
    </w:p>
    <w:p w14:paraId="105E6063" w14:textId="77777777" w:rsidR="001C0413" w:rsidRDefault="00530790" w:rsidP="001C0413">
      <w:r w:rsidRPr="005D5566">
        <w:t>La mère entoura Ivan de son bras et appuya sur sa poitrine la tête du jeune homme</w:t>
      </w:r>
      <w:r w:rsidR="001C0413">
        <w:t xml:space="preserve">. </w:t>
      </w:r>
      <w:r w:rsidRPr="005D5566">
        <w:t>Soudain</w:t>
      </w:r>
      <w:r w:rsidR="001C0413">
        <w:t xml:space="preserve">, </w:t>
      </w:r>
      <w:r w:rsidRPr="005D5566">
        <w:t>il s</w:t>
      </w:r>
      <w:r w:rsidR="001C0413">
        <w:t>’</w:t>
      </w:r>
      <w:r w:rsidRPr="005D5566">
        <w:t>alourdit et se tut</w:t>
      </w:r>
      <w:r w:rsidR="001C0413">
        <w:t xml:space="preserve">. </w:t>
      </w:r>
      <w:r w:rsidRPr="005D5566">
        <w:t>Glacée par la peur</w:t>
      </w:r>
      <w:r w:rsidR="001C0413">
        <w:t xml:space="preserve">, </w:t>
      </w:r>
      <w:r w:rsidRPr="005D5566">
        <w:t>la mère lançait des regards craintifs de tous côtés</w:t>
      </w:r>
      <w:r w:rsidR="001C0413">
        <w:t xml:space="preserve"> ; </w:t>
      </w:r>
      <w:r w:rsidRPr="005D5566">
        <w:t>il lui semblait qu</w:t>
      </w:r>
      <w:r w:rsidR="001C0413">
        <w:t>’</w:t>
      </w:r>
      <w:r w:rsidRPr="005D5566">
        <w:t>à chaque coin de rue</w:t>
      </w:r>
      <w:r w:rsidR="001C0413">
        <w:t xml:space="preserve">, </w:t>
      </w:r>
      <w:r w:rsidRPr="005D5566">
        <w:t>un agent de police allait apparaître</w:t>
      </w:r>
      <w:r w:rsidR="001C0413">
        <w:t xml:space="preserve">, </w:t>
      </w:r>
      <w:r w:rsidRPr="005D5566">
        <w:t>saisir Ivan et le tuer</w:t>
      </w:r>
      <w:r w:rsidR="001C0413">
        <w:t>.</w:t>
      </w:r>
    </w:p>
    <w:p w14:paraId="314B6747" w14:textId="77777777" w:rsidR="001C0413" w:rsidRDefault="001C0413" w:rsidP="001C0413">
      <w:r>
        <w:t>— </w:t>
      </w:r>
      <w:r w:rsidR="00530790" w:rsidRPr="005D5566">
        <w:t>Il a bu</w:t>
      </w:r>
      <w:r>
        <w:t xml:space="preserve"> ? </w:t>
      </w:r>
      <w:r w:rsidR="00530790" w:rsidRPr="005D5566">
        <w:t>demanda le cocher avec un sourire en se tournant sur son siège</w:t>
      </w:r>
      <w:r>
        <w:t>.</w:t>
      </w:r>
    </w:p>
    <w:p w14:paraId="2352D060" w14:textId="77777777" w:rsidR="001C0413" w:rsidRDefault="001C0413" w:rsidP="001C0413">
      <w:r>
        <w:t>— </w:t>
      </w:r>
      <w:r w:rsidR="00530790" w:rsidRPr="005D5566">
        <w:t>Oui</w:t>
      </w:r>
      <w:r>
        <w:t xml:space="preserve">, </w:t>
      </w:r>
      <w:r w:rsidR="00530790" w:rsidRPr="005D5566">
        <w:t>plus que de raison</w:t>
      </w:r>
      <w:r>
        <w:t xml:space="preserve"> ! </w:t>
      </w:r>
      <w:r w:rsidR="00530790" w:rsidRPr="005D5566">
        <w:t>répondit la mère en soupirant</w:t>
      </w:r>
      <w:r>
        <w:t>.</w:t>
      </w:r>
    </w:p>
    <w:p w14:paraId="0D036BBE" w14:textId="77777777" w:rsidR="001C0413" w:rsidRDefault="001C0413" w:rsidP="001C0413">
      <w:r>
        <w:t>— </w:t>
      </w:r>
      <w:r w:rsidR="00530790" w:rsidRPr="005D5566">
        <w:t>C</w:t>
      </w:r>
      <w:r>
        <w:t>’</w:t>
      </w:r>
      <w:r w:rsidR="00530790" w:rsidRPr="005D5566">
        <w:t>est ton fils</w:t>
      </w:r>
      <w:r>
        <w:t> ?</w:t>
      </w:r>
    </w:p>
    <w:p w14:paraId="2BBA979A" w14:textId="77777777" w:rsidR="001C0413" w:rsidRDefault="001C0413" w:rsidP="001C0413">
      <w:r>
        <w:t>— </w:t>
      </w:r>
      <w:r w:rsidR="00530790" w:rsidRPr="005D5566">
        <w:t>Oui</w:t>
      </w:r>
      <w:r>
        <w:t xml:space="preserve">, </w:t>
      </w:r>
      <w:r w:rsidR="00530790" w:rsidRPr="005D5566">
        <w:t>il est cordonnier</w:t>
      </w:r>
      <w:r>
        <w:t xml:space="preserve">… </w:t>
      </w:r>
      <w:r w:rsidR="00530790" w:rsidRPr="005D5566">
        <w:t>Moi</w:t>
      </w:r>
      <w:r>
        <w:t xml:space="preserve">, </w:t>
      </w:r>
      <w:r w:rsidR="00530790" w:rsidRPr="005D5566">
        <w:t>je suis cuisinière</w:t>
      </w:r>
      <w:r>
        <w:t>…</w:t>
      </w:r>
    </w:p>
    <w:p w14:paraId="074E5327" w14:textId="77777777" w:rsidR="001C0413" w:rsidRDefault="001C0413" w:rsidP="001C0413">
      <w:r>
        <w:t>— </w:t>
      </w:r>
      <w:r w:rsidR="00530790" w:rsidRPr="005D5566">
        <w:t>C</w:t>
      </w:r>
      <w:r>
        <w:t>’</w:t>
      </w:r>
      <w:r w:rsidR="00530790" w:rsidRPr="005D5566">
        <w:t>est un métier pénible</w:t>
      </w:r>
      <w:r>
        <w:t xml:space="preserve">… </w:t>
      </w:r>
      <w:r w:rsidR="00530790" w:rsidRPr="005D5566">
        <w:t>oui</w:t>
      </w:r>
      <w:r>
        <w:t> !</w:t>
      </w:r>
    </w:p>
    <w:p w14:paraId="2BA993E1" w14:textId="77777777" w:rsidR="001C0413" w:rsidRDefault="00530790" w:rsidP="001C0413">
      <w:r w:rsidRPr="005D5566">
        <w:t>Après avoir allongé un coup de fouet à son cheval</w:t>
      </w:r>
      <w:r w:rsidR="001C0413">
        <w:t xml:space="preserve">, </w:t>
      </w:r>
      <w:r w:rsidRPr="005D5566">
        <w:t>le cocher se tourna de nouveau et continua en baissant la voix</w:t>
      </w:r>
      <w:r w:rsidR="001C0413">
        <w:t> :</w:t>
      </w:r>
    </w:p>
    <w:p w14:paraId="06375161" w14:textId="77777777" w:rsidR="001C0413" w:rsidRDefault="001C0413" w:rsidP="001C0413">
      <w:r>
        <w:t>— </w:t>
      </w:r>
      <w:r w:rsidR="00530790" w:rsidRPr="005D5566">
        <w:t>Tu sais</w:t>
      </w:r>
      <w:r>
        <w:t xml:space="preserve">, </w:t>
      </w:r>
      <w:r w:rsidR="00530790" w:rsidRPr="005D5566">
        <w:t>il y a eu une échauffourée au cimetière</w:t>
      </w:r>
      <w:r>
        <w:t xml:space="preserve">, </w:t>
      </w:r>
      <w:r w:rsidR="00530790" w:rsidRPr="005D5566">
        <w:t>tout à l</w:t>
      </w:r>
      <w:r>
        <w:t>’</w:t>
      </w:r>
      <w:r w:rsidR="00530790" w:rsidRPr="005D5566">
        <w:t>heure</w:t>
      </w:r>
      <w:r>
        <w:t xml:space="preserve">… </w:t>
      </w:r>
      <w:r w:rsidR="00530790" w:rsidRPr="005D5566">
        <w:t>On enterrait un de ces politiques</w:t>
      </w:r>
      <w:r>
        <w:t xml:space="preserve">, </w:t>
      </w:r>
      <w:r w:rsidR="00530790" w:rsidRPr="005D5566">
        <w:t>de ces hommes qui sont contre les autorités</w:t>
      </w:r>
      <w:r>
        <w:t xml:space="preserve">… </w:t>
      </w:r>
      <w:r w:rsidR="00530790" w:rsidRPr="005D5566">
        <w:t>qui ont des contestations avec les autorités</w:t>
      </w:r>
      <w:r>
        <w:t xml:space="preserve">… </w:t>
      </w:r>
      <w:r w:rsidR="00530790" w:rsidRPr="005D5566">
        <w:t>Et c</w:t>
      </w:r>
      <w:r>
        <w:t>’</w:t>
      </w:r>
      <w:r w:rsidR="00530790" w:rsidRPr="005D5566">
        <w:t>est ses amis qui l</w:t>
      </w:r>
      <w:r>
        <w:t>’</w:t>
      </w:r>
      <w:r w:rsidR="00530790" w:rsidRPr="005D5566">
        <w:t>accompagnaient</w:t>
      </w:r>
      <w:r>
        <w:t xml:space="preserve">… </w:t>
      </w:r>
      <w:r w:rsidR="00530790" w:rsidRPr="005D5566">
        <w:t>Alors ils se sont mis à crier</w:t>
      </w:r>
      <w:r>
        <w:t xml:space="preserve"> : </w:t>
      </w:r>
      <w:r w:rsidR="00530790" w:rsidRPr="005D5566">
        <w:t>À bas les autorités</w:t>
      </w:r>
      <w:r>
        <w:t xml:space="preserve">, </w:t>
      </w:r>
      <w:r w:rsidR="00530790" w:rsidRPr="005D5566">
        <w:t xml:space="preserve">elles ruinent le </w:t>
      </w:r>
      <w:r w:rsidR="00530790" w:rsidRPr="005D5566">
        <w:lastRenderedPageBreak/>
        <w:t>peuple</w:t>
      </w:r>
      <w:r>
        <w:t xml:space="preserve"> !… </w:t>
      </w:r>
      <w:r w:rsidR="00530790" w:rsidRPr="005D5566">
        <w:t>La police les a battus</w:t>
      </w:r>
      <w:r>
        <w:t xml:space="preserve">… </w:t>
      </w:r>
      <w:r w:rsidR="00530790" w:rsidRPr="005D5566">
        <w:t>On dit qu</w:t>
      </w:r>
      <w:r>
        <w:t>’</w:t>
      </w:r>
      <w:r w:rsidR="00530790" w:rsidRPr="005D5566">
        <w:t>il y en a qui sont morts</w:t>
      </w:r>
      <w:r>
        <w:t xml:space="preserve">… </w:t>
      </w:r>
      <w:r w:rsidR="00530790" w:rsidRPr="005D5566">
        <w:t>Mais la police aussi a reçu des coups</w:t>
      </w:r>
      <w:r>
        <w:t>…</w:t>
      </w:r>
    </w:p>
    <w:p w14:paraId="26D75BA7" w14:textId="77777777" w:rsidR="001C0413" w:rsidRDefault="00530790" w:rsidP="001C0413">
      <w:r w:rsidRPr="005D5566">
        <w:t>Le cocher se tut et hocha la tête d</w:t>
      </w:r>
      <w:r w:rsidR="001C0413">
        <w:t>’</w:t>
      </w:r>
      <w:r w:rsidRPr="005D5566">
        <w:t>un air découragé</w:t>
      </w:r>
      <w:r w:rsidR="001C0413">
        <w:t xml:space="preserve">, </w:t>
      </w:r>
      <w:r w:rsidRPr="005D5566">
        <w:t>puis il reprit d</w:t>
      </w:r>
      <w:r w:rsidR="001C0413">
        <w:t>’</w:t>
      </w:r>
      <w:r w:rsidRPr="005D5566">
        <w:t>une voix bizarre</w:t>
      </w:r>
      <w:r w:rsidR="001C0413">
        <w:t> :</w:t>
      </w:r>
    </w:p>
    <w:p w14:paraId="7803AFEF" w14:textId="77777777" w:rsidR="001C0413" w:rsidRDefault="001C0413" w:rsidP="001C0413">
      <w:r>
        <w:t>— </w:t>
      </w:r>
      <w:r w:rsidR="00530790" w:rsidRPr="005D5566">
        <w:t>On dérange les morts</w:t>
      </w:r>
      <w:r>
        <w:t xml:space="preserve">… </w:t>
      </w:r>
      <w:r w:rsidR="00530790" w:rsidRPr="005D5566">
        <w:t>on réveille les cadavres</w:t>
      </w:r>
      <w:r>
        <w:t>…</w:t>
      </w:r>
    </w:p>
    <w:p w14:paraId="3AEDA012" w14:textId="77777777" w:rsidR="001C0413" w:rsidRDefault="00530790" w:rsidP="001C0413">
      <w:r w:rsidRPr="005D5566">
        <w:t>La voiture bondissait sur les pavés en grinçant</w:t>
      </w:r>
      <w:r w:rsidR="001C0413">
        <w:t xml:space="preserve"> ; </w:t>
      </w:r>
      <w:r w:rsidRPr="005D5566">
        <w:t>la tête d</w:t>
      </w:r>
      <w:r w:rsidR="001C0413">
        <w:t>’</w:t>
      </w:r>
      <w:r w:rsidRPr="005D5566">
        <w:t>Ivan roulait doucement sur la poitrine de la mère</w:t>
      </w:r>
      <w:r w:rsidR="001C0413">
        <w:t xml:space="preserve">. </w:t>
      </w:r>
      <w:r w:rsidRPr="005D5566">
        <w:t>Le cocher</w:t>
      </w:r>
      <w:r w:rsidR="001C0413">
        <w:t xml:space="preserve">, </w:t>
      </w:r>
      <w:r w:rsidRPr="005D5566">
        <w:t>tourné de leur côté</w:t>
      </w:r>
      <w:r w:rsidR="001C0413">
        <w:t xml:space="preserve">, </w:t>
      </w:r>
      <w:r w:rsidRPr="005D5566">
        <w:t>continua</w:t>
      </w:r>
      <w:r w:rsidR="001C0413">
        <w:t xml:space="preserve">, </w:t>
      </w:r>
      <w:r w:rsidRPr="005D5566">
        <w:t>pensif</w:t>
      </w:r>
      <w:r w:rsidR="001C0413">
        <w:t> :</w:t>
      </w:r>
    </w:p>
    <w:p w14:paraId="535E29D9" w14:textId="77777777" w:rsidR="001C0413" w:rsidRDefault="001C0413" w:rsidP="001C0413">
      <w:r>
        <w:t>— </w:t>
      </w:r>
      <w:r w:rsidR="00530790" w:rsidRPr="005D5566">
        <w:t>Il y a de l</w:t>
      </w:r>
      <w:r>
        <w:t>’</w:t>
      </w:r>
      <w:r w:rsidR="00530790" w:rsidRPr="005D5566">
        <w:t>agitation dans le peuple</w:t>
      </w:r>
      <w:r>
        <w:t xml:space="preserve">… </w:t>
      </w:r>
      <w:r w:rsidR="00530790" w:rsidRPr="005D5566">
        <w:t>les désordres sortent de terre</w:t>
      </w:r>
      <w:r>
        <w:t xml:space="preserve">… </w:t>
      </w:r>
      <w:r w:rsidR="00530790" w:rsidRPr="005D5566">
        <w:t>oui</w:t>
      </w:r>
      <w:r>
        <w:t xml:space="preserve"> ! </w:t>
      </w:r>
      <w:r w:rsidR="00530790" w:rsidRPr="005D5566">
        <w:t>Cette nuit</w:t>
      </w:r>
      <w:r>
        <w:t xml:space="preserve">, </w:t>
      </w:r>
      <w:r w:rsidR="00530790" w:rsidRPr="005D5566">
        <w:t>les gendarmes sont venus chez des voisins</w:t>
      </w:r>
      <w:r>
        <w:t xml:space="preserve">, </w:t>
      </w:r>
      <w:r w:rsidR="00530790" w:rsidRPr="005D5566">
        <w:t>ils ont fait on ne sait quoi jusqu</w:t>
      </w:r>
      <w:r>
        <w:t>’</w:t>
      </w:r>
      <w:r w:rsidR="00530790" w:rsidRPr="005D5566">
        <w:t>au matin et puis</w:t>
      </w:r>
      <w:r>
        <w:t xml:space="preserve">, </w:t>
      </w:r>
      <w:r w:rsidR="00530790" w:rsidRPr="005D5566">
        <w:t>quand ils sont partis</w:t>
      </w:r>
      <w:r>
        <w:t xml:space="preserve">, </w:t>
      </w:r>
      <w:r w:rsidR="00530790" w:rsidRPr="005D5566">
        <w:t>ils ont pris avec eux un forgeron</w:t>
      </w:r>
      <w:r>
        <w:t xml:space="preserve">… </w:t>
      </w:r>
      <w:r w:rsidR="00530790" w:rsidRPr="005D5566">
        <w:t>On dit qu</w:t>
      </w:r>
      <w:r>
        <w:t>’</w:t>
      </w:r>
      <w:r w:rsidR="00530790" w:rsidRPr="005D5566">
        <w:t>on le conduira une de ces nuits au bord de la rivière et qu</w:t>
      </w:r>
      <w:r>
        <w:t>’</w:t>
      </w:r>
      <w:r w:rsidR="00530790" w:rsidRPr="005D5566">
        <w:t>on le noiera en secret</w:t>
      </w:r>
      <w:r>
        <w:t xml:space="preserve">. </w:t>
      </w:r>
      <w:r w:rsidR="00530790" w:rsidRPr="005D5566">
        <w:t>Et pourtant</w:t>
      </w:r>
      <w:r>
        <w:t xml:space="preserve">, </w:t>
      </w:r>
      <w:r w:rsidR="00530790" w:rsidRPr="005D5566">
        <w:t>c</w:t>
      </w:r>
      <w:r>
        <w:t>’</w:t>
      </w:r>
      <w:r w:rsidR="00530790" w:rsidRPr="005D5566">
        <w:t>était un homme intelligent</w:t>
      </w:r>
      <w:r>
        <w:t xml:space="preserve">, </w:t>
      </w:r>
      <w:r w:rsidR="00530790" w:rsidRPr="005D5566">
        <w:t>ce forgeron</w:t>
      </w:r>
      <w:r>
        <w:t>…</w:t>
      </w:r>
    </w:p>
    <w:p w14:paraId="479505F9" w14:textId="77777777" w:rsidR="001C0413" w:rsidRDefault="001C0413" w:rsidP="001C0413">
      <w:r>
        <w:t>— </w:t>
      </w:r>
      <w:r w:rsidR="00530790" w:rsidRPr="005D5566">
        <w:t>Comment s</w:t>
      </w:r>
      <w:r>
        <w:t>’</w:t>
      </w:r>
      <w:r w:rsidR="00530790" w:rsidRPr="005D5566">
        <w:t>appelle-t-il</w:t>
      </w:r>
      <w:r>
        <w:t xml:space="preserve"> ? </w:t>
      </w:r>
      <w:r w:rsidR="00530790" w:rsidRPr="005D5566">
        <w:t>demanda la mère</w:t>
      </w:r>
      <w:r>
        <w:t>.</w:t>
      </w:r>
    </w:p>
    <w:p w14:paraId="64532C5B" w14:textId="77777777" w:rsidR="001C0413" w:rsidRDefault="001C0413" w:rsidP="001C0413">
      <w:r>
        <w:t>— </w:t>
      </w:r>
      <w:r w:rsidR="00530790" w:rsidRPr="005D5566">
        <w:t>Le forgeron</w:t>
      </w:r>
      <w:r>
        <w:t xml:space="preserve"> ? </w:t>
      </w:r>
      <w:r w:rsidR="00530790" w:rsidRPr="005D5566">
        <w:t>Savyl</w:t>
      </w:r>
      <w:r>
        <w:t xml:space="preserve">, </w:t>
      </w:r>
      <w:r w:rsidR="00530790" w:rsidRPr="005D5566">
        <w:t>son surnom est Evtchenko</w:t>
      </w:r>
      <w:r>
        <w:t xml:space="preserve">. </w:t>
      </w:r>
      <w:r w:rsidR="00530790" w:rsidRPr="005D5566">
        <w:t>Il est tout jeune</w:t>
      </w:r>
      <w:r>
        <w:t xml:space="preserve">, </w:t>
      </w:r>
      <w:r w:rsidR="00530790" w:rsidRPr="005D5566">
        <w:t>mais il comprenait déjà beaucoup de choses</w:t>
      </w:r>
      <w:r>
        <w:t xml:space="preserve">, </w:t>
      </w:r>
      <w:r w:rsidR="00530790" w:rsidRPr="005D5566">
        <w:t>et il est défendu de comprendre</w:t>
      </w:r>
      <w:r>
        <w:t xml:space="preserve">, </w:t>
      </w:r>
      <w:r w:rsidR="00530790" w:rsidRPr="005D5566">
        <w:t>à ce qu</w:t>
      </w:r>
      <w:r>
        <w:t>’</w:t>
      </w:r>
      <w:r w:rsidR="00530790" w:rsidRPr="005D5566">
        <w:t>il paraît</w:t>
      </w:r>
      <w:r>
        <w:t xml:space="preserve">… </w:t>
      </w:r>
      <w:r w:rsidR="00530790" w:rsidRPr="005D5566">
        <w:t>Il venait parfois à notre station de voitures et disait</w:t>
      </w:r>
      <w:r>
        <w:t xml:space="preserve"> : </w:t>
      </w:r>
      <w:r w:rsidR="00530790" w:rsidRPr="005D5566">
        <w:t>Quelle vie vous avez</w:t>
      </w:r>
      <w:r>
        <w:t xml:space="preserve">, </w:t>
      </w:r>
      <w:r w:rsidR="00530790" w:rsidRPr="005D5566">
        <w:t>vous autres</w:t>
      </w:r>
      <w:r>
        <w:t xml:space="preserve">, </w:t>
      </w:r>
      <w:r w:rsidR="00530790" w:rsidRPr="005D5566">
        <w:t>cochers</w:t>
      </w:r>
      <w:r>
        <w:t> !</w:t>
      </w:r>
    </w:p>
    <w:p w14:paraId="63A97998" w14:textId="77777777" w:rsidR="001C0413" w:rsidRDefault="001C0413" w:rsidP="001C0413">
      <w:r>
        <w:t>— </w:t>
      </w:r>
      <w:r w:rsidR="00530790" w:rsidRPr="005D5566">
        <w:t>C</w:t>
      </w:r>
      <w:r>
        <w:t>’</w:t>
      </w:r>
      <w:r w:rsidR="00530790" w:rsidRPr="005D5566">
        <w:t>est vrai</w:t>
      </w:r>
      <w:r>
        <w:t xml:space="preserve">, </w:t>
      </w:r>
      <w:r w:rsidR="00530790" w:rsidRPr="005D5566">
        <w:t>disions-nous</w:t>
      </w:r>
      <w:r>
        <w:t xml:space="preserve">, </w:t>
      </w:r>
      <w:r w:rsidR="00530790" w:rsidRPr="005D5566">
        <w:t>notre vie est pire que celle des chiens</w:t>
      </w:r>
      <w:r>
        <w:t xml:space="preserve">, </w:t>
      </w:r>
      <w:r w:rsidR="00530790" w:rsidRPr="005D5566">
        <w:t>oui</w:t>
      </w:r>
      <w:r>
        <w:t> !</w:t>
      </w:r>
    </w:p>
    <w:p w14:paraId="6A08C40E" w14:textId="77777777" w:rsidR="001C0413" w:rsidRDefault="001C0413" w:rsidP="001C0413">
      <w:r>
        <w:t>— </w:t>
      </w:r>
      <w:r w:rsidR="00530790" w:rsidRPr="005D5566">
        <w:t>Arrête</w:t>
      </w:r>
      <w:r>
        <w:t xml:space="preserve"> ! </w:t>
      </w:r>
      <w:r w:rsidR="00530790" w:rsidRPr="005D5566">
        <w:t>dit la mère</w:t>
      </w:r>
      <w:r>
        <w:t>.</w:t>
      </w:r>
    </w:p>
    <w:p w14:paraId="1E62154A" w14:textId="77777777" w:rsidR="001C0413" w:rsidRDefault="00530790" w:rsidP="001C0413">
      <w:r w:rsidRPr="005D5566">
        <w:t>Le soubresaut fit revenir Ivan à lui</w:t>
      </w:r>
      <w:r w:rsidR="001C0413">
        <w:t xml:space="preserve"> ; </w:t>
      </w:r>
      <w:r w:rsidRPr="005D5566">
        <w:t>il se mit à gémir faiblement</w:t>
      </w:r>
      <w:r w:rsidR="001C0413">
        <w:t>.</w:t>
      </w:r>
    </w:p>
    <w:p w14:paraId="6A04FCAE" w14:textId="77777777" w:rsidR="001C0413" w:rsidRDefault="001C0413" w:rsidP="001C0413">
      <w:r>
        <w:t>— </w:t>
      </w:r>
      <w:r w:rsidR="00530790" w:rsidRPr="005D5566">
        <w:t>Il est bien malade</w:t>
      </w:r>
      <w:r>
        <w:t xml:space="preserve">, </w:t>
      </w:r>
      <w:r w:rsidR="00530790" w:rsidRPr="005D5566">
        <w:t>ce garçon</w:t>
      </w:r>
      <w:r>
        <w:t xml:space="preserve"> ! </w:t>
      </w:r>
      <w:r w:rsidR="00530790" w:rsidRPr="005D5566">
        <w:t>observa le cocher</w:t>
      </w:r>
      <w:r>
        <w:t>…</w:t>
      </w:r>
    </w:p>
    <w:p w14:paraId="301FF058" w14:textId="77777777" w:rsidR="001C0413" w:rsidRDefault="00530790" w:rsidP="001C0413">
      <w:r w:rsidRPr="005D5566">
        <w:lastRenderedPageBreak/>
        <w:t>Tout chancelant</w:t>
      </w:r>
      <w:r w:rsidR="001C0413">
        <w:t xml:space="preserve">, </w:t>
      </w:r>
      <w:r w:rsidRPr="005D5566">
        <w:t>Ivan traversa la cour</w:t>
      </w:r>
      <w:r w:rsidR="001C0413">
        <w:t xml:space="preserve">, </w:t>
      </w:r>
      <w:r w:rsidRPr="005D5566">
        <w:t>mettant avec difficulté un pied devant l</w:t>
      </w:r>
      <w:r w:rsidR="001C0413">
        <w:t>’</w:t>
      </w:r>
      <w:r w:rsidRPr="005D5566">
        <w:t>autre</w:t>
      </w:r>
      <w:r w:rsidR="001C0413">
        <w:t xml:space="preserve">, </w:t>
      </w:r>
      <w:r w:rsidRPr="005D5566">
        <w:t>il disait</w:t>
      </w:r>
      <w:r w:rsidR="001C0413">
        <w:t> :</w:t>
      </w:r>
    </w:p>
    <w:p w14:paraId="3B2CAF0C" w14:textId="77777777" w:rsidR="001C0413" w:rsidRDefault="001C0413" w:rsidP="001C0413">
      <w:r>
        <w:t>— </w:t>
      </w:r>
      <w:r w:rsidR="00530790" w:rsidRPr="005D5566">
        <w:t>Ce n</w:t>
      </w:r>
      <w:r>
        <w:t>’</w:t>
      </w:r>
      <w:r w:rsidR="00530790" w:rsidRPr="005D5566">
        <w:t>est rien</w:t>
      </w:r>
      <w:r>
        <w:t xml:space="preserve">… </w:t>
      </w:r>
      <w:r w:rsidR="00530790" w:rsidRPr="005D5566">
        <w:t>je puis marcher</w:t>
      </w:r>
      <w:r>
        <w:t>…</w:t>
      </w:r>
    </w:p>
    <w:p w14:paraId="4412BAF8" w14:textId="5454256D" w:rsidR="00530790" w:rsidRPr="003B37B8" w:rsidRDefault="00530790" w:rsidP="001C0413">
      <w:pPr>
        <w:pStyle w:val="Titre2"/>
        <w:rPr>
          <w:szCs w:val="44"/>
        </w:rPr>
      </w:pPr>
      <w:bookmarkStart w:id="44" w:name="_Toc202279565"/>
      <w:r w:rsidRPr="003B37B8">
        <w:rPr>
          <w:szCs w:val="44"/>
        </w:rPr>
        <w:lastRenderedPageBreak/>
        <w:t>XII</w:t>
      </w:r>
      <w:bookmarkEnd w:id="44"/>
      <w:r w:rsidRPr="003B37B8">
        <w:rPr>
          <w:szCs w:val="44"/>
        </w:rPr>
        <w:br/>
      </w:r>
    </w:p>
    <w:p w14:paraId="00FDD6C8" w14:textId="77777777" w:rsidR="001C0413" w:rsidRDefault="00530790" w:rsidP="001C0413">
      <w:r w:rsidRPr="005D5566">
        <w:t>Sophie était déjà rentrée</w:t>
      </w:r>
      <w:r w:rsidR="001C0413">
        <w:t xml:space="preserve">. </w:t>
      </w:r>
      <w:r w:rsidRPr="005D5566">
        <w:t>Agitée et affairée</w:t>
      </w:r>
      <w:r w:rsidR="001C0413">
        <w:t xml:space="preserve">, </w:t>
      </w:r>
      <w:r w:rsidRPr="005D5566">
        <w:t>elle accueillit la mère</w:t>
      </w:r>
      <w:r w:rsidR="001C0413">
        <w:t xml:space="preserve">, </w:t>
      </w:r>
      <w:r w:rsidRPr="005D5566">
        <w:t>une cigarette à la bouche</w:t>
      </w:r>
      <w:r w:rsidR="001C0413">
        <w:t xml:space="preserve">. </w:t>
      </w:r>
      <w:r w:rsidRPr="005D5566">
        <w:t>Elle plaça le blessé sur un canapé</w:t>
      </w:r>
      <w:r w:rsidR="001C0413">
        <w:t xml:space="preserve">, </w:t>
      </w:r>
      <w:r w:rsidRPr="005D5566">
        <w:t>lui banda adroitement la tête tout en donnant des ordres</w:t>
      </w:r>
      <w:r w:rsidR="001C0413">
        <w:t xml:space="preserve"> ; </w:t>
      </w:r>
      <w:r w:rsidRPr="005D5566">
        <w:t>la fumée de sa cigarette la faisait clignoter</w:t>
      </w:r>
      <w:r w:rsidR="001C0413">
        <w:t> :</w:t>
      </w:r>
    </w:p>
    <w:p w14:paraId="27656C07" w14:textId="77777777" w:rsidR="001C0413" w:rsidRDefault="001C0413" w:rsidP="001C0413">
      <w:r>
        <w:t>— </w:t>
      </w:r>
      <w:r w:rsidR="00530790" w:rsidRPr="005D5566">
        <w:t>Docteur les voilà</w:t>
      </w:r>
      <w:r>
        <w:t xml:space="preserve">… </w:t>
      </w:r>
      <w:r w:rsidR="00530790" w:rsidRPr="005D5566">
        <w:t>Vous êtes fatiguée</w:t>
      </w:r>
      <w:r>
        <w:t xml:space="preserve">, </w:t>
      </w:r>
      <w:r w:rsidR="00530790" w:rsidRPr="005D5566">
        <w:t>Pélaguée</w:t>
      </w:r>
      <w:r>
        <w:t xml:space="preserve"> ? </w:t>
      </w:r>
      <w:r w:rsidR="00530790" w:rsidRPr="005D5566">
        <w:t>Vous avez eu peur</w:t>
      </w:r>
      <w:r>
        <w:t xml:space="preserve">, </w:t>
      </w:r>
      <w:r w:rsidR="00530790" w:rsidRPr="005D5566">
        <w:t>n</w:t>
      </w:r>
      <w:r>
        <w:t>’</w:t>
      </w:r>
      <w:r w:rsidR="00530790" w:rsidRPr="005D5566">
        <w:t>est-ce pas</w:t>
      </w:r>
      <w:r>
        <w:t xml:space="preserve"> ? </w:t>
      </w:r>
      <w:r w:rsidR="00530790" w:rsidRPr="005D5566">
        <w:t>Eh bien</w:t>
      </w:r>
      <w:r>
        <w:t xml:space="preserve">, </w:t>
      </w:r>
      <w:r w:rsidR="00530790" w:rsidRPr="005D5566">
        <w:t>reposez-vous maintenant</w:t>
      </w:r>
      <w:r>
        <w:t xml:space="preserve">… </w:t>
      </w:r>
      <w:r w:rsidR="00530790" w:rsidRPr="005D5566">
        <w:t>Nicolas</w:t>
      </w:r>
      <w:r>
        <w:t xml:space="preserve">, </w:t>
      </w:r>
      <w:r w:rsidR="00530790" w:rsidRPr="005D5566">
        <w:t>donne vite du thé et un verre de porto à la mère</w:t>
      </w:r>
      <w:r>
        <w:t>…</w:t>
      </w:r>
    </w:p>
    <w:p w14:paraId="5E921A69" w14:textId="77777777" w:rsidR="001C0413" w:rsidRDefault="00530790" w:rsidP="001C0413">
      <w:r w:rsidRPr="005D5566">
        <w:t>Ahurie par les événements</w:t>
      </w:r>
      <w:r w:rsidR="001C0413">
        <w:t xml:space="preserve">, </w:t>
      </w:r>
      <w:r w:rsidRPr="005D5566">
        <w:t>Pélaguée respirait avec difficulté et ressentait une douloureuse sensation de piqûre à la poitrine</w:t>
      </w:r>
      <w:r w:rsidR="001C0413">
        <w:t> :</w:t>
      </w:r>
    </w:p>
    <w:p w14:paraId="3A4FB58B" w14:textId="77777777" w:rsidR="001C0413" w:rsidRDefault="001C0413" w:rsidP="001C0413">
      <w:r>
        <w:t>— </w:t>
      </w:r>
      <w:r w:rsidR="00530790" w:rsidRPr="005D5566">
        <w:t>Ne vous inquiétez pas de moi</w:t>
      </w:r>
      <w:r>
        <w:t xml:space="preserve">… </w:t>
      </w:r>
      <w:r w:rsidR="00530790" w:rsidRPr="005D5566">
        <w:t>murmura-t-elle</w:t>
      </w:r>
      <w:r>
        <w:t>.</w:t>
      </w:r>
    </w:p>
    <w:p w14:paraId="1FB9A670" w14:textId="77777777" w:rsidR="001C0413" w:rsidRDefault="00530790" w:rsidP="001C0413">
      <w:r w:rsidRPr="005D5566">
        <w:t>Et de tout son être effrayé</w:t>
      </w:r>
      <w:r w:rsidR="001C0413">
        <w:t xml:space="preserve">, </w:t>
      </w:r>
      <w:r w:rsidRPr="005D5566">
        <w:t>elle demandait une caresse apaisante</w:t>
      </w:r>
      <w:r w:rsidR="001C0413">
        <w:t xml:space="preserve">, </w:t>
      </w:r>
      <w:r w:rsidRPr="005D5566">
        <w:t>un peu d</w:t>
      </w:r>
      <w:r w:rsidR="001C0413">
        <w:t>’</w:t>
      </w:r>
      <w:r w:rsidRPr="005D5566">
        <w:t>attention</w:t>
      </w:r>
      <w:r w:rsidR="001C0413">
        <w:t>…</w:t>
      </w:r>
    </w:p>
    <w:p w14:paraId="2976A86E" w14:textId="77777777" w:rsidR="001C0413" w:rsidRDefault="00530790" w:rsidP="001C0413">
      <w:r w:rsidRPr="005D5566">
        <w:t>Nicolas sortit de la pièce contiguë</w:t>
      </w:r>
      <w:r w:rsidR="001C0413">
        <w:t xml:space="preserve"> ; </w:t>
      </w:r>
      <w:r w:rsidRPr="005D5566">
        <w:t>il avait la main entourée d</w:t>
      </w:r>
      <w:r w:rsidR="001C0413">
        <w:t>’</w:t>
      </w:r>
      <w:r w:rsidRPr="005D5566">
        <w:t>un bandage</w:t>
      </w:r>
      <w:r w:rsidR="001C0413">
        <w:t xml:space="preserve"> ; </w:t>
      </w:r>
      <w:r w:rsidRPr="005D5566">
        <w:t>le médecin le suivit</w:t>
      </w:r>
      <w:r w:rsidR="001C0413">
        <w:t xml:space="preserve">, </w:t>
      </w:r>
      <w:r w:rsidRPr="005D5566">
        <w:t>ébouriffé</w:t>
      </w:r>
      <w:r w:rsidR="001C0413">
        <w:t xml:space="preserve">, </w:t>
      </w:r>
      <w:r w:rsidRPr="005D5566">
        <w:t>semblable à un hérisson</w:t>
      </w:r>
      <w:r w:rsidR="001C0413">
        <w:t xml:space="preserve">. </w:t>
      </w:r>
      <w:r w:rsidRPr="005D5566">
        <w:t>Il courut à Ivan</w:t>
      </w:r>
      <w:r w:rsidR="001C0413">
        <w:t xml:space="preserve">, </w:t>
      </w:r>
      <w:r w:rsidRPr="005D5566">
        <w:t>se pencha sur lui</w:t>
      </w:r>
      <w:r w:rsidR="001C0413">
        <w:t xml:space="preserve">, </w:t>
      </w:r>
      <w:r w:rsidRPr="005D5566">
        <w:t>et dit</w:t>
      </w:r>
      <w:r w:rsidR="001C0413">
        <w:t> :</w:t>
      </w:r>
    </w:p>
    <w:p w14:paraId="4B9881B4" w14:textId="77777777" w:rsidR="001C0413" w:rsidRDefault="001C0413" w:rsidP="001C0413">
      <w:r>
        <w:t>— </w:t>
      </w:r>
      <w:r w:rsidR="00530790" w:rsidRPr="005D5566">
        <w:t>De l</w:t>
      </w:r>
      <w:r>
        <w:t>’</w:t>
      </w:r>
      <w:r w:rsidR="00530790" w:rsidRPr="005D5566">
        <w:t>eau</w:t>
      </w:r>
      <w:r>
        <w:t xml:space="preserve">, </w:t>
      </w:r>
      <w:r w:rsidR="00530790" w:rsidRPr="005D5566">
        <w:t>beaucoup d</w:t>
      </w:r>
      <w:r>
        <w:t>’</w:t>
      </w:r>
      <w:r w:rsidR="00530790" w:rsidRPr="005D5566">
        <w:t>eau</w:t>
      </w:r>
      <w:r>
        <w:t xml:space="preserve">… </w:t>
      </w:r>
      <w:r w:rsidR="00530790" w:rsidRPr="005D5566">
        <w:t>des chiffons de toile propres</w:t>
      </w:r>
      <w:r>
        <w:t xml:space="preserve">, </w:t>
      </w:r>
      <w:r w:rsidR="00530790" w:rsidRPr="005D5566">
        <w:t>de la ouate</w:t>
      </w:r>
      <w:r>
        <w:t> !…</w:t>
      </w:r>
    </w:p>
    <w:p w14:paraId="10E56F9D" w14:textId="77777777" w:rsidR="001C0413" w:rsidRDefault="00530790" w:rsidP="001C0413">
      <w:r w:rsidRPr="005D5566">
        <w:t>La mère se dirigeait vers la cuisine</w:t>
      </w:r>
      <w:r w:rsidR="001C0413">
        <w:t xml:space="preserve">, </w:t>
      </w:r>
      <w:r w:rsidRPr="005D5566">
        <w:t>mais Nicolas la prit par le bras et lui dit affectueusement en l</w:t>
      </w:r>
      <w:r w:rsidR="001C0413">
        <w:t>’</w:t>
      </w:r>
      <w:r w:rsidRPr="005D5566">
        <w:t>entraînant dans la salle à manger</w:t>
      </w:r>
      <w:r w:rsidR="001C0413">
        <w:t> :</w:t>
      </w:r>
    </w:p>
    <w:p w14:paraId="4E254178" w14:textId="77777777" w:rsidR="001C0413" w:rsidRDefault="001C0413" w:rsidP="001C0413">
      <w:r>
        <w:t>— </w:t>
      </w:r>
      <w:r w:rsidR="00530790" w:rsidRPr="005D5566">
        <w:t>Ce n</w:t>
      </w:r>
      <w:r>
        <w:t>’</w:t>
      </w:r>
      <w:r w:rsidR="00530790" w:rsidRPr="005D5566">
        <w:t>est pas à vous qu</w:t>
      </w:r>
      <w:r>
        <w:t>’</w:t>
      </w:r>
      <w:r w:rsidR="00530790" w:rsidRPr="005D5566">
        <w:t>il parle</w:t>
      </w:r>
      <w:r>
        <w:t xml:space="preserve">, </w:t>
      </w:r>
      <w:r w:rsidR="00530790" w:rsidRPr="005D5566">
        <w:t>mais à Sophie</w:t>
      </w:r>
      <w:r>
        <w:t xml:space="preserve">. </w:t>
      </w:r>
      <w:r w:rsidR="00530790" w:rsidRPr="005D5566">
        <w:t>Vous avez eu bien des émotions</w:t>
      </w:r>
      <w:r>
        <w:t xml:space="preserve">, </w:t>
      </w:r>
      <w:r w:rsidR="00530790" w:rsidRPr="005D5566">
        <w:t>n</w:t>
      </w:r>
      <w:r>
        <w:t>’</w:t>
      </w:r>
      <w:r w:rsidR="00530790" w:rsidRPr="005D5566">
        <w:t>est-ce pas</w:t>
      </w:r>
      <w:r>
        <w:t xml:space="preserve">, </w:t>
      </w:r>
      <w:r w:rsidR="00530790" w:rsidRPr="005D5566">
        <w:t>chère amie</w:t>
      </w:r>
      <w:r>
        <w:t> ?</w:t>
      </w:r>
    </w:p>
    <w:p w14:paraId="67A6F5E7" w14:textId="77777777" w:rsidR="001C0413" w:rsidRDefault="00530790" w:rsidP="001C0413">
      <w:r w:rsidRPr="005D5566">
        <w:lastRenderedPageBreak/>
        <w:t>La mère répondit à son regard compatissant par un sanglot qu</w:t>
      </w:r>
      <w:r w:rsidR="001C0413">
        <w:t>’</w:t>
      </w:r>
      <w:r w:rsidRPr="005D5566">
        <w:t>elle ne put contenir</w:t>
      </w:r>
      <w:r w:rsidR="001C0413">
        <w:t xml:space="preserve">, </w:t>
      </w:r>
      <w:r w:rsidRPr="005D5566">
        <w:t>et s</w:t>
      </w:r>
      <w:r w:rsidR="001C0413">
        <w:t>’</w:t>
      </w:r>
      <w:r w:rsidRPr="005D5566">
        <w:t>écria</w:t>
      </w:r>
      <w:r w:rsidR="001C0413">
        <w:t> :</w:t>
      </w:r>
    </w:p>
    <w:p w14:paraId="7AFD4E9F" w14:textId="77777777" w:rsidR="001C0413" w:rsidRDefault="001C0413" w:rsidP="001C0413">
      <w:r>
        <w:t>— </w:t>
      </w:r>
      <w:r w:rsidR="00530790" w:rsidRPr="005D5566">
        <w:t>Ah</w:t>
      </w:r>
      <w:r>
        <w:t xml:space="preserve"> ! </w:t>
      </w:r>
      <w:r w:rsidR="00530790" w:rsidRPr="005D5566">
        <w:t>c</w:t>
      </w:r>
      <w:r>
        <w:t>’</w:t>
      </w:r>
      <w:r w:rsidR="00530790" w:rsidRPr="005D5566">
        <w:t>était affreux</w:t>
      </w:r>
      <w:r>
        <w:t xml:space="preserve"> !… </w:t>
      </w:r>
      <w:r w:rsidR="00530790" w:rsidRPr="005D5566">
        <w:t>On a sabré des gens</w:t>
      </w:r>
      <w:r>
        <w:t xml:space="preserve">… </w:t>
      </w:r>
      <w:r w:rsidR="00530790" w:rsidRPr="005D5566">
        <w:t>on les a sabrés</w:t>
      </w:r>
      <w:r>
        <w:t> !</w:t>
      </w:r>
    </w:p>
    <w:p w14:paraId="355F6ED7" w14:textId="77777777" w:rsidR="001C0413" w:rsidRDefault="001C0413" w:rsidP="001C0413">
      <w:r>
        <w:t>— </w:t>
      </w:r>
      <w:r w:rsidR="00530790" w:rsidRPr="005D5566">
        <w:t>J</w:t>
      </w:r>
      <w:r>
        <w:t>’</w:t>
      </w:r>
      <w:r w:rsidR="00530790" w:rsidRPr="005D5566">
        <w:t>étais là aussi</w:t>
      </w:r>
      <w:r>
        <w:t xml:space="preserve">, </w:t>
      </w:r>
      <w:r w:rsidR="00530790" w:rsidRPr="005D5566">
        <w:t>dit Nicolas en hochant la tête</w:t>
      </w:r>
      <w:r>
        <w:t xml:space="preserve"> – </w:t>
      </w:r>
      <w:r w:rsidR="00530790" w:rsidRPr="005D5566">
        <w:t>il lui versa un verre de vin chaud</w:t>
      </w:r>
      <w:r>
        <w:t xml:space="preserve">. </w:t>
      </w:r>
      <w:r w:rsidR="00530790" w:rsidRPr="005D5566">
        <w:t>Les deux camps se sont un peu emportés</w:t>
      </w:r>
      <w:r>
        <w:t xml:space="preserve">… </w:t>
      </w:r>
      <w:r w:rsidR="00530790" w:rsidRPr="005D5566">
        <w:t>Mais ne vous inquiétez pas</w:t>
      </w:r>
      <w:r>
        <w:t xml:space="preserve">… </w:t>
      </w:r>
      <w:r w:rsidR="00530790" w:rsidRPr="005D5566">
        <w:t>la police a frappé seulement avec le plat des sabres</w:t>
      </w:r>
      <w:r>
        <w:t xml:space="preserve"> ; </w:t>
      </w:r>
      <w:r w:rsidR="00530790" w:rsidRPr="005D5566">
        <w:t>il n</w:t>
      </w:r>
      <w:r>
        <w:t>’</w:t>
      </w:r>
      <w:r w:rsidR="00530790" w:rsidRPr="005D5566">
        <w:t>y a qu</w:t>
      </w:r>
      <w:r>
        <w:t>’</w:t>
      </w:r>
      <w:r w:rsidR="00530790" w:rsidRPr="005D5566">
        <w:t>une seule personne grièvement blessée</w:t>
      </w:r>
      <w:r>
        <w:t xml:space="preserve">, </w:t>
      </w:r>
      <w:r w:rsidR="00530790" w:rsidRPr="005D5566">
        <w:t>à ce que je crois</w:t>
      </w:r>
      <w:r>
        <w:t xml:space="preserve">… </w:t>
      </w:r>
      <w:r w:rsidR="00530790" w:rsidRPr="005D5566">
        <w:t>elle est tombée près de moi</w:t>
      </w:r>
      <w:r>
        <w:t xml:space="preserve">… </w:t>
      </w:r>
      <w:r w:rsidR="00530790" w:rsidRPr="005D5566">
        <w:t>et je l</w:t>
      </w:r>
      <w:r>
        <w:t>’</w:t>
      </w:r>
      <w:r w:rsidR="00530790" w:rsidRPr="005D5566">
        <w:t>ai sortie de la mêlée</w:t>
      </w:r>
      <w:r>
        <w:t>…</w:t>
      </w:r>
    </w:p>
    <w:p w14:paraId="165CA191" w14:textId="77777777" w:rsidR="001C0413" w:rsidRDefault="00530790" w:rsidP="001C0413">
      <w:r w:rsidRPr="005D5566">
        <w:t>Le visage et la voix de Nicolas</w:t>
      </w:r>
      <w:r w:rsidR="001C0413">
        <w:t xml:space="preserve">, </w:t>
      </w:r>
      <w:r w:rsidRPr="005D5566">
        <w:t>la clarté et la chaleur régnant dans la pièce calmèrent Pélaguée</w:t>
      </w:r>
      <w:r w:rsidR="001C0413">
        <w:t xml:space="preserve">. </w:t>
      </w:r>
      <w:r w:rsidRPr="005D5566">
        <w:t>Elle jeta un regard reconnaissant à son hôte et demanda</w:t>
      </w:r>
      <w:r w:rsidR="001C0413">
        <w:t> :</w:t>
      </w:r>
    </w:p>
    <w:p w14:paraId="25B08FA0" w14:textId="77777777" w:rsidR="001C0413" w:rsidRDefault="001C0413" w:rsidP="001C0413">
      <w:r>
        <w:t>— </w:t>
      </w:r>
      <w:r w:rsidR="00530790" w:rsidRPr="005D5566">
        <w:t>Vous avez reçu aussi un coup</w:t>
      </w:r>
      <w:r>
        <w:t> ?</w:t>
      </w:r>
    </w:p>
    <w:p w14:paraId="0B9742C7" w14:textId="77777777" w:rsidR="001C0413" w:rsidRDefault="001C0413" w:rsidP="001C0413">
      <w:r>
        <w:t>— </w:t>
      </w:r>
      <w:r w:rsidR="00530790" w:rsidRPr="005D5566">
        <w:t>Je crois que c</w:t>
      </w:r>
      <w:r>
        <w:t>’</w:t>
      </w:r>
      <w:r w:rsidR="00530790" w:rsidRPr="005D5566">
        <w:t>est de ma faute</w:t>
      </w:r>
      <w:r>
        <w:t xml:space="preserve">… </w:t>
      </w:r>
      <w:r w:rsidR="00530790" w:rsidRPr="005D5566">
        <w:t>Sans le vouloir</w:t>
      </w:r>
      <w:r>
        <w:t xml:space="preserve">, </w:t>
      </w:r>
      <w:r w:rsidR="00530790" w:rsidRPr="005D5566">
        <w:t>j</w:t>
      </w:r>
      <w:r>
        <w:t>’</w:t>
      </w:r>
      <w:r w:rsidR="00530790" w:rsidRPr="005D5566">
        <w:t>ai frôlé je ne sais quoi de la main et me suis arraché la peau</w:t>
      </w:r>
      <w:r>
        <w:t xml:space="preserve">. </w:t>
      </w:r>
      <w:r w:rsidR="00530790" w:rsidRPr="005D5566">
        <w:t>Buvez votre vin</w:t>
      </w:r>
      <w:r>
        <w:t xml:space="preserve">… </w:t>
      </w:r>
      <w:r w:rsidR="00530790" w:rsidRPr="005D5566">
        <w:t>il fait froid et vous êtes habillée légèrement</w:t>
      </w:r>
      <w:r>
        <w:t>…</w:t>
      </w:r>
    </w:p>
    <w:p w14:paraId="4AAF9E92" w14:textId="77777777" w:rsidR="001C0413" w:rsidRDefault="00530790" w:rsidP="001C0413">
      <w:r w:rsidRPr="005D5566">
        <w:t>Elle tendit ses mains vers le verre et vit que ses doigts étaient couverts de sang figé</w:t>
      </w:r>
      <w:r w:rsidR="001C0413">
        <w:t xml:space="preserve"> ; </w:t>
      </w:r>
      <w:r w:rsidRPr="005D5566">
        <w:t>d</w:t>
      </w:r>
      <w:r w:rsidR="001C0413">
        <w:t>’</w:t>
      </w:r>
      <w:r w:rsidRPr="005D5566">
        <w:t>un geste instinctif elle laissa tomber le bras sur ses genoux</w:t>
      </w:r>
      <w:r w:rsidR="001C0413">
        <w:t xml:space="preserve"> ; </w:t>
      </w:r>
      <w:r w:rsidRPr="005D5566">
        <w:t>sa jupe était humide</w:t>
      </w:r>
      <w:r w:rsidR="001C0413">
        <w:t xml:space="preserve">. </w:t>
      </w:r>
      <w:r w:rsidRPr="005D5566">
        <w:t>Les yeux grands ouverts</w:t>
      </w:r>
      <w:r w:rsidR="001C0413">
        <w:t xml:space="preserve">, </w:t>
      </w:r>
      <w:r w:rsidRPr="005D5566">
        <w:t>le sourcil relevé</w:t>
      </w:r>
      <w:r w:rsidR="001C0413">
        <w:t xml:space="preserve">, </w:t>
      </w:r>
      <w:r w:rsidRPr="005D5566">
        <w:t>elle regarda ses doigts à la dérobée</w:t>
      </w:r>
      <w:r w:rsidR="001C0413">
        <w:t xml:space="preserve"> ; </w:t>
      </w:r>
      <w:r w:rsidRPr="005D5566">
        <w:t>la tête lui tourna</w:t>
      </w:r>
      <w:r w:rsidR="001C0413">
        <w:t xml:space="preserve"> ; </w:t>
      </w:r>
      <w:r w:rsidRPr="005D5566">
        <w:t>une pensée martelait son cerveau</w:t>
      </w:r>
      <w:r w:rsidR="001C0413">
        <w:t> :</w:t>
      </w:r>
    </w:p>
    <w:p w14:paraId="4BE889CC" w14:textId="77777777" w:rsidR="001C0413" w:rsidRDefault="001C0413" w:rsidP="001C0413">
      <w:r>
        <w:t>— </w:t>
      </w:r>
      <w:r w:rsidR="00530790" w:rsidRPr="005D5566">
        <w:t>Voilà</w:t>
      </w:r>
      <w:r>
        <w:t xml:space="preserve">… </w:t>
      </w:r>
      <w:r w:rsidR="00530790" w:rsidRPr="005D5566">
        <w:t>voilà</w:t>
      </w:r>
      <w:r>
        <w:t xml:space="preserve">… </w:t>
      </w:r>
      <w:r w:rsidR="00530790" w:rsidRPr="005D5566">
        <w:t>voilà ce qui attend Pavel un jour</w:t>
      </w:r>
      <w:r>
        <w:t>…</w:t>
      </w:r>
    </w:p>
    <w:p w14:paraId="6B5AB762" w14:textId="77777777" w:rsidR="001C0413" w:rsidRDefault="00530790" w:rsidP="001C0413">
      <w:r w:rsidRPr="005D5566">
        <w:t>Le médecin entra</w:t>
      </w:r>
      <w:r w:rsidR="001C0413">
        <w:t xml:space="preserve"> ; </w:t>
      </w:r>
      <w:r w:rsidRPr="005D5566">
        <w:t>il était en bras de chemise et les manches retroussées</w:t>
      </w:r>
      <w:r w:rsidR="001C0413">
        <w:t xml:space="preserve">. </w:t>
      </w:r>
      <w:r w:rsidRPr="005D5566">
        <w:t>À la question muette de Nicolas</w:t>
      </w:r>
      <w:r w:rsidR="001C0413">
        <w:t xml:space="preserve">, </w:t>
      </w:r>
      <w:r w:rsidRPr="005D5566">
        <w:t>il répondit de sa voix grêle</w:t>
      </w:r>
      <w:r w:rsidR="001C0413">
        <w:t> :</w:t>
      </w:r>
    </w:p>
    <w:p w14:paraId="5C01D896" w14:textId="77777777" w:rsidR="001C0413" w:rsidRDefault="001C0413" w:rsidP="001C0413">
      <w:r>
        <w:lastRenderedPageBreak/>
        <w:t>— </w:t>
      </w:r>
      <w:r w:rsidR="00530790" w:rsidRPr="005D5566">
        <w:t>La blessure du visage est insignifiante</w:t>
      </w:r>
      <w:r>
        <w:t xml:space="preserve"> ; </w:t>
      </w:r>
      <w:r w:rsidR="00530790" w:rsidRPr="005D5566">
        <w:t>mais il y a une fracture du crâne</w:t>
      </w:r>
      <w:r>
        <w:t xml:space="preserve"> ; </w:t>
      </w:r>
      <w:r w:rsidR="00530790" w:rsidRPr="005D5566">
        <w:t>elle n</w:t>
      </w:r>
      <w:r>
        <w:t>’</w:t>
      </w:r>
      <w:r w:rsidR="00530790" w:rsidRPr="005D5566">
        <w:t>est pas très grave</w:t>
      </w:r>
      <w:r>
        <w:t xml:space="preserve">, </w:t>
      </w:r>
      <w:r w:rsidR="00530790" w:rsidRPr="005D5566">
        <w:t>non plus</w:t>
      </w:r>
      <w:r>
        <w:t xml:space="preserve">… </w:t>
      </w:r>
      <w:r w:rsidR="00530790" w:rsidRPr="005D5566">
        <w:t>le gaillard est vigoureux</w:t>
      </w:r>
      <w:r>
        <w:t xml:space="preserve">… </w:t>
      </w:r>
      <w:r w:rsidR="00530790" w:rsidRPr="005D5566">
        <w:t>toutefois</w:t>
      </w:r>
      <w:r>
        <w:t xml:space="preserve">, </w:t>
      </w:r>
      <w:r w:rsidR="00530790" w:rsidRPr="005D5566">
        <w:t>il a perdu beaucoup de sang</w:t>
      </w:r>
      <w:r>
        <w:t xml:space="preserve">… </w:t>
      </w:r>
      <w:r w:rsidR="00530790" w:rsidRPr="005D5566">
        <w:t xml:space="preserve">Nous allons le transporter </w:t>
      </w:r>
      <w:r w:rsidR="00530790" w:rsidRPr="005D5566">
        <w:rPr>
          <w:bCs/>
        </w:rPr>
        <w:t xml:space="preserve">à </w:t>
      </w:r>
      <w:r w:rsidR="00530790" w:rsidRPr="005D5566">
        <w:t>l</w:t>
      </w:r>
      <w:r>
        <w:t>’</w:t>
      </w:r>
      <w:r w:rsidR="00530790" w:rsidRPr="005D5566">
        <w:t>hôpital</w:t>
      </w:r>
      <w:r>
        <w:t>…</w:t>
      </w:r>
    </w:p>
    <w:p w14:paraId="77884817" w14:textId="77777777" w:rsidR="001C0413" w:rsidRDefault="001C0413" w:rsidP="001C0413">
      <w:r>
        <w:t>— </w:t>
      </w:r>
      <w:r w:rsidR="00530790" w:rsidRPr="005D5566">
        <w:t>Pourquoi</w:t>
      </w:r>
      <w:r>
        <w:t xml:space="preserve"> ? </w:t>
      </w:r>
      <w:r w:rsidR="00530790" w:rsidRPr="005D5566">
        <w:t>Qu</w:t>
      </w:r>
      <w:r>
        <w:t>’</w:t>
      </w:r>
      <w:r w:rsidR="00530790" w:rsidRPr="005D5566">
        <w:t>il reste ici</w:t>
      </w:r>
      <w:r>
        <w:t xml:space="preserve"> ! </w:t>
      </w:r>
      <w:r w:rsidR="00530790" w:rsidRPr="005D5566">
        <w:t>s</w:t>
      </w:r>
      <w:r>
        <w:t>’</w:t>
      </w:r>
      <w:r w:rsidR="00530790" w:rsidRPr="005D5566">
        <w:t>écria Nicolas</w:t>
      </w:r>
      <w:r>
        <w:t>.</w:t>
      </w:r>
    </w:p>
    <w:p w14:paraId="0FE2951E" w14:textId="77777777" w:rsidR="001C0413" w:rsidRDefault="001C0413" w:rsidP="001C0413">
      <w:r>
        <w:t>— </w:t>
      </w:r>
      <w:r w:rsidR="00530790" w:rsidRPr="005D5566">
        <w:t>Oui</w:t>
      </w:r>
      <w:r>
        <w:t xml:space="preserve">, </w:t>
      </w:r>
      <w:r w:rsidR="00530790" w:rsidRPr="005D5566">
        <w:t>aujourd</w:t>
      </w:r>
      <w:r>
        <w:t>’</w:t>
      </w:r>
      <w:r w:rsidR="00530790" w:rsidRPr="005D5566">
        <w:t>hui et demain peut-être</w:t>
      </w:r>
      <w:r>
        <w:t xml:space="preserve">. </w:t>
      </w:r>
      <w:r w:rsidR="00530790" w:rsidRPr="005D5566">
        <w:t>Mais ensuite</w:t>
      </w:r>
      <w:r>
        <w:t xml:space="preserve">, </w:t>
      </w:r>
      <w:r w:rsidR="00530790" w:rsidRPr="005D5566">
        <w:t>il serait préférable qu</w:t>
      </w:r>
      <w:r>
        <w:t>’</w:t>
      </w:r>
      <w:r w:rsidR="00530790" w:rsidRPr="005D5566">
        <w:t>il fût à l</w:t>
      </w:r>
      <w:r>
        <w:t>’</w:t>
      </w:r>
      <w:r w:rsidR="00530790" w:rsidRPr="005D5566">
        <w:t>hôpital</w:t>
      </w:r>
      <w:r>
        <w:t xml:space="preserve">. </w:t>
      </w:r>
      <w:r w:rsidR="00530790" w:rsidRPr="005D5566">
        <w:t>Je n</w:t>
      </w:r>
      <w:r>
        <w:t>’</w:t>
      </w:r>
      <w:r w:rsidR="00530790" w:rsidRPr="005D5566">
        <w:t>ai pas le temps de faire des visites</w:t>
      </w:r>
      <w:r>
        <w:t xml:space="preserve">. </w:t>
      </w:r>
      <w:r w:rsidR="00530790" w:rsidRPr="005D5566">
        <w:t>Tu te charges du compte rendu des événements au cimetière</w:t>
      </w:r>
      <w:r>
        <w:t> ?</w:t>
      </w:r>
    </w:p>
    <w:p w14:paraId="690A82EB" w14:textId="77777777" w:rsidR="001C0413" w:rsidRDefault="001C0413" w:rsidP="001C0413">
      <w:r>
        <w:t>— </w:t>
      </w:r>
      <w:r w:rsidR="00530790" w:rsidRPr="005D5566">
        <w:t>Bien entendu</w:t>
      </w:r>
      <w:r>
        <w:t xml:space="preserve"> ! </w:t>
      </w:r>
      <w:r w:rsidR="00530790" w:rsidRPr="005D5566">
        <w:t>répondit Nicolas</w:t>
      </w:r>
      <w:r>
        <w:t>.</w:t>
      </w:r>
    </w:p>
    <w:p w14:paraId="57EF17EB" w14:textId="77777777" w:rsidR="001C0413" w:rsidRDefault="00530790" w:rsidP="001C0413">
      <w:r w:rsidRPr="005D5566">
        <w:t>La mère se leva sans bruit et se dirigea dans la cuisine</w:t>
      </w:r>
      <w:r w:rsidR="001C0413">
        <w:t>.</w:t>
      </w:r>
    </w:p>
    <w:p w14:paraId="5962BBA5" w14:textId="77777777" w:rsidR="001C0413" w:rsidRDefault="001C0413" w:rsidP="001C0413">
      <w:r>
        <w:t>— </w:t>
      </w:r>
      <w:r w:rsidR="00530790" w:rsidRPr="005D5566">
        <w:t>Où allez-vous</w:t>
      </w:r>
      <w:r>
        <w:t xml:space="preserve"> ? </w:t>
      </w:r>
      <w:r w:rsidR="00530790" w:rsidRPr="005D5566">
        <w:t>s</w:t>
      </w:r>
      <w:r>
        <w:t>’</w:t>
      </w:r>
      <w:r w:rsidR="00530790" w:rsidRPr="005D5566">
        <w:t>écria Nicolas alarmé</w:t>
      </w:r>
      <w:r>
        <w:t xml:space="preserve">. </w:t>
      </w:r>
      <w:r w:rsidR="00530790" w:rsidRPr="005D5566">
        <w:t>Sophie saura bien s</w:t>
      </w:r>
      <w:r>
        <w:t>’</w:t>
      </w:r>
      <w:r w:rsidR="00530790" w:rsidRPr="005D5566">
        <w:t>arranger toute seule</w:t>
      </w:r>
      <w:r>
        <w:t> !</w:t>
      </w:r>
    </w:p>
    <w:p w14:paraId="258169F3" w14:textId="77777777" w:rsidR="001C0413" w:rsidRDefault="00530790" w:rsidP="001C0413">
      <w:r w:rsidRPr="005D5566">
        <w:t>Elle lui jeta un coup d</w:t>
      </w:r>
      <w:r w:rsidR="001C0413">
        <w:t>’</w:t>
      </w:r>
      <w:r w:rsidRPr="005D5566">
        <w:t>œil et répondit</w:t>
      </w:r>
      <w:r w:rsidR="001C0413">
        <w:t xml:space="preserve">, </w:t>
      </w:r>
      <w:r w:rsidRPr="005D5566">
        <w:t>frémissante avec un sourire bizarre et involontaire</w:t>
      </w:r>
      <w:r w:rsidR="001C0413">
        <w:t> :</w:t>
      </w:r>
    </w:p>
    <w:p w14:paraId="1ADCF2E0" w14:textId="77777777" w:rsidR="001C0413" w:rsidRDefault="001C0413" w:rsidP="001C0413">
      <w:r>
        <w:t>— </w:t>
      </w:r>
      <w:r w:rsidR="00530790" w:rsidRPr="005D5566">
        <w:t>Je suis couverte de sang</w:t>
      </w:r>
      <w:r>
        <w:t xml:space="preserve">… </w:t>
      </w:r>
      <w:r w:rsidR="00530790" w:rsidRPr="005D5566">
        <w:t>je suis couverte de sang</w:t>
      </w:r>
      <w:r>
        <w:t> !</w:t>
      </w:r>
    </w:p>
    <w:p w14:paraId="1CAE3914" w14:textId="77777777" w:rsidR="001C0413" w:rsidRDefault="00530790" w:rsidP="001C0413">
      <w:r w:rsidRPr="005D5566">
        <w:t>Tout en changeant de vêtements dans sa chambre</w:t>
      </w:r>
      <w:r w:rsidR="001C0413">
        <w:t xml:space="preserve">, </w:t>
      </w:r>
      <w:r w:rsidRPr="005D5566">
        <w:t>elle pensa une fois de plus au calme de ces gens</w:t>
      </w:r>
      <w:r w:rsidR="001C0413">
        <w:t xml:space="preserve">, </w:t>
      </w:r>
      <w:r w:rsidRPr="005D5566">
        <w:rPr>
          <w:bCs/>
        </w:rPr>
        <w:t xml:space="preserve">à </w:t>
      </w:r>
      <w:r w:rsidRPr="005D5566">
        <w:t>la faculté qu</w:t>
      </w:r>
      <w:r w:rsidR="001C0413">
        <w:t>’</w:t>
      </w:r>
      <w:r w:rsidRPr="005D5566">
        <w:t>ils avaient de ne pas s</w:t>
      </w:r>
      <w:r w:rsidR="001C0413">
        <w:t>’</w:t>
      </w:r>
      <w:r w:rsidRPr="005D5566">
        <w:t>arrêter longtemps sur l</w:t>
      </w:r>
      <w:r w:rsidR="001C0413">
        <w:t>’</w:t>
      </w:r>
      <w:r w:rsidRPr="005D5566">
        <w:t>horreur des événements</w:t>
      </w:r>
      <w:r w:rsidR="001C0413">
        <w:t xml:space="preserve">. </w:t>
      </w:r>
      <w:r w:rsidRPr="005D5566">
        <w:t>Cette réflexion la fit revenir à elle et chassa l</w:t>
      </w:r>
      <w:r w:rsidR="001C0413">
        <w:t>’</w:t>
      </w:r>
      <w:r w:rsidRPr="005D5566">
        <w:t>effroi de son cœur</w:t>
      </w:r>
      <w:r w:rsidR="001C0413">
        <w:t xml:space="preserve">. </w:t>
      </w:r>
      <w:r w:rsidRPr="005D5566">
        <w:t>Lorsqu</w:t>
      </w:r>
      <w:r w:rsidR="001C0413">
        <w:t>’</w:t>
      </w:r>
      <w:r w:rsidRPr="005D5566">
        <w:t>elle retourna dans la chambre où était le blessé</w:t>
      </w:r>
      <w:r w:rsidR="001C0413">
        <w:t xml:space="preserve">, </w:t>
      </w:r>
      <w:r w:rsidRPr="005D5566">
        <w:t>Sophie se penchait sur lui</w:t>
      </w:r>
      <w:r w:rsidR="001C0413">
        <w:t xml:space="preserve">, </w:t>
      </w:r>
      <w:r w:rsidRPr="005D5566">
        <w:t>et disait</w:t>
      </w:r>
      <w:r w:rsidR="001C0413">
        <w:t> :</w:t>
      </w:r>
    </w:p>
    <w:p w14:paraId="70FD6C1F" w14:textId="77777777" w:rsidR="001C0413" w:rsidRDefault="001C0413" w:rsidP="001C0413">
      <w:r>
        <w:t>— </w:t>
      </w:r>
      <w:r w:rsidR="00530790" w:rsidRPr="005D5566">
        <w:t>Quelle sottise</w:t>
      </w:r>
      <w:r>
        <w:t xml:space="preserve">, </w:t>
      </w:r>
      <w:r w:rsidR="00530790" w:rsidRPr="005D5566">
        <w:t>camarade</w:t>
      </w:r>
      <w:r>
        <w:t> !</w:t>
      </w:r>
    </w:p>
    <w:p w14:paraId="72F4E163" w14:textId="77777777" w:rsidR="001C0413" w:rsidRDefault="001C0413" w:rsidP="001C0413">
      <w:r>
        <w:t>— </w:t>
      </w:r>
      <w:r w:rsidR="00530790" w:rsidRPr="005D5566">
        <w:t>Mais je vous gênerai</w:t>
      </w:r>
      <w:r>
        <w:t xml:space="preserve"> ! </w:t>
      </w:r>
      <w:r w:rsidR="00530790" w:rsidRPr="005D5566">
        <w:t>répliqua-t-il d</w:t>
      </w:r>
      <w:r>
        <w:t>’</w:t>
      </w:r>
      <w:r w:rsidR="00530790" w:rsidRPr="005D5566">
        <w:t>une voix faible</w:t>
      </w:r>
      <w:r>
        <w:t>.</w:t>
      </w:r>
    </w:p>
    <w:p w14:paraId="01754906" w14:textId="77777777" w:rsidR="001C0413" w:rsidRDefault="001C0413" w:rsidP="001C0413">
      <w:r>
        <w:t>— </w:t>
      </w:r>
      <w:r w:rsidR="00530790" w:rsidRPr="005D5566">
        <w:t>Taisez-vous cela vaudra mieux</w:t>
      </w:r>
      <w:r>
        <w:t> !</w:t>
      </w:r>
    </w:p>
    <w:p w14:paraId="27C1F974" w14:textId="77777777" w:rsidR="001C0413" w:rsidRDefault="00530790" w:rsidP="001C0413">
      <w:r w:rsidRPr="005D5566">
        <w:lastRenderedPageBreak/>
        <w:t>La mère s</w:t>
      </w:r>
      <w:r w:rsidR="001C0413">
        <w:t>’</w:t>
      </w:r>
      <w:r w:rsidRPr="005D5566">
        <w:t>arrêta derrière Sophie et lui posa la main sur l</w:t>
      </w:r>
      <w:r w:rsidR="001C0413">
        <w:t>’</w:t>
      </w:r>
      <w:r w:rsidRPr="005D5566">
        <w:t>épaule</w:t>
      </w:r>
      <w:r w:rsidR="001C0413">
        <w:t xml:space="preserve"> ; </w:t>
      </w:r>
      <w:r w:rsidRPr="005D5566">
        <w:t>elle regarda en souriant le visage pâle du blessé et se mit à raconter combien son accès de délire en fiacre l</w:t>
      </w:r>
      <w:r w:rsidR="001C0413">
        <w:t>’</w:t>
      </w:r>
      <w:r w:rsidRPr="005D5566">
        <w:t>avait épouvantée</w:t>
      </w:r>
      <w:r w:rsidR="001C0413">
        <w:t xml:space="preserve">. </w:t>
      </w:r>
      <w:r w:rsidRPr="005D5566">
        <w:t>Ivan écoutait</w:t>
      </w:r>
      <w:r w:rsidR="001C0413">
        <w:t xml:space="preserve">, </w:t>
      </w:r>
      <w:r w:rsidRPr="005D5566">
        <w:t>les yeux brillants de fièvre</w:t>
      </w:r>
      <w:r w:rsidR="001C0413">
        <w:t xml:space="preserve"> ; </w:t>
      </w:r>
      <w:r w:rsidRPr="005D5566">
        <w:t>il claquait des dents et s</w:t>
      </w:r>
      <w:r w:rsidR="001C0413">
        <w:t>’</w:t>
      </w:r>
      <w:r w:rsidRPr="005D5566">
        <w:t>écriait de temps à autre avec confusion</w:t>
      </w:r>
      <w:r w:rsidR="001C0413">
        <w:t> :</w:t>
      </w:r>
    </w:p>
    <w:p w14:paraId="24BC92AC" w14:textId="77777777" w:rsidR="001C0413" w:rsidRDefault="001C0413" w:rsidP="001C0413">
      <w:r>
        <w:t>— </w:t>
      </w:r>
      <w:r w:rsidR="00530790" w:rsidRPr="005D5566">
        <w:t>Oh</w:t>
      </w:r>
      <w:r>
        <w:t xml:space="preserve"> ! </w:t>
      </w:r>
      <w:r w:rsidR="00530790" w:rsidRPr="005D5566">
        <w:t>que je suis bête</w:t>
      </w:r>
      <w:r>
        <w:t> !</w:t>
      </w:r>
    </w:p>
    <w:p w14:paraId="2FC2FA75" w14:textId="77777777" w:rsidR="001C0413" w:rsidRDefault="001C0413" w:rsidP="001C0413">
      <w:r>
        <w:t>— </w:t>
      </w:r>
      <w:r w:rsidR="00530790" w:rsidRPr="005D5566">
        <w:t>Eh bien</w:t>
      </w:r>
      <w:r>
        <w:t xml:space="preserve">, </w:t>
      </w:r>
      <w:r w:rsidR="00530790" w:rsidRPr="005D5566">
        <w:t>nous vous laissons</w:t>
      </w:r>
      <w:r>
        <w:t xml:space="preserve"> ! </w:t>
      </w:r>
      <w:r w:rsidR="00530790" w:rsidRPr="005D5566">
        <w:t>déclara Sophie en arrangeant la couverture du malade</w:t>
      </w:r>
      <w:r>
        <w:t xml:space="preserve">. </w:t>
      </w:r>
      <w:r w:rsidR="00530790" w:rsidRPr="005D5566">
        <w:t>Reposez-vous</w:t>
      </w:r>
      <w:r>
        <w:t> !</w:t>
      </w:r>
    </w:p>
    <w:p w14:paraId="6F21739B" w14:textId="77777777" w:rsidR="001C0413" w:rsidRDefault="00530790" w:rsidP="001C0413">
      <w:r w:rsidRPr="005D5566">
        <w:t>Les deux femmes passèrent dans la salle à manger</w:t>
      </w:r>
      <w:r w:rsidR="001C0413">
        <w:t xml:space="preserve">, </w:t>
      </w:r>
      <w:r w:rsidRPr="005D5566">
        <w:t>où avec Nicolas et le médecin elles s</w:t>
      </w:r>
      <w:r w:rsidR="001C0413">
        <w:t>’</w:t>
      </w:r>
      <w:r w:rsidRPr="005D5566">
        <w:t>entretinrent longtemps et à voix basse des événements du jour</w:t>
      </w:r>
      <w:r w:rsidR="001C0413">
        <w:t xml:space="preserve">. </w:t>
      </w:r>
      <w:r w:rsidRPr="005D5566">
        <w:t>Déjà on traitait ce drame comme quelque chose de lointain</w:t>
      </w:r>
      <w:r w:rsidR="001C0413">
        <w:t xml:space="preserve">, </w:t>
      </w:r>
      <w:r w:rsidRPr="005D5566">
        <w:t>on regardait l</w:t>
      </w:r>
      <w:r w:rsidR="001C0413">
        <w:t>’</w:t>
      </w:r>
      <w:r w:rsidRPr="005D5566">
        <w:t>avenir avec assurance</w:t>
      </w:r>
      <w:r w:rsidR="001C0413">
        <w:t xml:space="preserve">, </w:t>
      </w:r>
      <w:r w:rsidRPr="005D5566">
        <w:t>on préparait la besogne du lendemain</w:t>
      </w:r>
      <w:r w:rsidR="001C0413">
        <w:t xml:space="preserve">. </w:t>
      </w:r>
      <w:r w:rsidRPr="005D5566">
        <w:t>Si les visages exprimaient la fatigue</w:t>
      </w:r>
      <w:r w:rsidR="001C0413">
        <w:t xml:space="preserve">, </w:t>
      </w:r>
      <w:r w:rsidRPr="005D5566">
        <w:t>les pensées étaient alertes</w:t>
      </w:r>
      <w:r w:rsidR="001C0413">
        <w:t xml:space="preserve">. </w:t>
      </w:r>
      <w:r w:rsidRPr="005D5566">
        <w:t>Le docteur s</w:t>
      </w:r>
      <w:r w:rsidR="001C0413">
        <w:t>’</w:t>
      </w:r>
      <w:r w:rsidRPr="005D5566">
        <w:t>agitait nerveusement sur sa chaise s</w:t>
      </w:r>
      <w:r w:rsidR="001C0413">
        <w:t>’</w:t>
      </w:r>
      <w:r w:rsidRPr="005D5566">
        <w:t>efforçant d</w:t>
      </w:r>
      <w:r w:rsidR="001C0413">
        <w:t>’</w:t>
      </w:r>
      <w:r w:rsidRPr="005D5566">
        <w:t>assourdir sa voix grêle et aiguë</w:t>
      </w:r>
      <w:r w:rsidR="001C0413">
        <w:t> :</w:t>
      </w:r>
    </w:p>
    <w:p w14:paraId="15B42B7F" w14:textId="77777777" w:rsidR="001C0413" w:rsidRDefault="001C0413" w:rsidP="001C0413">
      <w:r>
        <w:t>— </w:t>
      </w:r>
      <w:r w:rsidR="00530790" w:rsidRPr="005D5566">
        <w:t>La propagande</w:t>
      </w:r>
      <w:r>
        <w:t xml:space="preserve">, </w:t>
      </w:r>
      <w:r w:rsidR="00530790" w:rsidRPr="005D5566">
        <w:t>la propagande</w:t>
      </w:r>
      <w:r>
        <w:t xml:space="preserve"> ! </w:t>
      </w:r>
      <w:r w:rsidR="00530790" w:rsidRPr="005D5566">
        <w:t>Ce n</w:t>
      </w:r>
      <w:r>
        <w:t>’</w:t>
      </w:r>
      <w:r w:rsidR="00530790" w:rsidRPr="005D5566">
        <w:t>est plus suffisant</w:t>
      </w:r>
      <w:r>
        <w:t xml:space="preserve">, </w:t>
      </w:r>
      <w:r w:rsidR="00530790" w:rsidRPr="005D5566">
        <w:t>les jeunes ouvriers ont raison</w:t>
      </w:r>
      <w:r>
        <w:t xml:space="preserve"> : </w:t>
      </w:r>
      <w:r w:rsidR="00530790" w:rsidRPr="005D5566">
        <w:t>il faut faire de l</w:t>
      </w:r>
      <w:r>
        <w:t>’</w:t>
      </w:r>
      <w:r w:rsidR="00530790" w:rsidRPr="005D5566">
        <w:t>agitation sur un plus vaste terrain</w:t>
      </w:r>
      <w:r>
        <w:t xml:space="preserve">… </w:t>
      </w:r>
      <w:r w:rsidR="00530790" w:rsidRPr="005D5566">
        <w:t>je vous dis que les ouvriers ont raison</w:t>
      </w:r>
      <w:r>
        <w:t> !…</w:t>
      </w:r>
    </w:p>
    <w:p w14:paraId="52D51A57" w14:textId="77777777" w:rsidR="001C0413" w:rsidRDefault="00530790" w:rsidP="001C0413">
      <w:r w:rsidRPr="005D5566">
        <w:t>Nicolas répliqua d</w:t>
      </w:r>
      <w:r w:rsidR="001C0413">
        <w:t>’</w:t>
      </w:r>
      <w:r w:rsidRPr="005D5566">
        <w:t>un ton morne</w:t>
      </w:r>
      <w:r w:rsidR="001C0413">
        <w:t> :</w:t>
      </w:r>
    </w:p>
    <w:p w14:paraId="0DA6D481" w14:textId="77777777" w:rsidR="001C0413" w:rsidRDefault="001C0413" w:rsidP="001C0413">
      <w:r>
        <w:t>— </w:t>
      </w:r>
      <w:r w:rsidR="00530790" w:rsidRPr="005D5566">
        <w:t>Partout on se plaint de l</w:t>
      </w:r>
      <w:r>
        <w:t>’</w:t>
      </w:r>
      <w:r w:rsidR="00530790" w:rsidRPr="005D5566">
        <w:t>insuffisance des livres</w:t>
      </w:r>
      <w:r>
        <w:t xml:space="preserve">, </w:t>
      </w:r>
      <w:r w:rsidR="00530790" w:rsidRPr="005D5566">
        <w:t>et nous ne sommes pas encore parvenus à créer une bonne imprimerie</w:t>
      </w:r>
      <w:r>
        <w:t xml:space="preserve">… </w:t>
      </w:r>
      <w:r w:rsidR="00530790" w:rsidRPr="005D5566">
        <w:t>Lioudmila est épuisée</w:t>
      </w:r>
      <w:r>
        <w:t xml:space="preserve">, </w:t>
      </w:r>
      <w:r w:rsidR="00530790" w:rsidRPr="005D5566">
        <w:t>elle tombera malade</w:t>
      </w:r>
      <w:r>
        <w:t xml:space="preserve">, </w:t>
      </w:r>
      <w:r w:rsidR="00530790" w:rsidRPr="005D5566">
        <w:t>si nous ne lui trouvons pas de collaborateurs</w:t>
      </w:r>
      <w:r>
        <w:t>…</w:t>
      </w:r>
    </w:p>
    <w:p w14:paraId="4727E35C" w14:textId="77777777" w:rsidR="001C0413" w:rsidRDefault="001C0413" w:rsidP="001C0413">
      <w:r>
        <w:t>— </w:t>
      </w:r>
      <w:r w:rsidR="00530790" w:rsidRPr="005D5566">
        <w:t>Et Vessoftchikov</w:t>
      </w:r>
      <w:r>
        <w:t xml:space="preserve"> ? </w:t>
      </w:r>
      <w:r w:rsidR="00530790" w:rsidRPr="005D5566">
        <w:t>demanda Sophie</w:t>
      </w:r>
      <w:r>
        <w:t>.</w:t>
      </w:r>
    </w:p>
    <w:p w14:paraId="186DB087" w14:textId="77777777" w:rsidR="001C0413" w:rsidRDefault="001C0413" w:rsidP="001C0413">
      <w:r>
        <w:t>— </w:t>
      </w:r>
      <w:r w:rsidR="00530790" w:rsidRPr="005D5566">
        <w:t>Il ne peut pas vivre en ville</w:t>
      </w:r>
      <w:r>
        <w:t xml:space="preserve">… </w:t>
      </w:r>
      <w:r w:rsidR="00530790" w:rsidRPr="005D5566">
        <w:t>Il se mettra à l</w:t>
      </w:r>
      <w:r>
        <w:t>’</w:t>
      </w:r>
      <w:r w:rsidR="00530790" w:rsidRPr="005D5566">
        <w:t>ouvrage à la nouvelle imprimerie</w:t>
      </w:r>
      <w:r>
        <w:t xml:space="preserve">… </w:t>
      </w:r>
      <w:r w:rsidR="00530790" w:rsidRPr="005D5566">
        <w:t>mais il nous manque encore quelqu</w:t>
      </w:r>
      <w:r>
        <w:t>’</w:t>
      </w:r>
      <w:r w:rsidR="00530790" w:rsidRPr="005D5566">
        <w:t>un</w:t>
      </w:r>
      <w:r>
        <w:t>…</w:t>
      </w:r>
    </w:p>
    <w:p w14:paraId="55548523" w14:textId="77777777" w:rsidR="001C0413" w:rsidRDefault="001C0413" w:rsidP="001C0413">
      <w:r>
        <w:lastRenderedPageBreak/>
        <w:t>— </w:t>
      </w:r>
      <w:r w:rsidR="00530790" w:rsidRPr="005D5566">
        <w:t>Pourrais-je faire l</w:t>
      </w:r>
      <w:r>
        <w:t>’</w:t>
      </w:r>
      <w:r w:rsidR="00530790" w:rsidRPr="005D5566">
        <w:t>affaire</w:t>
      </w:r>
      <w:r>
        <w:t xml:space="preserve"> ? </w:t>
      </w:r>
      <w:r w:rsidR="00530790" w:rsidRPr="005D5566">
        <w:t>proposa la mère doucement</w:t>
      </w:r>
      <w:r>
        <w:t>.</w:t>
      </w:r>
    </w:p>
    <w:p w14:paraId="44DD0FB3" w14:textId="77777777" w:rsidR="001C0413" w:rsidRDefault="00530790" w:rsidP="001C0413">
      <w:r w:rsidRPr="005D5566">
        <w:t>Les trois camarades la regardèrent un instant</w:t>
      </w:r>
      <w:r w:rsidR="001C0413">
        <w:t>.</w:t>
      </w:r>
    </w:p>
    <w:p w14:paraId="5495045E" w14:textId="77777777" w:rsidR="001C0413" w:rsidRDefault="001C0413" w:rsidP="001C0413">
      <w:r>
        <w:t>— </w:t>
      </w:r>
      <w:r w:rsidR="00530790" w:rsidRPr="005D5566">
        <w:t>C</w:t>
      </w:r>
      <w:r>
        <w:t>’</w:t>
      </w:r>
      <w:r w:rsidR="00530790" w:rsidRPr="005D5566">
        <w:t>est une bonne idée</w:t>
      </w:r>
      <w:r>
        <w:t xml:space="preserve"> ! </w:t>
      </w:r>
      <w:r w:rsidR="00530790" w:rsidRPr="005D5566">
        <w:t>s</w:t>
      </w:r>
      <w:r>
        <w:t>’</w:t>
      </w:r>
      <w:r w:rsidR="00530790" w:rsidRPr="005D5566">
        <w:t>exclama Sophie brusquement</w:t>
      </w:r>
      <w:r>
        <w:t>.</w:t>
      </w:r>
    </w:p>
    <w:p w14:paraId="5FC80BC8" w14:textId="77777777" w:rsidR="001C0413" w:rsidRDefault="001C0413" w:rsidP="001C0413">
      <w:r>
        <w:t>— </w:t>
      </w:r>
      <w:r w:rsidR="00530790" w:rsidRPr="005D5566">
        <w:t>Non</w:t>
      </w:r>
      <w:r>
        <w:t xml:space="preserve">, </w:t>
      </w:r>
      <w:r w:rsidR="00530790" w:rsidRPr="005D5566">
        <w:t>c</w:t>
      </w:r>
      <w:r>
        <w:t>’</w:t>
      </w:r>
      <w:r w:rsidR="00530790" w:rsidRPr="005D5566">
        <w:t>est trop difficile pour vous</w:t>
      </w:r>
      <w:r>
        <w:t xml:space="preserve">, </w:t>
      </w:r>
      <w:r w:rsidR="00530790" w:rsidRPr="005D5566">
        <w:t>Pélaguée</w:t>
      </w:r>
      <w:r>
        <w:t xml:space="preserve">, </w:t>
      </w:r>
      <w:r w:rsidR="00530790" w:rsidRPr="005D5566">
        <w:t>dit Nicolas d</w:t>
      </w:r>
      <w:r>
        <w:t>’</w:t>
      </w:r>
      <w:r w:rsidR="00530790" w:rsidRPr="005D5566">
        <w:t>une voix sèche</w:t>
      </w:r>
      <w:r>
        <w:t xml:space="preserve">. </w:t>
      </w:r>
      <w:r w:rsidR="00530790" w:rsidRPr="005D5566">
        <w:t>Il faudrait que vous alliez vivre hors de la ville</w:t>
      </w:r>
      <w:r>
        <w:t xml:space="preserve">, </w:t>
      </w:r>
      <w:r w:rsidR="00530790" w:rsidRPr="005D5566">
        <w:t>vous ne pourriez plus voir Pavel</w:t>
      </w:r>
      <w:r>
        <w:t xml:space="preserve">, </w:t>
      </w:r>
      <w:r w:rsidR="00530790" w:rsidRPr="005D5566">
        <w:t>et en général</w:t>
      </w:r>
      <w:r>
        <w:t>…</w:t>
      </w:r>
    </w:p>
    <w:p w14:paraId="7270941C" w14:textId="77777777" w:rsidR="001C0413" w:rsidRDefault="00530790" w:rsidP="001C0413">
      <w:r w:rsidRPr="005D5566">
        <w:t>Elle répliqua en soupirant</w:t>
      </w:r>
      <w:r w:rsidR="001C0413">
        <w:t> :</w:t>
      </w:r>
    </w:p>
    <w:p w14:paraId="60BC5AA3" w14:textId="77777777" w:rsidR="001C0413" w:rsidRDefault="001C0413" w:rsidP="001C0413">
      <w:r>
        <w:t>— </w:t>
      </w:r>
      <w:r w:rsidR="00530790" w:rsidRPr="005D5566">
        <w:t>Ce ne serait pas une grande privation pour Pavel</w:t>
      </w:r>
      <w:r>
        <w:t xml:space="preserve">… </w:t>
      </w:r>
      <w:r w:rsidR="00530790" w:rsidRPr="005D5566">
        <w:t>et à moi aussi</w:t>
      </w:r>
      <w:r>
        <w:t xml:space="preserve">, </w:t>
      </w:r>
      <w:r w:rsidR="00530790" w:rsidRPr="005D5566">
        <w:t>ces visites me fendent le cœur</w:t>
      </w:r>
      <w:r>
        <w:t xml:space="preserve">… </w:t>
      </w:r>
      <w:r w:rsidR="00530790" w:rsidRPr="005D5566">
        <w:t>Il est interdit de parler de quoi que ce soit</w:t>
      </w:r>
      <w:r>
        <w:rPr>
          <w:rFonts w:eastAsia="Georgia" w:cs="Georgia"/>
        </w:rPr>
        <w:t xml:space="preserve">… </w:t>
      </w:r>
      <w:r w:rsidR="00530790" w:rsidRPr="005D5566">
        <w:t>j</w:t>
      </w:r>
      <w:r>
        <w:t>’</w:t>
      </w:r>
      <w:r w:rsidR="00530790" w:rsidRPr="005D5566">
        <w:t>ai l</w:t>
      </w:r>
      <w:r>
        <w:t>’</w:t>
      </w:r>
      <w:r w:rsidR="00530790" w:rsidRPr="005D5566">
        <w:t>air d</w:t>
      </w:r>
      <w:r>
        <w:t>’</w:t>
      </w:r>
      <w:r w:rsidR="00530790" w:rsidRPr="005D5566">
        <w:t>une idiote aux yeux de mon fils</w:t>
      </w:r>
      <w:r>
        <w:t xml:space="preserve">… </w:t>
      </w:r>
      <w:r w:rsidR="00530790" w:rsidRPr="005D5566">
        <w:t>on nous épie sans cesse</w:t>
      </w:r>
      <w:r>
        <w:t>.</w:t>
      </w:r>
    </w:p>
    <w:p w14:paraId="2D3E08CC" w14:textId="77777777" w:rsidR="001C0413" w:rsidRDefault="00530790" w:rsidP="001C0413">
      <w:r w:rsidRPr="005D5566">
        <w:t>Les événements récents l</w:t>
      </w:r>
      <w:r w:rsidR="001C0413">
        <w:t>’</w:t>
      </w:r>
      <w:r w:rsidRPr="005D5566">
        <w:t>avaient fatiguée</w:t>
      </w:r>
      <w:r w:rsidR="001C0413">
        <w:t xml:space="preserve">, </w:t>
      </w:r>
      <w:r w:rsidRPr="005D5566">
        <w:t>et maintenant que l</w:t>
      </w:r>
      <w:r w:rsidR="001C0413">
        <w:t>’</w:t>
      </w:r>
      <w:r w:rsidRPr="005D5566">
        <w:t>occasion se présentait pour elle de s</w:t>
      </w:r>
      <w:r w:rsidR="001C0413">
        <w:t>’</w:t>
      </w:r>
      <w:r w:rsidRPr="005D5566">
        <w:t>éloigner des drames de la ville</w:t>
      </w:r>
      <w:r w:rsidR="001C0413">
        <w:t xml:space="preserve">, </w:t>
      </w:r>
      <w:r w:rsidRPr="005D5566">
        <w:t>elle s</w:t>
      </w:r>
      <w:r w:rsidR="001C0413">
        <w:t>’</w:t>
      </w:r>
      <w:r w:rsidRPr="005D5566">
        <w:t>y raccrochait de toute sa force</w:t>
      </w:r>
      <w:r w:rsidR="001C0413">
        <w:t>.</w:t>
      </w:r>
    </w:p>
    <w:p w14:paraId="31A12F0D" w14:textId="77777777" w:rsidR="001C0413" w:rsidRDefault="00530790" w:rsidP="001C0413">
      <w:r w:rsidRPr="005D5566">
        <w:t>Mais Nicolas changea de sujet de conversation</w:t>
      </w:r>
      <w:r w:rsidR="001C0413">
        <w:t> :</w:t>
      </w:r>
    </w:p>
    <w:p w14:paraId="27DAE234" w14:textId="77777777" w:rsidR="001C0413" w:rsidRDefault="001C0413" w:rsidP="001C0413">
      <w:r>
        <w:t>— </w:t>
      </w:r>
      <w:r w:rsidR="00530790" w:rsidRPr="005D5566">
        <w:t>À quoi penses-tu</w:t>
      </w:r>
      <w:r>
        <w:t xml:space="preserve"> ? </w:t>
      </w:r>
      <w:r w:rsidR="00530790" w:rsidRPr="005D5566">
        <w:t>demanda-t-il au docteur</w:t>
      </w:r>
      <w:r>
        <w:t>.</w:t>
      </w:r>
    </w:p>
    <w:p w14:paraId="035701E1" w14:textId="77777777" w:rsidR="001C0413" w:rsidRDefault="00530790" w:rsidP="001C0413">
      <w:r w:rsidRPr="005D5566">
        <w:t>Celui-ci répondit d</w:t>
      </w:r>
      <w:r w:rsidR="001C0413">
        <w:t>’</w:t>
      </w:r>
      <w:r w:rsidRPr="005D5566">
        <w:t>un ton maussade</w:t>
      </w:r>
      <w:r w:rsidR="001C0413">
        <w:t> :</w:t>
      </w:r>
    </w:p>
    <w:p w14:paraId="7631B68F" w14:textId="77777777" w:rsidR="001C0413" w:rsidRDefault="001C0413" w:rsidP="001C0413">
      <w:r>
        <w:t>— </w:t>
      </w:r>
      <w:r w:rsidR="00530790" w:rsidRPr="005D5566">
        <w:t>Nous sommes peu</w:t>
      </w:r>
      <w:r>
        <w:t xml:space="preserve">, </w:t>
      </w:r>
      <w:r w:rsidR="00530790" w:rsidRPr="005D5566">
        <w:t>voilà à quoi je pense</w:t>
      </w:r>
      <w:r>
        <w:t xml:space="preserve">… </w:t>
      </w:r>
      <w:r w:rsidR="00530790" w:rsidRPr="005D5566">
        <w:t>Il faut absolument travailler avec plus d</w:t>
      </w:r>
      <w:r>
        <w:t>’</w:t>
      </w:r>
      <w:r w:rsidR="00530790" w:rsidRPr="005D5566">
        <w:t>énergie</w:t>
      </w:r>
      <w:r>
        <w:t xml:space="preserve">… </w:t>
      </w:r>
      <w:r w:rsidR="00530790" w:rsidRPr="005D5566">
        <w:t>il faut décider André et Pavel à s</w:t>
      </w:r>
      <w:r>
        <w:t>’</w:t>
      </w:r>
      <w:r w:rsidR="00530790" w:rsidRPr="005D5566">
        <w:t>évader</w:t>
      </w:r>
      <w:r>
        <w:t xml:space="preserve">… </w:t>
      </w:r>
      <w:r w:rsidR="00530790" w:rsidRPr="005D5566">
        <w:t>ils sont tous deux trop précieux pour rester ainsi dans l</w:t>
      </w:r>
      <w:r>
        <w:t>’</w:t>
      </w:r>
      <w:r w:rsidR="00530790" w:rsidRPr="005D5566">
        <w:t>inaction</w:t>
      </w:r>
      <w:r>
        <w:t>…</w:t>
      </w:r>
    </w:p>
    <w:p w14:paraId="5B5D3C5D" w14:textId="77777777" w:rsidR="001C0413" w:rsidRDefault="00530790" w:rsidP="001C0413">
      <w:r w:rsidRPr="005D5566">
        <w:t>Nicolas fronça le sourcil et hocha la tête d</w:t>
      </w:r>
      <w:r w:rsidR="001C0413">
        <w:t>’</w:t>
      </w:r>
      <w:r w:rsidRPr="005D5566">
        <w:t>un air dubitatif</w:t>
      </w:r>
      <w:r w:rsidR="001C0413">
        <w:t xml:space="preserve"> ; </w:t>
      </w:r>
      <w:r w:rsidRPr="005D5566">
        <w:t>il jeta un coup d</w:t>
      </w:r>
      <w:r w:rsidR="001C0413">
        <w:t>’</w:t>
      </w:r>
      <w:r w:rsidRPr="005D5566">
        <w:t>œil sur la mère</w:t>
      </w:r>
      <w:r w:rsidR="001C0413">
        <w:t xml:space="preserve">. </w:t>
      </w:r>
      <w:r w:rsidRPr="005D5566">
        <w:t>Elle comprit qu</w:t>
      </w:r>
      <w:r w:rsidR="001C0413">
        <w:t>’</w:t>
      </w:r>
      <w:r w:rsidRPr="005D5566">
        <w:t>ils se gênaient de parler de son fils en sa présence et elle se rendit dans la chambre</w:t>
      </w:r>
      <w:r w:rsidR="001C0413">
        <w:t xml:space="preserve">, </w:t>
      </w:r>
      <w:r w:rsidRPr="005D5566">
        <w:t>légèrement irritée contre ceux qui se préoccupaient si peu de ses désirs</w:t>
      </w:r>
      <w:r w:rsidR="001C0413">
        <w:t>.</w:t>
      </w:r>
    </w:p>
    <w:p w14:paraId="42D9F0EF" w14:textId="77777777" w:rsidR="001C0413" w:rsidRDefault="00530790" w:rsidP="001C0413">
      <w:r w:rsidRPr="005D5566">
        <w:lastRenderedPageBreak/>
        <w:t>Elle se coucha et</w:t>
      </w:r>
      <w:r w:rsidR="001C0413">
        <w:t xml:space="preserve">, </w:t>
      </w:r>
      <w:r w:rsidRPr="005D5566">
        <w:t>les yeux ouverts et bercée par le chuchotement des voix</w:t>
      </w:r>
      <w:r w:rsidR="001C0413">
        <w:t xml:space="preserve">, </w:t>
      </w:r>
      <w:r w:rsidRPr="005D5566">
        <w:t>se laissa envahir par l</w:t>
      </w:r>
      <w:r w:rsidR="001C0413">
        <w:t>’</w:t>
      </w:r>
      <w:r w:rsidRPr="005D5566">
        <w:t>inquiétude</w:t>
      </w:r>
      <w:r w:rsidR="001C0413">
        <w:t xml:space="preserve">. </w:t>
      </w:r>
      <w:r w:rsidRPr="005D5566">
        <w:t>La journée qui venait de s</w:t>
      </w:r>
      <w:r w:rsidR="001C0413">
        <w:t>’</w:t>
      </w:r>
      <w:r w:rsidRPr="005D5566">
        <w:t>écouler lui semblait incompréhensible</w:t>
      </w:r>
      <w:r w:rsidR="001C0413">
        <w:t xml:space="preserve">, </w:t>
      </w:r>
      <w:r w:rsidRPr="005D5566">
        <w:t>pleine d</w:t>
      </w:r>
      <w:r w:rsidR="001C0413">
        <w:t>’</w:t>
      </w:r>
      <w:r w:rsidRPr="005D5566">
        <w:t>allusions menaçantes</w:t>
      </w:r>
      <w:r w:rsidR="001C0413">
        <w:t xml:space="preserve"> ; </w:t>
      </w:r>
      <w:r w:rsidRPr="005D5566">
        <w:t>mais ce genre de réflexions lui était pénible</w:t>
      </w:r>
      <w:r w:rsidR="001C0413">
        <w:t xml:space="preserve">, </w:t>
      </w:r>
      <w:r w:rsidRPr="005D5566">
        <w:t>elle les écarta de son cerveau et se mit à penser à Pavel</w:t>
      </w:r>
      <w:r w:rsidR="001C0413">
        <w:t xml:space="preserve">. </w:t>
      </w:r>
      <w:r w:rsidRPr="005D5566">
        <w:t>Elle aurait voulu le voir en liberté et</w:t>
      </w:r>
      <w:r w:rsidR="001C0413">
        <w:t xml:space="preserve">, </w:t>
      </w:r>
      <w:r w:rsidRPr="005D5566">
        <w:t>en même temps</w:t>
      </w:r>
      <w:r w:rsidR="001C0413">
        <w:t xml:space="preserve">, </w:t>
      </w:r>
      <w:r w:rsidRPr="005D5566">
        <w:t>elle s</w:t>
      </w:r>
      <w:r w:rsidR="001C0413">
        <w:t>’</w:t>
      </w:r>
      <w:r w:rsidRPr="005D5566">
        <w:t>effrayait à cette idée</w:t>
      </w:r>
      <w:r w:rsidR="001C0413">
        <w:t xml:space="preserve"> ; </w:t>
      </w:r>
      <w:r w:rsidRPr="005D5566">
        <w:t>elle sentait qu</w:t>
      </w:r>
      <w:r w:rsidR="001C0413">
        <w:t>’</w:t>
      </w:r>
      <w:r w:rsidRPr="005D5566">
        <w:t>autour d</w:t>
      </w:r>
      <w:r w:rsidR="001C0413">
        <w:t>’</w:t>
      </w:r>
      <w:r w:rsidRPr="005D5566">
        <w:t>elle tout s</w:t>
      </w:r>
      <w:r w:rsidR="001C0413">
        <w:t>’</w:t>
      </w:r>
      <w:r w:rsidRPr="005D5566">
        <w:t>agitait</w:t>
      </w:r>
      <w:r w:rsidR="001C0413">
        <w:t xml:space="preserve">, </w:t>
      </w:r>
      <w:r w:rsidRPr="005D5566">
        <w:t>que la situation se tendait de plus en plus</w:t>
      </w:r>
      <w:r w:rsidR="001C0413">
        <w:t xml:space="preserve">, </w:t>
      </w:r>
      <w:r w:rsidRPr="005D5566">
        <w:t>que des collisions violentes étaient imminentes</w:t>
      </w:r>
      <w:r w:rsidR="001C0413">
        <w:t xml:space="preserve">. </w:t>
      </w:r>
      <w:r w:rsidRPr="005D5566">
        <w:t>La patience du peuple avait fait place à une expectative énervée</w:t>
      </w:r>
      <w:r w:rsidR="001C0413">
        <w:t xml:space="preserve"> ; </w:t>
      </w:r>
      <w:r w:rsidRPr="005D5566">
        <w:t>l</w:t>
      </w:r>
      <w:r w:rsidR="001C0413">
        <w:t>’</w:t>
      </w:r>
      <w:r w:rsidRPr="005D5566">
        <w:t>irritation croissait visiblement</w:t>
      </w:r>
      <w:r w:rsidR="001C0413">
        <w:t xml:space="preserve">, </w:t>
      </w:r>
      <w:r w:rsidRPr="005D5566">
        <w:t>des paroles âpres résonnaient</w:t>
      </w:r>
      <w:r w:rsidR="001C0413">
        <w:t xml:space="preserve"> ; </w:t>
      </w:r>
      <w:r w:rsidRPr="005D5566">
        <w:t>partout se dégageait un souffle nouveau</w:t>
      </w:r>
      <w:r w:rsidR="001C0413">
        <w:t xml:space="preserve">, </w:t>
      </w:r>
      <w:r w:rsidRPr="005D5566">
        <w:t>un souffle d</w:t>
      </w:r>
      <w:r w:rsidR="001C0413">
        <w:t>’</w:t>
      </w:r>
      <w:r w:rsidRPr="005D5566">
        <w:t>excitation</w:t>
      </w:r>
      <w:r w:rsidR="001C0413">
        <w:t xml:space="preserve">… </w:t>
      </w:r>
      <w:r w:rsidRPr="005D5566">
        <w:t>Chaque proclamation était discutée avec animation au marché</w:t>
      </w:r>
      <w:r w:rsidR="001C0413">
        <w:t xml:space="preserve">, </w:t>
      </w:r>
      <w:r w:rsidRPr="005D5566">
        <w:t>dans les boutiques</w:t>
      </w:r>
      <w:r w:rsidR="001C0413">
        <w:t xml:space="preserve">, </w:t>
      </w:r>
      <w:r w:rsidRPr="005D5566">
        <w:t>parmi les domestiques et les artisans</w:t>
      </w:r>
      <w:r w:rsidR="001C0413">
        <w:t xml:space="preserve"> ; </w:t>
      </w:r>
      <w:r w:rsidRPr="005D5566">
        <w:t>dans la ville</w:t>
      </w:r>
      <w:r w:rsidR="001C0413">
        <w:t xml:space="preserve">, </w:t>
      </w:r>
      <w:r w:rsidRPr="005D5566">
        <w:t>chaque arrestation réveillait un écho craintif</w:t>
      </w:r>
      <w:r w:rsidR="001C0413">
        <w:t xml:space="preserve">, </w:t>
      </w:r>
      <w:r w:rsidRPr="005D5566">
        <w:t>inconsciemment sympathique parfois</w:t>
      </w:r>
      <w:r w:rsidR="001C0413">
        <w:t xml:space="preserve"> ; </w:t>
      </w:r>
      <w:r w:rsidRPr="005D5566">
        <w:t>on en commentait les causes</w:t>
      </w:r>
      <w:r w:rsidR="001C0413">
        <w:t xml:space="preserve">. </w:t>
      </w:r>
      <w:r w:rsidRPr="005D5566">
        <w:t>La mère entendait le plus souvent les gens du peuple prononcer les mots qui l</w:t>
      </w:r>
      <w:r w:rsidR="001C0413">
        <w:t>’</w:t>
      </w:r>
      <w:r w:rsidRPr="005D5566">
        <w:t>avaient jadis effrayée</w:t>
      </w:r>
      <w:r w:rsidR="001C0413">
        <w:t> : « </w:t>
      </w:r>
      <w:r w:rsidRPr="005D5566">
        <w:t>socialistes</w:t>
      </w:r>
      <w:r w:rsidR="001C0413">
        <w:t xml:space="preserve">, </w:t>
      </w:r>
      <w:r w:rsidRPr="005D5566">
        <w:t>politique</w:t>
      </w:r>
      <w:r w:rsidR="001C0413">
        <w:t xml:space="preserve">, </w:t>
      </w:r>
      <w:r w:rsidRPr="005D5566">
        <w:t>révolte</w:t>
      </w:r>
      <w:r w:rsidR="001C0413">
        <w:t xml:space="preserve"> ». </w:t>
      </w:r>
      <w:r w:rsidRPr="005D5566">
        <w:t>On les répétait avec ironie</w:t>
      </w:r>
      <w:r w:rsidR="001C0413">
        <w:t xml:space="preserve">, </w:t>
      </w:r>
      <w:r w:rsidRPr="005D5566">
        <w:t>mais cette ironie dissimulait mal le besoin de s</w:t>
      </w:r>
      <w:r w:rsidR="001C0413">
        <w:t>’</w:t>
      </w:r>
      <w:r w:rsidRPr="005D5566">
        <w:t>instruire</w:t>
      </w:r>
      <w:r w:rsidR="001C0413">
        <w:t xml:space="preserve"> ; </w:t>
      </w:r>
      <w:r w:rsidRPr="005D5566">
        <w:t>avec colère</w:t>
      </w:r>
      <w:r w:rsidR="001C0413">
        <w:t xml:space="preserve">, </w:t>
      </w:r>
      <w:r w:rsidRPr="005D5566">
        <w:t>mais sous cette colère il y avai</w:t>
      </w:r>
      <w:r w:rsidRPr="00D210FA">
        <w:t>t de</w:t>
      </w:r>
      <w:r w:rsidRPr="005D5566">
        <w:t xml:space="preserve"> la peur</w:t>
      </w:r>
      <w:r w:rsidR="001C0413">
        <w:t xml:space="preserve"> ; </w:t>
      </w:r>
      <w:r w:rsidRPr="005D5566">
        <w:t>pensivement</w:t>
      </w:r>
      <w:r w:rsidR="001C0413">
        <w:t xml:space="preserve">, </w:t>
      </w:r>
      <w:r w:rsidRPr="005D5566">
        <w:t>avec une nuance d</w:t>
      </w:r>
      <w:r w:rsidR="001C0413">
        <w:t>’</w:t>
      </w:r>
      <w:r w:rsidRPr="005D5566">
        <w:t>espoir et de menace</w:t>
      </w:r>
      <w:r w:rsidR="001C0413">
        <w:t xml:space="preserve">… </w:t>
      </w:r>
      <w:r w:rsidRPr="005D5566">
        <w:t>En larges cercles</w:t>
      </w:r>
      <w:r w:rsidR="001C0413">
        <w:t xml:space="preserve">, </w:t>
      </w:r>
      <w:r w:rsidRPr="005D5566">
        <w:t>lentement</w:t>
      </w:r>
      <w:r w:rsidR="001C0413">
        <w:t xml:space="preserve">, </w:t>
      </w:r>
      <w:r w:rsidRPr="005D5566">
        <w:t>l</w:t>
      </w:r>
      <w:r w:rsidR="001C0413">
        <w:t>’</w:t>
      </w:r>
      <w:r w:rsidRPr="005D5566">
        <w:t>agitation se propageait dans la vie sombre et stagnante</w:t>
      </w:r>
      <w:r w:rsidR="001C0413">
        <w:t xml:space="preserve"> ; </w:t>
      </w:r>
      <w:r w:rsidRPr="005D5566">
        <w:t>la pensée endormie se réveillait</w:t>
      </w:r>
      <w:r w:rsidR="001C0413">
        <w:t xml:space="preserve"> ; </w:t>
      </w:r>
      <w:r w:rsidRPr="005D5566">
        <w:t>on ne traitait plus les événements journaliers avec le calme coutumier et la force d</w:t>
      </w:r>
      <w:r w:rsidR="001C0413">
        <w:t>’</w:t>
      </w:r>
      <w:r w:rsidRPr="005D5566">
        <w:t>auparavant</w:t>
      </w:r>
      <w:r w:rsidR="001C0413">
        <w:t xml:space="preserve">. </w:t>
      </w:r>
      <w:r w:rsidRPr="005D5566">
        <w:t>La mère remarquait cela plus distinctement que ses compagnons</w:t>
      </w:r>
      <w:r w:rsidR="001C0413">
        <w:t xml:space="preserve">, </w:t>
      </w:r>
      <w:r w:rsidRPr="005D5566">
        <w:t>car elle connaissait mieux qu</w:t>
      </w:r>
      <w:r w:rsidR="001C0413">
        <w:t>’</w:t>
      </w:r>
      <w:r w:rsidRPr="005D5566">
        <w:t>eux la figure désolée de la vie</w:t>
      </w:r>
      <w:r w:rsidR="001C0413">
        <w:t xml:space="preserve"> ; </w:t>
      </w:r>
      <w:r w:rsidRPr="005D5566">
        <w:t>elle en était plus proche et voyait s</w:t>
      </w:r>
      <w:r w:rsidR="001C0413">
        <w:t>’</w:t>
      </w:r>
      <w:r w:rsidRPr="005D5566">
        <w:t>y former des rides de réflexion et d</w:t>
      </w:r>
      <w:r w:rsidR="001C0413">
        <w:t>’</w:t>
      </w:r>
      <w:r w:rsidRPr="005D5566">
        <w:t>irritation</w:t>
      </w:r>
      <w:r w:rsidR="001C0413">
        <w:t xml:space="preserve">, </w:t>
      </w:r>
      <w:r w:rsidRPr="005D5566">
        <w:t>une vague soif de quelque chose de nouveau</w:t>
      </w:r>
      <w:r w:rsidR="001C0413">
        <w:t xml:space="preserve"> ; </w:t>
      </w:r>
      <w:r w:rsidRPr="005D5566">
        <w:t>elle se réjouissait et craignait en même temps</w:t>
      </w:r>
      <w:r w:rsidR="001C0413">
        <w:t xml:space="preserve">. </w:t>
      </w:r>
      <w:r w:rsidRPr="005D5566">
        <w:t>Elle se réjouissait</w:t>
      </w:r>
      <w:r w:rsidR="001C0413">
        <w:t xml:space="preserve">, </w:t>
      </w:r>
      <w:r w:rsidRPr="005D5566">
        <w:t>parce qu</w:t>
      </w:r>
      <w:r w:rsidR="001C0413">
        <w:t>’</w:t>
      </w:r>
      <w:r w:rsidRPr="005D5566">
        <w:t>elle considérait tout cela comme l</w:t>
      </w:r>
      <w:r w:rsidR="001C0413">
        <w:t>’</w:t>
      </w:r>
      <w:r w:rsidRPr="005D5566">
        <w:t>œuvre de son fils</w:t>
      </w:r>
      <w:r w:rsidR="001C0413">
        <w:t xml:space="preserve"> ; </w:t>
      </w:r>
      <w:r w:rsidRPr="005D5566">
        <w:t>elle craignait</w:t>
      </w:r>
      <w:r w:rsidR="001C0413">
        <w:t xml:space="preserve">, </w:t>
      </w:r>
      <w:r w:rsidRPr="005D5566">
        <w:t>car elle savait que</w:t>
      </w:r>
      <w:r w:rsidR="001C0413">
        <w:t xml:space="preserve">, </w:t>
      </w:r>
      <w:r w:rsidRPr="005D5566">
        <w:lastRenderedPageBreak/>
        <w:t>dès sa sortie de prison</w:t>
      </w:r>
      <w:r w:rsidR="001C0413">
        <w:t xml:space="preserve">, </w:t>
      </w:r>
      <w:r w:rsidRPr="005D5566">
        <w:t>il se placerait à l</w:t>
      </w:r>
      <w:r w:rsidR="001C0413">
        <w:t>’</w:t>
      </w:r>
      <w:r w:rsidRPr="005D5566">
        <w:t>endroit le plus dangereux</w:t>
      </w:r>
      <w:r w:rsidR="001C0413">
        <w:t xml:space="preserve">, </w:t>
      </w:r>
      <w:r w:rsidRPr="005D5566">
        <w:t>à la tête des camarades</w:t>
      </w:r>
      <w:r w:rsidR="001C0413">
        <w:t xml:space="preserve">… </w:t>
      </w:r>
      <w:r w:rsidRPr="005D5566">
        <w:t>et qu</w:t>
      </w:r>
      <w:r w:rsidR="001C0413">
        <w:t>’</w:t>
      </w:r>
      <w:r w:rsidRPr="005D5566">
        <w:t>il périrait</w:t>
      </w:r>
      <w:r w:rsidR="001C0413">
        <w:t>.</w:t>
      </w:r>
    </w:p>
    <w:p w14:paraId="2AD0213D" w14:textId="77777777" w:rsidR="001C0413" w:rsidRDefault="00530790" w:rsidP="001C0413">
      <w:r w:rsidRPr="005D5566">
        <w:t>Pélaguée sentait souvent s</w:t>
      </w:r>
      <w:r w:rsidR="001C0413">
        <w:t>’</w:t>
      </w:r>
      <w:r w:rsidRPr="005D5566">
        <w:t>agiter en elle les grandes pensées indispensables à l</w:t>
      </w:r>
      <w:r w:rsidR="001C0413">
        <w:t>’</w:t>
      </w:r>
      <w:r w:rsidRPr="005D5566">
        <w:t>humanité et éprouvait le besoin de parler de la vérité</w:t>
      </w:r>
      <w:r w:rsidR="001C0413">
        <w:t xml:space="preserve"> ; </w:t>
      </w:r>
      <w:r w:rsidRPr="005D5566">
        <w:t>mais elle ne parvenait presque jamais à réaliser son désir</w:t>
      </w:r>
      <w:r w:rsidR="001C0413">
        <w:t xml:space="preserve">. </w:t>
      </w:r>
      <w:r w:rsidRPr="005D5566">
        <w:t>Sourdes et muettes</w:t>
      </w:r>
      <w:r w:rsidR="001C0413">
        <w:t xml:space="preserve">, </w:t>
      </w:r>
      <w:r w:rsidRPr="005D5566">
        <w:t>ses pensées l</w:t>
      </w:r>
      <w:r w:rsidR="001C0413">
        <w:t>’</w:t>
      </w:r>
      <w:r w:rsidRPr="005D5566">
        <w:t>accablaient</w:t>
      </w:r>
      <w:r w:rsidR="001C0413">
        <w:t xml:space="preserve">. </w:t>
      </w:r>
      <w:r w:rsidRPr="005D5566">
        <w:t>Parfois</w:t>
      </w:r>
      <w:r w:rsidR="001C0413">
        <w:t xml:space="preserve">, </w:t>
      </w:r>
      <w:r w:rsidRPr="005D5566">
        <w:t>l</w:t>
      </w:r>
      <w:r w:rsidR="001C0413">
        <w:t>’</w:t>
      </w:r>
      <w:r w:rsidRPr="005D5566">
        <w:t>image de son fils prenait à ses yeux les proportions gigantesques d</w:t>
      </w:r>
      <w:r w:rsidR="001C0413">
        <w:t>’</w:t>
      </w:r>
      <w:r w:rsidRPr="005D5566">
        <w:t>un héros de légende</w:t>
      </w:r>
      <w:r w:rsidR="001C0413">
        <w:t xml:space="preserve"> ; </w:t>
      </w:r>
      <w:r w:rsidRPr="005D5566">
        <w:t>elle résumait en lui toutes les paroles fortes et loyales qu</w:t>
      </w:r>
      <w:r w:rsidR="001C0413">
        <w:t>’</w:t>
      </w:r>
      <w:r w:rsidRPr="005D5566">
        <w:t>elle avait entendues</w:t>
      </w:r>
      <w:r w:rsidR="001C0413">
        <w:t xml:space="preserve">, </w:t>
      </w:r>
      <w:r w:rsidRPr="005D5566">
        <w:t>toutes ses affections</w:t>
      </w:r>
      <w:r w:rsidR="001C0413">
        <w:t xml:space="preserve">, </w:t>
      </w:r>
      <w:r w:rsidRPr="005D5566">
        <w:t>toutes les choses grandes et lumineuses qu</w:t>
      </w:r>
      <w:r w:rsidR="001C0413">
        <w:t>’</w:t>
      </w:r>
      <w:r w:rsidRPr="005D5566">
        <w:t>elle connaissait</w:t>
      </w:r>
      <w:r w:rsidR="001C0413">
        <w:t xml:space="preserve">. </w:t>
      </w:r>
      <w:r w:rsidRPr="005D5566">
        <w:t>Alors</w:t>
      </w:r>
      <w:r w:rsidR="001C0413">
        <w:t xml:space="preserve">, </w:t>
      </w:r>
      <w:r w:rsidRPr="005D5566">
        <w:t>elle le contemplait avec un enthousiasme muet</w:t>
      </w:r>
      <w:r w:rsidR="001C0413">
        <w:t xml:space="preserve"> ; </w:t>
      </w:r>
      <w:r>
        <w:t>fi</w:t>
      </w:r>
      <w:r w:rsidRPr="005D5566">
        <w:t>ère</w:t>
      </w:r>
      <w:r w:rsidR="001C0413">
        <w:t xml:space="preserve">, </w:t>
      </w:r>
      <w:r w:rsidRPr="005D5566">
        <w:t>attendrie</w:t>
      </w:r>
      <w:r w:rsidR="001C0413">
        <w:t xml:space="preserve">, </w:t>
      </w:r>
      <w:r w:rsidRPr="005D5566">
        <w:t>remplie d</w:t>
      </w:r>
      <w:r w:rsidR="001C0413">
        <w:t>’</w:t>
      </w:r>
      <w:r w:rsidRPr="005D5566">
        <w:t>espérance</w:t>
      </w:r>
      <w:r w:rsidR="001C0413">
        <w:t xml:space="preserve">, </w:t>
      </w:r>
      <w:r w:rsidRPr="005D5566">
        <w:t>elle se disait</w:t>
      </w:r>
      <w:r w:rsidR="001C0413">
        <w:t> :</w:t>
      </w:r>
    </w:p>
    <w:p w14:paraId="180C9D20" w14:textId="77777777" w:rsidR="001C0413" w:rsidRDefault="001C0413" w:rsidP="001C0413">
      <w:r>
        <w:t>— </w:t>
      </w:r>
      <w:r w:rsidR="00530790" w:rsidRPr="005D5566">
        <w:t>Tout ira bien</w:t>
      </w:r>
      <w:r>
        <w:t xml:space="preserve"> !… </w:t>
      </w:r>
      <w:r w:rsidR="00530790" w:rsidRPr="005D5566">
        <w:t>tout</w:t>
      </w:r>
      <w:r>
        <w:t> !</w:t>
      </w:r>
    </w:p>
    <w:p w14:paraId="61A835FD" w14:textId="77777777" w:rsidR="001C0413" w:rsidRDefault="00530790" w:rsidP="001C0413">
      <w:r w:rsidRPr="005D5566">
        <w:t>Son amour maternel s</w:t>
      </w:r>
      <w:r w:rsidR="001C0413">
        <w:t>’</w:t>
      </w:r>
      <w:r w:rsidRPr="005D5566">
        <w:t>enflammait</w:t>
      </w:r>
      <w:r w:rsidR="001C0413">
        <w:t xml:space="preserve">, </w:t>
      </w:r>
      <w:r w:rsidRPr="005D5566">
        <w:t>lui étreignait le cœur jusqu</w:t>
      </w:r>
      <w:r w:rsidR="001C0413">
        <w:t>’</w:t>
      </w:r>
      <w:r w:rsidRPr="005D5566">
        <w:t>à le faire saigner</w:t>
      </w:r>
      <w:r w:rsidR="001C0413">
        <w:t xml:space="preserve">, </w:t>
      </w:r>
      <w:r w:rsidRPr="005D5566">
        <w:t>mais il empêchait l</w:t>
      </w:r>
      <w:r w:rsidR="001C0413">
        <w:t>’</w:t>
      </w:r>
      <w:r w:rsidRPr="005D5566">
        <w:t>amour pour l</w:t>
      </w:r>
      <w:r w:rsidR="001C0413">
        <w:t>’</w:t>
      </w:r>
      <w:r w:rsidRPr="005D5566">
        <w:t>humanité de croître et le consumait</w:t>
      </w:r>
      <w:r w:rsidR="001C0413">
        <w:t xml:space="preserve"> ; </w:t>
      </w:r>
      <w:r w:rsidRPr="005D5566">
        <w:t>et il ne restait plus</w:t>
      </w:r>
      <w:r w:rsidR="001C0413">
        <w:t xml:space="preserve">, </w:t>
      </w:r>
      <w:r w:rsidRPr="005D5566">
        <w:t>à la place de ce grand sentiment</w:t>
      </w:r>
      <w:r w:rsidR="001C0413">
        <w:t xml:space="preserve">, </w:t>
      </w:r>
      <w:r w:rsidRPr="005D5566">
        <w:t>qu</w:t>
      </w:r>
      <w:r w:rsidR="001C0413">
        <w:t>’</w:t>
      </w:r>
      <w:r w:rsidRPr="005D5566">
        <w:t>une petite pensée désolée qui palpitait timidement sur les cendres grises de l</w:t>
      </w:r>
      <w:r w:rsidR="001C0413">
        <w:t>’</w:t>
      </w:r>
      <w:r w:rsidRPr="005D5566">
        <w:t>inquiétude</w:t>
      </w:r>
      <w:r w:rsidR="001C0413">
        <w:t>.</w:t>
      </w:r>
    </w:p>
    <w:p w14:paraId="7181D496" w14:textId="0982DB91" w:rsidR="001C0413" w:rsidRDefault="001C0413" w:rsidP="001C0413">
      <w:r>
        <w:t>— </w:t>
      </w:r>
      <w:r w:rsidR="00530790" w:rsidRPr="005D5566">
        <w:t>Il périra</w:t>
      </w:r>
      <w:r>
        <w:t xml:space="preserve">… </w:t>
      </w:r>
      <w:r w:rsidR="00530790" w:rsidRPr="005D5566">
        <w:t>il périra</w:t>
      </w:r>
      <w:r>
        <w:t> !…</w:t>
      </w:r>
    </w:p>
    <w:p w14:paraId="5C642966" w14:textId="77777777" w:rsidR="001C0413" w:rsidRDefault="00530790" w:rsidP="001C0413">
      <w:r w:rsidRPr="005D5566">
        <w:t>Très tard</w:t>
      </w:r>
      <w:r w:rsidR="001C0413">
        <w:t xml:space="preserve">, </w:t>
      </w:r>
      <w:r w:rsidRPr="005D5566">
        <w:t>elle s</w:t>
      </w:r>
      <w:r w:rsidR="001C0413">
        <w:t>’</w:t>
      </w:r>
      <w:r w:rsidRPr="005D5566">
        <w:t>endormit d</w:t>
      </w:r>
      <w:r w:rsidR="001C0413">
        <w:t>’</w:t>
      </w:r>
      <w:r w:rsidRPr="005D5566">
        <w:t>un lourd sommeil</w:t>
      </w:r>
      <w:r w:rsidR="001C0413">
        <w:t xml:space="preserve">, </w:t>
      </w:r>
      <w:r w:rsidRPr="005D5566">
        <w:t>mais se réveilla de bonne heure</w:t>
      </w:r>
      <w:r w:rsidR="001C0413">
        <w:t xml:space="preserve">, </w:t>
      </w:r>
      <w:r w:rsidRPr="005D5566">
        <w:t>les os rompus</w:t>
      </w:r>
      <w:r w:rsidR="001C0413">
        <w:t xml:space="preserve">, </w:t>
      </w:r>
      <w:r w:rsidRPr="005D5566">
        <w:t>la tête lourde</w:t>
      </w:r>
      <w:r w:rsidR="001C0413">
        <w:t>.</w:t>
      </w:r>
    </w:p>
    <w:p w14:paraId="3A7BDF44" w14:textId="1CC56944" w:rsidR="00530790" w:rsidRPr="003B37B8" w:rsidRDefault="00530790" w:rsidP="001C0413">
      <w:pPr>
        <w:pStyle w:val="Titre2"/>
        <w:rPr>
          <w:szCs w:val="44"/>
        </w:rPr>
      </w:pPr>
      <w:bookmarkStart w:id="45" w:name="_Toc202279566"/>
      <w:r w:rsidRPr="003B37B8">
        <w:rPr>
          <w:szCs w:val="44"/>
        </w:rPr>
        <w:lastRenderedPageBreak/>
        <w:t>XIII</w:t>
      </w:r>
      <w:bookmarkEnd w:id="45"/>
      <w:r w:rsidRPr="003B37B8">
        <w:rPr>
          <w:szCs w:val="44"/>
        </w:rPr>
        <w:br/>
      </w:r>
    </w:p>
    <w:p w14:paraId="09557AFE" w14:textId="77777777" w:rsidR="001C0413" w:rsidRDefault="00530790" w:rsidP="001C0413">
      <w:r w:rsidRPr="005D5566">
        <w:t>À midi</w:t>
      </w:r>
      <w:r w:rsidR="001C0413">
        <w:t xml:space="preserve">, </w:t>
      </w:r>
      <w:r w:rsidRPr="005D5566">
        <w:t>elle était au greffe de la prison</w:t>
      </w:r>
      <w:r w:rsidR="001C0413">
        <w:t xml:space="preserve"> ; </w:t>
      </w:r>
      <w:r w:rsidRPr="005D5566">
        <w:t>les yeux troublés</w:t>
      </w:r>
      <w:r w:rsidR="001C0413">
        <w:t xml:space="preserve">, </w:t>
      </w:r>
      <w:r w:rsidRPr="005D5566">
        <w:t>elle examinait le visage barbu de Pavel</w:t>
      </w:r>
      <w:r w:rsidR="001C0413">
        <w:t xml:space="preserve">, </w:t>
      </w:r>
      <w:r w:rsidRPr="005D5566">
        <w:t>assis en face d</w:t>
      </w:r>
      <w:r w:rsidR="001C0413">
        <w:t>’</w:t>
      </w:r>
      <w:r w:rsidRPr="005D5566">
        <w:t>elle</w:t>
      </w:r>
      <w:r w:rsidR="001C0413">
        <w:t xml:space="preserve">, </w:t>
      </w:r>
      <w:r w:rsidRPr="005D5566">
        <w:t>guettant le moment où elle pourrait lui remettre le billet fortement serré entre ses doigts</w:t>
      </w:r>
      <w:r w:rsidR="001C0413">
        <w:t>.</w:t>
      </w:r>
    </w:p>
    <w:p w14:paraId="7C92A336" w14:textId="77777777" w:rsidR="001C0413" w:rsidRDefault="001C0413" w:rsidP="001C0413">
      <w:r>
        <w:t>— </w:t>
      </w:r>
      <w:r w:rsidR="00530790" w:rsidRPr="005D5566">
        <w:t>Je suis bien portant ainsi que tous les autres</w:t>
      </w:r>
      <w:r>
        <w:t xml:space="preserve"> ! </w:t>
      </w:r>
      <w:r w:rsidR="00530790" w:rsidRPr="005D5566">
        <w:t>dit Pavel à mi-voix</w:t>
      </w:r>
      <w:r>
        <w:t xml:space="preserve">. </w:t>
      </w:r>
      <w:r w:rsidR="00530790" w:rsidRPr="005D5566">
        <w:t>Et toi</w:t>
      </w:r>
      <w:r>
        <w:t xml:space="preserve">, </w:t>
      </w:r>
      <w:r w:rsidR="00530790" w:rsidRPr="005D5566">
        <w:t>comment vas-tu</w:t>
      </w:r>
      <w:r>
        <w:t> ?</w:t>
      </w:r>
    </w:p>
    <w:p w14:paraId="3E1B09AE" w14:textId="77777777" w:rsidR="001C0413" w:rsidRDefault="001C0413" w:rsidP="001C0413">
      <w:r>
        <w:t>— </w:t>
      </w:r>
      <w:r w:rsidR="00530790" w:rsidRPr="005D5566">
        <w:t>Très bien</w:t>
      </w:r>
      <w:r>
        <w:t xml:space="preserve"> ! </w:t>
      </w:r>
      <w:r w:rsidR="00530790" w:rsidRPr="005D5566">
        <w:t>Iégor est mort</w:t>
      </w:r>
      <w:r>
        <w:t xml:space="preserve"> ! </w:t>
      </w:r>
      <w:r w:rsidR="00530790" w:rsidRPr="005D5566">
        <w:t>répondit-elle machinalement</w:t>
      </w:r>
      <w:r>
        <w:t>.</w:t>
      </w:r>
    </w:p>
    <w:p w14:paraId="2DDE5E4E" w14:textId="77777777" w:rsidR="001C0413" w:rsidRDefault="001C0413" w:rsidP="001C0413">
      <w:r>
        <w:t>— </w:t>
      </w:r>
      <w:r w:rsidR="00530790" w:rsidRPr="005D5566">
        <w:t>Vraiment</w:t>
      </w:r>
      <w:r>
        <w:t xml:space="preserve"> ! </w:t>
      </w:r>
      <w:r w:rsidR="00530790" w:rsidRPr="005D5566">
        <w:t>s</w:t>
      </w:r>
      <w:r>
        <w:t>’</w:t>
      </w:r>
      <w:r w:rsidR="00530790" w:rsidRPr="005D5566">
        <w:t>écria Pavel en baissant la tête</w:t>
      </w:r>
      <w:r>
        <w:t>.</w:t>
      </w:r>
    </w:p>
    <w:p w14:paraId="63DFD4E9" w14:textId="77777777" w:rsidR="001C0413" w:rsidRDefault="001C0413" w:rsidP="001C0413">
      <w:r>
        <w:t>— </w:t>
      </w:r>
      <w:r w:rsidR="00530790" w:rsidRPr="005D5566">
        <w:t>La police est venue à l</w:t>
      </w:r>
      <w:r>
        <w:t>’</w:t>
      </w:r>
      <w:r w:rsidR="00530790" w:rsidRPr="005D5566">
        <w:t>enterrement</w:t>
      </w:r>
      <w:r>
        <w:t xml:space="preserve">, </w:t>
      </w:r>
      <w:r w:rsidR="00530790" w:rsidRPr="005D5566">
        <w:t>il y a eu une bagarre</w:t>
      </w:r>
      <w:r>
        <w:t xml:space="preserve">, </w:t>
      </w:r>
      <w:r w:rsidR="00530790" w:rsidRPr="005D5566">
        <w:t>on a arrêté quelqu</w:t>
      </w:r>
      <w:r>
        <w:t>’</w:t>
      </w:r>
      <w:r w:rsidR="00530790" w:rsidRPr="005D5566">
        <w:t>un</w:t>
      </w:r>
      <w:r>
        <w:t xml:space="preserve">, </w:t>
      </w:r>
      <w:r w:rsidR="00530790" w:rsidRPr="005D5566">
        <w:t>continua-t-elle avec simplicité</w:t>
      </w:r>
      <w:r>
        <w:t>.</w:t>
      </w:r>
    </w:p>
    <w:p w14:paraId="6E22B18C" w14:textId="77777777" w:rsidR="001C0413" w:rsidRDefault="00530790" w:rsidP="001C0413">
      <w:r w:rsidRPr="005D5566">
        <w:t>Le sous-directeur de la prison fit claquer ses lèvres minces avec énervement et grommela en se levant</w:t>
      </w:r>
      <w:r w:rsidR="001C0413">
        <w:t> :</w:t>
      </w:r>
    </w:p>
    <w:p w14:paraId="21D93615" w14:textId="77777777" w:rsidR="001C0413" w:rsidRDefault="001C0413" w:rsidP="001C0413">
      <w:r>
        <w:t>— </w:t>
      </w:r>
      <w:r w:rsidR="00530790" w:rsidRPr="005D5566">
        <w:t>Ne parlez pas de cela</w:t>
      </w:r>
      <w:r>
        <w:t xml:space="preserve">… </w:t>
      </w:r>
      <w:r w:rsidR="00530790" w:rsidRPr="005D5566">
        <w:t>c</w:t>
      </w:r>
      <w:r>
        <w:t>’</w:t>
      </w:r>
      <w:r w:rsidR="00530790" w:rsidRPr="005D5566">
        <w:t>est interdit</w:t>
      </w:r>
      <w:r>
        <w:t xml:space="preserve">… </w:t>
      </w:r>
      <w:r w:rsidR="00530790" w:rsidRPr="005D5566">
        <w:t>vous le savez bien</w:t>
      </w:r>
      <w:r>
        <w:t xml:space="preserve"> ! </w:t>
      </w:r>
      <w:r w:rsidR="00530790" w:rsidRPr="005D5566">
        <w:t>Il est défendu de parler de politique</w:t>
      </w:r>
      <w:r>
        <w:t xml:space="preserve">… </w:t>
      </w:r>
      <w:r w:rsidR="00530790" w:rsidRPr="005D5566">
        <w:t>oh</w:t>
      </w:r>
      <w:r>
        <w:t xml:space="preserve"> ! </w:t>
      </w:r>
      <w:r w:rsidR="00530790" w:rsidRPr="005D5566">
        <w:t>mon Dieu</w:t>
      </w:r>
      <w:r>
        <w:t> !</w:t>
      </w:r>
    </w:p>
    <w:p w14:paraId="07C21255" w14:textId="77777777" w:rsidR="001C0413" w:rsidRDefault="00530790" w:rsidP="001C0413">
      <w:r w:rsidRPr="005D5566">
        <w:t>La mère se leva aussi et déclara d</w:t>
      </w:r>
      <w:r w:rsidR="001C0413">
        <w:t>’</w:t>
      </w:r>
      <w:r w:rsidRPr="005D5566">
        <w:t>un ton innocent</w:t>
      </w:r>
      <w:r w:rsidR="001C0413">
        <w:t xml:space="preserve">, </w:t>
      </w:r>
      <w:r w:rsidRPr="005D5566">
        <w:t>comme pour s</w:t>
      </w:r>
      <w:r w:rsidR="001C0413">
        <w:t>’</w:t>
      </w:r>
      <w:r w:rsidRPr="005D5566">
        <w:t>excuser</w:t>
      </w:r>
      <w:r w:rsidR="001C0413">
        <w:t> :</w:t>
      </w:r>
    </w:p>
    <w:p w14:paraId="085A12F3" w14:textId="77777777" w:rsidR="001C0413" w:rsidRDefault="001C0413" w:rsidP="001C0413">
      <w:r>
        <w:t>— </w:t>
      </w:r>
      <w:r w:rsidR="00530790" w:rsidRPr="005D5566">
        <w:t>Je ne parlais pas de politique</w:t>
      </w:r>
      <w:r>
        <w:t xml:space="preserve">, </w:t>
      </w:r>
      <w:r w:rsidR="00530790" w:rsidRPr="005D5566">
        <w:t>je parlais de la bagarre</w:t>
      </w:r>
      <w:r>
        <w:t xml:space="preserve">. </w:t>
      </w:r>
      <w:r w:rsidR="00530790" w:rsidRPr="005D5566">
        <w:t>Et c</w:t>
      </w:r>
      <w:r>
        <w:t>’</w:t>
      </w:r>
      <w:r w:rsidR="00530790" w:rsidRPr="005D5566">
        <w:t>est bien vrai qu</w:t>
      </w:r>
      <w:r>
        <w:t>’</w:t>
      </w:r>
      <w:r w:rsidR="00530790" w:rsidRPr="005D5566">
        <w:t>ils se sont battus</w:t>
      </w:r>
      <w:r>
        <w:t xml:space="preserve">… </w:t>
      </w:r>
      <w:r w:rsidR="00530790" w:rsidRPr="005D5566">
        <w:t>Il y en a même un qui a eu la tête fendue</w:t>
      </w:r>
      <w:r>
        <w:t>.</w:t>
      </w:r>
    </w:p>
    <w:p w14:paraId="3FBF2667" w14:textId="77777777" w:rsidR="001C0413" w:rsidRDefault="001C0413" w:rsidP="001C0413">
      <w:r>
        <w:t>— </w:t>
      </w:r>
      <w:r w:rsidR="00530790" w:rsidRPr="005D5566">
        <w:t>C</w:t>
      </w:r>
      <w:r>
        <w:t>’</w:t>
      </w:r>
      <w:r w:rsidR="00530790" w:rsidRPr="005D5566">
        <w:t>est égal</w:t>
      </w:r>
      <w:r>
        <w:t xml:space="preserve"> ! </w:t>
      </w:r>
      <w:r w:rsidR="00530790" w:rsidRPr="005D5566">
        <w:t>Je vous prie de vous taire</w:t>
      </w:r>
      <w:r>
        <w:t xml:space="preserve"> ! </w:t>
      </w:r>
      <w:r w:rsidR="00530790" w:rsidRPr="005D5566">
        <w:t>c</w:t>
      </w:r>
      <w:r>
        <w:t>’</w:t>
      </w:r>
      <w:r w:rsidR="00530790" w:rsidRPr="005D5566">
        <w:t>est-à-dire d</w:t>
      </w:r>
      <w:r>
        <w:t>’</w:t>
      </w:r>
      <w:r w:rsidR="00530790" w:rsidRPr="005D5566">
        <w:t>être muette sur tout ce qui ne concerne pas personnellement vous</w:t>
      </w:r>
      <w:r>
        <w:t xml:space="preserve">, </w:t>
      </w:r>
      <w:r w:rsidR="00530790" w:rsidRPr="005D5566">
        <w:t>votre famille ou votre maison</w:t>
      </w:r>
      <w:r>
        <w:t>…</w:t>
      </w:r>
    </w:p>
    <w:p w14:paraId="2AF7A2F1" w14:textId="77777777" w:rsidR="001C0413" w:rsidRDefault="00530790" w:rsidP="001C0413">
      <w:r w:rsidRPr="005D5566">
        <w:lastRenderedPageBreak/>
        <w:t>Sentant que ses explications n</w:t>
      </w:r>
      <w:r w:rsidR="001C0413">
        <w:t>’</w:t>
      </w:r>
      <w:r w:rsidRPr="005D5566">
        <w:t>étaient pas claires</w:t>
      </w:r>
      <w:r w:rsidR="001C0413">
        <w:t xml:space="preserve">, </w:t>
      </w:r>
      <w:r w:rsidRPr="005D5566">
        <w:t>il s</w:t>
      </w:r>
      <w:r w:rsidR="001C0413">
        <w:t>’</w:t>
      </w:r>
      <w:r w:rsidRPr="005D5566">
        <w:t>assit à la table</w:t>
      </w:r>
      <w:r w:rsidR="001C0413">
        <w:t xml:space="preserve">, </w:t>
      </w:r>
      <w:r w:rsidRPr="005D5566">
        <w:t>et ajouta d</w:t>
      </w:r>
      <w:r w:rsidR="001C0413">
        <w:t>’</w:t>
      </w:r>
      <w:r w:rsidRPr="005D5566">
        <w:t>un ton las et désolé</w:t>
      </w:r>
      <w:r w:rsidR="001C0413">
        <w:t xml:space="preserve">, </w:t>
      </w:r>
      <w:r w:rsidRPr="005D5566">
        <w:t>en classant ses documents</w:t>
      </w:r>
      <w:r w:rsidR="001C0413">
        <w:t> :</w:t>
      </w:r>
    </w:p>
    <w:p w14:paraId="2A3F218A" w14:textId="77777777" w:rsidR="001C0413" w:rsidRDefault="001C0413" w:rsidP="001C0413">
      <w:r>
        <w:t>— </w:t>
      </w:r>
      <w:r w:rsidR="00530790" w:rsidRPr="005D5566">
        <w:t>C</w:t>
      </w:r>
      <w:r>
        <w:t>’</w:t>
      </w:r>
      <w:r w:rsidR="00530790" w:rsidRPr="005D5566">
        <w:t>est moi qui suis responsable</w:t>
      </w:r>
      <w:r>
        <w:t>…</w:t>
      </w:r>
    </w:p>
    <w:p w14:paraId="56581621" w14:textId="77777777" w:rsidR="001C0413" w:rsidRDefault="00530790" w:rsidP="001C0413">
      <w:r w:rsidRPr="005D5566">
        <w:t>La mère lui jeta un coup d</w:t>
      </w:r>
      <w:r w:rsidR="001C0413">
        <w:t>’</w:t>
      </w:r>
      <w:r w:rsidRPr="005D5566">
        <w:t>œil</w:t>
      </w:r>
      <w:r w:rsidR="001C0413">
        <w:t xml:space="preserve">, </w:t>
      </w:r>
      <w:r w:rsidRPr="005D5566">
        <w:t>glissa vivement le billet dans la main de Pavel et soupira avec soulagement</w:t>
      </w:r>
      <w:r w:rsidR="001C0413">
        <w:t> :</w:t>
      </w:r>
    </w:p>
    <w:p w14:paraId="521B5C76" w14:textId="77777777" w:rsidR="001C0413" w:rsidRDefault="001C0413" w:rsidP="001C0413">
      <w:r>
        <w:t>— </w:t>
      </w:r>
      <w:r w:rsidR="00530790" w:rsidRPr="005D5566">
        <w:t>Je ne sais vraiment pas de quoi parler</w:t>
      </w:r>
      <w:r>
        <w:t>…</w:t>
      </w:r>
    </w:p>
    <w:p w14:paraId="4F79EB86" w14:textId="77777777" w:rsidR="001C0413" w:rsidRDefault="00530790" w:rsidP="001C0413">
      <w:r w:rsidRPr="005D5566">
        <w:t>Pavel sourit</w:t>
      </w:r>
      <w:r w:rsidR="001C0413">
        <w:t> :</w:t>
      </w:r>
    </w:p>
    <w:p w14:paraId="18B7AC93" w14:textId="77777777" w:rsidR="001C0413" w:rsidRDefault="001C0413" w:rsidP="001C0413">
      <w:pPr>
        <w:rPr>
          <w:rFonts w:eastAsia="Georgia" w:cs="Georgia"/>
        </w:rPr>
      </w:pPr>
      <w:r>
        <w:t>— </w:t>
      </w:r>
      <w:r w:rsidR="00530790" w:rsidRPr="005D5566">
        <w:t>Moi non plus</w:t>
      </w:r>
      <w:r>
        <w:rPr>
          <w:rFonts w:eastAsia="Georgia" w:cs="Georgia"/>
        </w:rPr>
        <w:t>…</w:t>
      </w:r>
    </w:p>
    <w:p w14:paraId="787CBAA9" w14:textId="77777777" w:rsidR="001C0413" w:rsidRDefault="001C0413" w:rsidP="001C0413">
      <w:r>
        <w:rPr>
          <w:rFonts w:eastAsia="Georgia"/>
        </w:rPr>
        <w:t>— </w:t>
      </w:r>
      <w:r w:rsidR="00530790" w:rsidRPr="005D5566">
        <w:t>Alors il est inutile de faire des visites</w:t>
      </w:r>
      <w:r>
        <w:t xml:space="preserve"> ! </w:t>
      </w:r>
      <w:r w:rsidR="00530790" w:rsidRPr="005D5566">
        <w:t>observa le fonctionnaire avec irritation</w:t>
      </w:r>
      <w:r>
        <w:t xml:space="preserve">. </w:t>
      </w:r>
      <w:r w:rsidR="00530790" w:rsidRPr="005D5566">
        <w:t>Vous ne savez pas de quoi parler</w:t>
      </w:r>
      <w:r>
        <w:t xml:space="preserve">, </w:t>
      </w:r>
      <w:r w:rsidR="00530790" w:rsidRPr="005D5566">
        <w:t>et vous venez</w:t>
      </w:r>
      <w:r>
        <w:t xml:space="preserve">, </w:t>
      </w:r>
      <w:r w:rsidR="00530790" w:rsidRPr="005D5566">
        <w:t>vous nous dérangez</w:t>
      </w:r>
      <w:r>
        <w:t>…</w:t>
      </w:r>
    </w:p>
    <w:p w14:paraId="1C997C3B" w14:textId="77777777" w:rsidR="001C0413" w:rsidRDefault="001C0413" w:rsidP="001C0413">
      <w:r>
        <w:t>— </w:t>
      </w:r>
      <w:r w:rsidR="00530790" w:rsidRPr="005D5566">
        <w:t>Quand passeras-tu en jugement</w:t>
      </w:r>
      <w:r>
        <w:t xml:space="preserve"> ? </w:t>
      </w:r>
      <w:r w:rsidR="00530790" w:rsidRPr="005D5566">
        <w:t>demanda la mère après un instant de silence</w:t>
      </w:r>
      <w:r>
        <w:t>.</w:t>
      </w:r>
    </w:p>
    <w:p w14:paraId="6DDAD6D2" w14:textId="77777777" w:rsidR="001C0413" w:rsidRDefault="001C0413" w:rsidP="001C0413">
      <w:r>
        <w:t>— </w:t>
      </w:r>
      <w:r w:rsidR="00530790" w:rsidRPr="005D5566">
        <w:t>Le procureur est venu ces jours-ci</w:t>
      </w:r>
      <w:r>
        <w:t xml:space="preserve">, </w:t>
      </w:r>
      <w:r w:rsidR="00530790" w:rsidRPr="005D5566">
        <w:t>il a dit que ce serait bientôt</w:t>
      </w:r>
      <w:r>
        <w:t>…</w:t>
      </w:r>
    </w:p>
    <w:p w14:paraId="0F68ABA1" w14:textId="77777777" w:rsidR="001C0413" w:rsidRDefault="00530790" w:rsidP="001C0413">
      <w:r w:rsidRPr="005D5566">
        <w:t>Ils échangèrent des paroles banales</w:t>
      </w:r>
      <w:r w:rsidR="001C0413">
        <w:t xml:space="preserve"> ; </w:t>
      </w:r>
      <w:r w:rsidRPr="005D5566">
        <w:t>la mère voyait que Pavel la regardait avec amour</w:t>
      </w:r>
      <w:r w:rsidR="001C0413">
        <w:t xml:space="preserve">. </w:t>
      </w:r>
      <w:r w:rsidRPr="005D5566">
        <w:t>Il n</w:t>
      </w:r>
      <w:r w:rsidR="001C0413">
        <w:t>’</w:t>
      </w:r>
      <w:r w:rsidRPr="005D5566">
        <w:t>avait pas changé</w:t>
      </w:r>
      <w:r w:rsidR="001C0413">
        <w:t xml:space="preserve">, </w:t>
      </w:r>
      <w:r w:rsidRPr="005D5566">
        <w:t>il était toujours calme et pondéré</w:t>
      </w:r>
      <w:r w:rsidR="001C0413">
        <w:t xml:space="preserve"> ; </w:t>
      </w:r>
      <w:r w:rsidRPr="005D5566">
        <w:t>seule</w:t>
      </w:r>
      <w:r w:rsidR="001C0413">
        <w:t xml:space="preserve">, </w:t>
      </w:r>
      <w:r w:rsidRPr="005D5566">
        <w:t>sa barbe avait vigoureusement poussé et le vieillissait</w:t>
      </w:r>
      <w:r w:rsidR="001C0413">
        <w:t xml:space="preserve"> ; </w:t>
      </w:r>
      <w:r w:rsidRPr="005D5566">
        <w:t>ses poignets étaient plus blancs</w:t>
      </w:r>
      <w:r w:rsidR="001C0413">
        <w:t xml:space="preserve">. </w:t>
      </w:r>
      <w:r w:rsidRPr="005D5566">
        <w:t>Elle voulut lui faire plaisir et lui parler de Vessoftchikov</w:t>
      </w:r>
      <w:r w:rsidR="001C0413">
        <w:t xml:space="preserve"> ; </w:t>
      </w:r>
      <w:r w:rsidRPr="005D5566">
        <w:t>sans changer de voix</w:t>
      </w:r>
      <w:r w:rsidR="001C0413">
        <w:t xml:space="preserve">, </w:t>
      </w:r>
      <w:r w:rsidRPr="005D5566">
        <w:t>du même ton dont elle disait des riens</w:t>
      </w:r>
      <w:r w:rsidR="001C0413">
        <w:t xml:space="preserve">, </w:t>
      </w:r>
      <w:r w:rsidRPr="005D5566">
        <w:t>elle continua</w:t>
      </w:r>
      <w:r w:rsidR="001C0413">
        <w:t> :</w:t>
      </w:r>
    </w:p>
    <w:p w14:paraId="6437B50E" w14:textId="77777777" w:rsidR="001C0413" w:rsidRDefault="001C0413" w:rsidP="001C0413">
      <w:r>
        <w:t>— </w:t>
      </w:r>
      <w:r w:rsidR="00530790" w:rsidRPr="005D5566">
        <w:t>J</w:t>
      </w:r>
      <w:r>
        <w:t>’</w:t>
      </w:r>
      <w:r w:rsidR="00530790" w:rsidRPr="005D5566">
        <w:t>ai vu ton filleul</w:t>
      </w:r>
      <w:r>
        <w:t>…</w:t>
      </w:r>
    </w:p>
    <w:p w14:paraId="052D02A6" w14:textId="77777777" w:rsidR="001C0413" w:rsidRDefault="00530790" w:rsidP="001C0413">
      <w:r w:rsidRPr="005D5566">
        <w:t>Pavel la fixa d</w:t>
      </w:r>
      <w:r w:rsidR="001C0413">
        <w:t>’</w:t>
      </w:r>
      <w:r w:rsidRPr="005D5566">
        <w:t>un air interrogateur</w:t>
      </w:r>
      <w:r w:rsidR="001C0413">
        <w:t xml:space="preserve">. </w:t>
      </w:r>
      <w:r w:rsidRPr="005D5566">
        <w:t>Pour évoquer le visage grêlé du jeune homme</w:t>
      </w:r>
      <w:r w:rsidR="001C0413">
        <w:t xml:space="preserve">, </w:t>
      </w:r>
      <w:r w:rsidRPr="005D5566">
        <w:t>la mère se picota les joues avec le doigt</w:t>
      </w:r>
      <w:r w:rsidR="001C0413">
        <w:t>…</w:t>
      </w:r>
    </w:p>
    <w:p w14:paraId="561D3030" w14:textId="77777777" w:rsidR="001C0413" w:rsidRDefault="001C0413" w:rsidP="001C0413">
      <w:r>
        <w:lastRenderedPageBreak/>
        <w:t>— </w:t>
      </w:r>
      <w:r w:rsidR="00530790" w:rsidRPr="005D5566">
        <w:t>Il va bien</w:t>
      </w:r>
      <w:r>
        <w:t xml:space="preserve">, </w:t>
      </w:r>
      <w:r w:rsidR="00530790" w:rsidRPr="005D5566">
        <w:t>c</w:t>
      </w:r>
      <w:r>
        <w:t>’</w:t>
      </w:r>
      <w:r w:rsidR="00530790" w:rsidRPr="005D5566">
        <w:t>est un garçon robuste et déluré</w:t>
      </w:r>
      <w:r>
        <w:t xml:space="preserve">, </w:t>
      </w:r>
      <w:r w:rsidR="00530790" w:rsidRPr="005D5566">
        <w:t>il va bientôt entrer en place</w:t>
      </w:r>
      <w:r>
        <w:t xml:space="preserve">… </w:t>
      </w:r>
      <w:r w:rsidR="00530790" w:rsidRPr="005D5566">
        <w:t>Tu te souviens</w:t>
      </w:r>
      <w:r>
        <w:t xml:space="preserve"> ? </w:t>
      </w:r>
      <w:r w:rsidR="00530790" w:rsidRPr="005D5566">
        <w:t>il réclamait toujours un travail pénible</w:t>
      </w:r>
      <w:r>
        <w:t>.</w:t>
      </w:r>
    </w:p>
    <w:p w14:paraId="64E05E84" w14:textId="77777777" w:rsidR="001C0413" w:rsidRDefault="00530790" w:rsidP="001C0413">
      <w:r w:rsidRPr="005D5566">
        <w:t>Pavel avait compris</w:t>
      </w:r>
      <w:r w:rsidR="001C0413">
        <w:t xml:space="preserve">, </w:t>
      </w:r>
      <w:r w:rsidRPr="005D5566">
        <w:t>il hocha la tête</w:t>
      </w:r>
      <w:r w:rsidR="001C0413">
        <w:t xml:space="preserve">, </w:t>
      </w:r>
      <w:r w:rsidRPr="005D5566">
        <w:t>et répondit</w:t>
      </w:r>
      <w:r w:rsidR="001C0413">
        <w:t xml:space="preserve">, </w:t>
      </w:r>
      <w:r w:rsidRPr="005D5566">
        <w:t>les yeux illuminés d</w:t>
      </w:r>
      <w:r w:rsidR="001C0413">
        <w:t>’</w:t>
      </w:r>
      <w:r w:rsidRPr="005D5566">
        <w:t>un gai sourire</w:t>
      </w:r>
      <w:r w:rsidR="001C0413">
        <w:t> :</w:t>
      </w:r>
    </w:p>
    <w:p w14:paraId="49C08550" w14:textId="77777777" w:rsidR="001C0413" w:rsidRDefault="001C0413" w:rsidP="001C0413">
      <w:r>
        <w:t>— </w:t>
      </w:r>
      <w:r w:rsidR="00530790" w:rsidRPr="005D5566">
        <w:t>Comment donc</w:t>
      </w:r>
      <w:r>
        <w:t xml:space="preserve"> !… </w:t>
      </w:r>
      <w:r w:rsidR="00530790" w:rsidRPr="005D5566">
        <w:t>si je m</w:t>
      </w:r>
      <w:r>
        <w:t>’</w:t>
      </w:r>
      <w:r w:rsidR="00530790" w:rsidRPr="005D5566">
        <w:t>en souviens</w:t>
      </w:r>
      <w:r>
        <w:t> !…</w:t>
      </w:r>
    </w:p>
    <w:p w14:paraId="6AAE3F6E" w14:textId="77777777" w:rsidR="001C0413" w:rsidRDefault="001C0413" w:rsidP="001C0413">
      <w:r>
        <w:t>— </w:t>
      </w:r>
      <w:r w:rsidR="00530790" w:rsidRPr="005D5566">
        <w:t>Eh bien</w:t>
      </w:r>
      <w:r>
        <w:t xml:space="preserve">, </w:t>
      </w:r>
      <w:r w:rsidR="00530790" w:rsidRPr="005D5566">
        <w:t>voilà</w:t>
      </w:r>
      <w:r>
        <w:t xml:space="preserve"> ! </w:t>
      </w:r>
      <w:r w:rsidR="00530790" w:rsidRPr="005D5566">
        <w:t>dit-elle avec satisfaction</w:t>
      </w:r>
      <w:r>
        <w:t>.</w:t>
      </w:r>
    </w:p>
    <w:p w14:paraId="3A3C45B2" w14:textId="77777777" w:rsidR="001C0413" w:rsidRDefault="00530790" w:rsidP="001C0413">
      <w:r w:rsidRPr="005D5566">
        <w:t>Elle était contente d</w:t>
      </w:r>
      <w:r w:rsidR="001C0413">
        <w:t>’</w:t>
      </w:r>
      <w:r w:rsidRPr="005D5566">
        <w:t>elle-même et touchée par la joie de son fils</w:t>
      </w:r>
      <w:r w:rsidR="001C0413">
        <w:t xml:space="preserve">. </w:t>
      </w:r>
      <w:r w:rsidRPr="005D5566">
        <w:t>Lorsqu</w:t>
      </w:r>
      <w:r w:rsidR="001C0413">
        <w:t>’</w:t>
      </w:r>
      <w:r w:rsidRPr="005D5566">
        <w:t>elle partit</w:t>
      </w:r>
      <w:r w:rsidR="001C0413">
        <w:t xml:space="preserve">, </w:t>
      </w:r>
      <w:r w:rsidRPr="005D5566">
        <w:t>il lui serra la main vigoureusement</w:t>
      </w:r>
      <w:r w:rsidR="001C0413">
        <w:t> :</w:t>
      </w:r>
    </w:p>
    <w:p w14:paraId="05EE6C37" w14:textId="77777777" w:rsidR="001C0413" w:rsidRDefault="001C0413" w:rsidP="001C0413">
      <w:r>
        <w:t>— </w:t>
      </w:r>
      <w:r w:rsidR="00530790" w:rsidRPr="005D5566">
        <w:t>Merci</w:t>
      </w:r>
      <w:r>
        <w:t xml:space="preserve">, </w:t>
      </w:r>
      <w:r w:rsidR="00530790" w:rsidRPr="005D5566">
        <w:t>maman</w:t>
      </w:r>
      <w:r>
        <w:t> !</w:t>
      </w:r>
    </w:p>
    <w:p w14:paraId="51F29635" w14:textId="77777777" w:rsidR="001C0413" w:rsidRDefault="00530790" w:rsidP="001C0413">
      <w:r w:rsidRPr="005D5566">
        <w:t>Comme une vapeur d</w:t>
      </w:r>
      <w:r w:rsidR="001C0413">
        <w:t>’</w:t>
      </w:r>
      <w:r w:rsidRPr="005D5566">
        <w:t>ivresse</w:t>
      </w:r>
      <w:r w:rsidR="001C0413">
        <w:t xml:space="preserve">, </w:t>
      </w:r>
      <w:r w:rsidRPr="005D5566">
        <w:t>un sentiment d</w:t>
      </w:r>
      <w:r w:rsidR="001C0413">
        <w:t>’</w:t>
      </w:r>
      <w:r w:rsidRPr="005D5566">
        <w:t>extase monta à la tête de la mère</w:t>
      </w:r>
      <w:r w:rsidR="001C0413">
        <w:t xml:space="preserve"> ! </w:t>
      </w:r>
      <w:r w:rsidRPr="005D5566">
        <w:t>Elle sentait le cœur de son fils tout proche du sien</w:t>
      </w:r>
      <w:r w:rsidR="001C0413">
        <w:t xml:space="preserve"> ; </w:t>
      </w:r>
      <w:r w:rsidRPr="005D5566">
        <w:t>elle n</w:t>
      </w:r>
      <w:r w:rsidR="001C0413">
        <w:t>’</w:t>
      </w:r>
      <w:r w:rsidRPr="005D5566">
        <w:t>eut pas la force de lui répondre par des mots et se contenta de lui serrer la main</w:t>
      </w:r>
      <w:r w:rsidR="001C0413">
        <w:t xml:space="preserve">, </w:t>
      </w:r>
      <w:r w:rsidRPr="005D5566">
        <w:t>sans parler</w:t>
      </w:r>
      <w:r w:rsidR="001C0413">
        <w:t>.</w:t>
      </w:r>
    </w:p>
    <w:p w14:paraId="6188B44E" w14:textId="77777777" w:rsidR="001C0413" w:rsidRDefault="00530790" w:rsidP="001C0413">
      <w:r w:rsidRPr="005D5566">
        <w:t>Lorsqu</w:t>
      </w:r>
      <w:r w:rsidR="001C0413">
        <w:t>’</w:t>
      </w:r>
      <w:r w:rsidRPr="005D5566">
        <w:t>elle rentra</w:t>
      </w:r>
      <w:r w:rsidR="001C0413">
        <w:t xml:space="preserve">, </w:t>
      </w:r>
      <w:r w:rsidRPr="005D5566">
        <w:t>elle trouva Sachenka</w:t>
      </w:r>
      <w:r w:rsidR="001C0413">
        <w:t xml:space="preserve">. </w:t>
      </w:r>
      <w:r w:rsidRPr="005D5566">
        <w:t>La jeune fille avait l</w:t>
      </w:r>
      <w:r w:rsidR="001C0413">
        <w:t>’</w:t>
      </w:r>
      <w:r w:rsidRPr="005D5566">
        <w:t>habitude de venir le jour où la mère allait à la prison</w:t>
      </w:r>
      <w:r w:rsidR="001C0413">
        <w:t xml:space="preserve">. </w:t>
      </w:r>
      <w:r w:rsidRPr="005D5566">
        <w:t>Jamais elle ne la questionnait au sujet de Pavel</w:t>
      </w:r>
      <w:r w:rsidR="001C0413">
        <w:t xml:space="preserve"> ; </w:t>
      </w:r>
      <w:r w:rsidRPr="005D5566">
        <w:t>si Pélaguée ne parlait pas elle-même de son fils</w:t>
      </w:r>
      <w:r w:rsidR="001C0413">
        <w:t xml:space="preserve">, </w:t>
      </w:r>
      <w:r w:rsidRPr="005D5566">
        <w:t>Sachenka la regardait fixement</w:t>
      </w:r>
      <w:r w:rsidR="001C0413">
        <w:t xml:space="preserve">, </w:t>
      </w:r>
      <w:r w:rsidRPr="005D5566">
        <w:t>et c</w:t>
      </w:r>
      <w:r w:rsidR="001C0413">
        <w:t>’</w:t>
      </w:r>
      <w:r w:rsidRPr="005D5566">
        <w:t>était tout</w:t>
      </w:r>
      <w:r w:rsidR="001C0413">
        <w:t xml:space="preserve">. </w:t>
      </w:r>
      <w:r w:rsidRPr="005D5566">
        <w:t>Mais</w:t>
      </w:r>
      <w:r w:rsidR="001C0413">
        <w:t xml:space="preserve">, </w:t>
      </w:r>
      <w:r w:rsidRPr="005D5566">
        <w:t>ce jour-là</w:t>
      </w:r>
      <w:r w:rsidR="001C0413">
        <w:t xml:space="preserve">, </w:t>
      </w:r>
      <w:r w:rsidRPr="005D5566">
        <w:t>elle l</w:t>
      </w:r>
      <w:r w:rsidR="001C0413">
        <w:t>’</w:t>
      </w:r>
      <w:r w:rsidRPr="005D5566">
        <w:t>accueillit par une question inquiète</w:t>
      </w:r>
      <w:r w:rsidR="001C0413">
        <w:t> :</w:t>
      </w:r>
    </w:p>
    <w:p w14:paraId="651A815D" w14:textId="77777777" w:rsidR="001C0413" w:rsidRDefault="001C0413" w:rsidP="001C0413">
      <w:r>
        <w:t>— </w:t>
      </w:r>
      <w:r w:rsidR="00530790" w:rsidRPr="005D5566">
        <w:t>Eh bien</w:t>
      </w:r>
      <w:r>
        <w:t xml:space="preserve">, </w:t>
      </w:r>
      <w:r w:rsidR="00530790" w:rsidRPr="005D5566">
        <w:t>que fait-il</w:t>
      </w:r>
      <w:r>
        <w:t> ?</w:t>
      </w:r>
    </w:p>
    <w:p w14:paraId="207451C8" w14:textId="77777777" w:rsidR="001C0413" w:rsidRDefault="001C0413" w:rsidP="001C0413">
      <w:r>
        <w:t>— </w:t>
      </w:r>
      <w:r w:rsidR="00530790" w:rsidRPr="005D5566">
        <w:t>Il est bien</w:t>
      </w:r>
      <w:r>
        <w:t> !</w:t>
      </w:r>
    </w:p>
    <w:p w14:paraId="1B1DE94D" w14:textId="77777777" w:rsidR="001C0413" w:rsidRDefault="001C0413" w:rsidP="001C0413">
      <w:r>
        <w:t>— </w:t>
      </w:r>
      <w:r w:rsidR="00530790" w:rsidRPr="005D5566">
        <w:t>Vous lui avez donné le billet</w:t>
      </w:r>
      <w:r>
        <w:t> ?</w:t>
      </w:r>
    </w:p>
    <w:p w14:paraId="4224EB54" w14:textId="77777777" w:rsidR="001C0413" w:rsidRDefault="001C0413" w:rsidP="001C0413">
      <w:r>
        <w:t>— </w:t>
      </w:r>
      <w:r w:rsidR="00530790" w:rsidRPr="005D5566">
        <w:t>Bien entendu</w:t>
      </w:r>
      <w:r>
        <w:t> !</w:t>
      </w:r>
    </w:p>
    <w:p w14:paraId="40AA19C3" w14:textId="77777777" w:rsidR="001C0413" w:rsidRDefault="001C0413" w:rsidP="001C0413">
      <w:r>
        <w:t>— </w:t>
      </w:r>
      <w:r w:rsidR="00530790" w:rsidRPr="005D5566">
        <w:t>Il l</w:t>
      </w:r>
      <w:r>
        <w:t>’</w:t>
      </w:r>
      <w:r w:rsidR="00530790" w:rsidRPr="005D5566">
        <w:t>a lu</w:t>
      </w:r>
      <w:r>
        <w:t> ?</w:t>
      </w:r>
    </w:p>
    <w:p w14:paraId="3B573647" w14:textId="77777777" w:rsidR="001C0413" w:rsidRDefault="001C0413" w:rsidP="001C0413">
      <w:r>
        <w:t>— </w:t>
      </w:r>
      <w:r w:rsidR="00530790" w:rsidRPr="005D5566">
        <w:t>Mais non</w:t>
      </w:r>
      <w:r>
        <w:t xml:space="preserve"> ! </w:t>
      </w:r>
      <w:r w:rsidR="00530790" w:rsidRPr="005D5566">
        <w:t>Comment aurait-il pu le faire</w:t>
      </w:r>
      <w:r>
        <w:t> !</w:t>
      </w:r>
    </w:p>
    <w:p w14:paraId="31F4FA26" w14:textId="77777777" w:rsidR="001C0413" w:rsidRDefault="001C0413" w:rsidP="001C0413">
      <w:r>
        <w:lastRenderedPageBreak/>
        <w:t>— </w:t>
      </w:r>
      <w:r w:rsidR="00530790" w:rsidRPr="005D5566">
        <w:t>C</w:t>
      </w:r>
      <w:r>
        <w:t>’</w:t>
      </w:r>
      <w:r w:rsidR="00530790" w:rsidRPr="005D5566">
        <w:t>est vrai</w:t>
      </w:r>
      <w:r>
        <w:t xml:space="preserve">… </w:t>
      </w:r>
      <w:r w:rsidR="00530790" w:rsidRPr="005D5566">
        <w:t>j</w:t>
      </w:r>
      <w:r>
        <w:t>’</w:t>
      </w:r>
      <w:r w:rsidR="00530790" w:rsidRPr="005D5566">
        <w:t>oubliais</w:t>
      </w:r>
      <w:r>
        <w:t xml:space="preserve"> ! </w:t>
      </w:r>
      <w:r w:rsidR="00530790" w:rsidRPr="005D5566">
        <w:t>dit lentement la jeune fille</w:t>
      </w:r>
      <w:r>
        <w:t xml:space="preserve">. </w:t>
      </w:r>
      <w:r w:rsidR="00530790" w:rsidRPr="005D5566">
        <w:t>Attendons encore une semaine</w:t>
      </w:r>
      <w:r>
        <w:t xml:space="preserve">… </w:t>
      </w:r>
      <w:r w:rsidR="00530790" w:rsidRPr="005D5566">
        <w:t>Qu</w:t>
      </w:r>
      <w:r>
        <w:t>’</w:t>
      </w:r>
      <w:r w:rsidR="00530790" w:rsidRPr="005D5566">
        <w:t>en pensez-vous</w:t>
      </w:r>
      <w:r>
        <w:t xml:space="preserve"> ? </w:t>
      </w:r>
      <w:r w:rsidR="00530790" w:rsidRPr="005D5566">
        <w:t>sera-t-il d</w:t>
      </w:r>
      <w:r>
        <w:t>’</w:t>
      </w:r>
      <w:r w:rsidR="00530790" w:rsidRPr="005D5566">
        <w:t>accord</w:t>
      </w:r>
      <w:r>
        <w:t> ?</w:t>
      </w:r>
    </w:p>
    <w:p w14:paraId="4A4F3891" w14:textId="77777777" w:rsidR="001C0413" w:rsidRDefault="00530790" w:rsidP="001C0413">
      <w:r w:rsidRPr="005D5566">
        <w:t>Elle regarda fixement la mère</w:t>
      </w:r>
      <w:r w:rsidR="001C0413">
        <w:t>.</w:t>
      </w:r>
    </w:p>
    <w:p w14:paraId="3458DF74" w14:textId="77777777" w:rsidR="001C0413" w:rsidRDefault="001C0413" w:rsidP="001C0413">
      <w:r>
        <w:t>— </w:t>
      </w:r>
      <w:r w:rsidR="00530790" w:rsidRPr="005D5566">
        <w:t>Oui</w:t>
      </w:r>
      <w:r>
        <w:t xml:space="preserve">… </w:t>
      </w:r>
      <w:r w:rsidR="00530790" w:rsidRPr="005D5566">
        <w:t>je ne sais pas</w:t>
      </w:r>
      <w:r>
        <w:t xml:space="preserve">… </w:t>
      </w:r>
      <w:r w:rsidR="00530790" w:rsidRPr="005D5566">
        <w:t>je crois que oui</w:t>
      </w:r>
      <w:r>
        <w:t xml:space="preserve"> ! </w:t>
      </w:r>
      <w:r w:rsidR="00530790" w:rsidRPr="005D5566">
        <w:t>répondit la mère</w:t>
      </w:r>
      <w:r>
        <w:t xml:space="preserve">. </w:t>
      </w:r>
      <w:r w:rsidR="00530790" w:rsidRPr="005D5566">
        <w:t>Pourquoi ne s</w:t>
      </w:r>
      <w:r>
        <w:t>’</w:t>
      </w:r>
      <w:r w:rsidR="00530790" w:rsidRPr="005D5566">
        <w:t>évaderait-il pas</w:t>
      </w:r>
      <w:r>
        <w:t xml:space="preserve"> ? </w:t>
      </w:r>
      <w:r w:rsidR="00530790" w:rsidRPr="005D5566">
        <w:t>Il n</w:t>
      </w:r>
      <w:r>
        <w:t>’</w:t>
      </w:r>
      <w:r w:rsidR="00530790" w:rsidRPr="005D5566">
        <w:t>y a</w:t>
      </w:r>
      <w:r w:rsidR="00530790" w:rsidRPr="005D5566">
        <w:rPr>
          <w:i/>
          <w:iCs/>
        </w:rPr>
        <w:t xml:space="preserve"> </w:t>
      </w:r>
      <w:r w:rsidR="00530790" w:rsidRPr="005D5566">
        <w:t>pas de danger</w:t>
      </w:r>
      <w:r>
        <w:t>…</w:t>
      </w:r>
    </w:p>
    <w:p w14:paraId="0A3A2AC6" w14:textId="77777777" w:rsidR="001C0413" w:rsidRDefault="00530790" w:rsidP="001C0413">
      <w:r w:rsidRPr="005D5566">
        <w:t>Sachenka hocha la tête et demanda d</w:t>
      </w:r>
      <w:r w:rsidR="001C0413">
        <w:t>’</w:t>
      </w:r>
      <w:r w:rsidRPr="005D5566">
        <w:t>un ton sec</w:t>
      </w:r>
      <w:r w:rsidR="001C0413">
        <w:t> :</w:t>
      </w:r>
    </w:p>
    <w:p w14:paraId="1008FE52" w14:textId="77777777" w:rsidR="001C0413" w:rsidRDefault="001C0413" w:rsidP="001C0413">
      <w:r>
        <w:t>— </w:t>
      </w:r>
      <w:r w:rsidR="00530790" w:rsidRPr="005D5566">
        <w:t>Vous ne savez pas ce qu</w:t>
      </w:r>
      <w:r>
        <w:t>’</w:t>
      </w:r>
      <w:r w:rsidR="00530790" w:rsidRPr="005D5566">
        <w:t>on peut donner à manger au malade</w:t>
      </w:r>
      <w:r>
        <w:t xml:space="preserve"> ? </w:t>
      </w:r>
      <w:r w:rsidR="00530790" w:rsidRPr="005D5566">
        <w:t>Il dit qu</w:t>
      </w:r>
      <w:r>
        <w:t>’</w:t>
      </w:r>
      <w:r w:rsidR="00530790" w:rsidRPr="005D5566">
        <w:t>il a faim</w:t>
      </w:r>
      <w:r>
        <w:t>…</w:t>
      </w:r>
    </w:p>
    <w:p w14:paraId="680BB9D1" w14:textId="77777777" w:rsidR="001C0413" w:rsidRDefault="001C0413" w:rsidP="001C0413">
      <w:r>
        <w:t>— </w:t>
      </w:r>
      <w:r w:rsidR="00530790" w:rsidRPr="005D5566">
        <w:t>On peut lui donner de tout</w:t>
      </w:r>
      <w:r>
        <w:t xml:space="preserve">… </w:t>
      </w:r>
      <w:r w:rsidR="00530790" w:rsidRPr="005D5566">
        <w:t>de tout</w:t>
      </w:r>
      <w:r>
        <w:t xml:space="preserve"> ! </w:t>
      </w:r>
      <w:r w:rsidR="00530790" w:rsidRPr="005D5566">
        <w:t>J</w:t>
      </w:r>
      <w:r>
        <w:t>’</w:t>
      </w:r>
      <w:r w:rsidR="00530790" w:rsidRPr="005D5566">
        <w:t>y vais de suite</w:t>
      </w:r>
      <w:r>
        <w:t> !</w:t>
      </w:r>
    </w:p>
    <w:p w14:paraId="6CD91D67" w14:textId="77777777" w:rsidR="001C0413" w:rsidRDefault="00530790" w:rsidP="001C0413">
      <w:r w:rsidRPr="005D5566">
        <w:t>Elle alla à la cuisine</w:t>
      </w:r>
      <w:r w:rsidR="001C0413">
        <w:t xml:space="preserve"> ; </w:t>
      </w:r>
      <w:r w:rsidRPr="005D5566">
        <w:t>Sachenka la suivit lentement</w:t>
      </w:r>
      <w:r w:rsidR="001C0413">
        <w:t xml:space="preserve">. </w:t>
      </w:r>
      <w:r w:rsidRPr="005D5566">
        <w:t>La mère se pencha sur le fourneau pour prendre une casserole</w:t>
      </w:r>
      <w:r w:rsidR="001C0413">
        <w:t>.</w:t>
      </w:r>
    </w:p>
    <w:p w14:paraId="0C6CF035" w14:textId="77777777" w:rsidR="001C0413" w:rsidRDefault="001C0413" w:rsidP="001C0413">
      <w:r>
        <w:t>— </w:t>
      </w:r>
      <w:r w:rsidR="00530790" w:rsidRPr="005D5566">
        <w:t>Attendez</w:t>
      </w:r>
      <w:r>
        <w:t xml:space="preserve">, </w:t>
      </w:r>
      <w:r w:rsidR="00530790" w:rsidRPr="005D5566">
        <w:t>dit la jeune fille à voix basse</w:t>
      </w:r>
      <w:r>
        <w:t>.</w:t>
      </w:r>
    </w:p>
    <w:p w14:paraId="4253E91D" w14:textId="77777777" w:rsidR="001C0413" w:rsidRDefault="00530790" w:rsidP="001C0413">
      <w:r w:rsidRPr="005D5566">
        <w:t>Son visage pâlit</w:t>
      </w:r>
      <w:r w:rsidR="001C0413">
        <w:t xml:space="preserve">, </w:t>
      </w:r>
      <w:r w:rsidRPr="005D5566">
        <w:t>ses yeux se dilatèrent avec angoisse</w:t>
      </w:r>
      <w:r w:rsidR="001C0413">
        <w:t xml:space="preserve">, </w:t>
      </w:r>
      <w:r w:rsidRPr="005D5566">
        <w:t>et ses lèvres tremblantes chuchotèrent vivement</w:t>
      </w:r>
      <w:r w:rsidR="001C0413">
        <w:t> :</w:t>
      </w:r>
    </w:p>
    <w:p w14:paraId="5988483F" w14:textId="77777777" w:rsidR="001C0413" w:rsidRDefault="001C0413" w:rsidP="001C0413">
      <w:r>
        <w:t>— </w:t>
      </w:r>
      <w:r w:rsidR="00530790" w:rsidRPr="005D5566">
        <w:t>Je voulais vous demander</w:t>
      </w:r>
      <w:r>
        <w:t xml:space="preserve">… </w:t>
      </w:r>
      <w:r w:rsidR="00530790" w:rsidRPr="005D5566">
        <w:t>je le sais</w:t>
      </w:r>
      <w:r>
        <w:t xml:space="preserve">, </w:t>
      </w:r>
      <w:r w:rsidR="00530790" w:rsidRPr="005D5566">
        <w:t>il ne voudra pas</w:t>
      </w:r>
      <w:r>
        <w:t xml:space="preserve"> ! </w:t>
      </w:r>
      <w:r w:rsidR="00530790" w:rsidRPr="005D5566">
        <w:t>persuadez-le</w:t>
      </w:r>
      <w:r>
        <w:t xml:space="preserve">… </w:t>
      </w:r>
      <w:r w:rsidR="00530790" w:rsidRPr="005D5566">
        <w:t>Dites-lui qu</w:t>
      </w:r>
      <w:r>
        <w:t>’</w:t>
      </w:r>
      <w:r w:rsidR="00530790" w:rsidRPr="005D5566">
        <w:t>il nous est nécessaire</w:t>
      </w:r>
      <w:r>
        <w:t xml:space="preserve">… </w:t>
      </w:r>
      <w:r w:rsidR="00530790" w:rsidRPr="005D5566">
        <w:t>qu</w:t>
      </w:r>
      <w:r>
        <w:t>’</w:t>
      </w:r>
      <w:r w:rsidR="00530790" w:rsidRPr="005D5566">
        <w:t>on ne peut se passer de lui</w:t>
      </w:r>
      <w:r>
        <w:t xml:space="preserve">… </w:t>
      </w:r>
      <w:r w:rsidR="00530790" w:rsidRPr="005D5566">
        <w:t>que j</w:t>
      </w:r>
      <w:r>
        <w:t>’</w:t>
      </w:r>
      <w:r w:rsidR="00530790" w:rsidRPr="005D5566">
        <w:t>ai peur qu</w:t>
      </w:r>
      <w:r>
        <w:t>’</w:t>
      </w:r>
      <w:r w:rsidR="00530790" w:rsidRPr="005D5566">
        <w:t>il en tombe malade</w:t>
      </w:r>
      <w:r>
        <w:t xml:space="preserve">… </w:t>
      </w:r>
      <w:r w:rsidR="00530790" w:rsidRPr="005D5566">
        <w:t>que j</w:t>
      </w:r>
      <w:r>
        <w:t>’</w:t>
      </w:r>
      <w:r w:rsidR="00530790" w:rsidRPr="005D5566">
        <w:t>ai bien peur</w:t>
      </w:r>
      <w:r>
        <w:t xml:space="preserve">… </w:t>
      </w:r>
      <w:r w:rsidR="00530790" w:rsidRPr="005D5566">
        <w:t>Vous le voyez</w:t>
      </w:r>
      <w:r>
        <w:t xml:space="preserve">, </w:t>
      </w:r>
      <w:r w:rsidR="00530790" w:rsidRPr="005D5566">
        <w:t>le jour du jugement n</w:t>
      </w:r>
      <w:r>
        <w:t>’</w:t>
      </w:r>
      <w:r w:rsidR="00530790" w:rsidRPr="005D5566">
        <w:t>est pas encore fixé</w:t>
      </w:r>
      <w:r>
        <w:t> !…</w:t>
      </w:r>
    </w:p>
    <w:p w14:paraId="654E99BF" w14:textId="77777777" w:rsidR="001C0413" w:rsidRDefault="00530790" w:rsidP="001C0413">
      <w:r w:rsidRPr="005D5566">
        <w:t>Elle parlait avec difficulté</w:t>
      </w:r>
      <w:r w:rsidR="001C0413">
        <w:t xml:space="preserve">. </w:t>
      </w:r>
      <w:r w:rsidRPr="005D5566">
        <w:t>L</w:t>
      </w:r>
      <w:r w:rsidR="001C0413">
        <w:t>’</w:t>
      </w:r>
      <w:r w:rsidRPr="005D5566">
        <w:t>effort la raidissait toute</w:t>
      </w:r>
      <w:r w:rsidR="001C0413">
        <w:t xml:space="preserve"> ; </w:t>
      </w:r>
      <w:r w:rsidRPr="005D5566">
        <w:t>elle ne regardait pas la mère</w:t>
      </w:r>
      <w:r w:rsidR="001C0413">
        <w:t xml:space="preserve"> ; </w:t>
      </w:r>
      <w:r w:rsidRPr="005D5566">
        <w:t>sa voix était inégale comme une corde qu</w:t>
      </w:r>
      <w:r w:rsidR="001C0413">
        <w:t>’</w:t>
      </w:r>
      <w:r w:rsidRPr="005D5566">
        <w:t>on tend et qui se brise soudain</w:t>
      </w:r>
      <w:r w:rsidR="001C0413">
        <w:t xml:space="preserve">. </w:t>
      </w:r>
      <w:r w:rsidRPr="005D5566">
        <w:t>Les paupières baissées avec lassitude</w:t>
      </w:r>
      <w:r w:rsidR="001C0413">
        <w:t xml:space="preserve">, </w:t>
      </w:r>
      <w:r w:rsidRPr="005D5566">
        <w:t>la jeune fille se mordit les lèvres</w:t>
      </w:r>
      <w:r w:rsidR="001C0413">
        <w:t xml:space="preserve">, </w:t>
      </w:r>
      <w:r w:rsidRPr="005D5566">
        <w:t>et les jointures de ses doigts contractés craquèrent</w:t>
      </w:r>
      <w:r w:rsidR="001C0413">
        <w:t>.</w:t>
      </w:r>
    </w:p>
    <w:p w14:paraId="5ABBEDC0" w14:textId="77777777" w:rsidR="001C0413" w:rsidRDefault="00530790" w:rsidP="001C0413">
      <w:r w:rsidRPr="005D5566">
        <w:lastRenderedPageBreak/>
        <w:t>La mère fut toute saisie à la vue de cet accès d</w:t>
      </w:r>
      <w:r w:rsidR="001C0413">
        <w:t>’</w:t>
      </w:r>
      <w:r w:rsidRPr="005D5566">
        <w:t>émotion</w:t>
      </w:r>
      <w:r w:rsidR="001C0413">
        <w:t xml:space="preserve">, </w:t>
      </w:r>
      <w:r w:rsidRPr="005D5566">
        <w:t>mais elle comprit</w:t>
      </w:r>
      <w:r w:rsidR="001C0413">
        <w:t xml:space="preserve"> ; </w:t>
      </w:r>
      <w:r w:rsidRPr="005D5566">
        <w:t>troublée</w:t>
      </w:r>
      <w:r w:rsidR="001C0413">
        <w:t xml:space="preserve">, </w:t>
      </w:r>
      <w:r w:rsidRPr="005D5566">
        <w:t>pleine de tristesse</w:t>
      </w:r>
      <w:r w:rsidR="001C0413">
        <w:t xml:space="preserve">, </w:t>
      </w:r>
      <w:r w:rsidRPr="005D5566">
        <w:t>elle étreignit Sachenka et répondit à voix basse</w:t>
      </w:r>
      <w:r w:rsidR="001C0413">
        <w:t> :</w:t>
      </w:r>
    </w:p>
    <w:p w14:paraId="749073F7" w14:textId="77777777" w:rsidR="001C0413" w:rsidRDefault="001C0413" w:rsidP="001C0413">
      <w:r>
        <w:t>— </w:t>
      </w:r>
      <w:r w:rsidR="00530790" w:rsidRPr="005D5566">
        <w:t>Mon enfant</w:t>
      </w:r>
      <w:r>
        <w:t xml:space="preserve">… </w:t>
      </w:r>
      <w:r w:rsidR="00530790" w:rsidRPr="005D5566">
        <w:t>il n</w:t>
      </w:r>
      <w:r>
        <w:t>’</w:t>
      </w:r>
      <w:r w:rsidR="00530790" w:rsidRPr="005D5566">
        <w:t>écoute personne que lui-même</w:t>
      </w:r>
      <w:r>
        <w:t xml:space="preserve">… </w:t>
      </w:r>
      <w:r w:rsidR="00530790" w:rsidRPr="005D5566">
        <w:t>personne</w:t>
      </w:r>
      <w:r>
        <w:t> !</w:t>
      </w:r>
    </w:p>
    <w:p w14:paraId="5F27CFB1" w14:textId="77777777" w:rsidR="001C0413" w:rsidRDefault="00530790" w:rsidP="001C0413">
      <w:r w:rsidRPr="005D5566">
        <w:t>Les deux femmes gardèrent un instant le silence</w:t>
      </w:r>
      <w:r w:rsidR="001C0413">
        <w:t xml:space="preserve">, </w:t>
      </w:r>
      <w:r w:rsidRPr="005D5566">
        <w:t>étroitement enlacées</w:t>
      </w:r>
      <w:r w:rsidR="001C0413">
        <w:t xml:space="preserve">. </w:t>
      </w:r>
      <w:r w:rsidRPr="005D5566">
        <w:t>Puis Sachenka se dégagea avec douceur et dit en frémissant</w:t>
      </w:r>
      <w:r w:rsidR="001C0413">
        <w:t> :</w:t>
      </w:r>
    </w:p>
    <w:p w14:paraId="5E0D62B8" w14:textId="77777777" w:rsidR="001C0413" w:rsidRDefault="001C0413" w:rsidP="001C0413">
      <w:r>
        <w:t>— </w:t>
      </w:r>
      <w:r w:rsidR="00530790" w:rsidRPr="005D5566">
        <w:t>Oui</w:t>
      </w:r>
      <w:r>
        <w:t xml:space="preserve">… </w:t>
      </w:r>
      <w:r w:rsidR="00530790" w:rsidRPr="005D5566">
        <w:t>vous avez raison</w:t>
      </w:r>
      <w:r>
        <w:t xml:space="preserve"> ! </w:t>
      </w:r>
      <w:r w:rsidR="00530790" w:rsidRPr="005D5566">
        <w:t>Ce sont des bêtises</w:t>
      </w:r>
      <w:r>
        <w:t xml:space="preserve">… </w:t>
      </w:r>
      <w:r w:rsidR="00530790" w:rsidRPr="005D5566">
        <w:t>mes nerfs</w:t>
      </w:r>
      <w:r>
        <w:t>…</w:t>
      </w:r>
    </w:p>
    <w:p w14:paraId="53D0B5AE" w14:textId="77777777" w:rsidR="001C0413" w:rsidRDefault="00530790" w:rsidP="001C0413">
      <w:r w:rsidRPr="005D5566">
        <w:t>Et redevenant grave tout d</w:t>
      </w:r>
      <w:r w:rsidR="001C0413">
        <w:t>’</w:t>
      </w:r>
      <w:r w:rsidRPr="005D5566">
        <w:t>un coup</w:t>
      </w:r>
      <w:r w:rsidR="001C0413">
        <w:t xml:space="preserve">, </w:t>
      </w:r>
      <w:r w:rsidRPr="005D5566">
        <w:t>elle conclut simplement</w:t>
      </w:r>
      <w:r w:rsidR="001C0413">
        <w:t> :</w:t>
      </w:r>
    </w:p>
    <w:p w14:paraId="31723CC8" w14:textId="77777777" w:rsidR="001C0413" w:rsidRDefault="001C0413" w:rsidP="001C0413">
      <w:r>
        <w:t>— </w:t>
      </w:r>
      <w:r w:rsidR="00530790" w:rsidRPr="005D5566">
        <w:t>Pourtant</w:t>
      </w:r>
      <w:r>
        <w:t xml:space="preserve">, </w:t>
      </w:r>
      <w:r w:rsidR="00530790" w:rsidRPr="005D5566">
        <w:t>il faut donner à manger au blessé</w:t>
      </w:r>
      <w:r>
        <w:t> !…</w:t>
      </w:r>
    </w:p>
    <w:p w14:paraId="3E53884A" w14:textId="77777777" w:rsidR="001C0413" w:rsidRDefault="00530790" w:rsidP="001C0413">
      <w:r w:rsidRPr="005D5566">
        <w:t>Puis</w:t>
      </w:r>
      <w:r w:rsidR="001C0413">
        <w:t xml:space="preserve">, </w:t>
      </w:r>
      <w:r w:rsidRPr="005D5566">
        <w:t>assise au chevet d</w:t>
      </w:r>
      <w:r w:rsidR="001C0413">
        <w:t>’</w:t>
      </w:r>
      <w:r w:rsidRPr="005D5566">
        <w:t>Ivan</w:t>
      </w:r>
      <w:r w:rsidR="001C0413">
        <w:t xml:space="preserve">, </w:t>
      </w:r>
      <w:r w:rsidRPr="005D5566">
        <w:t>elle lui demanda d</w:t>
      </w:r>
      <w:r w:rsidR="001C0413">
        <w:t>’</w:t>
      </w:r>
      <w:r w:rsidRPr="005D5566">
        <w:t>un ton de sollicitude amicale</w:t>
      </w:r>
      <w:r w:rsidR="001C0413">
        <w:t> :</w:t>
      </w:r>
    </w:p>
    <w:p w14:paraId="113C7C9E" w14:textId="77777777" w:rsidR="001C0413" w:rsidRDefault="001C0413" w:rsidP="001C0413">
      <w:r>
        <w:t>— </w:t>
      </w:r>
      <w:r w:rsidR="00530790" w:rsidRPr="005D5566">
        <w:t>Vous avez bien mal à la tête</w:t>
      </w:r>
      <w:r>
        <w:t> ?</w:t>
      </w:r>
    </w:p>
    <w:p w14:paraId="13C826DE" w14:textId="77777777" w:rsidR="001C0413" w:rsidRDefault="001C0413" w:rsidP="001C0413">
      <w:r>
        <w:t>— </w:t>
      </w:r>
      <w:r w:rsidR="00530790" w:rsidRPr="005D5566">
        <w:t>Non</w:t>
      </w:r>
      <w:r>
        <w:t xml:space="preserve">, </w:t>
      </w:r>
      <w:r w:rsidR="00530790" w:rsidRPr="005D5566">
        <w:t>pas trop</w:t>
      </w:r>
      <w:r>
        <w:t xml:space="preserve">… </w:t>
      </w:r>
      <w:r w:rsidR="00530790" w:rsidRPr="005D5566">
        <w:t>seulement</w:t>
      </w:r>
      <w:r>
        <w:t xml:space="preserve">, </w:t>
      </w:r>
      <w:r w:rsidR="00530790" w:rsidRPr="005D5566">
        <w:t>tout est vague</w:t>
      </w:r>
      <w:r>
        <w:t xml:space="preserve">… </w:t>
      </w:r>
      <w:r w:rsidR="00530790" w:rsidRPr="005D5566">
        <w:t>je suis faible</w:t>
      </w:r>
      <w:r>
        <w:t xml:space="preserve"> ! </w:t>
      </w:r>
      <w:r w:rsidR="00530790" w:rsidRPr="005D5566">
        <w:t>répondit Ivan avec confusion en tirant sa couverture jusqu</w:t>
      </w:r>
      <w:r>
        <w:t>’</w:t>
      </w:r>
      <w:r w:rsidR="00530790" w:rsidRPr="005D5566">
        <w:t>au menton</w:t>
      </w:r>
      <w:r>
        <w:t xml:space="preserve"> ; </w:t>
      </w:r>
      <w:r w:rsidR="00530790" w:rsidRPr="005D5566">
        <w:t>ses yeux clignotaient comme si la lumière eût été trop forte</w:t>
      </w:r>
      <w:r>
        <w:t xml:space="preserve">. </w:t>
      </w:r>
      <w:r w:rsidR="00530790" w:rsidRPr="005D5566">
        <w:t>Remarquant que le jeune homme ne se décidait pas à manger en sa présence</w:t>
      </w:r>
      <w:r>
        <w:t xml:space="preserve">, </w:t>
      </w:r>
      <w:r w:rsidR="00530790" w:rsidRPr="005D5566">
        <w:t>Sachenka se leva et sortit de la pièce</w:t>
      </w:r>
      <w:r>
        <w:t>.</w:t>
      </w:r>
    </w:p>
    <w:p w14:paraId="7335F1E4" w14:textId="77777777" w:rsidR="001C0413" w:rsidRDefault="00530790" w:rsidP="001C0413">
      <w:r w:rsidRPr="005D5566">
        <w:t>Ivan se redressa</w:t>
      </w:r>
      <w:r w:rsidR="001C0413">
        <w:t xml:space="preserve">, </w:t>
      </w:r>
      <w:r w:rsidRPr="005D5566">
        <w:t>la suivit du regard et dit en clignant de l</w:t>
      </w:r>
      <w:r w:rsidR="001C0413">
        <w:t>’</w:t>
      </w:r>
      <w:r w:rsidRPr="005D5566">
        <w:t>œil</w:t>
      </w:r>
      <w:r w:rsidR="001C0413">
        <w:t> :</w:t>
      </w:r>
    </w:p>
    <w:p w14:paraId="0FC92B6D" w14:textId="77777777" w:rsidR="001C0413" w:rsidRDefault="001C0413" w:rsidP="001C0413">
      <w:r>
        <w:t>— </w:t>
      </w:r>
      <w:r w:rsidR="00530790" w:rsidRPr="005D5566">
        <w:t>Elle est si jolie</w:t>
      </w:r>
      <w:r>
        <w:t>…</w:t>
      </w:r>
    </w:p>
    <w:p w14:paraId="444D1F6F" w14:textId="77777777" w:rsidR="001C0413" w:rsidRDefault="00530790" w:rsidP="001C0413">
      <w:r w:rsidRPr="005D5566">
        <w:t>Il avait les yeux clairs et joyeux</w:t>
      </w:r>
      <w:r w:rsidR="001C0413">
        <w:t xml:space="preserve">, </w:t>
      </w:r>
      <w:r w:rsidRPr="005D5566">
        <w:t>des dents petites et serrées</w:t>
      </w:r>
      <w:r w:rsidR="001C0413">
        <w:t xml:space="preserve"> ; </w:t>
      </w:r>
      <w:r w:rsidRPr="005D5566">
        <w:t>sa voix muait encore</w:t>
      </w:r>
      <w:r w:rsidR="001C0413">
        <w:t>.</w:t>
      </w:r>
    </w:p>
    <w:p w14:paraId="0725B9FC" w14:textId="77777777" w:rsidR="001C0413" w:rsidRDefault="001C0413" w:rsidP="001C0413">
      <w:r>
        <w:lastRenderedPageBreak/>
        <w:t>— </w:t>
      </w:r>
      <w:r w:rsidR="00530790" w:rsidRPr="005D5566">
        <w:t>Quel âge avez-vous</w:t>
      </w:r>
      <w:r>
        <w:t xml:space="preserve"> ? </w:t>
      </w:r>
      <w:r w:rsidR="00530790" w:rsidRPr="005D5566">
        <w:t>demanda pensivement la mère</w:t>
      </w:r>
      <w:r>
        <w:t>.</w:t>
      </w:r>
    </w:p>
    <w:p w14:paraId="778530BF" w14:textId="77777777" w:rsidR="001C0413" w:rsidRDefault="001C0413" w:rsidP="001C0413">
      <w:r>
        <w:t>— </w:t>
      </w:r>
      <w:r w:rsidR="00530790" w:rsidRPr="005D5566">
        <w:t>Dix-sept ans</w:t>
      </w:r>
      <w:r>
        <w:t> !…</w:t>
      </w:r>
    </w:p>
    <w:p w14:paraId="1F7ACCA9" w14:textId="77777777" w:rsidR="001C0413" w:rsidRDefault="001C0413" w:rsidP="001C0413">
      <w:r>
        <w:t>— </w:t>
      </w:r>
      <w:r w:rsidR="00530790" w:rsidRPr="005D5566">
        <w:t>Où sont vos parents</w:t>
      </w:r>
      <w:r>
        <w:t> ?</w:t>
      </w:r>
    </w:p>
    <w:p w14:paraId="346C4E35" w14:textId="77777777" w:rsidR="001C0413" w:rsidRDefault="001C0413" w:rsidP="001C0413">
      <w:r>
        <w:t>— </w:t>
      </w:r>
      <w:r w:rsidR="00530790" w:rsidRPr="005D5566">
        <w:t>À la campagne</w:t>
      </w:r>
      <w:r>
        <w:t xml:space="preserve">… </w:t>
      </w:r>
      <w:r w:rsidR="00530790" w:rsidRPr="005D5566">
        <w:t>Il y a sept ans que je suis ici</w:t>
      </w:r>
      <w:r>
        <w:t xml:space="preserve">… </w:t>
      </w:r>
      <w:r w:rsidR="00530790" w:rsidRPr="005D5566">
        <w:t>j</w:t>
      </w:r>
      <w:r>
        <w:t>’</w:t>
      </w:r>
      <w:r w:rsidR="00530790" w:rsidRPr="005D5566">
        <w:t>ai quitté le village en sortant de l</w:t>
      </w:r>
      <w:r>
        <w:t>’</w:t>
      </w:r>
      <w:r w:rsidR="00530790" w:rsidRPr="005D5566">
        <w:t>école</w:t>
      </w:r>
      <w:r>
        <w:t xml:space="preserve">… </w:t>
      </w:r>
      <w:r w:rsidR="00530790" w:rsidRPr="005D5566">
        <w:t>Et vous</w:t>
      </w:r>
      <w:r>
        <w:t xml:space="preserve">, </w:t>
      </w:r>
      <w:r w:rsidR="00530790" w:rsidRPr="005D5566">
        <w:t>camarade</w:t>
      </w:r>
      <w:r>
        <w:t xml:space="preserve">, </w:t>
      </w:r>
      <w:r w:rsidR="00530790" w:rsidRPr="005D5566">
        <w:t>quel est votre nom</w:t>
      </w:r>
      <w:r>
        <w:t> ?</w:t>
      </w:r>
    </w:p>
    <w:p w14:paraId="54B9316C" w14:textId="77777777" w:rsidR="001C0413" w:rsidRDefault="00530790" w:rsidP="001C0413">
      <w:r w:rsidRPr="005D5566">
        <w:t>La mère était toujours amusée et touchée quand on l</w:t>
      </w:r>
      <w:r w:rsidR="001C0413">
        <w:t>’</w:t>
      </w:r>
      <w:r w:rsidRPr="005D5566">
        <w:t>appelait ainsi</w:t>
      </w:r>
      <w:r w:rsidR="001C0413">
        <w:t xml:space="preserve">. </w:t>
      </w:r>
      <w:r w:rsidRPr="005D5566">
        <w:t>Elle demanda en souriant</w:t>
      </w:r>
      <w:r w:rsidR="001C0413">
        <w:t> :</w:t>
      </w:r>
    </w:p>
    <w:p w14:paraId="10F3CF2C" w14:textId="77777777" w:rsidR="001C0413" w:rsidRDefault="001C0413" w:rsidP="001C0413">
      <w:r>
        <w:t>— </w:t>
      </w:r>
      <w:r w:rsidR="00530790" w:rsidRPr="005D5566">
        <w:t>Quel besoin avez-vous de le savoir</w:t>
      </w:r>
      <w:r>
        <w:t> ?</w:t>
      </w:r>
    </w:p>
    <w:p w14:paraId="113247A2" w14:textId="77777777" w:rsidR="001C0413" w:rsidRDefault="00530790" w:rsidP="001C0413">
      <w:r w:rsidRPr="005D5566">
        <w:t>Après un instant de silence</w:t>
      </w:r>
      <w:r w:rsidR="001C0413">
        <w:t xml:space="preserve">, </w:t>
      </w:r>
      <w:r w:rsidRPr="005D5566">
        <w:t>le jeune homme</w:t>
      </w:r>
      <w:r w:rsidR="001C0413">
        <w:t xml:space="preserve">, </w:t>
      </w:r>
      <w:r w:rsidRPr="005D5566">
        <w:t>embarrassé</w:t>
      </w:r>
      <w:r w:rsidR="001C0413">
        <w:t xml:space="preserve">, </w:t>
      </w:r>
      <w:r w:rsidRPr="005D5566">
        <w:t>expliqua</w:t>
      </w:r>
      <w:r w:rsidR="001C0413">
        <w:t> :</w:t>
      </w:r>
    </w:p>
    <w:p w14:paraId="0E5AA43D" w14:textId="77777777" w:rsidR="001C0413" w:rsidRDefault="001C0413" w:rsidP="001C0413">
      <w:r>
        <w:t>— </w:t>
      </w:r>
      <w:r w:rsidR="00530790" w:rsidRPr="005D5566">
        <w:t>Voyez-vous</w:t>
      </w:r>
      <w:r>
        <w:t xml:space="preserve">, </w:t>
      </w:r>
      <w:r w:rsidR="00530790" w:rsidRPr="005D5566">
        <w:t>un étudiant de notre cercle</w:t>
      </w:r>
      <w:r>
        <w:t xml:space="preserve">… </w:t>
      </w:r>
      <w:r w:rsidR="00530790" w:rsidRPr="005D5566">
        <w:t>c</w:t>
      </w:r>
      <w:r>
        <w:t>’</w:t>
      </w:r>
      <w:r w:rsidR="00530790" w:rsidRPr="005D5566">
        <w:t>est-à-dire celui qui nous faisait des lectures</w:t>
      </w:r>
      <w:r>
        <w:t xml:space="preserve">… </w:t>
      </w:r>
      <w:r w:rsidR="00530790" w:rsidRPr="005D5566">
        <w:t>nous a parlé de la mère de Pavel Vlassov</w:t>
      </w:r>
      <w:r>
        <w:t xml:space="preserve">, </w:t>
      </w:r>
      <w:r w:rsidR="00530790" w:rsidRPr="005D5566">
        <w:t>vous savez</w:t>
      </w:r>
      <w:r>
        <w:t xml:space="preserve">, </w:t>
      </w:r>
      <w:r w:rsidR="00530790" w:rsidRPr="005D5566">
        <w:t>l</w:t>
      </w:r>
      <w:r>
        <w:t>’</w:t>
      </w:r>
      <w:r w:rsidR="00530790" w:rsidRPr="005D5566">
        <w:t>organisateur de la démonstration du Premier Mai</w:t>
      </w:r>
      <w:r>
        <w:t xml:space="preserve">… </w:t>
      </w:r>
      <w:r w:rsidR="00530790" w:rsidRPr="005D5566">
        <w:t>le révolutionnaire Vlassov</w:t>
      </w:r>
      <w:r>
        <w:t>.</w:t>
      </w:r>
    </w:p>
    <w:p w14:paraId="3F9B7717" w14:textId="77777777" w:rsidR="001C0413" w:rsidRDefault="00530790" w:rsidP="001C0413">
      <w:r w:rsidRPr="005D5566">
        <w:t>Elle hocha la tête et prêta l</w:t>
      </w:r>
      <w:r w:rsidR="001C0413">
        <w:t>’</w:t>
      </w:r>
      <w:r w:rsidRPr="005D5566">
        <w:t>oreille</w:t>
      </w:r>
      <w:r w:rsidR="001C0413">
        <w:t>.</w:t>
      </w:r>
    </w:p>
    <w:p w14:paraId="5AD4AA9D" w14:textId="77777777" w:rsidR="001C0413" w:rsidRDefault="001C0413" w:rsidP="001C0413">
      <w:r>
        <w:t>— </w:t>
      </w:r>
      <w:r w:rsidR="00530790" w:rsidRPr="005D5566">
        <w:t>C</w:t>
      </w:r>
      <w:r>
        <w:t>’</w:t>
      </w:r>
      <w:r w:rsidR="00530790" w:rsidRPr="005D5566">
        <w:t>est lui qui</w:t>
      </w:r>
      <w:r>
        <w:t xml:space="preserve">, </w:t>
      </w:r>
      <w:r w:rsidR="00530790" w:rsidRPr="005D5566">
        <w:t>le premier</w:t>
      </w:r>
      <w:r>
        <w:t xml:space="preserve">, </w:t>
      </w:r>
      <w:r w:rsidR="00530790" w:rsidRPr="005D5566">
        <w:t>a déployé l</w:t>
      </w:r>
      <w:r>
        <w:t>’</w:t>
      </w:r>
      <w:r w:rsidR="00530790" w:rsidRPr="005D5566">
        <w:t>étendard de notre parti</w:t>
      </w:r>
      <w:r>
        <w:t xml:space="preserve"> ! </w:t>
      </w:r>
      <w:r w:rsidR="00530790" w:rsidRPr="005D5566">
        <w:t>déclara fièrement le jeune homme</w:t>
      </w:r>
      <w:r>
        <w:t xml:space="preserve"> ; </w:t>
      </w:r>
      <w:r w:rsidR="00530790" w:rsidRPr="005D5566">
        <w:t>et sa fierté eut un écho dans le cœur de la mère</w:t>
      </w:r>
      <w:r>
        <w:t xml:space="preserve">. </w:t>
      </w:r>
      <w:r w:rsidR="00530790" w:rsidRPr="005D5566">
        <w:t>Je n</w:t>
      </w:r>
      <w:r>
        <w:t>’</w:t>
      </w:r>
      <w:r w:rsidR="00530790" w:rsidRPr="005D5566">
        <w:t>y étais pas</w:t>
      </w:r>
      <w:r>
        <w:t xml:space="preserve">… </w:t>
      </w:r>
      <w:r w:rsidR="00530790" w:rsidRPr="005D5566">
        <w:t>Nous avions l</w:t>
      </w:r>
      <w:r>
        <w:t>’</w:t>
      </w:r>
      <w:r w:rsidR="00530790" w:rsidRPr="005D5566">
        <w:t>intention de faire une démonstration ici aussi</w:t>
      </w:r>
      <w:r>
        <w:t xml:space="preserve"> ; </w:t>
      </w:r>
      <w:r w:rsidR="00530790" w:rsidRPr="005D5566">
        <w:t>nous avons échoué</w:t>
      </w:r>
      <w:r>
        <w:t xml:space="preserve">, </w:t>
      </w:r>
      <w:r w:rsidR="00530790" w:rsidRPr="005D5566">
        <w:t>nous étions trop peu</w:t>
      </w:r>
      <w:r>
        <w:t xml:space="preserve"> ! </w:t>
      </w:r>
      <w:r w:rsidR="00530790" w:rsidRPr="005D5566">
        <w:t>Mais cette année-ci</w:t>
      </w:r>
      <w:r>
        <w:t xml:space="preserve">, </w:t>
      </w:r>
      <w:r w:rsidR="00530790" w:rsidRPr="005D5566">
        <w:t>ce sera différent</w:t>
      </w:r>
      <w:r>
        <w:t xml:space="preserve">. </w:t>
      </w:r>
      <w:r w:rsidR="00530790" w:rsidRPr="005D5566">
        <w:t>Vous verrez</w:t>
      </w:r>
      <w:r>
        <w:t> !…</w:t>
      </w:r>
    </w:p>
    <w:p w14:paraId="06AAB6D8" w14:textId="77777777" w:rsidR="001C0413" w:rsidRDefault="00530790" w:rsidP="001C0413">
      <w:r w:rsidRPr="005D5566">
        <w:t>Il haletait d</w:t>
      </w:r>
      <w:r w:rsidR="001C0413">
        <w:t>’</w:t>
      </w:r>
      <w:r w:rsidRPr="005D5566">
        <w:t>émotion</w:t>
      </w:r>
      <w:r w:rsidR="001C0413">
        <w:t xml:space="preserve">, </w:t>
      </w:r>
      <w:r w:rsidRPr="005D5566">
        <w:t>se délectant à l</w:t>
      </w:r>
      <w:r w:rsidR="001C0413">
        <w:t>’</w:t>
      </w:r>
      <w:r w:rsidRPr="005D5566">
        <w:t>idée des événements futurs</w:t>
      </w:r>
      <w:r w:rsidR="001C0413">
        <w:t xml:space="preserve"> ; </w:t>
      </w:r>
      <w:r w:rsidRPr="005D5566">
        <w:t>puis il continua en agitant sa cuiller</w:t>
      </w:r>
      <w:r w:rsidR="001C0413">
        <w:t> :</w:t>
      </w:r>
    </w:p>
    <w:p w14:paraId="3885F3B5" w14:textId="77777777" w:rsidR="001C0413" w:rsidRDefault="001C0413" w:rsidP="001C0413">
      <w:r>
        <w:t>— </w:t>
      </w:r>
      <w:r w:rsidR="00530790" w:rsidRPr="005D5566">
        <w:t>Donc</w:t>
      </w:r>
      <w:r>
        <w:t xml:space="preserve">, </w:t>
      </w:r>
      <w:r w:rsidR="00530790" w:rsidRPr="005D5566">
        <w:t>je parlais de la mère de Vlassov</w:t>
      </w:r>
      <w:r>
        <w:t xml:space="preserve">… </w:t>
      </w:r>
      <w:r w:rsidR="00530790" w:rsidRPr="005D5566">
        <w:t>elle s</w:t>
      </w:r>
      <w:r>
        <w:t>’</w:t>
      </w:r>
      <w:r w:rsidR="00530790" w:rsidRPr="005D5566">
        <w:t>est aussi mise du parti après l</w:t>
      </w:r>
      <w:r>
        <w:t>’</w:t>
      </w:r>
      <w:r w:rsidR="00530790" w:rsidRPr="005D5566">
        <w:t>arrestation de son fils</w:t>
      </w:r>
      <w:r>
        <w:t xml:space="preserve">… </w:t>
      </w:r>
      <w:r w:rsidR="00530790" w:rsidRPr="005D5566">
        <w:t>On dit que cette vieille-là est étonnante</w:t>
      </w:r>
      <w:r>
        <w:t> !…</w:t>
      </w:r>
    </w:p>
    <w:p w14:paraId="7B7F49E3" w14:textId="77777777" w:rsidR="001C0413" w:rsidRDefault="00530790" w:rsidP="001C0413">
      <w:r w:rsidRPr="005D5566">
        <w:lastRenderedPageBreak/>
        <w:t>Pélaguée eut un large sourire</w:t>
      </w:r>
      <w:r w:rsidR="001C0413">
        <w:t xml:space="preserve"> ; </w:t>
      </w:r>
      <w:r w:rsidRPr="005D5566">
        <w:t>elle était à la fois flattée et un peu gênée</w:t>
      </w:r>
      <w:r w:rsidR="001C0413">
        <w:t xml:space="preserve">. </w:t>
      </w:r>
      <w:r w:rsidRPr="005D5566">
        <w:t>Elle allait lui dire que la mère de Pavel</w:t>
      </w:r>
      <w:r w:rsidR="001C0413">
        <w:t xml:space="preserve">, </w:t>
      </w:r>
      <w:r w:rsidRPr="005D5566">
        <w:t>c</w:t>
      </w:r>
      <w:r w:rsidR="001C0413">
        <w:t>’</w:t>
      </w:r>
      <w:r w:rsidRPr="005D5566">
        <w:t>était elle</w:t>
      </w:r>
      <w:r w:rsidR="001C0413">
        <w:t xml:space="preserve"> ; </w:t>
      </w:r>
      <w:r w:rsidRPr="005D5566">
        <w:t>mais elle se retint et pensa avec tristesse et un peu d</w:t>
      </w:r>
      <w:r w:rsidR="001C0413">
        <w:t>’</w:t>
      </w:r>
      <w:r w:rsidRPr="005D5566">
        <w:t>ironie</w:t>
      </w:r>
      <w:r w:rsidR="001C0413">
        <w:t> :</w:t>
      </w:r>
    </w:p>
    <w:p w14:paraId="69B59D60" w14:textId="05E3494A" w:rsidR="001C0413" w:rsidRDefault="001C0413" w:rsidP="001C0413">
      <w:r>
        <w:t>« </w:t>
      </w:r>
      <w:r w:rsidR="00530790" w:rsidRPr="005D5566">
        <w:t>Ah</w:t>
      </w:r>
      <w:r>
        <w:t xml:space="preserve"> ! </w:t>
      </w:r>
      <w:r w:rsidR="00530790" w:rsidRPr="005D5566">
        <w:t>vieille sotte que je suis</w:t>
      </w:r>
      <w:r>
        <w:t> !… »</w:t>
      </w:r>
    </w:p>
    <w:p w14:paraId="59F0962A" w14:textId="77777777" w:rsidR="001C0413" w:rsidRDefault="001C0413" w:rsidP="001C0413">
      <w:r>
        <w:t>— </w:t>
      </w:r>
      <w:r w:rsidR="00530790" w:rsidRPr="005D5566">
        <w:t>Mangez donc</w:t>
      </w:r>
      <w:r>
        <w:t xml:space="preserve"> !… </w:t>
      </w:r>
      <w:r w:rsidR="00530790" w:rsidRPr="005D5566">
        <w:t>Vous serez plus vite guéri pour reprendre la bonne besogne</w:t>
      </w:r>
      <w:r>
        <w:t xml:space="preserve"> ! </w:t>
      </w:r>
      <w:r w:rsidR="00530790" w:rsidRPr="005D5566">
        <w:t>dit-elle tout d</w:t>
      </w:r>
      <w:r>
        <w:t>’</w:t>
      </w:r>
      <w:r w:rsidR="00530790" w:rsidRPr="005D5566">
        <w:t>un coup avec émotion en se penchant vers lui</w:t>
      </w:r>
      <w:r>
        <w:t xml:space="preserve">. </w:t>
      </w:r>
      <w:r w:rsidR="00530790" w:rsidRPr="005D5566">
        <w:t>La cause du peuple a besoin de bras jeunes et robustes de cœurs purs</w:t>
      </w:r>
      <w:r>
        <w:t xml:space="preserve">, </w:t>
      </w:r>
      <w:r w:rsidR="00530790" w:rsidRPr="005D5566">
        <w:t>d</w:t>
      </w:r>
      <w:r>
        <w:t>’</w:t>
      </w:r>
      <w:r w:rsidR="00530790" w:rsidRPr="005D5566">
        <w:t>esprits loyaux</w:t>
      </w:r>
      <w:r>
        <w:t xml:space="preserve">… </w:t>
      </w:r>
      <w:r w:rsidR="00530790" w:rsidRPr="005D5566">
        <w:t>ce sont ces forces qui le font vivre</w:t>
      </w:r>
      <w:r>
        <w:t xml:space="preserve">, </w:t>
      </w:r>
      <w:r w:rsidR="00530790" w:rsidRPr="005D5566">
        <w:t>c</w:t>
      </w:r>
      <w:r>
        <w:t>’</w:t>
      </w:r>
      <w:r w:rsidR="00530790" w:rsidRPr="005D5566">
        <w:t>est par elles que seront vaincus tout le mal et toute l</w:t>
      </w:r>
      <w:r>
        <w:t>’</w:t>
      </w:r>
      <w:r w:rsidR="00530790" w:rsidRPr="005D5566">
        <w:t>infamie</w:t>
      </w:r>
      <w:r>
        <w:t>…</w:t>
      </w:r>
    </w:p>
    <w:p w14:paraId="701B1CC2" w14:textId="77777777" w:rsidR="001C0413" w:rsidRDefault="00530790" w:rsidP="001C0413">
      <w:r w:rsidRPr="005D5566">
        <w:t>La porte s</w:t>
      </w:r>
      <w:r w:rsidR="001C0413">
        <w:t>’</w:t>
      </w:r>
      <w:r w:rsidRPr="005D5566">
        <w:t>ouvrit</w:t>
      </w:r>
      <w:r w:rsidR="001C0413">
        <w:t xml:space="preserve">, </w:t>
      </w:r>
      <w:r w:rsidRPr="005D5566">
        <w:t>laissant entrer le froid humide de l</w:t>
      </w:r>
      <w:r w:rsidR="001C0413">
        <w:t>’</w:t>
      </w:r>
      <w:r w:rsidRPr="005D5566">
        <w:t>automne</w:t>
      </w:r>
      <w:r w:rsidR="001C0413">
        <w:t xml:space="preserve">. </w:t>
      </w:r>
      <w:r w:rsidRPr="005D5566">
        <w:t>Sophie parut</w:t>
      </w:r>
      <w:r w:rsidR="001C0413">
        <w:t xml:space="preserve">, </w:t>
      </w:r>
      <w:r w:rsidRPr="005D5566">
        <w:t>joyeuse</w:t>
      </w:r>
      <w:r w:rsidR="001C0413">
        <w:t xml:space="preserve">, </w:t>
      </w:r>
      <w:r w:rsidRPr="005D5566">
        <w:t>les joues toutes rouges</w:t>
      </w:r>
      <w:r w:rsidR="001C0413">
        <w:t>.</w:t>
      </w:r>
    </w:p>
    <w:p w14:paraId="24417445" w14:textId="77777777" w:rsidR="001C0413" w:rsidRDefault="001C0413" w:rsidP="001C0413">
      <w:r>
        <w:t>— </w:t>
      </w:r>
      <w:r w:rsidR="00530790" w:rsidRPr="005D5566">
        <w:t>Les espions me poursuivent comme les décavés une riche héritière</w:t>
      </w:r>
      <w:r>
        <w:t xml:space="preserve">, </w:t>
      </w:r>
      <w:r w:rsidR="00530790" w:rsidRPr="005D5566">
        <w:t>ma parole d</w:t>
      </w:r>
      <w:r>
        <w:t>’</w:t>
      </w:r>
      <w:r w:rsidR="00530790" w:rsidRPr="005D5566">
        <w:t>honneur</w:t>
      </w:r>
      <w:r>
        <w:t xml:space="preserve"> ! </w:t>
      </w:r>
      <w:r w:rsidR="00530790" w:rsidRPr="005D5566">
        <w:t>Il faut que je parte d</w:t>
      </w:r>
      <w:r>
        <w:t>’</w:t>
      </w:r>
      <w:r w:rsidR="00530790" w:rsidRPr="005D5566">
        <w:t>ici</w:t>
      </w:r>
      <w:r>
        <w:t xml:space="preserve">… </w:t>
      </w:r>
      <w:r w:rsidR="00530790" w:rsidRPr="005D5566">
        <w:t>Eh bien</w:t>
      </w:r>
      <w:r>
        <w:t xml:space="preserve">, </w:t>
      </w:r>
      <w:r w:rsidR="00530790" w:rsidRPr="005D5566">
        <w:t>Ivan</w:t>
      </w:r>
      <w:r>
        <w:t xml:space="preserve">, </w:t>
      </w:r>
      <w:r w:rsidR="00530790" w:rsidRPr="005D5566">
        <w:t>comment allez-vous</w:t>
      </w:r>
      <w:r>
        <w:t xml:space="preserve"> ? </w:t>
      </w:r>
      <w:r w:rsidR="00530790" w:rsidRPr="005D5566">
        <w:t>Bien</w:t>
      </w:r>
      <w:r>
        <w:t xml:space="preserve"> ?… </w:t>
      </w:r>
      <w:r w:rsidR="00530790" w:rsidRPr="005D5566">
        <w:t>Pélaguée</w:t>
      </w:r>
      <w:r>
        <w:t xml:space="preserve">, </w:t>
      </w:r>
      <w:r w:rsidR="00530790" w:rsidRPr="005D5566">
        <w:t>que dit Pavel</w:t>
      </w:r>
      <w:r>
        <w:t xml:space="preserve"> ?… </w:t>
      </w:r>
      <w:r w:rsidR="00530790" w:rsidRPr="005D5566">
        <w:t>Sachenka est ici</w:t>
      </w:r>
      <w:r>
        <w:t> ?</w:t>
      </w:r>
    </w:p>
    <w:p w14:paraId="3937404A" w14:textId="77777777" w:rsidR="001C0413" w:rsidRDefault="00530790" w:rsidP="001C0413">
      <w:r w:rsidRPr="005D5566">
        <w:t>Tout en allumant une cigarette</w:t>
      </w:r>
      <w:r w:rsidR="001C0413">
        <w:t xml:space="preserve">, </w:t>
      </w:r>
      <w:r w:rsidRPr="005D5566">
        <w:t>elle questionnait sans attendre les réponses</w:t>
      </w:r>
      <w:r w:rsidR="001C0413">
        <w:t xml:space="preserve">. </w:t>
      </w:r>
      <w:r w:rsidRPr="005D5566">
        <w:t>Elle caressait la mère et le jeune homme du regard de ses yeux gris</w:t>
      </w:r>
      <w:r w:rsidR="001C0413">
        <w:t xml:space="preserve">. </w:t>
      </w:r>
      <w:r w:rsidRPr="005D5566">
        <w:t>La mère la considérait et pensait avec un sourire intérieur</w:t>
      </w:r>
      <w:r w:rsidR="001C0413">
        <w:t> :</w:t>
      </w:r>
    </w:p>
    <w:p w14:paraId="24A90B42" w14:textId="7E16513B" w:rsidR="001C0413" w:rsidRDefault="001C0413" w:rsidP="001C0413">
      <w:r>
        <w:t>« </w:t>
      </w:r>
      <w:r w:rsidR="00530790" w:rsidRPr="005D5566">
        <w:t>Et voilà que moi aussi</w:t>
      </w:r>
      <w:r>
        <w:t xml:space="preserve">, </w:t>
      </w:r>
      <w:r w:rsidR="00530790" w:rsidRPr="005D5566">
        <w:t>je deviens une créature humaine</w:t>
      </w:r>
      <w:r>
        <w:t xml:space="preserve">… </w:t>
      </w:r>
      <w:r w:rsidR="00530790" w:rsidRPr="005D5566">
        <w:t>et une bonne même</w:t>
      </w:r>
      <w:r>
        <w:t> ! »</w:t>
      </w:r>
    </w:p>
    <w:p w14:paraId="7891AA10" w14:textId="77777777" w:rsidR="001C0413" w:rsidRDefault="00530790" w:rsidP="001C0413">
      <w:r w:rsidRPr="005D5566">
        <w:t>Se penchant de nouveau vers Ivan</w:t>
      </w:r>
      <w:r w:rsidR="001C0413">
        <w:t xml:space="preserve">, </w:t>
      </w:r>
      <w:r w:rsidRPr="005D5566">
        <w:t>elle dit</w:t>
      </w:r>
      <w:r w:rsidR="001C0413">
        <w:t> :</w:t>
      </w:r>
    </w:p>
    <w:p w14:paraId="43CC71A6" w14:textId="77777777" w:rsidR="001C0413" w:rsidRDefault="001C0413" w:rsidP="001C0413">
      <w:r>
        <w:t>— </w:t>
      </w:r>
      <w:r w:rsidR="00530790" w:rsidRPr="005D5566">
        <w:t>Guérissez-vous</w:t>
      </w:r>
      <w:r>
        <w:t xml:space="preserve">, </w:t>
      </w:r>
      <w:r w:rsidR="00530790" w:rsidRPr="005D5566">
        <w:t>mon garçon</w:t>
      </w:r>
      <w:r>
        <w:t> !</w:t>
      </w:r>
    </w:p>
    <w:p w14:paraId="0AA55001" w14:textId="77777777" w:rsidR="001C0413" w:rsidRDefault="00530790" w:rsidP="001C0413">
      <w:r w:rsidRPr="005D5566">
        <w:t>Et elle alla dans la salle à manger</w:t>
      </w:r>
      <w:r w:rsidR="001C0413">
        <w:t xml:space="preserve">, </w:t>
      </w:r>
      <w:r w:rsidRPr="005D5566">
        <w:t>où Sophie disait à Sachenka</w:t>
      </w:r>
      <w:r w:rsidR="001C0413">
        <w:t> :</w:t>
      </w:r>
    </w:p>
    <w:p w14:paraId="7205EAF4" w14:textId="77777777" w:rsidR="001C0413" w:rsidRDefault="001C0413" w:rsidP="001C0413">
      <w:r>
        <w:lastRenderedPageBreak/>
        <w:t>— </w:t>
      </w:r>
      <w:r w:rsidR="00530790" w:rsidRPr="005D5566">
        <w:t>Elle en a déjà préparé trois cents exemplaires</w:t>
      </w:r>
      <w:r>
        <w:t xml:space="preserve">. </w:t>
      </w:r>
      <w:r w:rsidR="00530790" w:rsidRPr="005D5566">
        <w:t>Elle se tue à l</w:t>
      </w:r>
      <w:r>
        <w:t>’</w:t>
      </w:r>
      <w:r w:rsidR="00530790" w:rsidRPr="005D5566">
        <w:t>ouvrage</w:t>
      </w:r>
      <w:r>
        <w:t xml:space="preserve">… </w:t>
      </w:r>
      <w:r w:rsidR="00530790" w:rsidRPr="005D5566">
        <w:t>Quel héroïsme</w:t>
      </w:r>
      <w:r>
        <w:t xml:space="preserve"> ! </w:t>
      </w:r>
      <w:r w:rsidR="00530790" w:rsidRPr="005D5566">
        <w:t>Savez-vous</w:t>
      </w:r>
      <w:r>
        <w:t xml:space="preserve">, </w:t>
      </w:r>
      <w:r w:rsidR="00530790" w:rsidRPr="005D5566">
        <w:t>Sachenka</w:t>
      </w:r>
      <w:r>
        <w:t xml:space="preserve">, </w:t>
      </w:r>
      <w:r w:rsidR="00530790" w:rsidRPr="005D5566">
        <w:t>c</w:t>
      </w:r>
      <w:r>
        <w:t>’</w:t>
      </w:r>
      <w:r w:rsidR="00530790" w:rsidRPr="005D5566">
        <w:t>est un grand bonheur que de vivre parmi des gens pareils</w:t>
      </w:r>
      <w:r>
        <w:t xml:space="preserve">, </w:t>
      </w:r>
      <w:r w:rsidR="00530790" w:rsidRPr="005D5566">
        <w:t>d</w:t>
      </w:r>
      <w:r>
        <w:t>’</w:t>
      </w:r>
      <w:r w:rsidR="00530790" w:rsidRPr="005D5566">
        <w:t>être leur camarade</w:t>
      </w:r>
      <w:r>
        <w:t xml:space="preserve">, </w:t>
      </w:r>
      <w:r w:rsidR="00530790" w:rsidRPr="005D5566">
        <w:t>de travailler avec eux</w:t>
      </w:r>
      <w:r>
        <w:t>…</w:t>
      </w:r>
    </w:p>
    <w:p w14:paraId="4D8BA40B" w14:textId="77777777" w:rsidR="001C0413" w:rsidRDefault="001C0413" w:rsidP="001C0413">
      <w:r>
        <w:t>— </w:t>
      </w:r>
      <w:r w:rsidR="00530790" w:rsidRPr="005D5566">
        <w:t>Oui</w:t>
      </w:r>
      <w:r>
        <w:t xml:space="preserve"> ! </w:t>
      </w:r>
      <w:r w:rsidR="00530790" w:rsidRPr="005D5566">
        <w:t>répondit la jeune fille à voix basse</w:t>
      </w:r>
      <w:r>
        <w:t>.</w:t>
      </w:r>
    </w:p>
    <w:p w14:paraId="6DE02074" w14:textId="77777777" w:rsidR="001C0413" w:rsidRDefault="00530790" w:rsidP="001C0413">
      <w:r w:rsidRPr="005D5566">
        <w:t>Le soir</w:t>
      </w:r>
      <w:r w:rsidR="001C0413">
        <w:t xml:space="preserve">, </w:t>
      </w:r>
      <w:r w:rsidRPr="005D5566">
        <w:t>Sophie dit</w:t>
      </w:r>
      <w:r w:rsidR="001C0413">
        <w:t> :</w:t>
      </w:r>
    </w:p>
    <w:p w14:paraId="12A7F9EF" w14:textId="77777777" w:rsidR="001C0413" w:rsidRDefault="001C0413" w:rsidP="001C0413">
      <w:r>
        <w:t>— </w:t>
      </w:r>
      <w:r w:rsidR="00530790" w:rsidRPr="005D5566">
        <w:t>Mère</w:t>
      </w:r>
      <w:r>
        <w:t xml:space="preserve">, </w:t>
      </w:r>
      <w:r w:rsidR="00530790" w:rsidRPr="005D5566">
        <w:t>il faudra que vous fassiez de nouveau un voyage à la campagne</w:t>
      </w:r>
      <w:r>
        <w:t> !…</w:t>
      </w:r>
    </w:p>
    <w:p w14:paraId="221E4D15" w14:textId="77777777" w:rsidR="001C0413" w:rsidRDefault="001C0413" w:rsidP="001C0413">
      <w:r>
        <w:t>— </w:t>
      </w:r>
      <w:r w:rsidR="00530790" w:rsidRPr="005D5566">
        <w:t>Avec plaisir</w:t>
      </w:r>
      <w:r>
        <w:t xml:space="preserve"> ! </w:t>
      </w:r>
      <w:r w:rsidR="00530790" w:rsidRPr="005D5566">
        <w:t>Quand faut-il partir</w:t>
      </w:r>
      <w:r>
        <w:t> ?</w:t>
      </w:r>
    </w:p>
    <w:p w14:paraId="683E69DD" w14:textId="77777777" w:rsidR="001C0413" w:rsidRDefault="001C0413" w:rsidP="001C0413">
      <w:r>
        <w:t>— </w:t>
      </w:r>
      <w:r w:rsidR="00530790" w:rsidRPr="005D5566">
        <w:t>Dans trois jours</w:t>
      </w:r>
      <w:r>
        <w:t xml:space="preserve">… </w:t>
      </w:r>
      <w:r w:rsidR="00530790" w:rsidRPr="005D5566">
        <w:t>cela vous va-t-il</w:t>
      </w:r>
      <w:r>
        <w:t> ?…</w:t>
      </w:r>
    </w:p>
    <w:p w14:paraId="13590C6F" w14:textId="77777777" w:rsidR="001C0413" w:rsidRDefault="001C0413" w:rsidP="001C0413">
      <w:r>
        <w:t>— </w:t>
      </w:r>
      <w:r w:rsidR="00530790" w:rsidRPr="005D5566">
        <w:t>Oui</w:t>
      </w:r>
      <w:r>
        <w:t> !</w:t>
      </w:r>
    </w:p>
    <w:p w14:paraId="351D75C8" w14:textId="77777777" w:rsidR="001C0413" w:rsidRDefault="001C0413" w:rsidP="001C0413">
      <w:r>
        <w:t>— </w:t>
      </w:r>
      <w:r w:rsidR="00530790" w:rsidRPr="005D5566">
        <w:t>Mais vous n</w:t>
      </w:r>
      <w:r>
        <w:t>’</w:t>
      </w:r>
      <w:r w:rsidR="00530790" w:rsidRPr="005D5566">
        <w:t>irez pas à pied</w:t>
      </w:r>
      <w:r>
        <w:t xml:space="preserve"> ! </w:t>
      </w:r>
      <w:r w:rsidR="00530790" w:rsidRPr="005D5566">
        <w:t>conseilla Nicolas à mi-voix</w:t>
      </w:r>
      <w:r>
        <w:t xml:space="preserve">. </w:t>
      </w:r>
      <w:r w:rsidR="00530790" w:rsidRPr="005D5566">
        <w:t>Vous louerez des cheveux de poste et vous prendrez une autre route</w:t>
      </w:r>
      <w:r>
        <w:t xml:space="preserve">, </w:t>
      </w:r>
      <w:r w:rsidR="00530790" w:rsidRPr="005D5566">
        <w:t>par le district de Nikolski</w:t>
      </w:r>
      <w:r>
        <w:t>…</w:t>
      </w:r>
    </w:p>
    <w:p w14:paraId="0F2EB0EC" w14:textId="77777777" w:rsidR="001C0413" w:rsidRDefault="00530790" w:rsidP="001C0413">
      <w:r w:rsidRPr="005D5566">
        <w:t>Il se tut</w:t>
      </w:r>
      <w:r w:rsidR="001C0413">
        <w:t xml:space="preserve"> ; </w:t>
      </w:r>
      <w:r w:rsidRPr="005D5566">
        <w:t>il avait un air sombre qui n</w:t>
      </w:r>
      <w:r w:rsidR="001C0413">
        <w:t>’</w:t>
      </w:r>
      <w:r w:rsidRPr="005D5566">
        <w:t>allait pas à son visage</w:t>
      </w:r>
      <w:r w:rsidR="001C0413">
        <w:t xml:space="preserve"> ; </w:t>
      </w:r>
      <w:r w:rsidRPr="005D5566">
        <w:t>ses traits calmes eurent une grimace bizarre et laide</w:t>
      </w:r>
      <w:r w:rsidR="001C0413">
        <w:t>.</w:t>
      </w:r>
    </w:p>
    <w:p w14:paraId="515E89A7" w14:textId="77777777" w:rsidR="001C0413" w:rsidRDefault="001C0413" w:rsidP="001C0413">
      <w:pPr>
        <w:rPr>
          <w:rFonts w:eastAsia="Georgia" w:cs="Georgia"/>
        </w:rPr>
      </w:pPr>
      <w:r>
        <w:t>— </w:t>
      </w:r>
      <w:r w:rsidR="00530790" w:rsidRPr="005D5566">
        <w:t>C</w:t>
      </w:r>
      <w:r>
        <w:t>’</w:t>
      </w:r>
      <w:r w:rsidR="00530790" w:rsidRPr="005D5566">
        <w:t>est un grand détour</w:t>
      </w:r>
      <w:r>
        <w:t xml:space="preserve"> ! </w:t>
      </w:r>
      <w:r w:rsidR="00530790" w:rsidRPr="005D5566">
        <w:t>observa la mère</w:t>
      </w:r>
      <w:r>
        <w:t xml:space="preserve">. </w:t>
      </w:r>
      <w:r w:rsidR="00530790" w:rsidRPr="005D5566">
        <w:t>Et les chevaux coûtent cher</w:t>
      </w:r>
      <w:r>
        <w:rPr>
          <w:rFonts w:eastAsia="Georgia" w:cs="Georgia"/>
        </w:rPr>
        <w:t>…</w:t>
      </w:r>
    </w:p>
    <w:p w14:paraId="7B3F4C61" w14:textId="77777777" w:rsidR="001C0413" w:rsidRDefault="001C0413" w:rsidP="001C0413">
      <w:r>
        <w:rPr>
          <w:rFonts w:eastAsia="Georgia"/>
        </w:rPr>
        <w:t>— </w:t>
      </w:r>
      <w:r w:rsidR="00530790" w:rsidRPr="005D5566">
        <w:t>Voyez-vous</w:t>
      </w:r>
      <w:r>
        <w:t xml:space="preserve">… </w:t>
      </w:r>
      <w:r w:rsidR="00530790" w:rsidRPr="005D5566">
        <w:t>reprit Nicolas</w:t>
      </w:r>
      <w:r>
        <w:t xml:space="preserve">, </w:t>
      </w:r>
      <w:r w:rsidR="00530790" w:rsidRPr="005D5566">
        <w:t>en général</w:t>
      </w:r>
      <w:r>
        <w:t xml:space="preserve">, </w:t>
      </w:r>
      <w:r w:rsidR="00530790" w:rsidRPr="005D5566">
        <w:t>je suis opposé à ces voyages</w:t>
      </w:r>
      <w:r>
        <w:t xml:space="preserve">. </w:t>
      </w:r>
      <w:r w:rsidR="00530790" w:rsidRPr="005D5566">
        <w:t>Il y a de l</w:t>
      </w:r>
      <w:r>
        <w:t>’</w:t>
      </w:r>
      <w:r w:rsidR="00530790" w:rsidRPr="005D5566">
        <w:t>agitation dans ces endroits</w:t>
      </w:r>
      <w:r>
        <w:t xml:space="preserve">… </w:t>
      </w:r>
      <w:r w:rsidR="00530790" w:rsidRPr="005D5566">
        <w:t>il y a eu des arrestations</w:t>
      </w:r>
      <w:r>
        <w:t xml:space="preserve">, </w:t>
      </w:r>
      <w:r w:rsidR="00530790" w:rsidRPr="005D5566">
        <w:t>on a enfermé un maître d</w:t>
      </w:r>
      <w:r>
        <w:t>’</w:t>
      </w:r>
      <w:r w:rsidR="00530790" w:rsidRPr="005D5566">
        <w:t>école</w:t>
      </w:r>
      <w:r>
        <w:t xml:space="preserve">… </w:t>
      </w:r>
      <w:r w:rsidR="00530790" w:rsidRPr="005D5566">
        <w:t>il faut être prudent</w:t>
      </w:r>
      <w:r>
        <w:t xml:space="preserve">… </w:t>
      </w:r>
      <w:r w:rsidR="00530790" w:rsidRPr="005D5566">
        <w:t>mieux vaudrait attendre un peu</w:t>
      </w:r>
      <w:r>
        <w:t>…</w:t>
      </w:r>
    </w:p>
    <w:p w14:paraId="3E5FF081" w14:textId="77777777" w:rsidR="001C0413" w:rsidRDefault="001C0413" w:rsidP="001C0413">
      <w:r>
        <w:t>— </w:t>
      </w:r>
      <w:r w:rsidR="00530790" w:rsidRPr="005D5566">
        <w:t>Bah</w:t>
      </w:r>
      <w:r>
        <w:t xml:space="preserve"> ! </w:t>
      </w:r>
      <w:r w:rsidR="00530790" w:rsidRPr="005D5566">
        <w:t>déclara la mère en souriant</w:t>
      </w:r>
      <w:r>
        <w:t xml:space="preserve">. </w:t>
      </w:r>
      <w:r w:rsidR="00530790" w:rsidRPr="005D5566">
        <w:t>Et puis vous dites qu</w:t>
      </w:r>
      <w:r>
        <w:t>’</w:t>
      </w:r>
      <w:r w:rsidR="00530790" w:rsidRPr="005D5566">
        <w:t>on ne torture pas en prison</w:t>
      </w:r>
      <w:r>
        <w:t> ?</w:t>
      </w:r>
    </w:p>
    <w:p w14:paraId="1ABCCABA" w14:textId="77777777" w:rsidR="001C0413" w:rsidRDefault="00530790" w:rsidP="001C0413">
      <w:r w:rsidRPr="005D5566">
        <w:t>Tout en pianotant sur la table</w:t>
      </w:r>
      <w:r w:rsidR="001C0413">
        <w:t xml:space="preserve">, </w:t>
      </w:r>
      <w:r w:rsidRPr="005D5566">
        <w:t>Sophie observa</w:t>
      </w:r>
      <w:r w:rsidR="001C0413">
        <w:t> :</w:t>
      </w:r>
    </w:p>
    <w:p w14:paraId="18251A8E" w14:textId="77777777" w:rsidR="001C0413" w:rsidRDefault="001C0413" w:rsidP="001C0413">
      <w:r>
        <w:lastRenderedPageBreak/>
        <w:t>— </w:t>
      </w:r>
      <w:r w:rsidR="00530790" w:rsidRPr="005D5566">
        <w:t>Il est très important pour nous que la distribution des brochures et des proclamations se fasse sans interruption</w:t>
      </w:r>
      <w:r>
        <w:t xml:space="preserve">… </w:t>
      </w:r>
      <w:r w:rsidR="00530790" w:rsidRPr="005D5566">
        <w:t>Vous n</w:t>
      </w:r>
      <w:r>
        <w:t>’</w:t>
      </w:r>
      <w:r w:rsidR="00530790" w:rsidRPr="005D5566">
        <w:t>avez pas peur d</w:t>
      </w:r>
      <w:r>
        <w:t>’</w:t>
      </w:r>
      <w:r w:rsidR="00530790" w:rsidRPr="005D5566">
        <w:t>y aller</w:t>
      </w:r>
      <w:r>
        <w:t xml:space="preserve">, </w:t>
      </w:r>
      <w:r w:rsidR="00530790" w:rsidRPr="005D5566">
        <w:t>Pélaguée</w:t>
      </w:r>
      <w:r>
        <w:t xml:space="preserve"> ? </w:t>
      </w:r>
      <w:r w:rsidR="00530790" w:rsidRPr="005D5566">
        <w:t>fit-elle brusquement</w:t>
      </w:r>
      <w:r>
        <w:t>.</w:t>
      </w:r>
    </w:p>
    <w:p w14:paraId="43F68E37" w14:textId="77777777" w:rsidR="001C0413" w:rsidRDefault="00530790" w:rsidP="001C0413">
      <w:r w:rsidRPr="005D5566">
        <w:t>La mère se sentit offensée</w:t>
      </w:r>
      <w:r w:rsidR="001C0413">
        <w:t>.</w:t>
      </w:r>
    </w:p>
    <w:p w14:paraId="65EAE2A5" w14:textId="77777777" w:rsidR="001C0413" w:rsidRDefault="001C0413" w:rsidP="001C0413">
      <w:r>
        <w:t>— </w:t>
      </w:r>
      <w:r w:rsidR="00530790" w:rsidRPr="005D5566">
        <w:t>Ai-je jamais eu peur</w:t>
      </w:r>
      <w:r>
        <w:t xml:space="preserve"> ? </w:t>
      </w:r>
      <w:r w:rsidR="00530790" w:rsidRPr="005D5566">
        <w:t>Même la première fois je n</w:t>
      </w:r>
      <w:r>
        <w:t>’</w:t>
      </w:r>
      <w:r w:rsidR="00530790" w:rsidRPr="005D5566">
        <w:t>étais pas effrayée</w:t>
      </w:r>
      <w:r>
        <w:t xml:space="preserve">… </w:t>
      </w:r>
      <w:r w:rsidR="00530790" w:rsidRPr="005D5566">
        <w:t>et vous</w:t>
      </w:r>
      <w:r>
        <w:t>…</w:t>
      </w:r>
    </w:p>
    <w:p w14:paraId="19ABEF07" w14:textId="77777777" w:rsidR="001C0413" w:rsidRDefault="00530790" w:rsidP="001C0413">
      <w:r w:rsidRPr="005D5566">
        <w:t>Sans achever la phrase</w:t>
      </w:r>
      <w:r w:rsidR="001C0413">
        <w:t xml:space="preserve">, </w:t>
      </w:r>
      <w:r w:rsidRPr="005D5566">
        <w:t>elle baissa la tête</w:t>
      </w:r>
      <w:r w:rsidR="001C0413">
        <w:t xml:space="preserve">. </w:t>
      </w:r>
      <w:r w:rsidRPr="005D5566">
        <w:t>Chaque fois qu</w:t>
      </w:r>
      <w:r w:rsidR="001C0413">
        <w:t>’</w:t>
      </w:r>
      <w:r w:rsidRPr="005D5566">
        <w:t>on lui demandait si elle avait peur</w:t>
      </w:r>
      <w:r w:rsidR="001C0413">
        <w:t xml:space="preserve">, </w:t>
      </w:r>
      <w:r w:rsidRPr="005D5566">
        <w:t>si elle pouvait faire une chose ou l</w:t>
      </w:r>
      <w:r w:rsidR="001C0413">
        <w:t>’</w:t>
      </w:r>
      <w:r w:rsidRPr="005D5566">
        <w:t>autre</w:t>
      </w:r>
      <w:r w:rsidR="001C0413">
        <w:t xml:space="preserve">, </w:t>
      </w:r>
      <w:r w:rsidRPr="005D5566">
        <w:t>si c</w:t>
      </w:r>
      <w:r w:rsidR="001C0413">
        <w:t>’</w:t>
      </w:r>
      <w:r w:rsidRPr="005D5566">
        <w:t>était commode pour elle</w:t>
      </w:r>
      <w:r w:rsidR="001C0413">
        <w:t xml:space="preserve">, </w:t>
      </w:r>
      <w:r w:rsidRPr="005D5566">
        <w:t>elle sentait qu</w:t>
      </w:r>
      <w:r w:rsidR="001C0413">
        <w:t>’</w:t>
      </w:r>
      <w:r w:rsidRPr="005D5566">
        <w:t>on désirait quelque chose d</w:t>
      </w:r>
      <w:r w:rsidR="001C0413">
        <w:t>’</w:t>
      </w:r>
      <w:r w:rsidRPr="005D5566">
        <w:t>elle et que les camarades l</w:t>
      </w:r>
      <w:r w:rsidR="001C0413">
        <w:t>’</w:t>
      </w:r>
      <w:r w:rsidRPr="005D5566">
        <w:t>écartaient d</w:t>
      </w:r>
      <w:r w:rsidR="001C0413">
        <w:t>’</w:t>
      </w:r>
      <w:r w:rsidRPr="005D5566">
        <w:t>eux</w:t>
      </w:r>
      <w:r w:rsidR="001C0413">
        <w:t xml:space="preserve">, </w:t>
      </w:r>
      <w:r w:rsidRPr="005D5566">
        <w:t>la traitaient autrement qu</w:t>
      </w:r>
      <w:r w:rsidR="001C0413">
        <w:t>’</w:t>
      </w:r>
      <w:r w:rsidRPr="005D5566">
        <w:t>ils se traitaient les uns les autres</w:t>
      </w:r>
      <w:r w:rsidR="001C0413">
        <w:t>.</w:t>
      </w:r>
    </w:p>
    <w:p w14:paraId="62B5F036" w14:textId="77777777" w:rsidR="001C0413" w:rsidRDefault="00530790" w:rsidP="001C0413">
      <w:r w:rsidRPr="005D5566">
        <w:t>Lorsque arrivèrent les jours des plus gros événements</w:t>
      </w:r>
      <w:r w:rsidR="001C0413">
        <w:t xml:space="preserve">, </w:t>
      </w:r>
      <w:r w:rsidRPr="005D5566">
        <w:t>elle s</w:t>
      </w:r>
      <w:r w:rsidR="001C0413">
        <w:t>’</w:t>
      </w:r>
      <w:r w:rsidRPr="005D5566">
        <w:t>effraya d</w:t>
      </w:r>
      <w:r w:rsidR="001C0413">
        <w:t>’</w:t>
      </w:r>
      <w:r w:rsidRPr="005D5566">
        <w:t>abord un peu de la rapidité des incidents</w:t>
      </w:r>
      <w:r w:rsidR="001C0413">
        <w:t xml:space="preserve">, </w:t>
      </w:r>
      <w:r w:rsidRPr="005D5566">
        <w:t>de l</w:t>
      </w:r>
      <w:r w:rsidR="001C0413">
        <w:t>’</w:t>
      </w:r>
      <w:r w:rsidRPr="005D5566">
        <w:t>abondance des émotions</w:t>
      </w:r>
      <w:r w:rsidR="001C0413">
        <w:t xml:space="preserve">, </w:t>
      </w:r>
      <w:r w:rsidRPr="005D5566">
        <w:t>mais</w:t>
      </w:r>
      <w:r w:rsidR="001C0413">
        <w:t xml:space="preserve">, </w:t>
      </w:r>
      <w:r w:rsidRPr="005D5566">
        <w:t>bientôt entraînée par l</w:t>
      </w:r>
      <w:r w:rsidR="001C0413">
        <w:t>’</w:t>
      </w:r>
      <w:r w:rsidRPr="005D5566">
        <w:t>exemple et sous l</w:t>
      </w:r>
      <w:r w:rsidR="001C0413">
        <w:t>’</w:t>
      </w:r>
      <w:r w:rsidRPr="005D5566">
        <w:t>impulsion des idées qui la dominaient</w:t>
      </w:r>
      <w:r w:rsidR="001C0413">
        <w:t xml:space="preserve">, </w:t>
      </w:r>
      <w:r w:rsidRPr="005D5566">
        <w:t>son cœur se remplit d</w:t>
      </w:r>
      <w:r w:rsidR="001C0413">
        <w:t>’</w:t>
      </w:r>
      <w:r w:rsidRPr="005D5566">
        <w:t>une ardente soif de travail</w:t>
      </w:r>
      <w:r w:rsidR="001C0413">
        <w:t xml:space="preserve">. </w:t>
      </w:r>
      <w:r w:rsidRPr="005D5566">
        <w:t>Telle était son humeur ce jour-là</w:t>
      </w:r>
      <w:r w:rsidR="001C0413">
        <w:t xml:space="preserve"> ; </w:t>
      </w:r>
      <w:r w:rsidRPr="005D5566">
        <w:t>la question de Sophie lui fut donc d</w:t>
      </w:r>
      <w:r w:rsidR="001C0413">
        <w:t>’</w:t>
      </w:r>
      <w:r w:rsidRPr="005D5566">
        <w:t>autant plus désagréable</w:t>
      </w:r>
      <w:r w:rsidR="001C0413">
        <w:t>.</w:t>
      </w:r>
    </w:p>
    <w:p w14:paraId="7135CF6A" w14:textId="77777777" w:rsidR="001C0413" w:rsidRDefault="001C0413" w:rsidP="001C0413">
      <w:r>
        <w:t>— </w:t>
      </w:r>
      <w:r w:rsidR="00530790" w:rsidRPr="005D5566">
        <w:t>Il est inutile de demander si j</w:t>
      </w:r>
      <w:r>
        <w:t>’</w:t>
      </w:r>
      <w:r w:rsidR="00530790" w:rsidRPr="005D5566">
        <w:t>ai peur</w:t>
      </w:r>
      <w:r>
        <w:t xml:space="preserve">… </w:t>
      </w:r>
      <w:r w:rsidR="00530790" w:rsidRPr="005D5566">
        <w:t>ou des choses de ce genre</w:t>
      </w:r>
      <w:r>
        <w:t xml:space="preserve">, </w:t>
      </w:r>
      <w:r w:rsidR="00530790" w:rsidRPr="005D5566">
        <w:t>reprit-elle en soupirant</w:t>
      </w:r>
      <w:r>
        <w:t xml:space="preserve">. </w:t>
      </w:r>
      <w:r w:rsidR="00530790" w:rsidRPr="005D5566">
        <w:t>Pourquoi aurais-je peur</w:t>
      </w:r>
      <w:r>
        <w:t xml:space="preserve"> ?… </w:t>
      </w:r>
      <w:r w:rsidR="00530790" w:rsidRPr="005D5566">
        <w:t>Ce sont ceux qui possèdent quelque chose qui ont peur</w:t>
      </w:r>
      <w:r>
        <w:t xml:space="preserve">… </w:t>
      </w:r>
      <w:r w:rsidR="00530790" w:rsidRPr="005D5566">
        <w:t>Et moi</w:t>
      </w:r>
      <w:r>
        <w:t xml:space="preserve">, </w:t>
      </w:r>
      <w:r w:rsidR="00530790" w:rsidRPr="005D5566">
        <w:t>qu</w:t>
      </w:r>
      <w:r>
        <w:t>’</w:t>
      </w:r>
      <w:r w:rsidR="00530790" w:rsidRPr="005D5566">
        <w:t>ai-je</w:t>
      </w:r>
      <w:r>
        <w:t xml:space="preserve"> ? </w:t>
      </w:r>
      <w:r w:rsidR="00530790" w:rsidRPr="005D5566">
        <w:t>Mon fils seulement</w:t>
      </w:r>
      <w:r>
        <w:t xml:space="preserve">… </w:t>
      </w:r>
      <w:r w:rsidR="00530790" w:rsidRPr="005D5566">
        <w:t>J</w:t>
      </w:r>
      <w:r>
        <w:t>’</w:t>
      </w:r>
      <w:r w:rsidR="00530790" w:rsidRPr="005D5566">
        <w:t>avais peur pour lui</w:t>
      </w:r>
      <w:r>
        <w:t xml:space="preserve">… </w:t>
      </w:r>
      <w:r w:rsidR="00530790" w:rsidRPr="005D5566">
        <w:t>j</w:t>
      </w:r>
      <w:r>
        <w:t>’</w:t>
      </w:r>
      <w:r w:rsidR="00530790" w:rsidRPr="005D5566">
        <w:t>avais peur qu</w:t>
      </w:r>
      <w:r>
        <w:t>’</w:t>
      </w:r>
      <w:r w:rsidR="00530790" w:rsidRPr="005D5566">
        <w:t>on le torture</w:t>
      </w:r>
      <w:r>
        <w:t xml:space="preserve">, </w:t>
      </w:r>
      <w:r w:rsidR="00530790" w:rsidRPr="005D5566">
        <w:t>et qu</w:t>
      </w:r>
      <w:r>
        <w:t>’</w:t>
      </w:r>
      <w:r w:rsidR="00530790" w:rsidRPr="005D5566">
        <w:t>on m</w:t>
      </w:r>
      <w:r>
        <w:t>’</w:t>
      </w:r>
      <w:r w:rsidR="00530790" w:rsidRPr="005D5566">
        <w:t>en fît autant</w:t>
      </w:r>
      <w:r>
        <w:t xml:space="preserve">… </w:t>
      </w:r>
      <w:r w:rsidR="00530790" w:rsidRPr="005D5566">
        <w:t>Mais du moment qu</w:t>
      </w:r>
      <w:r>
        <w:t>’</w:t>
      </w:r>
      <w:r w:rsidR="00530790" w:rsidRPr="005D5566">
        <w:t>on ne torture pas</w:t>
      </w:r>
      <w:r>
        <w:t xml:space="preserve">, </w:t>
      </w:r>
      <w:r w:rsidR="00530790" w:rsidRPr="005D5566">
        <w:t>qu</w:t>
      </w:r>
      <w:r>
        <w:t>’</w:t>
      </w:r>
      <w:r w:rsidR="00530790" w:rsidRPr="005D5566">
        <w:t>importe le reste</w:t>
      </w:r>
      <w:r>
        <w:t> !</w:t>
      </w:r>
    </w:p>
    <w:p w14:paraId="49A9D6DE" w14:textId="77777777" w:rsidR="001C0413" w:rsidRDefault="001C0413" w:rsidP="001C0413">
      <w:r>
        <w:t>— </w:t>
      </w:r>
      <w:r w:rsidR="00530790" w:rsidRPr="005D5566">
        <w:t>Vous n</w:t>
      </w:r>
      <w:r>
        <w:t>’</w:t>
      </w:r>
      <w:r w:rsidR="00530790" w:rsidRPr="005D5566">
        <w:t>êtes pas fâchée contre moi</w:t>
      </w:r>
      <w:r>
        <w:t xml:space="preserve"> ? </w:t>
      </w:r>
      <w:r w:rsidR="00530790" w:rsidRPr="005D5566">
        <w:t>s</w:t>
      </w:r>
      <w:r>
        <w:t>’</w:t>
      </w:r>
      <w:r w:rsidR="00530790" w:rsidRPr="005D5566">
        <w:t>écria Sophie</w:t>
      </w:r>
      <w:r>
        <w:t>.</w:t>
      </w:r>
    </w:p>
    <w:p w14:paraId="37329301" w14:textId="77777777" w:rsidR="001C0413" w:rsidRDefault="001C0413" w:rsidP="001C0413">
      <w:r>
        <w:lastRenderedPageBreak/>
        <w:t>— </w:t>
      </w:r>
      <w:r w:rsidR="00530790" w:rsidRPr="005D5566">
        <w:t>Non</w:t>
      </w:r>
      <w:r>
        <w:t xml:space="preserve">… </w:t>
      </w:r>
      <w:r w:rsidR="00530790" w:rsidRPr="005D5566">
        <w:t>Seulement</w:t>
      </w:r>
      <w:r>
        <w:t xml:space="preserve">, </w:t>
      </w:r>
      <w:r w:rsidR="00530790" w:rsidRPr="005D5566">
        <w:t>vous ne demandez jamais aux autres s</w:t>
      </w:r>
      <w:r>
        <w:t>’</w:t>
      </w:r>
      <w:r w:rsidR="00530790" w:rsidRPr="005D5566">
        <w:t>ils ont peur</w:t>
      </w:r>
      <w:r>
        <w:t>…</w:t>
      </w:r>
    </w:p>
    <w:p w14:paraId="36B0EB93" w14:textId="77777777" w:rsidR="001C0413" w:rsidRDefault="00530790" w:rsidP="001C0413">
      <w:r w:rsidRPr="005D5566">
        <w:t>Nicolas enleva vivement ses lunettes</w:t>
      </w:r>
      <w:r w:rsidR="001C0413">
        <w:t xml:space="preserve">, </w:t>
      </w:r>
      <w:r w:rsidRPr="005D5566">
        <w:t>les remit et regarda fixement sa sœur</w:t>
      </w:r>
      <w:r w:rsidR="001C0413">
        <w:t xml:space="preserve">. </w:t>
      </w:r>
      <w:r w:rsidRPr="005D5566">
        <w:t>Le silence embarrassé qui se fit agita Pélaguée</w:t>
      </w:r>
      <w:r w:rsidR="001C0413">
        <w:t xml:space="preserve"> ; </w:t>
      </w:r>
      <w:r w:rsidRPr="005D5566">
        <w:t>se levant avec un air gêné</w:t>
      </w:r>
      <w:r w:rsidR="001C0413">
        <w:t xml:space="preserve">, </w:t>
      </w:r>
      <w:r w:rsidRPr="005D5566">
        <w:t>elle allait parler</w:t>
      </w:r>
      <w:r w:rsidR="001C0413">
        <w:t xml:space="preserve">, </w:t>
      </w:r>
      <w:r w:rsidRPr="005D5566">
        <w:t>mais Sophie lui prit doucement la main et dit à voix basse</w:t>
      </w:r>
      <w:r w:rsidR="001C0413">
        <w:t> :</w:t>
      </w:r>
    </w:p>
    <w:p w14:paraId="03A42956" w14:textId="77777777" w:rsidR="001C0413" w:rsidRDefault="001C0413" w:rsidP="001C0413">
      <w:r>
        <w:t>— </w:t>
      </w:r>
      <w:r w:rsidR="00530790" w:rsidRPr="005D5566">
        <w:t>Excusez-moi</w:t>
      </w:r>
      <w:r>
        <w:t xml:space="preserve"> !… </w:t>
      </w:r>
      <w:r w:rsidR="00530790" w:rsidRPr="005D5566">
        <w:t>Je ne le ferai jamais plus</w:t>
      </w:r>
      <w:r>
        <w:t> !</w:t>
      </w:r>
    </w:p>
    <w:p w14:paraId="61E1960B" w14:textId="77777777" w:rsidR="001C0413" w:rsidRDefault="00530790" w:rsidP="001C0413">
      <w:r w:rsidRPr="005D5566">
        <w:t>Cette promesse fit rire la mère</w:t>
      </w:r>
      <w:r w:rsidR="001C0413">
        <w:t xml:space="preserve"> ; </w:t>
      </w:r>
      <w:r w:rsidRPr="005D5566">
        <w:t>quelques instants plus tard</w:t>
      </w:r>
      <w:r w:rsidR="001C0413">
        <w:t xml:space="preserve">, </w:t>
      </w:r>
      <w:r w:rsidRPr="005D5566">
        <w:t>ils parlaient tous trois affectueusement</w:t>
      </w:r>
      <w:r w:rsidR="001C0413">
        <w:t xml:space="preserve">, </w:t>
      </w:r>
      <w:r w:rsidRPr="005D5566">
        <w:t>mais avec des airs soucieux</w:t>
      </w:r>
      <w:r w:rsidR="001C0413">
        <w:t xml:space="preserve">, </w:t>
      </w:r>
      <w:r w:rsidRPr="005D5566">
        <w:t>du voyage à la campagne</w:t>
      </w:r>
      <w:r w:rsidR="001C0413">
        <w:t>.</w:t>
      </w:r>
    </w:p>
    <w:p w14:paraId="1D528356" w14:textId="4BD267B6" w:rsidR="00530790" w:rsidRPr="003B37B8" w:rsidRDefault="00530790" w:rsidP="001C0413">
      <w:pPr>
        <w:pStyle w:val="Titre2"/>
        <w:rPr>
          <w:szCs w:val="44"/>
        </w:rPr>
      </w:pPr>
      <w:bookmarkStart w:id="46" w:name="_Toc202279567"/>
      <w:r w:rsidRPr="003B37B8">
        <w:rPr>
          <w:szCs w:val="44"/>
        </w:rPr>
        <w:lastRenderedPageBreak/>
        <w:t>XIV</w:t>
      </w:r>
      <w:bookmarkEnd w:id="46"/>
      <w:r w:rsidRPr="003B37B8">
        <w:rPr>
          <w:szCs w:val="44"/>
        </w:rPr>
        <w:br/>
      </w:r>
    </w:p>
    <w:p w14:paraId="7A368D17" w14:textId="77777777" w:rsidR="001C0413" w:rsidRDefault="00530790" w:rsidP="001C0413">
      <w:r w:rsidRPr="005D5566">
        <w:t>Dès l</w:t>
      </w:r>
      <w:r w:rsidR="001C0413">
        <w:t>’</w:t>
      </w:r>
      <w:r w:rsidRPr="005D5566">
        <w:t>aurore</w:t>
      </w:r>
      <w:r w:rsidR="001C0413">
        <w:t xml:space="preserve">, </w:t>
      </w:r>
      <w:r w:rsidRPr="005D5566">
        <w:t>la mère était déjà dans la voiture qui cahotait sur la route détrempée par les pluies d</w:t>
      </w:r>
      <w:r w:rsidR="001C0413">
        <w:t>’</w:t>
      </w:r>
      <w:r w:rsidRPr="005D5566">
        <w:t>automne</w:t>
      </w:r>
      <w:r w:rsidR="001C0413">
        <w:t xml:space="preserve">. </w:t>
      </w:r>
      <w:r w:rsidRPr="005D5566">
        <w:t>Un vent humide soufflait</w:t>
      </w:r>
      <w:r w:rsidR="001C0413">
        <w:t xml:space="preserve"> ; </w:t>
      </w:r>
      <w:r w:rsidRPr="005D5566">
        <w:t>la boue volait en mille éclaboussures</w:t>
      </w:r>
      <w:r w:rsidR="001C0413">
        <w:t xml:space="preserve"> ; </w:t>
      </w:r>
      <w:r w:rsidRPr="005D5566">
        <w:t>le postillon</w:t>
      </w:r>
      <w:r w:rsidR="001C0413">
        <w:t xml:space="preserve">, </w:t>
      </w:r>
      <w:r w:rsidRPr="005D5566">
        <w:t>assis sur le bord de la carriole</w:t>
      </w:r>
      <w:r w:rsidR="001C0413">
        <w:t xml:space="preserve">, </w:t>
      </w:r>
      <w:r w:rsidRPr="005D5566">
        <w:t>tourné vers Pélaguée</w:t>
      </w:r>
      <w:r w:rsidR="001C0413">
        <w:t xml:space="preserve">, </w:t>
      </w:r>
      <w:r w:rsidRPr="005D5566">
        <w:t>se plaignait d</w:t>
      </w:r>
      <w:r w:rsidR="001C0413">
        <w:t>’</w:t>
      </w:r>
      <w:r w:rsidRPr="005D5566">
        <w:t>une voix nasillarde et pensive</w:t>
      </w:r>
      <w:r w:rsidR="001C0413">
        <w:t> :</w:t>
      </w:r>
    </w:p>
    <w:p w14:paraId="4CC1F80B" w14:textId="77777777" w:rsidR="001C0413" w:rsidRDefault="001C0413" w:rsidP="001C0413">
      <w:r>
        <w:t>— </w:t>
      </w:r>
      <w:r w:rsidR="00530790" w:rsidRPr="005D5566">
        <w:t>Je lui ai dit</w:t>
      </w:r>
      <w:r>
        <w:t xml:space="preserve">, </w:t>
      </w:r>
      <w:r w:rsidR="00530790" w:rsidRPr="005D5566">
        <w:t>à mon frère</w:t>
      </w:r>
      <w:r>
        <w:t xml:space="preserve">, </w:t>
      </w:r>
      <w:r w:rsidR="00530790" w:rsidRPr="005D5566">
        <w:t>partageons</w:t>
      </w:r>
      <w:r>
        <w:t xml:space="preserve"> ! </w:t>
      </w:r>
      <w:r w:rsidR="00530790" w:rsidRPr="005D5566">
        <w:t>Et nous avons commencé à partager</w:t>
      </w:r>
      <w:r>
        <w:t>…</w:t>
      </w:r>
    </w:p>
    <w:p w14:paraId="17F94F8B" w14:textId="77777777" w:rsidR="001C0413" w:rsidRDefault="00530790" w:rsidP="001C0413">
      <w:r w:rsidRPr="005D5566">
        <w:t>Soudain</w:t>
      </w:r>
      <w:r w:rsidR="001C0413">
        <w:t xml:space="preserve">, </w:t>
      </w:r>
      <w:r w:rsidRPr="005D5566">
        <w:t>il cingla le cheval de gauche d</w:t>
      </w:r>
      <w:r w:rsidR="001C0413">
        <w:t>’</w:t>
      </w:r>
      <w:r w:rsidRPr="005D5566">
        <w:t>un coup de fouet en criant avec rage</w:t>
      </w:r>
      <w:r w:rsidR="001C0413">
        <w:t> :</w:t>
      </w:r>
    </w:p>
    <w:p w14:paraId="47226A19" w14:textId="77777777" w:rsidR="001C0413" w:rsidRDefault="001C0413" w:rsidP="001C0413">
      <w:r>
        <w:t>— </w:t>
      </w:r>
      <w:r w:rsidR="00530790" w:rsidRPr="005D5566">
        <w:t>Veux-tu marcher</w:t>
      </w:r>
      <w:r>
        <w:t xml:space="preserve">, </w:t>
      </w:r>
      <w:r w:rsidR="00530790" w:rsidRPr="005D5566">
        <w:t>sale bête</w:t>
      </w:r>
      <w:r>
        <w:t> !</w:t>
      </w:r>
    </w:p>
    <w:p w14:paraId="3F7EBC5D" w14:textId="77777777" w:rsidR="001C0413" w:rsidRDefault="00530790" w:rsidP="001C0413">
      <w:r w:rsidRPr="005D5566">
        <w:t>Les grasses corneilles d</w:t>
      </w:r>
      <w:r w:rsidR="001C0413">
        <w:t>’</w:t>
      </w:r>
      <w:r w:rsidRPr="005D5566">
        <w:t>automne sautillaient gravement dans les champs nus</w:t>
      </w:r>
      <w:r w:rsidR="001C0413">
        <w:t xml:space="preserve"> ; </w:t>
      </w:r>
      <w:r w:rsidRPr="005D5566">
        <w:t>le vent venait à leur rencontre en sifflant</w:t>
      </w:r>
      <w:r w:rsidR="001C0413">
        <w:t xml:space="preserve"> ; </w:t>
      </w:r>
      <w:r w:rsidRPr="005D5566">
        <w:t>elles présentaient les flancs à ses coups qui ébouriffaient leurs plumes et les faisaient chanceler</w:t>
      </w:r>
      <w:r w:rsidR="001C0413">
        <w:t xml:space="preserve"> ; </w:t>
      </w:r>
      <w:r w:rsidRPr="005D5566">
        <w:t>alors elles cédaient à la force et s</w:t>
      </w:r>
      <w:r w:rsidR="001C0413">
        <w:t>’</w:t>
      </w:r>
      <w:r w:rsidRPr="005D5566">
        <w:t>envolaient avec des battements d</w:t>
      </w:r>
      <w:r w:rsidR="001C0413">
        <w:t>’</w:t>
      </w:r>
      <w:r w:rsidRPr="005D5566">
        <w:t>ailes nonchalants</w:t>
      </w:r>
      <w:r w:rsidR="001C0413">
        <w:t>.</w:t>
      </w:r>
    </w:p>
    <w:p w14:paraId="1BDB5A1F" w14:textId="77777777" w:rsidR="001C0413" w:rsidRDefault="001C0413" w:rsidP="001C0413">
      <w:r>
        <w:t>— </w:t>
      </w:r>
      <w:r w:rsidR="00530790" w:rsidRPr="005D5566">
        <w:t>Enfin</w:t>
      </w:r>
      <w:r>
        <w:t xml:space="preserve">, </w:t>
      </w:r>
      <w:r w:rsidR="00530790" w:rsidRPr="005D5566">
        <w:t>il m</w:t>
      </w:r>
      <w:r>
        <w:t>’</w:t>
      </w:r>
      <w:r w:rsidR="00530790" w:rsidRPr="005D5566">
        <w:t>a lésé</w:t>
      </w:r>
      <w:r>
        <w:t xml:space="preserve">… </w:t>
      </w:r>
      <w:r w:rsidR="00530790" w:rsidRPr="005D5566">
        <w:t>j</w:t>
      </w:r>
      <w:r>
        <w:t>’</w:t>
      </w:r>
      <w:r w:rsidR="00530790" w:rsidRPr="005D5566">
        <w:t>ai vu qu</w:t>
      </w:r>
      <w:r>
        <w:t>’</w:t>
      </w:r>
      <w:r w:rsidR="00530790" w:rsidRPr="005D5566">
        <w:t>il n</w:t>
      </w:r>
      <w:r>
        <w:t>’</w:t>
      </w:r>
      <w:r w:rsidR="00530790" w:rsidRPr="005D5566">
        <w:t>y avait rien à faire</w:t>
      </w:r>
      <w:r>
        <w:t xml:space="preserve">, </w:t>
      </w:r>
      <w:r w:rsidR="00530790" w:rsidRPr="005D5566">
        <w:t>continua le postillon</w:t>
      </w:r>
      <w:r>
        <w:t>.</w:t>
      </w:r>
    </w:p>
    <w:p w14:paraId="7A8242B5" w14:textId="77777777" w:rsidR="001C0413" w:rsidRDefault="00530790" w:rsidP="001C0413">
      <w:r w:rsidRPr="005D5566">
        <w:t>Ces paroles résonnaient comme en rêve aux oreilles de la mère</w:t>
      </w:r>
      <w:r w:rsidR="001C0413">
        <w:t xml:space="preserve"> ; </w:t>
      </w:r>
      <w:r w:rsidRPr="005D5566">
        <w:t>dans son cœur naissait une pensée muette</w:t>
      </w:r>
      <w:r w:rsidR="001C0413">
        <w:t xml:space="preserve">, </w:t>
      </w:r>
      <w:r w:rsidRPr="005D5566">
        <w:t>sa mémoire faisait défiler devant elle la longue série des événements survenus durant les dernières années</w:t>
      </w:r>
      <w:r w:rsidR="001C0413">
        <w:t xml:space="preserve">. </w:t>
      </w:r>
      <w:r w:rsidRPr="005D5566">
        <w:t>Autrefois</w:t>
      </w:r>
      <w:r w:rsidR="001C0413">
        <w:t xml:space="preserve">, </w:t>
      </w:r>
      <w:r w:rsidRPr="005D5566">
        <w:t>la vie lui semblait créée on ne sait où</w:t>
      </w:r>
      <w:r w:rsidR="001C0413">
        <w:t xml:space="preserve">, </w:t>
      </w:r>
      <w:r w:rsidRPr="005D5566">
        <w:t>dans le lointain</w:t>
      </w:r>
      <w:r w:rsidR="001C0413">
        <w:t xml:space="preserve">, </w:t>
      </w:r>
      <w:r w:rsidRPr="005D5566">
        <w:t>on ne savait par qui</w:t>
      </w:r>
      <w:r w:rsidR="001C0413">
        <w:t xml:space="preserve">, </w:t>
      </w:r>
      <w:r w:rsidRPr="005D5566">
        <w:t>ni pourquoi</w:t>
      </w:r>
      <w:r w:rsidR="001C0413">
        <w:t xml:space="preserve">, </w:t>
      </w:r>
      <w:r w:rsidRPr="005D5566">
        <w:t>et maintenant</w:t>
      </w:r>
      <w:r w:rsidR="001C0413">
        <w:t xml:space="preserve">, </w:t>
      </w:r>
      <w:r w:rsidRPr="005D5566">
        <w:t>une foule de choses se faisaient sous ses yeux</w:t>
      </w:r>
      <w:r w:rsidR="001C0413">
        <w:t xml:space="preserve">, </w:t>
      </w:r>
      <w:r w:rsidRPr="005D5566">
        <w:t>avec son aide</w:t>
      </w:r>
      <w:r w:rsidR="001C0413">
        <w:t xml:space="preserve">. </w:t>
      </w:r>
      <w:r w:rsidRPr="005D5566">
        <w:t xml:space="preserve">Et un vague sentiment montait </w:t>
      </w:r>
      <w:r w:rsidRPr="005D5566">
        <w:lastRenderedPageBreak/>
        <w:t>en elle</w:t>
      </w:r>
      <w:r w:rsidR="001C0413">
        <w:t xml:space="preserve"> ; </w:t>
      </w:r>
      <w:r w:rsidRPr="005D5566">
        <w:t>c</w:t>
      </w:r>
      <w:r w:rsidR="001C0413">
        <w:t>’</w:t>
      </w:r>
      <w:r w:rsidRPr="005D5566">
        <w:t>était de la perplexité et une douce tristesse</w:t>
      </w:r>
      <w:r w:rsidR="001C0413">
        <w:t xml:space="preserve">, </w:t>
      </w:r>
      <w:r w:rsidRPr="005D5566">
        <w:t>du contentement et de la méfiance d</w:t>
      </w:r>
      <w:r w:rsidR="001C0413">
        <w:t>’</w:t>
      </w:r>
      <w:r w:rsidRPr="005D5566">
        <w:t>elle-même</w:t>
      </w:r>
      <w:r w:rsidR="001C0413">
        <w:t>…</w:t>
      </w:r>
    </w:p>
    <w:p w14:paraId="0641DF0C" w14:textId="77777777" w:rsidR="001C0413" w:rsidRDefault="00530790" w:rsidP="001C0413">
      <w:r w:rsidRPr="005D5566">
        <w:t>Autour d</w:t>
      </w:r>
      <w:r w:rsidR="001C0413">
        <w:t>’</w:t>
      </w:r>
      <w:r w:rsidRPr="005D5566">
        <w:t>elle tout s</w:t>
      </w:r>
      <w:r w:rsidR="001C0413">
        <w:t>’</w:t>
      </w:r>
      <w:r w:rsidRPr="005D5566">
        <w:t>ébranlait en un lent mouvement</w:t>
      </w:r>
      <w:r w:rsidR="001C0413">
        <w:t xml:space="preserve"> ; </w:t>
      </w:r>
      <w:r w:rsidRPr="005D5566">
        <w:t>au ciel des nuages gris voguaient lourdement</w:t>
      </w:r>
      <w:r w:rsidR="001C0413">
        <w:t xml:space="preserve">, </w:t>
      </w:r>
      <w:r w:rsidRPr="005D5566">
        <w:t>se dépassant les uns les autres</w:t>
      </w:r>
      <w:r w:rsidR="001C0413">
        <w:t xml:space="preserve"> ; </w:t>
      </w:r>
      <w:r w:rsidRPr="005D5566">
        <w:t>des deux côtés de la route fuyaient les arbres mouillés dont les faîtes dénudés se balançaient</w:t>
      </w:r>
      <w:r w:rsidR="001C0413">
        <w:t xml:space="preserve"> ; </w:t>
      </w:r>
      <w:r w:rsidRPr="005D5566">
        <w:t>les champs s</w:t>
      </w:r>
      <w:r w:rsidR="001C0413">
        <w:t>’</w:t>
      </w:r>
      <w:r w:rsidRPr="005D5566">
        <w:t>étendaient en cercles</w:t>
      </w:r>
      <w:r w:rsidR="001C0413">
        <w:t xml:space="preserve"> ; </w:t>
      </w:r>
      <w:r w:rsidRPr="005D5566">
        <w:t>des monticules s</w:t>
      </w:r>
      <w:r w:rsidR="001C0413">
        <w:t>’</w:t>
      </w:r>
      <w:r w:rsidRPr="005D5566">
        <w:t>avançaient</w:t>
      </w:r>
      <w:r w:rsidR="001C0413">
        <w:t xml:space="preserve">, </w:t>
      </w:r>
      <w:r w:rsidRPr="005D5566">
        <w:t>puis restaient en arrière</w:t>
      </w:r>
      <w:r w:rsidR="001C0413">
        <w:t xml:space="preserve"> ; </w:t>
      </w:r>
      <w:r w:rsidRPr="005D5566">
        <w:t>on eût dit que cette journée trouble courait au devant de quelque chose de lointain</w:t>
      </w:r>
      <w:r w:rsidR="001C0413">
        <w:t xml:space="preserve">, </w:t>
      </w:r>
      <w:r w:rsidRPr="005D5566">
        <w:t>d</w:t>
      </w:r>
      <w:r w:rsidR="001C0413">
        <w:t>’</w:t>
      </w:r>
      <w:r w:rsidRPr="005D5566">
        <w:t>indispensable</w:t>
      </w:r>
      <w:r w:rsidR="001C0413">
        <w:t>.</w:t>
      </w:r>
    </w:p>
    <w:p w14:paraId="04104D1F" w14:textId="77777777" w:rsidR="001C0413" w:rsidRDefault="00530790" w:rsidP="001C0413">
      <w:r w:rsidRPr="005D5566">
        <w:t>La voix nasillarde du postillon</w:t>
      </w:r>
      <w:r w:rsidR="001C0413">
        <w:t xml:space="preserve">, </w:t>
      </w:r>
      <w:r w:rsidRPr="005D5566">
        <w:t>le tintement des grelots</w:t>
      </w:r>
      <w:r w:rsidR="001C0413">
        <w:t xml:space="preserve">, </w:t>
      </w:r>
      <w:r w:rsidRPr="005D5566">
        <w:t>le sifflement humide et le frôlement du vent se fondaient en un ruisseau sinueux et palpitant</w:t>
      </w:r>
      <w:r w:rsidR="001C0413">
        <w:t xml:space="preserve">, </w:t>
      </w:r>
      <w:r w:rsidRPr="005D5566">
        <w:t>qui coulait au-dessus des champs avec une force uniforme et réveillait les pensées</w:t>
      </w:r>
      <w:r w:rsidR="001C0413">
        <w:t>…</w:t>
      </w:r>
    </w:p>
    <w:p w14:paraId="32C67354" w14:textId="77777777" w:rsidR="001C0413" w:rsidRDefault="001C0413" w:rsidP="001C0413">
      <w:r>
        <w:t>— </w:t>
      </w:r>
      <w:r w:rsidR="00530790" w:rsidRPr="005D5566">
        <w:t>Le riche se trouve à l</w:t>
      </w:r>
      <w:r>
        <w:t>’</w:t>
      </w:r>
      <w:r w:rsidR="00530790" w:rsidRPr="005D5566">
        <w:t>étroit au ciel même</w:t>
      </w:r>
      <w:r>
        <w:t xml:space="preserve"> !… </w:t>
      </w:r>
      <w:r w:rsidR="00530790" w:rsidRPr="005D5566">
        <w:t>C</w:t>
      </w:r>
      <w:r>
        <w:t>’</w:t>
      </w:r>
      <w:r w:rsidR="00530790" w:rsidRPr="005D5566">
        <w:t>est toujours comme ça</w:t>
      </w:r>
      <w:r>
        <w:t xml:space="preserve">… </w:t>
      </w:r>
      <w:r w:rsidR="00530790" w:rsidRPr="005D5566">
        <w:t xml:space="preserve">Mon frère a commencé </w:t>
      </w:r>
      <w:r w:rsidR="00530790" w:rsidRPr="005D5566">
        <w:rPr>
          <w:bCs/>
        </w:rPr>
        <w:t xml:space="preserve">à </w:t>
      </w:r>
      <w:r w:rsidR="00530790" w:rsidRPr="005D5566">
        <w:t>lésiner</w:t>
      </w:r>
      <w:r>
        <w:t xml:space="preserve">… </w:t>
      </w:r>
      <w:r w:rsidR="00530790" w:rsidRPr="005D5566">
        <w:t>les autorités sont ses amis</w:t>
      </w:r>
      <w:r>
        <w:t xml:space="preserve">… </w:t>
      </w:r>
      <w:r w:rsidR="00530790" w:rsidRPr="005D5566">
        <w:t>continuait le cocher</w:t>
      </w:r>
      <w:r>
        <w:t xml:space="preserve">, </w:t>
      </w:r>
      <w:r w:rsidR="00530790" w:rsidRPr="005D5566">
        <w:t>toujours assis sur le rebord de la carriole</w:t>
      </w:r>
      <w:r>
        <w:t>.</w:t>
      </w:r>
    </w:p>
    <w:p w14:paraId="681136D5" w14:textId="77777777" w:rsidR="001C0413" w:rsidRDefault="00530790" w:rsidP="001C0413">
      <w:r w:rsidRPr="005D5566">
        <w:t>Arrivé au terme du voyage</w:t>
      </w:r>
      <w:r w:rsidR="001C0413">
        <w:t xml:space="preserve">, </w:t>
      </w:r>
      <w:r w:rsidRPr="005D5566">
        <w:t>il détela les chevaux et dit à la mère d</w:t>
      </w:r>
      <w:r w:rsidR="001C0413">
        <w:t>’</w:t>
      </w:r>
      <w:r w:rsidRPr="005D5566">
        <w:t>un ton désespéré</w:t>
      </w:r>
      <w:r w:rsidR="001C0413">
        <w:t> :</w:t>
      </w:r>
    </w:p>
    <w:p w14:paraId="5818A474" w14:textId="77777777" w:rsidR="001C0413" w:rsidRDefault="001C0413" w:rsidP="001C0413">
      <w:r>
        <w:t>— </w:t>
      </w:r>
      <w:r w:rsidR="00530790" w:rsidRPr="005D5566">
        <w:t>Tu pourrais bien me donner cinq kopeks</w:t>
      </w:r>
      <w:r>
        <w:t xml:space="preserve">… </w:t>
      </w:r>
      <w:r w:rsidR="00530790" w:rsidRPr="005D5566">
        <w:t>pour que je puisse boire</w:t>
      </w:r>
      <w:r>
        <w:t>…</w:t>
      </w:r>
    </w:p>
    <w:p w14:paraId="2B709571" w14:textId="77777777" w:rsidR="001C0413" w:rsidRDefault="00530790" w:rsidP="001C0413">
      <w:r w:rsidRPr="005D5566">
        <w:t>Comme elle acquiesçait à sa demande</w:t>
      </w:r>
      <w:r w:rsidR="001C0413">
        <w:t xml:space="preserve">, </w:t>
      </w:r>
      <w:r w:rsidRPr="005D5566">
        <w:t>il déclara sur le même ton</w:t>
      </w:r>
      <w:r w:rsidR="001C0413">
        <w:t xml:space="preserve">, </w:t>
      </w:r>
      <w:r w:rsidRPr="005D5566">
        <w:t>en faisant résonner les deux piécettes dans le creux de sa main</w:t>
      </w:r>
      <w:r w:rsidR="001C0413">
        <w:t> :</w:t>
      </w:r>
    </w:p>
    <w:p w14:paraId="433976F8" w14:textId="77777777" w:rsidR="001C0413" w:rsidRDefault="001C0413" w:rsidP="001C0413">
      <w:r>
        <w:t>— </w:t>
      </w:r>
      <w:r w:rsidR="00530790" w:rsidRPr="005D5566">
        <w:t>J</w:t>
      </w:r>
      <w:r>
        <w:t>’</w:t>
      </w:r>
      <w:r w:rsidR="00530790" w:rsidRPr="005D5566">
        <w:t>achèterai pour trois kopeks d</w:t>
      </w:r>
      <w:r>
        <w:t>’</w:t>
      </w:r>
      <w:r w:rsidR="00530790" w:rsidRPr="005D5566">
        <w:t>eau-de-vie et pour deux de pain</w:t>
      </w:r>
      <w:r>
        <w:t>…</w:t>
      </w:r>
    </w:p>
    <w:p w14:paraId="2600EB65" w14:textId="77777777" w:rsidR="001C0413" w:rsidRDefault="00530790" w:rsidP="001C0413">
      <w:r w:rsidRPr="005D5566">
        <w:t>Dans l</w:t>
      </w:r>
      <w:r w:rsidR="001C0413">
        <w:t>’</w:t>
      </w:r>
      <w:r w:rsidRPr="005D5566">
        <w:t>après-midi</w:t>
      </w:r>
      <w:r w:rsidR="001C0413">
        <w:t xml:space="preserve">, </w:t>
      </w:r>
      <w:r w:rsidRPr="005D5566">
        <w:t>la mère fatiguée et transie</w:t>
      </w:r>
      <w:r w:rsidR="001C0413">
        <w:t xml:space="preserve">, </w:t>
      </w:r>
      <w:r w:rsidRPr="005D5566">
        <w:t>arriva au grand village de Nikolski</w:t>
      </w:r>
      <w:r w:rsidR="001C0413">
        <w:t xml:space="preserve"> ; </w:t>
      </w:r>
      <w:r w:rsidRPr="005D5566">
        <w:t>elle se rendit à l</w:t>
      </w:r>
      <w:r w:rsidR="001C0413">
        <w:t>’</w:t>
      </w:r>
      <w:r w:rsidRPr="005D5566">
        <w:t>auberge</w:t>
      </w:r>
      <w:r w:rsidR="001C0413">
        <w:t xml:space="preserve">, </w:t>
      </w:r>
      <w:r w:rsidRPr="005D5566">
        <w:t>demanda du thé et</w:t>
      </w:r>
      <w:r w:rsidR="001C0413">
        <w:t xml:space="preserve">, </w:t>
      </w:r>
      <w:r w:rsidRPr="005D5566">
        <w:t>après avoir caché sous un banc sa pesante valise</w:t>
      </w:r>
      <w:r w:rsidR="001C0413">
        <w:t xml:space="preserve">, </w:t>
      </w:r>
      <w:r w:rsidRPr="005D5566">
        <w:lastRenderedPageBreak/>
        <w:t>elle s</w:t>
      </w:r>
      <w:r w:rsidR="001C0413">
        <w:t>’</w:t>
      </w:r>
      <w:r w:rsidRPr="005D5566">
        <w:t>assit près de la fenêtre et considéra la petite place recouverte d</w:t>
      </w:r>
      <w:r w:rsidR="001C0413">
        <w:t>’</w:t>
      </w:r>
      <w:r w:rsidRPr="005D5566">
        <w:t>un jaune tapis d</w:t>
      </w:r>
      <w:r w:rsidR="001C0413">
        <w:t>’</w:t>
      </w:r>
      <w:r w:rsidRPr="005D5566">
        <w:t>herbe piétinée</w:t>
      </w:r>
      <w:r w:rsidR="001C0413">
        <w:t xml:space="preserve">, </w:t>
      </w:r>
      <w:r w:rsidRPr="005D5566">
        <w:t>le bâtiment de l</w:t>
      </w:r>
      <w:r w:rsidR="001C0413">
        <w:t>’</w:t>
      </w:r>
      <w:r w:rsidRPr="005D5566">
        <w:t>administration communale</w:t>
      </w:r>
      <w:r w:rsidR="001C0413">
        <w:t xml:space="preserve">, </w:t>
      </w:r>
      <w:r w:rsidRPr="005D5566">
        <w:t>une grande maison grise et sombre</w:t>
      </w:r>
      <w:r w:rsidR="001C0413">
        <w:t xml:space="preserve">, </w:t>
      </w:r>
      <w:r w:rsidRPr="005D5566">
        <w:t>au toit fléchissant</w:t>
      </w:r>
      <w:r w:rsidR="001C0413">
        <w:t xml:space="preserve">… </w:t>
      </w:r>
      <w:r w:rsidRPr="005D5566">
        <w:t>Assis sur les marches du perron</w:t>
      </w:r>
      <w:r w:rsidR="001C0413">
        <w:t xml:space="preserve">, </w:t>
      </w:r>
      <w:r w:rsidRPr="005D5566">
        <w:t>un paysan chauve</w:t>
      </w:r>
      <w:r w:rsidR="001C0413">
        <w:t xml:space="preserve">, </w:t>
      </w:r>
      <w:r w:rsidRPr="005D5566">
        <w:rPr>
          <w:bCs/>
        </w:rPr>
        <w:t xml:space="preserve">à </w:t>
      </w:r>
      <w:r w:rsidRPr="005D5566">
        <w:t>la longue barbe</w:t>
      </w:r>
      <w:r w:rsidR="001C0413">
        <w:t xml:space="preserve">, </w:t>
      </w:r>
      <w:r w:rsidRPr="005D5566">
        <w:t>fumait sa pipe</w:t>
      </w:r>
      <w:r w:rsidR="001C0413">
        <w:t>.</w:t>
      </w:r>
    </w:p>
    <w:p w14:paraId="742D8A9C" w14:textId="77777777" w:rsidR="001C0413" w:rsidRDefault="00530790" w:rsidP="001C0413">
      <w:r w:rsidRPr="005D5566">
        <w:t>Les nuages couraient en masses sombres</w:t>
      </w:r>
      <w:r w:rsidR="001C0413">
        <w:t xml:space="preserve">, </w:t>
      </w:r>
      <w:r w:rsidRPr="005D5566">
        <w:t>s</w:t>
      </w:r>
      <w:r w:rsidR="001C0413">
        <w:t>’</w:t>
      </w:r>
      <w:r w:rsidRPr="005D5566">
        <w:t>entassaient les uns sur les autres</w:t>
      </w:r>
      <w:r w:rsidR="001C0413">
        <w:t xml:space="preserve">… </w:t>
      </w:r>
      <w:r w:rsidRPr="005D5566">
        <w:t>Le silence régnait</w:t>
      </w:r>
      <w:r w:rsidR="001C0413">
        <w:t xml:space="preserve">, </w:t>
      </w:r>
      <w:r w:rsidRPr="005D5566">
        <w:t>un ennui maussade se dégageait de toutes choses</w:t>
      </w:r>
      <w:r w:rsidR="001C0413">
        <w:t xml:space="preserve">, </w:t>
      </w:r>
      <w:r w:rsidRPr="005D5566">
        <w:t>on aurait dit que la vie</w:t>
      </w:r>
      <w:r w:rsidR="001C0413">
        <w:t xml:space="preserve">, </w:t>
      </w:r>
      <w:r w:rsidRPr="005D5566">
        <w:t>cachée on ne sait où</w:t>
      </w:r>
      <w:r w:rsidR="001C0413">
        <w:t xml:space="preserve">, </w:t>
      </w:r>
      <w:r w:rsidRPr="005D5566">
        <w:t>se taisait</w:t>
      </w:r>
      <w:r w:rsidR="001C0413">
        <w:t>.</w:t>
      </w:r>
    </w:p>
    <w:p w14:paraId="2ABB97F3" w14:textId="77777777" w:rsidR="001C0413" w:rsidRDefault="00530790" w:rsidP="001C0413">
      <w:r w:rsidRPr="005D5566">
        <w:t>Soudain</w:t>
      </w:r>
      <w:r w:rsidR="001C0413">
        <w:t xml:space="preserve">, </w:t>
      </w:r>
      <w:r w:rsidRPr="005D5566">
        <w:t>un sous-officier de Cosaques arriva au galop sur la place</w:t>
      </w:r>
      <w:r w:rsidR="001C0413">
        <w:t xml:space="preserve"> ; </w:t>
      </w:r>
      <w:r w:rsidRPr="005D5566">
        <w:t>il arrêta son alezan devant le perron de l</w:t>
      </w:r>
      <w:r w:rsidR="001C0413">
        <w:t>’</w:t>
      </w:r>
      <w:r w:rsidRPr="005D5566">
        <w:t>administration et cria quelque chose au paysan en agitant son fouet</w:t>
      </w:r>
      <w:r w:rsidR="001C0413">
        <w:t xml:space="preserve">. </w:t>
      </w:r>
      <w:r w:rsidRPr="005D5566">
        <w:t>Ses appels traversaient les vitres</w:t>
      </w:r>
      <w:r w:rsidR="001C0413">
        <w:t xml:space="preserve">, </w:t>
      </w:r>
      <w:r w:rsidRPr="005D5566">
        <w:t>mais la mère ne pouvait comprendre les paroles</w:t>
      </w:r>
      <w:r w:rsidR="001C0413">
        <w:t xml:space="preserve">… </w:t>
      </w:r>
      <w:r w:rsidRPr="005D5566">
        <w:t>Le paysan se leva</w:t>
      </w:r>
      <w:r w:rsidR="001C0413">
        <w:t xml:space="preserve">, </w:t>
      </w:r>
      <w:r w:rsidRPr="005D5566">
        <w:t>étendit la main vers l</w:t>
      </w:r>
      <w:r w:rsidR="001C0413">
        <w:t>’</w:t>
      </w:r>
      <w:r w:rsidRPr="005D5566">
        <w:t>horizon</w:t>
      </w:r>
      <w:r w:rsidR="001C0413">
        <w:t xml:space="preserve">, </w:t>
      </w:r>
      <w:r w:rsidRPr="005D5566">
        <w:t>le sous-officier sauta à terre</w:t>
      </w:r>
      <w:r w:rsidR="001C0413">
        <w:t xml:space="preserve">, </w:t>
      </w:r>
      <w:r w:rsidRPr="005D5566">
        <w:t>chancela</w:t>
      </w:r>
      <w:r w:rsidR="001C0413">
        <w:t xml:space="preserve">, </w:t>
      </w:r>
      <w:r w:rsidRPr="005D5566">
        <w:t>lança les brides à l</w:t>
      </w:r>
      <w:r w:rsidR="001C0413">
        <w:t>’</w:t>
      </w:r>
      <w:r w:rsidRPr="005D5566">
        <w:t>homme</w:t>
      </w:r>
      <w:r w:rsidR="001C0413">
        <w:t xml:space="preserve">, </w:t>
      </w:r>
      <w:r w:rsidRPr="005D5566">
        <w:t>puis</w:t>
      </w:r>
      <w:r w:rsidR="001C0413">
        <w:t xml:space="preserve">, </w:t>
      </w:r>
      <w:r w:rsidRPr="005D5566">
        <w:t>s</w:t>
      </w:r>
      <w:r w:rsidR="001C0413">
        <w:t>’</w:t>
      </w:r>
      <w:r w:rsidRPr="005D5566">
        <w:t>appuyant pesamment à la balustrade</w:t>
      </w:r>
      <w:r w:rsidR="001C0413">
        <w:t xml:space="preserve">, </w:t>
      </w:r>
      <w:r w:rsidRPr="005D5566">
        <w:t>monta les marches et disparut dans le bâtiment</w:t>
      </w:r>
      <w:r w:rsidR="001C0413">
        <w:t>.</w:t>
      </w:r>
    </w:p>
    <w:p w14:paraId="0018BBFB" w14:textId="77777777" w:rsidR="001C0413" w:rsidRDefault="00530790" w:rsidP="001C0413">
      <w:r w:rsidRPr="005D5566">
        <w:t>Le silence se fit de nouveau</w:t>
      </w:r>
      <w:r w:rsidR="001C0413">
        <w:t xml:space="preserve">. </w:t>
      </w:r>
      <w:r w:rsidRPr="005D5566">
        <w:t>À deux reprises</w:t>
      </w:r>
      <w:r w:rsidR="001C0413">
        <w:t xml:space="preserve">, </w:t>
      </w:r>
      <w:r w:rsidRPr="005D5566">
        <w:t>l</w:t>
      </w:r>
      <w:r w:rsidR="001C0413">
        <w:t>’</w:t>
      </w:r>
      <w:r w:rsidRPr="005D5566">
        <w:t>alezan frappa du sabot le sol mou</w:t>
      </w:r>
      <w:r w:rsidR="001C0413">
        <w:t xml:space="preserve">… </w:t>
      </w:r>
      <w:r w:rsidRPr="005D5566">
        <w:t>Une petite fille</w:t>
      </w:r>
      <w:r w:rsidR="001C0413">
        <w:t xml:space="preserve">, </w:t>
      </w:r>
      <w:r w:rsidRPr="005D5566">
        <w:t>au regard caressant</w:t>
      </w:r>
      <w:r w:rsidR="001C0413">
        <w:t xml:space="preserve">, </w:t>
      </w:r>
      <w:r w:rsidRPr="005D5566">
        <w:t>au visage rond</w:t>
      </w:r>
      <w:r w:rsidR="001C0413">
        <w:t xml:space="preserve">, </w:t>
      </w:r>
      <w:r w:rsidRPr="005D5566">
        <w:t>et dont la courte natte ronde tombait sur l</w:t>
      </w:r>
      <w:r w:rsidR="001C0413">
        <w:t>’</w:t>
      </w:r>
      <w:r w:rsidRPr="005D5566">
        <w:t>épaule</w:t>
      </w:r>
      <w:r w:rsidR="001C0413">
        <w:t xml:space="preserve">, </w:t>
      </w:r>
      <w:r w:rsidRPr="005D5566">
        <w:t>pénétra dans la chambre où était Pélaguée</w:t>
      </w:r>
      <w:r w:rsidR="001C0413">
        <w:t xml:space="preserve">. </w:t>
      </w:r>
      <w:r w:rsidRPr="005D5566">
        <w:t>Les lèvres pincées</w:t>
      </w:r>
      <w:r w:rsidR="001C0413">
        <w:t xml:space="preserve">, </w:t>
      </w:r>
      <w:r w:rsidRPr="005D5566">
        <w:t xml:space="preserve">elle portait </w:t>
      </w:r>
      <w:r w:rsidRPr="005D5566">
        <w:rPr>
          <w:bCs/>
        </w:rPr>
        <w:t xml:space="preserve">à </w:t>
      </w:r>
      <w:r w:rsidRPr="005D5566">
        <w:t>bras tendus un grand plateau aux bords usés</w:t>
      </w:r>
      <w:r w:rsidR="001C0413">
        <w:t xml:space="preserve">, </w:t>
      </w:r>
      <w:r w:rsidRPr="005D5566">
        <w:t>chargé de vaisselle</w:t>
      </w:r>
      <w:r w:rsidR="001C0413">
        <w:t xml:space="preserve"> ; </w:t>
      </w:r>
      <w:r w:rsidRPr="005D5566">
        <w:t>elle salua en hochant la tête</w:t>
      </w:r>
      <w:r w:rsidR="001C0413">
        <w:t>.</w:t>
      </w:r>
    </w:p>
    <w:p w14:paraId="4E9EC9E1" w14:textId="77777777" w:rsidR="001C0413" w:rsidRDefault="001C0413" w:rsidP="001C0413">
      <w:r>
        <w:t>— </w:t>
      </w:r>
      <w:r w:rsidR="00530790" w:rsidRPr="005D5566">
        <w:t>Bonjour</w:t>
      </w:r>
      <w:r>
        <w:t xml:space="preserve">, </w:t>
      </w:r>
      <w:r w:rsidR="00530790" w:rsidRPr="005D5566">
        <w:t>ma jolie</w:t>
      </w:r>
      <w:r>
        <w:t xml:space="preserve"> ! </w:t>
      </w:r>
      <w:r w:rsidR="00530790" w:rsidRPr="005D5566">
        <w:t>lui dit amicalement la mère</w:t>
      </w:r>
      <w:r>
        <w:t>.</w:t>
      </w:r>
    </w:p>
    <w:p w14:paraId="4FC44786" w14:textId="77777777" w:rsidR="001C0413" w:rsidRDefault="001C0413" w:rsidP="001C0413">
      <w:r>
        <w:t>— </w:t>
      </w:r>
      <w:r w:rsidR="00530790" w:rsidRPr="005D5566">
        <w:t>Bonjour</w:t>
      </w:r>
      <w:r>
        <w:t> !</w:t>
      </w:r>
    </w:p>
    <w:p w14:paraId="5E0E5CAC" w14:textId="77777777" w:rsidR="001C0413" w:rsidRDefault="00530790" w:rsidP="001C0413">
      <w:r w:rsidRPr="005D5566">
        <w:t>Tout en disposant sur la table les assiettes et les tasses</w:t>
      </w:r>
      <w:r w:rsidR="001C0413">
        <w:t xml:space="preserve">, </w:t>
      </w:r>
      <w:r w:rsidRPr="005D5566">
        <w:t>la fillette annonça soudain</w:t>
      </w:r>
      <w:r w:rsidR="001C0413">
        <w:t xml:space="preserve">, </w:t>
      </w:r>
      <w:r w:rsidRPr="005D5566">
        <w:t>d</w:t>
      </w:r>
      <w:r w:rsidR="001C0413">
        <w:t>’</w:t>
      </w:r>
      <w:r w:rsidRPr="005D5566">
        <w:t>un air animé</w:t>
      </w:r>
      <w:r w:rsidR="001C0413">
        <w:t> :</w:t>
      </w:r>
    </w:p>
    <w:p w14:paraId="4FA2A951" w14:textId="77777777" w:rsidR="001C0413" w:rsidRDefault="001C0413" w:rsidP="001C0413">
      <w:r>
        <w:t>— </w:t>
      </w:r>
      <w:r w:rsidR="00530790" w:rsidRPr="005D5566">
        <w:t>On vient d</w:t>
      </w:r>
      <w:r>
        <w:t>’</w:t>
      </w:r>
      <w:r w:rsidR="00530790" w:rsidRPr="005D5566">
        <w:t>attraper un brigand</w:t>
      </w:r>
      <w:r>
        <w:t xml:space="preserve">… </w:t>
      </w:r>
      <w:r w:rsidR="00530790" w:rsidRPr="005D5566">
        <w:t>on l</w:t>
      </w:r>
      <w:r>
        <w:t>’</w:t>
      </w:r>
      <w:r w:rsidR="00530790" w:rsidRPr="005D5566">
        <w:t>amène ici</w:t>
      </w:r>
      <w:r>
        <w:t> !</w:t>
      </w:r>
    </w:p>
    <w:p w14:paraId="5F5C838B" w14:textId="77777777" w:rsidR="001C0413" w:rsidRDefault="001C0413" w:rsidP="001C0413">
      <w:r>
        <w:t>— </w:t>
      </w:r>
      <w:r w:rsidR="00530790" w:rsidRPr="005D5566">
        <w:t>Qu</w:t>
      </w:r>
      <w:r>
        <w:t>’</w:t>
      </w:r>
      <w:r w:rsidR="00530790" w:rsidRPr="005D5566">
        <w:t>est-ce que ce brigand</w:t>
      </w:r>
      <w:r>
        <w:t> ?</w:t>
      </w:r>
    </w:p>
    <w:p w14:paraId="619A6DDC" w14:textId="77777777" w:rsidR="001C0413" w:rsidRDefault="001C0413" w:rsidP="001C0413">
      <w:r>
        <w:lastRenderedPageBreak/>
        <w:t>— </w:t>
      </w:r>
      <w:r w:rsidR="00530790" w:rsidRPr="005D5566">
        <w:t>Je ne sais pas</w:t>
      </w:r>
      <w:r>
        <w:t>…</w:t>
      </w:r>
    </w:p>
    <w:p w14:paraId="3F990BFF" w14:textId="77777777" w:rsidR="001C0413" w:rsidRDefault="001C0413" w:rsidP="001C0413">
      <w:r>
        <w:t>— </w:t>
      </w:r>
      <w:r w:rsidR="00530790" w:rsidRPr="005D5566">
        <w:t>Qu</w:t>
      </w:r>
      <w:r>
        <w:t>’</w:t>
      </w:r>
      <w:r w:rsidR="00530790" w:rsidRPr="005D5566">
        <w:t>a-t-il fait</w:t>
      </w:r>
      <w:r>
        <w:t> ?</w:t>
      </w:r>
    </w:p>
    <w:p w14:paraId="2FD0A9F6" w14:textId="77777777" w:rsidR="001C0413" w:rsidRDefault="001C0413" w:rsidP="001C0413">
      <w:r>
        <w:t>— </w:t>
      </w:r>
      <w:r w:rsidR="00530790" w:rsidRPr="005D5566">
        <w:t>Je ne sais pas</w:t>
      </w:r>
      <w:r>
        <w:t xml:space="preserve">, </w:t>
      </w:r>
      <w:r w:rsidR="00530790" w:rsidRPr="005D5566">
        <w:t>j</w:t>
      </w:r>
      <w:r>
        <w:t>’</w:t>
      </w:r>
      <w:r w:rsidR="00530790" w:rsidRPr="005D5566">
        <w:t>ai seulement entendu dire qu</w:t>
      </w:r>
      <w:r>
        <w:t>’</w:t>
      </w:r>
      <w:r w:rsidR="00530790" w:rsidRPr="005D5566">
        <w:t>on en avait attrapé un</w:t>
      </w:r>
      <w:r>
        <w:t xml:space="preserve">… </w:t>
      </w:r>
      <w:r w:rsidR="00530790" w:rsidRPr="005D5566">
        <w:t>C</w:t>
      </w:r>
      <w:r>
        <w:t>’</w:t>
      </w:r>
      <w:r w:rsidR="00530790" w:rsidRPr="005D5566">
        <w:t>est le garde qui est sorti en courant de l</w:t>
      </w:r>
      <w:r>
        <w:t>’</w:t>
      </w:r>
      <w:r w:rsidR="00530790" w:rsidRPr="005D5566">
        <w:t>administration pour aller chercher le commissaire</w:t>
      </w:r>
      <w:r>
        <w:t xml:space="preserve">, </w:t>
      </w:r>
      <w:r w:rsidR="00530790" w:rsidRPr="005D5566">
        <w:t>et il a crié</w:t>
      </w:r>
      <w:r>
        <w:t xml:space="preserve"> : – </w:t>
      </w:r>
      <w:r w:rsidR="00530790" w:rsidRPr="005D5566">
        <w:t>Il est pris</w:t>
      </w:r>
      <w:r>
        <w:t xml:space="preserve">, </w:t>
      </w:r>
      <w:r w:rsidR="00530790" w:rsidRPr="005D5566">
        <w:t>on l</w:t>
      </w:r>
      <w:r>
        <w:t>’</w:t>
      </w:r>
      <w:r w:rsidR="00530790" w:rsidRPr="005D5566">
        <w:t>amène</w:t>
      </w:r>
      <w:r>
        <w:t> !</w:t>
      </w:r>
    </w:p>
    <w:p w14:paraId="0C386B4F" w14:textId="77777777" w:rsidR="001C0413" w:rsidRDefault="00530790" w:rsidP="001C0413">
      <w:r w:rsidRPr="005D5566">
        <w:t>La mère regarda vers la fenêtre et aperçut des paysans qui s</w:t>
      </w:r>
      <w:r w:rsidR="001C0413">
        <w:t>’</w:t>
      </w:r>
      <w:r w:rsidRPr="005D5566">
        <w:t>approchaient</w:t>
      </w:r>
      <w:r w:rsidR="001C0413">
        <w:t xml:space="preserve">. </w:t>
      </w:r>
      <w:r w:rsidRPr="005D5566">
        <w:t>Les uns marchaient lentement</w:t>
      </w:r>
      <w:r w:rsidR="001C0413">
        <w:t xml:space="preserve">, </w:t>
      </w:r>
      <w:r w:rsidRPr="005D5566">
        <w:t>posément</w:t>
      </w:r>
      <w:r w:rsidR="001C0413">
        <w:t xml:space="preserve"> ; </w:t>
      </w:r>
      <w:r w:rsidRPr="005D5566">
        <w:t>les autres se hâtaient et boutonnaient leur pelisse tout en avançant</w:t>
      </w:r>
      <w:r w:rsidR="001C0413">
        <w:t xml:space="preserve">. </w:t>
      </w:r>
      <w:r w:rsidRPr="005D5566">
        <w:t>Ils s</w:t>
      </w:r>
      <w:r w:rsidR="001C0413">
        <w:t>’</w:t>
      </w:r>
      <w:r w:rsidRPr="005D5566">
        <w:t>arrêtèrent tous au perron du bâtiment et portèrent leurs regards vers la gauche</w:t>
      </w:r>
      <w:r w:rsidR="001C0413">
        <w:t xml:space="preserve">… </w:t>
      </w:r>
      <w:r w:rsidRPr="005D5566">
        <w:t>Mais ils étaient étrangement silencieux</w:t>
      </w:r>
      <w:r w:rsidR="001C0413">
        <w:t>…</w:t>
      </w:r>
    </w:p>
    <w:p w14:paraId="2BADB60E" w14:textId="77777777" w:rsidR="001C0413" w:rsidRDefault="00530790" w:rsidP="001C0413">
      <w:r w:rsidRPr="005D5566">
        <w:t>La fillette jeta aussi un coup d</w:t>
      </w:r>
      <w:r w:rsidR="001C0413">
        <w:t>’</w:t>
      </w:r>
      <w:r w:rsidRPr="005D5566">
        <w:t>œil dans la rue et sortit de la chambre en faisant claquer la porte avec bruit</w:t>
      </w:r>
      <w:r w:rsidR="001C0413">
        <w:t xml:space="preserve">. </w:t>
      </w:r>
      <w:r w:rsidRPr="005D5566">
        <w:t>La mère tressaillit</w:t>
      </w:r>
      <w:r w:rsidR="001C0413">
        <w:t xml:space="preserve">, </w:t>
      </w:r>
      <w:r w:rsidRPr="005D5566">
        <w:t>elle dissimula de son mieux sa valise sous le banc</w:t>
      </w:r>
      <w:r w:rsidR="001C0413">
        <w:t xml:space="preserve"> ; </w:t>
      </w:r>
      <w:r w:rsidRPr="005D5566">
        <w:t>puis</w:t>
      </w:r>
      <w:r w:rsidR="001C0413">
        <w:t xml:space="preserve">, </w:t>
      </w:r>
      <w:r w:rsidRPr="005D5566">
        <w:t>ayant jeté un fichu sur sa tête</w:t>
      </w:r>
      <w:r w:rsidR="001C0413">
        <w:t xml:space="preserve">, </w:t>
      </w:r>
      <w:r w:rsidRPr="005D5566">
        <w:t>elle sortit vivement de la maison</w:t>
      </w:r>
      <w:r w:rsidR="001C0413">
        <w:t xml:space="preserve">, </w:t>
      </w:r>
      <w:r w:rsidRPr="005D5566">
        <w:t>réprimant l</w:t>
      </w:r>
      <w:r w:rsidR="001C0413">
        <w:t>’</w:t>
      </w:r>
      <w:r w:rsidRPr="005D5566">
        <w:t>incompréhensible envie de s</w:t>
      </w:r>
      <w:r w:rsidR="001C0413">
        <w:t>’</w:t>
      </w:r>
      <w:r w:rsidRPr="005D5566">
        <w:t>enfuir qui l</w:t>
      </w:r>
      <w:r w:rsidR="001C0413">
        <w:t>’</w:t>
      </w:r>
      <w:r w:rsidRPr="005D5566">
        <w:t>envahissait tout à coup</w:t>
      </w:r>
      <w:r w:rsidR="001C0413">
        <w:t>…</w:t>
      </w:r>
    </w:p>
    <w:p w14:paraId="7B71AF98" w14:textId="77777777" w:rsidR="001C0413" w:rsidRDefault="00530790" w:rsidP="001C0413">
      <w:r w:rsidRPr="005D5566">
        <w:t>Lorsqu</w:t>
      </w:r>
      <w:r w:rsidR="001C0413">
        <w:t>’</w:t>
      </w:r>
      <w:r w:rsidRPr="005D5566">
        <w:t>elle arriva sur le perron de l</w:t>
      </w:r>
      <w:r w:rsidR="001C0413">
        <w:t>’</w:t>
      </w:r>
      <w:r w:rsidRPr="005D5566">
        <w:t>auberge</w:t>
      </w:r>
      <w:r w:rsidR="001C0413">
        <w:t xml:space="preserve">, </w:t>
      </w:r>
      <w:r w:rsidRPr="005D5566">
        <w:t>un froid aigu la frappa aux yeux et à la poitrine</w:t>
      </w:r>
      <w:r w:rsidR="001C0413">
        <w:t xml:space="preserve"> ; </w:t>
      </w:r>
      <w:r w:rsidRPr="005D5566">
        <w:t>elle fut suffoquée</w:t>
      </w:r>
      <w:r w:rsidR="001C0413">
        <w:t xml:space="preserve">, </w:t>
      </w:r>
      <w:r w:rsidRPr="005D5566">
        <w:t>ses jambes s</w:t>
      </w:r>
      <w:r w:rsidR="001C0413">
        <w:t>’</w:t>
      </w:r>
      <w:r w:rsidRPr="005D5566">
        <w:t>engourdirent</w:t>
      </w:r>
      <w:r w:rsidR="001C0413">
        <w:t xml:space="preserve"> : </w:t>
      </w:r>
      <w:r w:rsidRPr="005D5566">
        <w:t>au milieu de la place elle voyait s</w:t>
      </w:r>
      <w:r w:rsidR="001C0413">
        <w:t>’</w:t>
      </w:r>
      <w:r w:rsidRPr="005D5566">
        <w:t>avancer Rybine</w:t>
      </w:r>
      <w:r w:rsidR="001C0413">
        <w:t xml:space="preserve">, </w:t>
      </w:r>
      <w:r w:rsidRPr="005D5566">
        <w:t>les bras attachés derrière le dos</w:t>
      </w:r>
      <w:r w:rsidR="001C0413">
        <w:t xml:space="preserve">, </w:t>
      </w:r>
      <w:r w:rsidRPr="005D5566">
        <w:t>flanqué de deux gardes</w:t>
      </w:r>
      <w:r w:rsidR="001C0413">
        <w:t xml:space="preserve"> ; </w:t>
      </w:r>
      <w:r w:rsidRPr="005D5566">
        <w:t>autour du perron de la mairie</w:t>
      </w:r>
      <w:r w:rsidR="001C0413">
        <w:t xml:space="preserve">, </w:t>
      </w:r>
      <w:r w:rsidRPr="005D5566">
        <w:t>une foule de paysans attendaient en silence</w:t>
      </w:r>
      <w:r w:rsidR="001C0413">
        <w:t>.</w:t>
      </w:r>
    </w:p>
    <w:p w14:paraId="32FBE8E5" w14:textId="77777777" w:rsidR="001C0413" w:rsidRDefault="00530790" w:rsidP="001C0413">
      <w:r w:rsidRPr="005D5566">
        <w:t>Étourdie</w:t>
      </w:r>
      <w:r w:rsidR="001C0413">
        <w:t xml:space="preserve">, </w:t>
      </w:r>
      <w:r w:rsidRPr="005D5566">
        <w:t>sans se rendre compte de ce qu</w:t>
      </w:r>
      <w:r w:rsidR="001C0413">
        <w:t>’</w:t>
      </w:r>
      <w:r w:rsidRPr="005D5566">
        <w:t>elle voyait</w:t>
      </w:r>
      <w:r w:rsidR="001C0413">
        <w:t xml:space="preserve">, </w:t>
      </w:r>
      <w:r w:rsidRPr="005D5566">
        <w:t>la mère ne quittait pas Rybine du regard</w:t>
      </w:r>
      <w:r w:rsidR="001C0413">
        <w:t xml:space="preserve">. </w:t>
      </w:r>
      <w:r w:rsidRPr="005D5566">
        <w:t>Il parlait et elle entendait le son de sa voix</w:t>
      </w:r>
      <w:r w:rsidR="001C0413">
        <w:t xml:space="preserve">, </w:t>
      </w:r>
      <w:r w:rsidRPr="005D5566">
        <w:t>mais les mots s</w:t>
      </w:r>
      <w:r w:rsidR="001C0413">
        <w:t>’</w:t>
      </w:r>
      <w:r w:rsidRPr="005D5566">
        <w:t>envolaient sans réveiller l</w:t>
      </w:r>
      <w:r w:rsidR="001C0413">
        <w:t>’</w:t>
      </w:r>
      <w:r w:rsidRPr="005D5566">
        <w:t>écho dans le vide tremblant et obscur de son cœur</w:t>
      </w:r>
      <w:r w:rsidR="001C0413">
        <w:t>…</w:t>
      </w:r>
    </w:p>
    <w:p w14:paraId="1470396B" w14:textId="77777777" w:rsidR="001C0413" w:rsidRDefault="00530790" w:rsidP="001C0413">
      <w:r w:rsidRPr="005D5566">
        <w:lastRenderedPageBreak/>
        <w:t>Elle revint à elle et reprit haleine</w:t>
      </w:r>
      <w:r w:rsidR="001C0413">
        <w:t xml:space="preserve"> ; </w:t>
      </w:r>
      <w:r w:rsidRPr="005D5566">
        <w:t>un paysan à la barbe blonde la regardait fixement de ses yeux bleus</w:t>
      </w:r>
      <w:r w:rsidR="001C0413">
        <w:t xml:space="preserve">. </w:t>
      </w:r>
      <w:r w:rsidRPr="005D5566">
        <w:t>Elle toussa</w:t>
      </w:r>
      <w:r w:rsidR="001C0413">
        <w:t xml:space="preserve">, </w:t>
      </w:r>
      <w:r w:rsidRPr="005D5566">
        <w:t>se frotta la gorge avec des mains affaiblies par la terreur et demanda avec effort</w:t>
      </w:r>
      <w:r w:rsidR="001C0413">
        <w:t> :</w:t>
      </w:r>
    </w:p>
    <w:p w14:paraId="286A3510" w14:textId="77777777" w:rsidR="001C0413" w:rsidRDefault="001C0413" w:rsidP="001C0413">
      <w:r>
        <w:t>— </w:t>
      </w:r>
      <w:r w:rsidR="00530790" w:rsidRPr="005D5566">
        <w:t>Qu</w:t>
      </w:r>
      <w:r>
        <w:t>’</w:t>
      </w:r>
      <w:r w:rsidR="00530790" w:rsidRPr="005D5566">
        <w:t>y a-t-il</w:t>
      </w:r>
      <w:r>
        <w:t> ?</w:t>
      </w:r>
    </w:p>
    <w:p w14:paraId="5F6C5C6C" w14:textId="77777777" w:rsidR="001C0413" w:rsidRDefault="001C0413" w:rsidP="001C0413">
      <w:r>
        <w:t>— </w:t>
      </w:r>
      <w:r w:rsidR="00530790" w:rsidRPr="005D5566">
        <w:t>Regardez vous-même</w:t>
      </w:r>
      <w:r>
        <w:t xml:space="preserve">, </w:t>
      </w:r>
      <w:r w:rsidR="00530790" w:rsidRPr="005D5566">
        <w:t>répliqua le paysan en se détournant</w:t>
      </w:r>
      <w:r>
        <w:t xml:space="preserve">. </w:t>
      </w:r>
      <w:r w:rsidR="00530790" w:rsidRPr="005D5566">
        <w:t>Un autre campagnard s</w:t>
      </w:r>
      <w:r>
        <w:t>’</w:t>
      </w:r>
      <w:r w:rsidR="00530790" w:rsidRPr="005D5566">
        <w:t>approcha et se plaça à côté de lui</w:t>
      </w:r>
      <w:r>
        <w:t>.</w:t>
      </w:r>
    </w:p>
    <w:p w14:paraId="53B5CE4A" w14:textId="77777777" w:rsidR="001C0413" w:rsidRDefault="00530790" w:rsidP="001C0413">
      <w:r w:rsidRPr="005D5566">
        <w:t>Les gardes s</w:t>
      </w:r>
      <w:r w:rsidR="001C0413">
        <w:t>’</w:t>
      </w:r>
      <w:r w:rsidRPr="005D5566">
        <w:t>arrêtèrent devant la foule qui grossissait sans cesse</w:t>
      </w:r>
      <w:r w:rsidR="001C0413">
        <w:t xml:space="preserve">, </w:t>
      </w:r>
      <w:r w:rsidRPr="005D5566">
        <w:t>mais restait silencieuse</w:t>
      </w:r>
      <w:r w:rsidR="001C0413">
        <w:t xml:space="preserve"> ; </w:t>
      </w:r>
      <w:r w:rsidRPr="005D5566">
        <w:t>soudain</w:t>
      </w:r>
      <w:r w:rsidR="001C0413">
        <w:t xml:space="preserve">, </w:t>
      </w:r>
      <w:r w:rsidRPr="005D5566">
        <w:t>la voix de Rybine résonna</w:t>
      </w:r>
      <w:r w:rsidR="001C0413">
        <w:t xml:space="preserve">, </w:t>
      </w:r>
      <w:r w:rsidRPr="005D5566">
        <w:t>énergique</w:t>
      </w:r>
      <w:r w:rsidR="001C0413">
        <w:t>.</w:t>
      </w:r>
    </w:p>
    <w:p w14:paraId="26B6C8B7" w14:textId="77777777" w:rsidR="001C0413" w:rsidRDefault="001C0413" w:rsidP="001C0413">
      <w:r>
        <w:t>— </w:t>
      </w:r>
      <w:r w:rsidR="00530790" w:rsidRPr="005D5566">
        <w:t>Vous avez entendu parler des papiers dans lesquels on disait la vérité sur notre existence de paysans</w:t>
      </w:r>
      <w:r>
        <w:t xml:space="preserve">… </w:t>
      </w:r>
      <w:r w:rsidR="00530790" w:rsidRPr="005D5566">
        <w:t>Eh bien</w:t>
      </w:r>
      <w:r>
        <w:t xml:space="preserve">, </w:t>
      </w:r>
      <w:r w:rsidR="00530790" w:rsidRPr="005D5566">
        <w:t>c</w:t>
      </w:r>
      <w:r>
        <w:t>’</w:t>
      </w:r>
      <w:r w:rsidR="00530790" w:rsidRPr="005D5566">
        <w:t>est à cause de ces papiers qu</w:t>
      </w:r>
      <w:r>
        <w:t>’</w:t>
      </w:r>
      <w:r w:rsidR="00530790" w:rsidRPr="005D5566">
        <w:t>on m</w:t>
      </w:r>
      <w:r>
        <w:t>’</w:t>
      </w:r>
      <w:r w:rsidR="00530790" w:rsidRPr="005D5566">
        <w:t>arrête</w:t>
      </w:r>
      <w:r>
        <w:t xml:space="preserve">… </w:t>
      </w:r>
      <w:r w:rsidR="00530790" w:rsidRPr="005D5566">
        <w:t>c</w:t>
      </w:r>
      <w:r>
        <w:t>’</w:t>
      </w:r>
      <w:r w:rsidR="00530790" w:rsidRPr="005D5566">
        <w:t>est moi qui les ai distribués dans le peuple</w:t>
      </w:r>
      <w:r>
        <w:t>…</w:t>
      </w:r>
    </w:p>
    <w:p w14:paraId="7FC2DA0F" w14:textId="77777777" w:rsidR="001C0413" w:rsidRDefault="00530790" w:rsidP="001C0413">
      <w:r w:rsidRPr="005D5566">
        <w:t>Les gens se pressèrent autour de Rybine</w:t>
      </w:r>
      <w:r w:rsidR="001C0413">
        <w:t xml:space="preserve">… </w:t>
      </w:r>
      <w:r w:rsidRPr="005D5566">
        <w:t>Sa voix était calme</w:t>
      </w:r>
      <w:r w:rsidR="001C0413">
        <w:t xml:space="preserve">, </w:t>
      </w:r>
      <w:r w:rsidRPr="005D5566">
        <w:t>mesurée</w:t>
      </w:r>
      <w:r w:rsidR="001C0413">
        <w:t xml:space="preserve">, </w:t>
      </w:r>
      <w:r w:rsidRPr="005D5566">
        <w:t>la mère en fut soulagée</w:t>
      </w:r>
      <w:r w:rsidR="001C0413">
        <w:t>.</w:t>
      </w:r>
    </w:p>
    <w:p w14:paraId="015563BC" w14:textId="77777777" w:rsidR="001C0413" w:rsidRDefault="001C0413" w:rsidP="001C0413">
      <w:r>
        <w:t>— </w:t>
      </w:r>
      <w:r w:rsidR="00530790" w:rsidRPr="005D5566">
        <w:t>Tu entends</w:t>
      </w:r>
      <w:r>
        <w:t xml:space="preserve"> ? </w:t>
      </w:r>
      <w:r w:rsidR="00530790" w:rsidRPr="005D5566">
        <w:t>demanda le camarade du paysan aux yeux bleus en le poussant du coude</w:t>
      </w:r>
      <w:r>
        <w:t>.</w:t>
      </w:r>
    </w:p>
    <w:p w14:paraId="7E982C15" w14:textId="77777777" w:rsidR="001C0413" w:rsidRDefault="00530790" w:rsidP="001C0413">
      <w:r w:rsidRPr="005D5566">
        <w:t>Sans répondre</w:t>
      </w:r>
      <w:r w:rsidR="001C0413">
        <w:t xml:space="preserve">, </w:t>
      </w:r>
      <w:r w:rsidRPr="005D5566">
        <w:t>celui-ci leva la tête et regarda de nouveau la mère</w:t>
      </w:r>
      <w:r w:rsidR="001C0413">
        <w:t xml:space="preserve">. </w:t>
      </w:r>
      <w:r w:rsidRPr="005D5566">
        <w:t>Le second paysan fit de même</w:t>
      </w:r>
      <w:r w:rsidR="001C0413">
        <w:t xml:space="preserve"> ; </w:t>
      </w:r>
      <w:r w:rsidRPr="005D5566">
        <w:t>plus jeune que le premier</w:t>
      </w:r>
      <w:r w:rsidR="001C0413">
        <w:t xml:space="preserve">, </w:t>
      </w:r>
      <w:r w:rsidRPr="005D5566">
        <w:t>il avait un visage maigre couvert de taches de rousseur et une petite barbe noire</w:t>
      </w:r>
      <w:r w:rsidR="001C0413">
        <w:t xml:space="preserve">… </w:t>
      </w:r>
      <w:r w:rsidRPr="005D5566">
        <w:t>Les deux hommes s</w:t>
      </w:r>
      <w:r w:rsidR="001C0413">
        <w:t>’</w:t>
      </w:r>
      <w:r w:rsidRPr="005D5566">
        <w:t>écartèrent un peu</w:t>
      </w:r>
      <w:r w:rsidR="001C0413">
        <w:t>…</w:t>
      </w:r>
    </w:p>
    <w:p w14:paraId="64068229" w14:textId="77777777" w:rsidR="001C0413" w:rsidRDefault="001C0413" w:rsidP="001C0413">
      <w:r>
        <w:t>— </w:t>
      </w:r>
      <w:r w:rsidR="00530790" w:rsidRPr="005D5566">
        <w:t>Ils ont peur</w:t>
      </w:r>
      <w:r>
        <w:t xml:space="preserve"> ! </w:t>
      </w:r>
      <w:r w:rsidR="00530790" w:rsidRPr="005D5566">
        <w:t>se dit la mère</w:t>
      </w:r>
      <w:r>
        <w:t>.</w:t>
      </w:r>
    </w:p>
    <w:p w14:paraId="1AFB51E4" w14:textId="77777777" w:rsidR="001C0413" w:rsidRDefault="00530790" w:rsidP="001C0413">
      <w:r w:rsidRPr="005D5566">
        <w:t>Son attention augmenta</w:t>
      </w:r>
      <w:r w:rsidR="001C0413">
        <w:t xml:space="preserve">. </w:t>
      </w:r>
      <w:r w:rsidRPr="005D5566">
        <w:t>Du haut du perron</w:t>
      </w:r>
      <w:r w:rsidR="001C0413">
        <w:t xml:space="preserve">, </w:t>
      </w:r>
      <w:r w:rsidRPr="005D5566">
        <w:t>elle voyait distinctement le visage noirci et tuméfié de Rybine</w:t>
      </w:r>
      <w:r w:rsidR="001C0413">
        <w:t xml:space="preserve"> ; </w:t>
      </w:r>
      <w:r w:rsidRPr="005D5566">
        <w:t xml:space="preserve">elle </w:t>
      </w:r>
      <w:r w:rsidRPr="005D5566">
        <w:lastRenderedPageBreak/>
        <w:t>apercevait l</w:t>
      </w:r>
      <w:r w:rsidR="001C0413">
        <w:t>’</w:t>
      </w:r>
      <w:r w:rsidRPr="005D5566">
        <w:t>éclat de ses yeux</w:t>
      </w:r>
      <w:r w:rsidR="001C0413">
        <w:t xml:space="preserve"> : </w:t>
      </w:r>
      <w:r w:rsidRPr="005D5566">
        <w:t>elle aurait voulu qu</w:t>
      </w:r>
      <w:r w:rsidR="001C0413">
        <w:t>’</w:t>
      </w:r>
      <w:r w:rsidRPr="005D5566">
        <w:t>il la vît aussi</w:t>
      </w:r>
      <w:r w:rsidR="001C0413">
        <w:t xml:space="preserve"> ; </w:t>
      </w:r>
      <w:r w:rsidRPr="005D5566">
        <w:t>elle se dressa sur la pointe des pieds en tendant le cou</w:t>
      </w:r>
      <w:r w:rsidR="001C0413">
        <w:t>.</w:t>
      </w:r>
    </w:p>
    <w:p w14:paraId="194C9FD9" w14:textId="77777777" w:rsidR="001C0413" w:rsidRDefault="00530790" w:rsidP="001C0413">
      <w:r w:rsidRPr="005D5566">
        <w:t>Les gens la considéraient d</w:t>
      </w:r>
      <w:r w:rsidR="001C0413">
        <w:t>’</w:t>
      </w:r>
      <w:r w:rsidRPr="005D5566">
        <w:t>un air morne</w:t>
      </w:r>
      <w:r w:rsidR="001C0413">
        <w:t xml:space="preserve">, </w:t>
      </w:r>
      <w:r w:rsidRPr="005D5566">
        <w:t>avec défiance</w:t>
      </w:r>
      <w:r w:rsidR="001C0413">
        <w:t xml:space="preserve">, </w:t>
      </w:r>
      <w:r w:rsidRPr="005D5566">
        <w:t>sans mot dire</w:t>
      </w:r>
      <w:r w:rsidR="001C0413">
        <w:t xml:space="preserve">. </w:t>
      </w:r>
      <w:r w:rsidRPr="005D5566">
        <w:t>Dans les derniers rangs de la foule seulement</w:t>
      </w:r>
      <w:r w:rsidR="001C0413">
        <w:t xml:space="preserve">, </w:t>
      </w:r>
      <w:r w:rsidRPr="005D5566">
        <w:t>on entendait un bruit continu de conversations</w:t>
      </w:r>
      <w:r w:rsidR="001C0413">
        <w:t>.</w:t>
      </w:r>
    </w:p>
    <w:p w14:paraId="408175F3" w14:textId="77777777" w:rsidR="001C0413" w:rsidRDefault="001C0413" w:rsidP="001C0413">
      <w:r>
        <w:t>— </w:t>
      </w:r>
      <w:r w:rsidR="00530790" w:rsidRPr="005D5566">
        <w:t>Paysans</w:t>
      </w:r>
      <w:r>
        <w:t xml:space="preserve">, </w:t>
      </w:r>
      <w:r w:rsidR="00530790" w:rsidRPr="005D5566">
        <w:t>mes frères</w:t>
      </w:r>
      <w:r>
        <w:t xml:space="preserve">, </w:t>
      </w:r>
      <w:r w:rsidR="00530790" w:rsidRPr="005D5566">
        <w:t>dit Rybine d</w:t>
      </w:r>
      <w:r>
        <w:t>’</w:t>
      </w:r>
      <w:r w:rsidR="00530790" w:rsidRPr="005D5566">
        <w:t>une voix pleine et ferme</w:t>
      </w:r>
      <w:r>
        <w:t xml:space="preserve">, </w:t>
      </w:r>
      <w:r w:rsidR="00530790" w:rsidRPr="005D5566">
        <w:t>ayez confiance en ces papiers</w:t>
      </w:r>
      <w:r>
        <w:t xml:space="preserve">… </w:t>
      </w:r>
      <w:r w:rsidR="00530790" w:rsidRPr="005D5566">
        <w:t>Je marche peut-être à là mort à cause d</w:t>
      </w:r>
      <w:r>
        <w:t>’</w:t>
      </w:r>
      <w:r w:rsidR="00530790" w:rsidRPr="005D5566">
        <w:t>eux</w:t>
      </w:r>
      <w:r>
        <w:t xml:space="preserve">, </w:t>
      </w:r>
      <w:r w:rsidR="00530790" w:rsidRPr="005D5566">
        <w:rPr>
          <w:bCs/>
        </w:rPr>
        <w:t xml:space="preserve">on </w:t>
      </w:r>
      <w:r w:rsidR="00530790" w:rsidRPr="005D5566">
        <w:t>m</w:t>
      </w:r>
      <w:r>
        <w:t>’</w:t>
      </w:r>
      <w:r w:rsidR="00530790" w:rsidRPr="005D5566">
        <w:t>a battu</w:t>
      </w:r>
      <w:r>
        <w:t xml:space="preserve">, </w:t>
      </w:r>
      <w:r w:rsidR="00530790" w:rsidRPr="005D5566">
        <w:t>torturé</w:t>
      </w:r>
      <w:r>
        <w:t xml:space="preserve">, </w:t>
      </w:r>
      <w:r w:rsidR="00530790" w:rsidRPr="005D5566">
        <w:t>on voulait me forcer à dire où je les avais pris</w:t>
      </w:r>
      <w:r>
        <w:t xml:space="preserve">, </w:t>
      </w:r>
      <w:r w:rsidR="00530790" w:rsidRPr="005D5566">
        <w:t>on me frappera encore</w:t>
      </w:r>
      <w:r>
        <w:t xml:space="preserve">… </w:t>
      </w:r>
      <w:r w:rsidR="00530790" w:rsidRPr="005D5566">
        <w:t>je supporterai tout</w:t>
      </w:r>
      <w:r>
        <w:t xml:space="preserve"> !… </w:t>
      </w:r>
      <w:r w:rsidR="00530790" w:rsidRPr="005D5566">
        <w:t>parce que dans ces papiers se trouve la vérité</w:t>
      </w:r>
      <w:r>
        <w:t xml:space="preserve">… </w:t>
      </w:r>
      <w:r w:rsidR="00530790" w:rsidRPr="005D5566">
        <w:t>et la vérité doit nous être plus chère que le pain</w:t>
      </w:r>
      <w:r>
        <w:t xml:space="preserve"> !… </w:t>
      </w:r>
      <w:r w:rsidR="00530790" w:rsidRPr="005D5566">
        <w:t>que la vie</w:t>
      </w:r>
      <w:r>
        <w:t> !…</w:t>
      </w:r>
    </w:p>
    <w:p w14:paraId="4EF84E5F" w14:textId="77777777" w:rsidR="001C0413" w:rsidRDefault="001C0413" w:rsidP="001C0413">
      <w:r>
        <w:t>— </w:t>
      </w:r>
      <w:r w:rsidR="00530790" w:rsidRPr="005D5566">
        <w:t>Pourquoi dit-il cela</w:t>
      </w:r>
      <w:r>
        <w:t xml:space="preserve"> ? </w:t>
      </w:r>
      <w:r w:rsidR="00530790" w:rsidRPr="005D5566">
        <w:t>demanda l</w:t>
      </w:r>
      <w:r>
        <w:t>’</w:t>
      </w:r>
      <w:r w:rsidR="00530790" w:rsidRPr="005D5566">
        <w:t>un des deux paysans</w:t>
      </w:r>
      <w:r>
        <w:t>.</w:t>
      </w:r>
    </w:p>
    <w:p w14:paraId="0155811E" w14:textId="77777777" w:rsidR="001C0413" w:rsidRDefault="00530790" w:rsidP="001C0413">
      <w:r w:rsidRPr="005D5566">
        <w:t>L</w:t>
      </w:r>
      <w:r w:rsidR="001C0413">
        <w:t>’</w:t>
      </w:r>
      <w:r w:rsidRPr="005D5566">
        <w:t>homme aux yeux bleus répondit avec lenteur</w:t>
      </w:r>
      <w:r w:rsidR="001C0413">
        <w:t> :</w:t>
      </w:r>
    </w:p>
    <w:p w14:paraId="678A9A0A" w14:textId="77777777" w:rsidR="001C0413" w:rsidRDefault="001C0413" w:rsidP="001C0413">
      <w:r>
        <w:t>— </w:t>
      </w:r>
      <w:r w:rsidR="00530790" w:rsidRPr="005D5566">
        <w:t>Qu</w:t>
      </w:r>
      <w:r>
        <w:t>’</w:t>
      </w:r>
      <w:r w:rsidR="00530790" w:rsidRPr="005D5566">
        <w:t>est-ce que cela peut lui faire</w:t>
      </w:r>
      <w:r>
        <w:t xml:space="preserve">… </w:t>
      </w:r>
      <w:r w:rsidR="00530790" w:rsidRPr="005D5566">
        <w:t>on ne meurt pas deux fois</w:t>
      </w:r>
      <w:r>
        <w:t xml:space="preserve">… </w:t>
      </w:r>
      <w:r w:rsidR="00530790" w:rsidRPr="005D5566">
        <w:t>maintenant il est déjà condamné</w:t>
      </w:r>
      <w:r>
        <w:t>…</w:t>
      </w:r>
    </w:p>
    <w:p w14:paraId="19CA87B2" w14:textId="77777777" w:rsidR="001C0413" w:rsidRDefault="00530790" w:rsidP="001C0413">
      <w:r w:rsidRPr="005D5566">
        <w:t>Les agriculteurs restaient muets</w:t>
      </w:r>
      <w:r w:rsidR="001C0413">
        <w:t xml:space="preserve">, </w:t>
      </w:r>
      <w:r w:rsidRPr="005D5566">
        <w:t>lançant des regards furtifs et maussades</w:t>
      </w:r>
      <w:r w:rsidR="001C0413">
        <w:t xml:space="preserve"> ; </w:t>
      </w:r>
      <w:r w:rsidRPr="005D5566">
        <w:t>tous semblaient accablés par quelque chose d</w:t>
      </w:r>
      <w:r w:rsidR="001C0413">
        <w:t>’</w:t>
      </w:r>
      <w:r w:rsidRPr="005D5566">
        <w:t>invisible et de pesant</w:t>
      </w:r>
      <w:r w:rsidR="001C0413">
        <w:t>.</w:t>
      </w:r>
    </w:p>
    <w:p w14:paraId="512C4048" w14:textId="77777777" w:rsidR="001C0413" w:rsidRDefault="00530790" w:rsidP="001C0413">
      <w:r w:rsidRPr="005D5566">
        <w:t>Le sous-officier apparut soudain sur le perron de l</w:t>
      </w:r>
      <w:r w:rsidR="001C0413">
        <w:t>’</w:t>
      </w:r>
      <w:r w:rsidRPr="005D5566">
        <w:t>administration</w:t>
      </w:r>
      <w:r w:rsidR="001C0413">
        <w:t xml:space="preserve"> ; </w:t>
      </w:r>
      <w:r w:rsidRPr="005D5566">
        <w:t>titubant</w:t>
      </w:r>
      <w:r w:rsidR="001C0413">
        <w:t xml:space="preserve">, </w:t>
      </w:r>
      <w:r w:rsidRPr="005D5566">
        <w:t>il hurla d</w:t>
      </w:r>
      <w:r w:rsidR="001C0413">
        <w:t>’</w:t>
      </w:r>
      <w:r w:rsidRPr="005D5566">
        <w:t>une voix avinée</w:t>
      </w:r>
      <w:r w:rsidR="001C0413">
        <w:t> :</w:t>
      </w:r>
    </w:p>
    <w:p w14:paraId="1CDF74F7" w14:textId="77777777" w:rsidR="001C0413" w:rsidRDefault="001C0413" w:rsidP="001C0413">
      <w:r>
        <w:t>— </w:t>
      </w:r>
      <w:r w:rsidR="00530790" w:rsidRPr="005D5566">
        <w:t>Qu</w:t>
      </w:r>
      <w:r>
        <w:t>’</w:t>
      </w:r>
      <w:r w:rsidR="00530790" w:rsidRPr="005D5566">
        <w:t>est-ce que tout ce monde</w:t>
      </w:r>
      <w:r>
        <w:t xml:space="preserve"> ? </w:t>
      </w:r>
      <w:r w:rsidR="00530790" w:rsidRPr="005D5566">
        <w:t>Qui parle</w:t>
      </w:r>
      <w:r>
        <w:t> ?</w:t>
      </w:r>
    </w:p>
    <w:p w14:paraId="0FA8F7CE" w14:textId="77777777" w:rsidR="001C0413" w:rsidRDefault="00530790" w:rsidP="001C0413">
      <w:r w:rsidRPr="005D5566">
        <w:t>Il se précipita sur la place</w:t>
      </w:r>
      <w:r w:rsidR="001C0413">
        <w:t xml:space="preserve">, </w:t>
      </w:r>
      <w:r w:rsidRPr="005D5566">
        <w:t>saisit Rybine par les cheveux</w:t>
      </w:r>
      <w:r w:rsidR="001C0413">
        <w:t xml:space="preserve">, </w:t>
      </w:r>
      <w:r w:rsidRPr="005D5566">
        <w:t>le secoua en avant et en arrière</w:t>
      </w:r>
      <w:r w:rsidR="001C0413">
        <w:t xml:space="preserve">, </w:t>
      </w:r>
      <w:r w:rsidRPr="005D5566">
        <w:t>et cria</w:t>
      </w:r>
      <w:r w:rsidR="001C0413">
        <w:t> :</w:t>
      </w:r>
    </w:p>
    <w:p w14:paraId="46473498" w14:textId="77777777" w:rsidR="001C0413" w:rsidRDefault="001C0413" w:rsidP="001C0413">
      <w:r>
        <w:t>— </w:t>
      </w:r>
      <w:r w:rsidR="00530790" w:rsidRPr="005D5566">
        <w:t>C</w:t>
      </w:r>
      <w:r>
        <w:t>’</w:t>
      </w:r>
      <w:r w:rsidR="00530790" w:rsidRPr="005D5566">
        <w:t>est toi qui parles</w:t>
      </w:r>
      <w:r>
        <w:t xml:space="preserve">, </w:t>
      </w:r>
      <w:r w:rsidR="00530790" w:rsidRPr="005D5566">
        <w:t>fils de chienne</w:t>
      </w:r>
      <w:r>
        <w:t xml:space="preserve">… </w:t>
      </w:r>
      <w:r w:rsidR="00530790" w:rsidRPr="005D5566">
        <w:t>c</w:t>
      </w:r>
      <w:r>
        <w:t>’</w:t>
      </w:r>
      <w:r w:rsidR="00530790" w:rsidRPr="005D5566">
        <w:t>est toi</w:t>
      </w:r>
      <w:r>
        <w:t> ?</w:t>
      </w:r>
    </w:p>
    <w:p w14:paraId="4CB69C2C" w14:textId="77777777" w:rsidR="001C0413" w:rsidRDefault="00530790" w:rsidP="001C0413">
      <w:r w:rsidRPr="005D5566">
        <w:t>La foule devint houleuse et se mit à gronder</w:t>
      </w:r>
      <w:r w:rsidR="001C0413">
        <w:t xml:space="preserve">. </w:t>
      </w:r>
      <w:r w:rsidRPr="005D5566">
        <w:t>En proie à une angoisse violente</w:t>
      </w:r>
      <w:r w:rsidR="001C0413">
        <w:t xml:space="preserve">, </w:t>
      </w:r>
      <w:r w:rsidRPr="005D5566">
        <w:t>la mère baissa la tête</w:t>
      </w:r>
      <w:r w:rsidR="001C0413">
        <w:t xml:space="preserve">. </w:t>
      </w:r>
      <w:r w:rsidRPr="005D5566">
        <w:t>L</w:t>
      </w:r>
      <w:r w:rsidR="001C0413">
        <w:t>’</w:t>
      </w:r>
      <w:r w:rsidRPr="005D5566">
        <w:t xml:space="preserve">un des deux </w:t>
      </w:r>
      <w:r w:rsidRPr="005D5566">
        <w:lastRenderedPageBreak/>
        <w:t>paysans poussa un soupir</w:t>
      </w:r>
      <w:r w:rsidR="001C0413">
        <w:t xml:space="preserve">. </w:t>
      </w:r>
      <w:r w:rsidRPr="005D5566">
        <w:t>Et la voix de Rybine résonna de nouveau</w:t>
      </w:r>
      <w:r w:rsidR="001C0413">
        <w:t> :</w:t>
      </w:r>
    </w:p>
    <w:p w14:paraId="44D3F638" w14:textId="77777777" w:rsidR="001C0413" w:rsidRDefault="001C0413" w:rsidP="001C0413">
      <w:r>
        <w:t>— </w:t>
      </w:r>
      <w:r w:rsidR="00530790" w:rsidRPr="005D5566">
        <w:t>Eh bien regardez</w:t>
      </w:r>
      <w:r>
        <w:t xml:space="preserve">, </w:t>
      </w:r>
      <w:r w:rsidR="00530790" w:rsidRPr="005D5566">
        <w:t>bennes gens</w:t>
      </w:r>
      <w:r>
        <w:t> !…</w:t>
      </w:r>
    </w:p>
    <w:p w14:paraId="2C652D97" w14:textId="77777777" w:rsidR="001C0413" w:rsidRDefault="001C0413" w:rsidP="001C0413">
      <w:r>
        <w:t>— </w:t>
      </w:r>
      <w:r w:rsidR="00530790" w:rsidRPr="005D5566">
        <w:t>Tais-toi</w:t>
      </w:r>
      <w:r>
        <w:t> !</w:t>
      </w:r>
    </w:p>
    <w:p w14:paraId="5888CB19" w14:textId="77777777" w:rsidR="001C0413" w:rsidRDefault="00530790" w:rsidP="001C0413">
      <w:r w:rsidRPr="005D5566">
        <w:t>Et le sous-officier lui donna un coup de poing sur l</w:t>
      </w:r>
      <w:r w:rsidR="001C0413">
        <w:t>’</w:t>
      </w:r>
      <w:r w:rsidRPr="005D5566">
        <w:t>oreille</w:t>
      </w:r>
      <w:r w:rsidR="001C0413">
        <w:t xml:space="preserve">. </w:t>
      </w:r>
      <w:r w:rsidRPr="005D5566">
        <w:t>Rybine chancela</w:t>
      </w:r>
      <w:r w:rsidR="001C0413">
        <w:t xml:space="preserve">, </w:t>
      </w:r>
      <w:r w:rsidRPr="005D5566">
        <w:t>puis haussa les épaules</w:t>
      </w:r>
      <w:r w:rsidR="001C0413">
        <w:t>.</w:t>
      </w:r>
    </w:p>
    <w:p w14:paraId="5F18F2DE" w14:textId="77777777" w:rsidR="001C0413" w:rsidRDefault="001C0413" w:rsidP="001C0413">
      <w:r>
        <w:t>— </w:t>
      </w:r>
      <w:r w:rsidR="00530790" w:rsidRPr="005D5566">
        <w:t>On vous lie les mains et on vous torture comme on veut</w:t>
      </w:r>
      <w:r>
        <w:t> !…</w:t>
      </w:r>
    </w:p>
    <w:p w14:paraId="7918581C" w14:textId="77777777" w:rsidR="001C0413" w:rsidRDefault="001C0413" w:rsidP="001C0413">
      <w:r>
        <w:t>— </w:t>
      </w:r>
      <w:r w:rsidR="00530790" w:rsidRPr="005D5566">
        <w:t>Gardes</w:t>
      </w:r>
      <w:r>
        <w:t xml:space="preserve"> ! </w:t>
      </w:r>
      <w:r w:rsidR="00530790" w:rsidRPr="005D5566">
        <w:t>emmenez-le</w:t>
      </w:r>
      <w:r>
        <w:t xml:space="preserve"> ! </w:t>
      </w:r>
      <w:r w:rsidR="00530790" w:rsidRPr="005D5566">
        <w:t>Dispersez-vous</w:t>
      </w:r>
      <w:r>
        <w:t> !</w:t>
      </w:r>
    </w:p>
    <w:p w14:paraId="326E3B8A" w14:textId="77777777" w:rsidR="001C0413" w:rsidRDefault="00530790" w:rsidP="001C0413">
      <w:r w:rsidRPr="005D5566">
        <w:t>Et sautant devant Rybine comme un chien attaché devant un morceau de viande</w:t>
      </w:r>
      <w:r w:rsidR="001C0413">
        <w:t xml:space="preserve">, </w:t>
      </w:r>
      <w:r w:rsidRPr="005D5566">
        <w:t>le sous-officier lui lança des coups de poing au visage</w:t>
      </w:r>
      <w:r w:rsidR="001C0413">
        <w:t xml:space="preserve">, </w:t>
      </w:r>
      <w:r w:rsidRPr="005D5566">
        <w:t>au ventre et à la poitrine</w:t>
      </w:r>
      <w:r w:rsidR="001C0413">
        <w:t>…</w:t>
      </w:r>
    </w:p>
    <w:p w14:paraId="6B3891A9" w14:textId="77777777" w:rsidR="001C0413" w:rsidRDefault="001C0413" w:rsidP="001C0413">
      <w:r>
        <w:t>— </w:t>
      </w:r>
      <w:r w:rsidR="00530790" w:rsidRPr="005D5566">
        <w:t>Ne le bats pas</w:t>
      </w:r>
      <w:r>
        <w:t xml:space="preserve"> ! </w:t>
      </w:r>
      <w:r w:rsidR="00530790" w:rsidRPr="005D5566">
        <w:t>cria une voix dans la foule</w:t>
      </w:r>
      <w:r>
        <w:t>.</w:t>
      </w:r>
    </w:p>
    <w:p w14:paraId="44D998F4" w14:textId="77777777" w:rsidR="001C0413" w:rsidRDefault="001C0413" w:rsidP="001C0413">
      <w:r>
        <w:t>— </w:t>
      </w:r>
      <w:r w:rsidR="00530790" w:rsidRPr="005D5566">
        <w:t>Pourquoi le frappes-tu</w:t>
      </w:r>
      <w:r>
        <w:t xml:space="preserve"> ? </w:t>
      </w:r>
      <w:r w:rsidR="00530790" w:rsidRPr="005D5566">
        <w:t>demanda un autre</w:t>
      </w:r>
      <w:r>
        <w:t>.</w:t>
      </w:r>
    </w:p>
    <w:p w14:paraId="6EC51002" w14:textId="77777777" w:rsidR="001C0413" w:rsidRDefault="001C0413" w:rsidP="001C0413">
      <w:r>
        <w:t>— </w:t>
      </w:r>
      <w:r w:rsidR="00530790" w:rsidRPr="005D5566">
        <w:t>Allons</w:t>
      </w:r>
      <w:r>
        <w:t xml:space="preserve"> ! </w:t>
      </w:r>
      <w:r w:rsidR="00530790" w:rsidRPr="005D5566">
        <w:t>dit le paysan aux yeux bleus à son compagnon en hochant la tête</w:t>
      </w:r>
      <w:r>
        <w:t xml:space="preserve">. </w:t>
      </w:r>
      <w:r w:rsidR="00530790" w:rsidRPr="005D5566">
        <w:t>Sans se hâter</w:t>
      </w:r>
      <w:r>
        <w:t xml:space="preserve">, </w:t>
      </w:r>
      <w:r w:rsidR="00530790" w:rsidRPr="005D5566">
        <w:t>ils traversèrent la place</w:t>
      </w:r>
      <w:r>
        <w:t xml:space="preserve">, </w:t>
      </w:r>
      <w:r w:rsidR="00530790" w:rsidRPr="005D5566">
        <w:t>tandis que la mère les suivait d</w:t>
      </w:r>
      <w:r>
        <w:t>’</w:t>
      </w:r>
      <w:r w:rsidR="00530790" w:rsidRPr="005D5566">
        <w:t>un regard sympathique</w:t>
      </w:r>
      <w:r>
        <w:t xml:space="preserve">. </w:t>
      </w:r>
      <w:r w:rsidR="00530790" w:rsidRPr="005D5566">
        <w:t>Elle soupira</w:t>
      </w:r>
      <w:r>
        <w:t xml:space="preserve">, </w:t>
      </w:r>
      <w:r w:rsidR="00530790" w:rsidRPr="005D5566">
        <w:t>avec soulagement</w:t>
      </w:r>
      <w:r>
        <w:t xml:space="preserve">. </w:t>
      </w:r>
      <w:r w:rsidR="00530790" w:rsidRPr="005D5566">
        <w:t>Le sous-officier accourut de nouveau lourdement sur le perron et se mit à hurler avec fureur</w:t>
      </w:r>
      <w:r>
        <w:t xml:space="preserve">, </w:t>
      </w:r>
      <w:r w:rsidR="00530790" w:rsidRPr="005D5566">
        <w:t>en brandissant le poing</w:t>
      </w:r>
      <w:r>
        <w:t> :</w:t>
      </w:r>
    </w:p>
    <w:p w14:paraId="4A61500A" w14:textId="77777777" w:rsidR="001C0413" w:rsidRDefault="001C0413" w:rsidP="001C0413">
      <w:r>
        <w:t>— </w:t>
      </w:r>
      <w:r w:rsidR="00530790" w:rsidRPr="005D5566">
        <w:t>Amenez-le ici</w:t>
      </w:r>
      <w:r>
        <w:t xml:space="preserve">, </w:t>
      </w:r>
      <w:r w:rsidR="00530790" w:rsidRPr="005D5566">
        <w:t>je vous dis</w:t>
      </w:r>
      <w:r>
        <w:t> !…</w:t>
      </w:r>
    </w:p>
    <w:p w14:paraId="007BA7B1" w14:textId="77777777" w:rsidR="001C0413" w:rsidRDefault="001C0413" w:rsidP="001C0413">
      <w:r>
        <w:t>— </w:t>
      </w:r>
      <w:r w:rsidR="00530790" w:rsidRPr="005D5566">
        <w:t>Non</w:t>
      </w:r>
      <w:r>
        <w:t xml:space="preserve"> ! </w:t>
      </w:r>
      <w:r w:rsidR="00530790" w:rsidRPr="005D5566">
        <w:t>répliqua une voix sonore</w:t>
      </w:r>
      <w:r>
        <w:t>. (</w:t>
      </w:r>
      <w:r w:rsidR="00530790" w:rsidRPr="005D5566">
        <w:t>La mère comprit que c</w:t>
      </w:r>
      <w:r>
        <w:t>’</w:t>
      </w:r>
      <w:r w:rsidR="00530790" w:rsidRPr="005D5566">
        <w:t>était celle du paysan aux yeux bleus</w:t>
      </w:r>
      <w:r>
        <w:t xml:space="preserve">.) </w:t>
      </w:r>
      <w:r w:rsidR="00530790" w:rsidRPr="005D5566">
        <w:t>Il ne faut pas le permettre</w:t>
      </w:r>
      <w:r>
        <w:t xml:space="preserve">… </w:t>
      </w:r>
      <w:r w:rsidR="00530790" w:rsidRPr="005D5566">
        <w:t>Si on le fait entrer là-dedans</w:t>
      </w:r>
      <w:r>
        <w:t xml:space="preserve">, </w:t>
      </w:r>
      <w:r w:rsidR="00530790" w:rsidRPr="005D5566">
        <w:t>il sera roué de coups jusqu</w:t>
      </w:r>
      <w:r>
        <w:t>’</w:t>
      </w:r>
      <w:r w:rsidR="00530790" w:rsidRPr="005D5566">
        <w:t>à ce que mort s</w:t>
      </w:r>
      <w:r>
        <w:t>’</w:t>
      </w:r>
      <w:r w:rsidR="00530790" w:rsidRPr="005D5566">
        <w:t>ensuive</w:t>
      </w:r>
      <w:r>
        <w:t xml:space="preserve">… </w:t>
      </w:r>
      <w:r w:rsidR="00530790" w:rsidRPr="005D5566">
        <w:t>Et après</w:t>
      </w:r>
      <w:r>
        <w:t xml:space="preserve">, </w:t>
      </w:r>
      <w:r w:rsidR="00530790" w:rsidRPr="005D5566">
        <w:t>on dira que c</w:t>
      </w:r>
      <w:r>
        <w:t>’</w:t>
      </w:r>
      <w:r w:rsidR="00530790" w:rsidRPr="005D5566">
        <w:t>est nous qui sommes coupables</w:t>
      </w:r>
      <w:r>
        <w:t xml:space="preserve">, </w:t>
      </w:r>
      <w:r w:rsidR="00530790" w:rsidRPr="005D5566">
        <w:t>que c</w:t>
      </w:r>
      <w:r>
        <w:t>’</w:t>
      </w:r>
      <w:r w:rsidR="00530790" w:rsidRPr="005D5566">
        <w:t>est nous qui l</w:t>
      </w:r>
      <w:r>
        <w:t>’</w:t>
      </w:r>
      <w:r w:rsidR="00530790" w:rsidRPr="005D5566">
        <w:t>avons tué</w:t>
      </w:r>
      <w:r>
        <w:t xml:space="preserve">… </w:t>
      </w:r>
      <w:r w:rsidR="00530790">
        <w:t>I</w:t>
      </w:r>
      <w:r w:rsidR="00530790" w:rsidRPr="005D5566">
        <w:t>l ne faut pas le permettre</w:t>
      </w:r>
      <w:r>
        <w:t>…</w:t>
      </w:r>
    </w:p>
    <w:p w14:paraId="0EC5DD88" w14:textId="77777777" w:rsidR="001C0413" w:rsidRDefault="001C0413" w:rsidP="001C0413">
      <w:r>
        <w:lastRenderedPageBreak/>
        <w:t>— </w:t>
      </w:r>
      <w:r w:rsidR="00530790" w:rsidRPr="005D5566">
        <w:t>Paysans</w:t>
      </w:r>
      <w:r>
        <w:t xml:space="preserve"> ! </w:t>
      </w:r>
      <w:r w:rsidR="00530790" w:rsidRPr="005D5566">
        <w:t>s</w:t>
      </w:r>
      <w:r>
        <w:t>’</w:t>
      </w:r>
      <w:r w:rsidR="00530790" w:rsidRPr="005D5566">
        <w:t>écria Rybine</w:t>
      </w:r>
      <w:r>
        <w:t xml:space="preserve">. </w:t>
      </w:r>
      <w:r w:rsidR="00530790" w:rsidRPr="005D5566">
        <w:t>Vous ne voyez donc pas comment vous vivez</w:t>
      </w:r>
      <w:r>
        <w:t xml:space="preserve">, </w:t>
      </w:r>
      <w:r w:rsidR="00530790" w:rsidRPr="005D5566">
        <w:t>vous ne voyez pas qu</w:t>
      </w:r>
      <w:r>
        <w:t>’</w:t>
      </w:r>
      <w:r w:rsidR="00530790" w:rsidRPr="005D5566">
        <w:t>on vous dépouille</w:t>
      </w:r>
      <w:r>
        <w:t xml:space="preserve">, </w:t>
      </w:r>
      <w:r w:rsidR="00530790" w:rsidRPr="005D5566">
        <w:t>qu</w:t>
      </w:r>
      <w:r>
        <w:t>’</w:t>
      </w:r>
      <w:r w:rsidR="00530790" w:rsidRPr="005D5566">
        <w:t>on vous trompe</w:t>
      </w:r>
      <w:r>
        <w:t xml:space="preserve">, </w:t>
      </w:r>
      <w:r w:rsidR="00530790" w:rsidRPr="005D5566">
        <w:t>qu</w:t>
      </w:r>
      <w:r>
        <w:t>’</w:t>
      </w:r>
      <w:r w:rsidR="00530790" w:rsidRPr="005D5566">
        <w:t>on boit votre sang</w:t>
      </w:r>
      <w:r>
        <w:t xml:space="preserve"> ?… </w:t>
      </w:r>
      <w:r w:rsidR="00530790" w:rsidRPr="005D5566">
        <w:t>Tout repose sur vous</w:t>
      </w:r>
      <w:r>
        <w:t xml:space="preserve">, </w:t>
      </w:r>
      <w:r w:rsidR="00530790" w:rsidRPr="005D5566">
        <w:t>vous êtes la principale force de la terre</w:t>
      </w:r>
      <w:r>
        <w:t xml:space="preserve">… </w:t>
      </w:r>
      <w:r w:rsidR="00530790" w:rsidRPr="005D5566">
        <w:t>vous êtes toute sa force</w:t>
      </w:r>
      <w:r>
        <w:t xml:space="preserve">… </w:t>
      </w:r>
      <w:r w:rsidR="00530790" w:rsidRPr="005D5566">
        <w:t>Et quels sont vos droits</w:t>
      </w:r>
      <w:r>
        <w:t xml:space="preserve"> ? </w:t>
      </w:r>
      <w:r w:rsidR="00530790" w:rsidRPr="005D5566">
        <w:t>Votre seul droit</w:t>
      </w:r>
      <w:r>
        <w:t xml:space="preserve">, </w:t>
      </w:r>
      <w:r w:rsidR="00530790" w:rsidRPr="005D5566">
        <w:t>c</w:t>
      </w:r>
      <w:r>
        <w:t>’</w:t>
      </w:r>
      <w:r w:rsidR="00530790" w:rsidRPr="005D5566">
        <w:t>est de crever de faim</w:t>
      </w:r>
      <w:r>
        <w:t> !</w:t>
      </w:r>
    </w:p>
    <w:p w14:paraId="6F25EEEA" w14:textId="77777777" w:rsidR="001C0413" w:rsidRDefault="00530790" w:rsidP="001C0413">
      <w:r w:rsidRPr="005D5566">
        <w:t>Soudain</w:t>
      </w:r>
      <w:r w:rsidR="001C0413">
        <w:t xml:space="preserve">, </w:t>
      </w:r>
      <w:r w:rsidRPr="005D5566">
        <w:t>les paysans se mirent à crier</w:t>
      </w:r>
      <w:r w:rsidR="001C0413">
        <w:t xml:space="preserve">, </w:t>
      </w:r>
      <w:r w:rsidRPr="005D5566">
        <w:t>s</w:t>
      </w:r>
      <w:r w:rsidR="001C0413">
        <w:t>’</w:t>
      </w:r>
      <w:r w:rsidRPr="005D5566">
        <w:t>interrompant mutuellement</w:t>
      </w:r>
      <w:r w:rsidR="001C0413">
        <w:t> :</w:t>
      </w:r>
    </w:p>
    <w:p w14:paraId="73362F77" w14:textId="77777777" w:rsidR="001C0413" w:rsidRDefault="001C0413" w:rsidP="001C0413">
      <w:r>
        <w:t>— </w:t>
      </w:r>
      <w:r w:rsidR="00530790" w:rsidRPr="005D5566">
        <w:t>Il a raison</w:t>
      </w:r>
      <w:r>
        <w:t xml:space="preserve">, </w:t>
      </w:r>
      <w:r w:rsidR="00530790" w:rsidRPr="005D5566">
        <w:t>cet homme</w:t>
      </w:r>
      <w:r>
        <w:t> !</w:t>
      </w:r>
    </w:p>
    <w:p w14:paraId="0F0A6936" w14:textId="77777777" w:rsidR="001C0413" w:rsidRDefault="001C0413" w:rsidP="001C0413">
      <w:r>
        <w:t>— </w:t>
      </w:r>
      <w:r w:rsidR="00530790" w:rsidRPr="005D5566">
        <w:t>Appelez le commissaire de police rurale</w:t>
      </w:r>
      <w:r>
        <w:t xml:space="preserve"> ! </w:t>
      </w:r>
      <w:r w:rsidR="00530790" w:rsidRPr="005D5566">
        <w:t>Où est-il</w:t>
      </w:r>
      <w:r>
        <w:t> ?</w:t>
      </w:r>
    </w:p>
    <w:p w14:paraId="5E99B892" w14:textId="77777777" w:rsidR="001C0413" w:rsidRDefault="001C0413" w:rsidP="001C0413">
      <w:r>
        <w:t>— </w:t>
      </w:r>
      <w:r w:rsidR="00530790" w:rsidRPr="005D5566">
        <w:t>Le sous-officier a été le chercher</w:t>
      </w:r>
      <w:r>
        <w:t> !</w:t>
      </w:r>
    </w:p>
    <w:p w14:paraId="2BB36F22" w14:textId="77777777" w:rsidR="001C0413" w:rsidRDefault="001C0413" w:rsidP="001C0413">
      <w:r>
        <w:t>— </w:t>
      </w:r>
      <w:r w:rsidR="00530790" w:rsidRPr="005D5566">
        <w:t>Allons donc</w:t>
      </w:r>
      <w:r>
        <w:t xml:space="preserve"> ! </w:t>
      </w:r>
      <w:r w:rsidR="00530790" w:rsidRPr="005D5566">
        <w:t>Il est ivre</w:t>
      </w:r>
      <w:r>
        <w:t> !</w:t>
      </w:r>
    </w:p>
    <w:p w14:paraId="34D8B4C9" w14:textId="77777777" w:rsidR="001C0413" w:rsidRDefault="001C0413" w:rsidP="001C0413">
      <w:r>
        <w:t>— </w:t>
      </w:r>
      <w:r w:rsidR="00530790" w:rsidRPr="005D5566">
        <w:t>Ce n</w:t>
      </w:r>
      <w:r>
        <w:t>’</w:t>
      </w:r>
      <w:r w:rsidR="00530790" w:rsidRPr="005D5566">
        <w:t>est pas à nous de rassembler les autorités</w:t>
      </w:r>
      <w:r>
        <w:t> !</w:t>
      </w:r>
    </w:p>
    <w:p w14:paraId="1D64A67B" w14:textId="77777777" w:rsidR="001C0413" w:rsidRDefault="00530790" w:rsidP="001C0413">
      <w:r w:rsidRPr="005D5566">
        <w:t>La foule s</w:t>
      </w:r>
      <w:r w:rsidR="001C0413">
        <w:t>’</w:t>
      </w:r>
      <w:r w:rsidRPr="005D5566">
        <w:t>agitait de plus en plus</w:t>
      </w:r>
      <w:r w:rsidR="001C0413">
        <w:t>.</w:t>
      </w:r>
    </w:p>
    <w:p w14:paraId="546C7F40" w14:textId="77777777" w:rsidR="001C0413" w:rsidRDefault="001C0413" w:rsidP="001C0413">
      <w:r>
        <w:t>— </w:t>
      </w:r>
      <w:r w:rsidR="00530790" w:rsidRPr="005D5566">
        <w:t>Parle</w:t>
      </w:r>
      <w:r>
        <w:t xml:space="preserve"> ! </w:t>
      </w:r>
      <w:r w:rsidR="00530790" w:rsidRPr="005D5566">
        <w:t>Nous ne te laisserons pas battre</w:t>
      </w:r>
      <w:r>
        <w:t> !</w:t>
      </w:r>
    </w:p>
    <w:p w14:paraId="6CD8B20A" w14:textId="77777777" w:rsidR="001C0413" w:rsidRDefault="001C0413" w:rsidP="001C0413">
      <w:r>
        <w:t>— </w:t>
      </w:r>
      <w:r w:rsidR="00530790" w:rsidRPr="005D5566">
        <w:t>Qu</w:t>
      </w:r>
      <w:r>
        <w:t>’</w:t>
      </w:r>
      <w:r w:rsidR="00530790" w:rsidRPr="005D5566">
        <w:t>est-ce que tu as fait</w:t>
      </w:r>
      <w:r>
        <w:t xml:space="preserve">, </w:t>
      </w:r>
      <w:r w:rsidR="00530790" w:rsidRPr="005D5566">
        <w:t>hein</w:t>
      </w:r>
      <w:r>
        <w:t> ?</w:t>
      </w:r>
    </w:p>
    <w:p w14:paraId="54465A98" w14:textId="77777777" w:rsidR="001C0413" w:rsidRDefault="001C0413" w:rsidP="001C0413">
      <w:r>
        <w:t>— </w:t>
      </w:r>
      <w:r w:rsidR="00530790" w:rsidRPr="005D5566">
        <w:t>Déliez-lui les mains</w:t>
      </w:r>
      <w:r>
        <w:t> !</w:t>
      </w:r>
    </w:p>
    <w:p w14:paraId="03C8CA4A" w14:textId="77777777" w:rsidR="001C0413" w:rsidRDefault="001C0413" w:rsidP="001C0413">
      <w:r>
        <w:t>— </w:t>
      </w:r>
      <w:r w:rsidR="00530790" w:rsidRPr="005D5566">
        <w:t>Non</w:t>
      </w:r>
      <w:r>
        <w:t xml:space="preserve">, </w:t>
      </w:r>
      <w:r w:rsidR="00530790" w:rsidRPr="005D5566">
        <w:t>non</w:t>
      </w:r>
      <w:r>
        <w:t xml:space="preserve">, </w:t>
      </w:r>
      <w:r w:rsidR="00530790" w:rsidRPr="005D5566">
        <w:t>frères</w:t>
      </w:r>
      <w:r>
        <w:t> !</w:t>
      </w:r>
    </w:p>
    <w:p w14:paraId="639B1896" w14:textId="77777777" w:rsidR="001C0413" w:rsidRDefault="001C0413" w:rsidP="001C0413">
      <w:r>
        <w:t>— </w:t>
      </w:r>
      <w:r w:rsidR="00530790" w:rsidRPr="005D5566">
        <w:t>Pourquoi pas</w:t>
      </w:r>
      <w:r>
        <w:t xml:space="preserve">… </w:t>
      </w:r>
      <w:r w:rsidR="00530790" w:rsidRPr="005D5566">
        <w:t>Cela n</w:t>
      </w:r>
      <w:r>
        <w:t>’</w:t>
      </w:r>
      <w:r w:rsidR="00530790" w:rsidRPr="005D5566">
        <w:t>a pas d</w:t>
      </w:r>
      <w:r>
        <w:t>’</w:t>
      </w:r>
      <w:r w:rsidR="00530790" w:rsidRPr="005D5566">
        <w:t>importance</w:t>
      </w:r>
      <w:r>
        <w:t> !…</w:t>
      </w:r>
    </w:p>
    <w:p w14:paraId="578DD4E1" w14:textId="77777777" w:rsidR="001C0413" w:rsidRDefault="001C0413" w:rsidP="001C0413">
      <w:r>
        <w:t>— </w:t>
      </w:r>
      <w:r w:rsidR="00530790" w:rsidRPr="005D5566">
        <w:t>Réfléchissez avant de faire des bêtises</w:t>
      </w:r>
      <w:r>
        <w:t> !</w:t>
      </w:r>
    </w:p>
    <w:p w14:paraId="06CBE56A" w14:textId="77777777" w:rsidR="001C0413" w:rsidRDefault="001C0413" w:rsidP="001C0413">
      <w:r>
        <w:t>— </w:t>
      </w:r>
      <w:r w:rsidR="00530790" w:rsidRPr="005D5566">
        <w:t>Les mains me font mal</w:t>
      </w:r>
      <w:r>
        <w:t xml:space="preserve"> ! </w:t>
      </w:r>
      <w:r w:rsidR="00530790" w:rsidRPr="005D5566">
        <w:t>dit Rybine en dominant le tumulte de sa voix sonore et mesurée</w:t>
      </w:r>
      <w:r>
        <w:t xml:space="preserve">. </w:t>
      </w:r>
      <w:r w:rsidR="00530790" w:rsidRPr="005D5566">
        <w:t>Mes frères</w:t>
      </w:r>
      <w:r>
        <w:t xml:space="preserve"> ! </w:t>
      </w:r>
      <w:r w:rsidR="00530790" w:rsidRPr="005D5566">
        <w:t>je ne me sauverai pas</w:t>
      </w:r>
      <w:r>
        <w:t xml:space="preserve"> !… </w:t>
      </w:r>
      <w:r w:rsidR="00530790" w:rsidRPr="005D5566">
        <w:t>Je ne puis pas m</w:t>
      </w:r>
      <w:r>
        <w:t>’</w:t>
      </w:r>
      <w:r w:rsidR="00530790" w:rsidRPr="005D5566">
        <w:t>enfuir de la vérité</w:t>
      </w:r>
      <w:r>
        <w:t xml:space="preserve">, </w:t>
      </w:r>
      <w:r w:rsidR="00530790" w:rsidRPr="005D5566">
        <w:t>car elle vit en moi</w:t>
      </w:r>
      <w:r>
        <w:t> !…</w:t>
      </w:r>
    </w:p>
    <w:p w14:paraId="693421BD" w14:textId="77777777" w:rsidR="001C0413" w:rsidRDefault="00530790" w:rsidP="001C0413">
      <w:r w:rsidRPr="005D5566">
        <w:lastRenderedPageBreak/>
        <w:t>Quelques personnes se détachèrent de la foule et s</w:t>
      </w:r>
      <w:r w:rsidR="001C0413">
        <w:t>’</w:t>
      </w:r>
      <w:r w:rsidRPr="005D5566">
        <w:t>éloignèrent en hochant la tête</w:t>
      </w:r>
      <w:r w:rsidR="001C0413">
        <w:t xml:space="preserve"> ; </w:t>
      </w:r>
      <w:r w:rsidRPr="005D5566">
        <w:t>les uns riaient</w:t>
      </w:r>
      <w:r w:rsidR="001C0413">
        <w:t xml:space="preserve">… </w:t>
      </w:r>
      <w:r w:rsidRPr="005D5566">
        <w:t>Mais sans cesse des gens excités</w:t>
      </w:r>
      <w:r w:rsidR="001C0413">
        <w:t xml:space="preserve">, </w:t>
      </w:r>
      <w:r w:rsidRPr="005D5566">
        <w:t>mal vêtus</w:t>
      </w:r>
      <w:r w:rsidR="001C0413">
        <w:t xml:space="preserve">, </w:t>
      </w:r>
      <w:r w:rsidRPr="005D5566">
        <w:t>qui s</w:t>
      </w:r>
      <w:r w:rsidR="001C0413">
        <w:t>’</w:t>
      </w:r>
      <w:r w:rsidRPr="005D5566">
        <w:t>étaient habillés à la hâte arrivaient de tous côtés</w:t>
      </w:r>
      <w:r w:rsidR="001C0413">
        <w:t xml:space="preserve">… </w:t>
      </w:r>
      <w:r w:rsidRPr="005D5566">
        <w:t>ils bouillonnaient autour de Rybine</w:t>
      </w:r>
      <w:r w:rsidR="001C0413">
        <w:t xml:space="preserve">, </w:t>
      </w:r>
      <w:r w:rsidRPr="005D5566">
        <w:t>comme une écume noire</w:t>
      </w:r>
      <w:r w:rsidR="001C0413">
        <w:t xml:space="preserve"> ; </w:t>
      </w:r>
      <w:r w:rsidRPr="005D5566">
        <w:t>debout au milieu d</w:t>
      </w:r>
      <w:r w:rsidR="001C0413">
        <w:t>’</w:t>
      </w:r>
      <w:r w:rsidRPr="005D5566">
        <w:t>eux</w:t>
      </w:r>
      <w:r w:rsidR="001C0413">
        <w:t xml:space="preserve">, </w:t>
      </w:r>
      <w:r w:rsidRPr="005D5566">
        <w:t>telle une chapelle dans la forêt</w:t>
      </w:r>
      <w:r w:rsidR="001C0413">
        <w:t xml:space="preserve">, </w:t>
      </w:r>
      <w:r w:rsidRPr="005D5566">
        <w:t>le prisonnier leva les bras au-dessus de sa tête et cria</w:t>
      </w:r>
      <w:r w:rsidR="001C0413">
        <w:t> :</w:t>
      </w:r>
    </w:p>
    <w:p w14:paraId="4CDC0EAB" w14:textId="77777777" w:rsidR="001C0413" w:rsidRDefault="001C0413" w:rsidP="001C0413">
      <w:r>
        <w:t>— </w:t>
      </w:r>
      <w:r w:rsidR="00530790" w:rsidRPr="005D5566">
        <w:t>Merci</w:t>
      </w:r>
      <w:r>
        <w:t xml:space="preserve">, </w:t>
      </w:r>
      <w:r w:rsidR="00530790" w:rsidRPr="005D5566">
        <w:t>merci</w:t>
      </w:r>
      <w:r>
        <w:t xml:space="preserve">, </w:t>
      </w:r>
      <w:r w:rsidR="00530790" w:rsidRPr="005D5566">
        <w:t>bonnes gens</w:t>
      </w:r>
      <w:r>
        <w:t xml:space="preserve"> ! </w:t>
      </w:r>
      <w:r w:rsidR="00530790" w:rsidRPr="005D5566">
        <w:t>Nous devons nous délier les mains mutuellement</w:t>
      </w:r>
      <w:r>
        <w:t xml:space="preserve"> ! </w:t>
      </w:r>
      <w:r w:rsidR="00530790" w:rsidRPr="005D5566">
        <w:t>Qui nous aiderait si nous ne nous aidions pas nous-mêmes</w:t>
      </w:r>
      <w:r>
        <w:t> ?</w:t>
      </w:r>
    </w:p>
    <w:p w14:paraId="70F38E61" w14:textId="77777777" w:rsidR="001C0413" w:rsidRDefault="00530790" w:rsidP="001C0413">
      <w:r w:rsidRPr="005D5566">
        <w:t>Il leva de nouveau une main tout ensanglantée</w:t>
      </w:r>
      <w:r w:rsidR="001C0413">
        <w:t> :</w:t>
      </w:r>
    </w:p>
    <w:p w14:paraId="7990DA4C" w14:textId="77777777" w:rsidR="001C0413" w:rsidRDefault="001C0413" w:rsidP="001C0413">
      <w:r>
        <w:t>— </w:t>
      </w:r>
      <w:r w:rsidR="00530790" w:rsidRPr="005D5566">
        <w:t>Voyez mon sang</w:t>
      </w:r>
      <w:r>
        <w:t xml:space="preserve"> : </w:t>
      </w:r>
      <w:r w:rsidR="00530790" w:rsidRPr="005D5566">
        <w:t>il coule pour la vérité</w:t>
      </w:r>
      <w:r>
        <w:t>…</w:t>
      </w:r>
    </w:p>
    <w:p w14:paraId="1A9B076B" w14:textId="77777777" w:rsidR="001C0413" w:rsidRDefault="00530790" w:rsidP="001C0413">
      <w:r w:rsidRPr="005D5566">
        <w:t>La mère descendit le perron</w:t>
      </w:r>
      <w:r w:rsidR="001C0413">
        <w:t xml:space="preserve">, </w:t>
      </w:r>
      <w:r w:rsidRPr="005D5566">
        <w:t>mais de la place elle ne pouvait plus voir Rybine</w:t>
      </w:r>
      <w:r w:rsidR="001C0413">
        <w:t xml:space="preserve"> ; </w:t>
      </w:r>
      <w:r w:rsidRPr="005D5566">
        <w:t>elle remonta les quelques marches</w:t>
      </w:r>
      <w:r w:rsidR="001C0413">
        <w:t xml:space="preserve">. </w:t>
      </w:r>
      <w:r w:rsidRPr="005D5566">
        <w:t>Sa poitrine était brûlante</w:t>
      </w:r>
      <w:r w:rsidR="001C0413">
        <w:t xml:space="preserve">, </w:t>
      </w:r>
      <w:r w:rsidRPr="005D5566">
        <w:t>et quelque chose de vaguement joyeux y palpitait</w:t>
      </w:r>
      <w:r w:rsidR="001C0413">
        <w:t>…</w:t>
      </w:r>
    </w:p>
    <w:p w14:paraId="4CDF6A44" w14:textId="77777777" w:rsidR="001C0413" w:rsidRDefault="001C0413" w:rsidP="001C0413">
      <w:r>
        <w:t>— </w:t>
      </w:r>
      <w:r w:rsidR="00530790" w:rsidRPr="005D5566">
        <w:t>Paysans</w:t>
      </w:r>
      <w:r>
        <w:t xml:space="preserve"> ! </w:t>
      </w:r>
      <w:r w:rsidR="00530790" w:rsidRPr="005D5566">
        <w:t>Cherchez les petits papiers</w:t>
      </w:r>
      <w:r>
        <w:t xml:space="preserve">, </w:t>
      </w:r>
      <w:r w:rsidR="00530790" w:rsidRPr="005D5566">
        <w:t>lisez-les</w:t>
      </w:r>
      <w:r>
        <w:t xml:space="preserve">, </w:t>
      </w:r>
      <w:r w:rsidR="00530790" w:rsidRPr="005D5566">
        <w:t>ne croyez pas les autorités et les prêtres</w:t>
      </w:r>
      <w:r>
        <w:t xml:space="preserve">, </w:t>
      </w:r>
      <w:r w:rsidR="00530790" w:rsidRPr="005D5566">
        <w:t>qui vous disent que ce sont des impies et des rebelles</w:t>
      </w:r>
      <w:r>
        <w:t xml:space="preserve">, </w:t>
      </w:r>
      <w:r w:rsidR="00530790" w:rsidRPr="005D5566">
        <w:t>ceux qui vous apportent la vérité</w:t>
      </w:r>
      <w:r>
        <w:t xml:space="preserve">… </w:t>
      </w:r>
      <w:r w:rsidR="00530790" w:rsidRPr="005D5566">
        <w:t>La vérité s</w:t>
      </w:r>
      <w:r>
        <w:t>’</w:t>
      </w:r>
      <w:r w:rsidR="00530790" w:rsidRPr="005D5566">
        <w:t>en va en silence par la terre</w:t>
      </w:r>
      <w:r>
        <w:t xml:space="preserve">, </w:t>
      </w:r>
      <w:r w:rsidR="00530790" w:rsidRPr="005D5566">
        <w:t>elle se cherche un asile dans le sein du peuple</w:t>
      </w:r>
      <w:r>
        <w:t xml:space="preserve">… </w:t>
      </w:r>
      <w:r w:rsidR="00530790" w:rsidRPr="005D5566">
        <w:t>La vérité est votre meilleure amie</w:t>
      </w:r>
      <w:r>
        <w:t xml:space="preserve"> ; </w:t>
      </w:r>
      <w:r w:rsidR="00530790" w:rsidRPr="005D5566">
        <w:t>pour les autorités</w:t>
      </w:r>
      <w:r>
        <w:t xml:space="preserve">, </w:t>
      </w:r>
      <w:r w:rsidR="00530790" w:rsidRPr="005D5566">
        <w:t>c</w:t>
      </w:r>
      <w:r>
        <w:t>’</w:t>
      </w:r>
      <w:r w:rsidR="00530790" w:rsidRPr="005D5566">
        <w:t>est une ennemie jurée</w:t>
      </w:r>
      <w:r>
        <w:t xml:space="preserve">, </w:t>
      </w:r>
      <w:r w:rsidR="00530790" w:rsidRPr="005D5566">
        <w:t>c</w:t>
      </w:r>
      <w:r>
        <w:t>’</w:t>
      </w:r>
      <w:r w:rsidR="00530790" w:rsidRPr="005D5566">
        <w:t>est pourquoi elle se cache</w:t>
      </w:r>
      <w:r>
        <w:t>…</w:t>
      </w:r>
    </w:p>
    <w:p w14:paraId="4185D836" w14:textId="77777777" w:rsidR="001C0413" w:rsidRDefault="00530790" w:rsidP="001C0413">
      <w:r w:rsidRPr="005D5566">
        <w:t>De nouveau</w:t>
      </w:r>
      <w:r w:rsidR="001C0413">
        <w:t xml:space="preserve">, </w:t>
      </w:r>
      <w:r w:rsidRPr="005D5566">
        <w:t>quelques exclamations résonnèrent dans la foule</w:t>
      </w:r>
      <w:r w:rsidR="001C0413">
        <w:t>.</w:t>
      </w:r>
    </w:p>
    <w:p w14:paraId="766DB1ED" w14:textId="77777777" w:rsidR="001C0413" w:rsidRDefault="001C0413" w:rsidP="001C0413">
      <w:r>
        <w:t>— </w:t>
      </w:r>
      <w:r w:rsidR="00530790" w:rsidRPr="005D5566">
        <w:t>Écoutez</w:t>
      </w:r>
      <w:r>
        <w:t xml:space="preserve">, </w:t>
      </w:r>
      <w:r w:rsidR="00530790" w:rsidRPr="005D5566">
        <w:t>frères</w:t>
      </w:r>
      <w:r>
        <w:t> !</w:t>
      </w:r>
    </w:p>
    <w:p w14:paraId="339C457C" w14:textId="77777777" w:rsidR="001C0413" w:rsidRDefault="001C0413" w:rsidP="001C0413">
      <w:r>
        <w:t>— </w:t>
      </w:r>
      <w:r w:rsidR="00530790" w:rsidRPr="005D5566">
        <w:t>Ah</w:t>
      </w:r>
      <w:r>
        <w:t xml:space="preserve"> ! </w:t>
      </w:r>
      <w:r w:rsidR="00530790" w:rsidRPr="005D5566">
        <w:t>mon pauvre homme</w:t>
      </w:r>
      <w:r>
        <w:t xml:space="preserve">, </w:t>
      </w:r>
      <w:r w:rsidR="00530790" w:rsidRPr="005D5566">
        <w:t>tu es perdu</w:t>
      </w:r>
      <w:r>
        <w:t> !</w:t>
      </w:r>
    </w:p>
    <w:p w14:paraId="7F3D9CE2" w14:textId="77777777" w:rsidR="001C0413" w:rsidRDefault="001C0413" w:rsidP="001C0413">
      <w:r>
        <w:t>— </w:t>
      </w:r>
      <w:r w:rsidR="00530790" w:rsidRPr="005D5566">
        <w:t>Qui t</w:t>
      </w:r>
      <w:r>
        <w:t>’</w:t>
      </w:r>
      <w:r w:rsidR="00530790" w:rsidRPr="005D5566">
        <w:t>a trahi</w:t>
      </w:r>
      <w:r>
        <w:t> ?</w:t>
      </w:r>
    </w:p>
    <w:p w14:paraId="3836FD28" w14:textId="77777777" w:rsidR="001C0413" w:rsidRDefault="001C0413" w:rsidP="001C0413">
      <w:r>
        <w:lastRenderedPageBreak/>
        <w:t>— </w:t>
      </w:r>
      <w:r w:rsidR="00530790" w:rsidRPr="005D5566">
        <w:t>Le prêtre</w:t>
      </w:r>
      <w:r>
        <w:t xml:space="preserve"> ! </w:t>
      </w:r>
      <w:r w:rsidR="00530790" w:rsidRPr="005D5566">
        <w:t>répondit l</w:t>
      </w:r>
      <w:r>
        <w:t>’</w:t>
      </w:r>
      <w:r w:rsidR="00530790" w:rsidRPr="005D5566">
        <w:t>un des gardes</w:t>
      </w:r>
      <w:r>
        <w:t>.</w:t>
      </w:r>
    </w:p>
    <w:p w14:paraId="37EE59BE" w14:textId="77777777" w:rsidR="001C0413" w:rsidRDefault="00530790" w:rsidP="001C0413">
      <w:r w:rsidRPr="005D5566">
        <w:t>Deux paysans lancèrent une bordée d</w:t>
      </w:r>
      <w:r w:rsidR="001C0413">
        <w:t>’</w:t>
      </w:r>
      <w:r w:rsidRPr="005D5566">
        <w:t>injures</w:t>
      </w:r>
      <w:r w:rsidR="001C0413">
        <w:t>.</w:t>
      </w:r>
    </w:p>
    <w:p w14:paraId="62417175" w14:textId="77777777" w:rsidR="001C0413" w:rsidRDefault="001C0413" w:rsidP="001C0413">
      <w:r>
        <w:t>— </w:t>
      </w:r>
      <w:r w:rsidR="00530790" w:rsidRPr="005D5566">
        <w:t>Attention</w:t>
      </w:r>
      <w:r>
        <w:t xml:space="preserve">, </w:t>
      </w:r>
      <w:r w:rsidR="00530790" w:rsidRPr="005D5566">
        <w:t>camarades</w:t>
      </w:r>
      <w:r>
        <w:t xml:space="preserve"> ! </w:t>
      </w:r>
      <w:r w:rsidR="00530790" w:rsidRPr="005D5566">
        <w:t>avertit une voix</w:t>
      </w:r>
      <w:r>
        <w:t>.</w:t>
      </w:r>
    </w:p>
    <w:p w14:paraId="0EF0EEC1" w14:textId="4DF59AD3" w:rsidR="00530790" w:rsidRPr="003B37B8" w:rsidRDefault="00530790" w:rsidP="001C0413">
      <w:pPr>
        <w:pStyle w:val="Titre2"/>
        <w:rPr>
          <w:szCs w:val="44"/>
        </w:rPr>
      </w:pPr>
      <w:bookmarkStart w:id="47" w:name="_Toc202279568"/>
      <w:r w:rsidRPr="003B37B8">
        <w:rPr>
          <w:szCs w:val="44"/>
        </w:rPr>
        <w:lastRenderedPageBreak/>
        <w:t>XV</w:t>
      </w:r>
      <w:bookmarkEnd w:id="47"/>
      <w:r w:rsidRPr="003B37B8">
        <w:rPr>
          <w:szCs w:val="44"/>
        </w:rPr>
        <w:br/>
      </w:r>
    </w:p>
    <w:p w14:paraId="5CBC2C80" w14:textId="77777777" w:rsidR="001C0413" w:rsidRDefault="00530790" w:rsidP="001C0413">
      <w:r w:rsidRPr="005D5566">
        <w:t>Le commissaire de la police rurale arrivait</w:t>
      </w:r>
      <w:r w:rsidR="001C0413">
        <w:t xml:space="preserve"> ; </w:t>
      </w:r>
      <w:r w:rsidRPr="005D5566">
        <w:t>c</w:t>
      </w:r>
      <w:r w:rsidR="001C0413">
        <w:t>’</w:t>
      </w:r>
      <w:r w:rsidRPr="005D5566">
        <w:t>était un grand homme robuste</w:t>
      </w:r>
      <w:r w:rsidR="001C0413">
        <w:t xml:space="preserve">, </w:t>
      </w:r>
      <w:r w:rsidRPr="005D5566">
        <w:t>à la figure ronde</w:t>
      </w:r>
      <w:r w:rsidR="001C0413">
        <w:t xml:space="preserve">. </w:t>
      </w:r>
      <w:r w:rsidRPr="005D5566">
        <w:t>Il avait sa casquette sur l</w:t>
      </w:r>
      <w:r w:rsidR="001C0413">
        <w:t>’</w:t>
      </w:r>
      <w:r w:rsidRPr="005D5566">
        <w:t>oreille</w:t>
      </w:r>
      <w:r w:rsidR="001C0413">
        <w:t xml:space="preserve"> ; </w:t>
      </w:r>
      <w:r w:rsidRPr="005D5566">
        <w:t>une pointe de sa moustache se redressait</w:t>
      </w:r>
      <w:r w:rsidR="001C0413">
        <w:t xml:space="preserve">, </w:t>
      </w:r>
      <w:r w:rsidRPr="005D5566">
        <w:t>l</w:t>
      </w:r>
      <w:r w:rsidR="001C0413">
        <w:t>’</w:t>
      </w:r>
      <w:r w:rsidRPr="005D5566">
        <w:t>autre descendait</w:t>
      </w:r>
      <w:r w:rsidR="001C0413">
        <w:t xml:space="preserve">, </w:t>
      </w:r>
      <w:r w:rsidRPr="005D5566">
        <w:t>ce qui tordait son visage</w:t>
      </w:r>
      <w:r w:rsidR="001C0413">
        <w:t xml:space="preserve">, </w:t>
      </w:r>
      <w:r w:rsidRPr="005D5566">
        <w:t>déjà défiguré par un sourire mort et stupide</w:t>
      </w:r>
      <w:r w:rsidR="001C0413">
        <w:t xml:space="preserve">. </w:t>
      </w:r>
      <w:r w:rsidRPr="005D5566">
        <w:t>De la main gauche il tenait un petit sabre</w:t>
      </w:r>
      <w:r w:rsidR="001C0413">
        <w:t xml:space="preserve">, </w:t>
      </w:r>
      <w:r w:rsidRPr="005D5566">
        <w:t>et il agitait le bras droit</w:t>
      </w:r>
      <w:r w:rsidR="001C0413">
        <w:t xml:space="preserve">. </w:t>
      </w:r>
      <w:r w:rsidRPr="005D5566">
        <w:t>On entendait le bruit de ses pas fermes et pesants</w:t>
      </w:r>
      <w:r w:rsidR="001C0413">
        <w:t xml:space="preserve">. </w:t>
      </w:r>
      <w:r w:rsidRPr="005D5566">
        <w:t>La foule s</w:t>
      </w:r>
      <w:r w:rsidR="001C0413">
        <w:t>’</w:t>
      </w:r>
      <w:r w:rsidRPr="005D5566">
        <w:t>écartait devant lui</w:t>
      </w:r>
      <w:r w:rsidR="001C0413">
        <w:t xml:space="preserve">. </w:t>
      </w:r>
      <w:r w:rsidRPr="005D5566">
        <w:t>Une expression d</w:t>
      </w:r>
      <w:r w:rsidR="001C0413">
        <w:t>’</w:t>
      </w:r>
      <w:r w:rsidRPr="005D5566">
        <w:t>accablement morne apparut sur les physionomies</w:t>
      </w:r>
      <w:r w:rsidR="001C0413">
        <w:t xml:space="preserve">. </w:t>
      </w:r>
      <w:r w:rsidRPr="005D5566">
        <w:t>Le tumulte s</w:t>
      </w:r>
      <w:r w:rsidR="001C0413">
        <w:t>’</w:t>
      </w:r>
      <w:r w:rsidRPr="005D5566">
        <w:t>apaisa</w:t>
      </w:r>
      <w:r w:rsidR="001C0413">
        <w:t xml:space="preserve">, </w:t>
      </w:r>
      <w:r w:rsidRPr="005D5566">
        <w:t>disparut comme s</w:t>
      </w:r>
      <w:r w:rsidR="001C0413">
        <w:t>’</w:t>
      </w:r>
      <w:r w:rsidRPr="005D5566">
        <w:t>il se fût enfoncé dans la terre</w:t>
      </w:r>
      <w:r w:rsidR="001C0413">
        <w:t xml:space="preserve">. </w:t>
      </w:r>
      <w:r w:rsidRPr="005D5566">
        <w:t>La mère sentit que la peau de son front tremblait</w:t>
      </w:r>
      <w:r w:rsidR="001C0413">
        <w:t xml:space="preserve"> ; </w:t>
      </w:r>
      <w:r w:rsidRPr="005D5566">
        <w:t>une chaude buée monta à ses yeux</w:t>
      </w:r>
      <w:r w:rsidR="001C0413">
        <w:t xml:space="preserve">. </w:t>
      </w:r>
      <w:r w:rsidRPr="005D5566">
        <w:t>Elle eut de nouveau envie d</w:t>
      </w:r>
      <w:r w:rsidR="001C0413">
        <w:t>’</w:t>
      </w:r>
      <w:r w:rsidRPr="005D5566">
        <w:t>aller se mêler à la foule</w:t>
      </w:r>
      <w:r w:rsidR="001C0413">
        <w:t xml:space="preserve">, </w:t>
      </w:r>
      <w:r w:rsidRPr="005D5566">
        <w:t>elle se pencha et se figea dans une attente angoissée</w:t>
      </w:r>
      <w:r w:rsidR="001C0413">
        <w:t>.</w:t>
      </w:r>
    </w:p>
    <w:p w14:paraId="46DC92A4" w14:textId="77777777" w:rsidR="001C0413" w:rsidRDefault="001C0413" w:rsidP="001C0413">
      <w:r>
        <w:t>— </w:t>
      </w:r>
      <w:r w:rsidR="00530790" w:rsidRPr="005D5566">
        <w:t>Qu</w:t>
      </w:r>
      <w:r>
        <w:t>’</w:t>
      </w:r>
      <w:r w:rsidR="00530790" w:rsidRPr="005D5566">
        <w:t>y a-t-il</w:t>
      </w:r>
      <w:r>
        <w:t xml:space="preserve"> ? </w:t>
      </w:r>
      <w:r w:rsidR="00530790" w:rsidRPr="005D5566">
        <w:t>demanda le commissaire en s</w:t>
      </w:r>
      <w:r>
        <w:t>’</w:t>
      </w:r>
      <w:r w:rsidR="00530790" w:rsidRPr="005D5566">
        <w:t>arrêtant devant Rybine et en le toisant</w:t>
      </w:r>
      <w:r>
        <w:t xml:space="preserve">. </w:t>
      </w:r>
      <w:r w:rsidR="00530790" w:rsidRPr="005D5566">
        <w:t>Pourquoi ses mains ne sont-elles pas liées</w:t>
      </w:r>
      <w:r>
        <w:t xml:space="preserve"> ? </w:t>
      </w:r>
      <w:r w:rsidR="00530790" w:rsidRPr="005D5566">
        <w:t>Pourquoi cela</w:t>
      </w:r>
      <w:r>
        <w:t xml:space="preserve">, </w:t>
      </w:r>
      <w:r w:rsidR="00530790" w:rsidRPr="005D5566">
        <w:t>garrottez-le</w:t>
      </w:r>
      <w:r>
        <w:t> !</w:t>
      </w:r>
    </w:p>
    <w:p w14:paraId="6D9A2406" w14:textId="77777777" w:rsidR="001C0413" w:rsidRDefault="00530790" w:rsidP="001C0413">
      <w:r w:rsidRPr="005D5566">
        <w:t>Sa voix était aiguë et sonore</w:t>
      </w:r>
      <w:r w:rsidR="001C0413">
        <w:t xml:space="preserve">, </w:t>
      </w:r>
      <w:r w:rsidRPr="005D5566">
        <w:t>mais incolore</w:t>
      </w:r>
      <w:r w:rsidR="001C0413">
        <w:t>.</w:t>
      </w:r>
    </w:p>
    <w:p w14:paraId="3603120E" w14:textId="77777777" w:rsidR="001C0413" w:rsidRDefault="001C0413" w:rsidP="001C0413">
      <w:r>
        <w:t>— </w:t>
      </w:r>
      <w:r w:rsidR="00530790" w:rsidRPr="005D5566">
        <w:t>Elles étaient liées</w:t>
      </w:r>
      <w:r>
        <w:t xml:space="preserve">… </w:t>
      </w:r>
      <w:r w:rsidR="00530790" w:rsidRPr="005D5566">
        <w:t>le peuple les a déliées</w:t>
      </w:r>
      <w:r>
        <w:t xml:space="preserve"> ! </w:t>
      </w:r>
      <w:r w:rsidR="00530790" w:rsidRPr="005D5566">
        <w:t>répondit l</w:t>
      </w:r>
      <w:r>
        <w:t>’</w:t>
      </w:r>
      <w:r w:rsidR="00530790" w:rsidRPr="005D5566">
        <w:t>un des gardes</w:t>
      </w:r>
      <w:r>
        <w:t>.</w:t>
      </w:r>
    </w:p>
    <w:p w14:paraId="42CA3B6F" w14:textId="77777777" w:rsidR="001C0413" w:rsidRDefault="001C0413" w:rsidP="001C0413">
      <w:r>
        <w:t>— </w:t>
      </w:r>
      <w:r w:rsidR="00530790" w:rsidRPr="005D5566">
        <w:t>Quoi</w:t>
      </w:r>
      <w:r>
        <w:t xml:space="preserve"> ! </w:t>
      </w:r>
      <w:r w:rsidR="00530790" w:rsidRPr="005D5566">
        <w:t>Le peuple</w:t>
      </w:r>
      <w:r>
        <w:t xml:space="preserve"> ! </w:t>
      </w:r>
      <w:r w:rsidR="00530790" w:rsidRPr="005D5566">
        <w:t>Quel peuple</w:t>
      </w:r>
      <w:r>
        <w:t> ?</w:t>
      </w:r>
    </w:p>
    <w:p w14:paraId="16F32E2B" w14:textId="77777777" w:rsidR="001C0413" w:rsidRDefault="00530790" w:rsidP="001C0413">
      <w:r w:rsidRPr="005D5566">
        <w:t>Le commissaire regarda les gens qui l</w:t>
      </w:r>
      <w:r w:rsidR="001C0413">
        <w:t>’</w:t>
      </w:r>
      <w:r w:rsidRPr="005D5566">
        <w:t>entouraient en un demi-cercle</w:t>
      </w:r>
      <w:r w:rsidR="001C0413">
        <w:t xml:space="preserve">, </w:t>
      </w:r>
      <w:r w:rsidRPr="005D5566">
        <w:t>et il continua de la même voix blanche et uniforme</w:t>
      </w:r>
      <w:r w:rsidR="001C0413">
        <w:t> :</w:t>
      </w:r>
    </w:p>
    <w:p w14:paraId="292E76D5" w14:textId="77777777" w:rsidR="001C0413" w:rsidRDefault="001C0413" w:rsidP="001C0413">
      <w:r>
        <w:t>— </w:t>
      </w:r>
      <w:r w:rsidR="00530790" w:rsidRPr="005D5566">
        <w:t>Qui est-ce le peuple</w:t>
      </w:r>
      <w:r>
        <w:t> ?</w:t>
      </w:r>
    </w:p>
    <w:p w14:paraId="49BFA914" w14:textId="77777777" w:rsidR="001C0413" w:rsidRDefault="00530790" w:rsidP="001C0413">
      <w:r w:rsidRPr="005D5566">
        <w:lastRenderedPageBreak/>
        <w:t>Il toucha de la poignée de son sabre la poitrine du paysan aux yeux bleus</w:t>
      </w:r>
      <w:r w:rsidR="001C0413">
        <w:t> :</w:t>
      </w:r>
    </w:p>
    <w:p w14:paraId="4A040F90" w14:textId="77777777" w:rsidR="001C0413" w:rsidRDefault="001C0413" w:rsidP="001C0413">
      <w:r>
        <w:t>— </w:t>
      </w:r>
      <w:r w:rsidR="00530790" w:rsidRPr="005D5566">
        <w:t>Est-ce toi qui es le peuple</w:t>
      </w:r>
      <w:r>
        <w:t xml:space="preserve">, </w:t>
      </w:r>
      <w:r w:rsidR="00530790" w:rsidRPr="005D5566">
        <w:t>Tchoumakov</w:t>
      </w:r>
      <w:r>
        <w:t xml:space="preserve"> ? </w:t>
      </w:r>
      <w:r w:rsidR="00530790" w:rsidRPr="005D5566">
        <w:t>Et qui encore</w:t>
      </w:r>
      <w:r>
        <w:t xml:space="preserve"> ? </w:t>
      </w:r>
      <w:r w:rsidR="00530790" w:rsidRPr="005D5566">
        <w:t>Toi</w:t>
      </w:r>
      <w:r>
        <w:t xml:space="preserve">, </w:t>
      </w:r>
      <w:r w:rsidR="00530790" w:rsidRPr="005D5566">
        <w:t>Michine</w:t>
      </w:r>
      <w:r>
        <w:t> ?</w:t>
      </w:r>
    </w:p>
    <w:p w14:paraId="62BAC95A" w14:textId="77777777" w:rsidR="001C0413" w:rsidRDefault="00530790" w:rsidP="001C0413">
      <w:r w:rsidRPr="005D5566">
        <w:t>Et il tira un autre paysan par la barbe</w:t>
      </w:r>
      <w:r w:rsidR="001C0413">
        <w:t>.</w:t>
      </w:r>
    </w:p>
    <w:p w14:paraId="415D8798" w14:textId="77777777" w:rsidR="001C0413" w:rsidRDefault="001C0413" w:rsidP="001C0413">
      <w:r>
        <w:t>— </w:t>
      </w:r>
      <w:r w:rsidR="00530790" w:rsidRPr="005D5566">
        <w:t>Dispersez-vous</w:t>
      </w:r>
      <w:r>
        <w:t xml:space="preserve">, </w:t>
      </w:r>
      <w:r w:rsidR="00530790" w:rsidRPr="005D5566">
        <w:t>canailles</w:t>
      </w:r>
      <w:r>
        <w:t xml:space="preserve"> !… </w:t>
      </w:r>
      <w:r w:rsidR="00530790" w:rsidRPr="005D5566">
        <w:t>sinon</w:t>
      </w:r>
      <w:r>
        <w:t xml:space="preserve">, </w:t>
      </w:r>
      <w:r w:rsidR="00530790" w:rsidRPr="005D5566">
        <w:t>je vous</w:t>
      </w:r>
      <w:r>
        <w:t xml:space="preserve">… </w:t>
      </w:r>
      <w:r w:rsidR="00530790" w:rsidRPr="005D5566">
        <w:t>je vous montrerai</w:t>
      </w:r>
      <w:r>
        <w:t>… !</w:t>
      </w:r>
    </w:p>
    <w:p w14:paraId="574BA0C7" w14:textId="77777777" w:rsidR="001C0413" w:rsidRDefault="00530790" w:rsidP="001C0413">
      <w:r w:rsidRPr="005D5566">
        <w:t>Il n</w:t>
      </w:r>
      <w:r w:rsidR="001C0413">
        <w:t>’</w:t>
      </w:r>
      <w:r w:rsidRPr="005D5566">
        <w:t>y avait ni irritation ni menace dans sa voix</w:t>
      </w:r>
      <w:r w:rsidR="001C0413">
        <w:t xml:space="preserve">, </w:t>
      </w:r>
      <w:r w:rsidRPr="005D5566">
        <w:t>pas plus que sur sa physionomie</w:t>
      </w:r>
      <w:r w:rsidR="001C0413">
        <w:t xml:space="preserve"> ; </w:t>
      </w:r>
      <w:r w:rsidRPr="005D5566">
        <w:t>il parlait avec un calme parfait et frappait les campagnards avec des gestes assurés et égaux</w:t>
      </w:r>
      <w:r w:rsidR="001C0413">
        <w:t xml:space="preserve">. </w:t>
      </w:r>
      <w:r w:rsidRPr="005D5566">
        <w:t>Les groupes reculaient à son approche</w:t>
      </w:r>
      <w:r w:rsidR="001C0413">
        <w:t xml:space="preserve">, </w:t>
      </w:r>
      <w:r w:rsidRPr="005D5566">
        <w:t>les têtes se baissaient</w:t>
      </w:r>
      <w:r w:rsidR="001C0413">
        <w:t xml:space="preserve">, </w:t>
      </w:r>
      <w:r w:rsidRPr="005D5566">
        <w:t>les visages se détournaient</w:t>
      </w:r>
      <w:r w:rsidR="001C0413">
        <w:t>.</w:t>
      </w:r>
    </w:p>
    <w:p w14:paraId="106CB113" w14:textId="77777777" w:rsidR="001C0413" w:rsidRDefault="001C0413" w:rsidP="001C0413">
      <w:r>
        <w:t>— </w:t>
      </w:r>
      <w:r w:rsidR="00530790" w:rsidRPr="005D5566">
        <w:t>Eh bien</w:t>
      </w:r>
      <w:r>
        <w:t xml:space="preserve"> ! </w:t>
      </w:r>
      <w:r w:rsidR="00530790" w:rsidRPr="005D5566">
        <w:t>qu</w:t>
      </w:r>
      <w:r>
        <w:t>’</w:t>
      </w:r>
      <w:r w:rsidR="00530790" w:rsidRPr="005D5566">
        <w:t>attendez-vous</w:t>
      </w:r>
      <w:r>
        <w:t xml:space="preserve"> ? </w:t>
      </w:r>
      <w:r w:rsidR="00530790" w:rsidRPr="005D5566">
        <w:t>demanda-t-il aux gardes</w:t>
      </w:r>
      <w:r>
        <w:t xml:space="preserve">, </w:t>
      </w:r>
      <w:r w:rsidR="00530790" w:rsidRPr="005D5566">
        <w:t>garrottez-le</w:t>
      </w:r>
      <w:r>
        <w:t> !</w:t>
      </w:r>
    </w:p>
    <w:p w14:paraId="74EB891C" w14:textId="77777777" w:rsidR="001C0413" w:rsidRDefault="00530790" w:rsidP="001C0413">
      <w:r w:rsidRPr="005D5566">
        <w:t>Après une volée d</w:t>
      </w:r>
      <w:r w:rsidR="001C0413">
        <w:t>’</w:t>
      </w:r>
      <w:r w:rsidRPr="005D5566">
        <w:t>injures cyniques</w:t>
      </w:r>
      <w:r w:rsidR="001C0413">
        <w:t xml:space="preserve">, </w:t>
      </w:r>
      <w:r w:rsidRPr="005D5566">
        <w:t>il regarda de nouveau Rybine et lui cria</w:t>
      </w:r>
      <w:r w:rsidR="001C0413">
        <w:t> :</w:t>
      </w:r>
    </w:p>
    <w:p w14:paraId="647B3F66" w14:textId="77777777" w:rsidR="001C0413" w:rsidRDefault="001C0413" w:rsidP="001C0413">
      <w:r>
        <w:t>— </w:t>
      </w:r>
      <w:r w:rsidR="00530790" w:rsidRPr="005D5566">
        <w:t>Hé</w:t>
      </w:r>
      <w:r>
        <w:t xml:space="preserve">, </w:t>
      </w:r>
      <w:r w:rsidR="00530790" w:rsidRPr="005D5566">
        <w:t>toi</w:t>
      </w:r>
      <w:r>
        <w:t xml:space="preserve"> ! </w:t>
      </w:r>
      <w:r w:rsidR="00530790" w:rsidRPr="005D5566">
        <w:t>Les mains au dos</w:t>
      </w:r>
      <w:r>
        <w:t> !</w:t>
      </w:r>
    </w:p>
    <w:p w14:paraId="065041A2" w14:textId="77777777" w:rsidR="001C0413" w:rsidRDefault="001C0413" w:rsidP="001C0413">
      <w:r>
        <w:t>— </w:t>
      </w:r>
      <w:r w:rsidR="00530790" w:rsidRPr="005D5566">
        <w:t>Je ne veux pas qu</w:t>
      </w:r>
      <w:r>
        <w:t>’</w:t>
      </w:r>
      <w:r w:rsidR="00530790" w:rsidRPr="005D5566">
        <w:t>on me les attache</w:t>
      </w:r>
      <w:r>
        <w:t xml:space="preserve"> ! </w:t>
      </w:r>
      <w:r w:rsidR="00530790" w:rsidRPr="005D5566">
        <w:t>répliqua Rybine</w:t>
      </w:r>
      <w:r>
        <w:t xml:space="preserve">. </w:t>
      </w:r>
      <w:r w:rsidR="00530790" w:rsidRPr="005D5566">
        <w:t>Je ne m</w:t>
      </w:r>
      <w:r>
        <w:t>’</w:t>
      </w:r>
      <w:r w:rsidR="00530790" w:rsidRPr="005D5566">
        <w:t>enfuirai pas</w:t>
      </w:r>
      <w:r>
        <w:t xml:space="preserve">… </w:t>
      </w:r>
      <w:r w:rsidR="00530790" w:rsidRPr="005D5566">
        <w:t>je ne me défends pas</w:t>
      </w:r>
      <w:r>
        <w:t xml:space="preserve">… </w:t>
      </w:r>
      <w:r w:rsidR="00530790" w:rsidRPr="005D5566">
        <w:t>à quoi bon me lier</w:t>
      </w:r>
      <w:r>
        <w:t> ?</w:t>
      </w:r>
    </w:p>
    <w:p w14:paraId="27BB6DAA" w14:textId="77777777" w:rsidR="001C0413" w:rsidRDefault="001C0413" w:rsidP="001C0413">
      <w:r>
        <w:t>— </w:t>
      </w:r>
      <w:r w:rsidR="00530790" w:rsidRPr="005D5566">
        <w:t>Quoi</w:t>
      </w:r>
      <w:r>
        <w:t xml:space="preserve"> ? </w:t>
      </w:r>
      <w:r w:rsidR="00530790" w:rsidRPr="005D5566">
        <w:t>demanda le commissaire en marchant sur lui</w:t>
      </w:r>
      <w:r>
        <w:t>.</w:t>
      </w:r>
    </w:p>
    <w:p w14:paraId="0B3A6FD2" w14:textId="77777777" w:rsidR="001C0413" w:rsidRDefault="001C0413" w:rsidP="001C0413">
      <w:r>
        <w:t>— </w:t>
      </w:r>
      <w:r w:rsidR="00530790" w:rsidRPr="005D5566">
        <w:t>Vous avez déjà assez torturé le peuple</w:t>
      </w:r>
      <w:r>
        <w:t xml:space="preserve">, </w:t>
      </w:r>
      <w:r w:rsidR="00530790" w:rsidRPr="005D5566">
        <w:t>fauves</w:t>
      </w:r>
      <w:r>
        <w:t xml:space="preserve"> ! </w:t>
      </w:r>
      <w:r w:rsidR="00530790" w:rsidRPr="005D5566">
        <w:t>continua Rybine en haussant la voix</w:t>
      </w:r>
      <w:r>
        <w:t xml:space="preserve">. </w:t>
      </w:r>
      <w:r w:rsidR="00530790" w:rsidRPr="005D5566">
        <w:t>Les jours sanglants viendront bientôt pour vous aussi</w:t>
      </w:r>
      <w:r>
        <w:t> !</w:t>
      </w:r>
    </w:p>
    <w:p w14:paraId="4ED09259" w14:textId="77777777" w:rsidR="001C0413" w:rsidRDefault="00530790" w:rsidP="001C0413">
      <w:r w:rsidRPr="005D5566">
        <w:t>Le commissaire s</w:t>
      </w:r>
      <w:r w:rsidR="001C0413">
        <w:t>’</w:t>
      </w:r>
      <w:r w:rsidRPr="005D5566">
        <w:t>arrêta devant lui et le considéra en agitant la moustache</w:t>
      </w:r>
      <w:r w:rsidR="001C0413">
        <w:t xml:space="preserve">. </w:t>
      </w:r>
      <w:r w:rsidRPr="005D5566">
        <w:t>Puis il recula d</w:t>
      </w:r>
      <w:r w:rsidR="001C0413">
        <w:t>’</w:t>
      </w:r>
      <w:r w:rsidRPr="005D5566">
        <w:t>un pas et siffla d</w:t>
      </w:r>
      <w:r w:rsidR="001C0413">
        <w:t>’</w:t>
      </w:r>
      <w:r w:rsidRPr="005D5566">
        <w:t>une voix étonnée</w:t>
      </w:r>
      <w:r w:rsidR="001C0413">
        <w:t>.</w:t>
      </w:r>
    </w:p>
    <w:p w14:paraId="2393CC87" w14:textId="77777777" w:rsidR="001C0413" w:rsidRDefault="001C0413" w:rsidP="001C0413">
      <w:r>
        <w:lastRenderedPageBreak/>
        <w:t>— </w:t>
      </w:r>
      <w:r w:rsidR="00530790" w:rsidRPr="005D5566">
        <w:t>Ah</w:t>
      </w:r>
      <w:r>
        <w:t xml:space="preserve"> ! </w:t>
      </w:r>
      <w:r w:rsidR="00530790" w:rsidRPr="005D5566">
        <w:t>ah</w:t>
      </w:r>
      <w:r>
        <w:t xml:space="preserve"> ! </w:t>
      </w:r>
      <w:r w:rsidR="00530790" w:rsidRPr="005D5566">
        <w:t>ah</w:t>
      </w:r>
      <w:r>
        <w:t xml:space="preserve"> ! </w:t>
      </w:r>
      <w:r w:rsidR="00530790" w:rsidRPr="005D5566">
        <w:t>fils de chien</w:t>
      </w:r>
      <w:r>
        <w:t xml:space="preserve"> !… </w:t>
      </w:r>
      <w:r w:rsidR="00530790" w:rsidRPr="005D5566">
        <w:t>Qu</w:t>
      </w:r>
      <w:r>
        <w:t>’</w:t>
      </w:r>
      <w:r w:rsidR="00530790" w:rsidRPr="005D5566">
        <w:t>est-ce que ces paroles</w:t>
      </w:r>
      <w:r>
        <w:t> ?</w:t>
      </w:r>
    </w:p>
    <w:p w14:paraId="1C7C6630" w14:textId="77777777" w:rsidR="001C0413" w:rsidRDefault="00530790" w:rsidP="001C0413">
      <w:r w:rsidRPr="005D5566">
        <w:t>Et brusquement</w:t>
      </w:r>
      <w:r w:rsidR="001C0413">
        <w:t xml:space="preserve">, </w:t>
      </w:r>
      <w:r w:rsidRPr="005D5566">
        <w:t>de toute sa force</w:t>
      </w:r>
      <w:r w:rsidR="001C0413">
        <w:t xml:space="preserve">, </w:t>
      </w:r>
      <w:r w:rsidRPr="005D5566">
        <w:t>il frappa Rybine au visage</w:t>
      </w:r>
      <w:r w:rsidR="001C0413">
        <w:t>.</w:t>
      </w:r>
    </w:p>
    <w:p w14:paraId="33A093AA" w14:textId="77777777" w:rsidR="001C0413" w:rsidRDefault="001C0413" w:rsidP="001C0413">
      <w:r>
        <w:t>— </w:t>
      </w:r>
      <w:r w:rsidR="00530790" w:rsidRPr="005D5566">
        <w:t>On ne tue pas la vérité à coups de poing</w:t>
      </w:r>
      <w:r>
        <w:t xml:space="preserve"> ! </w:t>
      </w:r>
      <w:r w:rsidR="00530790" w:rsidRPr="005D5566">
        <w:t>cria Rybine en s</w:t>
      </w:r>
      <w:r>
        <w:t>’</w:t>
      </w:r>
      <w:r w:rsidR="00530790" w:rsidRPr="005D5566">
        <w:t>avançant vers lui</w:t>
      </w:r>
      <w:r>
        <w:t xml:space="preserve">, </w:t>
      </w:r>
      <w:r w:rsidR="00530790" w:rsidRPr="005D5566">
        <w:t>et tu n</w:t>
      </w:r>
      <w:r>
        <w:t>’</w:t>
      </w:r>
      <w:r w:rsidR="00530790" w:rsidRPr="005D5566">
        <w:t>as pas le droit de me battre</w:t>
      </w:r>
      <w:r>
        <w:t> !</w:t>
      </w:r>
    </w:p>
    <w:p w14:paraId="69C5DF38" w14:textId="77777777" w:rsidR="001C0413" w:rsidRDefault="001C0413" w:rsidP="001C0413">
      <w:r>
        <w:t>— </w:t>
      </w:r>
      <w:r w:rsidR="00530790" w:rsidRPr="005D5566">
        <w:t>Moi</w:t>
      </w:r>
      <w:r>
        <w:t xml:space="preserve">, </w:t>
      </w:r>
      <w:r w:rsidR="00530790" w:rsidRPr="005D5566">
        <w:t>je n</w:t>
      </w:r>
      <w:r>
        <w:t>’</w:t>
      </w:r>
      <w:r w:rsidR="00530790" w:rsidRPr="005D5566">
        <w:t>ai pas le droit</w:t>
      </w:r>
      <w:r>
        <w:t xml:space="preserve"> ? </w:t>
      </w:r>
      <w:r w:rsidR="00530790" w:rsidRPr="005D5566">
        <w:t>hurla le commissaire en traînant sur les mots</w:t>
      </w:r>
      <w:r>
        <w:t>.</w:t>
      </w:r>
    </w:p>
    <w:p w14:paraId="1F6292B1" w14:textId="77777777" w:rsidR="001C0413" w:rsidRDefault="00530790" w:rsidP="001C0413">
      <w:r w:rsidRPr="005D5566">
        <w:t>Et de nouveau</w:t>
      </w:r>
      <w:r w:rsidR="001C0413">
        <w:t xml:space="preserve">, </w:t>
      </w:r>
      <w:r w:rsidRPr="005D5566">
        <w:t>il tendit le bras pour frapper Rybine au visage</w:t>
      </w:r>
      <w:r w:rsidR="001C0413">
        <w:t xml:space="preserve"> ; </w:t>
      </w:r>
      <w:r w:rsidRPr="005D5566">
        <w:t>celui-ci se baissa</w:t>
      </w:r>
      <w:r w:rsidR="001C0413">
        <w:t xml:space="preserve">, </w:t>
      </w:r>
      <w:r w:rsidRPr="005D5566">
        <w:t>si bien que le commissaire</w:t>
      </w:r>
      <w:r w:rsidR="001C0413">
        <w:t xml:space="preserve">, </w:t>
      </w:r>
      <w:r w:rsidRPr="005D5566">
        <w:t>emporté par l</w:t>
      </w:r>
      <w:r w:rsidR="001C0413">
        <w:t>’</w:t>
      </w:r>
      <w:r w:rsidRPr="005D5566">
        <w:t>élan</w:t>
      </w:r>
      <w:r w:rsidR="001C0413">
        <w:t xml:space="preserve">, </w:t>
      </w:r>
      <w:r w:rsidRPr="005D5566">
        <w:t>faillit tomber</w:t>
      </w:r>
      <w:r w:rsidR="001C0413">
        <w:t xml:space="preserve">. </w:t>
      </w:r>
      <w:r w:rsidRPr="005D5566">
        <w:t>Dans la foule</w:t>
      </w:r>
      <w:r w:rsidR="001C0413">
        <w:t xml:space="preserve">, </w:t>
      </w:r>
      <w:r w:rsidRPr="005D5566">
        <w:t>quelqu</w:t>
      </w:r>
      <w:r w:rsidR="001C0413">
        <w:t>’</w:t>
      </w:r>
      <w:r w:rsidRPr="005D5566">
        <w:t>un renifla bruyamment</w:t>
      </w:r>
      <w:r w:rsidR="001C0413">
        <w:t xml:space="preserve">. </w:t>
      </w:r>
      <w:r w:rsidRPr="005D5566">
        <w:t>La voix furieuse de Rybine répéta</w:t>
      </w:r>
      <w:r w:rsidR="001C0413">
        <w:t> :</w:t>
      </w:r>
    </w:p>
    <w:p w14:paraId="2633D6C1" w14:textId="77777777" w:rsidR="001C0413" w:rsidRDefault="001C0413" w:rsidP="001C0413">
      <w:r>
        <w:t>— </w:t>
      </w:r>
      <w:r w:rsidR="00530790" w:rsidRPr="005D5566">
        <w:t>Je te dis que tu n</w:t>
      </w:r>
      <w:r>
        <w:t>’</w:t>
      </w:r>
      <w:r w:rsidR="00530790" w:rsidRPr="005D5566">
        <w:t>as pas le droit de me battre</w:t>
      </w:r>
      <w:r>
        <w:t xml:space="preserve">, </w:t>
      </w:r>
      <w:r w:rsidR="00530790" w:rsidRPr="005D5566">
        <w:t>diable</w:t>
      </w:r>
      <w:r>
        <w:t> !</w:t>
      </w:r>
    </w:p>
    <w:p w14:paraId="19C8BF44" w14:textId="77777777" w:rsidR="001C0413" w:rsidRDefault="00530790" w:rsidP="001C0413">
      <w:r w:rsidRPr="005D5566">
        <w:t>Le commissaire regarda autour de lui</w:t>
      </w:r>
      <w:r w:rsidR="001C0413">
        <w:t xml:space="preserve">. </w:t>
      </w:r>
      <w:r w:rsidRPr="005D5566">
        <w:t>Silencieux et sombres</w:t>
      </w:r>
      <w:r w:rsidR="001C0413">
        <w:t xml:space="preserve">, </w:t>
      </w:r>
      <w:r w:rsidRPr="005D5566">
        <w:t>les hommes l</w:t>
      </w:r>
      <w:r w:rsidR="001C0413">
        <w:t>’</w:t>
      </w:r>
      <w:r w:rsidRPr="005D5566">
        <w:t>entouraient d</w:t>
      </w:r>
      <w:r w:rsidR="001C0413">
        <w:t>’</w:t>
      </w:r>
      <w:r w:rsidRPr="005D5566">
        <w:t>un cercle compact</w:t>
      </w:r>
      <w:r w:rsidR="001C0413">
        <w:t>…</w:t>
      </w:r>
    </w:p>
    <w:p w14:paraId="4C76060A" w14:textId="77777777" w:rsidR="001C0413" w:rsidRDefault="001C0413" w:rsidP="001C0413">
      <w:r>
        <w:t>— </w:t>
      </w:r>
      <w:r w:rsidR="00530790" w:rsidRPr="005D5566">
        <w:t>Nikita</w:t>
      </w:r>
      <w:r>
        <w:t xml:space="preserve"> ! </w:t>
      </w:r>
      <w:r w:rsidR="00530790" w:rsidRPr="005D5566">
        <w:t>cria-t-il</w:t>
      </w:r>
      <w:r>
        <w:t xml:space="preserve">. </w:t>
      </w:r>
      <w:r w:rsidR="00530790" w:rsidRPr="005D5566">
        <w:t>Hé</w:t>
      </w:r>
      <w:r>
        <w:t xml:space="preserve">, </w:t>
      </w:r>
      <w:r w:rsidR="00530790" w:rsidRPr="005D5566">
        <w:t>Nikita</w:t>
      </w:r>
      <w:r>
        <w:t> !</w:t>
      </w:r>
    </w:p>
    <w:p w14:paraId="34CF4833" w14:textId="77777777" w:rsidR="001C0413" w:rsidRDefault="00530790" w:rsidP="001C0413">
      <w:r w:rsidRPr="005D5566">
        <w:t>Un petit paysan trapu</w:t>
      </w:r>
      <w:r w:rsidR="001C0413">
        <w:t xml:space="preserve">, </w:t>
      </w:r>
      <w:r w:rsidRPr="005D5566">
        <w:t>vêtu d</w:t>
      </w:r>
      <w:r w:rsidR="001C0413">
        <w:t>’</w:t>
      </w:r>
      <w:r w:rsidRPr="005D5566">
        <w:t>une courte pelisse</w:t>
      </w:r>
      <w:r w:rsidR="001C0413">
        <w:t xml:space="preserve">, </w:t>
      </w:r>
      <w:r w:rsidRPr="005D5566">
        <w:t xml:space="preserve">se détacha de </w:t>
      </w:r>
      <w:r>
        <w:t>l</w:t>
      </w:r>
      <w:r w:rsidRPr="005D5566">
        <w:t>a foule</w:t>
      </w:r>
      <w:r w:rsidR="001C0413">
        <w:t xml:space="preserve">. </w:t>
      </w:r>
      <w:r w:rsidRPr="005D5566">
        <w:t>Il avait les yeux fixés à terre</w:t>
      </w:r>
      <w:r w:rsidR="001C0413">
        <w:t xml:space="preserve">. </w:t>
      </w:r>
      <w:r w:rsidRPr="005D5566">
        <w:t>Sa grosse tête ébouriffée était baissée</w:t>
      </w:r>
      <w:r w:rsidR="001C0413">
        <w:t>.</w:t>
      </w:r>
    </w:p>
    <w:p w14:paraId="32CC39F6" w14:textId="77777777" w:rsidR="001C0413" w:rsidRDefault="001C0413" w:rsidP="001C0413">
      <w:r>
        <w:t>— </w:t>
      </w:r>
      <w:r w:rsidR="00530790" w:rsidRPr="005D5566">
        <w:t>Nikita</w:t>
      </w:r>
      <w:r>
        <w:t xml:space="preserve"> ! </w:t>
      </w:r>
      <w:r w:rsidR="00530790" w:rsidRPr="005D5566">
        <w:t>dit le commissaire sans se hâter et en effilant sa moustache</w:t>
      </w:r>
      <w:r>
        <w:t xml:space="preserve">, </w:t>
      </w:r>
      <w:r w:rsidR="00530790" w:rsidRPr="005D5566">
        <w:t>donne-lui un bon soufflet</w:t>
      </w:r>
      <w:r>
        <w:t> !</w:t>
      </w:r>
    </w:p>
    <w:p w14:paraId="096EE4F4" w14:textId="77777777" w:rsidR="001C0413" w:rsidRDefault="00530790" w:rsidP="001C0413">
      <w:r w:rsidRPr="005D5566">
        <w:t>Le paysan fit un pas en avant</w:t>
      </w:r>
      <w:r w:rsidR="001C0413">
        <w:t xml:space="preserve">, </w:t>
      </w:r>
      <w:r w:rsidRPr="005D5566">
        <w:t>s</w:t>
      </w:r>
      <w:r w:rsidR="001C0413">
        <w:t>’</w:t>
      </w:r>
      <w:r w:rsidRPr="005D5566">
        <w:t>arrêta en face de Rybine et leva la tête</w:t>
      </w:r>
      <w:r w:rsidR="001C0413">
        <w:t xml:space="preserve">. </w:t>
      </w:r>
      <w:r w:rsidRPr="005D5566">
        <w:t>À bout portant</w:t>
      </w:r>
      <w:r w:rsidR="001C0413">
        <w:t xml:space="preserve">, </w:t>
      </w:r>
      <w:r w:rsidRPr="005D5566">
        <w:t>Rybine le bombarda de ces paroles vraies et dures</w:t>
      </w:r>
      <w:r w:rsidR="001C0413">
        <w:t> :</w:t>
      </w:r>
    </w:p>
    <w:p w14:paraId="2BFBA506" w14:textId="77777777" w:rsidR="001C0413" w:rsidRDefault="001C0413" w:rsidP="001C0413">
      <w:r>
        <w:t>— </w:t>
      </w:r>
      <w:r w:rsidR="00530790" w:rsidRPr="005D5566">
        <w:t>Voyez</w:t>
      </w:r>
      <w:r>
        <w:t xml:space="preserve">, </w:t>
      </w:r>
      <w:r w:rsidR="00530790" w:rsidRPr="005D5566">
        <w:t>bonnes gens</w:t>
      </w:r>
      <w:r>
        <w:t xml:space="preserve">, </w:t>
      </w:r>
      <w:r w:rsidR="00530790" w:rsidRPr="005D5566">
        <w:t>comme cette brute vous étouffe de votre propre main</w:t>
      </w:r>
      <w:r>
        <w:t xml:space="preserve"> !… </w:t>
      </w:r>
      <w:r w:rsidR="00530790" w:rsidRPr="005D5566">
        <w:t>Regardez</w:t>
      </w:r>
      <w:r>
        <w:t xml:space="preserve">… </w:t>
      </w:r>
      <w:r w:rsidR="00530790" w:rsidRPr="005D5566">
        <w:t>et réfléchissez</w:t>
      </w:r>
      <w:r>
        <w:t> !</w:t>
      </w:r>
    </w:p>
    <w:p w14:paraId="63C9F751" w14:textId="77777777" w:rsidR="001C0413" w:rsidRDefault="00530790" w:rsidP="001C0413">
      <w:r w:rsidRPr="005D5566">
        <w:lastRenderedPageBreak/>
        <w:t>Lentement</w:t>
      </w:r>
      <w:r w:rsidR="001C0413">
        <w:t xml:space="preserve">, </w:t>
      </w:r>
      <w:r w:rsidRPr="005D5566">
        <w:t>le paysan leva le bras et frappa Rybine légèrement à la tête</w:t>
      </w:r>
      <w:r w:rsidR="001C0413">
        <w:t>.</w:t>
      </w:r>
    </w:p>
    <w:p w14:paraId="6A333181" w14:textId="77777777" w:rsidR="001C0413" w:rsidRDefault="001C0413" w:rsidP="001C0413">
      <w:r>
        <w:t>— </w:t>
      </w:r>
      <w:r w:rsidR="00530790" w:rsidRPr="005D5566">
        <w:t>Est-ce ainsi que je l</w:t>
      </w:r>
      <w:r>
        <w:t>’</w:t>
      </w:r>
      <w:r w:rsidR="00530790" w:rsidRPr="005D5566">
        <w:t>ai dit de faire</w:t>
      </w:r>
      <w:r>
        <w:t xml:space="preserve">, </w:t>
      </w:r>
      <w:r w:rsidR="00530790" w:rsidRPr="005D5566">
        <w:t>canaille</w:t>
      </w:r>
      <w:r>
        <w:t xml:space="preserve"> ! </w:t>
      </w:r>
      <w:r w:rsidR="00530790" w:rsidRPr="005D5566">
        <w:t>piailla le commissaire</w:t>
      </w:r>
      <w:r>
        <w:t>.</w:t>
      </w:r>
    </w:p>
    <w:p w14:paraId="7F09F500" w14:textId="77777777" w:rsidR="001C0413" w:rsidRDefault="001C0413" w:rsidP="001C0413">
      <w:r>
        <w:t>— </w:t>
      </w:r>
      <w:r w:rsidR="00530790" w:rsidRPr="005D5566">
        <w:t>Hé</w:t>
      </w:r>
      <w:r>
        <w:t xml:space="preserve">, </w:t>
      </w:r>
      <w:r w:rsidR="00530790" w:rsidRPr="005D5566">
        <w:t>Nikita</w:t>
      </w:r>
      <w:r>
        <w:t xml:space="preserve"> ! </w:t>
      </w:r>
      <w:r w:rsidR="00530790" w:rsidRPr="005D5566">
        <w:t>dit quelqu</w:t>
      </w:r>
      <w:r>
        <w:t>’</w:t>
      </w:r>
      <w:r w:rsidR="00530790" w:rsidRPr="005D5566">
        <w:t>un dans la foule</w:t>
      </w:r>
      <w:r>
        <w:t xml:space="preserve">, </w:t>
      </w:r>
      <w:r w:rsidR="00530790" w:rsidRPr="005D5566">
        <w:t>n</w:t>
      </w:r>
      <w:r>
        <w:t>’</w:t>
      </w:r>
      <w:r w:rsidR="00530790" w:rsidRPr="005D5566">
        <w:t>oublie pas Dieu</w:t>
      </w:r>
      <w:r>
        <w:t> !</w:t>
      </w:r>
    </w:p>
    <w:p w14:paraId="3E581278" w14:textId="77777777" w:rsidR="001C0413" w:rsidRDefault="001C0413" w:rsidP="001C0413">
      <w:r>
        <w:t>— </w:t>
      </w:r>
      <w:r w:rsidR="00530790" w:rsidRPr="005D5566">
        <w:t>Bats-le</w:t>
      </w:r>
      <w:r>
        <w:t xml:space="preserve">, </w:t>
      </w:r>
      <w:r w:rsidR="00530790" w:rsidRPr="005D5566">
        <w:t>te dis-je</w:t>
      </w:r>
      <w:r>
        <w:t xml:space="preserve"> ! </w:t>
      </w:r>
      <w:r w:rsidR="00530790" w:rsidRPr="005D5566">
        <w:t>cria le commissaire en poussant le paysan</w:t>
      </w:r>
      <w:r>
        <w:t>.</w:t>
      </w:r>
    </w:p>
    <w:p w14:paraId="6E312493" w14:textId="77777777" w:rsidR="001C0413" w:rsidRDefault="00530790" w:rsidP="001C0413">
      <w:r w:rsidRPr="005D5566">
        <w:t>Celui-ci s</w:t>
      </w:r>
      <w:r w:rsidR="001C0413">
        <w:t>’</w:t>
      </w:r>
      <w:r w:rsidRPr="005D5566">
        <w:t>écarta d</w:t>
      </w:r>
      <w:r w:rsidR="001C0413">
        <w:t>’</w:t>
      </w:r>
      <w:r w:rsidRPr="005D5566">
        <w:t>un pas et répondit d</w:t>
      </w:r>
      <w:r w:rsidR="001C0413">
        <w:t>’</w:t>
      </w:r>
      <w:r w:rsidRPr="005D5566">
        <w:t>un air morne</w:t>
      </w:r>
      <w:r w:rsidR="001C0413">
        <w:t xml:space="preserve">, </w:t>
      </w:r>
      <w:r w:rsidRPr="005D5566">
        <w:t>en baissant la tête</w:t>
      </w:r>
      <w:r w:rsidR="001C0413">
        <w:t>.</w:t>
      </w:r>
    </w:p>
    <w:p w14:paraId="4DDAEB7A" w14:textId="77777777" w:rsidR="001C0413" w:rsidRDefault="001C0413" w:rsidP="001C0413">
      <w:pPr>
        <w:rPr>
          <w:bCs/>
        </w:rPr>
      </w:pPr>
      <w:r>
        <w:t>— </w:t>
      </w:r>
      <w:r w:rsidR="00530790" w:rsidRPr="005D5566">
        <w:t>Non</w:t>
      </w:r>
      <w:r>
        <w:t xml:space="preserve">, </w:t>
      </w:r>
      <w:r w:rsidR="00530790" w:rsidRPr="005D5566">
        <w:t>je ne le ferai plus</w:t>
      </w:r>
      <w:r>
        <w:rPr>
          <w:bCs/>
        </w:rPr>
        <w:t> !</w:t>
      </w:r>
    </w:p>
    <w:p w14:paraId="2B624176" w14:textId="77777777" w:rsidR="001C0413" w:rsidRDefault="001C0413" w:rsidP="001C0413">
      <w:r>
        <w:t>— </w:t>
      </w:r>
      <w:r w:rsidR="00530790" w:rsidRPr="005D5566">
        <w:t>Comment</w:t>
      </w:r>
      <w:r>
        <w:t> ?</w:t>
      </w:r>
    </w:p>
    <w:p w14:paraId="1646A5CB" w14:textId="77777777" w:rsidR="001C0413" w:rsidRDefault="00530790" w:rsidP="001C0413">
      <w:r w:rsidRPr="005D5566">
        <w:t>Le visage du commissaire se contracta</w:t>
      </w:r>
      <w:r w:rsidR="001C0413">
        <w:t xml:space="preserve"> ; </w:t>
      </w:r>
      <w:r w:rsidRPr="005D5566">
        <w:t>il tapa du pied et se précipita sur Rybine en jurant</w:t>
      </w:r>
      <w:r w:rsidR="001C0413">
        <w:t xml:space="preserve">. </w:t>
      </w:r>
      <w:r w:rsidRPr="005D5566">
        <w:t>Le coup résonna sourdement</w:t>
      </w:r>
      <w:r w:rsidR="001C0413">
        <w:t xml:space="preserve">. </w:t>
      </w:r>
      <w:r w:rsidRPr="005D5566">
        <w:t>Rybine chancela</w:t>
      </w:r>
      <w:r w:rsidR="001C0413">
        <w:t xml:space="preserve">, </w:t>
      </w:r>
      <w:r w:rsidRPr="005D5566">
        <w:t>agita le bras</w:t>
      </w:r>
      <w:r w:rsidR="001C0413">
        <w:t xml:space="preserve"> ; </w:t>
      </w:r>
      <w:r w:rsidRPr="005D5566">
        <w:t>d</w:t>
      </w:r>
      <w:r w:rsidR="001C0413">
        <w:t>’</w:t>
      </w:r>
      <w:r w:rsidRPr="005D5566">
        <w:t>un second assaut</w:t>
      </w:r>
      <w:r w:rsidR="001C0413">
        <w:t xml:space="preserve">, </w:t>
      </w:r>
      <w:r w:rsidRPr="005D5566">
        <w:t>le commissaire le jeta à terre et bondissant autour de lui</w:t>
      </w:r>
      <w:r w:rsidR="001C0413">
        <w:t xml:space="preserve">, </w:t>
      </w:r>
      <w:r w:rsidRPr="005D5566">
        <w:t>se mit à lui donner des coups de pied à la tête</w:t>
      </w:r>
      <w:r w:rsidR="001C0413">
        <w:t xml:space="preserve">, </w:t>
      </w:r>
      <w:r w:rsidRPr="005D5566">
        <w:t>à la poitrine</w:t>
      </w:r>
      <w:r w:rsidR="001C0413">
        <w:t xml:space="preserve">, </w:t>
      </w:r>
      <w:r w:rsidRPr="005D5566">
        <w:t>aux hanches</w:t>
      </w:r>
      <w:r w:rsidR="001C0413">
        <w:t>.</w:t>
      </w:r>
    </w:p>
    <w:p w14:paraId="1F603ADE" w14:textId="77777777" w:rsidR="001C0413" w:rsidRDefault="00530790" w:rsidP="001C0413">
      <w:r w:rsidRPr="005D5566">
        <w:t>La foule</w:t>
      </w:r>
      <w:r w:rsidR="001C0413">
        <w:t xml:space="preserve">, </w:t>
      </w:r>
      <w:r w:rsidRPr="005D5566">
        <w:t>poussant des cris hostiles s</w:t>
      </w:r>
      <w:r w:rsidR="001C0413">
        <w:t>’</w:t>
      </w:r>
      <w:r w:rsidRPr="005D5566">
        <w:t>ébranla et s</w:t>
      </w:r>
      <w:r w:rsidR="001C0413">
        <w:t>’</w:t>
      </w:r>
      <w:r w:rsidRPr="005D5566">
        <w:t>avança sur le commissaire</w:t>
      </w:r>
      <w:r w:rsidR="001C0413">
        <w:t xml:space="preserve"> ; </w:t>
      </w:r>
      <w:r w:rsidRPr="005D5566">
        <w:t>mais celui-ci fit un saut de côté et dégaina</w:t>
      </w:r>
      <w:r w:rsidR="001C0413">
        <w:t>.</w:t>
      </w:r>
    </w:p>
    <w:p w14:paraId="4110FE01" w14:textId="77777777" w:rsidR="001C0413" w:rsidRDefault="001C0413" w:rsidP="001C0413">
      <w:r>
        <w:t>— </w:t>
      </w:r>
      <w:r w:rsidR="00530790" w:rsidRPr="005D5566">
        <w:t>Ah</w:t>
      </w:r>
      <w:r>
        <w:t xml:space="preserve"> ! </w:t>
      </w:r>
      <w:r w:rsidR="00530790" w:rsidRPr="005D5566">
        <w:t>c</w:t>
      </w:r>
      <w:r>
        <w:t>’</w:t>
      </w:r>
      <w:r w:rsidR="00530790" w:rsidRPr="005D5566">
        <w:t>est comme ça</w:t>
      </w:r>
      <w:r>
        <w:t xml:space="preserve"> ! </w:t>
      </w:r>
      <w:r w:rsidR="00530790" w:rsidRPr="005D5566">
        <w:t>Vous vous révoltez</w:t>
      </w:r>
      <w:r>
        <w:t xml:space="preserve"> ? </w:t>
      </w:r>
      <w:r w:rsidR="00530790" w:rsidRPr="005D5566">
        <w:t>Ah</w:t>
      </w:r>
      <w:r>
        <w:t xml:space="preserve"> ! </w:t>
      </w:r>
      <w:r w:rsidR="00530790" w:rsidRPr="005D5566">
        <w:t>voilà ce que c</w:t>
      </w:r>
      <w:r>
        <w:t>’</w:t>
      </w:r>
      <w:r w:rsidR="00530790" w:rsidRPr="005D5566">
        <w:t>est</w:t>
      </w:r>
      <w:r>
        <w:t> ?…</w:t>
      </w:r>
    </w:p>
    <w:p w14:paraId="002C9042" w14:textId="77777777" w:rsidR="001C0413" w:rsidRDefault="00530790" w:rsidP="001C0413">
      <w:r w:rsidRPr="005D5566">
        <w:t>Sa voix frémit</w:t>
      </w:r>
      <w:r w:rsidR="001C0413">
        <w:t xml:space="preserve">, </w:t>
      </w:r>
      <w:r w:rsidRPr="005D5566">
        <w:t>se fit aiguë</w:t>
      </w:r>
      <w:r w:rsidR="001C0413">
        <w:t xml:space="preserve">, </w:t>
      </w:r>
      <w:r w:rsidRPr="005D5566">
        <w:t>puis grinça comme si elle se fût brisée</w:t>
      </w:r>
      <w:r w:rsidR="001C0413">
        <w:t xml:space="preserve">… </w:t>
      </w:r>
      <w:r w:rsidRPr="005D5566">
        <w:t>En même temps que sa voix</w:t>
      </w:r>
      <w:r w:rsidR="001C0413">
        <w:t xml:space="preserve">, </w:t>
      </w:r>
      <w:r w:rsidRPr="005D5566">
        <w:t>il sembla perdre toute sa force</w:t>
      </w:r>
      <w:r w:rsidR="001C0413">
        <w:t xml:space="preserve"> ; </w:t>
      </w:r>
      <w:r w:rsidRPr="005D5566">
        <w:t>la tête rentrée entre les épaules</w:t>
      </w:r>
      <w:r w:rsidR="001C0413">
        <w:t xml:space="preserve">, </w:t>
      </w:r>
      <w:r w:rsidRPr="005D5566">
        <w:t>le dos voûté et promenant autour de lui des yeux vides</w:t>
      </w:r>
      <w:r w:rsidR="001C0413">
        <w:t xml:space="preserve">, </w:t>
      </w:r>
      <w:r w:rsidRPr="005D5566">
        <w:t>il recula</w:t>
      </w:r>
      <w:r w:rsidR="001C0413">
        <w:t xml:space="preserve">, </w:t>
      </w:r>
      <w:r w:rsidRPr="005D5566">
        <w:t xml:space="preserve">tâtant </w:t>
      </w:r>
      <w:r w:rsidRPr="005D5566">
        <w:lastRenderedPageBreak/>
        <w:t>avec précaution le sol derrière lui</w:t>
      </w:r>
      <w:r w:rsidR="001C0413">
        <w:t xml:space="preserve">. </w:t>
      </w:r>
      <w:r w:rsidRPr="005D5566">
        <w:t>Il criait d</w:t>
      </w:r>
      <w:r w:rsidR="001C0413">
        <w:t>’</w:t>
      </w:r>
      <w:r w:rsidRPr="005D5566">
        <w:t>une voix rauque et inquiète</w:t>
      </w:r>
      <w:r w:rsidR="001C0413">
        <w:t xml:space="preserve">, </w:t>
      </w:r>
      <w:r w:rsidRPr="005D5566">
        <w:t>tout en cédant</w:t>
      </w:r>
      <w:r w:rsidR="001C0413">
        <w:t> :</w:t>
      </w:r>
    </w:p>
    <w:p w14:paraId="446671B2" w14:textId="77777777" w:rsidR="001C0413" w:rsidRDefault="001C0413" w:rsidP="001C0413">
      <w:r>
        <w:t>— </w:t>
      </w:r>
      <w:r w:rsidR="00530790" w:rsidRPr="005D5566">
        <w:t>Très bien</w:t>
      </w:r>
      <w:r>
        <w:t xml:space="preserve">… </w:t>
      </w:r>
      <w:r w:rsidR="00530790" w:rsidRPr="005D5566">
        <w:t>prenez-le</w:t>
      </w:r>
      <w:r>
        <w:t xml:space="preserve">… </w:t>
      </w:r>
      <w:r w:rsidR="00530790" w:rsidRPr="005D5566">
        <w:t>je m</w:t>
      </w:r>
      <w:r>
        <w:t>’</w:t>
      </w:r>
      <w:r w:rsidR="00530790" w:rsidRPr="005D5566">
        <w:t>en vais</w:t>
      </w:r>
      <w:r>
        <w:t xml:space="preserve"> !… – </w:t>
      </w:r>
      <w:r w:rsidR="00530790" w:rsidRPr="005D5566">
        <w:t>Mais après</w:t>
      </w:r>
      <w:r>
        <w:t xml:space="preserve"> ? </w:t>
      </w:r>
      <w:r w:rsidR="00530790" w:rsidRPr="005D5566">
        <w:t>Sachez-le bien</w:t>
      </w:r>
      <w:r>
        <w:t xml:space="preserve">, </w:t>
      </w:r>
      <w:r w:rsidR="00530790" w:rsidRPr="005D5566">
        <w:t>c</w:t>
      </w:r>
      <w:r>
        <w:t>’</w:t>
      </w:r>
      <w:r w:rsidR="00530790" w:rsidRPr="005D5566">
        <w:t>est un criminel politique</w:t>
      </w:r>
      <w:r>
        <w:t xml:space="preserve">, </w:t>
      </w:r>
      <w:r w:rsidR="00530790" w:rsidRPr="005D5566">
        <w:t>il combat contre notre tsar</w:t>
      </w:r>
      <w:r>
        <w:t xml:space="preserve">, </w:t>
      </w:r>
      <w:r w:rsidR="00530790" w:rsidRPr="005D5566">
        <w:t>il fomente des troubles</w:t>
      </w:r>
      <w:r>
        <w:t xml:space="preserve">… </w:t>
      </w:r>
      <w:r w:rsidR="00530790" w:rsidRPr="005D5566">
        <w:t>Comprenez-vous</w:t>
      </w:r>
      <w:r>
        <w:t xml:space="preserve"> ? </w:t>
      </w:r>
      <w:r w:rsidR="00530790" w:rsidRPr="005D5566">
        <w:t>Il est contre Sa Majesté l</w:t>
      </w:r>
      <w:r>
        <w:t>’</w:t>
      </w:r>
      <w:r w:rsidR="00530790" w:rsidRPr="005D5566">
        <w:t>empereur</w:t>
      </w:r>
      <w:r>
        <w:t xml:space="preserve">… </w:t>
      </w:r>
      <w:r w:rsidR="00530790" w:rsidRPr="005D5566">
        <w:t>et vous le défendez</w:t>
      </w:r>
      <w:r>
        <w:t xml:space="preserve"> ! </w:t>
      </w:r>
      <w:r w:rsidR="00530790" w:rsidRPr="005D5566">
        <w:t>Savez-vous que vous êtes des rebelles</w:t>
      </w:r>
      <w:r>
        <w:t xml:space="preserve"> ? </w:t>
      </w:r>
      <w:r w:rsidR="00530790" w:rsidRPr="005D5566">
        <w:t>Hein</w:t>
      </w:r>
      <w:r>
        <w:t> ?…</w:t>
      </w:r>
    </w:p>
    <w:p w14:paraId="7B808A6E" w14:textId="77777777" w:rsidR="001C0413" w:rsidRDefault="00530790" w:rsidP="001C0413">
      <w:r w:rsidRPr="005D5566">
        <w:t>Immobile</w:t>
      </w:r>
      <w:r w:rsidR="001C0413">
        <w:t xml:space="preserve">, </w:t>
      </w:r>
      <w:r w:rsidRPr="005D5566">
        <w:t>le regard fixe</w:t>
      </w:r>
      <w:r w:rsidR="001C0413">
        <w:t xml:space="preserve">, </w:t>
      </w:r>
      <w:r w:rsidRPr="005D5566">
        <w:t>sans pensée ni force</w:t>
      </w:r>
      <w:r w:rsidR="001C0413">
        <w:t xml:space="preserve">, </w:t>
      </w:r>
      <w:r w:rsidRPr="005D5566">
        <w:t>comme en un cauchemar</w:t>
      </w:r>
      <w:r w:rsidR="001C0413">
        <w:t xml:space="preserve">, </w:t>
      </w:r>
      <w:r w:rsidRPr="005D5566">
        <w:t>la mère succombait sous le poids de la terreur et de la pitié</w:t>
      </w:r>
      <w:r w:rsidR="001C0413">
        <w:t xml:space="preserve">. </w:t>
      </w:r>
      <w:r w:rsidRPr="005D5566">
        <w:t>Pareils à des bourdons</w:t>
      </w:r>
      <w:r w:rsidR="001C0413">
        <w:t xml:space="preserve">, </w:t>
      </w:r>
      <w:r w:rsidRPr="005D5566">
        <w:t>les cris irrités de la foule bruissaient à son oreille</w:t>
      </w:r>
      <w:r w:rsidR="001C0413">
        <w:t xml:space="preserve"> ; </w:t>
      </w:r>
      <w:r w:rsidRPr="005D5566">
        <w:t>la voix tremblante du commissaire</w:t>
      </w:r>
      <w:r w:rsidR="001C0413">
        <w:t xml:space="preserve">, </w:t>
      </w:r>
      <w:r w:rsidRPr="005D5566">
        <w:t>des chuchotements tourbillonnaient dans sa tête</w:t>
      </w:r>
      <w:r w:rsidR="001C0413">
        <w:t>.</w:t>
      </w:r>
    </w:p>
    <w:p w14:paraId="259B6A10" w14:textId="77777777" w:rsidR="001C0413" w:rsidRDefault="001C0413" w:rsidP="001C0413">
      <w:pPr>
        <w:rPr>
          <w:bCs/>
        </w:rPr>
      </w:pPr>
      <w:r>
        <w:t>— </w:t>
      </w:r>
      <w:r w:rsidR="00530790" w:rsidRPr="005D5566">
        <w:t>S</w:t>
      </w:r>
      <w:r>
        <w:t>’</w:t>
      </w:r>
      <w:r w:rsidR="00530790" w:rsidRPr="005D5566">
        <w:t>il est coupable</w:t>
      </w:r>
      <w:r>
        <w:t xml:space="preserve">, </w:t>
      </w:r>
      <w:r w:rsidR="00530790" w:rsidRPr="005D5566">
        <w:t>il faut le juger</w:t>
      </w:r>
      <w:r>
        <w:rPr>
          <w:bCs/>
        </w:rPr>
        <w:t> !</w:t>
      </w:r>
    </w:p>
    <w:p w14:paraId="0B15EF14" w14:textId="77777777" w:rsidR="001C0413" w:rsidRDefault="001C0413" w:rsidP="001C0413">
      <w:r>
        <w:t>— </w:t>
      </w:r>
      <w:r w:rsidR="00530790" w:rsidRPr="005D5566">
        <w:t>Et non pas le battre</w:t>
      </w:r>
      <w:r>
        <w:t> !</w:t>
      </w:r>
    </w:p>
    <w:p w14:paraId="7D0E2382" w14:textId="77777777" w:rsidR="001C0413" w:rsidRDefault="001C0413" w:rsidP="001C0413">
      <w:r>
        <w:t>— </w:t>
      </w:r>
      <w:r w:rsidR="00530790" w:rsidRPr="005D5566">
        <w:t>Faites-lui grâce</w:t>
      </w:r>
      <w:r>
        <w:t xml:space="preserve">, </w:t>
      </w:r>
      <w:r w:rsidR="00530790" w:rsidRPr="005D5566">
        <w:t>Votre Noblesse</w:t>
      </w:r>
      <w:r>
        <w:t> !</w:t>
      </w:r>
    </w:p>
    <w:p w14:paraId="0489DE3B" w14:textId="77777777" w:rsidR="001C0413" w:rsidRDefault="001C0413" w:rsidP="001C0413">
      <w:r>
        <w:t>— </w:t>
      </w:r>
      <w:r w:rsidR="00530790" w:rsidRPr="005D5566">
        <w:t>C</w:t>
      </w:r>
      <w:r>
        <w:t>’</w:t>
      </w:r>
      <w:r w:rsidR="00530790" w:rsidRPr="005D5566">
        <w:t>est vrai</w:t>
      </w:r>
      <w:r>
        <w:t xml:space="preserve"> ! </w:t>
      </w:r>
      <w:r w:rsidR="00530790" w:rsidRPr="005D5566">
        <w:t>Vous n</w:t>
      </w:r>
      <w:r>
        <w:t>’</w:t>
      </w:r>
      <w:r w:rsidR="00530790" w:rsidRPr="005D5566">
        <w:t>avez pas le droit de le battre</w:t>
      </w:r>
      <w:r>
        <w:t>…</w:t>
      </w:r>
    </w:p>
    <w:p w14:paraId="22532D69" w14:textId="77777777" w:rsidR="001C0413" w:rsidRDefault="001C0413" w:rsidP="001C0413">
      <w:r>
        <w:t>— </w:t>
      </w:r>
      <w:r w:rsidR="00530790" w:rsidRPr="005D5566">
        <w:t>Est-il permis d</w:t>
      </w:r>
      <w:r>
        <w:t>’</w:t>
      </w:r>
      <w:r w:rsidR="00530790" w:rsidRPr="005D5566">
        <w:t>agir ainsi</w:t>
      </w:r>
      <w:r>
        <w:t xml:space="preserve"> ? </w:t>
      </w:r>
      <w:r w:rsidR="00530790" w:rsidRPr="005D5566">
        <w:t>Comme cela tout le monde se mettra à battre les gens</w:t>
      </w:r>
      <w:r>
        <w:t xml:space="preserve">… </w:t>
      </w:r>
      <w:r w:rsidR="00530790" w:rsidRPr="005D5566">
        <w:t>Que sera-ce alors</w:t>
      </w:r>
      <w:r>
        <w:t> ?</w:t>
      </w:r>
    </w:p>
    <w:p w14:paraId="1D49189D" w14:textId="77777777" w:rsidR="001C0413" w:rsidRDefault="001C0413" w:rsidP="001C0413">
      <w:r>
        <w:t>— </w:t>
      </w:r>
      <w:r w:rsidR="00530790" w:rsidRPr="005D5566">
        <w:t>Quelles brutes</w:t>
      </w:r>
      <w:r>
        <w:t xml:space="preserve"> ! </w:t>
      </w:r>
      <w:r w:rsidR="00530790" w:rsidRPr="005D5566">
        <w:t>quels persécuteurs</w:t>
      </w:r>
      <w:r>
        <w:t> !</w:t>
      </w:r>
    </w:p>
    <w:p w14:paraId="3900AF39" w14:textId="77777777" w:rsidR="001C0413" w:rsidRDefault="00530790" w:rsidP="001C0413">
      <w:r w:rsidRPr="005D5566">
        <w:t>Les gens se partageaient en deux groupes</w:t>
      </w:r>
      <w:r w:rsidR="001C0413">
        <w:t xml:space="preserve"> : </w:t>
      </w:r>
      <w:r w:rsidRPr="005D5566">
        <w:t>les uns entouraient le commissaire</w:t>
      </w:r>
      <w:r w:rsidR="001C0413">
        <w:t xml:space="preserve">, </w:t>
      </w:r>
      <w:r w:rsidRPr="005D5566">
        <w:t>criaient et l</w:t>
      </w:r>
      <w:r w:rsidR="001C0413">
        <w:t>’</w:t>
      </w:r>
      <w:r w:rsidRPr="005D5566">
        <w:t>exhortaient</w:t>
      </w:r>
      <w:r w:rsidR="001C0413">
        <w:t xml:space="preserve"> ; </w:t>
      </w:r>
      <w:r w:rsidRPr="005D5566">
        <w:t>les autres</w:t>
      </w:r>
      <w:r w:rsidR="001C0413">
        <w:t xml:space="preserve">, </w:t>
      </w:r>
      <w:r w:rsidRPr="005D5566">
        <w:t>moins nombreux</w:t>
      </w:r>
      <w:r w:rsidR="001C0413">
        <w:t xml:space="preserve">, </w:t>
      </w:r>
      <w:r w:rsidRPr="005D5566">
        <w:t>restaient auprès du blessé et discouraient d</w:t>
      </w:r>
      <w:r w:rsidR="001C0413">
        <w:t>’</w:t>
      </w:r>
      <w:r w:rsidRPr="005D5566">
        <w:t>une voix basse et morne</w:t>
      </w:r>
      <w:r w:rsidR="001C0413">
        <w:t xml:space="preserve">. </w:t>
      </w:r>
      <w:r w:rsidRPr="005D5566">
        <w:t>Quelques hommes le relevèrent</w:t>
      </w:r>
      <w:r w:rsidR="001C0413">
        <w:t xml:space="preserve"> ; </w:t>
      </w:r>
      <w:r w:rsidRPr="005D5566">
        <w:t>les gardes se disposaient à lui rattacher les mains</w:t>
      </w:r>
      <w:r w:rsidR="001C0413">
        <w:t>.</w:t>
      </w:r>
    </w:p>
    <w:p w14:paraId="7105D857" w14:textId="77777777" w:rsidR="001C0413" w:rsidRDefault="001C0413" w:rsidP="001C0413">
      <w:r>
        <w:t>— </w:t>
      </w:r>
      <w:r w:rsidR="00530790" w:rsidRPr="005D5566">
        <w:t>Attendez donc</w:t>
      </w:r>
      <w:r>
        <w:t xml:space="preserve">, </w:t>
      </w:r>
      <w:r w:rsidR="00530790" w:rsidRPr="005D5566">
        <w:t>diables</w:t>
      </w:r>
      <w:r>
        <w:t xml:space="preserve"> ! </w:t>
      </w:r>
      <w:r w:rsidR="00530790" w:rsidRPr="005D5566">
        <w:t>leur cria-t-on</w:t>
      </w:r>
      <w:r>
        <w:t>.</w:t>
      </w:r>
    </w:p>
    <w:p w14:paraId="06C0B70E" w14:textId="77777777" w:rsidR="001C0413" w:rsidRDefault="00530790" w:rsidP="001C0413">
      <w:r w:rsidRPr="005D5566">
        <w:t>Rybine essuya la boue et le sang qui couvraient son visage et regarda autour de lui en silence</w:t>
      </w:r>
      <w:r w:rsidR="001C0413">
        <w:t xml:space="preserve">. </w:t>
      </w:r>
      <w:r w:rsidRPr="005D5566">
        <w:t xml:space="preserve">Ses yeux glissèrent </w:t>
      </w:r>
      <w:r w:rsidRPr="005D5566">
        <w:lastRenderedPageBreak/>
        <w:t>sur le visage de la mère</w:t>
      </w:r>
      <w:r w:rsidR="001C0413">
        <w:t xml:space="preserve"> ; </w:t>
      </w:r>
      <w:r w:rsidRPr="005D5566">
        <w:t>elle tressaillit</w:t>
      </w:r>
      <w:r w:rsidR="001C0413">
        <w:t xml:space="preserve">, </w:t>
      </w:r>
      <w:r w:rsidRPr="005D5566">
        <w:t>tendit tout le corps vers lui</w:t>
      </w:r>
      <w:r w:rsidR="001C0413">
        <w:t xml:space="preserve">, </w:t>
      </w:r>
      <w:r w:rsidRPr="005D5566">
        <w:t>fit un geste instinctif</w:t>
      </w:r>
      <w:r w:rsidR="001C0413">
        <w:t xml:space="preserve">. </w:t>
      </w:r>
      <w:r w:rsidRPr="005D5566">
        <w:t>Il se détourna</w:t>
      </w:r>
      <w:r w:rsidR="001C0413">
        <w:t xml:space="preserve">. </w:t>
      </w:r>
      <w:r w:rsidRPr="005D5566">
        <w:t>Mais quelques instants plus tard</w:t>
      </w:r>
      <w:r w:rsidR="001C0413">
        <w:t xml:space="preserve">, </w:t>
      </w:r>
      <w:r w:rsidRPr="005D5566">
        <w:t>les yeux du prisonnier se fixèrent de nouveau sur elle</w:t>
      </w:r>
      <w:r w:rsidR="001C0413">
        <w:t xml:space="preserve">. </w:t>
      </w:r>
      <w:r w:rsidRPr="005D5566">
        <w:t>Il sembla à Pélaguée qu</w:t>
      </w:r>
      <w:r w:rsidR="001C0413">
        <w:t>’</w:t>
      </w:r>
      <w:r w:rsidRPr="005D5566">
        <w:t>il se redressait</w:t>
      </w:r>
      <w:r w:rsidR="001C0413">
        <w:t xml:space="preserve">, </w:t>
      </w:r>
      <w:r w:rsidRPr="005D5566">
        <w:t>qu</w:t>
      </w:r>
      <w:r w:rsidR="001C0413">
        <w:t>’</w:t>
      </w:r>
      <w:r w:rsidRPr="005D5566">
        <w:t>il levait la tête</w:t>
      </w:r>
      <w:r w:rsidR="001C0413">
        <w:t xml:space="preserve">, </w:t>
      </w:r>
      <w:r w:rsidRPr="005D5566">
        <w:t>que ses joues ensanglantées tremblaient</w:t>
      </w:r>
      <w:r w:rsidR="001C0413">
        <w:t>…</w:t>
      </w:r>
    </w:p>
    <w:p w14:paraId="3DC261AB" w14:textId="77777777" w:rsidR="001C0413" w:rsidRDefault="001C0413" w:rsidP="001C0413">
      <w:r>
        <w:t>— </w:t>
      </w:r>
      <w:r w:rsidR="00530790" w:rsidRPr="005D5566">
        <w:t>Il m</w:t>
      </w:r>
      <w:r>
        <w:t>’</w:t>
      </w:r>
      <w:r w:rsidR="00530790" w:rsidRPr="005D5566">
        <w:t>a reconnue</w:t>
      </w:r>
      <w:r>
        <w:t xml:space="preserve"> !… </w:t>
      </w:r>
      <w:r w:rsidR="00530790" w:rsidRPr="005D5566">
        <w:t>est-il possible qu</w:t>
      </w:r>
      <w:r>
        <w:t>’</w:t>
      </w:r>
      <w:r w:rsidR="00530790" w:rsidRPr="005D5566">
        <w:t>il m</w:t>
      </w:r>
      <w:r>
        <w:t>’</w:t>
      </w:r>
      <w:r w:rsidR="00530790" w:rsidRPr="005D5566">
        <w:t>ait reconnue</w:t>
      </w:r>
      <w:r>
        <w:t> ?</w:t>
      </w:r>
    </w:p>
    <w:p w14:paraId="0B79B742" w14:textId="77777777" w:rsidR="001C0413" w:rsidRDefault="00530790" w:rsidP="001C0413">
      <w:r w:rsidRPr="005D5566">
        <w:t>Et</w:t>
      </w:r>
      <w:r w:rsidR="001C0413">
        <w:t xml:space="preserve">, </w:t>
      </w:r>
      <w:r w:rsidRPr="005D5566">
        <w:t>vibrant d</w:t>
      </w:r>
      <w:r w:rsidR="001C0413">
        <w:t>’</w:t>
      </w:r>
      <w:r w:rsidRPr="005D5566">
        <w:t>une joie angoissée et poignante</w:t>
      </w:r>
      <w:r w:rsidR="001C0413">
        <w:t xml:space="preserve">, </w:t>
      </w:r>
      <w:r w:rsidRPr="005D5566">
        <w:t>elle lui fit un signe de tête</w:t>
      </w:r>
      <w:r w:rsidR="001C0413">
        <w:t xml:space="preserve">. </w:t>
      </w:r>
      <w:r w:rsidRPr="005D5566">
        <w:t>Mais elle remarqua aussitôt que le paysan aux yeux bleus</w:t>
      </w:r>
      <w:r w:rsidR="001C0413">
        <w:t xml:space="preserve">, </w:t>
      </w:r>
      <w:r w:rsidRPr="005D5566">
        <w:t>qui se trouvait près de Rybine</w:t>
      </w:r>
      <w:r w:rsidR="001C0413">
        <w:t xml:space="preserve">, </w:t>
      </w:r>
      <w:r w:rsidRPr="005D5566">
        <w:t>la considérait</w:t>
      </w:r>
      <w:r w:rsidR="001C0413">
        <w:t xml:space="preserve">. </w:t>
      </w:r>
      <w:r w:rsidRPr="005D5566">
        <w:t>Ce regard éveilla en elle la conscience du danger</w:t>
      </w:r>
      <w:r w:rsidR="001C0413">
        <w:t>…</w:t>
      </w:r>
    </w:p>
    <w:p w14:paraId="37233E63" w14:textId="77777777" w:rsidR="001C0413" w:rsidRDefault="001C0413" w:rsidP="001C0413">
      <w:r>
        <w:t>— </w:t>
      </w:r>
      <w:r w:rsidR="00530790" w:rsidRPr="005D5566">
        <w:t>Qu</w:t>
      </w:r>
      <w:r>
        <w:t>’</w:t>
      </w:r>
      <w:r w:rsidR="00530790" w:rsidRPr="005D5566">
        <w:t>est-ce que je fais</w:t>
      </w:r>
      <w:r>
        <w:t xml:space="preserve"> ?… </w:t>
      </w:r>
      <w:r w:rsidR="00530790" w:rsidRPr="005D5566">
        <w:t>on m</w:t>
      </w:r>
      <w:r>
        <w:t>’</w:t>
      </w:r>
      <w:r w:rsidR="00530790" w:rsidRPr="005D5566">
        <w:t>arrêtera aussi</w:t>
      </w:r>
      <w:r>
        <w:t>…</w:t>
      </w:r>
    </w:p>
    <w:p w14:paraId="20FC5924" w14:textId="77777777" w:rsidR="001C0413" w:rsidRDefault="00530790" w:rsidP="001C0413">
      <w:r w:rsidRPr="005D5566">
        <w:t>Le paysan chuchota quelques mots à Rybine</w:t>
      </w:r>
      <w:r w:rsidR="001C0413">
        <w:t xml:space="preserve">, </w:t>
      </w:r>
      <w:r w:rsidRPr="005D5566">
        <w:t>qui hocha la tête</w:t>
      </w:r>
      <w:r w:rsidR="001C0413">
        <w:t xml:space="preserve">, </w:t>
      </w:r>
      <w:r w:rsidRPr="005D5566">
        <w:t>et dit d</w:t>
      </w:r>
      <w:r w:rsidR="001C0413">
        <w:t>’</w:t>
      </w:r>
      <w:r w:rsidRPr="005D5566">
        <w:t>une voix saccadée</w:t>
      </w:r>
      <w:r w:rsidR="001C0413">
        <w:t xml:space="preserve">, </w:t>
      </w:r>
      <w:r w:rsidRPr="005D5566">
        <w:t>mais distincte et vaillante</w:t>
      </w:r>
      <w:r w:rsidR="001C0413">
        <w:t> :</w:t>
      </w:r>
    </w:p>
    <w:p w14:paraId="3CFBBCA9" w14:textId="77777777" w:rsidR="001C0413" w:rsidRDefault="001C0413" w:rsidP="001C0413">
      <w:r>
        <w:t>— </w:t>
      </w:r>
      <w:r w:rsidR="00530790" w:rsidRPr="005D5566">
        <w:t>Qu</w:t>
      </w:r>
      <w:r>
        <w:t>’</w:t>
      </w:r>
      <w:r w:rsidR="00530790" w:rsidRPr="005D5566">
        <w:t>importe</w:t>
      </w:r>
      <w:r>
        <w:t xml:space="preserve"> ! </w:t>
      </w:r>
      <w:r w:rsidR="00530790" w:rsidRPr="005D5566">
        <w:t>Je ne suis pas seul sur la terre</w:t>
      </w:r>
      <w:r>
        <w:t xml:space="preserve">… </w:t>
      </w:r>
      <w:r w:rsidR="00530790" w:rsidRPr="005D5566">
        <w:t>On n</w:t>
      </w:r>
      <w:r>
        <w:t>’</w:t>
      </w:r>
      <w:r w:rsidR="00530790" w:rsidRPr="005D5566">
        <w:t>emprisonnera jamais toute la vérité</w:t>
      </w:r>
      <w:r>
        <w:t xml:space="preserve"> ! </w:t>
      </w:r>
      <w:r w:rsidR="00530790" w:rsidRPr="005D5566">
        <w:t>On se souviendra de moi partout où j</w:t>
      </w:r>
      <w:r>
        <w:t>’</w:t>
      </w:r>
      <w:r w:rsidR="00530790" w:rsidRPr="005D5566">
        <w:t>ai passé</w:t>
      </w:r>
      <w:r>
        <w:t xml:space="preserve">… </w:t>
      </w:r>
      <w:r w:rsidR="00530790" w:rsidRPr="005D5566">
        <w:t>Voilà</w:t>
      </w:r>
      <w:r>
        <w:t xml:space="preserve"> ! </w:t>
      </w:r>
      <w:r w:rsidR="00530790" w:rsidRPr="005D5566">
        <w:t>Le nid a été détruit</w:t>
      </w:r>
      <w:r>
        <w:t xml:space="preserve">, </w:t>
      </w:r>
      <w:r w:rsidR="00530790" w:rsidRPr="005D5566">
        <w:t>qu</w:t>
      </w:r>
      <w:r>
        <w:t>’</w:t>
      </w:r>
      <w:r w:rsidR="00530790" w:rsidRPr="005D5566">
        <w:t>importe</w:t>
      </w:r>
      <w:r>
        <w:t xml:space="preserve">, </w:t>
      </w:r>
      <w:r w:rsidR="00530790" w:rsidRPr="005D5566">
        <w:t>il n</w:t>
      </w:r>
      <w:r>
        <w:t>’</w:t>
      </w:r>
      <w:r w:rsidR="00530790" w:rsidRPr="005D5566">
        <w:t>y avait plus là d</w:t>
      </w:r>
      <w:r>
        <w:t>’</w:t>
      </w:r>
      <w:r w:rsidR="00530790" w:rsidRPr="005D5566">
        <w:t>amis</w:t>
      </w:r>
      <w:r>
        <w:t xml:space="preserve">, </w:t>
      </w:r>
      <w:r w:rsidR="00530790" w:rsidRPr="005D5566">
        <w:t>ni de camarades</w:t>
      </w:r>
      <w:r>
        <w:t> !</w:t>
      </w:r>
    </w:p>
    <w:p w14:paraId="225CA13D" w14:textId="77777777" w:rsidR="001C0413" w:rsidRDefault="001C0413" w:rsidP="001C0413">
      <w:r>
        <w:t>— </w:t>
      </w:r>
      <w:r w:rsidR="00530790" w:rsidRPr="005D5566">
        <w:t>C</w:t>
      </w:r>
      <w:r>
        <w:t>’</w:t>
      </w:r>
      <w:r w:rsidR="00530790" w:rsidRPr="005D5566">
        <w:t>est pour moi qu</w:t>
      </w:r>
      <w:r>
        <w:t>’</w:t>
      </w:r>
      <w:r w:rsidR="00530790" w:rsidRPr="005D5566">
        <w:t>il parle</w:t>
      </w:r>
      <w:r>
        <w:t xml:space="preserve"> ! </w:t>
      </w:r>
      <w:r w:rsidR="00530790" w:rsidRPr="005D5566">
        <w:t>pensa la mère</w:t>
      </w:r>
      <w:r>
        <w:t>.</w:t>
      </w:r>
    </w:p>
    <w:p w14:paraId="2E534ED8" w14:textId="77777777" w:rsidR="001C0413" w:rsidRDefault="001C0413" w:rsidP="001C0413">
      <w:r>
        <w:t>— </w:t>
      </w:r>
      <w:r w:rsidR="00530790" w:rsidRPr="005D5566">
        <w:t>Le peuple saura bien faire d</w:t>
      </w:r>
      <w:r>
        <w:t>’</w:t>
      </w:r>
      <w:r w:rsidR="00530790" w:rsidRPr="005D5566">
        <w:t>autres nids pour la vérité</w:t>
      </w:r>
      <w:r>
        <w:t xml:space="preserve">, </w:t>
      </w:r>
      <w:r w:rsidR="00530790" w:rsidRPr="005D5566">
        <w:t>et le jour viendra où les aigles s</w:t>
      </w:r>
      <w:r>
        <w:t>’</w:t>
      </w:r>
      <w:r w:rsidR="00530790" w:rsidRPr="005D5566">
        <w:t>envoleront librement</w:t>
      </w:r>
      <w:r>
        <w:t xml:space="preserve">… </w:t>
      </w:r>
      <w:r w:rsidR="00530790" w:rsidRPr="005D5566">
        <w:t>où le peuple s</w:t>
      </w:r>
      <w:r>
        <w:t>’</w:t>
      </w:r>
      <w:r w:rsidR="00530790" w:rsidRPr="005D5566">
        <w:t>affranchira</w:t>
      </w:r>
      <w:r>
        <w:t> !</w:t>
      </w:r>
    </w:p>
    <w:p w14:paraId="3F05CA37" w14:textId="77777777" w:rsidR="001C0413" w:rsidRDefault="00530790" w:rsidP="001C0413">
      <w:r w:rsidRPr="005D5566">
        <w:t>Une femme apporta un seau d</w:t>
      </w:r>
      <w:r w:rsidR="001C0413">
        <w:t>’</w:t>
      </w:r>
      <w:r w:rsidRPr="005D5566">
        <w:t>eau et</w:t>
      </w:r>
      <w:r w:rsidR="001C0413">
        <w:t xml:space="preserve">, </w:t>
      </w:r>
      <w:r w:rsidRPr="005D5566">
        <w:t>tout en se lamentant</w:t>
      </w:r>
      <w:r w:rsidR="001C0413">
        <w:t xml:space="preserve">, </w:t>
      </w:r>
      <w:r w:rsidRPr="005D5566">
        <w:t>se mit à laver le visage du prisonnier</w:t>
      </w:r>
      <w:r w:rsidR="001C0413">
        <w:t xml:space="preserve">. </w:t>
      </w:r>
      <w:r w:rsidRPr="005D5566">
        <w:t>Sa voix plaintive et grêle se mêlait aux paroles de Rybine et empêchait la mère de comprendre ce qu</w:t>
      </w:r>
      <w:r w:rsidR="001C0413">
        <w:t>’</w:t>
      </w:r>
      <w:r w:rsidRPr="005D5566">
        <w:t>il disait</w:t>
      </w:r>
      <w:r w:rsidR="001C0413">
        <w:t xml:space="preserve">. </w:t>
      </w:r>
      <w:r w:rsidRPr="005D5566">
        <w:t>Un groupe de paysans</w:t>
      </w:r>
      <w:r w:rsidR="001C0413">
        <w:t xml:space="preserve">, </w:t>
      </w:r>
      <w:r w:rsidRPr="005D5566">
        <w:t>précédé du commissaire de la police rurale</w:t>
      </w:r>
      <w:r w:rsidR="001C0413">
        <w:t xml:space="preserve">, </w:t>
      </w:r>
      <w:r w:rsidRPr="005D5566">
        <w:t>s</w:t>
      </w:r>
      <w:r w:rsidR="001C0413">
        <w:t>’</w:t>
      </w:r>
      <w:r w:rsidRPr="005D5566">
        <w:t>avança</w:t>
      </w:r>
      <w:r w:rsidR="001C0413">
        <w:t xml:space="preserve"> ; </w:t>
      </w:r>
      <w:r w:rsidRPr="005D5566">
        <w:t>quelqu</w:t>
      </w:r>
      <w:r w:rsidR="001C0413">
        <w:t>’</w:t>
      </w:r>
      <w:r w:rsidRPr="005D5566">
        <w:t>un ordonna</w:t>
      </w:r>
      <w:r w:rsidR="001C0413">
        <w:t> :</w:t>
      </w:r>
    </w:p>
    <w:p w14:paraId="07808669" w14:textId="77777777" w:rsidR="001C0413" w:rsidRDefault="001C0413" w:rsidP="001C0413">
      <w:r>
        <w:lastRenderedPageBreak/>
        <w:t>— </w:t>
      </w:r>
      <w:r w:rsidR="00530790" w:rsidRPr="005D5566">
        <w:t>Un char pour mener le prisonnier à la ville</w:t>
      </w:r>
      <w:r>
        <w:t xml:space="preserve"> !… </w:t>
      </w:r>
      <w:r w:rsidR="00530790" w:rsidRPr="005D5566">
        <w:t>Hé</w:t>
      </w:r>
      <w:r>
        <w:t xml:space="preserve"> ! </w:t>
      </w:r>
      <w:r w:rsidR="00530790" w:rsidRPr="005D5566">
        <w:t>À qui est-ce de le fournir</w:t>
      </w:r>
      <w:r>
        <w:t> ?</w:t>
      </w:r>
    </w:p>
    <w:p w14:paraId="6C5D1EDB" w14:textId="77777777" w:rsidR="001C0413" w:rsidRDefault="00530790" w:rsidP="001C0413">
      <w:r w:rsidRPr="005D5566">
        <w:t>Puis le commissaire cria d</w:t>
      </w:r>
      <w:r w:rsidR="001C0413">
        <w:t>’</w:t>
      </w:r>
      <w:r w:rsidRPr="005D5566">
        <w:t>une voix toute changée et comme vexée</w:t>
      </w:r>
      <w:r w:rsidR="001C0413">
        <w:t> :</w:t>
      </w:r>
    </w:p>
    <w:p w14:paraId="7BF83E1A" w14:textId="77777777" w:rsidR="001C0413" w:rsidRDefault="001C0413" w:rsidP="001C0413">
      <w:r>
        <w:t>— </w:t>
      </w:r>
      <w:r w:rsidR="00530790" w:rsidRPr="005D5566">
        <w:t>Je peux te frapper</w:t>
      </w:r>
      <w:r>
        <w:t xml:space="preserve">, </w:t>
      </w:r>
      <w:r w:rsidR="00530790" w:rsidRPr="005D5566">
        <w:t>mais toi tu ne le peux pas</w:t>
      </w:r>
      <w:r>
        <w:t xml:space="preserve">, </w:t>
      </w:r>
      <w:r w:rsidR="00530790" w:rsidRPr="005D5566">
        <w:t>tu n</w:t>
      </w:r>
      <w:r>
        <w:t>’</w:t>
      </w:r>
      <w:r w:rsidR="00530790" w:rsidRPr="005D5566">
        <w:t>en as pas le droit</w:t>
      </w:r>
      <w:r>
        <w:t xml:space="preserve">, </w:t>
      </w:r>
      <w:r w:rsidR="00530790" w:rsidRPr="005D5566">
        <w:t>imbécile</w:t>
      </w:r>
      <w:r>
        <w:t> !</w:t>
      </w:r>
    </w:p>
    <w:p w14:paraId="4DF8C804" w14:textId="77777777" w:rsidR="001C0413" w:rsidRDefault="001C0413" w:rsidP="001C0413">
      <w:r>
        <w:t>— </w:t>
      </w:r>
      <w:r w:rsidR="00530790" w:rsidRPr="005D5566">
        <w:t>Ah</w:t>
      </w:r>
      <w:r>
        <w:t xml:space="preserve"> ! </w:t>
      </w:r>
      <w:r w:rsidR="00530790" w:rsidRPr="005D5566">
        <w:t>Et qui es-tu donc</w:t>
      </w:r>
      <w:r>
        <w:t xml:space="preserve"> ? </w:t>
      </w:r>
      <w:r w:rsidR="00530790" w:rsidRPr="005D5566">
        <w:t>Dieu</w:t>
      </w:r>
      <w:r>
        <w:t xml:space="preserve"> ? </w:t>
      </w:r>
      <w:r w:rsidR="00530790" w:rsidRPr="005D5566">
        <w:t>répliqua Rybine</w:t>
      </w:r>
      <w:r>
        <w:t>.</w:t>
      </w:r>
    </w:p>
    <w:p w14:paraId="0C26459C" w14:textId="77777777" w:rsidR="001C0413" w:rsidRDefault="00530790" w:rsidP="001C0413">
      <w:r w:rsidRPr="005D5566">
        <w:t xml:space="preserve">Des exclamations étouffées couvrirent </w:t>
      </w:r>
      <w:r>
        <w:t>l</w:t>
      </w:r>
      <w:r w:rsidRPr="005D5566">
        <w:t>a réponse</w:t>
      </w:r>
      <w:r w:rsidR="001C0413">
        <w:t>.</w:t>
      </w:r>
    </w:p>
    <w:p w14:paraId="16F24230" w14:textId="77777777" w:rsidR="001C0413" w:rsidRDefault="001C0413" w:rsidP="001C0413">
      <w:r>
        <w:t>— </w:t>
      </w:r>
      <w:r w:rsidR="00530790" w:rsidRPr="005D5566">
        <w:t>Ne discute pas</w:t>
      </w:r>
      <w:r>
        <w:t xml:space="preserve">, </w:t>
      </w:r>
      <w:r w:rsidR="00530790" w:rsidRPr="005D5566">
        <w:t>oncle</w:t>
      </w:r>
      <w:r>
        <w:t xml:space="preserve"> ! </w:t>
      </w:r>
      <w:r w:rsidR="00530790" w:rsidRPr="005D5566">
        <w:t>C</w:t>
      </w:r>
      <w:r>
        <w:t>’</w:t>
      </w:r>
      <w:r w:rsidR="00530790" w:rsidRPr="005D5566">
        <w:t>est un chef</w:t>
      </w:r>
      <w:r>
        <w:t> !</w:t>
      </w:r>
    </w:p>
    <w:p w14:paraId="04596FDA" w14:textId="77777777" w:rsidR="001C0413" w:rsidRDefault="001C0413" w:rsidP="001C0413">
      <w:r>
        <w:t>— </w:t>
      </w:r>
      <w:r w:rsidR="00530790" w:rsidRPr="005D5566">
        <w:t>Ne vous fâchez pas</w:t>
      </w:r>
      <w:r>
        <w:t xml:space="preserve">, </w:t>
      </w:r>
      <w:r w:rsidR="00530790" w:rsidRPr="005D5566">
        <w:t>Votre Noblesse</w:t>
      </w:r>
      <w:r>
        <w:t> !</w:t>
      </w:r>
    </w:p>
    <w:p w14:paraId="7AD78D19" w14:textId="77777777" w:rsidR="001C0413" w:rsidRDefault="001C0413" w:rsidP="001C0413">
      <w:r>
        <w:t>— </w:t>
      </w:r>
      <w:r w:rsidR="00530790" w:rsidRPr="005D5566">
        <w:t>Tais-toi</w:t>
      </w:r>
      <w:r>
        <w:t xml:space="preserve">, </w:t>
      </w:r>
      <w:r w:rsidR="00530790" w:rsidRPr="005D5566">
        <w:t>original</w:t>
      </w:r>
      <w:r>
        <w:t> !</w:t>
      </w:r>
    </w:p>
    <w:p w14:paraId="35E959C0" w14:textId="77777777" w:rsidR="001C0413" w:rsidRDefault="001C0413" w:rsidP="001C0413">
      <w:r>
        <w:t>— </w:t>
      </w:r>
      <w:r w:rsidR="00530790" w:rsidRPr="005D5566">
        <w:t>On va te conduire à la ville à l</w:t>
      </w:r>
      <w:r>
        <w:t>’</w:t>
      </w:r>
      <w:r w:rsidR="00530790" w:rsidRPr="005D5566">
        <w:t>instant</w:t>
      </w:r>
      <w:r>
        <w:t> !…</w:t>
      </w:r>
    </w:p>
    <w:p w14:paraId="2749C7BB" w14:textId="77777777" w:rsidR="001C0413" w:rsidRDefault="001C0413" w:rsidP="001C0413">
      <w:r>
        <w:t>— </w:t>
      </w:r>
      <w:r w:rsidR="00530790" w:rsidRPr="005D5566">
        <w:t>La loi y est plus respectée</w:t>
      </w:r>
      <w:r>
        <w:t> !…</w:t>
      </w:r>
    </w:p>
    <w:p w14:paraId="4FCB4F95" w14:textId="77777777" w:rsidR="001C0413" w:rsidRDefault="00530790" w:rsidP="001C0413">
      <w:r w:rsidRPr="005D5566">
        <w:t>Les cris de la foule se faisaient conciliants</w:t>
      </w:r>
      <w:r w:rsidR="001C0413">
        <w:t xml:space="preserve">, </w:t>
      </w:r>
      <w:r w:rsidRPr="005D5566">
        <w:t>suppliants</w:t>
      </w:r>
      <w:r w:rsidR="001C0413">
        <w:t xml:space="preserve"> ; </w:t>
      </w:r>
      <w:r w:rsidRPr="005D5566">
        <w:t>ils se mêlaient en un fracas indistinct</w:t>
      </w:r>
      <w:r w:rsidR="001C0413">
        <w:t xml:space="preserve">, </w:t>
      </w:r>
      <w:r w:rsidRPr="005D5566">
        <w:t>plaintif</w:t>
      </w:r>
      <w:r w:rsidR="001C0413">
        <w:t xml:space="preserve">, </w:t>
      </w:r>
      <w:r w:rsidRPr="005D5566">
        <w:t>où nulle note d</w:t>
      </w:r>
      <w:r w:rsidR="001C0413">
        <w:t>’</w:t>
      </w:r>
      <w:r w:rsidRPr="005D5566">
        <w:t>espoir ne résonnait</w:t>
      </w:r>
      <w:r w:rsidR="001C0413">
        <w:t xml:space="preserve">. </w:t>
      </w:r>
      <w:r w:rsidRPr="005D5566">
        <w:t>Les gardes prirent Rybine par le bras</w:t>
      </w:r>
      <w:r w:rsidR="001C0413">
        <w:t xml:space="preserve">, </w:t>
      </w:r>
      <w:r w:rsidRPr="005D5566">
        <w:t>le conduisirent sur le perron de l</w:t>
      </w:r>
      <w:r w:rsidR="001C0413">
        <w:t>’</w:t>
      </w:r>
      <w:r w:rsidRPr="005D5566">
        <w:t>administration et pénétrèrent avec lui dans le bâtiment</w:t>
      </w:r>
      <w:r w:rsidR="001C0413">
        <w:t xml:space="preserve">. </w:t>
      </w:r>
      <w:r w:rsidRPr="005D5566">
        <w:t>Lentement</w:t>
      </w:r>
      <w:r w:rsidR="001C0413">
        <w:t xml:space="preserve">, </w:t>
      </w:r>
      <w:r w:rsidRPr="005D5566">
        <w:t>les paysans se dispersèrent</w:t>
      </w:r>
      <w:r w:rsidR="001C0413">
        <w:t xml:space="preserve"> ; </w:t>
      </w:r>
      <w:r w:rsidRPr="005D5566">
        <w:t>la mère vit que l</w:t>
      </w:r>
      <w:r w:rsidR="001C0413">
        <w:t>’</w:t>
      </w:r>
      <w:r w:rsidRPr="005D5566">
        <w:t>homme aux yeux bleus se dirigeait vers elle et la regardait à la dérobée</w:t>
      </w:r>
      <w:r w:rsidR="001C0413">
        <w:t xml:space="preserve">. </w:t>
      </w:r>
      <w:r w:rsidRPr="005D5566">
        <w:t>Ses jambes tremblèrent</w:t>
      </w:r>
      <w:r w:rsidR="001C0413">
        <w:t xml:space="preserve"> ; </w:t>
      </w:r>
      <w:r w:rsidRPr="005D5566">
        <w:t>un sentiment d</w:t>
      </w:r>
      <w:r w:rsidR="001C0413">
        <w:t>’</w:t>
      </w:r>
      <w:r w:rsidRPr="005D5566">
        <w:t>impuissance désolée et d</w:t>
      </w:r>
      <w:r w:rsidR="001C0413">
        <w:t>’</w:t>
      </w:r>
      <w:r w:rsidRPr="005D5566">
        <w:t>isolement lui serrait le cœur et lui donnait des nausées</w:t>
      </w:r>
      <w:r w:rsidR="001C0413">
        <w:t>…</w:t>
      </w:r>
    </w:p>
    <w:p w14:paraId="5FB2863D" w14:textId="77777777" w:rsidR="001C0413" w:rsidRDefault="001C0413" w:rsidP="001C0413">
      <w:r>
        <w:t>— </w:t>
      </w:r>
      <w:r w:rsidR="00530790" w:rsidRPr="005D5566">
        <w:t>Je ne dois pas m</w:t>
      </w:r>
      <w:r>
        <w:t>’</w:t>
      </w:r>
      <w:r w:rsidR="00530790" w:rsidRPr="005D5566">
        <w:t>en aller</w:t>
      </w:r>
      <w:r>
        <w:t xml:space="preserve"> ! </w:t>
      </w:r>
      <w:r w:rsidR="00530790" w:rsidRPr="005D5566">
        <w:t>pensa-t-elle</w:t>
      </w:r>
      <w:r>
        <w:t xml:space="preserve">. </w:t>
      </w:r>
      <w:r w:rsidR="00530790" w:rsidRPr="005D5566">
        <w:t>Il ne le faut pas</w:t>
      </w:r>
      <w:r>
        <w:t> !</w:t>
      </w:r>
    </w:p>
    <w:p w14:paraId="23CE0006" w14:textId="77777777" w:rsidR="001C0413" w:rsidRDefault="00530790" w:rsidP="001C0413">
      <w:r w:rsidRPr="005D5566">
        <w:t>Elle se retint vigoureusement à la balustrade et attendi</w:t>
      </w:r>
      <w:r w:rsidRPr="00D210FA">
        <w:t>t</w:t>
      </w:r>
      <w:r w:rsidR="001C0413">
        <w:t>.</w:t>
      </w:r>
    </w:p>
    <w:p w14:paraId="26EF2F2E" w14:textId="77777777" w:rsidR="001C0413" w:rsidRDefault="00530790" w:rsidP="001C0413">
      <w:r w:rsidRPr="005D5566">
        <w:lastRenderedPageBreak/>
        <w:t>Debout sur le perron de l</w:t>
      </w:r>
      <w:r w:rsidR="001C0413">
        <w:t>’</w:t>
      </w:r>
      <w:r w:rsidRPr="005D5566">
        <w:t>administration</w:t>
      </w:r>
      <w:r w:rsidR="001C0413">
        <w:t xml:space="preserve">, </w:t>
      </w:r>
      <w:r w:rsidRPr="005D5566">
        <w:t>le commissaire parlait en gesticulant</w:t>
      </w:r>
      <w:r w:rsidR="001C0413">
        <w:t xml:space="preserve">, </w:t>
      </w:r>
      <w:r w:rsidRPr="005D5566">
        <w:t>sur un ton de réprimande</w:t>
      </w:r>
      <w:r w:rsidR="001C0413">
        <w:t xml:space="preserve">, </w:t>
      </w:r>
      <w:r w:rsidRPr="005D5566">
        <w:t>d</w:t>
      </w:r>
      <w:r w:rsidR="001C0413">
        <w:t>’</w:t>
      </w:r>
      <w:r w:rsidRPr="005D5566">
        <w:t>une voix de nouveau blanche et indifférente</w:t>
      </w:r>
      <w:r w:rsidR="001C0413">
        <w:t> :</w:t>
      </w:r>
    </w:p>
    <w:p w14:paraId="139172FB" w14:textId="77777777" w:rsidR="001C0413" w:rsidRDefault="001C0413" w:rsidP="001C0413">
      <w:r>
        <w:t>— </w:t>
      </w:r>
      <w:r w:rsidR="00530790" w:rsidRPr="005D5566">
        <w:t>Imbéciles</w:t>
      </w:r>
      <w:r>
        <w:t xml:space="preserve">, </w:t>
      </w:r>
      <w:r w:rsidR="00530790" w:rsidRPr="005D5566">
        <w:t>fils de chiens</w:t>
      </w:r>
      <w:r>
        <w:t xml:space="preserve"> ! </w:t>
      </w:r>
      <w:r w:rsidR="00530790" w:rsidRPr="005D5566">
        <w:t>Vous ne comprenez rien et vous vous mêlez d</w:t>
      </w:r>
      <w:r>
        <w:t>’</w:t>
      </w:r>
      <w:r w:rsidR="00530790" w:rsidRPr="005D5566">
        <w:t>une affaire pareille</w:t>
      </w:r>
      <w:r>
        <w:t xml:space="preserve"> !… </w:t>
      </w:r>
      <w:r w:rsidR="00530790" w:rsidRPr="005D5566">
        <w:t>d</w:t>
      </w:r>
      <w:r>
        <w:t>’</w:t>
      </w:r>
      <w:r w:rsidR="00530790" w:rsidRPr="005D5566">
        <w:t>une affaire d</w:t>
      </w:r>
      <w:r>
        <w:t>’</w:t>
      </w:r>
      <w:r w:rsidR="00530790" w:rsidRPr="005D5566">
        <w:t>État</w:t>
      </w:r>
      <w:r>
        <w:t xml:space="preserve"> ! </w:t>
      </w:r>
      <w:r w:rsidR="00530790" w:rsidRPr="005D5566">
        <w:t>Idiots</w:t>
      </w:r>
      <w:r>
        <w:t xml:space="preserve"> ! </w:t>
      </w:r>
      <w:r w:rsidR="00530790" w:rsidRPr="005D5566">
        <w:t>Vous devriez me remercier de ma bonté</w:t>
      </w:r>
      <w:r>
        <w:t xml:space="preserve">, </w:t>
      </w:r>
      <w:r w:rsidR="00530790" w:rsidRPr="005D5566">
        <w:t>vous devriez vous incliner devant moi jusqu</w:t>
      </w:r>
      <w:r>
        <w:t>’</w:t>
      </w:r>
      <w:r w:rsidR="00530790" w:rsidRPr="005D5566">
        <w:t>à terre</w:t>
      </w:r>
      <w:r>
        <w:t xml:space="preserve"> ! </w:t>
      </w:r>
      <w:r w:rsidR="00530790" w:rsidRPr="005D5566">
        <w:t>Si je voulais</w:t>
      </w:r>
      <w:r>
        <w:t xml:space="preserve">, </w:t>
      </w:r>
      <w:r w:rsidR="00530790" w:rsidRPr="005D5566">
        <w:t>vous iriez tous au bagne</w:t>
      </w:r>
      <w:r>
        <w:t> !</w:t>
      </w:r>
    </w:p>
    <w:p w14:paraId="4313BB43" w14:textId="77777777" w:rsidR="001C0413" w:rsidRDefault="00530790" w:rsidP="001C0413">
      <w:r w:rsidRPr="005D5566">
        <w:t>Une vingtaine de paysans l</w:t>
      </w:r>
      <w:r w:rsidR="001C0413">
        <w:t>’</w:t>
      </w:r>
      <w:r w:rsidRPr="005D5566">
        <w:t>écoutaient</w:t>
      </w:r>
      <w:r w:rsidR="001C0413">
        <w:t xml:space="preserve">, </w:t>
      </w:r>
      <w:r w:rsidRPr="005D5566">
        <w:t>tête nue</w:t>
      </w:r>
      <w:r w:rsidR="001C0413">
        <w:t>…</w:t>
      </w:r>
    </w:p>
    <w:p w14:paraId="182B4480" w14:textId="77777777" w:rsidR="001C0413" w:rsidRDefault="00530790" w:rsidP="001C0413">
      <w:r w:rsidRPr="005D5566">
        <w:t>La nuit tombait</w:t>
      </w:r>
      <w:r w:rsidR="001C0413">
        <w:t xml:space="preserve">, </w:t>
      </w:r>
      <w:r w:rsidRPr="005D5566">
        <w:t>les nuages descendaient</w:t>
      </w:r>
      <w:r w:rsidR="001C0413">
        <w:t xml:space="preserve">… </w:t>
      </w:r>
      <w:r w:rsidRPr="005D5566">
        <w:t>L</w:t>
      </w:r>
      <w:r w:rsidR="001C0413">
        <w:t>’</w:t>
      </w:r>
      <w:r w:rsidRPr="005D5566">
        <w:t>homme aux yeux bleus s</w:t>
      </w:r>
      <w:r w:rsidR="001C0413">
        <w:t>’</w:t>
      </w:r>
      <w:r w:rsidRPr="005D5566">
        <w:t>approcha de la mère et dit en soupirant</w:t>
      </w:r>
      <w:r w:rsidR="001C0413">
        <w:t> :</w:t>
      </w:r>
    </w:p>
    <w:p w14:paraId="57C11058" w14:textId="77777777" w:rsidR="001C0413" w:rsidRDefault="001C0413" w:rsidP="001C0413">
      <w:r>
        <w:t>— </w:t>
      </w:r>
      <w:r w:rsidR="00530790" w:rsidRPr="005D5566">
        <w:t>En voilà des histoires</w:t>
      </w:r>
      <w:r>
        <w:t> !…</w:t>
      </w:r>
    </w:p>
    <w:p w14:paraId="3447DEBD" w14:textId="77777777" w:rsidR="001C0413" w:rsidRDefault="001C0413" w:rsidP="001C0413">
      <w:r>
        <w:t>— </w:t>
      </w:r>
      <w:r w:rsidR="00530790" w:rsidRPr="005D5566">
        <w:t>Oui</w:t>
      </w:r>
      <w:r>
        <w:t xml:space="preserve"> ! </w:t>
      </w:r>
      <w:r w:rsidR="00530790" w:rsidRPr="005D5566">
        <w:t>répliqua-t-elle à voix basse</w:t>
      </w:r>
      <w:r>
        <w:t>.</w:t>
      </w:r>
    </w:p>
    <w:p w14:paraId="500D8B68" w14:textId="77777777" w:rsidR="001C0413" w:rsidRDefault="00530790" w:rsidP="001C0413">
      <w:r w:rsidRPr="005D5566">
        <w:t>Il la regarda d</w:t>
      </w:r>
      <w:r w:rsidR="001C0413">
        <w:t>’</w:t>
      </w:r>
      <w:r w:rsidRPr="005D5566">
        <w:t>un air franc et demanda</w:t>
      </w:r>
      <w:r w:rsidR="001C0413">
        <w:t> :</w:t>
      </w:r>
    </w:p>
    <w:p w14:paraId="3FA0D3FD" w14:textId="77777777" w:rsidR="001C0413" w:rsidRDefault="001C0413" w:rsidP="001C0413">
      <w:r>
        <w:t>— </w:t>
      </w:r>
      <w:r w:rsidR="00530790" w:rsidRPr="005D5566">
        <w:t>Quel est votre métier</w:t>
      </w:r>
      <w:r>
        <w:t> ?</w:t>
      </w:r>
    </w:p>
    <w:p w14:paraId="24E3AA8D" w14:textId="77777777" w:rsidR="001C0413" w:rsidRDefault="001C0413" w:rsidP="001C0413">
      <w:r>
        <w:t>— </w:t>
      </w:r>
      <w:r w:rsidR="00530790" w:rsidRPr="005D5566">
        <w:t>J</w:t>
      </w:r>
      <w:r>
        <w:t>’</w:t>
      </w:r>
      <w:r w:rsidR="00530790" w:rsidRPr="005D5566">
        <w:t>achète les dentelles aux femmes qui les fabriquent</w:t>
      </w:r>
      <w:r>
        <w:t xml:space="preserve">… </w:t>
      </w:r>
      <w:r w:rsidR="00530790" w:rsidRPr="005D5566">
        <w:t>la toile aussi</w:t>
      </w:r>
      <w:r>
        <w:t>.</w:t>
      </w:r>
    </w:p>
    <w:p w14:paraId="60D258AB" w14:textId="77777777" w:rsidR="001C0413" w:rsidRDefault="00530790" w:rsidP="001C0413">
      <w:r w:rsidRPr="005D5566">
        <w:t>Le paysan se caressa lentement sa barbe</w:t>
      </w:r>
      <w:r w:rsidR="001C0413">
        <w:t xml:space="preserve">, </w:t>
      </w:r>
      <w:r w:rsidRPr="005D5566">
        <w:t>puis il dit d</w:t>
      </w:r>
      <w:r w:rsidR="001C0413">
        <w:t>’</w:t>
      </w:r>
      <w:r w:rsidRPr="005D5566">
        <w:t>une voix ennuyée en regardant dans la direction du village</w:t>
      </w:r>
      <w:r w:rsidR="001C0413">
        <w:t> :</w:t>
      </w:r>
    </w:p>
    <w:p w14:paraId="26B0D6FF" w14:textId="77777777" w:rsidR="001C0413" w:rsidRDefault="001C0413" w:rsidP="001C0413">
      <w:r>
        <w:t>— </w:t>
      </w:r>
      <w:r w:rsidR="00530790" w:rsidRPr="005D5566">
        <w:t>On ne trouve rien de cela chez nous</w:t>
      </w:r>
      <w:r>
        <w:t>…</w:t>
      </w:r>
    </w:p>
    <w:p w14:paraId="28B9E8D1" w14:textId="77777777" w:rsidR="001C0413" w:rsidRDefault="00530790" w:rsidP="001C0413">
      <w:r w:rsidRPr="005D5566">
        <w:t>La mère le considéra du haut en bas et attendit l</w:t>
      </w:r>
      <w:r w:rsidR="001C0413">
        <w:t>’</w:t>
      </w:r>
      <w:r w:rsidRPr="005D5566">
        <w:t>instant propice pour rentrer dans l</w:t>
      </w:r>
      <w:r w:rsidR="001C0413">
        <w:t>’</w:t>
      </w:r>
      <w:r w:rsidRPr="005D5566">
        <w:t>auberge</w:t>
      </w:r>
      <w:r w:rsidR="001C0413">
        <w:t xml:space="preserve">. </w:t>
      </w:r>
      <w:r w:rsidRPr="005D5566">
        <w:t>Le visage de l</w:t>
      </w:r>
      <w:r w:rsidR="001C0413">
        <w:t>’</w:t>
      </w:r>
      <w:r w:rsidRPr="005D5566">
        <w:t>homme était pensif et beau</w:t>
      </w:r>
      <w:r w:rsidR="001C0413">
        <w:t xml:space="preserve"> ; </w:t>
      </w:r>
      <w:r w:rsidRPr="005D5566">
        <w:t>ses yeux avaient une expression mélancolique</w:t>
      </w:r>
      <w:r w:rsidR="001C0413">
        <w:t xml:space="preserve">. </w:t>
      </w:r>
      <w:r w:rsidRPr="005D5566">
        <w:t>Grand et large d</w:t>
      </w:r>
      <w:r w:rsidR="001C0413">
        <w:t>’</w:t>
      </w:r>
      <w:r w:rsidRPr="005D5566">
        <w:t>épaules</w:t>
      </w:r>
      <w:r w:rsidR="001C0413">
        <w:t xml:space="preserve">, </w:t>
      </w:r>
      <w:r w:rsidRPr="005D5566">
        <w:t>il était vêtu d</w:t>
      </w:r>
      <w:r w:rsidR="001C0413">
        <w:t>’</w:t>
      </w:r>
      <w:r w:rsidRPr="005D5566">
        <w:t>un sarrau tout rapiécé</w:t>
      </w:r>
      <w:r w:rsidR="001C0413">
        <w:t xml:space="preserve">, </w:t>
      </w:r>
      <w:r w:rsidRPr="005D5566">
        <w:t>d</w:t>
      </w:r>
      <w:r w:rsidR="001C0413">
        <w:t>’</w:t>
      </w:r>
      <w:r w:rsidRPr="005D5566">
        <w:t>une chemise d</w:t>
      </w:r>
      <w:r w:rsidR="001C0413">
        <w:t>’</w:t>
      </w:r>
      <w:r w:rsidRPr="005D5566">
        <w:t>indienne propre</w:t>
      </w:r>
      <w:r w:rsidR="001C0413">
        <w:t xml:space="preserve">, </w:t>
      </w:r>
      <w:r w:rsidRPr="005D5566">
        <w:t>d</w:t>
      </w:r>
      <w:r w:rsidR="001C0413">
        <w:t>’</w:t>
      </w:r>
      <w:r w:rsidRPr="005D5566">
        <w:t>un pantalon roussâtre</w:t>
      </w:r>
      <w:r w:rsidR="001C0413">
        <w:t xml:space="preserve">, </w:t>
      </w:r>
      <w:r w:rsidRPr="005D5566">
        <w:t>en drap grossier</w:t>
      </w:r>
      <w:r w:rsidR="001C0413">
        <w:t xml:space="preserve"> ; </w:t>
      </w:r>
      <w:r w:rsidRPr="005D5566">
        <w:t>ses pieds nus étaient chaussés de tille</w:t>
      </w:r>
      <w:r w:rsidR="001C0413">
        <w:t>.</w:t>
      </w:r>
    </w:p>
    <w:p w14:paraId="57983D40" w14:textId="77777777" w:rsidR="001C0413" w:rsidRDefault="00530790" w:rsidP="001C0413">
      <w:r w:rsidRPr="005D5566">
        <w:lastRenderedPageBreak/>
        <w:t>Sans savoir pourquoi</w:t>
      </w:r>
      <w:r w:rsidR="001C0413">
        <w:t xml:space="preserve">, </w:t>
      </w:r>
      <w:r w:rsidRPr="005D5566">
        <w:t>la mère poussa un soupir de soulagement</w:t>
      </w:r>
      <w:r w:rsidR="001C0413">
        <w:t xml:space="preserve">. </w:t>
      </w:r>
      <w:r w:rsidRPr="005D5566">
        <w:t>Soudain</w:t>
      </w:r>
      <w:r w:rsidR="001C0413">
        <w:t xml:space="preserve">, </w:t>
      </w:r>
      <w:r w:rsidRPr="005D5566">
        <w:t>obéissant à un instinct qui devança sa pensée</w:t>
      </w:r>
      <w:r w:rsidR="001C0413">
        <w:t xml:space="preserve">, </w:t>
      </w:r>
      <w:r w:rsidRPr="005D5566">
        <w:t>el</w:t>
      </w:r>
      <w:r>
        <w:t>le lui demanda en un élan qui l</w:t>
      </w:r>
      <w:r w:rsidRPr="005D5566">
        <w:t>a surprît elle-même</w:t>
      </w:r>
      <w:r w:rsidR="001C0413">
        <w:t> :</w:t>
      </w:r>
    </w:p>
    <w:p w14:paraId="75C1F3B2" w14:textId="77777777" w:rsidR="001C0413" w:rsidRDefault="001C0413" w:rsidP="001C0413">
      <w:r>
        <w:t>— </w:t>
      </w:r>
      <w:r w:rsidR="00530790" w:rsidRPr="005D5566">
        <w:t>Puis-je passer la nuit chez toi</w:t>
      </w:r>
      <w:r>
        <w:t> ?</w:t>
      </w:r>
    </w:p>
    <w:p w14:paraId="4F1ED9C6" w14:textId="77777777" w:rsidR="001C0413" w:rsidRDefault="00530790" w:rsidP="001C0413">
      <w:r w:rsidRPr="005D5566">
        <w:t>Aussitôt ses muscles</w:t>
      </w:r>
      <w:r w:rsidR="001C0413">
        <w:t xml:space="preserve">, </w:t>
      </w:r>
      <w:r w:rsidRPr="005D5566">
        <w:t>son corps tout entier se tendirent</w:t>
      </w:r>
      <w:r w:rsidR="001C0413">
        <w:t xml:space="preserve">. </w:t>
      </w:r>
      <w:r w:rsidRPr="005D5566">
        <w:t>Des pensées aiguës passaient rapidement dans son cerveau</w:t>
      </w:r>
      <w:r w:rsidR="001C0413">
        <w:t> :</w:t>
      </w:r>
    </w:p>
    <w:p w14:paraId="16B69E82" w14:textId="77777777" w:rsidR="001C0413" w:rsidRDefault="001C0413" w:rsidP="001C0413">
      <w:r>
        <w:t>— </w:t>
      </w:r>
      <w:r w:rsidR="00530790" w:rsidRPr="005D5566">
        <w:t>Je vais perdre Nicolas</w:t>
      </w:r>
      <w:r>
        <w:t xml:space="preserve">… </w:t>
      </w:r>
      <w:r w:rsidR="00530790" w:rsidRPr="005D5566">
        <w:t>Je ne verrai plus Pavel</w:t>
      </w:r>
      <w:r>
        <w:t xml:space="preserve">… </w:t>
      </w:r>
      <w:r w:rsidR="00530790" w:rsidRPr="005D5566">
        <w:t>pendant longtemps</w:t>
      </w:r>
      <w:r>
        <w:t xml:space="preserve">… </w:t>
      </w:r>
      <w:r w:rsidR="00530790" w:rsidRPr="005D5566">
        <w:t>on me battra</w:t>
      </w:r>
      <w:r>
        <w:t> !</w:t>
      </w:r>
    </w:p>
    <w:p w14:paraId="4721CA26" w14:textId="77777777" w:rsidR="001C0413" w:rsidRDefault="00530790" w:rsidP="001C0413">
      <w:r w:rsidRPr="005D5566">
        <w:t>L</w:t>
      </w:r>
      <w:r w:rsidR="001C0413">
        <w:t>’</w:t>
      </w:r>
      <w:r w:rsidRPr="005D5566">
        <w:t>homme répondit sans se presser</w:t>
      </w:r>
      <w:r w:rsidR="001C0413">
        <w:t xml:space="preserve">, </w:t>
      </w:r>
      <w:r w:rsidRPr="005D5566">
        <w:t>le regard à terre</w:t>
      </w:r>
      <w:r w:rsidR="001C0413">
        <w:t xml:space="preserve">, </w:t>
      </w:r>
      <w:r w:rsidRPr="005D5566">
        <w:t>tout en croisant son sarrau sur sa poitrine</w:t>
      </w:r>
      <w:r w:rsidR="001C0413">
        <w:t> :</w:t>
      </w:r>
    </w:p>
    <w:p w14:paraId="32A3AAD2" w14:textId="77777777" w:rsidR="001C0413" w:rsidRDefault="001C0413" w:rsidP="001C0413">
      <w:r>
        <w:t>— </w:t>
      </w:r>
      <w:r w:rsidR="00530790" w:rsidRPr="005D5566">
        <w:t>Passer la nuit</w:t>
      </w:r>
      <w:r>
        <w:t xml:space="preserve"> ? </w:t>
      </w:r>
      <w:r w:rsidR="00530790" w:rsidRPr="005D5566">
        <w:t>Oui</w:t>
      </w:r>
      <w:r>
        <w:t xml:space="preserve">… </w:t>
      </w:r>
      <w:r w:rsidR="00530790" w:rsidRPr="005D5566">
        <w:t>pourquoi pas</w:t>
      </w:r>
      <w:r>
        <w:t xml:space="preserve"> ? </w:t>
      </w:r>
      <w:r w:rsidR="00530790" w:rsidRPr="005D5566">
        <w:t>Seulement</w:t>
      </w:r>
      <w:r>
        <w:t xml:space="preserve">, </w:t>
      </w:r>
      <w:r w:rsidR="00530790" w:rsidRPr="005D5566">
        <w:t>ma chaumière n</w:t>
      </w:r>
      <w:r>
        <w:t>’</w:t>
      </w:r>
      <w:r w:rsidR="00530790" w:rsidRPr="005D5566">
        <w:t>est pas bien fameuse</w:t>
      </w:r>
      <w:r>
        <w:t>…</w:t>
      </w:r>
    </w:p>
    <w:p w14:paraId="7C347DD4" w14:textId="77777777" w:rsidR="001C0413" w:rsidRDefault="001C0413" w:rsidP="001C0413">
      <w:r>
        <w:t>— </w:t>
      </w:r>
      <w:r w:rsidR="00530790" w:rsidRPr="005D5566">
        <w:t>Je ne suis pas gâtée</w:t>
      </w:r>
      <w:r>
        <w:t xml:space="preserve"> ! </w:t>
      </w:r>
      <w:r w:rsidR="00530790" w:rsidRPr="005D5566">
        <w:t>répondit la mère</w:t>
      </w:r>
      <w:r>
        <w:t>.</w:t>
      </w:r>
    </w:p>
    <w:p w14:paraId="271337BB" w14:textId="77777777" w:rsidR="001C0413" w:rsidRDefault="001C0413" w:rsidP="001C0413">
      <w:r>
        <w:t>— </w:t>
      </w:r>
      <w:r w:rsidR="00530790" w:rsidRPr="005D5566">
        <w:t>C</w:t>
      </w:r>
      <w:r>
        <w:t>’</w:t>
      </w:r>
      <w:r w:rsidR="00530790" w:rsidRPr="005D5566">
        <w:t>est bon</w:t>
      </w:r>
      <w:r>
        <w:t xml:space="preserve"> ! </w:t>
      </w:r>
      <w:r w:rsidR="00530790" w:rsidRPr="005D5566">
        <w:t>acquiesça le paysan en la toisant d</w:t>
      </w:r>
      <w:r>
        <w:t>’</w:t>
      </w:r>
      <w:r w:rsidR="00530790" w:rsidRPr="005D5566">
        <w:t>un regard scrutateur</w:t>
      </w:r>
      <w:r>
        <w:t>.</w:t>
      </w:r>
    </w:p>
    <w:p w14:paraId="6FE01A55" w14:textId="77777777" w:rsidR="001C0413" w:rsidRDefault="00530790" w:rsidP="001C0413">
      <w:r w:rsidRPr="005D5566">
        <w:t>Dans le crépuscule</w:t>
      </w:r>
      <w:r w:rsidR="001C0413">
        <w:t xml:space="preserve">, </w:t>
      </w:r>
      <w:r w:rsidRPr="005D5566">
        <w:t>ses yeux avaient un éclat froid et son visage paraissait très pâle</w:t>
      </w:r>
      <w:r w:rsidR="001C0413">
        <w:t xml:space="preserve">. </w:t>
      </w:r>
      <w:r w:rsidRPr="005D5566">
        <w:t>La mère dit à mi-voix</w:t>
      </w:r>
      <w:r w:rsidR="001C0413">
        <w:t> :</w:t>
      </w:r>
    </w:p>
    <w:p w14:paraId="751130C9" w14:textId="77777777" w:rsidR="001C0413" w:rsidRDefault="001C0413" w:rsidP="001C0413">
      <w:r>
        <w:t>— </w:t>
      </w:r>
      <w:r w:rsidR="00530790" w:rsidRPr="005D5566">
        <w:t>Eh bien</w:t>
      </w:r>
      <w:r>
        <w:t xml:space="preserve">, </w:t>
      </w:r>
      <w:r w:rsidR="00530790" w:rsidRPr="005D5566">
        <w:t>je viens avec toi tout de suite</w:t>
      </w:r>
      <w:r>
        <w:t xml:space="preserve">… </w:t>
      </w:r>
      <w:r w:rsidR="00530790" w:rsidRPr="005D5566">
        <w:t>tu prendras ma valise</w:t>
      </w:r>
      <w:r>
        <w:t>…</w:t>
      </w:r>
    </w:p>
    <w:p w14:paraId="49120901" w14:textId="77777777" w:rsidR="001C0413" w:rsidRDefault="001C0413" w:rsidP="001C0413">
      <w:r>
        <w:t>— </w:t>
      </w:r>
      <w:r w:rsidR="00530790" w:rsidRPr="005D5566">
        <w:t>C</w:t>
      </w:r>
      <w:r>
        <w:t>’</w:t>
      </w:r>
      <w:r w:rsidR="00530790" w:rsidRPr="005D5566">
        <w:t>est entendu</w:t>
      </w:r>
      <w:r>
        <w:t>…</w:t>
      </w:r>
    </w:p>
    <w:p w14:paraId="468FAB8D" w14:textId="77777777" w:rsidR="001C0413" w:rsidRDefault="00530790" w:rsidP="001C0413">
      <w:r w:rsidRPr="005D5566">
        <w:t>Il haussa les épaules</w:t>
      </w:r>
      <w:r w:rsidR="001C0413">
        <w:t xml:space="preserve">, </w:t>
      </w:r>
      <w:r w:rsidRPr="005D5566">
        <w:t>croisa de nouveau son sarrau et chuchota</w:t>
      </w:r>
      <w:r w:rsidR="001C0413">
        <w:t> :</w:t>
      </w:r>
    </w:p>
    <w:p w14:paraId="0D319AF2" w14:textId="77777777" w:rsidR="001C0413" w:rsidRDefault="001C0413" w:rsidP="001C0413">
      <w:r>
        <w:t>— </w:t>
      </w:r>
      <w:r w:rsidR="00530790" w:rsidRPr="005D5566">
        <w:t>Voyez</w:t>
      </w:r>
      <w:r>
        <w:t xml:space="preserve">, </w:t>
      </w:r>
      <w:r w:rsidR="00530790" w:rsidRPr="005D5566">
        <w:t>voilà le cortège</w:t>
      </w:r>
      <w:r>
        <w:t> !…</w:t>
      </w:r>
    </w:p>
    <w:p w14:paraId="2404F28B" w14:textId="77777777" w:rsidR="001C0413" w:rsidRDefault="00530790" w:rsidP="001C0413">
      <w:r w:rsidRPr="005D5566">
        <w:t>Rybine apparut sur le perron de l</w:t>
      </w:r>
      <w:r w:rsidR="001C0413">
        <w:t>’</w:t>
      </w:r>
      <w:r w:rsidRPr="005D5566">
        <w:t>administration</w:t>
      </w:r>
      <w:r w:rsidR="001C0413">
        <w:t xml:space="preserve"> ; </w:t>
      </w:r>
      <w:r w:rsidRPr="005D5566">
        <w:t>ses mains étaient de nouveau liées</w:t>
      </w:r>
      <w:r w:rsidR="001C0413">
        <w:t xml:space="preserve">, </w:t>
      </w:r>
      <w:r w:rsidRPr="005D5566">
        <w:t xml:space="preserve">sa tête et son visage </w:t>
      </w:r>
      <w:r w:rsidRPr="005D5566">
        <w:lastRenderedPageBreak/>
        <w:t>enveloppés de quelque chose de grisâtre</w:t>
      </w:r>
      <w:r w:rsidR="001C0413">
        <w:t xml:space="preserve">. </w:t>
      </w:r>
      <w:r w:rsidRPr="005D5566">
        <w:t>Sa voix résonna dans le crépuscule glacial</w:t>
      </w:r>
      <w:r w:rsidR="001C0413">
        <w:t>.</w:t>
      </w:r>
    </w:p>
    <w:p w14:paraId="6D1B8D72" w14:textId="77777777" w:rsidR="001C0413" w:rsidRDefault="001C0413" w:rsidP="001C0413">
      <w:r>
        <w:t>— </w:t>
      </w:r>
      <w:r w:rsidR="00530790" w:rsidRPr="005D5566">
        <w:t>Au revoir</w:t>
      </w:r>
      <w:r>
        <w:t xml:space="preserve">, </w:t>
      </w:r>
      <w:r w:rsidR="00530790" w:rsidRPr="005D5566">
        <w:t>braves gens</w:t>
      </w:r>
      <w:r>
        <w:t xml:space="preserve"> ! </w:t>
      </w:r>
      <w:r w:rsidR="00530790" w:rsidRPr="005D5566">
        <w:t>Cherchez la vérité</w:t>
      </w:r>
      <w:r>
        <w:t xml:space="preserve">, </w:t>
      </w:r>
      <w:r w:rsidR="00530790" w:rsidRPr="005D5566">
        <w:t>gardez-la</w:t>
      </w:r>
      <w:r>
        <w:t xml:space="preserve">, </w:t>
      </w:r>
      <w:r w:rsidR="00530790" w:rsidRPr="005D5566">
        <w:t>croyez en ceux qui vous apporteront la bonne parole</w:t>
      </w:r>
      <w:r>
        <w:t xml:space="preserve">… </w:t>
      </w:r>
      <w:r w:rsidR="00530790" w:rsidRPr="005D5566">
        <w:t>N</w:t>
      </w:r>
      <w:r>
        <w:t>’</w:t>
      </w:r>
      <w:r w:rsidR="00530790" w:rsidRPr="005D5566">
        <w:t>épargnez pas vos forces pour défendre la vérité</w:t>
      </w:r>
      <w:r>
        <w:t>…</w:t>
      </w:r>
    </w:p>
    <w:p w14:paraId="1E94F00C" w14:textId="77777777" w:rsidR="001C0413" w:rsidRDefault="001C0413" w:rsidP="001C0413">
      <w:r>
        <w:t>— </w:t>
      </w:r>
      <w:r w:rsidR="00530790" w:rsidRPr="005D5566">
        <w:t>Tais-toi</w:t>
      </w:r>
      <w:r>
        <w:t xml:space="preserve">, </w:t>
      </w:r>
      <w:r w:rsidR="00530790" w:rsidRPr="005D5566">
        <w:t>chien</w:t>
      </w:r>
      <w:r>
        <w:t xml:space="preserve"> ! </w:t>
      </w:r>
      <w:r w:rsidR="00530790" w:rsidRPr="005D5566">
        <w:t>cria le commissaire</w:t>
      </w:r>
      <w:r>
        <w:t xml:space="preserve">. </w:t>
      </w:r>
      <w:r w:rsidR="00530790" w:rsidRPr="005D5566">
        <w:t>Garde</w:t>
      </w:r>
      <w:r>
        <w:t xml:space="preserve">, </w:t>
      </w:r>
      <w:r w:rsidR="00530790" w:rsidRPr="005D5566">
        <w:t>fais marcher les chevaux</w:t>
      </w:r>
      <w:r>
        <w:t> !</w:t>
      </w:r>
    </w:p>
    <w:p w14:paraId="215F7467" w14:textId="77777777" w:rsidR="001C0413" w:rsidRDefault="001C0413" w:rsidP="001C0413">
      <w:r>
        <w:t>— </w:t>
      </w:r>
      <w:r w:rsidR="00530790" w:rsidRPr="005D5566">
        <w:t>Qu</w:t>
      </w:r>
      <w:r>
        <w:t>’</w:t>
      </w:r>
      <w:r w:rsidR="00530790" w:rsidRPr="005D5566">
        <w:t>avez-vous à regretter</w:t>
      </w:r>
      <w:r>
        <w:t xml:space="preserve"> ? </w:t>
      </w:r>
      <w:r w:rsidR="00530790" w:rsidRPr="005D5566">
        <w:t>Quelle est votre existence</w:t>
      </w:r>
      <w:r>
        <w:t> ?</w:t>
      </w:r>
    </w:p>
    <w:p w14:paraId="5E45401B" w14:textId="77777777" w:rsidR="001C0413" w:rsidRDefault="00530790" w:rsidP="001C0413">
      <w:r w:rsidRPr="005D5566">
        <w:t>Le char s</w:t>
      </w:r>
      <w:r w:rsidR="001C0413">
        <w:t>’</w:t>
      </w:r>
      <w:r w:rsidRPr="005D5566">
        <w:t>ébranla</w:t>
      </w:r>
      <w:r w:rsidR="001C0413">
        <w:t xml:space="preserve">. </w:t>
      </w:r>
      <w:r w:rsidRPr="005D5566">
        <w:t>Assis entre deux gardes</w:t>
      </w:r>
      <w:r w:rsidR="001C0413">
        <w:t xml:space="preserve">, </w:t>
      </w:r>
      <w:r w:rsidRPr="005D5566">
        <w:t>Rybine cria encore d</w:t>
      </w:r>
      <w:r w:rsidR="001C0413">
        <w:t>’</w:t>
      </w:r>
      <w:r w:rsidRPr="005D5566">
        <w:t>une voix sourde</w:t>
      </w:r>
      <w:r w:rsidR="001C0413">
        <w:t> :</w:t>
      </w:r>
    </w:p>
    <w:p w14:paraId="59B7A284" w14:textId="77777777" w:rsidR="001C0413" w:rsidRDefault="001C0413" w:rsidP="001C0413">
      <w:r>
        <w:t>— </w:t>
      </w:r>
      <w:r w:rsidR="00530790" w:rsidRPr="005D5566">
        <w:t>Pourquoi</w:t>
      </w:r>
      <w:r>
        <w:t xml:space="preserve">, </w:t>
      </w:r>
      <w:r w:rsidR="00530790" w:rsidRPr="005D5566">
        <w:t>mourez-vous de faim</w:t>
      </w:r>
      <w:r>
        <w:t xml:space="preserve"> ? </w:t>
      </w:r>
      <w:r w:rsidR="00530790" w:rsidRPr="005D5566">
        <w:t>Travaillez pour obtenir la liberté</w:t>
      </w:r>
      <w:r>
        <w:t xml:space="preserve">… </w:t>
      </w:r>
      <w:r w:rsidR="00530790" w:rsidRPr="005D5566">
        <w:t>elle vous donnera et le pain et la vérité</w:t>
      </w:r>
      <w:r>
        <w:t xml:space="preserve">… </w:t>
      </w:r>
      <w:r w:rsidR="00530790" w:rsidRPr="005D5566">
        <w:t>Adieu</w:t>
      </w:r>
      <w:r>
        <w:t xml:space="preserve">, </w:t>
      </w:r>
      <w:r w:rsidR="00530790" w:rsidRPr="005D5566">
        <w:t>bonnes gens</w:t>
      </w:r>
      <w:r>
        <w:t> !</w:t>
      </w:r>
    </w:p>
    <w:p w14:paraId="2FD94ABD" w14:textId="77777777" w:rsidR="001C0413" w:rsidRDefault="00530790" w:rsidP="001C0413">
      <w:r w:rsidRPr="005D5566">
        <w:t>Le bruit précipité des roues</w:t>
      </w:r>
      <w:r w:rsidR="001C0413">
        <w:t xml:space="preserve">, </w:t>
      </w:r>
      <w:r w:rsidRPr="005D5566">
        <w:t>le piétinement des chevaux</w:t>
      </w:r>
      <w:r w:rsidR="001C0413">
        <w:t xml:space="preserve">, </w:t>
      </w:r>
      <w:r w:rsidRPr="005D5566">
        <w:t>les invectives du commissaire de police se mêlaient à sa voix</w:t>
      </w:r>
      <w:r w:rsidR="001C0413">
        <w:t xml:space="preserve">, </w:t>
      </w:r>
      <w:r w:rsidRPr="005D5566">
        <w:t>la coupaient et l</w:t>
      </w:r>
      <w:r w:rsidR="001C0413">
        <w:t>’</w:t>
      </w:r>
      <w:r w:rsidRPr="005D5566">
        <w:t>étouffaient</w:t>
      </w:r>
      <w:r w:rsidR="001C0413">
        <w:t>.</w:t>
      </w:r>
    </w:p>
    <w:p w14:paraId="46843112" w14:textId="77777777" w:rsidR="001C0413" w:rsidRDefault="00530790" w:rsidP="001C0413">
      <w:r w:rsidRPr="005D5566">
        <w:t>La mère rentra dans la maison</w:t>
      </w:r>
      <w:r w:rsidR="001C0413">
        <w:t xml:space="preserve">, </w:t>
      </w:r>
      <w:r w:rsidRPr="005D5566">
        <w:t>s</w:t>
      </w:r>
      <w:r w:rsidR="001C0413">
        <w:t>’</w:t>
      </w:r>
      <w:r w:rsidRPr="005D5566">
        <w:t>assit à table près du samovar</w:t>
      </w:r>
      <w:r w:rsidR="001C0413">
        <w:t xml:space="preserve">, </w:t>
      </w:r>
      <w:r w:rsidRPr="005D5566">
        <w:t>prit un morceau de pain</w:t>
      </w:r>
      <w:r w:rsidR="001C0413">
        <w:t xml:space="preserve">, </w:t>
      </w:r>
      <w:r w:rsidRPr="005D5566">
        <w:t>l</w:t>
      </w:r>
      <w:r w:rsidR="001C0413">
        <w:t>’</w:t>
      </w:r>
      <w:r w:rsidRPr="005D5566">
        <w:t>examina et le posa lentement dans l</w:t>
      </w:r>
      <w:r w:rsidR="001C0413">
        <w:t>’</w:t>
      </w:r>
      <w:r w:rsidRPr="005D5566">
        <w:t>assiette</w:t>
      </w:r>
      <w:r w:rsidR="001C0413">
        <w:t xml:space="preserve">. </w:t>
      </w:r>
      <w:r w:rsidRPr="005D5566">
        <w:t>Elle n</w:t>
      </w:r>
      <w:r w:rsidR="001C0413">
        <w:t>’</w:t>
      </w:r>
      <w:r w:rsidRPr="005D5566">
        <w:t>avait pas faim</w:t>
      </w:r>
      <w:r w:rsidR="001C0413">
        <w:t xml:space="preserve"> ; </w:t>
      </w:r>
      <w:r w:rsidRPr="005D5566">
        <w:t>elle éprouvait de nouveau au creux de l</w:t>
      </w:r>
      <w:r w:rsidR="001C0413">
        <w:t>’</w:t>
      </w:r>
      <w:r w:rsidRPr="005D5566">
        <w:t>estomac une sensation désagréable</w:t>
      </w:r>
      <w:r w:rsidR="001C0413">
        <w:t xml:space="preserve">, </w:t>
      </w:r>
      <w:r w:rsidRPr="005D5566">
        <w:t>qui l</w:t>
      </w:r>
      <w:r w:rsidR="001C0413">
        <w:t>’</w:t>
      </w:r>
      <w:r w:rsidRPr="005D5566">
        <w:t>épuisait</w:t>
      </w:r>
      <w:r w:rsidR="001C0413">
        <w:t xml:space="preserve">, </w:t>
      </w:r>
      <w:r w:rsidRPr="005D5566">
        <w:t>vidait le sang de son cœur et lui faisait tourner la tête</w:t>
      </w:r>
      <w:r w:rsidR="001C0413">
        <w:t>.</w:t>
      </w:r>
    </w:p>
    <w:p w14:paraId="456959ED" w14:textId="77777777" w:rsidR="001C0413" w:rsidRDefault="001C0413" w:rsidP="001C0413">
      <w:r>
        <w:t>— </w:t>
      </w:r>
      <w:r w:rsidR="00530790" w:rsidRPr="005D5566">
        <w:t>Il m</w:t>
      </w:r>
      <w:r>
        <w:t>’</w:t>
      </w:r>
      <w:r w:rsidR="00530790" w:rsidRPr="005D5566">
        <w:t>a remarquée</w:t>
      </w:r>
      <w:r>
        <w:t xml:space="preserve"> ! </w:t>
      </w:r>
      <w:r w:rsidR="00530790" w:rsidRPr="005D5566">
        <w:t>se disait-elle tristement</w:t>
      </w:r>
      <w:r>
        <w:t xml:space="preserve">, </w:t>
      </w:r>
      <w:r w:rsidR="00530790" w:rsidRPr="005D5566">
        <w:t>trop faible pour réagir</w:t>
      </w:r>
      <w:r>
        <w:t xml:space="preserve">. </w:t>
      </w:r>
      <w:r w:rsidR="00530790" w:rsidRPr="005D5566">
        <w:t>Il m</w:t>
      </w:r>
      <w:r>
        <w:t>’</w:t>
      </w:r>
      <w:r w:rsidR="00530790" w:rsidRPr="005D5566">
        <w:t>a remarquée</w:t>
      </w:r>
      <w:r>
        <w:t xml:space="preserve">… </w:t>
      </w:r>
      <w:r w:rsidR="00530790" w:rsidRPr="005D5566">
        <w:t>il a deviné</w:t>
      </w:r>
      <w:r>
        <w:t>…</w:t>
      </w:r>
    </w:p>
    <w:p w14:paraId="556A04F7" w14:textId="77777777" w:rsidR="001C0413" w:rsidRDefault="00530790" w:rsidP="001C0413">
      <w:r w:rsidRPr="005D5566">
        <w:t>Sa pensée n</w:t>
      </w:r>
      <w:r w:rsidR="001C0413">
        <w:t>’</w:t>
      </w:r>
      <w:r w:rsidRPr="005D5566">
        <w:t>allait pas plus loin</w:t>
      </w:r>
      <w:r w:rsidR="001C0413">
        <w:t xml:space="preserve">, </w:t>
      </w:r>
      <w:r w:rsidRPr="005D5566">
        <w:t>elle se fondait en un abattement pénible</w:t>
      </w:r>
      <w:r w:rsidR="001C0413">
        <w:t xml:space="preserve">, </w:t>
      </w:r>
      <w:r w:rsidRPr="005D5566">
        <w:t>en une sensation visqueuse de nausée</w:t>
      </w:r>
      <w:r w:rsidR="001C0413">
        <w:t>…</w:t>
      </w:r>
    </w:p>
    <w:p w14:paraId="346D1DA5" w14:textId="77777777" w:rsidR="001C0413" w:rsidRDefault="00530790" w:rsidP="001C0413">
      <w:r w:rsidRPr="005D5566">
        <w:lastRenderedPageBreak/>
        <w:t>Le silence timide</w:t>
      </w:r>
      <w:r w:rsidR="001C0413">
        <w:t xml:space="preserve">, </w:t>
      </w:r>
      <w:r w:rsidRPr="005D5566">
        <w:t>tapi derrière la fenêtre et qui avait remplacé le fracas</w:t>
      </w:r>
      <w:r w:rsidR="001C0413">
        <w:t xml:space="preserve">, </w:t>
      </w:r>
      <w:r w:rsidRPr="005D5566">
        <w:t>prouvait que dans le village les habitants étaient devenus craintifs et comme écrasés</w:t>
      </w:r>
      <w:r w:rsidR="001C0413">
        <w:t xml:space="preserve"> ; </w:t>
      </w:r>
      <w:r w:rsidRPr="005D5566">
        <w:t>il aiguisait encore plus le sentiment d</w:t>
      </w:r>
      <w:r w:rsidR="001C0413">
        <w:t>’</w:t>
      </w:r>
      <w:r w:rsidRPr="005D5566">
        <w:t>isolement qu</w:t>
      </w:r>
      <w:r w:rsidR="001C0413">
        <w:t>’</w:t>
      </w:r>
      <w:r w:rsidRPr="005D5566">
        <w:t>éprouvait la mère</w:t>
      </w:r>
      <w:r w:rsidR="001C0413">
        <w:t xml:space="preserve">, </w:t>
      </w:r>
      <w:r w:rsidRPr="005D5566">
        <w:t>et remplissait son âme d</w:t>
      </w:r>
      <w:r w:rsidR="001C0413">
        <w:t>’</w:t>
      </w:r>
      <w:r w:rsidRPr="005D5566">
        <w:t>une obscurité grise et fine comme la cendre</w:t>
      </w:r>
      <w:r w:rsidR="001C0413">
        <w:t>…</w:t>
      </w:r>
    </w:p>
    <w:p w14:paraId="6284E6B2" w14:textId="77777777" w:rsidR="001C0413" w:rsidRDefault="00530790" w:rsidP="001C0413">
      <w:r w:rsidRPr="005D5566">
        <w:t>La petite fille ouvrit la porte et s</w:t>
      </w:r>
      <w:r w:rsidR="001C0413">
        <w:t>’</w:t>
      </w:r>
      <w:r w:rsidRPr="005D5566">
        <w:t>arrêta sur le seuil en demandant</w:t>
      </w:r>
      <w:r w:rsidR="001C0413">
        <w:t> :</w:t>
      </w:r>
    </w:p>
    <w:p w14:paraId="6977DFAB" w14:textId="77777777" w:rsidR="001C0413" w:rsidRDefault="001C0413" w:rsidP="001C0413">
      <w:r>
        <w:t>— </w:t>
      </w:r>
      <w:r w:rsidR="00530790" w:rsidRPr="005D5566">
        <w:t>Faut-il vous apporter une omelette</w:t>
      </w:r>
      <w:r>
        <w:t> ?</w:t>
      </w:r>
    </w:p>
    <w:p w14:paraId="636EBB26" w14:textId="77777777" w:rsidR="001C0413" w:rsidRDefault="001C0413" w:rsidP="001C0413">
      <w:pPr>
        <w:rPr>
          <w:rFonts w:eastAsia="Georgia" w:cs="Georgia"/>
        </w:rPr>
      </w:pPr>
      <w:r>
        <w:t>— </w:t>
      </w:r>
      <w:r w:rsidR="00530790" w:rsidRPr="005D5566">
        <w:t>Non</w:t>
      </w:r>
      <w:r>
        <w:t xml:space="preserve">… </w:t>
      </w:r>
      <w:r w:rsidR="00530790" w:rsidRPr="005D5566">
        <w:t>je n</w:t>
      </w:r>
      <w:r>
        <w:t>’</w:t>
      </w:r>
      <w:r w:rsidR="00530790" w:rsidRPr="005D5566">
        <w:t>en ai plus envie</w:t>
      </w:r>
      <w:r>
        <w:t xml:space="preserve">… </w:t>
      </w:r>
      <w:r w:rsidR="00530790" w:rsidRPr="005D5566">
        <w:t>ces cris m</w:t>
      </w:r>
      <w:r>
        <w:t>’</w:t>
      </w:r>
      <w:r w:rsidR="00530790" w:rsidRPr="005D5566">
        <w:t>ont effrayée</w:t>
      </w:r>
      <w:r>
        <w:rPr>
          <w:rFonts w:eastAsia="Georgia" w:cs="Georgia"/>
        </w:rPr>
        <w:t>…</w:t>
      </w:r>
    </w:p>
    <w:p w14:paraId="0DD0A093" w14:textId="77777777" w:rsidR="001C0413" w:rsidRDefault="00530790" w:rsidP="001C0413">
      <w:r w:rsidRPr="005D5566">
        <w:t>La petite s</w:t>
      </w:r>
      <w:r w:rsidR="001C0413">
        <w:t>’</w:t>
      </w:r>
      <w:r w:rsidRPr="005D5566">
        <w:t>approcha de la table et raconta</w:t>
      </w:r>
      <w:r w:rsidR="001C0413">
        <w:t xml:space="preserve">, </w:t>
      </w:r>
      <w:r w:rsidRPr="005D5566">
        <w:t>avec animation</w:t>
      </w:r>
      <w:r w:rsidR="001C0413">
        <w:t xml:space="preserve">, </w:t>
      </w:r>
      <w:r w:rsidRPr="005D5566">
        <w:t>mais à mi-voix</w:t>
      </w:r>
      <w:r w:rsidR="001C0413">
        <w:t> :</w:t>
      </w:r>
    </w:p>
    <w:p w14:paraId="5EF96887" w14:textId="77777777" w:rsidR="001C0413" w:rsidRDefault="001C0413" w:rsidP="001C0413">
      <w:r>
        <w:t>— </w:t>
      </w:r>
      <w:r w:rsidR="00530790" w:rsidRPr="005D5566">
        <w:t>Comme il a frappé fort</w:t>
      </w:r>
      <w:r>
        <w:t xml:space="preserve"> ! </w:t>
      </w:r>
      <w:r w:rsidR="00530790" w:rsidRPr="005D5566">
        <w:t>le commissaire</w:t>
      </w:r>
      <w:r>
        <w:t xml:space="preserve">… </w:t>
      </w:r>
      <w:r w:rsidR="00530790" w:rsidRPr="005D5566">
        <w:t>J</w:t>
      </w:r>
      <w:r>
        <w:t>’</w:t>
      </w:r>
      <w:r w:rsidR="00530790" w:rsidRPr="005D5566">
        <w:t>étais tout près de lui</w:t>
      </w:r>
      <w:r>
        <w:t xml:space="preserve">, </w:t>
      </w:r>
      <w:r w:rsidR="00530790" w:rsidRPr="005D5566">
        <w:t>j</w:t>
      </w:r>
      <w:r>
        <w:t>’</w:t>
      </w:r>
      <w:r w:rsidR="00530790" w:rsidRPr="005D5566">
        <w:t>ai tout vu</w:t>
      </w:r>
      <w:r>
        <w:t xml:space="preserve">… </w:t>
      </w:r>
      <w:r w:rsidR="00530790" w:rsidRPr="005D5566">
        <w:t>Il a cassé toutes les dents de l</w:t>
      </w:r>
      <w:r>
        <w:t>’</w:t>
      </w:r>
      <w:r w:rsidR="00530790" w:rsidRPr="005D5566">
        <w:t>homme</w:t>
      </w:r>
      <w:r>
        <w:t xml:space="preserve">… </w:t>
      </w:r>
      <w:r w:rsidR="00530790" w:rsidRPr="005D5566">
        <w:t>quand celui-ci a craché</w:t>
      </w:r>
      <w:r>
        <w:t xml:space="preserve">, </w:t>
      </w:r>
      <w:r w:rsidR="00530790" w:rsidRPr="005D5566">
        <w:t>le sang était épais</w:t>
      </w:r>
      <w:r>
        <w:t xml:space="preserve">, </w:t>
      </w:r>
      <w:r w:rsidR="00530790" w:rsidRPr="005D5566">
        <w:t>épais et noir</w:t>
      </w:r>
      <w:r>
        <w:t xml:space="preserve">… </w:t>
      </w:r>
      <w:r w:rsidR="00530790" w:rsidRPr="005D5566">
        <w:t>On ne voyait plus ses yeux</w:t>
      </w:r>
      <w:r>
        <w:t xml:space="preserve">… </w:t>
      </w:r>
      <w:r w:rsidR="00530790" w:rsidRPr="005D5566">
        <w:t>Le sous-officier est ici</w:t>
      </w:r>
      <w:r>
        <w:t xml:space="preserve">… </w:t>
      </w:r>
      <w:r w:rsidR="00530790" w:rsidRPr="005D5566">
        <w:t>il est tout à fait ivre et demande sans cesse du vin</w:t>
      </w:r>
      <w:r>
        <w:t xml:space="preserve">… </w:t>
      </w:r>
      <w:r w:rsidR="00530790" w:rsidRPr="005D5566">
        <w:t>il dit qu</w:t>
      </w:r>
      <w:r>
        <w:t>’</w:t>
      </w:r>
      <w:r w:rsidR="00530790" w:rsidRPr="005D5566">
        <w:t>ils étaient toute une bande</w:t>
      </w:r>
      <w:r>
        <w:t xml:space="preserve">… </w:t>
      </w:r>
      <w:r w:rsidR="00530790" w:rsidRPr="005D5566">
        <w:t>que ce barbu-là était leur chef</w:t>
      </w:r>
      <w:r>
        <w:t xml:space="preserve">… </w:t>
      </w:r>
      <w:r w:rsidR="00530790" w:rsidRPr="005D5566">
        <w:t>on en a attrapé trois</w:t>
      </w:r>
      <w:r>
        <w:t xml:space="preserve">, </w:t>
      </w:r>
      <w:r w:rsidR="00530790" w:rsidRPr="005D5566">
        <w:t>il y en a un qui s</w:t>
      </w:r>
      <w:r>
        <w:t>’</w:t>
      </w:r>
      <w:r w:rsidR="00530790" w:rsidRPr="005D5566">
        <w:t>est enfui</w:t>
      </w:r>
      <w:r>
        <w:t xml:space="preserve">… </w:t>
      </w:r>
      <w:r w:rsidR="00530790" w:rsidRPr="005D5566">
        <w:t>on a aussi arrêté un maître d</w:t>
      </w:r>
      <w:r>
        <w:t>’</w:t>
      </w:r>
      <w:r w:rsidR="00530790" w:rsidRPr="005D5566">
        <w:t>école qui était avec eux</w:t>
      </w:r>
      <w:r>
        <w:t xml:space="preserve">… </w:t>
      </w:r>
      <w:r w:rsidR="00530790" w:rsidRPr="005D5566">
        <w:t>Ils ne croient pas en Dieu</w:t>
      </w:r>
      <w:r>
        <w:t xml:space="preserve">… </w:t>
      </w:r>
      <w:r w:rsidR="00530790" w:rsidRPr="005D5566">
        <w:t>et ils exhortent les gens à piller toutes les églises</w:t>
      </w:r>
      <w:r>
        <w:t xml:space="preserve">… </w:t>
      </w:r>
      <w:r w:rsidR="00530790" w:rsidRPr="005D5566">
        <w:t>voilà ce qu</w:t>
      </w:r>
      <w:r>
        <w:t>’</w:t>
      </w:r>
      <w:r w:rsidR="00530790" w:rsidRPr="005D5566">
        <w:t>ils font</w:t>
      </w:r>
      <w:r>
        <w:t xml:space="preserve">… </w:t>
      </w:r>
      <w:r w:rsidR="00530790" w:rsidRPr="005D5566">
        <w:t>Il y a des paysans qui en avaient pitié</w:t>
      </w:r>
      <w:r>
        <w:t xml:space="preserve">, </w:t>
      </w:r>
      <w:r w:rsidR="00530790" w:rsidRPr="005D5566">
        <w:t>de ce barbu</w:t>
      </w:r>
      <w:r>
        <w:t xml:space="preserve"> ; </w:t>
      </w:r>
      <w:r w:rsidR="00530790" w:rsidRPr="005D5566">
        <w:t>d</w:t>
      </w:r>
      <w:r>
        <w:t>’</w:t>
      </w:r>
      <w:r w:rsidR="00530790" w:rsidRPr="005D5566">
        <w:t>autres ont dit qu</w:t>
      </w:r>
      <w:r>
        <w:t>’</w:t>
      </w:r>
      <w:r w:rsidR="00530790" w:rsidRPr="005D5566">
        <w:t>il fallait l</w:t>
      </w:r>
      <w:r>
        <w:t>’</w:t>
      </w:r>
      <w:r w:rsidR="00530790" w:rsidRPr="005D5566">
        <w:t>achever</w:t>
      </w:r>
      <w:r>
        <w:t xml:space="preserve"> !… </w:t>
      </w:r>
      <w:r w:rsidR="00530790" w:rsidRPr="005D5566">
        <w:t>Oh</w:t>
      </w:r>
      <w:r>
        <w:t xml:space="preserve"> ! </w:t>
      </w:r>
      <w:r w:rsidR="00530790" w:rsidRPr="005D5566">
        <w:t>c</w:t>
      </w:r>
      <w:r>
        <w:t>’</w:t>
      </w:r>
      <w:r w:rsidR="00530790" w:rsidRPr="005D5566">
        <w:t>est qu</w:t>
      </w:r>
      <w:r>
        <w:t>’</w:t>
      </w:r>
      <w:r w:rsidR="00530790" w:rsidRPr="005D5566">
        <w:t>il y en a qui sont bien méchants</w:t>
      </w:r>
      <w:r>
        <w:t xml:space="preserve">, </w:t>
      </w:r>
      <w:r w:rsidR="00530790" w:rsidRPr="005D5566">
        <w:t>parmi nos paysans</w:t>
      </w:r>
      <w:r>
        <w:t> !</w:t>
      </w:r>
    </w:p>
    <w:p w14:paraId="2C86079A" w14:textId="77777777" w:rsidR="001C0413" w:rsidRDefault="00530790" w:rsidP="001C0413">
      <w:r w:rsidRPr="005D5566">
        <w:t>La mère écoutait attentivement ce récit entrecoupé et rapide</w:t>
      </w:r>
      <w:r w:rsidR="001C0413">
        <w:t xml:space="preserve"> ; </w:t>
      </w:r>
      <w:r w:rsidRPr="005D5566">
        <w:t>elle espérait distraire son inquiétude</w:t>
      </w:r>
      <w:r w:rsidR="001C0413">
        <w:t xml:space="preserve">, </w:t>
      </w:r>
      <w:r w:rsidRPr="005D5566">
        <w:t>dissiper l</w:t>
      </w:r>
      <w:r w:rsidR="001C0413">
        <w:t>’</w:t>
      </w:r>
      <w:r w:rsidRPr="005D5566">
        <w:t>accablante angoisse de l</w:t>
      </w:r>
      <w:r w:rsidR="001C0413">
        <w:t>’</w:t>
      </w:r>
      <w:r w:rsidRPr="005D5566">
        <w:t>attente</w:t>
      </w:r>
      <w:r w:rsidR="001C0413">
        <w:t xml:space="preserve">. </w:t>
      </w:r>
      <w:r w:rsidRPr="005D5566">
        <w:t>La fillette</w:t>
      </w:r>
      <w:r w:rsidR="001C0413">
        <w:t xml:space="preserve">, </w:t>
      </w:r>
      <w:r w:rsidRPr="005D5566">
        <w:t>enchantée d</w:t>
      </w:r>
      <w:r w:rsidR="001C0413">
        <w:t>’</w:t>
      </w:r>
      <w:r w:rsidRPr="005D5566">
        <w:t>avoir une bonne auditrice</w:t>
      </w:r>
      <w:r w:rsidR="001C0413">
        <w:t xml:space="preserve">, </w:t>
      </w:r>
      <w:r w:rsidRPr="005D5566">
        <w:t>bavardait avec une vivacité croissante</w:t>
      </w:r>
      <w:r w:rsidR="001C0413">
        <w:t xml:space="preserve">, </w:t>
      </w:r>
      <w:r w:rsidRPr="005D5566">
        <w:t>en mangeant ses mots</w:t>
      </w:r>
      <w:r w:rsidR="001C0413">
        <w:t> :</w:t>
      </w:r>
    </w:p>
    <w:p w14:paraId="695FFBA5" w14:textId="77777777" w:rsidR="001C0413" w:rsidRDefault="001C0413" w:rsidP="001C0413">
      <w:r>
        <w:lastRenderedPageBreak/>
        <w:t>— </w:t>
      </w:r>
      <w:r w:rsidR="00530790" w:rsidRPr="005D5566">
        <w:t>Père dit que tout cela vient de la disette</w:t>
      </w:r>
      <w:r>
        <w:t xml:space="preserve">, </w:t>
      </w:r>
      <w:r w:rsidR="00530790" w:rsidRPr="005D5566">
        <w:t>tout</w:t>
      </w:r>
      <w:r>
        <w:t xml:space="preserve"> ! </w:t>
      </w:r>
      <w:r w:rsidR="00530790" w:rsidRPr="005D5566">
        <w:t>Voilà deux ans que la terre ne produit rien</w:t>
      </w:r>
      <w:r>
        <w:t xml:space="preserve">… </w:t>
      </w:r>
      <w:r w:rsidR="00530790" w:rsidRPr="005D5566">
        <w:t>tout le monde est sens dessus dessous</w:t>
      </w:r>
      <w:r>
        <w:t xml:space="preserve">. </w:t>
      </w:r>
      <w:r w:rsidR="00530790" w:rsidRPr="005D5566">
        <w:t>C</w:t>
      </w:r>
      <w:r>
        <w:t>’</w:t>
      </w:r>
      <w:r w:rsidR="00530790" w:rsidRPr="005D5566">
        <w:t>est pourquoi on voit maintenant de pareils paysans</w:t>
      </w:r>
      <w:r>
        <w:t xml:space="preserve">. </w:t>
      </w:r>
      <w:r w:rsidR="00530790" w:rsidRPr="005D5566">
        <w:t>C</w:t>
      </w:r>
      <w:r>
        <w:t>’</w:t>
      </w:r>
      <w:r w:rsidR="00530790" w:rsidRPr="005D5566">
        <w:t>est une calamité</w:t>
      </w:r>
      <w:r>
        <w:t xml:space="preserve"> ! </w:t>
      </w:r>
      <w:r w:rsidR="00530790" w:rsidRPr="005D5566">
        <w:t>Aux assemblées</w:t>
      </w:r>
      <w:r>
        <w:t xml:space="preserve">, </w:t>
      </w:r>
      <w:r w:rsidR="00530790" w:rsidRPr="005D5566">
        <w:t>ils crient</w:t>
      </w:r>
      <w:r>
        <w:t xml:space="preserve">, </w:t>
      </w:r>
      <w:r w:rsidR="00530790" w:rsidRPr="005D5566">
        <w:t>ils se battent</w:t>
      </w:r>
      <w:r>
        <w:t xml:space="preserve"> !… </w:t>
      </w:r>
      <w:r w:rsidR="00530790" w:rsidRPr="005D5566">
        <w:t>Dernièrement</w:t>
      </w:r>
      <w:r>
        <w:t xml:space="preserve">, </w:t>
      </w:r>
      <w:r w:rsidR="00530790" w:rsidRPr="005D5566">
        <w:t>quand on a vendu les biens de Vassioukov parce qu</w:t>
      </w:r>
      <w:r>
        <w:t>’</w:t>
      </w:r>
      <w:r w:rsidR="00530790" w:rsidRPr="005D5566">
        <w:t>il n</w:t>
      </w:r>
      <w:r>
        <w:t>’</w:t>
      </w:r>
      <w:r w:rsidR="00530790" w:rsidRPr="005D5566">
        <w:t>avait pas payé ses arrérages</w:t>
      </w:r>
      <w:r>
        <w:t xml:space="preserve">, </w:t>
      </w:r>
      <w:r w:rsidR="00530790" w:rsidRPr="005D5566">
        <w:t>il a donné un soufflet au staroste</w:t>
      </w:r>
      <w:r>
        <w:t xml:space="preserve">. </w:t>
      </w:r>
      <w:r w:rsidR="00530790" w:rsidRPr="005D5566">
        <w:t>Voilà mes arrérages</w:t>
      </w:r>
      <w:r>
        <w:t xml:space="preserve"> ! </w:t>
      </w:r>
      <w:r w:rsidR="00530790" w:rsidRPr="005D5566">
        <w:t>lui a-t-il dit</w:t>
      </w:r>
      <w:r>
        <w:t>…</w:t>
      </w:r>
    </w:p>
    <w:p w14:paraId="6B1A2FA2" w14:textId="77777777" w:rsidR="001C0413" w:rsidRDefault="00530790" w:rsidP="001C0413">
      <w:r w:rsidRPr="005D5566">
        <w:t>Des pas pesants résonnèrent derrière la porte</w:t>
      </w:r>
      <w:r w:rsidR="001C0413">
        <w:t xml:space="preserve">. </w:t>
      </w:r>
      <w:r w:rsidRPr="005D5566">
        <w:t>La mère se leva</w:t>
      </w:r>
      <w:r w:rsidR="001C0413">
        <w:t xml:space="preserve">, </w:t>
      </w:r>
      <w:r w:rsidRPr="005D5566">
        <w:t>appuyant les mains sur la table</w:t>
      </w:r>
      <w:r w:rsidR="001C0413">
        <w:t xml:space="preserve">. </w:t>
      </w:r>
      <w:r w:rsidRPr="005D5566">
        <w:t>Le paysan aux yeux bleus entra et demanda sans enlever sa casquette</w:t>
      </w:r>
      <w:r w:rsidR="001C0413">
        <w:t> :</w:t>
      </w:r>
    </w:p>
    <w:p w14:paraId="7C406A05" w14:textId="77777777" w:rsidR="001C0413" w:rsidRDefault="001C0413" w:rsidP="001C0413">
      <w:r>
        <w:t>— </w:t>
      </w:r>
      <w:r w:rsidR="00530790" w:rsidRPr="005D5566">
        <w:t>Où est votre bagage</w:t>
      </w:r>
      <w:r>
        <w:t> ?</w:t>
      </w:r>
    </w:p>
    <w:p w14:paraId="2D1C6315" w14:textId="77777777" w:rsidR="001C0413" w:rsidRDefault="00530790" w:rsidP="001C0413">
      <w:r w:rsidRPr="005D5566">
        <w:t>Il souleva la valise sans efforts</w:t>
      </w:r>
      <w:r w:rsidR="001C0413">
        <w:t xml:space="preserve">, </w:t>
      </w:r>
      <w:r w:rsidRPr="005D5566">
        <w:t>la balança et dit</w:t>
      </w:r>
      <w:r w:rsidR="001C0413">
        <w:t> :</w:t>
      </w:r>
    </w:p>
    <w:p w14:paraId="0D31CAE2" w14:textId="77777777" w:rsidR="001C0413" w:rsidRDefault="001C0413" w:rsidP="001C0413">
      <w:r>
        <w:t>— </w:t>
      </w:r>
      <w:r w:rsidR="00530790" w:rsidRPr="005D5566">
        <w:t>Elle est vide</w:t>
      </w:r>
      <w:r>
        <w:t xml:space="preserve"> !… </w:t>
      </w:r>
      <w:r w:rsidR="00530790" w:rsidRPr="005D5566">
        <w:t>Marie</w:t>
      </w:r>
      <w:r>
        <w:t xml:space="preserve">, </w:t>
      </w:r>
      <w:r w:rsidR="00530790" w:rsidRPr="005D5566">
        <w:t>accompagne la voyageuse chez moi</w:t>
      </w:r>
      <w:r>
        <w:t>…</w:t>
      </w:r>
    </w:p>
    <w:p w14:paraId="36E1BC8E" w14:textId="77777777" w:rsidR="001C0413" w:rsidRDefault="00530790" w:rsidP="001C0413">
      <w:r w:rsidRPr="005D5566">
        <w:t>Et il sortit sans regarder personne</w:t>
      </w:r>
      <w:r w:rsidR="001C0413">
        <w:t>…</w:t>
      </w:r>
    </w:p>
    <w:p w14:paraId="06C00AD2" w14:textId="77777777" w:rsidR="001C0413" w:rsidRDefault="001C0413" w:rsidP="001C0413">
      <w:r>
        <w:t>— </w:t>
      </w:r>
      <w:r w:rsidR="00530790" w:rsidRPr="005D5566">
        <w:t>Vous passez la nuit au village</w:t>
      </w:r>
      <w:r>
        <w:t xml:space="preserve"> ? </w:t>
      </w:r>
      <w:r w:rsidR="00530790" w:rsidRPr="005D5566">
        <w:t>questionna la fillette</w:t>
      </w:r>
      <w:r>
        <w:t>.</w:t>
      </w:r>
    </w:p>
    <w:p w14:paraId="14A77406" w14:textId="77777777" w:rsidR="001C0413" w:rsidRDefault="001C0413" w:rsidP="001C0413">
      <w:r>
        <w:t>— </w:t>
      </w:r>
      <w:r w:rsidR="00530790" w:rsidRPr="005D5566">
        <w:t>Oui</w:t>
      </w:r>
      <w:r>
        <w:t xml:space="preserve"> ! </w:t>
      </w:r>
      <w:r w:rsidR="00530790" w:rsidRPr="005D5566">
        <w:t>Je cherche des dentelles</w:t>
      </w:r>
      <w:r>
        <w:t xml:space="preserve">… </w:t>
      </w:r>
      <w:r w:rsidR="00530790" w:rsidRPr="005D5566">
        <w:t>j</w:t>
      </w:r>
      <w:r>
        <w:t>’</w:t>
      </w:r>
      <w:r w:rsidR="00530790" w:rsidRPr="005D5566">
        <w:t>en achète</w:t>
      </w:r>
      <w:r>
        <w:t>…</w:t>
      </w:r>
    </w:p>
    <w:p w14:paraId="56F652B2" w14:textId="77777777" w:rsidR="001C0413" w:rsidRDefault="001C0413" w:rsidP="001C0413">
      <w:r>
        <w:t>— </w:t>
      </w:r>
      <w:r w:rsidR="00530790" w:rsidRPr="005D5566">
        <w:t>Vous n</w:t>
      </w:r>
      <w:r>
        <w:t>’</w:t>
      </w:r>
      <w:r w:rsidR="00530790" w:rsidRPr="005D5566">
        <w:t>en trouverez pas ici</w:t>
      </w:r>
      <w:r>
        <w:t xml:space="preserve">… </w:t>
      </w:r>
      <w:r w:rsidR="00530790" w:rsidRPr="005D5566">
        <w:t>c</w:t>
      </w:r>
      <w:r>
        <w:t>’</w:t>
      </w:r>
      <w:r w:rsidR="00530790" w:rsidRPr="005D5566">
        <w:t>est à Tinekov</w:t>
      </w:r>
      <w:r>
        <w:t xml:space="preserve">, </w:t>
      </w:r>
      <w:r w:rsidR="00530790" w:rsidRPr="005D5566">
        <w:t>à Darino qu</w:t>
      </w:r>
      <w:r>
        <w:t>’</w:t>
      </w:r>
      <w:r w:rsidR="00530790" w:rsidRPr="005D5566">
        <w:t>on en fait</w:t>
      </w:r>
      <w:r>
        <w:t xml:space="preserve">, </w:t>
      </w:r>
      <w:r w:rsidR="00530790" w:rsidRPr="005D5566">
        <w:t>mais pas chez nous</w:t>
      </w:r>
      <w:r>
        <w:t xml:space="preserve"> ! </w:t>
      </w:r>
      <w:r w:rsidR="00530790" w:rsidRPr="005D5566">
        <w:t>expliqua Marie</w:t>
      </w:r>
      <w:r>
        <w:t>.</w:t>
      </w:r>
    </w:p>
    <w:p w14:paraId="27026E85" w14:textId="77777777" w:rsidR="001C0413" w:rsidRDefault="001C0413" w:rsidP="001C0413">
      <w:r>
        <w:t>— </w:t>
      </w:r>
      <w:r w:rsidR="00530790" w:rsidRPr="005D5566">
        <w:t>J</w:t>
      </w:r>
      <w:r>
        <w:t>’</w:t>
      </w:r>
      <w:r w:rsidR="00530790" w:rsidRPr="005D5566">
        <w:t>irai demain</w:t>
      </w:r>
      <w:r>
        <w:t>…</w:t>
      </w:r>
    </w:p>
    <w:p w14:paraId="4DED02B1" w14:textId="77777777" w:rsidR="001C0413" w:rsidRDefault="00530790" w:rsidP="001C0413">
      <w:r w:rsidRPr="005D5566">
        <w:t>Puis elle paya son thé et donna trois kopeks à la fillette</w:t>
      </w:r>
      <w:r w:rsidR="001C0413">
        <w:t xml:space="preserve">, </w:t>
      </w:r>
      <w:r w:rsidRPr="005D5566">
        <w:t>qui fut enchantée</w:t>
      </w:r>
      <w:r w:rsidR="001C0413">
        <w:t xml:space="preserve">. </w:t>
      </w:r>
      <w:r w:rsidRPr="005D5566">
        <w:t>Dans la rue</w:t>
      </w:r>
      <w:r w:rsidR="001C0413">
        <w:t xml:space="preserve">, </w:t>
      </w:r>
      <w:r w:rsidRPr="005D5566">
        <w:t>celle-ci proposa</w:t>
      </w:r>
      <w:r w:rsidR="001C0413">
        <w:t xml:space="preserve">, </w:t>
      </w:r>
      <w:r w:rsidRPr="005D5566">
        <w:t>tout en faisant claquer ses pieds nus sur la terre humide</w:t>
      </w:r>
      <w:r w:rsidR="001C0413">
        <w:t> :</w:t>
      </w:r>
    </w:p>
    <w:p w14:paraId="77DA6CA0" w14:textId="77777777" w:rsidR="001C0413" w:rsidRDefault="001C0413" w:rsidP="001C0413">
      <w:r>
        <w:t>— </w:t>
      </w:r>
      <w:r w:rsidR="00530790" w:rsidRPr="005D5566">
        <w:t>Si vous voulez</w:t>
      </w:r>
      <w:r>
        <w:t xml:space="preserve">, </w:t>
      </w:r>
      <w:r w:rsidR="00530790" w:rsidRPr="005D5566">
        <w:t>j</w:t>
      </w:r>
      <w:r>
        <w:t>’</w:t>
      </w:r>
      <w:r w:rsidR="00530790" w:rsidRPr="005D5566">
        <w:t>irai vite à Darino</w:t>
      </w:r>
      <w:r>
        <w:t xml:space="preserve">, </w:t>
      </w:r>
      <w:r w:rsidR="00530790" w:rsidRPr="005D5566">
        <w:t>je dirai aux femmes qu</w:t>
      </w:r>
      <w:r>
        <w:t>’</w:t>
      </w:r>
      <w:r w:rsidR="00530790" w:rsidRPr="005D5566">
        <w:t>elles vous apportent les dentelles ici</w:t>
      </w:r>
      <w:r>
        <w:t xml:space="preserve">… </w:t>
      </w:r>
      <w:r w:rsidR="00530790" w:rsidRPr="005D5566">
        <w:t>Elles viendront et vous n</w:t>
      </w:r>
      <w:r>
        <w:t>’</w:t>
      </w:r>
      <w:r w:rsidR="00530790" w:rsidRPr="005D5566">
        <w:t>aurez pas besoin de faire le voyage</w:t>
      </w:r>
      <w:r>
        <w:t xml:space="preserve">… </w:t>
      </w:r>
      <w:r w:rsidR="00530790" w:rsidRPr="005D5566">
        <w:t>C</w:t>
      </w:r>
      <w:r>
        <w:t>’</w:t>
      </w:r>
      <w:r w:rsidR="00530790" w:rsidRPr="005D5566">
        <w:t>est toujours douze kilomètres</w:t>
      </w:r>
      <w:r>
        <w:t>…</w:t>
      </w:r>
    </w:p>
    <w:p w14:paraId="6615784B" w14:textId="77777777" w:rsidR="001C0413" w:rsidRDefault="001C0413" w:rsidP="001C0413">
      <w:r>
        <w:lastRenderedPageBreak/>
        <w:t>— </w:t>
      </w:r>
      <w:r w:rsidR="00530790" w:rsidRPr="005D5566">
        <w:t>Non</w:t>
      </w:r>
      <w:r>
        <w:t xml:space="preserve">, </w:t>
      </w:r>
      <w:r w:rsidR="00530790" w:rsidRPr="005D5566">
        <w:t>ma jolie</w:t>
      </w:r>
      <w:r>
        <w:t xml:space="preserve">, </w:t>
      </w:r>
      <w:r w:rsidR="00530790" w:rsidRPr="005D5566">
        <w:t>c</w:t>
      </w:r>
      <w:r>
        <w:t>’</w:t>
      </w:r>
      <w:r w:rsidR="00530790" w:rsidRPr="005D5566">
        <w:t>est inutile</w:t>
      </w:r>
      <w:r>
        <w:t xml:space="preserve"> ! </w:t>
      </w:r>
      <w:r w:rsidR="00530790" w:rsidRPr="005D5566">
        <w:t>répondit la mère en marchant à côté d</w:t>
      </w:r>
      <w:r>
        <w:t>’</w:t>
      </w:r>
      <w:r w:rsidR="00530790" w:rsidRPr="005D5566">
        <w:t>elle</w:t>
      </w:r>
      <w:r>
        <w:t>.</w:t>
      </w:r>
    </w:p>
    <w:p w14:paraId="11F22B09" w14:textId="77777777" w:rsidR="001C0413" w:rsidRDefault="00530790" w:rsidP="001C0413">
      <w:r w:rsidRPr="005D5566">
        <w:t>L</w:t>
      </w:r>
      <w:r w:rsidR="001C0413">
        <w:t>’</w:t>
      </w:r>
      <w:r w:rsidRPr="005D5566">
        <w:t>air froid la rafraîchit</w:t>
      </w:r>
      <w:r w:rsidR="001C0413">
        <w:t xml:space="preserve">. </w:t>
      </w:r>
      <w:r w:rsidRPr="005D5566">
        <w:t>Lentement</w:t>
      </w:r>
      <w:r w:rsidR="001C0413">
        <w:t xml:space="preserve">, </w:t>
      </w:r>
      <w:r w:rsidRPr="005D5566">
        <w:t>une vague décision se formait en elle</w:t>
      </w:r>
      <w:r w:rsidR="001C0413">
        <w:t xml:space="preserve">, </w:t>
      </w:r>
      <w:r w:rsidRPr="005D5566">
        <w:t>confuse mais qui la satisfaisait</w:t>
      </w:r>
      <w:r w:rsidR="001C0413">
        <w:t xml:space="preserve"> ; </w:t>
      </w:r>
      <w:r w:rsidRPr="005D5566">
        <w:t>cette résolution se développait avec force et</w:t>
      </w:r>
      <w:r w:rsidR="001C0413">
        <w:t xml:space="preserve">, </w:t>
      </w:r>
      <w:r w:rsidRPr="005D5566">
        <w:t>pour en hâter encore l</w:t>
      </w:r>
      <w:r w:rsidR="001C0413">
        <w:t>’</w:t>
      </w:r>
      <w:r w:rsidRPr="005D5566">
        <w:t>éclosion</w:t>
      </w:r>
      <w:r w:rsidR="001C0413">
        <w:t xml:space="preserve">, </w:t>
      </w:r>
      <w:r w:rsidRPr="005D5566">
        <w:t>la mère se demandait sans</w:t>
      </w:r>
      <w:r w:rsidR="001C0413">
        <w:t xml:space="preserve">, </w:t>
      </w:r>
      <w:r w:rsidRPr="005D5566">
        <w:t>cesse</w:t>
      </w:r>
      <w:r w:rsidR="001C0413">
        <w:t> :</w:t>
      </w:r>
    </w:p>
    <w:p w14:paraId="795F0208" w14:textId="77777777" w:rsidR="001C0413" w:rsidRDefault="001C0413" w:rsidP="001C0413">
      <w:r>
        <w:t>— </w:t>
      </w:r>
      <w:r w:rsidR="00530790" w:rsidRPr="005D5566">
        <w:t>Que faire</w:t>
      </w:r>
      <w:r>
        <w:t xml:space="preserve"> ?… </w:t>
      </w:r>
      <w:r w:rsidR="00530790" w:rsidRPr="005D5566">
        <w:t>Agir ouvertement</w:t>
      </w:r>
      <w:r>
        <w:t xml:space="preserve">, </w:t>
      </w:r>
      <w:r w:rsidR="00530790" w:rsidRPr="005D5566">
        <w:t>franchement</w:t>
      </w:r>
      <w:r>
        <w:t>…</w:t>
      </w:r>
    </w:p>
    <w:p w14:paraId="7868424B" w14:textId="77777777" w:rsidR="001C0413" w:rsidRDefault="00530790" w:rsidP="001C0413">
      <w:r w:rsidRPr="005D5566">
        <w:t>La nuit s</w:t>
      </w:r>
      <w:r w:rsidR="001C0413">
        <w:t>’</w:t>
      </w:r>
      <w:r w:rsidRPr="005D5566">
        <w:t>était faite complètement</w:t>
      </w:r>
      <w:r w:rsidR="001C0413">
        <w:t xml:space="preserve">, </w:t>
      </w:r>
      <w:r w:rsidRPr="005D5566">
        <w:t>humide et glacée</w:t>
      </w:r>
      <w:r w:rsidR="001C0413">
        <w:t xml:space="preserve">. </w:t>
      </w:r>
      <w:r w:rsidRPr="005D5566">
        <w:t>Les fenêtres des chaumières brillaient d</w:t>
      </w:r>
      <w:r w:rsidR="001C0413">
        <w:t>’</w:t>
      </w:r>
      <w:r w:rsidRPr="005D5566">
        <w:t>un éclat terne</w:t>
      </w:r>
      <w:r w:rsidR="001C0413">
        <w:t xml:space="preserve">, </w:t>
      </w:r>
      <w:r w:rsidRPr="005D5566">
        <w:t>rougeâtre</w:t>
      </w:r>
      <w:r w:rsidR="001C0413">
        <w:t xml:space="preserve">, </w:t>
      </w:r>
      <w:r w:rsidRPr="005D5566">
        <w:t>immobile</w:t>
      </w:r>
      <w:r w:rsidR="001C0413">
        <w:t xml:space="preserve">. </w:t>
      </w:r>
      <w:r w:rsidRPr="005D5566">
        <w:t>Le bétail beuglait nonchalamment dans le silence</w:t>
      </w:r>
      <w:r w:rsidR="001C0413">
        <w:t xml:space="preserve">. </w:t>
      </w:r>
      <w:r w:rsidRPr="005D5566">
        <w:t>On entendait çà et là de brèves exclamations</w:t>
      </w:r>
      <w:r w:rsidR="001C0413">
        <w:t xml:space="preserve">… </w:t>
      </w:r>
      <w:r w:rsidRPr="005D5566">
        <w:t>Une mélancolie écrasante enveloppait le village</w:t>
      </w:r>
      <w:r w:rsidR="001C0413">
        <w:t>…</w:t>
      </w:r>
    </w:p>
    <w:p w14:paraId="4B28B8C4" w14:textId="77777777" w:rsidR="001C0413" w:rsidRDefault="001C0413" w:rsidP="001C0413">
      <w:r>
        <w:t>— </w:t>
      </w:r>
      <w:r w:rsidR="00530790" w:rsidRPr="005D5566">
        <w:t>C</w:t>
      </w:r>
      <w:r>
        <w:t>’</w:t>
      </w:r>
      <w:r w:rsidR="00530790" w:rsidRPr="005D5566">
        <w:t>est ici</w:t>
      </w:r>
      <w:r>
        <w:t xml:space="preserve"> ! </w:t>
      </w:r>
      <w:r w:rsidR="00530790" w:rsidRPr="005D5566">
        <w:t>dit la fillette</w:t>
      </w:r>
      <w:r>
        <w:t xml:space="preserve">. </w:t>
      </w:r>
      <w:r w:rsidR="00530790" w:rsidRPr="005D5566">
        <w:t>Vous avez choisi un mauvais logis</w:t>
      </w:r>
      <w:r>
        <w:t xml:space="preserve">… </w:t>
      </w:r>
      <w:r w:rsidR="00530790" w:rsidRPr="005D5566">
        <w:t>Il est bien pauvre</w:t>
      </w:r>
      <w:r>
        <w:t xml:space="preserve">, </w:t>
      </w:r>
      <w:r w:rsidR="00530790" w:rsidRPr="005D5566">
        <w:t>ce paysan</w:t>
      </w:r>
      <w:r>
        <w:t> !…</w:t>
      </w:r>
    </w:p>
    <w:p w14:paraId="1766D349" w14:textId="77777777" w:rsidR="001C0413" w:rsidRDefault="00530790" w:rsidP="001C0413">
      <w:r w:rsidRPr="005D5566">
        <w:t>À tâtons</w:t>
      </w:r>
      <w:r w:rsidR="001C0413">
        <w:t xml:space="preserve">, </w:t>
      </w:r>
      <w:r w:rsidRPr="005D5566">
        <w:t>elle chercha la porte</w:t>
      </w:r>
      <w:r w:rsidR="001C0413">
        <w:t xml:space="preserve">, </w:t>
      </w:r>
      <w:r w:rsidRPr="005D5566">
        <w:t>l</w:t>
      </w:r>
      <w:r w:rsidR="001C0413">
        <w:t>’</w:t>
      </w:r>
      <w:r w:rsidRPr="005D5566">
        <w:t>ouvrit</w:t>
      </w:r>
      <w:r w:rsidR="001C0413">
        <w:t xml:space="preserve">, </w:t>
      </w:r>
      <w:r w:rsidRPr="005D5566">
        <w:t>et cria d</w:t>
      </w:r>
      <w:r w:rsidR="001C0413">
        <w:t>’</w:t>
      </w:r>
      <w:r w:rsidRPr="005D5566">
        <w:t>une voix alerte</w:t>
      </w:r>
      <w:r w:rsidR="001C0413">
        <w:t> :</w:t>
      </w:r>
    </w:p>
    <w:p w14:paraId="2C3BA1C6" w14:textId="77777777" w:rsidR="001C0413" w:rsidRDefault="001C0413" w:rsidP="001C0413">
      <w:r>
        <w:t>— </w:t>
      </w:r>
      <w:r w:rsidR="00530790" w:rsidRPr="005D5566">
        <w:t>Tatiana</w:t>
      </w:r>
      <w:r>
        <w:t xml:space="preserve">, </w:t>
      </w:r>
      <w:r w:rsidR="00530790" w:rsidRPr="005D5566">
        <w:t>voilà ta pensionnaire</w:t>
      </w:r>
      <w:r>
        <w:t> !</w:t>
      </w:r>
    </w:p>
    <w:p w14:paraId="287397F7" w14:textId="77777777" w:rsidR="001C0413" w:rsidRDefault="00530790" w:rsidP="001C0413">
      <w:r w:rsidRPr="005D5566">
        <w:t>Puis elle s</w:t>
      </w:r>
      <w:r w:rsidR="001C0413">
        <w:t>’</w:t>
      </w:r>
      <w:r w:rsidRPr="005D5566">
        <w:t>enfuit</w:t>
      </w:r>
      <w:r w:rsidR="001C0413">
        <w:t xml:space="preserve">. </w:t>
      </w:r>
      <w:r w:rsidRPr="005D5566">
        <w:t>Sa voix résonna encore dans l</w:t>
      </w:r>
      <w:r w:rsidR="001C0413">
        <w:t>’</w:t>
      </w:r>
      <w:r w:rsidRPr="005D5566">
        <w:t>obscurité</w:t>
      </w:r>
      <w:r w:rsidR="001C0413">
        <w:t> :</w:t>
      </w:r>
    </w:p>
    <w:p w14:paraId="22D7E6E8" w14:textId="77777777" w:rsidR="001C0413" w:rsidRDefault="001C0413" w:rsidP="001C0413">
      <w:r>
        <w:t>— </w:t>
      </w:r>
      <w:r w:rsidR="00530790" w:rsidRPr="005D5566">
        <w:t>Adieu</w:t>
      </w:r>
      <w:r>
        <w:t> !</w:t>
      </w:r>
    </w:p>
    <w:p w14:paraId="5433FC71" w14:textId="7599A83B" w:rsidR="00530790" w:rsidRPr="003B37B8" w:rsidRDefault="00530790" w:rsidP="001C0413">
      <w:pPr>
        <w:pStyle w:val="Titre2"/>
        <w:rPr>
          <w:szCs w:val="44"/>
        </w:rPr>
      </w:pPr>
      <w:bookmarkStart w:id="48" w:name="_Toc202279569"/>
      <w:r w:rsidRPr="003B37B8">
        <w:rPr>
          <w:szCs w:val="44"/>
        </w:rPr>
        <w:lastRenderedPageBreak/>
        <w:t>XVI</w:t>
      </w:r>
      <w:bookmarkEnd w:id="48"/>
      <w:r w:rsidRPr="003B37B8">
        <w:rPr>
          <w:szCs w:val="44"/>
        </w:rPr>
        <w:br/>
      </w:r>
    </w:p>
    <w:p w14:paraId="746AFE52" w14:textId="77777777" w:rsidR="001C0413" w:rsidRDefault="00530790" w:rsidP="001C0413">
      <w:r w:rsidRPr="005D5566">
        <w:t>La mère s</w:t>
      </w:r>
      <w:r w:rsidR="001C0413">
        <w:t>’</w:t>
      </w:r>
      <w:r w:rsidRPr="005D5566">
        <w:t>arrêta sur le seuil et regarda en s</w:t>
      </w:r>
      <w:r w:rsidR="001C0413">
        <w:t>’</w:t>
      </w:r>
      <w:r w:rsidRPr="005D5566">
        <w:t>abritant les yeux de la main</w:t>
      </w:r>
      <w:r w:rsidR="001C0413">
        <w:t xml:space="preserve">. </w:t>
      </w:r>
      <w:r w:rsidRPr="005D5566">
        <w:t>La chaumière était petite et étroite</w:t>
      </w:r>
      <w:r w:rsidR="001C0413">
        <w:t xml:space="preserve">, </w:t>
      </w:r>
      <w:r w:rsidRPr="005D5566">
        <w:t>mais d</w:t>
      </w:r>
      <w:r w:rsidR="001C0413">
        <w:t>’</w:t>
      </w:r>
      <w:r w:rsidRPr="005D5566">
        <w:t>une propreté qu</w:t>
      </w:r>
      <w:r w:rsidR="001C0413">
        <w:t>’</w:t>
      </w:r>
      <w:r w:rsidRPr="005D5566">
        <w:t>on remarquait immédiatement</w:t>
      </w:r>
      <w:r w:rsidR="001C0413">
        <w:t xml:space="preserve">. </w:t>
      </w:r>
      <w:r w:rsidRPr="005D5566">
        <w:t>Une jeune femme sortit de derrière le poêle</w:t>
      </w:r>
      <w:r w:rsidR="001C0413">
        <w:t xml:space="preserve">, </w:t>
      </w:r>
      <w:r w:rsidRPr="005D5566">
        <w:t>salua en silence et disparut</w:t>
      </w:r>
      <w:r w:rsidR="001C0413">
        <w:t xml:space="preserve">. </w:t>
      </w:r>
      <w:r w:rsidRPr="005D5566">
        <w:t>Dans un angle</w:t>
      </w:r>
      <w:r w:rsidR="001C0413">
        <w:t xml:space="preserve">, </w:t>
      </w:r>
      <w:r w:rsidRPr="005D5566">
        <w:t>une lampe allumée était placée sur une table</w:t>
      </w:r>
      <w:r w:rsidR="001C0413">
        <w:t xml:space="preserve">. </w:t>
      </w:r>
      <w:r w:rsidRPr="005D5566">
        <w:t>Le maître de la maison était assis là et tambourinait sur le bord de la table</w:t>
      </w:r>
      <w:r w:rsidR="001C0413">
        <w:t xml:space="preserve"> ; </w:t>
      </w:r>
      <w:r w:rsidRPr="005D5566">
        <w:t>il regardait fixement la mère</w:t>
      </w:r>
      <w:r w:rsidR="001C0413">
        <w:t>.</w:t>
      </w:r>
    </w:p>
    <w:p w14:paraId="18FCB4D6" w14:textId="77777777" w:rsidR="001C0413" w:rsidRDefault="001C0413" w:rsidP="001C0413">
      <w:r>
        <w:t>— </w:t>
      </w:r>
      <w:r w:rsidR="00530790" w:rsidRPr="005D5566">
        <w:t>Entrez</w:t>
      </w:r>
      <w:r>
        <w:t xml:space="preserve"> ! </w:t>
      </w:r>
      <w:r w:rsidR="00530790" w:rsidRPr="005D5566">
        <w:t>lui dit-il au bout d</w:t>
      </w:r>
      <w:r>
        <w:t>’</w:t>
      </w:r>
      <w:r w:rsidR="00530790" w:rsidRPr="005D5566">
        <w:t>un instant</w:t>
      </w:r>
      <w:r>
        <w:t xml:space="preserve">… </w:t>
      </w:r>
      <w:r w:rsidR="00530790" w:rsidRPr="005D5566">
        <w:t>Tatiana</w:t>
      </w:r>
      <w:r>
        <w:t xml:space="preserve">, </w:t>
      </w:r>
      <w:r w:rsidR="00530790" w:rsidRPr="005D5566">
        <w:t>va donc appeler Pierre</w:t>
      </w:r>
      <w:r>
        <w:t xml:space="preserve">, </w:t>
      </w:r>
      <w:r w:rsidR="00530790" w:rsidRPr="005D5566">
        <w:t>vite</w:t>
      </w:r>
      <w:r>
        <w:t> !</w:t>
      </w:r>
    </w:p>
    <w:p w14:paraId="1E50D393" w14:textId="77777777" w:rsidR="001C0413" w:rsidRDefault="00530790" w:rsidP="001C0413">
      <w:r w:rsidRPr="005D5566">
        <w:t>La femme sortit rapidement</w:t>
      </w:r>
      <w:r w:rsidR="001C0413">
        <w:t xml:space="preserve">, </w:t>
      </w:r>
      <w:r w:rsidRPr="005D5566">
        <w:t>sans même jeter un coup d</w:t>
      </w:r>
      <w:r w:rsidR="001C0413">
        <w:t>’</w:t>
      </w:r>
      <w:r w:rsidRPr="005D5566">
        <w:t>œil sur la mère</w:t>
      </w:r>
      <w:r w:rsidR="001C0413">
        <w:t xml:space="preserve">. </w:t>
      </w:r>
      <w:r w:rsidRPr="005D5566">
        <w:t>S</w:t>
      </w:r>
      <w:r w:rsidR="001C0413">
        <w:t>’</w:t>
      </w:r>
      <w:r w:rsidRPr="005D5566">
        <w:t>étant assise sur un banc en face du paysan</w:t>
      </w:r>
      <w:r w:rsidR="001C0413">
        <w:t xml:space="preserve">, </w:t>
      </w:r>
      <w:r w:rsidRPr="005D5566">
        <w:t>celle-ci promena son regard autour d</w:t>
      </w:r>
      <w:r w:rsidR="001C0413">
        <w:t>’</w:t>
      </w:r>
      <w:r w:rsidRPr="005D5566">
        <w:t>elle</w:t>
      </w:r>
      <w:r w:rsidR="001C0413">
        <w:t xml:space="preserve">. </w:t>
      </w:r>
      <w:r w:rsidRPr="005D5566">
        <w:t>Sa valise n</w:t>
      </w:r>
      <w:r w:rsidR="001C0413">
        <w:t>’</w:t>
      </w:r>
      <w:r w:rsidRPr="005D5566">
        <w:t>était pas visible</w:t>
      </w:r>
      <w:r w:rsidR="001C0413">
        <w:t xml:space="preserve">. </w:t>
      </w:r>
      <w:r w:rsidRPr="005D5566">
        <w:t>Un silence lourd remplissait la chaumière</w:t>
      </w:r>
      <w:r w:rsidR="001C0413">
        <w:t xml:space="preserve"> ; </w:t>
      </w:r>
      <w:r w:rsidRPr="005D5566">
        <w:t>seule</w:t>
      </w:r>
      <w:r w:rsidR="001C0413">
        <w:t xml:space="preserve">, </w:t>
      </w:r>
      <w:r w:rsidRPr="005D5566">
        <w:t>la lampe faisait entendre un léger crépitement</w:t>
      </w:r>
      <w:r w:rsidR="001C0413">
        <w:t xml:space="preserve">. </w:t>
      </w:r>
      <w:r w:rsidRPr="005D5566">
        <w:t>Le visage soucieux et renfrogné de l</w:t>
      </w:r>
      <w:r w:rsidR="001C0413">
        <w:t>’</w:t>
      </w:r>
      <w:r w:rsidRPr="005D5566">
        <w:t>homme vacillait en traits mal définis</w:t>
      </w:r>
      <w:r w:rsidR="001C0413">
        <w:t>.</w:t>
      </w:r>
    </w:p>
    <w:p w14:paraId="05EF578B" w14:textId="77777777" w:rsidR="001C0413" w:rsidRDefault="001C0413" w:rsidP="001C0413">
      <w:r>
        <w:t>— </w:t>
      </w:r>
      <w:r w:rsidR="00530790" w:rsidRPr="005D5566">
        <w:t>Eh bien</w:t>
      </w:r>
      <w:r>
        <w:t xml:space="preserve">, </w:t>
      </w:r>
      <w:r w:rsidR="00530790" w:rsidRPr="005D5566">
        <w:t>parle donc</w:t>
      </w:r>
      <w:r>
        <w:t xml:space="preserve">… </w:t>
      </w:r>
      <w:r w:rsidR="00530790" w:rsidRPr="005D5566">
        <w:t>Dépêche-toi</w:t>
      </w:r>
      <w:r>
        <w:t>…</w:t>
      </w:r>
    </w:p>
    <w:p w14:paraId="3376F450" w14:textId="77777777" w:rsidR="001C0413" w:rsidRDefault="001C0413" w:rsidP="001C0413">
      <w:r>
        <w:t>— </w:t>
      </w:r>
      <w:r w:rsidR="00530790" w:rsidRPr="005D5566">
        <w:t>Et où est ma valise</w:t>
      </w:r>
      <w:r>
        <w:t xml:space="preserve"> ? </w:t>
      </w:r>
      <w:r w:rsidR="00530790" w:rsidRPr="005D5566">
        <w:t>demanda soudain Pélaguée</w:t>
      </w:r>
      <w:r>
        <w:t xml:space="preserve">, </w:t>
      </w:r>
      <w:r w:rsidR="00530790" w:rsidRPr="005D5566">
        <w:t>d</w:t>
      </w:r>
      <w:r>
        <w:t>’</w:t>
      </w:r>
      <w:r w:rsidR="00530790" w:rsidRPr="005D5566">
        <w:t>une voix forte et sévère</w:t>
      </w:r>
      <w:r>
        <w:t xml:space="preserve">, </w:t>
      </w:r>
      <w:r w:rsidR="00530790" w:rsidRPr="005D5566">
        <w:t>sans se rendre compte de ce qu</w:t>
      </w:r>
      <w:r>
        <w:t>’</w:t>
      </w:r>
      <w:r w:rsidR="00530790" w:rsidRPr="005D5566">
        <w:t>elle faisait</w:t>
      </w:r>
      <w:r>
        <w:t>.</w:t>
      </w:r>
    </w:p>
    <w:p w14:paraId="69F2DC8B" w14:textId="77777777" w:rsidR="001C0413" w:rsidRDefault="00530790" w:rsidP="001C0413">
      <w:r w:rsidRPr="005D5566">
        <w:t>Le paysan haussa les épaules</w:t>
      </w:r>
      <w:r w:rsidR="001C0413">
        <w:t xml:space="preserve"> ; </w:t>
      </w:r>
      <w:r w:rsidRPr="005D5566">
        <w:t>il répondit pensivement</w:t>
      </w:r>
      <w:r w:rsidR="001C0413">
        <w:t> :</w:t>
      </w:r>
    </w:p>
    <w:p w14:paraId="1ADF31E5" w14:textId="77777777" w:rsidR="001C0413" w:rsidRDefault="001C0413" w:rsidP="001C0413">
      <w:r>
        <w:t>— </w:t>
      </w:r>
      <w:r w:rsidR="00530790" w:rsidRPr="005D5566">
        <w:t>Elle n</w:t>
      </w:r>
      <w:r>
        <w:t>’</w:t>
      </w:r>
      <w:r w:rsidR="00530790" w:rsidRPr="005D5566">
        <w:t>est pas perdue</w:t>
      </w:r>
      <w:r>
        <w:t> !</w:t>
      </w:r>
    </w:p>
    <w:p w14:paraId="64ECE26A" w14:textId="77777777" w:rsidR="001C0413" w:rsidRDefault="00530790" w:rsidP="001C0413">
      <w:r w:rsidRPr="005D5566">
        <w:t>Et il ajouta d</w:t>
      </w:r>
      <w:r w:rsidR="001C0413">
        <w:t>’</w:t>
      </w:r>
      <w:r w:rsidRPr="005D5566">
        <w:t xml:space="preserve">un air morne en baissant </w:t>
      </w:r>
      <w:r>
        <w:t>l</w:t>
      </w:r>
      <w:r w:rsidRPr="005D5566">
        <w:t>a voix</w:t>
      </w:r>
      <w:r w:rsidR="001C0413">
        <w:t> :</w:t>
      </w:r>
    </w:p>
    <w:p w14:paraId="7749E600" w14:textId="77777777" w:rsidR="001C0413" w:rsidRDefault="001C0413" w:rsidP="001C0413">
      <w:r>
        <w:lastRenderedPageBreak/>
        <w:t>— </w:t>
      </w:r>
      <w:r w:rsidR="00530790" w:rsidRPr="005D5566">
        <w:t>C</w:t>
      </w:r>
      <w:r>
        <w:t>’</w:t>
      </w:r>
      <w:r w:rsidR="00530790" w:rsidRPr="005D5566">
        <w:t>est à dessein que j</w:t>
      </w:r>
      <w:r>
        <w:t>’</w:t>
      </w:r>
      <w:r w:rsidR="00530790" w:rsidRPr="005D5566">
        <w:t>ai dit qu</w:t>
      </w:r>
      <w:r>
        <w:t>’</w:t>
      </w:r>
      <w:r w:rsidR="00530790" w:rsidRPr="005D5566">
        <w:t>elle était vide devant la petite</w:t>
      </w:r>
      <w:r>
        <w:t xml:space="preserve">… </w:t>
      </w:r>
      <w:r w:rsidR="00530790" w:rsidRPr="005D5566">
        <w:t>Ce n</w:t>
      </w:r>
      <w:r>
        <w:t>’</w:t>
      </w:r>
      <w:r w:rsidR="00530790" w:rsidRPr="005D5566">
        <w:t>est pas vrai</w:t>
      </w:r>
      <w:r>
        <w:t xml:space="preserve"> ! </w:t>
      </w:r>
      <w:r w:rsidR="00530790" w:rsidRPr="005D5566">
        <w:t>Elle contient des choses très lourdes</w:t>
      </w:r>
      <w:r>
        <w:t>…</w:t>
      </w:r>
    </w:p>
    <w:p w14:paraId="2E95B328" w14:textId="77777777" w:rsidR="001C0413" w:rsidRDefault="001C0413" w:rsidP="001C0413">
      <w:r>
        <w:t>— </w:t>
      </w:r>
      <w:r w:rsidR="00530790" w:rsidRPr="005D5566">
        <w:t>Eh bien</w:t>
      </w:r>
      <w:r>
        <w:t xml:space="preserve"> ? </w:t>
      </w:r>
      <w:r w:rsidR="00530790" w:rsidRPr="005D5566">
        <w:t>demanda la mère</w:t>
      </w:r>
      <w:r>
        <w:t>.</w:t>
      </w:r>
    </w:p>
    <w:p w14:paraId="6066CBB2" w14:textId="77777777" w:rsidR="001C0413" w:rsidRDefault="00530790" w:rsidP="001C0413">
      <w:r w:rsidRPr="005D5566">
        <w:t>Il se leva</w:t>
      </w:r>
      <w:r w:rsidR="001C0413">
        <w:t xml:space="preserve">, </w:t>
      </w:r>
      <w:r w:rsidRPr="005D5566">
        <w:t>s</w:t>
      </w:r>
      <w:r w:rsidR="001C0413">
        <w:t>’</w:t>
      </w:r>
      <w:r w:rsidRPr="005D5566">
        <w:t>approcha d</w:t>
      </w:r>
      <w:r w:rsidR="001C0413">
        <w:t>’</w:t>
      </w:r>
      <w:r w:rsidRPr="005D5566">
        <w:t>elle</w:t>
      </w:r>
      <w:r w:rsidR="001C0413">
        <w:t xml:space="preserve">, </w:t>
      </w:r>
      <w:r w:rsidRPr="005D5566">
        <w:t>se pencha et demanda à voix-basse</w:t>
      </w:r>
      <w:r w:rsidR="001C0413">
        <w:t> :</w:t>
      </w:r>
    </w:p>
    <w:p w14:paraId="600296E3" w14:textId="77777777" w:rsidR="001C0413" w:rsidRDefault="001C0413" w:rsidP="001C0413">
      <w:r>
        <w:t>— </w:t>
      </w:r>
      <w:r w:rsidR="00530790" w:rsidRPr="005D5566">
        <w:t>Vous le connaissez</w:t>
      </w:r>
      <w:r>
        <w:t xml:space="preserve">, </w:t>
      </w:r>
      <w:r w:rsidR="00530790" w:rsidRPr="005D5566">
        <w:t>cet homme</w:t>
      </w:r>
      <w:r>
        <w:t> ?</w:t>
      </w:r>
    </w:p>
    <w:p w14:paraId="2770F023" w14:textId="77777777" w:rsidR="001C0413" w:rsidRDefault="00530790" w:rsidP="001C0413">
      <w:r w:rsidRPr="005D5566">
        <w:t>La mère tressaillit</w:t>
      </w:r>
      <w:r w:rsidR="001C0413">
        <w:t xml:space="preserve">, </w:t>
      </w:r>
      <w:r w:rsidRPr="005D5566">
        <w:t>mais elle répondit avec fermeté</w:t>
      </w:r>
      <w:r w:rsidR="001C0413">
        <w:t> :</w:t>
      </w:r>
    </w:p>
    <w:p w14:paraId="046157F7" w14:textId="77777777" w:rsidR="001C0413" w:rsidRDefault="001C0413" w:rsidP="001C0413">
      <w:r>
        <w:t>— </w:t>
      </w:r>
      <w:r w:rsidR="00530790" w:rsidRPr="005D5566">
        <w:t>Oui</w:t>
      </w:r>
      <w:r>
        <w:t> !</w:t>
      </w:r>
    </w:p>
    <w:p w14:paraId="166C109B" w14:textId="77777777" w:rsidR="001C0413" w:rsidRDefault="00530790" w:rsidP="001C0413">
      <w:r w:rsidRPr="005D5566">
        <w:t>Il lui sembla que cette réponse brève l</w:t>
      </w:r>
      <w:r w:rsidR="001C0413">
        <w:t>’</w:t>
      </w:r>
      <w:r w:rsidRPr="005D5566">
        <w:t>éclairait au-dedans et illuminait tout à l</w:t>
      </w:r>
      <w:r w:rsidR="001C0413">
        <w:t>’</w:t>
      </w:r>
      <w:r w:rsidRPr="005D5566">
        <w:t>extérieur</w:t>
      </w:r>
      <w:r w:rsidR="001C0413">
        <w:t xml:space="preserve">. </w:t>
      </w:r>
      <w:r w:rsidRPr="005D5566">
        <w:t>Le paysan sourit</w:t>
      </w:r>
      <w:r w:rsidR="001C0413">
        <w:t> :</w:t>
      </w:r>
    </w:p>
    <w:p w14:paraId="21B7DB0B" w14:textId="77777777" w:rsidR="001C0413" w:rsidRDefault="001C0413" w:rsidP="001C0413">
      <w:r>
        <w:t>— </w:t>
      </w:r>
      <w:r w:rsidR="00530790" w:rsidRPr="005D5566">
        <w:t>J</w:t>
      </w:r>
      <w:r>
        <w:t>’</w:t>
      </w:r>
      <w:r w:rsidR="00530790" w:rsidRPr="005D5566">
        <w:t>ai vu que vous lui avez fait signe</w:t>
      </w:r>
      <w:r>
        <w:t xml:space="preserve">… </w:t>
      </w:r>
      <w:r w:rsidR="00530790" w:rsidRPr="005D5566">
        <w:t>Il vous a répondu</w:t>
      </w:r>
      <w:r>
        <w:t xml:space="preserve">… </w:t>
      </w:r>
      <w:r w:rsidR="00530790" w:rsidRPr="005D5566">
        <w:t>je lui ai demandé à l</w:t>
      </w:r>
      <w:r>
        <w:t>’</w:t>
      </w:r>
      <w:r w:rsidR="00530790" w:rsidRPr="005D5566">
        <w:t>oreille s</w:t>
      </w:r>
      <w:r>
        <w:t>’</w:t>
      </w:r>
      <w:r w:rsidR="00530790" w:rsidRPr="005D5566">
        <w:t>il connaissait cette femme debout sur le perron de l</w:t>
      </w:r>
      <w:r>
        <w:t>’</w:t>
      </w:r>
      <w:r w:rsidR="00530790" w:rsidRPr="005D5566">
        <w:t>auberge</w:t>
      </w:r>
      <w:r>
        <w:t>…</w:t>
      </w:r>
    </w:p>
    <w:p w14:paraId="2EA03895" w14:textId="77777777" w:rsidR="001C0413" w:rsidRDefault="001C0413" w:rsidP="001C0413">
      <w:r>
        <w:t>— </w:t>
      </w:r>
      <w:r w:rsidR="00530790" w:rsidRPr="005D5566">
        <w:t>Qu</w:t>
      </w:r>
      <w:r>
        <w:t>’</w:t>
      </w:r>
      <w:r w:rsidR="00530790" w:rsidRPr="005D5566">
        <w:t>a-t-il dit</w:t>
      </w:r>
      <w:r>
        <w:t xml:space="preserve"> ? </w:t>
      </w:r>
      <w:r w:rsidR="00530790" w:rsidRPr="005D5566">
        <w:t>questionna vivement la mère</w:t>
      </w:r>
      <w:r>
        <w:t>.</w:t>
      </w:r>
    </w:p>
    <w:p w14:paraId="5C1634E9" w14:textId="77777777" w:rsidR="001C0413" w:rsidRDefault="001C0413" w:rsidP="001C0413">
      <w:r>
        <w:t>— </w:t>
      </w:r>
      <w:r w:rsidR="00530790" w:rsidRPr="005D5566">
        <w:t>Lui</w:t>
      </w:r>
      <w:r>
        <w:t xml:space="preserve"> ? </w:t>
      </w:r>
      <w:r w:rsidR="00530790" w:rsidRPr="005D5566">
        <w:t>Il a dit</w:t>
      </w:r>
      <w:r>
        <w:t xml:space="preserve"> : </w:t>
      </w:r>
      <w:r w:rsidR="00530790" w:rsidRPr="005D5566">
        <w:t>Nous sommes nombreux</w:t>
      </w:r>
      <w:r>
        <w:t xml:space="preserve">… </w:t>
      </w:r>
      <w:r w:rsidR="00530790" w:rsidRPr="005D5566">
        <w:t>oui</w:t>
      </w:r>
      <w:r>
        <w:t xml:space="preserve">… </w:t>
      </w:r>
      <w:r w:rsidR="00530790" w:rsidRPr="005D5566">
        <w:t>Il a dit</w:t>
      </w:r>
      <w:r>
        <w:t xml:space="preserve"> : </w:t>
      </w:r>
      <w:r w:rsidR="00530790" w:rsidRPr="005D5566">
        <w:t>Nous sommes nombreux</w:t>
      </w:r>
      <w:r>
        <w:t>…</w:t>
      </w:r>
    </w:p>
    <w:p w14:paraId="14BCDCAC" w14:textId="77777777" w:rsidR="001C0413" w:rsidRDefault="00530790" w:rsidP="001C0413">
      <w:r w:rsidRPr="005D5566">
        <w:t>Il jeta un regard interrogateur sur son hôtesse et continua en souriant de nouveau</w:t>
      </w:r>
      <w:r w:rsidR="001C0413">
        <w:t> :</w:t>
      </w:r>
    </w:p>
    <w:p w14:paraId="0B3AA47F" w14:textId="77777777" w:rsidR="001C0413" w:rsidRDefault="001C0413" w:rsidP="001C0413">
      <w:r>
        <w:t>— </w:t>
      </w:r>
      <w:r w:rsidR="00530790" w:rsidRPr="005D5566">
        <w:t>C</w:t>
      </w:r>
      <w:r>
        <w:t>’</w:t>
      </w:r>
      <w:r w:rsidR="00530790" w:rsidRPr="005D5566">
        <w:t>est une grande force</w:t>
      </w:r>
      <w:r>
        <w:t xml:space="preserve">, </w:t>
      </w:r>
      <w:r w:rsidR="00530790" w:rsidRPr="005D5566">
        <w:t>cet homme-là</w:t>
      </w:r>
      <w:r>
        <w:t xml:space="preserve"> !… </w:t>
      </w:r>
      <w:r w:rsidR="00530790" w:rsidRPr="005D5566">
        <w:t>Il est courageux</w:t>
      </w:r>
      <w:r>
        <w:t xml:space="preserve">… </w:t>
      </w:r>
      <w:r w:rsidR="00530790" w:rsidRPr="005D5566">
        <w:t>Il dit ce qu</w:t>
      </w:r>
      <w:r>
        <w:t>’</w:t>
      </w:r>
      <w:r w:rsidR="00530790" w:rsidRPr="005D5566">
        <w:t>il veut</w:t>
      </w:r>
      <w:r>
        <w:t xml:space="preserve">… </w:t>
      </w:r>
      <w:r w:rsidR="00530790" w:rsidRPr="005D5566">
        <w:t>On le frappe</w:t>
      </w:r>
      <w:r>
        <w:t xml:space="preserve">… </w:t>
      </w:r>
      <w:r w:rsidR="00530790" w:rsidRPr="005D5566">
        <w:t>on l</w:t>
      </w:r>
      <w:r>
        <w:t>’</w:t>
      </w:r>
      <w:r w:rsidR="00530790" w:rsidRPr="005D5566">
        <w:t>injurie</w:t>
      </w:r>
      <w:r>
        <w:t xml:space="preserve">… </w:t>
      </w:r>
      <w:r w:rsidR="00530790" w:rsidRPr="005D5566">
        <w:t>et il ne cède pas</w:t>
      </w:r>
      <w:r>
        <w:t> !</w:t>
      </w:r>
    </w:p>
    <w:p w14:paraId="242A2499" w14:textId="77777777" w:rsidR="001C0413" w:rsidRDefault="00530790" w:rsidP="001C0413">
      <w:r w:rsidRPr="005D5566">
        <w:t>Sa voix mal assurée</w:t>
      </w:r>
      <w:r w:rsidR="001C0413">
        <w:t xml:space="preserve">, </w:t>
      </w:r>
      <w:r w:rsidRPr="005D5566">
        <w:t>ses traits comme inachevés</w:t>
      </w:r>
      <w:r w:rsidR="001C0413">
        <w:t xml:space="preserve">, </w:t>
      </w:r>
      <w:r w:rsidRPr="005D5566">
        <w:t>ses yeux francs et clairs tranquillisaient de plus en plus la mère</w:t>
      </w:r>
      <w:r w:rsidR="001C0413">
        <w:t xml:space="preserve">. </w:t>
      </w:r>
      <w:r w:rsidRPr="005D5566">
        <w:t>Son accablement et son inquiétude se dissipaient pour faire place à une pitié aiguë et profonde envers Rybine</w:t>
      </w:r>
      <w:r w:rsidR="001C0413">
        <w:t xml:space="preserve">. </w:t>
      </w:r>
      <w:r w:rsidRPr="005D5566">
        <w:t xml:space="preserve">Avec une </w:t>
      </w:r>
      <w:r w:rsidRPr="005D5566">
        <w:lastRenderedPageBreak/>
        <w:t>colère soudaine et amère qu</w:t>
      </w:r>
      <w:r w:rsidR="001C0413">
        <w:t>’</w:t>
      </w:r>
      <w:r w:rsidRPr="005D5566">
        <w:t>elle ne put comprimer</w:t>
      </w:r>
      <w:r w:rsidR="001C0413">
        <w:t xml:space="preserve">, </w:t>
      </w:r>
      <w:r w:rsidRPr="005D5566">
        <w:t>elle s</w:t>
      </w:r>
      <w:r w:rsidR="001C0413">
        <w:t>’</w:t>
      </w:r>
      <w:r w:rsidRPr="005D5566">
        <w:t>écria d</w:t>
      </w:r>
      <w:r w:rsidR="001C0413">
        <w:t>’</w:t>
      </w:r>
      <w:r w:rsidRPr="005D5566">
        <w:t>un ton navré</w:t>
      </w:r>
      <w:r w:rsidR="001C0413">
        <w:t> :</w:t>
      </w:r>
    </w:p>
    <w:p w14:paraId="1F06ACD2" w14:textId="77777777" w:rsidR="001C0413" w:rsidRDefault="001C0413" w:rsidP="001C0413">
      <w:r>
        <w:t>— </w:t>
      </w:r>
      <w:r w:rsidR="00530790" w:rsidRPr="005D5566">
        <w:t>Ces monstres</w:t>
      </w:r>
      <w:r>
        <w:t xml:space="preserve">… </w:t>
      </w:r>
      <w:r w:rsidR="00530790" w:rsidRPr="005D5566">
        <w:t>ces brigands</w:t>
      </w:r>
      <w:r>
        <w:t> !…</w:t>
      </w:r>
    </w:p>
    <w:p w14:paraId="292F3514" w14:textId="77777777" w:rsidR="001C0413" w:rsidRDefault="00530790" w:rsidP="001C0413">
      <w:r w:rsidRPr="005D5566">
        <w:t>Et elle se mit à sangloter</w:t>
      </w:r>
      <w:r w:rsidR="001C0413">
        <w:t>…</w:t>
      </w:r>
    </w:p>
    <w:p w14:paraId="03DB9F43" w14:textId="77777777" w:rsidR="001C0413" w:rsidRDefault="00530790" w:rsidP="001C0413">
      <w:r w:rsidRPr="005D5566">
        <w:t>Le paysan s</w:t>
      </w:r>
      <w:r w:rsidR="001C0413">
        <w:t>’</w:t>
      </w:r>
      <w:r w:rsidRPr="005D5566">
        <w:t>écarta d</w:t>
      </w:r>
      <w:r w:rsidR="001C0413">
        <w:t>’</w:t>
      </w:r>
      <w:r w:rsidRPr="005D5566">
        <w:t>elle en hochant la tête d</w:t>
      </w:r>
      <w:r w:rsidR="001C0413">
        <w:t>’</w:t>
      </w:r>
      <w:r w:rsidRPr="005D5566">
        <w:t>un air chagrin</w:t>
      </w:r>
      <w:r w:rsidR="001C0413">
        <w:t>.</w:t>
      </w:r>
    </w:p>
    <w:p w14:paraId="1FD99D64" w14:textId="77777777" w:rsidR="001C0413" w:rsidRDefault="001C0413" w:rsidP="001C0413">
      <w:r>
        <w:t>— </w:t>
      </w:r>
      <w:r w:rsidR="00530790" w:rsidRPr="005D5566">
        <w:t>Oui</w:t>
      </w:r>
      <w:r>
        <w:t xml:space="preserve">… </w:t>
      </w:r>
      <w:r w:rsidR="00530790" w:rsidRPr="005D5566">
        <w:t>le gouvernement s</w:t>
      </w:r>
      <w:r>
        <w:t>’</w:t>
      </w:r>
      <w:r w:rsidR="00530790" w:rsidRPr="005D5566">
        <w:t>est fait des ennemis redoutables</w:t>
      </w:r>
      <w:r>
        <w:t> !</w:t>
      </w:r>
    </w:p>
    <w:p w14:paraId="62C2116A" w14:textId="77777777" w:rsidR="001C0413" w:rsidRDefault="00530790" w:rsidP="001C0413">
      <w:r w:rsidRPr="005D5566">
        <w:t>Et soudain</w:t>
      </w:r>
      <w:r w:rsidR="001C0413">
        <w:t xml:space="preserve">, </w:t>
      </w:r>
      <w:r w:rsidRPr="005D5566">
        <w:t>revenant près de la mère</w:t>
      </w:r>
      <w:r w:rsidR="001C0413">
        <w:t xml:space="preserve">, </w:t>
      </w:r>
      <w:r w:rsidRPr="005D5566">
        <w:t>il dit à voix basse</w:t>
      </w:r>
      <w:r w:rsidR="001C0413">
        <w:t> :</w:t>
      </w:r>
    </w:p>
    <w:p w14:paraId="39AC3E01" w14:textId="77777777" w:rsidR="001C0413" w:rsidRDefault="001C0413" w:rsidP="001C0413">
      <w:r>
        <w:t>— </w:t>
      </w:r>
      <w:r w:rsidR="00530790" w:rsidRPr="005D5566">
        <w:t>Voilà</w:t>
      </w:r>
      <w:r>
        <w:t xml:space="preserve">… </w:t>
      </w:r>
      <w:r w:rsidR="00530790" w:rsidRPr="005D5566">
        <w:t>Je suppose que dans votre valise</w:t>
      </w:r>
      <w:r>
        <w:t xml:space="preserve">, </w:t>
      </w:r>
      <w:r w:rsidR="00530790" w:rsidRPr="005D5566">
        <w:t>il y a des journaux</w:t>
      </w:r>
      <w:r>
        <w:t xml:space="preserve">… </w:t>
      </w:r>
      <w:r w:rsidR="00530790" w:rsidRPr="005D5566">
        <w:t>Ai-je raison</w:t>
      </w:r>
      <w:r>
        <w:t> ?</w:t>
      </w:r>
    </w:p>
    <w:p w14:paraId="0E18A9DD" w14:textId="77777777" w:rsidR="001C0413" w:rsidRDefault="001C0413" w:rsidP="001C0413">
      <w:r>
        <w:t>— </w:t>
      </w:r>
      <w:r w:rsidR="00530790" w:rsidRPr="005D5566">
        <w:t>Oui</w:t>
      </w:r>
      <w:r>
        <w:t xml:space="preserve"> ! </w:t>
      </w:r>
      <w:r w:rsidR="00530790" w:rsidRPr="005D5566">
        <w:t>répondit simplement Pélaguée en essuyant ses larmes</w:t>
      </w:r>
      <w:r>
        <w:t xml:space="preserve">. </w:t>
      </w:r>
      <w:r w:rsidR="00530790" w:rsidRPr="005D5566">
        <w:t>C</w:t>
      </w:r>
      <w:r>
        <w:t>’</w:t>
      </w:r>
      <w:r w:rsidR="00530790" w:rsidRPr="005D5566">
        <w:t>est à lui que je les apportais</w:t>
      </w:r>
      <w:r>
        <w:t>…</w:t>
      </w:r>
    </w:p>
    <w:p w14:paraId="24DFA98C" w14:textId="77777777" w:rsidR="001C0413" w:rsidRDefault="00530790" w:rsidP="001C0413">
      <w:r w:rsidRPr="005D5566">
        <w:t>Il fronça les sourcils</w:t>
      </w:r>
      <w:r w:rsidR="001C0413">
        <w:t xml:space="preserve">, </w:t>
      </w:r>
      <w:r w:rsidRPr="005D5566">
        <w:t>rassembla sa barbe dans sa main et garda le silence</w:t>
      </w:r>
      <w:r w:rsidR="001C0413">
        <w:t xml:space="preserve">, </w:t>
      </w:r>
      <w:r w:rsidRPr="005D5566">
        <w:t>le regard fixé dans un coin</w:t>
      </w:r>
      <w:r w:rsidR="001C0413">
        <w:t>…</w:t>
      </w:r>
    </w:p>
    <w:p w14:paraId="256A23CA" w14:textId="77777777" w:rsidR="001C0413" w:rsidRDefault="001C0413" w:rsidP="001C0413">
      <w:r>
        <w:t>— </w:t>
      </w:r>
      <w:r w:rsidR="00530790" w:rsidRPr="005D5566">
        <w:t>Nous en avons reçu un aussi</w:t>
      </w:r>
      <w:r>
        <w:t xml:space="preserve">… </w:t>
      </w:r>
      <w:r w:rsidR="00530790" w:rsidRPr="005D5566">
        <w:t>et des brochures</w:t>
      </w:r>
      <w:r>
        <w:t xml:space="preserve">, </w:t>
      </w:r>
      <w:r w:rsidR="00530790" w:rsidRPr="005D5566">
        <w:t>des livres</w:t>
      </w:r>
      <w:r>
        <w:t xml:space="preserve">… </w:t>
      </w:r>
      <w:r w:rsidR="00530790" w:rsidRPr="005D5566">
        <w:t>Moi</w:t>
      </w:r>
      <w:r>
        <w:t xml:space="preserve">, </w:t>
      </w:r>
      <w:r w:rsidR="00530790" w:rsidRPr="005D5566">
        <w:t>je ne suis pas très instruit</w:t>
      </w:r>
      <w:r>
        <w:t xml:space="preserve">, </w:t>
      </w:r>
      <w:r w:rsidR="00530790" w:rsidRPr="005D5566">
        <w:t>mais j</w:t>
      </w:r>
      <w:r>
        <w:t>’</w:t>
      </w:r>
      <w:r w:rsidR="00530790" w:rsidRPr="005D5566">
        <w:t>ai un ami qui l</w:t>
      </w:r>
      <w:r>
        <w:t>’</w:t>
      </w:r>
      <w:r w:rsidR="00530790" w:rsidRPr="005D5566">
        <w:t>est</w:t>
      </w:r>
      <w:r>
        <w:t xml:space="preserve">… </w:t>
      </w:r>
      <w:r w:rsidR="00530790" w:rsidRPr="005D5566">
        <w:t>ma femme aussi me fait la lecture</w:t>
      </w:r>
      <w:r>
        <w:t>…</w:t>
      </w:r>
    </w:p>
    <w:p w14:paraId="35E2C448" w14:textId="77777777" w:rsidR="001C0413" w:rsidRDefault="00530790" w:rsidP="001C0413">
      <w:r w:rsidRPr="005D5566">
        <w:t>Le paysan se tut</w:t>
      </w:r>
      <w:r w:rsidR="001C0413">
        <w:t xml:space="preserve">, </w:t>
      </w:r>
      <w:r w:rsidRPr="005D5566">
        <w:t>réfléchit</w:t>
      </w:r>
      <w:r w:rsidR="001C0413">
        <w:t xml:space="preserve">, </w:t>
      </w:r>
      <w:r w:rsidRPr="005D5566">
        <w:t>puis reprit</w:t>
      </w:r>
      <w:r w:rsidR="001C0413">
        <w:t> :</w:t>
      </w:r>
    </w:p>
    <w:p w14:paraId="699030C2" w14:textId="77777777" w:rsidR="001C0413" w:rsidRDefault="001C0413" w:rsidP="001C0413">
      <w:r>
        <w:t>— </w:t>
      </w:r>
      <w:r w:rsidR="00530790" w:rsidRPr="005D5566">
        <w:t>Et maintenant</w:t>
      </w:r>
      <w:r>
        <w:t xml:space="preserve">, </w:t>
      </w:r>
      <w:r w:rsidR="00530790" w:rsidRPr="005D5566">
        <w:t>qu</w:t>
      </w:r>
      <w:r>
        <w:t>’</w:t>
      </w:r>
      <w:r w:rsidR="00530790" w:rsidRPr="005D5566">
        <w:t>allez-vous faire de tout cela</w:t>
      </w:r>
      <w:r>
        <w:t xml:space="preserve">… </w:t>
      </w:r>
      <w:r w:rsidR="00530790" w:rsidRPr="005D5566">
        <w:t>de votre valise</w:t>
      </w:r>
      <w:r>
        <w:t> ?</w:t>
      </w:r>
    </w:p>
    <w:p w14:paraId="58ED167E" w14:textId="77777777" w:rsidR="001C0413" w:rsidRDefault="00530790" w:rsidP="001C0413">
      <w:r w:rsidRPr="005D5566">
        <w:t>La mère le regarda et lui dit d</w:t>
      </w:r>
      <w:r w:rsidR="001C0413">
        <w:t>’</w:t>
      </w:r>
      <w:r w:rsidRPr="005D5566">
        <w:t>un ton provocant</w:t>
      </w:r>
      <w:r w:rsidR="001C0413">
        <w:t> :</w:t>
      </w:r>
    </w:p>
    <w:p w14:paraId="71DA01CE" w14:textId="77777777" w:rsidR="001C0413" w:rsidRDefault="001C0413" w:rsidP="001C0413">
      <w:r>
        <w:t>— </w:t>
      </w:r>
      <w:r w:rsidR="00530790" w:rsidRPr="005D5566">
        <w:t>Je vous la laisserai</w:t>
      </w:r>
      <w:r>
        <w:t> !…</w:t>
      </w:r>
    </w:p>
    <w:p w14:paraId="139B5666" w14:textId="77777777" w:rsidR="001C0413" w:rsidRDefault="00530790" w:rsidP="001C0413">
      <w:r w:rsidRPr="005D5566">
        <w:t>Il ne parut pas surpris</w:t>
      </w:r>
      <w:r w:rsidR="001C0413">
        <w:t xml:space="preserve">, </w:t>
      </w:r>
      <w:r w:rsidRPr="005D5566">
        <w:t>ne protesta pas et répéta seulement</w:t>
      </w:r>
      <w:r w:rsidR="001C0413">
        <w:t> :</w:t>
      </w:r>
    </w:p>
    <w:p w14:paraId="5B478CA2" w14:textId="77777777" w:rsidR="001C0413" w:rsidRDefault="001C0413" w:rsidP="001C0413">
      <w:r>
        <w:lastRenderedPageBreak/>
        <w:t>— </w:t>
      </w:r>
      <w:r w:rsidR="00530790" w:rsidRPr="005D5566">
        <w:t>À nous</w:t>
      </w:r>
      <w:r>
        <w:t> ?</w:t>
      </w:r>
    </w:p>
    <w:p w14:paraId="6FDDD694" w14:textId="77777777" w:rsidR="001C0413" w:rsidRDefault="00530790" w:rsidP="001C0413">
      <w:r w:rsidRPr="005D5566">
        <w:t>Soudain il chuchota en prêtant l</w:t>
      </w:r>
      <w:r w:rsidR="001C0413">
        <w:t>’</w:t>
      </w:r>
      <w:r w:rsidRPr="005D5566">
        <w:t>oreille</w:t>
      </w:r>
      <w:r w:rsidR="001C0413">
        <w:t xml:space="preserve">, </w:t>
      </w:r>
      <w:r w:rsidRPr="005D5566">
        <w:t>le cou tendu vers la porte</w:t>
      </w:r>
      <w:r w:rsidR="001C0413">
        <w:t> :</w:t>
      </w:r>
    </w:p>
    <w:p w14:paraId="71B36A3A" w14:textId="77777777" w:rsidR="001C0413" w:rsidRDefault="001C0413" w:rsidP="001C0413">
      <w:r>
        <w:t>— </w:t>
      </w:r>
      <w:r w:rsidR="00530790" w:rsidRPr="005D5566">
        <w:t>On vient</w:t>
      </w:r>
      <w:r>
        <w:t> !</w:t>
      </w:r>
    </w:p>
    <w:p w14:paraId="77FD9D2D" w14:textId="77777777" w:rsidR="001C0413" w:rsidRDefault="001C0413" w:rsidP="001C0413">
      <w:r>
        <w:t>— </w:t>
      </w:r>
      <w:r w:rsidR="00530790" w:rsidRPr="005D5566">
        <w:t>Qui</w:t>
      </w:r>
      <w:r>
        <w:t> ?</w:t>
      </w:r>
    </w:p>
    <w:p w14:paraId="73BC72DD" w14:textId="77777777" w:rsidR="001C0413" w:rsidRDefault="001C0413" w:rsidP="001C0413">
      <w:r>
        <w:t>— </w:t>
      </w:r>
      <w:r w:rsidR="00530790" w:rsidRPr="005D5566">
        <w:t>Les nôtres</w:t>
      </w:r>
      <w:r>
        <w:t xml:space="preserve">… </w:t>
      </w:r>
      <w:r w:rsidR="00530790" w:rsidRPr="005D5566">
        <w:t>probablement</w:t>
      </w:r>
      <w:r>
        <w:t>…</w:t>
      </w:r>
    </w:p>
    <w:p w14:paraId="5E6BACA3" w14:textId="77777777" w:rsidR="001C0413" w:rsidRDefault="00530790" w:rsidP="001C0413">
      <w:r w:rsidRPr="005D5566">
        <w:t>La femme entra</w:t>
      </w:r>
      <w:r w:rsidR="001C0413">
        <w:t xml:space="preserve">, </w:t>
      </w:r>
      <w:r w:rsidRPr="005D5566">
        <w:t>suivie du paysan aux taches de rousseur</w:t>
      </w:r>
      <w:r w:rsidR="001C0413">
        <w:t xml:space="preserve">. </w:t>
      </w:r>
      <w:r w:rsidRPr="005D5566">
        <w:t>Le dernier jeta sa casquette dans un coin</w:t>
      </w:r>
      <w:r w:rsidR="001C0413">
        <w:t xml:space="preserve">, </w:t>
      </w:r>
      <w:r w:rsidRPr="005D5566">
        <w:t>s</w:t>
      </w:r>
      <w:r w:rsidR="001C0413">
        <w:t>’</w:t>
      </w:r>
      <w:r w:rsidRPr="005D5566">
        <w:t>approcha du maître de la demeure et demanda</w:t>
      </w:r>
      <w:r w:rsidR="001C0413">
        <w:t xml:space="preserve"> : </w:t>
      </w:r>
      <w:r w:rsidRPr="005D5566">
        <w:t>Eh bien</w:t>
      </w:r>
      <w:r w:rsidR="001C0413">
        <w:t> ?</w:t>
      </w:r>
    </w:p>
    <w:p w14:paraId="793BAD1E" w14:textId="77777777" w:rsidR="001C0413" w:rsidRDefault="00530790" w:rsidP="001C0413">
      <w:r w:rsidRPr="005D5566">
        <w:t>L</w:t>
      </w:r>
      <w:r w:rsidR="001C0413">
        <w:t>’</w:t>
      </w:r>
      <w:r w:rsidRPr="005D5566">
        <w:t>autre hocha affirmativement la tête</w:t>
      </w:r>
      <w:r w:rsidR="001C0413">
        <w:t>.</w:t>
      </w:r>
    </w:p>
    <w:p w14:paraId="5C637D66" w14:textId="77777777" w:rsidR="001C0413" w:rsidRDefault="001C0413" w:rsidP="001C0413">
      <w:r>
        <w:t>— </w:t>
      </w:r>
      <w:r w:rsidR="00530790" w:rsidRPr="005D5566">
        <w:t>Stépane</w:t>
      </w:r>
      <w:r>
        <w:t xml:space="preserve"> ! </w:t>
      </w:r>
      <w:r w:rsidR="00530790" w:rsidRPr="005D5566">
        <w:t>dit la femme</w:t>
      </w:r>
      <w:r>
        <w:t xml:space="preserve">, </w:t>
      </w:r>
      <w:r w:rsidR="00530790" w:rsidRPr="005D5566">
        <w:t>peut-être la voyageuse a-t-elle faim</w:t>
      </w:r>
      <w:r>
        <w:t> ?</w:t>
      </w:r>
    </w:p>
    <w:p w14:paraId="63693B59" w14:textId="77777777" w:rsidR="001C0413" w:rsidRDefault="001C0413" w:rsidP="001C0413">
      <w:r>
        <w:t>— </w:t>
      </w:r>
      <w:r w:rsidR="00530790" w:rsidRPr="005D5566">
        <w:t>Non</w:t>
      </w:r>
      <w:r>
        <w:t xml:space="preserve">, </w:t>
      </w:r>
      <w:r w:rsidR="00530790" w:rsidRPr="005D5566">
        <w:t>merci</w:t>
      </w:r>
      <w:r>
        <w:t xml:space="preserve">, </w:t>
      </w:r>
      <w:r w:rsidR="00530790" w:rsidRPr="005D5566">
        <w:t>ma chère</w:t>
      </w:r>
      <w:r>
        <w:t xml:space="preserve"> ! </w:t>
      </w:r>
      <w:r w:rsidR="00530790" w:rsidRPr="005D5566">
        <w:t>répondit la mère</w:t>
      </w:r>
      <w:r>
        <w:t>.</w:t>
      </w:r>
    </w:p>
    <w:p w14:paraId="1ECA7446" w14:textId="77777777" w:rsidR="001C0413" w:rsidRDefault="00530790" w:rsidP="001C0413">
      <w:r w:rsidRPr="005D5566">
        <w:t>Le second paysan se tourna vers elle et se mit à parler d</w:t>
      </w:r>
      <w:r w:rsidR="001C0413">
        <w:t>’</w:t>
      </w:r>
      <w:r w:rsidRPr="005D5566">
        <w:t>une voix rapide et brisée</w:t>
      </w:r>
      <w:r w:rsidR="001C0413">
        <w:t> :</w:t>
      </w:r>
    </w:p>
    <w:p w14:paraId="15354FDE" w14:textId="77777777" w:rsidR="001C0413" w:rsidRDefault="001C0413" w:rsidP="001C0413">
      <w:r>
        <w:t>— </w:t>
      </w:r>
      <w:r w:rsidR="00530790" w:rsidRPr="005D5566">
        <w:t>Permettez-moi de me présenter</w:t>
      </w:r>
      <w:r>
        <w:t xml:space="preserve">… </w:t>
      </w:r>
      <w:r w:rsidR="00530790" w:rsidRPr="005D5566">
        <w:t>Je m</w:t>
      </w:r>
      <w:r>
        <w:t>’</w:t>
      </w:r>
      <w:r w:rsidR="00530790" w:rsidRPr="005D5566">
        <w:t>appelle Pierre Rabinine</w:t>
      </w:r>
      <w:r>
        <w:t xml:space="preserve">, </w:t>
      </w:r>
      <w:r w:rsidR="00530790" w:rsidRPr="005D5566">
        <w:t>mon surnom est L</w:t>
      </w:r>
      <w:r>
        <w:t>’</w:t>
      </w:r>
      <w:r w:rsidR="00530790" w:rsidRPr="005D5566">
        <w:t>Alène</w:t>
      </w:r>
      <w:r>
        <w:t xml:space="preserve">. </w:t>
      </w:r>
      <w:r w:rsidR="00530790" w:rsidRPr="005D5566">
        <w:t>Je comprends un peu vos affaires</w:t>
      </w:r>
      <w:r>
        <w:t xml:space="preserve">… </w:t>
      </w:r>
      <w:r w:rsidR="00530790" w:rsidRPr="005D5566">
        <w:t>Je sais lire et écrire</w:t>
      </w:r>
      <w:r>
        <w:t xml:space="preserve">, </w:t>
      </w:r>
      <w:r w:rsidR="00530790" w:rsidRPr="005D5566">
        <w:t>je ne suis pas un imbécile</w:t>
      </w:r>
      <w:r>
        <w:t xml:space="preserve">, </w:t>
      </w:r>
      <w:r w:rsidR="00530790" w:rsidRPr="005D5566">
        <w:t>pour ainsi dire</w:t>
      </w:r>
      <w:r>
        <w:t>…</w:t>
      </w:r>
    </w:p>
    <w:p w14:paraId="444393F2" w14:textId="77777777" w:rsidR="001C0413" w:rsidRDefault="00530790" w:rsidP="001C0413">
      <w:r w:rsidRPr="005D5566">
        <w:t>Il prit la main que la mère lui tendait et la secoua</w:t>
      </w:r>
      <w:r w:rsidR="001C0413">
        <w:t xml:space="preserve">, </w:t>
      </w:r>
      <w:r w:rsidRPr="005D5566">
        <w:t>tout en disant à Stépane</w:t>
      </w:r>
      <w:r w:rsidR="001C0413">
        <w:t> :</w:t>
      </w:r>
    </w:p>
    <w:p w14:paraId="729C527C" w14:textId="77777777" w:rsidR="001C0413" w:rsidRDefault="001C0413" w:rsidP="001C0413">
      <w:r>
        <w:t>— </w:t>
      </w:r>
      <w:r w:rsidR="00530790" w:rsidRPr="005D5566">
        <w:t>Eh bien</w:t>
      </w:r>
      <w:r>
        <w:t xml:space="preserve">, </w:t>
      </w:r>
      <w:r w:rsidR="00530790" w:rsidRPr="005D5566">
        <w:t>regarde</w:t>
      </w:r>
      <w:r>
        <w:t xml:space="preserve">, </w:t>
      </w:r>
      <w:r w:rsidR="00530790" w:rsidRPr="005D5566">
        <w:t>Stépane</w:t>
      </w:r>
      <w:r>
        <w:t xml:space="preserve"> ! </w:t>
      </w:r>
      <w:r w:rsidR="00530790" w:rsidRPr="005D5566">
        <w:t>La femme du seigneur est une bonne dame</w:t>
      </w:r>
      <w:r>
        <w:t xml:space="preserve">, </w:t>
      </w:r>
      <w:r w:rsidR="00530790" w:rsidRPr="005D5566">
        <w:t>c</w:t>
      </w:r>
      <w:r>
        <w:t>’</w:t>
      </w:r>
      <w:r w:rsidR="00530790" w:rsidRPr="005D5566">
        <w:t>est vrai</w:t>
      </w:r>
      <w:r>
        <w:t xml:space="preserve"> ! </w:t>
      </w:r>
      <w:r w:rsidR="00530790" w:rsidRPr="005D5566">
        <w:t>Elle dit pourtant que tout ça</w:t>
      </w:r>
      <w:r>
        <w:t xml:space="preserve">, </w:t>
      </w:r>
      <w:r w:rsidR="00530790" w:rsidRPr="005D5566">
        <w:t>c</w:t>
      </w:r>
      <w:r>
        <w:t>’</w:t>
      </w:r>
      <w:r w:rsidR="00530790" w:rsidRPr="005D5566">
        <w:t>est des bêtises</w:t>
      </w:r>
      <w:r>
        <w:t xml:space="preserve">, </w:t>
      </w:r>
      <w:r w:rsidR="00530790" w:rsidRPr="005D5566">
        <w:t>des extravagances</w:t>
      </w:r>
      <w:r>
        <w:t xml:space="preserve">… </w:t>
      </w:r>
      <w:r w:rsidR="00530790" w:rsidRPr="005D5566">
        <w:t>que ce sont des étudiants</w:t>
      </w:r>
      <w:r>
        <w:t xml:space="preserve">, </w:t>
      </w:r>
      <w:r w:rsidR="00530790" w:rsidRPr="005D5566">
        <w:t>des galopins qui s</w:t>
      </w:r>
      <w:r>
        <w:t>’</w:t>
      </w:r>
      <w:r w:rsidR="00530790" w:rsidRPr="005D5566">
        <w:t>amusent à agiter le peuple</w:t>
      </w:r>
      <w:r>
        <w:t xml:space="preserve">. </w:t>
      </w:r>
      <w:r w:rsidR="00530790" w:rsidRPr="005D5566">
        <w:t>Et pourtant</w:t>
      </w:r>
      <w:r>
        <w:t xml:space="preserve">, </w:t>
      </w:r>
      <w:r w:rsidR="00530790" w:rsidRPr="005D5566">
        <w:t>tous les deux</w:t>
      </w:r>
      <w:r>
        <w:t xml:space="preserve">, </w:t>
      </w:r>
      <w:r w:rsidR="00530790" w:rsidRPr="005D5566">
        <w:t>nous avons vu aujourd</w:t>
      </w:r>
      <w:r>
        <w:t>’</w:t>
      </w:r>
      <w:r w:rsidR="00530790" w:rsidRPr="005D5566">
        <w:t>hui qu</w:t>
      </w:r>
      <w:r>
        <w:t>’</w:t>
      </w:r>
      <w:r w:rsidR="00530790" w:rsidRPr="005D5566">
        <w:t xml:space="preserve">on a arrêté un </w:t>
      </w:r>
      <w:r w:rsidR="00530790" w:rsidRPr="005D5566">
        <w:lastRenderedPageBreak/>
        <w:t>homme sérieux</w:t>
      </w:r>
      <w:r>
        <w:t xml:space="preserve"> ; </w:t>
      </w:r>
      <w:r w:rsidR="00530790" w:rsidRPr="005D5566">
        <w:t>et maintenant</w:t>
      </w:r>
      <w:r>
        <w:t xml:space="preserve">, </w:t>
      </w:r>
      <w:r w:rsidR="00530790" w:rsidRPr="005D5566">
        <w:t>tu vois</w:t>
      </w:r>
      <w:r>
        <w:t xml:space="preserve">, </w:t>
      </w:r>
      <w:r w:rsidR="00530790" w:rsidRPr="005D5566">
        <w:t>cette femme qui n</w:t>
      </w:r>
      <w:r>
        <w:t>’</w:t>
      </w:r>
      <w:r w:rsidR="00530790" w:rsidRPr="005D5566">
        <w:t>est plus jeune et qui n</w:t>
      </w:r>
      <w:r>
        <w:t>’</w:t>
      </w:r>
      <w:r w:rsidR="00530790" w:rsidRPr="005D5566">
        <w:t>a pas l</w:t>
      </w:r>
      <w:r>
        <w:t>’</w:t>
      </w:r>
      <w:r w:rsidR="00530790" w:rsidRPr="005D5566">
        <w:t>air d</w:t>
      </w:r>
      <w:r>
        <w:t>’</w:t>
      </w:r>
      <w:r w:rsidR="00530790" w:rsidRPr="005D5566">
        <w:t>être une dame</w:t>
      </w:r>
      <w:r>
        <w:t xml:space="preserve">, </w:t>
      </w:r>
      <w:r w:rsidR="00530790" w:rsidRPr="005D5566">
        <w:t>elle en est aussi</w:t>
      </w:r>
      <w:r>
        <w:t xml:space="preserve">… </w:t>
      </w:r>
      <w:r w:rsidR="00530790" w:rsidRPr="005D5566">
        <w:t>Ne vous fâchez pas</w:t>
      </w:r>
      <w:r>
        <w:t xml:space="preserve"> ! </w:t>
      </w:r>
      <w:r w:rsidR="00530790" w:rsidRPr="005D5566">
        <w:t>Comment vous appelez-vous</w:t>
      </w:r>
      <w:r>
        <w:t> ?</w:t>
      </w:r>
    </w:p>
    <w:p w14:paraId="38E86C84" w14:textId="77777777" w:rsidR="001C0413" w:rsidRDefault="00530790" w:rsidP="001C0413">
      <w:r w:rsidRPr="005D5566">
        <w:t>Il parlait vite</w:t>
      </w:r>
      <w:r w:rsidR="001C0413">
        <w:t xml:space="preserve">, </w:t>
      </w:r>
      <w:r w:rsidRPr="005D5566">
        <w:t>mais distinctement</w:t>
      </w:r>
      <w:r w:rsidR="001C0413">
        <w:t xml:space="preserve">, </w:t>
      </w:r>
      <w:r w:rsidRPr="005D5566">
        <w:t>sans reprendre haleine</w:t>
      </w:r>
      <w:r w:rsidR="001C0413">
        <w:t xml:space="preserve">, </w:t>
      </w:r>
      <w:r w:rsidRPr="005D5566">
        <w:t>son menton tremblait fébrilement et ses yeux plissés scrutaient le visage et le corps de Pélaguée</w:t>
      </w:r>
      <w:r w:rsidR="001C0413">
        <w:t xml:space="preserve">. </w:t>
      </w:r>
      <w:r w:rsidRPr="005D5566">
        <w:t>Déguenillé</w:t>
      </w:r>
      <w:r w:rsidR="001C0413">
        <w:t xml:space="preserve">, </w:t>
      </w:r>
      <w:r w:rsidRPr="005D5566">
        <w:t>les cheveux ébouriffés</w:t>
      </w:r>
      <w:r w:rsidR="001C0413">
        <w:t xml:space="preserve">, </w:t>
      </w:r>
      <w:r w:rsidRPr="005D5566">
        <w:t>on eût dit qu</w:t>
      </w:r>
      <w:r w:rsidR="001C0413">
        <w:t>’</w:t>
      </w:r>
      <w:r w:rsidRPr="005D5566">
        <w:t>il venait de se battre</w:t>
      </w:r>
      <w:r w:rsidR="001C0413">
        <w:t xml:space="preserve">, </w:t>
      </w:r>
      <w:r w:rsidRPr="005D5566">
        <w:t>qu</w:t>
      </w:r>
      <w:r w:rsidR="001C0413">
        <w:t>’</w:t>
      </w:r>
      <w:r w:rsidRPr="005D5566">
        <w:t>il avait vaincu son adversaire et était tout plein de la joyeuse excitation de la victoire</w:t>
      </w:r>
      <w:r w:rsidR="001C0413">
        <w:t xml:space="preserve">. </w:t>
      </w:r>
      <w:r w:rsidRPr="005D5566">
        <w:t>Il plut à la mère par sa vivacité et surtout parce qu</w:t>
      </w:r>
      <w:r w:rsidR="001C0413">
        <w:t>’</w:t>
      </w:r>
      <w:r w:rsidRPr="005D5566">
        <w:t>il avait parlé simplement et franchement dès le début</w:t>
      </w:r>
      <w:r w:rsidR="001C0413">
        <w:t xml:space="preserve">. </w:t>
      </w:r>
      <w:r w:rsidRPr="005D5566">
        <w:t>Elle lui répondit en lui jetant un regard amical</w:t>
      </w:r>
      <w:r w:rsidR="001C0413">
        <w:t xml:space="preserve">. </w:t>
      </w:r>
      <w:r w:rsidRPr="005D5566">
        <w:t>Il lui secoua encore une fois la main et se mit à rire d</w:t>
      </w:r>
      <w:r w:rsidR="001C0413">
        <w:t>’</w:t>
      </w:r>
      <w:r w:rsidRPr="005D5566">
        <w:t>un petit rire sec</w:t>
      </w:r>
      <w:r w:rsidR="001C0413">
        <w:t xml:space="preserve">, </w:t>
      </w:r>
      <w:r w:rsidRPr="005D5566">
        <w:t>doux et saccadé</w:t>
      </w:r>
      <w:r w:rsidR="001C0413">
        <w:t>.</w:t>
      </w:r>
    </w:p>
    <w:p w14:paraId="25DA20CD" w14:textId="77777777" w:rsidR="001C0413" w:rsidRDefault="001C0413" w:rsidP="001C0413">
      <w:r>
        <w:t>— </w:t>
      </w:r>
      <w:r w:rsidR="00530790" w:rsidRPr="005D5566">
        <w:t>C</w:t>
      </w:r>
      <w:r>
        <w:t>’</w:t>
      </w:r>
      <w:r w:rsidR="00530790" w:rsidRPr="005D5566">
        <w:t>est une affaire honnête</w:t>
      </w:r>
      <w:r>
        <w:t xml:space="preserve">, </w:t>
      </w:r>
      <w:r w:rsidR="00530790" w:rsidRPr="005D5566">
        <w:t>tu vois</w:t>
      </w:r>
      <w:r>
        <w:t xml:space="preserve">, </w:t>
      </w:r>
      <w:r w:rsidR="00530790" w:rsidRPr="005D5566">
        <w:t>Stépane</w:t>
      </w:r>
      <w:r>
        <w:t xml:space="preserve">. </w:t>
      </w:r>
      <w:r w:rsidR="00530790" w:rsidRPr="005D5566">
        <w:t>C</w:t>
      </w:r>
      <w:r>
        <w:t>’</w:t>
      </w:r>
      <w:r w:rsidR="00530790" w:rsidRPr="005D5566">
        <w:t>est une très belle affaire</w:t>
      </w:r>
      <w:r>
        <w:t xml:space="preserve"> !… </w:t>
      </w:r>
      <w:r w:rsidR="00530790" w:rsidRPr="005D5566">
        <w:t>Je te l</w:t>
      </w:r>
      <w:r>
        <w:t>’</w:t>
      </w:r>
      <w:r w:rsidR="00530790" w:rsidRPr="005D5566">
        <w:t>ai dit</w:t>
      </w:r>
      <w:r>
        <w:t xml:space="preserve">, </w:t>
      </w:r>
      <w:r w:rsidR="00530790" w:rsidRPr="005D5566">
        <w:t>le peuple commence à travailler de lui-même</w:t>
      </w:r>
      <w:r>
        <w:t xml:space="preserve">… </w:t>
      </w:r>
      <w:r w:rsidR="00530790" w:rsidRPr="005D5566">
        <w:t>La dame</w:t>
      </w:r>
      <w:r>
        <w:t xml:space="preserve">, </w:t>
      </w:r>
      <w:r w:rsidR="00530790" w:rsidRPr="005D5566">
        <w:t>elle ne dira pas la vérité</w:t>
      </w:r>
      <w:r>
        <w:t xml:space="preserve">, </w:t>
      </w:r>
      <w:r w:rsidR="00530790" w:rsidRPr="005D5566">
        <w:t>car ça lui serait nuisible</w:t>
      </w:r>
      <w:r>
        <w:t xml:space="preserve">… </w:t>
      </w:r>
      <w:r w:rsidR="00530790" w:rsidRPr="005D5566">
        <w:t>Mais le peuple</w:t>
      </w:r>
      <w:r>
        <w:t xml:space="preserve">, </w:t>
      </w:r>
      <w:r w:rsidR="00530790" w:rsidRPr="005D5566">
        <w:t>lui</w:t>
      </w:r>
      <w:r>
        <w:t xml:space="preserve">, </w:t>
      </w:r>
      <w:r w:rsidR="00530790" w:rsidRPr="005D5566">
        <w:t>il veut marcher carrément</w:t>
      </w:r>
      <w:r>
        <w:t xml:space="preserve">, </w:t>
      </w:r>
      <w:r w:rsidR="00530790" w:rsidRPr="005D5566">
        <w:t>sans s</w:t>
      </w:r>
      <w:r>
        <w:t>’</w:t>
      </w:r>
      <w:r w:rsidR="00530790" w:rsidRPr="005D5566">
        <w:t>inquiéter de perdre ou de nuire</w:t>
      </w:r>
      <w:r>
        <w:t xml:space="preserve">, </w:t>
      </w:r>
      <w:r w:rsidR="00530790" w:rsidRPr="005D5566">
        <w:t>comprends-tu</w:t>
      </w:r>
      <w:r>
        <w:t xml:space="preserve"> ? </w:t>
      </w:r>
      <w:r w:rsidR="00530790" w:rsidRPr="005D5566">
        <w:t>La vie lui est mauvaise</w:t>
      </w:r>
      <w:r>
        <w:t xml:space="preserve">, </w:t>
      </w:r>
      <w:r w:rsidR="00530790" w:rsidRPr="005D5566">
        <w:t>il a des pertes de tous côtés</w:t>
      </w:r>
      <w:r>
        <w:t xml:space="preserve">, </w:t>
      </w:r>
      <w:r w:rsidR="00530790" w:rsidRPr="005D5566">
        <w:t>il ne sait où se tourner</w:t>
      </w:r>
      <w:r>
        <w:t xml:space="preserve">, </w:t>
      </w:r>
      <w:r w:rsidR="00530790" w:rsidRPr="005D5566">
        <w:t>car partout</w:t>
      </w:r>
      <w:r>
        <w:t xml:space="preserve">, </w:t>
      </w:r>
      <w:r w:rsidR="00530790" w:rsidRPr="005D5566">
        <w:t>on lui crie</w:t>
      </w:r>
      <w:r>
        <w:t xml:space="preserve"> : </w:t>
      </w:r>
      <w:r w:rsidR="00530790" w:rsidRPr="005D5566">
        <w:t>Arrête</w:t>
      </w:r>
      <w:r>
        <w:t> !</w:t>
      </w:r>
    </w:p>
    <w:p w14:paraId="12EC3F34" w14:textId="77777777" w:rsidR="001C0413" w:rsidRDefault="001C0413" w:rsidP="001C0413">
      <w:r>
        <w:t>— </w:t>
      </w:r>
      <w:r w:rsidR="00530790" w:rsidRPr="005D5566">
        <w:t>Je vois</w:t>
      </w:r>
      <w:r>
        <w:t xml:space="preserve"> ? </w:t>
      </w:r>
      <w:r w:rsidR="00530790" w:rsidRPr="005D5566">
        <w:t xml:space="preserve">dit Stépane en hochant </w:t>
      </w:r>
      <w:r w:rsidR="00530790" w:rsidRPr="005D5566">
        <w:rPr>
          <w:rFonts w:cs="Courier New"/>
          <w:bCs/>
        </w:rPr>
        <w:t xml:space="preserve">la </w:t>
      </w:r>
      <w:r w:rsidR="00530790" w:rsidRPr="005D5566">
        <w:t>tête et il ajouta</w:t>
      </w:r>
      <w:r>
        <w:t xml:space="preserve"> : </w:t>
      </w:r>
      <w:r w:rsidR="00530790" w:rsidRPr="005D5566">
        <w:t>elle est inquiète à propos de sa valise</w:t>
      </w:r>
      <w:r>
        <w:t>…</w:t>
      </w:r>
    </w:p>
    <w:p w14:paraId="45520D06" w14:textId="77777777" w:rsidR="001C0413" w:rsidRDefault="001C0413" w:rsidP="001C0413">
      <w:r>
        <w:t>— </w:t>
      </w:r>
      <w:r w:rsidR="00530790" w:rsidRPr="005D5566">
        <w:t>Ne vous inquiétez pas</w:t>
      </w:r>
      <w:r>
        <w:t xml:space="preserve"> ! </w:t>
      </w:r>
      <w:r w:rsidR="00530790" w:rsidRPr="005D5566">
        <w:t>Tout est en ordre</w:t>
      </w:r>
      <w:r>
        <w:t xml:space="preserve">, </w:t>
      </w:r>
      <w:r w:rsidR="00530790" w:rsidRPr="005D5566">
        <w:t>mère</w:t>
      </w:r>
      <w:r>
        <w:t xml:space="preserve"> ! </w:t>
      </w:r>
      <w:r w:rsidR="00530790" w:rsidRPr="005D5566">
        <w:t>Votre valise est chez moi</w:t>
      </w:r>
      <w:r>
        <w:t xml:space="preserve">… </w:t>
      </w:r>
      <w:r w:rsidR="00530790" w:rsidRPr="005D5566">
        <w:t>Tout à l</w:t>
      </w:r>
      <w:r>
        <w:t>’</w:t>
      </w:r>
      <w:r w:rsidR="00530790" w:rsidRPr="005D5566">
        <w:t>heure</w:t>
      </w:r>
      <w:r>
        <w:t xml:space="preserve">, </w:t>
      </w:r>
      <w:r w:rsidR="00530790" w:rsidRPr="005D5566">
        <w:t>quand Stépane m</w:t>
      </w:r>
      <w:r>
        <w:t>’</w:t>
      </w:r>
      <w:r w:rsidR="00530790" w:rsidRPr="005D5566">
        <w:t>a parlé de vous</w:t>
      </w:r>
      <w:r>
        <w:t xml:space="preserve">, </w:t>
      </w:r>
      <w:r w:rsidR="00530790" w:rsidRPr="005D5566">
        <w:t>en me disant que vous étiez aussi dans cette affaire</w:t>
      </w:r>
      <w:r>
        <w:t xml:space="preserve">, </w:t>
      </w:r>
      <w:r w:rsidR="00530790" w:rsidRPr="005D5566">
        <w:t>que vous connaissiez cet homme</w:t>
      </w:r>
      <w:r>
        <w:t xml:space="preserve">, </w:t>
      </w:r>
      <w:r w:rsidR="00530790" w:rsidRPr="005D5566">
        <w:t>je lui ai dit</w:t>
      </w:r>
      <w:r>
        <w:t xml:space="preserve"> : </w:t>
      </w:r>
      <w:r w:rsidR="00530790" w:rsidRPr="005D5566">
        <w:t>Fais attention</w:t>
      </w:r>
      <w:r>
        <w:t xml:space="preserve">, </w:t>
      </w:r>
      <w:r w:rsidR="00530790" w:rsidRPr="005D5566">
        <w:t>Stépane</w:t>
      </w:r>
      <w:r>
        <w:t xml:space="preserve"> !… </w:t>
      </w:r>
      <w:r w:rsidR="00530790" w:rsidRPr="005D5566">
        <w:t>Il ne faut pas aller bavarder</w:t>
      </w:r>
      <w:r>
        <w:t xml:space="preserve">, </w:t>
      </w:r>
      <w:r w:rsidR="00530790" w:rsidRPr="005D5566">
        <w:t>c</w:t>
      </w:r>
      <w:r>
        <w:t>’</w:t>
      </w:r>
      <w:r w:rsidR="00530790" w:rsidRPr="005D5566">
        <w:t>est trop grave</w:t>
      </w:r>
      <w:r>
        <w:t xml:space="preserve"> ! </w:t>
      </w:r>
      <w:r w:rsidR="00530790" w:rsidRPr="005D5566">
        <w:t>Et vous</w:t>
      </w:r>
      <w:r>
        <w:t xml:space="preserve">, </w:t>
      </w:r>
      <w:r w:rsidR="00530790" w:rsidRPr="005D5566">
        <w:t>mère</w:t>
      </w:r>
      <w:r>
        <w:t xml:space="preserve">, </w:t>
      </w:r>
      <w:r w:rsidR="00530790" w:rsidRPr="005D5566">
        <w:t>vous avez deviné aussi que nous étions avec vous</w:t>
      </w:r>
      <w:r>
        <w:t xml:space="preserve">, </w:t>
      </w:r>
      <w:r w:rsidR="00530790" w:rsidRPr="005D5566">
        <w:t>tout à l</w:t>
      </w:r>
      <w:r>
        <w:t>’</w:t>
      </w:r>
      <w:r w:rsidR="00530790" w:rsidRPr="005D5566">
        <w:t>heure</w:t>
      </w:r>
      <w:r>
        <w:t xml:space="preserve">. </w:t>
      </w:r>
      <w:r w:rsidR="00530790" w:rsidRPr="005D5566">
        <w:t>On remarque tout de suite la figure des gens honnêtes</w:t>
      </w:r>
      <w:r>
        <w:t xml:space="preserve">, </w:t>
      </w:r>
      <w:r w:rsidR="00530790" w:rsidRPr="005D5566">
        <w:t>parce qu</w:t>
      </w:r>
      <w:r>
        <w:t>’</w:t>
      </w:r>
      <w:r w:rsidR="00530790" w:rsidRPr="005D5566">
        <w:t>on n</w:t>
      </w:r>
      <w:r>
        <w:t>’</w:t>
      </w:r>
      <w:r w:rsidR="00530790" w:rsidRPr="005D5566">
        <w:t>en voit pas beaucoup dans les rues</w:t>
      </w:r>
      <w:r>
        <w:t xml:space="preserve">, </w:t>
      </w:r>
      <w:r w:rsidR="00530790" w:rsidRPr="005D5566">
        <w:t>oh non</w:t>
      </w:r>
      <w:r>
        <w:t xml:space="preserve"> !… </w:t>
      </w:r>
      <w:r w:rsidR="00530790" w:rsidRPr="005D5566">
        <w:t>Votre valise est chez moi</w:t>
      </w:r>
      <w:r>
        <w:t> !</w:t>
      </w:r>
    </w:p>
    <w:p w14:paraId="2ED937BF" w14:textId="77777777" w:rsidR="001C0413" w:rsidRDefault="00530790" w:rsidP="001C0413">
      <w:r w:rsidRPr="005D5566">
        <w:lastRenderedPageBreak/>
        <w:t>Il s</w:t>
      </w:r>
      <w:r w:rsidR="001C0413">
        <w:t>’</w:t>
      </w:r>
      <w:r w:rsidRPr="005D5566">
        <w:t>assit à côté d</w:t>
      </w:r>
      <w:r w:rsidR="001C0413">
        <w:t>’</w:t>
      </w:r>
      <w:r w:rsidRPr="005D5566">
        <w:t>elle</w:t>
      </w:r>
      <w:r w:rsidR="001C0413">
        <w:t xml:space="preserve">, </w:t>
      </w:r>
      <w:r w:rsidRPr="005D5566">
        <w:t>et continua avec une prière dans le regard</w:t>
      </w:r>
      <w:r w:rsidR="001C0413">
        <w:t> :</w:t>
      </w:r>
    </w:p>
    <w:p w14:paraId="4EC837D0" w14:textId="77777777" w:rsidR="001C0413" w:rsidRDefault="001C0413" w:rsidP="001C0413">
      <w:r>
        <w:t>— </w:t>
      </w:r>
      <w:r w:rsidR="00530790" w:rsidRPr="005D5566">
        <w:t>Et si vous désirez la vider</w:t>
      </w:r>
      <w:r>
        <w:t xml:space="preserve">, </w:t>
      </w:r>
      <w:r w:rsidR="00530790" w:rsidRPr="005D5566">
        <w:t>nous vous aiderons avec plaisir</w:t>
      </w:r>
      <w:r>
        <w:t xml:space="preserve">… </w:t>
      </w:r>
      <w:r w:rsidR="00530790" w:rsidRPr="005D5566">
        <w:t>Nous avons besoin de livres</w:t>
      </w:r>
      <w:r>
        <w:t>…</w:t>
      </w:r>
    </w:p>
    <w:p w14:paraId="389D75F8" w14:textId="77777777" w:rsidR="001C0413" w:rsidRDefault="001C0413" w:rsidP="001C0413">
      <w:r>
        <w:t>— </w:t>
      </w:r>
      <w:r w:rsidR="00530790" w:rsidRPr="005D5566">
        <w:t>Elle veut nous donner tout</w:t>
      </w:r>
      <w:r>
        <w:t xml:space="preserve"> ! </w:t>
      </w:r>
      <w:r w:rsidR="00530790" w:rsidRPr="005D5566">
        <w:t>déclara Stépane</w:t>
      </w:r>
      <w:r>
        <w:t>.</w:t>
      </w:r>
    </w:p>
    <w:p w14:paraId="655FA70C" w14:textId="77777777" w:rsidR="001C0413" w:rsidRDefault="001C0413" w:rsidP="001C0413">
      <w:r>
        <w:t>— </w:t>
      </w:r>
      <w:r w:rsidR="00530790" w:rsidRPr="005D5566">
        <w:t>C</w:t>
      </w:r>
      <w:r>
        <w:t>’</w:t>
      </w:r>
      <w:r w:rsidR="00530790" w:rsidRPr="005D5566">
        <w:t>est très bien</w:t>
      </w:r>
      <w:r>
        <w:t xml:space="preserve">, </w:t>
      </w:r>
      <w:r w:rsidR="00530790" w:rsidRPr="005D5566">
        <w:t>mère</w:t>
      </w:r>
      <w:r>
        <w:t xml:space="preserve"> ! </w:t>
      </w:r>
      <w:r w:rsidR="00530790" w:rsidRPr="005D5566">
        <w:t>Nous saurons bien qu</w:t>
      </w:r>
      <w:r>
        <w:t>’</w:t>
      </w:r>
      <w:r w:rsidR="00530790" w:rsidRPr="005D5566">
        <w:t>en faire</w:t>
      </w:r>
      <w:r>
        <w:t>…</w:t>
      </w:r>
    </w:p>
    <w:p w14:paraId="6FAE7250" w14:textId="77777777" w:rsidR="001C0413" w:rsidRDefault="00530790" w:rsidP="001C0413">
      <w:r w:rsidRPr="005D5566">
        <w:t>Il se leva brusquement et se mit à rire</w:t>
      </w:r>
      <w:r w:rsidR="001C0413">
        <w:t xml:space="preserve">, </w:t>
      </w:r>
      <w:r w:rsidRPr="005D5566">
        <w:t>puis</w:t>
      </w:r>
      <w:r w:rsidR="001C0413">
        <w:t xml:space="preserve">, </w:t>
      </w:r>
      <w:r w:rsidRPr="005D5566">
        <w:t>allant et venant à grands pas dans la chaumière</w:t>
      </w:r>
      <w:r w:rsidR="001C0413">
        <w:t xml:space="preserve">, </w:t>
      </w:r>
      <w:r w:rsidRPr="005D5566">
        <w:t>il reprit avec satisfaction</w:t>
      </w:r>
      <w:r w:rsidR="001C0413">
        <w:t> :</w:t>
      </w:r>
    </w:p>
    <w:p w14:paraId="2D4E1651" w14:textId="77777777" w:rsidR="001C0413" w:rsidRDefault="001C0413" w:rsidP="001C0413">
      <w:pPr>
        <w:rPr>
          <w:szCs w:val="32"/>
        </w:rPr>
      </w:pPr>
      <w:r>
        <w:t>— </w:t>
      </w:r>
      <w:r w:rsidR="00530790" w:rsidRPr="005D5566">
        <w:t>On peut dire que c</w:t>
      </w:r>
      <w:r>
        <w:t>’</w:t>
      </w:r>
      <w:r w:rsidR="00530790" w:rsidRPr="005D5566">
        <w:t>est un cas étonnant</w:t>
      </w:r>
      <w:r>
        <w:t xml:space="preserve">… </w:t>
      </w:r>
      <w:r w:rsidR="00530790" w:rsidRPr="005D5566">
        <w:t>quoique très simple</w:t>
      </w:r>
      <w:r>
        <w:t xml:space="preserve"> ! </w:t>
      </w:r>
      <w:r w:rsidR="00530790" w:rsidRPr="005D5566">
        <w:t>C</w:t>
      </w:r>
      <w:r>
        <w:t>’</w:t>
      </w:r>
      <w:r w:rsidR="00530790" w:rsidRPr="005D5566">
        <w:t>est cassé à un endroit et ça se raccommode à un autre</w:t>
      </w:r>
      <w:r>
        <w:t xml:space="preserve">… </w:t>
      </w:r>
      <w:r w:rsidR="00530790" w:rsidRPr="005D5566">
        <w:t>Ce n</w:t>
      </w:r>
      <w:r>
        <w:t>’</w:t>
      </w:r>
      <w:r w:rsidR="00530790" w:rsidRPr="005D5566">
        <w:t>est pas mal</w:t>
      </w:r>
      <w:r>
        <w:t xml:space="preserve">… </w:t>
      </w:r>
      <w:r w:rsidR="00530790" w:rsidRPr="005D5566">
        <w:t>Il est très bon</w:t>
      </w:r>
      <w:r>
        <w:t xml:space="preserve">, </w:t>
      </w:r>
      <w:r w:rsidR="00530790" w:rsidRPr="005D5566">
        <w:t>ce journal</w:t>
      </w:r>
      <w:r>
        <w:t xml:space="preserve">, </w:t>
      </w:r>
      <w:r w:rsidR="00530790" w:rsidRPr="005D5566">
        <w:t>mère</w:t>
      </w:r>
      <w:r>
        <w:t xml:space="preserve">, </w:t>
      </w:r>
      <w:r w:rsidR="00530790" w:rsidRPr="005D5566">
        <w:t>et il fait de l</w:t>
      </w:r>
      <w:r>
        <w:t>’</w:t>
      </w:r>
      <w:r w:rsidR="00530790" w:rsidRPr="005D5566">
        <w:t>effet</w:t>
      </w:r>
      <w:r>
        <w:t xml:space="preserve"> ; </w:t>
      </w:r>
      <w:r w:rsidR="00530790" w:rsidRPr="005D5566">
        <w:t>il ouvre les yeux des gens</w:t>
      </w:r>
      <w:r>
        <w:t xml:space="preserve">… </w:t>
      </w:r>
      <w:r w:rsidR="00530790" w:rsidRPr="005D5566">
        <w:t>Il ne plaît pas aux seigneurs</w:t>
      </w:r>
      <w:r>
        <w:t xml:space="preserve">… </w:t>
      </w:r>
      <w:r w:rsidR="00530790" w:rsidRPr="005D5566">
        <w:t>Je travaille chez une propriétaire</w:t>
      </w:r>
      <w:r>
        <w:t xml:space="preserve">, </w:t>
      </w:r>
      <w:r w:rsidR="00530790" w:rsidRPr="005D5566">
        <w:t>à sept kilomètres d</w:t>
      </w:r>
      <w:r>
        <w:t>’</w:t>
      </w:r>
      <w:r w:rsidR="00530790" w:rsidRPr="005D5566">
        <w:t>ici</w:t>
      </w:r>
      <w:r>
        <w:t xml:space="preserve">, </w:t>
      </w:r>
      <w:r w:rsidR="00530790" w:rsidRPr="005D5566">
        <w:t>je suis menuisier</w:t>
      </w:r>
      <w:r>
        <w:t xml:space="preserve">… </w:t>
      </w:r>
      <w:r w:rsidR="00530790" w:rsidRPr="005D5566">
        <w:t>C</w:t>
      </w:r>
      <w:r>
        <w:t>’</w:t>
      </w:r>
      <w:r w:rsidR="00530790" w:rsidRPr="005D5566">
        <w:t>est une brave femme</w:t>
      </w:r>
      <w:r>
        <w:t xml:space="preserve">, </w:t>
      </w:r>
      <w:r w:rsidR="00530790" w:rsidRPr="005D5566">
        <w:t>il faut le reconnaître</w:t>
      </w:r>
      <w:r>
        <w:t xml:space="preserve">… </w:t>
      </w:r>
      <w:r w:rsidR="00530790" w:rsidRPr="005D5566">
        <w:t>elle nous donne des livres</w:t>
      </w:r>
      <w:r>
        <w:t xml:space="preserve">… </w:t>
      </w:r>
      <w:r w:rsidR="00530790" w:rsidRPr="005D5566">
        <w:t>assez stupides quelquefois</w:t>
      </w:r>
      <w:r>
        <w:t xml:space="preserve">… </w:t>
      </w:r>
      <w:r w:rsidR="00530790" w:rsidRPr="005D5566">
        <w:t>nous les lisons et nous nous instruisons</w:t>
      </w:r>
      <w:r>
        <w:t xml:space="preserve">… </w:t>
      </w:r>
      <w:r w:rsidR="00530790" w:rsidRPr="005D5566">
        <w:t>En général</w:t>
      </w:r>
      <w:r>
        <w:t xml:space="preserve">, </w:t>
      </w:r>
      <w:r w:rsidR="00530790" w:rsidRPr="005D5566">
        <w:t>nous lui sommes reconnaissants</w:t>
      </w:r>
      <w:r>
        <w:t xml:space="preserve">… </w:t>
      </w:r>
      <w:r w:rsidR="00530790" w:rsidRPr="005D5566">
        <w:t xml:space="preserve">Mais quand </w:t>
      </w:r>
      <w:r w:rsidR="00530790" w:rsidRPr="005D5566">
        <w:rPr>
          <w:szCs w:val="32"/>
        </w:rPr>
        <w:t>je lui ai montré l</w:t>
      </w:r>
      <w:r>
        <w:rPr>
          <w:szCs w:val="32"/>
        </w:rPr>
        <w:t>’</w:t>
      </w:r>
      <w:r w:rsidR="00530790" w:rsidRPr="005D5566">
        <w:rPr>
          <w:szCs w:val="32"/>
        </w:rPr>
        <w:t>autre journal</w:t>
      </w:r>
      <w:r>
        <w:rPr>
          <w:szCs w:val="32"/>
        </w:rPr>
        <w:t xml:space="preserve">, </w:t>
      </w:r>
      <w:r w:rsidR="00530790" w:rsidRPr="005D5566">
        <w:rPr>
          <w:szCs w:val="32"/>
        </w:rPr>
        <w:t>elle s</w:t>
      </w:r>
      <w:r>
        <w:rPr>
          <w:szCs w:val="32"/>
        </w:rPr>
        <w:t>’</w:t>
      </w:r>
      <w:r w:rsidR="00530790" w:rsidRPr="005D5566">
        <w:rPr>
          <w:szCs w:val="32"/>
        </w:rPr>
        <w:t>est fâchée</w:t>
      </w:r>
      <w:r>
        <w:rPr>
          <w:szCs w:val="32"/>
        </w:rPr>
        <w:t xml:space="preserve">. – </w:t>
      </w:r>
      <w:r w:rsidR="00530790" w:rsidRPr="005D5566">
        <w:rPr>
          <w:szCs w:val="32"/>
        </w:rPr>
        <w:t>Laissez cela</w:t>
      </w:r>
      <w:r>
        <w:rPr>
          <w:szCs w:val="32"/>
        </w:rPr>
        <w:t xml:space="preserve">, </w:t>
      </w:r>
      <w:r w:rsidR="00530790" w:rsidRPr="005D5566">
        <w:rPr>
          <w:szCs w:val="32"/>
        </w:rPr>
        <w:t>Pierre</w:t>
      </w:r>
      <w:r>
        <w:rPr>
          <w:szCs w:val="32"/>
        </w:rPr>
        <w:t xml:space="preserve">, </w:t>
      </w:r>
      <w:r w:rsidR="00530790" w:rsidRPr="005D5566">
        <w:rPr>
          <w:szCs w:val="32"/>
        </w:rPr>
        <w:t>dit-elle</w:t>
      </w:r>
      <w:r>
        <w:rPr>
          <w:szCs w:val="32"/>
        </w:rPr>
        <w:t xml:space="preserve">… </w:t>
      </w:r>
      <w:r w:rsidR="00530790" w:rsidRPr="005D5566">
        <w:rPr>
          <w:szCs w:val="32"/>
        </w:rPr>
        <w:t>Ce sont des gamins idiots qui le font</w:t>
      </w:r>
      <w:r>
        <w:rPr>
          <w:szCs w:val="32"/>
        </w:rPr>
        <w:t xml:space="preserve">, </w:t>
      </w:r>
      <w:r w:rsidR="00530790" w:rsidRPr="005D5566">
        <w:rPr>
          <w:szCs w:val="32"/>
        </w:rPr>
        <w:t>et cela ne vous causera que des misères</w:t>
      </w:r>
      <w:r>
        <w:rPr>
          <w:szCs w:val="32"/>
        </w:rPr>
        <w:t xml:space="preserve">… </w:t>
      </w:r>
      <w:r w:rsidR="00530790" w:rsidRPr="005D5566">
        <w:rPr>
          <w:szCs w:val="32"/>
        </w:rPr>
        <w:t>la prison</w:t>
      </w:r>
      <w:r>
        <w:rPr>
          <w:szCs w:val="32"/>
        </w:rPr>
        <w:t xml:space="preserve">… </w:t>
      </w:r>
      <w:r w:rsidR="00530790" w:rsidRPr="005D5566">
        <w:rPr>
          <w:szCs w:val="32"/>
        </w:rPr>
        <w:t>et la Sibérie</w:t>
      </w:r>
      <w:r>
        <w:rPr>
          <w:szCs w:val="32"/>
        </w:rPr>
        <w:t xml:space="preserve">… </w:t>
      </w:r>
      <w:r w:rsidR="00530790" w:rsidRPr="005D5566">
        <w:rPr>
          <w:szCs w:val="32"/>
        </w:rPr>
        <w:t>Voilà ce qui peut vous arriver si vous continuez à lire ces journaux</w:t>
      </w:r>
      <w:r>
        <w:rPr>
          <w:szCs w:val="32"/>
        </w:rPr>
        <w:t>.</w:t>
      </w:r>
    </w:p>
    <w:p w14:paraId="4BEFC9BF" w14:textId="77777777" w:rsidR="001C0413" w:rsidRDefault="00530790" w:rsidP="001C0413">
      <w:pPr>
        <w:rPr>
          <w:szCs w:val="32"/>
        </w:rPr>
      </w:pPr>
      <w:r w:rsidRPr="005D5566">
        <w:rPr>
          <w:szCs w:val="32"/>
        </w:rPr>
        <w:t>Il se tut de nouveau</w:t>
      </w:r>
      <w:r w:rsidR="001C0413">
        <w:rPr>
          <w:szCs w:val="32"/>
        </w:rPr>
        <w:t xml:space="preserve">, </w:t>
      </w:r>
      <w:r w:rsidRPr="005D5566">
        <w:rPr>
          <w:szCs w:val="32"/>
        </w:rPr>
        <w:t>réfléchit et reprit</w:t>
      </w:r>
      <w:r w:rsidR="001C0413">
        <w:rPr>
          <w:szCs w:val="32"/>
        </w:rPr>
        <w:t> :</w:t>
      </w:r>
    </w:p>
    <w:p w14:paraId="3CC3BFE4" w14:textId="77777777" w:rsidR="001C0413" w:rsidRDefault="001C0413" w:rsidP="001C0413">
      <w:r>
        <w:t>— </w:t>
      </w:r>
      <w:r w:rsidR="00530790" w:rsidRPr="005D5566">
        <w:t>Dites-moi</w:t>
      </w:r>
      <w:r>
        <w:t xml:space="preserve">, </w:t>
      </w:r>
      <w:r w:rsidR="00530790" w:rsidRPr="005D5566">
        <w:t>mère</w:t>
      </w:r>
      <w:r>
        <w:t xml:space="preserve">… </w:t>
      </w:r>
      <w:r w:rsidR="00530790" w:rsidRPr="005D5566">
        <w:t>l</w:t>
      </w:r>
      <w:r>
        <w:t>’</w:t>
      </w:r>
      <w:r w:rsidR="00530790" w:rsidRPr="005D5566">
        <w:t>autre</w:t>
      </w:r>
      <w:r>
        <w:t xml:space="preserve">… </w:t>
      </w:r>
      <w:r w:rsidR="00530790" w:rsidRPr="005D5566">
        <w:t>l</w:t>
      </w:r>
      <w:r>
        <w:t>’</w:t>
      </w:r>
      <w:r w:rsidR="00530790" w:rsidRPr="005D5566">
        <w:t>homme</w:t>
      </w:r>
      <w:r>
        <w:t xml:space="preserve">, </w:t>
      </w:r>
      <w:r w:rsidR="00530790" w:rsidRPr="005D5566">
        <w:t>c</w:t>
      </w:r>
      <w:r>
        <w:t>’</w:t>
      </w:r>
      <w:r w:rsidR="00530790" w:rsidRPr="005D5566">
        <w:t>est un de vos parents</w:t>
      </w:r>
      <w:r>
        <w:t> ?</w:t>
      </w:r>
    </w:p>
    <w:p w14:paraId="31C5EE70" w14:textId="77777777" w:rsidR="001C0413" w:rsidRDefault="001C0413" w:rsidP="001C0413">
      <w:r>
        <w:t>— </w:t>
      </w:r>
      <w:r w:rsidR="00530790" w:rsidRPr="005D5566">
        <w:t>Non</w:t>
      </w:r>
      <w:r>
        <w:t xml:space="preserve">, </w:t>
      </w:r>
      <w:r w:rsidR="00530790" w:rsidRPr="005D5566">
        <w:t>répondit Pélaguée</w:t>
      </w:r>
      <w:r>
        <w:t>.</w:t>
      </w:r>
    </w:p>
    <w:p w14:paraId="226DA073" w14:textId="77777777" w:rsidR="001C0413" w:rsidRDefault="00530790" w:rsidP="001C0413">
      <w:r w:rsidRPr="005D5566">
        <w:lastRenderedPageBreak/>
        <w:t>Pierre se mit à rire sans bruit</w:t>
      </w:r>
      <w:r w:rsidR="001C0413">
        <w:t xml:space="preserve">, </w:t>
      </w:r>
      <w:r w:rsidRPr="005D5566">
        <w:t>très satisfait</w:t>
      </w:r>
      <w:r w:rsidR="001C0413">
        <w:t xml:space="preserve">, </w:t>
      </w:r>
      <w:r w:rsidRPr="005D5566">
        <w:t>on ne sait de quoi</w:t>
      </w:r>
      <w:r w:rsidR="001C0413">
        <w:t xml:space="preserve">. </w:t>
      </w:r>
      <w:r w:rsidRPr="005D5566">
        <w:t>Il sembla à la mère qu</w:t>
      </w:r>
      <w:r w:rsidR="001C0413">
        <w:t>’</w:t>
      </w:r>
      <w:r w:rsidRPr="005D5566">
        <w:t>il était injuste de traiter Rybine comme un étranger</w:t>
      </w:r>
      <w:r w:rsidR="001C0413">
        <w:t>.</w:t>
      </w:r>
    </w:p>
    <w:p w14:paraId="402F84EE" w14:textId="77777777" w:rsidR="001C0413" w:rsidRDefault="001C0413" w:rsidP="001C0413">
      <w:r>
        <w:t>— </w:t>
      </w:r>
      <w:r w:rsidR="00530790" w:rsidRPr="005D5566">
        <w:t>Il n</w:t>
      </w:r>
      <w:r>
        <w:t>’</w:t>
      </w:r>
      <w:r w:rsidR="00530790" w:rsidRPr="005D5566">
        <w:t>est pas de ma famille</w:t>
      </w:r>
      <w:r>
        <w:t xml:space="preserve">, </w:t>
      </w:r>
      <w:r w:rsidR="00530790" w:rsidRPr="005D5566">
        <w:t>dit-elle</w:t>
      </w:r>
      <w:r>
        <w:t xml:space="preserve">, </w:t>
      </w:r>
      <w:r w:rsidR="00530790" w:rsidRPr="005D5566">
        <w:t>mais il y a longtemps que je le connais</w:t>
      </w:r>
      <w:r>
        <w:t xml:space="preserve">… </w:t>
      </w:r>
      <w:r w:rsidR="00530790" w:rsidRPr="005D5566">
        <w:t>je le respecte comme mon propre frère</w:t>
      </w:r>
      <w:r>
        <w:t>…</w:t>
      </w:r>
    </w:p>
    <w:p w14:paraId="22CB6DE6" w14:textId="77777777" w:rsidR="001C0413" w:rsidRDefault="00530790" w:rsidP="001C0413">
      <w:r w:rsidRPr="005D5566">
        <w:t>Elle ne trouvait pas l</w:t>
      </w:r>
      <w:r w:rsidR="001C0413">
        <w:t>’</w:t>
      </w:r>
      <w:r w:rsidRPr="005D5566">
        <w:t>expression qu</w:t>
      </w:r>
      <w:r w:rsidR="001C0413">
        <w:t>’</w:t>
      </w:r>
      <w:r w:rsidRPr="005D5566">
        <w:t>elle cherchait</w:t>
      </w:r>
      <w:r w:rsidR="001C0413">
        <w:t xml:space="preserve"> ; </w:t>
      </w:r>
      <w:r w:rsidRPr="005D5566">
        <w:t>cela lui était douloureux</w:t>
      </w:r>
      <w:r w:rsidR="001C0413">
        <w:t xml:space="preserve"> ; </w:t>
      </w:r>
      <w:r w:rsidRPr="005D5566">
        <w:t>elle ne put retenir ses sanglots</w:t>
      </w:r>
      <w:r w:rsidR="001C0413">
        <w:t xml:space="preserve">. </w:t>
      </w:r>
      <w:r w:rsidRPr="005D5566">
        <w:t>Un silence morne remplissait la chaumière</w:t>
      </w:r>
      <w:r w:rsidR="001C0413">
        <w:t xml:space="preserve">, </w:t>
      </w:r>
      <w:r w:rsidRPr="005D5566">
        <w:t>Pierre pencha la tête sur son épaule</w:t>
      </w:r>
      <w:r w:rsidR="001C0413">
        <w:t xml:space="preserve">, </w:t>
      </w:r>
      <w:r w:rsidRPr="005D5566">
        <w:t>on eût dit qu</w:t>
      </w:r>
      <w:r w:rsidR="001C0413">
        <w:t>’</w:t>
      </w:r>
      <w:r w:rsidRPr="005D5566">
        <w:t>il écoutait quelque chose</w:t>
      </w:r>
      <w:r w:rsidR="001C0413">
        <w:t xml:space="preserve">. </w:t>
      </w:r>
      <w:r w:rsidRPr="005D5566">
        <w:t>Stépane</w:t>
      </w:r>
      <w:r w:rsidR="001C0413">
        <w:t xml:space="preserve">, </w:t>
      </w:r>
      <w:r w:rsidRPr="005D5566">
        <w:t>accoudé</w:t>
      </w:r>
      <w:r w:rsidR="001C0413">
        <w:t xml:space="preserve">, </w:t>
      </w:r>
      <w:r w:rsidRPr="005D5566">
        <w:t>tambourinait sur la table</w:t>
      </w:r>
      <w:r w:rsidR="001C0413">
        <w:t xml:space="preserve">. </w:t>
      </w:r>
      <w:r w:rsidRPr="005D5566">
        <w:t>Sa femme</w:t>
      </w:r>
      <w:r w:rsidR="001C0413">
        <w:t xml:space="preserve">, </w:t>
      </w:r>
      <w:r w:rsidRPr="005D5566">
        <w:t>adossée au poêle</w:t>
      </w:r>
      <w:r w:rsidR="001C0413">
        <w:t xml:space="preserve">, </w:t>
      </w:r>
      <w:r w:rsidRPr="005D5566">
        <w:t>était dans l</w:t>
      </w:r>
      <w:r w:rsidR="001C0413">
        <w:t>’</w:t>
      </w:r>
      <w:r w:rsidRPr="005D5566">
        <w:t>ombre</w:t>
      </w:r>
      <w:r w:rsidR="001C0413">
        <w:t xml:space="preserve">. </w:t>
      </w:r>
      <w:r w:rsidRPr="005D5566">
        <w:t>La mère sentait son regard fixé sur elle</w:t>
      </w:r>
      <w:r w:rsidR="001C0413">
        <w:t xml:space="preserve"> ; </w:t>
      </w:r>
      <w:r w:rsidRPr="005D5566">
        <w:t>parfois</w:t>
      </w:r>
      <w:r w:rsidR="001C0413">
        <w:t xml:space="preserve">, </w:t>
      </w:r>
      <w:r w:rsidRPr="005D5566">
        <w:t>elle jetait un coup d</w:t>
      </w:r>
      <w:r w:rsidR="001C0413">
        <w:t>’</w:t>
      </w:r>
      <w:r w:rsidRPr="005D5566">
        <w:t>œil sur le visage de Tatiana</w:t>
      </w:r>
      <w:r w:rsidR="001C0413">
        <w:t xml:space="preserve">, </w:t>
      </w:r>
      <w:r w:rsidRPr="005D5566">
        <w:t>rond</w:t>
      </w:r>
      <w:r w:rsidR="001C0413">
        <w:t xml:space="preserve">, </w:t>
      </w:r>
      <w:r w:rsidRPr="005D5566">
        <w:t>basané</w:t>
      </w:r>
      <w:r w:rsidR="001C0413">
        <w:t xml:space="preserve">, </w:t>
      </w:r>
      <w:r w:rsidRPr="005D5566">
        <w:t>au nez droit</w:t>
      </w:r>
      <w:r w:rsidR="001C0413">
        <w:t xml:space="preserve">, </w:t>
      </w:r>
      <w:r w:rsidRPr="005D5566">
        <w:t>au menton coupé à angle aigu et dont les yeux verdâtres avaient une expression vigilante et attentive</w:t>
      </w:r>
      <w:r w:rsidR="001C0413">
        <w:t>.</w:t>
      </w:r>
    </w:p>
    <w:p w14:paraId="545903D0" w14:textId="77777777" w:rsidR="001C0413" w:rsidRDefault="001C0413" w:rsidP="001C0413">
      <w:r>
        <w:t>— </w:t>
      </w:r>
      <w:r w:rsidR="00530790" w:rsidRPr="005D5566">
        <w:t>C</w:t>
      </w:r>
      <w:r>
        <w:t>’</w:t>
      </w:r>
      <w:r w:rsidR="00530790" w:rsidRPr="005D5566">
        <w:t>est un ami par conséquent</w:t>
      </w:r>
      <w:r>
        <w:t xml:space="preserve">… </w:t>
      </w:r>
      <w:r w:rsidR="00530790" w:rsidRPr="005D5566">
        <w:t>reprit Pierre</w:t>
      </w:r>
      <w:r>
        <w:t xml:space="preserve">. </w:t>
      </w:r>
      <w:r w:rsidR="00530790" w:rsidRPr="005D5566">
        <w:t>Il est très fort</w:t>
      </w:r>
      <w:r>
        <w:t xml:space="preserve">, </w:t>
      </w:r>
      <w:r w:rsidR="00530790" w:rsidRPr="005D5566">
        <w:t>oui</w:t>
      </w:r>
      <w:r>
        <w:t xml:space="preserve"> ! </w:t>
      </w:r>
      <w:r w:rsidR="00530790" w:rsidRPr="005D5566">
        <w:t>Il s</w:t>
      </w:r>
      <w:r>
        <w:t>’</w:t>
      </w:r>
      <w:r w:rsidR="00530790" w:rsidRPr="005D5566">
        <w:t>apprécie à une haute valeur</w:t>
      </w:r>
      <w:r>
        <w:t xml:space="preserve">… </w:t>
      </w:r>
      <w:r w:rsidR="00530790" w:rsidRPr="005D5566">
        <w:t>comme il faut le faire</w:t>
      </w:r>
      <w:r>
        <w:t xml:space="preserve">… </w:t>
      </w:r>
      <w:r w:rsidR="00530790" w:rsidRPr="005D5566">
        <w:t>Voilà un homme</w:t>
      </w:r>
      <w:r>
        <w:t xml:space="preserve">, </w:t>
      </w:r>
      <w:r w:rsidR="00530790" w:rsidRPr="005D5566">
        <w:t>n</w:t>
      </w:r>
      <w:r>
        <w:t>’</w:t>
      </w:r>
      <w:r w:rsidR="00530790" w:rsidRPr="005D5566">
        <w:t>est-ce pas</w:t>
      </w:r>
      <w:r>
        <w:t xml:space="preserve">. </w:t>
      </w:r>
      <w:r w:rsidR="00530790" w:rsidRPr="005D5566">
        <w:t>Tatiana</w:t>
      </w:r>
      <w:r>
        <w:t xml:space="preserve"> ?… </w:t>
      </w:r>
      <w:r w:rsidR="00530790" w:rsidRPr="005D5566">
        <w:t>Tu dis</w:t>
      </w:r>
      <w:r>
        <w:t> ?…</w:t>
      </w:r>
    </w:p>
    <w:p w14:paraId="31E3E23A" w14:textId="77777777" w:rsidR="001C0413" w:rsidRDefault="001C0413" w:rsidP="001C0413">
      <w:r>
        <w:t>— </w:t>
      </w:r>
      <w:r w:rsidR="00530790" w:rsidRPr="005D5566">
        <w:t>Il est marié</w:t>
      </w:r>
      <w:r>
        <w:t xml:space="preserve"> ? </w:t>
      </w:r>
      <w:r w:rsidR="00530790" w:rsidRPr="005D5566">
        <w:t>interrompit Tatiana</w:t>
      </w:r>
      <w:r>
        <w:t xml:space="preserve"> ; </w:t>
      </w:r>
      <w:r w:rsidR="00530790" w:rsidRPr="005D5566">
        <w:t>et les minces lèvres de sa petite bouche se pincèrent avec force</w:t>
      </w:r>
      <w:r>
        <w:t>.</w:t>
      </w:r>
    </w:p>
    <w:p w14:paraId="2C175263" w14:textId="77777777" w:rsidR="001C0413" w:rsidRDefault="001C0413" w:rsidP="001C0413">
      <w:r>
        <w:t>— </w:t>
      </w:r>
      <w:r w:rsidR="00530790" w:rsidRPr="005D5566">
        <w:t>Il est veuf</w:t>
      </w:r>
      <w:r>
        <w:t xml:space="preserve"> ! </w:t>
      </w:r>
      <w:r w:rsidR="00530790" w:rsidRPr="005D5566">
        <w:t>répliqua tristement la mère</w:t>
      </w:r>
      <w:r>
        <w:t>.</w:t>
      </w:r>
    </w:p>
    <w:p w14:paraId="125E78E9" w14:textId="77777777" w:rsidR="001C0413" w:rsidRDefault="001C0413" w:rsidP="001C0413">
      <w:r>
        <w:t>— </w:t>
      </w:r>
      <w:r w:rsidR="00530790" w:rsidRPr="005D5566">
        <w:t>C</w:t>
      </w:r>
      <w:r>
        <w:t>’</w:t>
      </w:r>
      <w:r w:rsidR="00530790" w:rsidRPr="005D5566">
        <w:t>est pour cela qu</w:t>
      </w:r>
      <w:r>
        <w:t>’</w:t>
      </w:r>
      <w:r w:rsidR="00530790" w:rsidRPr="005D5566">
        <w:t>il a tant de courage</w:t>
      </w:r>
      <w:r>
        <w:t xml:space="preserve"> ! </w:t>
      </w:r>
      <w:r w:rsidR="00530790" w:rsidRPr="005D5566">
        <w:t>déclara Tatiana</w:t>
      </w:r>
      <w:r>
        <w:t xml:space="preserve">, </w:t>
      </w:r>
      <w:r w:rsidR="00530790" w:rsidRPr="005D5566">
        <w:t>d</w:t>
      </w:r>
      <w:r>
        <w:t>’</w:t>
      </w:r>
      <w:r w:rsidR="00530790" w:rsidRPr="005D5566">
        <w:t>une voix profonde et basse</w:t>
      </w:r>
      <w:r>
        <w:t xml:space="preserve">. </w:t>
      </w:r>
      <w:r w:rsidR="00530790" w:rsidRPr="005D5566">
        <w:t>Un homme marié n</w:t>
      </w:r>
      <w:r>
        <w:t>’</w:t>
      </w:r>
      <w:r w:rsidR="00530790" w:rsidRPr="005D5566">
        <w:t>agirait pas ainsi</w:t>
      </w:r>
      <w:r>
        <w:t xml:space="preserve">… </w:t>
      </w:r>
      <w:r w:rsidR="00530790" w:rsidRPr="005D5566">
        <w:t>il aurait peur</w:t>
      </w:r>
      <w:r>
        <w:t> !…</w:t>
      </w:r>
    </w:p>
    <w:p w14:paraId="402B8E35" w14:textId="77777777" w:rsidR="001C0413" w:rsidRDefault="001C0413" w:rsidP="001C0413">
      <w:r>
        <w:t>— </w:t>
      </w:r>
      <w:r w:rsidR="00530790" w:rsidRPr="005D5566">
        <w:t>Et moi</w:t>
      </w:r>
      <w:r>
        <w:t xml:space="preserve"> ? </w:t>
      </w:r>
      <w:r w:rsidR="00530790" w:rsidRPr="005D5566">
        <w:t>je suis marié et pourtant</w:t>
      </w:r>
      <w:r>
        <w:t xml:space="preserve"> !… </w:t>
      </w:r>
      <w:r w:rsidR="00530790" w:rsidRPr="005D5566">
        <w:t>s</w:t>
      </w:r>
      <w:r>
        <w:t>’</w:t>
      </w:r>
      <w:r w:rsidR="00530790" w:rsidRPr="005D5566">
        <w:t>écria Pierre</w:t>
      </w:r>
      <w:r>
        <w:t>.</w:t>
      </w:r>
    </w:p>
    <w:p w14:paraId="0618CCC1" w14:textId="77777777" w:rsidR="001C0413" w:rsidRDefault="001C0413" w:rsidP="001C0413">
      <w:r>
        <w:t>— </w:t>
      </w:r>
      <w:r w:rsidR="00530790" w:rsidRPr="005D5566">
        <w:t>Assez</w:t>
      </w:r>
      <w:r>
        <w:t xml:space="preserve"> ! </w:t>
      </w:r>
      <w:r w:rsidR="00530790" w:rsidRPr="005D5566">
        <w:t>dit la femme sans le regarder et en tordant la bouche</w:t>
      </w:r>
      <w:r>
        <w:t xml:space="preserve">. </w:t>
      </w:r>
      <w:r w:rsidR="00530790" w:rsidRPr="005D5566">
        <w:t>Que fais-tu donc</w:t>
      </w:r>
      <w:r>
        <w:t xml:space="preserve"> ? </w:t>
      </w:r>
      <w:r w:rsidR="00530790" w:rsidRPr="005D5566">
        <w:t>Tu parles beaucoup et tu lis de temps en temps un livre</w:t>
      </w:r>
      <w:r>
        <w:t xml:space="preserve">… </w:t>
      </w:r>
      <w:r w:rsidR="00530790" w:rsidRPr="005D5566">
        <w:t>Ce n</w:t>
      </w:r>
      <w:r>
        <w:t>’</w:t>
      </w:r>
      <w:r w:rsidR="00530790" w:rsidRPr="005D5566">
        <w:t xml:space="preserve">est pas parce que tu </w:t>
      </w:r>
      <w:r w:rsidR="00530790" w:rsidRPr="005D5566">
        <w:lastRenderedPageBreak/>
        <w:t>chuchotes avec Stépane dans les coins que les gens en sont plus heureux</w:t>
      </w:r>
      <w:r>
        <w:t>.</w:t>
      </w:r>
    </w:p>
    <w:p w14:paraId="72216AD6" w14:textId="77777777" w:rsidR="001C0413" w:rsidRDefault="001C0413" w:rsidP="001C0413">
      <w:r>
        <w:t>— </w:t>
      </w:r>
      <w:r w:rsidR="00530790" w:rsidRPr="005D5566">
        <w:t xml:space="preserve">Il </w:t>
      </w:r>
      <w:r w:rsidR="00530790" w:rsidRPr="005D5566">
        <w:rPr>
          <w:bCs/>
        </w:rPr>
        <w:t xml:space="preserve">y </w:t>
      </w:r>
      <w:r w:rsidR="00530790" w:rsidRPr="005D5566">
        <w:t>a beaucoup de gens qui m</w:t>
      </w:r>
      <w:r>
        <w:t>’</w:t>
      </w:r>
      <w:r w:rsidR="00530790" w:rsidRPr="005D5566">
        <w:t>écoutent</w:t>
      </w:r>
      <w:r>
        <w:t xml:space="preserve">… </w:t>
      </w:r>
      <w:r w:rsidR="00530790" w:rsidRPr="005D5566">
        <w:t>répliqua à voix basse le paysan</w:t>
      </w:r>
      <w:r>
        <w:t xml:space="preserve">, </w:t>
      </w:r>
      <w:r w:rsidR="00530790" w:rsidRPr="005D5566">
        <w:t>offensé</w:t>
      </w:r>
      <w:r>
        <w:t xml:space="preserve">. </w:t>
      </w:r>
      <w:r w:rsidR="00530790" w:rsidRPr="005D5566">
        <w:t>Tu as tort de parler ainsi</w:t>
      </w:r>
      <w:r>
        <w:t xml:space="preserve">… </w:t>
      </w:r>
      <w:r w:rsidR="00530790" w:rsidRPr="005D5566">
        <w:t>Je suis comme une espèce de levure</w:t>
      </w:r>
      <w:r>
        <w:t>…</w:t>
      </w:r>
    </w:p>
    <w:p w14:paraId="06FC5A91" w14:textId="77777777" w:rsidR="001C0413" w:rsidRDefault="00530790" w:rsidP="001C0413">
      <w:r w:rsidRPr="005D5566">
        <w:t>Stépane regarda sa femme sans mot dire et baissa de nouveau la tête</w:t>
      </w:r>
      <w:r w:rsidR="001C0413">
        <w:t>.</w:t>
      </w:r>
    </w:p>
    <w:p w14:paraId="05C4CF97" w14:textId="77777777" w:rsidR="001C0413" w:rsidRDefault="001C0413" w:rsidP="001C0413">
      <w:r>
        <w:t>— </w:t>
      </w:r>
      <w:r w:rsidR="00530790" w:rsidRPr="005D5566">
        <w:t>Pourquoi les paysans se marient-ils</w:t>
      </w:r>
      <w:r>
        <w:t xml:space="preserve"> ? </w:t>
      </w:r>
      <w:r w:rsidR="00530790" w:rsidRPr="005D5566">
        <w:t>demanda Tatiana</w:t>
      </w:r>
      <w:r>
        <w:t xml:space="preserve">. </w:t>
      </w:r>
      <w:r w:rsidR="00530790" w:rsidRPr="005D5566">
        <w:t>Ils ont besoin d</w:t>
      </w:r>
      <w:r>
        <w:t>’</w:t>
      </w:r>
      <w:r w:rsidR="00530790" w:rsidRPr="005D5566">
        <w:t>une ouvrière</w:t>
      </w:r>
      <w:r>
        <w:t xml:space="preserve">, </w:t>
      </w:r>
      <w:r w:rsidR="00530790" w:rsidRPr="005D5566">
        <w:t>disent-ils</w:t>
      </w:r>
      <w:r>
        <w:t xml:space="preserve">… </w:t>
      </w:r>
      <w:r w:rsidR="00530790" w:rsidRPr="005D5566">
        <w:t>pour travailler à quoi</w:t>
      </w:r>
      <w:r>
        <w:t> ?</w:t>
      </w:r>
    </w:p>
    <w:p w14:paraId="7BCBED85" w14:textId="77777777" w:rsidR="001C0413" w:rsidRDefault="001C0413" w:rsidP="001C0413">
      <w:r>
        <w:t>— </w:t>
      </w:r>
      <w:r w:rsidR="00530790" w:rsidRPr="005D5566">
        <w:t>Tu n</w:t>
      </w:r>
      <w:r>
        <w:t>’</w:t>
      </w:r>
      <w:r w:rsidR="00530790" w:rsidRPr="005D5566">
        <w:t>as donc pas assez à faire</w:t>
      </w:r>
      <w:r>
        <w:t xml:space="preserve"> ? </w:t>
      </w:r>
      <w:r w:rsidR="00530790" w:rsidRPr="005D5566">
        <w:t>fit sourdement Stépane</w:t>
      </w:r>
      <w:r>
        <w:t>.</w:t>
      </w:r>
    </w:p>
    <w:p w14:paraId="6D7E6B44" w14:textId="77777777" w:rsidR="001C0413" w:rsidRDefault="001C0413" w:rsidP="001C0413">
      <w:r>
        <w:t>— </w:t>
      </w:r>
      <w:r w:rsidR="00530790" w:rsidRPr="005D5566">
        <w:t>À quoi sert-il ce travail</w:t>
      </w:r>
      <w:r>
        <w:t xml:space="preserve"> ? </w:t>
      </w:r>
      <w:r w:rsidR="00530790" w:rsidRPr="005D5566">
        <w:t>On vit quand même dans la misère</w:t>
      </w:r>
      <w:r>
        <w:t xml:space="preserve">, </w:t>
      </w:r>
      <w:r w:rsidR="00530790" w:rsidRPr="005D5566">
        <w:t>de jour en jour</w:t>
      </w:r>
      <w:r>
        <w:t xml:space="preserve">… </w:t>
      </w:r>
      <w:r w:rsidR="00530790" w:rsidRPr="005D5566">
        <w:t>Les enfants naissent</w:t>
      </w:r>
      <w:r>
        <w:t xml:space="preserve">… </w:t>
      </w:r>
      <w:r w:rsidR="00530790" w:rsidRPr="005D5566">
        <w:t>on n</w:t>
      </w:r>
      <w:r>
        <w:t>’</w:t>
      </w:r>
      <w:r w:rsidR="00530790" w:rsidRPr="005D5566">
        <w:t>a pas le temps de les soigner</w:t>
      </w:r>
      <w:r>
        <w:t xml:space="preserve">… </w:t>
      </w:r>
      <w:r w:rsidR="00530790" w:rsidRPr="005D5566">
        <w:t>à cause du travail qui ne vous donne pas même de pain</w:t>
      </w:r>
      <w:r>
        <w:t>…</w:t>
      </w:r>
    </w:p>
    <w:p w14:paraId="02E0CCEE" w14:textId="77777777" w:rsidR="001C0413" w:rsidRDefault="00530790" w:rsidP="001C0413">
      <w:r w:rsidRPr="005D5566">
        <w:t>Elle s</w:t>
      </w:r>
      <w:r w:rsidR="001C0413">
        <w:t>’</w:t>
      </w:r>
      <w:r w:rsidRPr="005D5566">
        <w:t>approcha de la mère</w:t>
      </w:r>
      <w:r w:rsidR="001C0413">
        <w:t xml:space="preserve">, </w:t>
      </w:r>
      <w:r w:rsidRPr="005D5566">
        <w:t>s</w:t>
      </w:r>
      <w:r w:rsidR="001C0413">
        <w:t>’</w:t>
      </w:r>
      <w:r w:rsidRPr="005D5566">
        <w:t>assit à côté d</w:t>
      </w:r>
      <w:r w:rsidR="001C0413">
        <w:t>’</w:t>
      </w:r>
      <w:r w:rsidRPr="005D5566">
        <w:t>elle</w:t>
      </w:r>
      <w:r w:rsidR="001C0413">
        <w:t xml:space="preserve">, </w:t>
      </w:r>
      <w:r w:rsidRPr="005D5566">
        <w:t>et continua obstinément</w:t>
      </w:r>
      <w:r w:rsidR="001C0413">
        <w:t xml:space="preserve">, </w:t>
      </w:r>
      <w:r w:rsidRPr="005D5566">
        <w:t>sans tristesse ni plainte dans la voix</w:t>
      </w:r>
      <w:r w:rsidR="001C0413">
        <w:t>.</w:t>
      </w:r>
    </w:p>
    <w:p w14:paraId="174AD6C0" w14:textId="77777777" w:rsidR="001C0413" w:rsidRDefault="001C0413" w:rsidP="001C0413">
      <w:r>
        <w:t>— </w:t>
      </w:r>
      <w:r w:rsidR="00530790" w:rsidRPr="005D5566">
        <w:t>J</w:t>
      </w:r>
      <w:r>
        <w:t>’</w:t>
      </w:r>
      <w:r w:rsidR="00530790" w:rsidRPr="005D5566">
        <w:t>en ai eu deux</w:t>
      </w:r>
      <w:r>
        <w:t xml:space="preserve">… </w:t>
      </w:r>
      <w:r w:rsidR="00530790" w:rsidRPr="005D5566">
        <w:t>L</w:t>
      </w:r>
      <w:r>
        <w:t>’</w:t>
      </w:r>
      <w:r w:rsidR="00530790" w:rsidRPr="005D5566">
        <w:t>un a été brûlé par le samovar</w:t>
      </w:r>
      <w:r>
        <w:t xml:space="preserve">… </w:t>
      </w:r>
      <w:r w:rsidR="00530790" w:rsidRPr="005D5566">
        <w:t>il avait deux ans</w:t>
      </w:r>
      <w:r>
        <w:t xml:space="preserve">… </w:t>
      </w:r>
      <w:r w:rsidR="00530790" w:rsidRPr="005D5566">
        <w:t>l</w:t>
      </w:r>
      <w:r>
        <w:t>’</w:t>
      </w:r>
      <w:r w:rsidR="00530790" w:rsidRPr="005D5566">
        <w:t>autre était mort-né</w:t>
      </w:r>
      <w:r>
        <w:t xml:space="preserve">… </w:t>
      </w:r>
      <w:r w:rsidR="00530790" w:rsidRPr="005D5566">
        <w:t>à cause du travail maudit</w:t>
      </w:r>
      <w:r>
        <w:t xml:space="preserve">… </w:t>
      </w:r>
      <w:r w:rsidR="00530790" w:rsidRPr="005D5566">
        <w:t>Est-ce un bonheur pour moi</w:t>
      </w:r>
      <w:r>
        <w:t xml:space="preserve"> ? </w:t>
      </w:r>
      <w:r w:rsidR="00530790" w:rsidRPr="005D5566">
        <w:t>Je dis que les paysans ont tort de se marier</w:t>
      </w:r>
      <w:r>
        <w:t xml:space="preserve">… </w:t>
      </w:r>
      <w:r w:rsidR="00530790" w:rsidRPr="005D5566">
        <w:t>ils se lient les mains</w:t>
      </w:r>
      <w:r>
        <w:t xml:space="preserve">, </w:t>
      </w:r>
      <w:r w:rsidR="00530790" w:rsidRPr="005D5566">
        <w:t>et voilà tout</w:t>
      </w:r>
      <w:r>
        <w:t xml:space="preserve">… </w:t>
      </w:r>
      <w:r w:rsidR="00530790" w:rsidRPr="005D5566">
        <w:t>S</w:t>
      </w:r>
      <w:r>
        <w:t>’</w:t>
      </w:r>
      <w:r w:rsidR="00530790" w:rsidRPr="005D5566">
        <w:t>ils étaient libres</w:t>
      </w:r>
      <w:r>
        <w:t xml:space="preserve">, </w:t>
      </w:r>
      <w:r w:rsidR="00530790" w:rsidRPr="005D5566">
        <w:t>ils combattraient ouvertement pour la vérité</w:t>
      </w:r>
      <w:r>
        <w:t xml:space="preserve">, </w:t>
      </w:r>
      <w:r w:rsidR="00530790" w:rsidRPr="005D5566">
        <w:t>comme cet homme que tu connais</w:t>
      </w:r>
      <w:r>
        <w:t xml:space="preserve">… </w:t>
      </w:r>
      <w:r w:rsidR="00530790" w:rsidRPr="005D5566">
        <w:t>N</w:t>
      </w:r>
      <w:r>
        <w:t>’</w:t>
      </w:r>
      <w:r w:rsidR="00530790" w:rsidRPr="005D5566">
        <w:t>ai-je pas raison</w:t>
      </w:r>
      <w:r>
        <w:t xml:space="preserve">, </w:t>
      </w:r>
      <w:r w:rsidR="00530790" w:rsidRPr="005D5566">
        <w:t>mère</w:t>
      </w:r>
      <w:r>
        <w:t> ?</w:t>
      </w:r>
    </w:p>
    <w:p w14:paraId="58C474C3" w14:textId="77777777" w:rsidR="001C0413" w:rsidRDefault="001C0413" w:rsidP="001C0413">
      <w:r>
        <w:t>— </w:t>
      </w:r>
      <w:r w:rsidR="00530790" w:rsidRPr="005D5566">
        <w:t>Oui</w:t>
      </w:r>
      <w:r>
        <w:t xml:space="preserve"> ! </w:t>
      </w:r>
      <w:r w:rsidR="00530790" w:rsidRPr="005D5566">
        <w:t>dit Pélaguée</w:t>
      </w:r>
      <w:r>
        <w:t xml:space="preserve">. </w:t>
      </w:r>
      <w:r w:rsidR="00530790" w:rsidRPr="005D5566">
        <w:t>Oui</w:t>
      </w:r>
      <w:r>
        <w:t xml:space="preserve">, </w:t>
      </w:r>
      <w:r w:rsidR="00530790" w:rsidRPr="005D5566">
        <w:t>ma chère</w:t>
      </w:r>
      <w:r>
        <w:t xml:space="preserve">, </w:t>
      </w:r>
      <w:r w:rsidR="00530790" w:rsidRPr="005D5566">
        <w:t>autrement</w:t>
      </w:r>
      <w:r>
        <w:t xml:space="preserve">, </w:t>
      </w:r>
      <w:r w:rsidR="00530790" w:rsidRPr="005D5566">
        <w:t>on ne peut pas vaincre la vie</w:t>
      </w:r>
      <w:r>
        <w:t>…</w:t>
      </w:r>
    </w:p>
    <w:p w14:paraId="00CEE979" w14:textId="77777777" w:rsidR="001C0413" w:rsidRDefault="001C0413" w:rsidP="001C0413">
      <w:r>
        <w:t>— </w:t>
      </w:r>
      <w:r w:rsidR="00530790" w:rsidRPr="005D5566">
        <w:t>Vous avez un mari</w:t>
      </w:r>
      <w:r>
        <w:t> ?</w:t>
      </w:r>
    </w:p>
    <w:p w14:paraId="4509BEC1" w14:textId="77777777" w:rsidR="001C0413" w:rsidRDefault="001C0413" w:rsidP="001C0413">
      <w:r>
        <w:lastRenderedPageBreak/>
        <w:t>— </w:t>
      </w:r>
      <w:r w:rsidR="00530790" w:rsidRPr="005D5566">
        <w:t>Il est mort</w:t>
      </w:r>
      <w:r>
        <w:t xml:space="preserve">… </w:t>
      </w:r>
      <w:r w:rsidR="00530790" w:rsidRPr="005D5566">
        <w:t>J</w:t>
      </w:r>
      <w:r>
        <w:t>’</w:t>
      </w:r>
      <w:r w:rsidR="00530790" w:rsidRPr="005D5566">
        <w:t>ai un fils</w:t>
      </w:r>
      <w:r>
        <w:t>…</w:t>
      </w:r>
    </w:p>
    <w:p w14:paraId="56191F4F" w14:textId="77777777" w:rsidR="001C0413" w:rsidRDefault="001C0413" w:rsidP="001C0413">
      <w:r>
        <w:t>— </w:t>
      </w:r>
      <w:r w:rsidR="00530790" w:rsidRPr="005D5566">
        <w:t>Où est-il</w:t>
      </w:r>
      <w:r>
        <w:t xml:space="preserve"> ? </w:t>
      </w:r>
      <w:r w:rsidR="00530790" w:rsidRPr="005D5566">
        <w:t>il vit avec vous</w:t>
      </w:r>
      <w:r>
        <w:t> ?</w:t>
      </w:r>
    </w:p>
    <w:p w14:paraId="645FC098" w14:textId="77777777" w:rsidR="001C0413" w:rsidRDefault="001C0413" w:rsidP="001C0413">
      <w:r>
        <w:t>— </w:t>
      </w:r>
      <w:r w:rsidR="00530790" w:rsidRPr="005D5566">
        <w:t>Il est en prison</w:t>
      </w:r>
      <w:r>
        <w:t xml:space="preserve"> ! </w:t>
      </w:r>
      <w:r w:rsidR="00530790" w:rsidRPr="005D5566">
        <w:t>répondit la mère</w:t>
      </w:r>
      <w:r>
        <w:t>.</w:t>
      </w:r>
    </w:p>
    <w:p w14:paraId="059CD708" w14:textId="77777777" w:rsidR="001C0413" w:rsidRDefault="00530790" w:rsidP="001C0413">
      <w:r w:rsidRPr="005D5566">
        <w:t>Et elle sentit que dans son cœur</w:t>
      </w:r>
      <w:r w:rsidR="001C0413">
        <w:t xml:space="preserve">, </w:t>
      </w:r>
      <w:r w:rsidRPr="005D5566">
        <w:t>une fierté paisible se mêlait à la tristesse dont ces paroles la remplissaient toujours</w:t>
      </w:r>
      <w:r w:rsidR="001C0413">
        <w:t>.</w:t>
      </w:r>
    </w:p>
    <w:p w14:paraId="1C794F46" w14:textId="77777777" w:rsidR="001C0413" w:rsidRDefault="001C0413" w:rsidP="001C0413">
      <w:r>
        <w:t>— </w:t>
      </w:r>
      <w:r w:rsidR="00530790" w:rsidRPr="005D5566">
        <w:t>C</w:t>
      </w:r>
      <w:r>
        <w:t>’</w:t>
      </w:r>
      <w:r w:rsidR="00530790" w:rsidRPr="005D5566">
        <w:t>est déjà la seconde fois qu</w:t>
      </w:r>
      <w:r>
        <w:t>’</w:t>
      </w:r>
      <w:r w:rsidR="00530790" w:rsidRPr="005D5566">
        <w:t>on l</w:t>
      </w:r>
      <w:r>
        <w:t>’</w:t>
      </w:r>
      <w:r w:rsidR="00530790" w:rsidRPr="005D5566">
        <w:t>enferme</w:t>
      </w:r>
      <w:r>
        <w:t xml:space="preserve">, </w:t>
      </w:r>
      <w:r w:rsidR="00530790" w:rsidRPr="005D5566">
        <w:t>parce qu</w:t>
      </w:r>
      <w:r>
        <w:t>’</w:t>
      </w:r>
      <w:r w:rsidR="00530790" w:rsidRPr="005D5566">
        <w:t>il a compris la vérité divine et qu</w:t>
      </w:r>
      <w:r>
        <w:t>’</w:t>
      </w:r>
      <w:r w:rsidR="00530790" w:rsidRPr="005D5566">
        <w:t>il l</w:t>
      </w:r>
      <w:r>
        <w:t>’</w:t>
      </w:r>
      <w:r w:rsidR="00530790" w:rsidRPr="005D5566">
        <w:t>a ouvertement semée</w:t>
      </w:r>
      <w:r>
        <w:t xml:space="preserve">, </w:t>
      </w:r>
      <w:r w:rsidR="00530790" w:rsidRPr="005D5566">
        <w:t>sans se ménager</w:t>
      </w:r>
      <w:r>
        <w:t xml:space="preserve"> !… </w:t>
      </w:r>
      <w:r w:rsidR="00530790" w:rsidRPr="005D5566">
        <w:t>Il est jeune</w:t>
      </w:r>
      <w:r>
        <w:t xml:space="preserve">, </w:t>
      </w:r>
      <w:r w:rsidR="00530790" w:rsidRPr="005D5566">
        <w:t>il est beau</w:t>
      </w:r>
      <w:r>
        <w:t xml:space="preserve">… </w:t>
      </w:r>
      <w:r w:rsidR="00530790" w:rsidRPr="005D5566">
        <w:t>il est intelligent</w:t>
      </w:r>
      <w:r>
        <w:t xml:space="preserve"> ! </w:t>
      </w:r>
      <w:r w:rsidR="00530790" w:rsidRPr="005D5566">
        <w:t>C</w:t>
      </w:r>
      <w:r>
        <w:t>’</w:t>
      </w:r>
      <w:r w:rsidR="00530790" w:rsidRPr="005D5566">
        <w:t>est lui qui a eu l</w:t>
      </w:r>
      <w:r>
        <w:t>’</w:t>
      </w:r>
      <w:r w:rsidR="00530790" w:rsidRPr="005D5566">
        <w:t>idée de faire un journal</w:t>
      </w:r>
      <w:r>
        <w:t xml:space="preserve"> ; </w:t>
      </w:r>
      <w:r w:rsidR="00530790" w:rsidRPr="005D5566">
        <w:t>c</w:t>
      </w:r>
      <w:r>
        <w:t>’</w:t>
      </w:r>
      <w:r w:rsidR="00530790" w:rsidRPr="005D5566">
        <w:t>est grâce à lui que Rybine s</w:t>
      </w:r>
      <w:r>
        <w:t>’</w:t>
      </w:r>
      <w:r w:rsidR="00530790" w:rsidRPr="005D5566">
        <w:t>est occupé de la distribution</w:t>
      </w:r>
      <w:r>
        <w:t xml:space="preserve">, </w:t>
      </w:r>
      <w:r w:rsidR="00530790" w:rsidRPr="005D5566">
        <w:t>quand même Rybine est deux fois plus âgé que lui</w:t>
      </w:r>
      <w:r>
        <w:t xml:space="preserve"> !… </w:t>
      </w:r>
      <w:r w:rsidR="00530790" w:rsidRPr="005D5566">
        <w:t>On va bientôt juger mon fils pour tout cela</w:t>
      </w:r>
      <w:r>
        <w:t xml:space="preserve">… </w:t>
      </w:r>
      <w:r w:rsidR="00530790" w:rsidRPr="005D5566">
        <w:t>et après</w:t>
      </w:r>
      <w:r>
        <w:t xml:space="preserve">, </w:t>
      </w:r>
      <w:r w:rsidR="00530790" w:rsidRPr="005D5566">
        <w:t>quand il sera en Sibérie</w:t>
      </w:r>
      <w:r>
        <w:t xml:space="preserve">, </w:t>
      </w:r>
      <w:r w:rsidR="00530790" w:rsidRPr="005D5566">
        <w:t>il s</w:t>
      </w:r>
      <w:r>
        <w:t>’</w:t>
      </w:r>
      <w:r w:rsidR="00530790" w:rsidRPr="005D5566">
        <w:t>enfuira et reviendra se mettre à l</w:t>
      </w:r>
      <w:r>
        <w:t>’</w:t>
      </w:r>
      <w:r w:rsidR="00530790" w:rsidRPr="005D5566">
        <w:t>ouvrage</w:t>
      </w:r>
      <w:r>
        <w:t xml:space="preserve">… </w:t>
      </w:r>
      <w:r w:rsidR="00530790" w:rsidRPr="005D5566">
        <w:t>Il y en a déjà beaucoup de ces gens</w:t>
      </w:r>
      <w:r>
        <w:t xml:space="preserve">, </w:t>
      </w:r>
      <w:r w:rsidR="00530790" w:rsidRPr="005D5566">
        <w:t>leur nombre augmente sans cesse</w:t>
      </w:r>
      <w:r>
        <w:t xml:space="preserve">, </w:t>
      </w:r>
      <w:r w:rsidR="00530790" w:rsidRPr="005D5566">
        <w:t>et</w:t>
      </w:r>
      <w:r>
        <w:t xml:space="preserve">, </w:t>
      </w:r>
      <w:r w:rsidR="00530790" w:rsidRPr="005D5566">
        <w:t>tous ils lutteront jusqu</w:t>
      </w:r>
      <w:r>
        <w:t>’</w:t>
      </w:r>
      <w:r w:rsidR="00530790" w:rsidRPr="005D5566">
        <w:t>à la mort pour la liberté</w:t>
      </w:r>
      <w:r>
        <w:t xml:space="preserve">, </w:t>
      </w:r>
      <w:r w:rsidR="00530790" w:rsidRPr="005D5566">
        <w:t>pour la vérité</w:t>
      </w:r>
      <w:r>
        <w:t>…</w:t>
      </w:r>
    </w:p>
    <w:p w14:paraId="425BE9C7" w14:textId="77777777" w:rsidR="001C0413" w:rsidRDefault="00530790" w:rsidP="001C0413">
      <w:r w:rsidRPr="005D5566">
        <w:t>Oubliant toute prudence</w:t>
      </w:r>
      <w:r w:rsidR="001C0413">
        <w:t xml:space="preserve">, </w:t>
      </w:r>
      <w:r w:rsidRPr="005D5566">
        <w:t>mais sans pourtant citer des noms</w:t>
      </w:r>
      <w:r w:rsidR="001C0413">
        <w:t xml:space="preserve">, </w:t>
      </w:r>
      <w:r w:rsidRPr="005D5566">
        <w:t>elle raconta ce qu</w:t>
      </w:r>
      <w:r w:rsidR="001C0413">
        <w:t>’</w:t>
      </w:r>
      <w:r w:rsidRPr="005D5566">
        <w:t>elle savait du travail souterrain qui s</w:t>
      </w:r>
      <w:r w:rsidR="001C0413">
        <w:t>’</w:t>
      </w:r>
      <w:r w:rsidRPr="005D5566">
        <w:t>accomplissait pour libérer le peuple</w:t>
      </w:r>
      <w:r w:rsidR="001C0413">
        <w:t xml:space="preserve">. </w:t>
      </w:r>
      <w:r w:rsidRPr="005D5566">
        <w:t>En exposant ce sujet cher à son cœur</w:t>
      </w:r>
      <w:r w:rsidR="001C0413">
        <w:t xml:space="preserve">, </w:t>
      </w:r>
      <w:r w:rsidRPr="005D5566">
        <w:t>elle mettait dans ses paroles toute la force</w:t>
      </w:r>
      <w:r w:rsidR="001C0413">
        <w:t xml:space="preserve">, </w:t>
      </w:r>
      <w:r w:rsidRPr="005D5566">
        <w:t>tout l</w:t>
      </w:r>
      <w:r w:rsidR="001C0413">
        <w:t>’</w:t>
      </w:r>
      <w:r w:rsidRPr="005D5566">
        <w:t>excès de l</w:t>
      </w:r>
      <w:r w:rsidR="001C0413">
        <w:t>’</w:t>
      </w:r>
      <w:r w:rsidRPr="005D5566">
        <w:t>amour jailli si tard en elle sous les nombreux chocs de la vie</w:t>
      </w:r>
      <w:r w:rsidR="001C0413">
        <w:t>.</w:t>
      </w:r>
    </w:p>
    <w:p w14:paraId="19FBE607" w14:textId="77777777" w:rsidR="001C0413" w:rsidRDefault="00530790" w:rsidP="001C0413">
      <w:r w:rsidRPr="005D5566">
        <w:t>Sa voix était égale</w:t>
      </w:r>
      <w:r w:rsidR="001C0413">
        <w:t xml:space="preserve"> ; </w:t>
      </w:r>
      <w:r w:rsidRPr="005D5566">
        <w:t>elle trouvait maintenant les mots facilement</w:t>
      </w:r>
      <w:r w:rsidR="001C0413">
        <w:t xml:space="preserve">, </w:t>
      </w:r>
      <w:r w:rsidRPr="005D5566">
        <w:t>et</w:t>
      </w:r>
      <w:r w:rsidR="001C0413">
        <w:t xml:space="preserve">, </w:t>
      </w:r>
      <w:r w:rsidRPr="005D5566">
        <w:t>comme des perles multicolores et brillantes</w:t>
      </w:r>
      <w:r w:rsidR="001C0413">
        <w:t xml:space="preserve">, </w:t>
      </w:r>
      <w:r w:rsidRPr="005D5566">
        <w:t>elle les enfilait avec rapidité sur le fil solide du désir de purifier son cœur</w:t>
      </w:r>
      <w:r w:rsidR="001C0413">
        <w:t xml:space="preserve">, </w:t>
      </w:r>
      <w:r w:rsidRPr="005D5566">
        <w:t>de la boue et du sang de la journée</w:t>
      </w:r>
      <w:r w:rsidR="001C0413">
        <w:t xml:space="preserve">. </w:t>
      </w:r>
      <w:r w:rsidRPr="005D5566">
        <w:t>Les paysans avaient pris racine à l</w:t>
      </w:r>
      <w:r w:rsidR="001C0413">
        <w:t>’</w:t>
      </w:r>
      <w:r w:rsidRPr="005D5566">
        <w:t>endroit où ses paroles les avaient trouvés</w:t>
      </w:r>
      <w:r w:rsidR="001C0413">
        <w:t xml:space="preserve">, </w:t>
      </w:r>
      <w:r w:rsidRPr="005D5566">
        <w:t>sans faire un mouvement</w:t>
      </w:r>
      <w:r w:rsidR="001C0413">
        <w:t xml:space="preserve">, </w:t>
      </w:r>
      <w:r w:rsidRPr="005D5566">
        <w:t>ils la regardaient gravement</w:t>
      </w:r>
      <w:r w:rsidR="001C0413">
        <w:t xml:space="preserve"> ; </w:t>
      </w:r>
      <w:r w:rsidRPr="005D5566">
        <w:t>elle entendait la respiration haletante de la femme assise à côté d</w:t>
      </w:r>
      <w:r w:rsidR="001C0413">
        <w:t>’</w:t>
      </w:r>
      <w:r w:rsidRPr="005D5566">
        <w:t>elle</w:t>
      </w:r>
      <w:r w:rsidR="001C0413">
        <w:t xml:space="preserve"> ; </w:t>
      </w:r>
      <w:r w:rsidRPr="005D5566">
        <w:t>et l</w:t>
      </w:r>
      <w:r w:rsidR="001C0413">
        <w:t>’</w:t>
      </w:r>
      <w:r w:rsidRPr="005D5566">
        <w:t>attention de ses auditeurs fortifiait sa croyance dans les choses qu</w:t>
      </w:r>
      <w:r w:rsidR="001C0413">
        <w:t>’</w:t>
      </w:r>
      <w:r w:rsidRPr="005D5566">
        <w:t>elle disait et promettait</w:t>
      </w:r>
      <w:r w:rsidR="001C0413">
        <w:t>…</w:t>
      </w:r>
    </w:p>
    <w:p w14:paraId="75B709BE" w14:textId="77777777" w:rsidR="001C0413" w:rsidRDefault="001C0413" w:rsidP="001C0413">
      <w:r>
        <w:lastRenderedPageBreak/>
        <w:t>— </w:t>
      </w:r>
      <w:r w:rsidR="00530790" w:rsidRPr="005D5566">
        <w:t>Tous ceux que l</w:t>
      </w:r>
      <w:r>
        <w:t>’</w:t>
      </w:r>
      <w:r w:rsidR="00530790" w:rsidRPr="005D5566">
        <w:t>injustice et la misère accablent</w:t>
      </w:r>
      <w:r>
        <w:t xml:space="preserve">, </w:t>
      </w:r>
      <w:r w:rsidR="00530790" w:rsidRPr="005D5566">
        <w:t>le peuple tout entier</w:t>
      </w:r>
      <w:r>
        <w:t xml:space="preserve">, </w:t>
      </w:r>
      <w:r w:rsidR="00530790" w:rsidRPr="005D5566">
        <w:t>doivent aller au devant de ceux qui périssent pour eux en prison ou sur l</w:t>
      </w:r>
      <w:r>
        <w:t>’</w:t>
      </w:r>
      <w:r w:rsidR="00530790" w:rsidRPr="005D5566">
        <w:t>échafaud</w:t>
      </w:r>
      <w:r>
        <w:t xml:space="preserve">. </w:t>
      </w:r>
      <w:r w:rsidR="00530790" w:rsidRPr="005D5566">
        <w:t>Ils n</w:t>
      </w:r>
      <w:r>
        <w:t>’</w:t>
      </w:r>
      <w:r w:rsidR="00530790" w:rsidRPr="005D5566">
        <w:t>ont aucun intérêt personnel en jeu</w:t>
      </w:r>
      <w:r>
        <w:t xml:space="preserve">, </w:t>
      </w:r>
      <w:r w:rsidR="00530790" w:rsidRPr="005D5566">
        <w:t>ils expliquent où est la voie qui mène au bonheur pour tous</w:t>
      </w:r>
      <w:r>
        <w:t xml:space="preserve">, </w:t>
      </w:r>
      <w:r w:rsidR="00530790" w:rsidRPr="005D5566">
        <w:t>ils disent ouvertement que ce chemin est difficile</w:t>
      </w:r>
      <w:r>
        <w:t xml:space="preserve"> ! </w:t>
      </w:r>
      <w:r w:rsidR="00530790" w:rsidRPr="005D5566">
        <w:t>Ils n</w:t>
      </w:r>
      <w:r>
        <w:t>’</w:t>
      </w:r>
      <w:r w:rsidR="00530790" w:rsidRPr="005D5566">
        <w:t>entraînent personne de force</w:t>
      </w:r>
      <w:r>
        <w:t xml:space="preserve"> ; </w:t>
      </w:r>
      <w:r w:rsidR="00530790" w:rsidRPr="005D5566">
        <w:t>mais quand on se place dans leurs rangs</w:t>
      </w:r>
      <w:r>
        <w:t xml:space="preserve">, </w:t>
      </w:r>
      <w:r w:rsidR="00530790" w:rsidRPr="005D5566">
        <w:t>on ne les quitte plus</w:t>
      </w:r>
      <w:r>
        <w:t xml:space="preserve">, </w:t>
      </w:r>
      <w:r w:rsidR="00530790" w:rsidRPr="005D5566">
        <w:t>car on voit qu</w:t>
      </w:r>
      <w:r>
        <w:t>’</w:t>
      </w:r>
      <w:r w:rsidR="00530790" w:rsidRPr="005D5566">
        <w:t>ils ont raison</w:t>
      </w:r>
      <w:r>
        <w:t xml:space="preserve">, </w:t>
      </w:r>
      <w:r w:rsidR="00530790" w:rsidRPr="005D5566">
        <w:t>que ce chemin-là est le bon</w:t>
      </w:r>
      <w:r>
        <w:t xml:space="preserve">, </w:t>
      </w:r>
      <w:r w:rsidR="00530790" w:rsidRPr="005D5566">
        <w:t>qu</w:t>
      </w:r>
      <w:r>
        <w:t>’</w:t>
      </w:r>
      <w:r w:rsidR="00530790" w:rsidRPr="005D5566">
        <w:t>il n</w:t>
      </w:r>
      <w:r>
        <w:t>’</w:t>
      </w:r>
      <w:r w:rsidR="00530790" w:rsidRPr="005D5566">
        <w:t>y en a point d</w:t>
      </w:r>
      <w:r>
        <w:t>’</w:t>
      </w:r>
      <w:r w:rsidR="00530790" w:rsidRPr="005D5566">
        <w:t>autre</w:t>
      </w:r>
      <w:r>
        <w:t>…</w:t>
      </w:r>
    </w:p>
    <w:p w14:paraId="6255B868" w14:textId="77777777" w:rsidR="001C0413" w:rsidRDefault="00530790" w:rsidP="001C0413">
      <w:r w:rsidRPr="005D5566">
        <w:t>Il était doux à la mère de réaliser enfin son désir</w:t>
      </w:r>
      <w:r w:rsidR="001C0413">
        <w:t xml:space="preserve"> : </w:t>
      </w:r>
      <w:r w:rsidRPr="005D5566">
        <w:t>maintenant</w:t>
      </w:r>
      <w:r w:rsidR="001C0413">
        <w:t xml:space="preserve">, </w:t>
      </w:r>
      <w:r w:rsidRPr="005D5566">
        <w:t>elle parlait elle-même de la vérité aux gens</w:t>
      </w:r>
      <w:r w:rsidR="001C0413">
        <w:t> !</w:t>
      </w:r>
    </w:p>
    <w:p w14:paraId="77206201" w14:textId="77777777" w:rsidR="001C0413" w:rsidRDefault="001C0413" w:rsidP="001C0413">
      <w:r>
        <w:t>— </w:t>
      </w:r>
      <w:r w:rsidR="00530790" w:rsidRPr="005D5566">
        <w:t>Le peuple peut marcher sans crainte avec des amis pareils</w:t>
      </w:r>
      <w:r>
        <w:t xml:space="preserve"> ; </w:t>
      </w:r>
      <w:r w:rsidR="00530790" w:rsidRPr="005D5566">
        <w:t>ils ne se croiseront pas les bras avant que le peuple ait formé une seule âme</w:t>
      </w:r>
      <w:r>
        <w:t xml:space="preserve">, </w:t>
      </w:r>
      <w:r w:rsidR="00530790" w:rsidRPr="005D5566">
        <w:t>avant qu</w:t>
      </w:r>
      <w:r>
        <w:t>’</w:t>
      </w:r>
      <w:r w:rsidR="00530790" w:rsidRPr="005D5566">
        <w:t>il ait dit d</w:t>
      </w:r>
      <w:r>
        <w:t>’</w:t>
      </w:r>
      <w:r w:rsidR="00530790" w:rsidRPr="005D5566">
        <w:t>une seule voix</w:t>
      </w:r>
      <w:r>
        <w:t xml:space="preserve"> : – </w:t>
      </w:r>
      <w:r w:rsidR="00530790" w:rsidRPr="005D5566">
        <w:t>Je suis le maître</w:t>
      </w:r>
      <w:r>
        <w:t xml:space="preserve">, </w:t>
      </w:r>
      <w:r w:rsidR="00530790" w:rsidRPr="005D5566">
        <w:t>je ferai moi-même des lois</w:t>
      </w:r>
      <w:r>
        <w:t xml:space="preserve">, </w:t>
      </w:r>
      <w:r w:rsidR="00530790" w:rsidRPr="005D5566">
        <w:t>les mêmes pour tous</w:t>
      </w:r>
      <w:r>
        <w:t> !</w:t>
      </w:r>
    </w:p>
    <w:p w14:paraId="6E04527F" w14:textId="77777777" w:rsidR="001C0413" w:rsidRDefault="00530790" w:rsidP="001C0413">
      <w:r w:rsidRPr="005D5566">
        <w:t>Fatiguée enfin</w:t>
      </w:r>
      <w:r w:rsidR="001C0413">
        <w:t xml:space="preserve">, </w:t>
      </w:r>
      <w:r w:rsidRPr="005D5566">
        <w:t>Pélaguée se tut</w:t>
      </w:r>
      <w:r w:rsidR="001C0413">
        <w:t xml:space="preserve">. </w:t>
      </w:r>
      <w:r w:rsidRPr="005D5566">
        <w:t>Elle avait la paisible certitude que ses paroles ne s</w:t>
      </w:r>
      <w:r w:rsidR="001C0413">
        <w:t>’</w:t>
      </w:r>
      <w:r w:rsidRPr="005D5566">
        <w:t>évanouiraient pas sans laisser des traces</w:t>
      </w:r>
      <w:r w:rsidR="001C0413">
        <w:t xml:space="preserve">… </w:t>
      </w:r>
      <w:r w:rsidRPr="005D5566">
        <w:t>Les paysans la regardaient comme s</w:t>
      </w:r>
      <w:r w:rsidR="001C0413">
        <w:t>’</w:t>
      </w:r>
      <w:r w:rsidRPr="005D5566">
        <w:t>ils l</w:t>
      </w:r>
      <w:r w:rsidR="001C0413">
        <w:t>’</w:t>
      </w:r>
      <w:r w:rsidRPr="005D5566">
        <w:t>écoutaient encore</w:t>
      </w:r>
      <w:r w:rsidR="001C0413">
        <w:t xml:space="preserve">. </w:t>
      </w:r>
      <w:r w:rsidRPr="005D5566">
        <w:t>Pierre avait croisé les bras sur sa poitrine et plissé les paupières</w:t>
      </w:r>
      <w:r w:rsidR="001C0413">
        <w:t xml:space="preserve"> ; </w:t>
      </w:r>
      <w:r w:rsidRPr="005D5566">
        <w:t>un sourire tremblait sur ses joues couvertes de taches de rousseur</w:t>
      </w:r>
      <w:r w:rsidR="001C0413">
        <w:t xml:space="preserve">… </w:t>
      </w:r>
      <w:r w:rsidRPr="005D5566">
        <w:t>Un coude sur la table</w:t>
      </w:r>
      <w:r w:rsidR="001C0413">
        <w:t xml:space="preserve">, </w:t>
      </w:r>
      <w:r w:rsidRPr="005D5566">
        <w:t>Stépane était penché en avant de tout son corps</w:t>
      </w:r>
      <w:r w:rsidR="001C0413">
        <w:t xml:space="preserve">, </w:t>
      </w:r>
      <w:r w:rsidRPr="005D5566">
        <w:t>le cou tendu</w:t>
      </w:r>
      <w:r w:rsidR="001C0413">
        <w:t xml:space="preserve">… </w:t>
      </w:r>
      <w:r w:rsidRPr="005D5566">
        <w:t>Une ombre posée sur son visage lui donnait l</w:t>
      </w:r>
      <w:r w:rsidR="001C0413">
        <w:t>’</w:t>
      </w:r>
      <w:r w:rsidRPr="005D5566">
        <w:t>air plus mûr</w:t>
      </w:r>
      <w:r w:rsidR="001C0413">
        <w:t xml:space="preserve">… </w:t>
      </w:r>
      <w:r w:rsidRPr="005D5566">
        <w:t>Assise à côté de la mère</w:t>
      </w:r>
      <w:r w:rsidR="001C0413">
        <w:t xml:space="preserve">, </w:t>
      </w:r>
      <w:r w:rsidRPr="005D5566">
        <w:t>Tatiana</w:t>
      </w:r>
      <w:r w:rsidR="001C0413">
        <w:t xml:space="preserve">, </w:t>
      </w:r>
      <w:r w:rsidRPr="005D5566">
        <w:t>les coudes sur les genoux</w:t>
      </w:r>
      <w:r w:rsidR="001C0413">
        <w:t xml:space="preserve">, </w:t>
      </w:r>
      <w:r w:rsidRPr="005D5566">
        <w:t>regardait le bout de ses souliers</w:t>
      </w:r>
      <w:r w:rsidR="001C0413">
        <w:t>…</w:t>
      </w:r>
    </w:p>
    <w:p w14:paraId="7500DAC3" w14:textId="77777777" w:rsidR="001C0413" w:rsidRDefault="001C0413" w:rsidP="001C0413">
      <w:r>
        <w:t>— </w:t>
      </w:r>
      <w:r w:rsidR="00530790" w:rsidRPr="005D5566">
        <w:t>Ah</w:t>
      </w:r>
      <w:r>
        <w:t xml:space="preserve"> ! </w:t>
      </w:r>
      <w:r w:rsidR="00530790" w:rsidRPr="005D5566">
        <w:t>voilà</w:t>
      </w:r>
      <w:r>
        <w:t xml:space="preserve"> ! </w:t>
      </w:r>
      <w:r w:rsidR="00530790" w:rsidRPr="005D5566">
        <w:t>chuchota Pierre</w:t>
      </w:r>
      <w:r>
        <w:t>.</w:t>
      </w:r>
    </w:p>
    <w:p w14:paraId="62E871C6" w14:textId="77777777" w:rsidR="001C0413" w:rsidRDefault="00530790" w:rsidP="001C0413">
      <w:r w:rsidRPr="005D5566">
        <w:t>Il s</w:t>
      </w:r>
      <w:r w:rsidR="001C0413">
        <w:t>’</w:t>
      </w:r>
      <w:r w:rsidRPr="005D5566">
        <w:t>assit sur le banc avec précaution en secouant la tête</w:t>
      </w:r>
      <w:r w:rsidR="001C0413">
        <w:t>.</w:t>
      </w:r>
    </w:p>
    <w:p w14:paraId="5D36F681" w14:textId="77777777" w:rsidR="001C0413" w:rsidRDefault="00530790" w:rsidP="001C0413">
      <w:r w:rsidRPr="005D5566">
        <w:lastRenderedPageBreak/>
        <w:t>Stépane se redressa lentement</w:t>
      </w:r>
      <w:r w:rsidR="001C0413">
        <w:t xml:space="preserve">, </w:t>
      </w:r>
      <w:r w:rsidRPr="005D5566">
        <w:t>jeta un coup d</w:t>
      </w:r>
      <w:r w:rsidR="001C0413">
        <w:t>’</w:t>
      </w:r>
      <w:r w:rsidRPr="005D5566">
        <w:t>œil sur sa femme et tendit les bras</w:t>
      </w:r>
      <w:r w:rsidR="001C0413">
        <w:t xml:space="preserve">, </w:t>
      </w:r>
      <w:r w:rsidRPr="005D5566">
        <w:t>comme s</w:t>
      </w:r>
      <w:r w:rsidR="001C0413">
        <w:t>’</w:t>
      </w:r>
      <w:r w:rsidRPr="005D5566">
        <w:t>il eût voulu étreindre quelque chose</w:t>
      </w:r>
      <w:r w:rsidR="001C0413">
        <w:t>…</w:t>
      </w:r>
    </w:p>
    <w:p w14:paraId="0ADC0248" w14:textId="77777777" w:rsidR="001C0413" w:rsidRDefault="001C0413" w:rsidP="001C0413">
      <w:r>
        <w:t>— </w:t>
      </w:r>
      <w:r w:rsidR="00530790" w:rsidRPr="005D5566">
        <w:t>Si on veut se mettre à cet ouvrage</w:t>
      </w:r>
      <w:r>
        <w:t xml:space="preserve">, </w:t>
      </w:r>
      <w:r w:rsidR="00530790" w:rsidRPr="005D5566">
        <w:t>commença-t-il d</w:t>
      </w:r>
      <w:r>
        <w:t>’</w:t>
      </w:r>
      <w:r w:rsidR="00530790" w:rsidRPr="005D5566">
        <w:t>un ton pensif</w:t>
      </w:r>
      <w:r>
        <w:t xml:space="preserve">, </w:t>
      </w:r>
      <w:r w:rsidR="00530790" w:rsidRPr="005D5566">
        <w:t>il faut en effet le faire de toute son âme</w:t>
      </w:r>
      <w:r>
        <w:t>…</w:t>
      </w:r>
    </w:p>
    <w:p w14:paraId="6187329E" w14:textId="77777777" w:rsidR="001C0413" w:rsidRDefault="00530790" w:rsidP="001C0413">
      <w:r w:rsidRPr="005D5566">
        <w:t>Pierre intervint timidement</w:t>
      </w:r>
      <w:r w:rsidR="001C0413">
        <w:t>.</w:t>
      </w:r>
    </w:p>
    <w:p w14:paraId="15D11330" w14:textId="77777777" w:rsidR="001C0413" w:rsidRDefault="001C0413" w:rsidP="001C0413">
      <w:r>
        <w:t>— </w:t>
      </w:r>
      <w:r w:rsidR="00530790" w:rsidRPr="005D5566">
        <w:t>Oui</w:t>
      </w:r>
      <w:r>
        <w:t xml:space="preserve">… </w:t>
      </w:r>
      <w:r w:rsidR="00530790" w:rsidRPr="005D5566">
        <w:t>sans regarder en arrière</w:t>
      </w:r>
      <w:r>
        <w:t>…</w:t>
      </w:r>
    </w:p>
    <w:p w14:paraId="0E624254" w14:textId="77777777" w:rsidR="001C0413" w:rsidRDefault="001C0413" w:rsidP="001C0413">
      <w:r>
        <w:t>— </w:t>
      </w:r>
      <w:r w:rsidR="00530790" w:rsidRPr="005D5566">
        <w:t>L</w:t>
      </w:r>
      <w:r>
        <w:t>’</w:t>
      </w:r>
      <w:r w:rsidR="00530790" w:rsidRPr="005D5566">
        <w:t>affaire est bien emmanchée</w:t>
      </w:r>
      <w:r>
        <w:t xml:space="preserve"> ! </w:t>
      </w:r>
      <w:r w:rsidR="00530790" w:rsidRPr="005D5566">
        <w:t>continua Stépane</w:t>
      </w:r>
      <w:r>
        <w:t>.</w:t>
      </w:r>
    </w:p>
    <w:p w14:paraId="4B1D7628" w14:textId="77777777" w:rsidR="001C0413" w:rsidRDefault="001C0413" w:rsidP="001C0413">
      <w:r>
        <w:t>— </w:t>
      </w:r>
      <w:r w:rsidR="00530790" w:rsidRPr="005D5566">
        <w:t>Sur toute la terre</w:t>
      </w:r>
      <w:r>
        <w:t xml:space="preserve">… </w:t>
      </w:r>
      <w:r w:rsidR="00530790" w:rsidRPr="005D5566">
        <w:t>ajouta encore Pierre</w:t>
      </w:r>
      <w:r>
        <w:t>.</w:t>
      </w:r>
    </w:p>
    <w:p w14:paraId="724AD690" w14:textId="6A975825" w:rsidR="00530790" w:rsidRPr="003B37B8" w:rsidRDefault="00530790" w:rsidP="001C0413">
      <w:pPr>
        <w:pStyle w:val="Titre2"/>
        <w:rPr>
          <w:szCs w:val="44"/>
        </w:rPr>
      </w:pPr>
      <w:bookmarkStart w:id="49" w:name="_Toc202279570"/>
      <w:r w:rsidRPr="003B37B8">
        <w:rPr>
          <w:szCs w:val="44"/>
        </w:rPr>
        <w:lastRenderedPageBreak/>
        <w:t>XVII</w:t>
      </w:r>
      <w:bookmarkEnd w:id="49"/>
      <w:r w:rsidRPr="003B37B8">
        <w:rPr>
          <w:szCs w:val="44"/>
        </w:rPr>
        <w:br/>
      </w:r>
    </w:p>
    <w:p w14:paraId="726C2694" w14:textId="77777777" w:rsidR="001C0413" w:rsidRDefault="00530790" w:rsidP="001C0413">
      <w:r w:rsidRPr="005D5566">
        <w:t>Adossée au mur</w:t>
      </w:r>
      <w:r w:rsidR="001C0413">
        <w:t xml:space="preserve">, </w:t>
      </w:r>
      <w:r w:rsidRPr="005D5566">
        <w:t>la tête rejetée en arrière</w:t>
      </w:r>
      <w:r w:rsidR="001C0413">
        <w:t xml:space="preserve">, </w:t>
      </w:r>
      <w:r w:rsidRPr="005D5566">
        <w:t>Pélaguée écoutait les réflexions des deux hommes</w:t>
      </w:r>
      <w:r w:rsidR="001C0413">
        <w:t>.</w:t>
      </w:r>
    </w:p>
    <w:p w14:paraId="397F60C1" w14:textId="77777777" w:rsidR="001C0413" w:rsidRDefault="00530790" w:rsidP="001C0413">
      <w:r w:rsidRPr="005D5566">
        <w:t>Tatiana se leva</w:t>
      </w:r>
      <w:r w:rsidR="001C0413">
        <w:t xml:space="preserve">, </w:t>
      </w:r>
      <w:r w:rsidRPr="005D5566">
        <w:t>regarda autour d</w:t>
      </w:r>
      <w:r w:rsidR="001C0413">
        <w:t>’</w:t>
      </w:r>
      <w:r w:rsidRPr="005D5566">
        <w:t>elle et s</w:t>
      </w:r>
      <w:r w:rsidR="001C0413">
        <w:t>’</w:t>
      </w:r>
      <w:r w:rsidRPr="005D5566">
        <w:t>assit de nouveau</w:t>
      </w:r>
      <w:r w:rsidR="001C0413">
        <w:t xml:space="preserve">. </w:t>
      </w:r>
      <w:r w:rsidRPr="005D5566">
        <w:t>Ses yeux verts brillaient d</w:t>
      </w:r>
      <w:r w:rsidR="001C0413">
        <w:t>’</w:t>
      </w:r>
      <w:r w:rsidRPr="005D5566">
        <w:t>un éclat sec</w:t>
      </w:r>
      <w:r w:rsidR="001C0413">
        <w:t xml:space="preserve">, </w:t>
      </w:r>
      <w:r w:rsidRPr="005D5566">
        <w:t>quand elle jeta des coups d</w:t>
      </w:r>
      <w:r w:rsidR="001C0413">
        <w:t>’</w:t>
      </w:r>
      <w:r w:rsidRPr="005D5566">
        <w:t>œil de mépris sur les deux hommes</w:t>
      </w:r>
      <w:r w:rsidR="001C0413">
        <w:t>.</w:t>
      </w:r>
    </w:p>
    <w:p w14:paraId="7A4AC126" w14:textId="77777777" w:rsidR="001C0413" w:rsidRDefault="001C0413" w:rsidP="001C0413">
      <w:r>
        <w:t>— </w:t>
      </w:r>
      <w:r w:rsidR="00530790" w:rsidRPr="005D5566">
        <w:t>On voit que vous avez eu bien des malheurs</w:t>
      </w:r>
      <w:r>
        <w:t xml:space="preserve"> ! </w:t>
      </w:r>
      <w:r w:rsidR="00530790" w:rsidRPr="005D5566">
        <w:t>dit-elle soudain en s</w:t>
      </w:r>
      <w:r>
        <w:t>’</w:t>
      </w:r>
      <w:r w:rsidR="00530790" w:rsidRPr="005D5566">
        <w:t>adressant à la mère</w:t>
      </w:r>
      <w:r>
        <w:t>.</w:t>
      </w:r>
    </w:p>
    <w:p w14:paraId="687893D1" w14:textId="77777777" w:rsidR="001C0413" w:rsidRDefault="001C0413" w:rsidP="001C0413">
      <w:r>
        <w:t>— </w:t>
      </w:r>
      <w:r w:rsidR="00530790" w:rsidRPr="005D5566">
        <w:t>Oui</w:t>
      </w:r>
      <w:r>
        <w:t> !</w:t>
      </w:r>
    </w:p>
    <w:p w14:paraId="457EA4B0" w14:textId="77777777" w:rsidR="001C0413" w:rsidRDefault="001C0413" w:rsidP="001C0413">
      <w:r>
        <w:t>— </w:t>
      </w:r>
      <w:r w:rsidR="00530790" w:rsidRPr="005D5566">
        <w:t>Vous parlez bien</w:t>
      </w:r>
      <w:r>
        <w:t xml:space="preserve">… </w:t>
      </w:r>
      <w:r w:rsidR="00530790" w:rsidRPr="005D5566">
        <w:t>Vos paroles vont droit au cœur</w:t>
      </w:r>
      <w:r>
        <w:t xml:space="preserve">… </w:t>
      </w:r>
      <w:r w:rsidR="00530790" w:rsidRPr="005D5566">
        <w:t>On se dit en vous écoutant</w:t>
      </w:r>
      <w:r>
        <w:t xml:space="preserve"> : – </w:t>
      </w:r>
      <w:r w:rsidR="00530790" w:rsidRPr="005D5566">
        <w:t>Mon Dieu</w:t>
      </w:r>
      <w:r>
        <w:t xml:space="preserve">, </w:t>
      </w:r>
      <w:r w:rsidR="00530790" w:rsidRPr="005D5566">
        <w:t>si on pouvait voir ne serait-ce qu</w:t>
      </w:r>
      <w:r>
        <w:t>’</w:t>
      </w:r>
      <w:r w:rsidR="00530790" w:rsidRPr="005D5566">
        <w:t>une fois des gens pareils</w:t>
      </w:r>
      <w:r>
        <w:t xml:space="preserve">, </w:t>
      </w:r>
      <w:r w:rsidR="00530790" w:rsidRPr="005D5566">
        <w:t>une vie si belle</w:t>
      </w:r>
      <w:r>
        <w:t xml:space="preserve"> ! </w:t>
      </w:r>
      <w:r w:rsidR="00530790" w:rsidRPr="005D5566">
        <w:t>Comment vivons-nous</w:t>
      </w:r>
      <w:r>
        <w:t xml:space="preserve">, </w:t>
      </w:r>
      <w:r w:rsidR="00530790" w:rsidRPr="005D5566">
        <w:t>nous autres</w:t>
      </w:r>
      <w:r>
        <w:t xml:space="preserve"> ? </w:t>
      </w:r>
      <w:r w:rsidR="00530790" w:rsidRPr="005D5566">
        <w:t>Comme des moutons</w:t>
      </w:r>
      <w:r>
        <w:t xml:space="preserve">… </w:t>
      </w:r>
      <w:r w:rsidR="00530790" w:rsidRPr="005D5566">
        <w:t>Je sais lire et écrire</w:t>
      </w:r>
      <w:r>
        <w:t xml:space="preserve">… </w:t>
      </w:r>
      <w:r w:rsidR="00530790" w:rsidRPr="005D5566">
        <w:t>je lis des livres</w:t>
      </w:r>
      <w:r>
        <w:t xml:space="preserve">… </w:t>
      </w:r>
      <w:r w:rsidR="00530790" w:rsidRPr="005D5566">
        <w:t>je réfléchis beaucoup</w:t>
      </w:r>
      <w:r>
        <w:t xml:space="preserve">… </w:t>
      </w:r>
      <w:r w:rsidR="00530790" w:rsidRPr="005D5566">
        <w:t>quelquefois les pensées ne me laissent pas dormir la nuit</w:t>
      </w:r>
      <w:r>
        <w:rPr>
          <w:rFonts w:eastAsia="Georgia" w:cs="Georgia"/>
        </w:rPr>
        <w:t xml:space="preserve">… </w:t>
      </w:r>
      <w:r w:rsidR="00530790" w:rsidRPr="005D5566">
        <w:t>Et quel est le résultat de tout cela</w:t>
      </w:r>
      <w:r>
        <w:t xml:space="preserve"> ? </w:t>
      </w:r>
      <w:r w:rsidR="00530790" w:rsidRPr="005D5566">
        <w:t>Si je ne réfléchis pas</w:t>
      </w:r>
      <w:r>
        <w:t xml:space="preserve">, </w:t>
      </w:r>
      <w:r w:rsidR="00530790" w:rsidRPr="005D5566">
        <w:t>je souffre en vain</w:t>
      </w:r>
      <w:r>
        <w:t xml:space="preserve">, </w:t>
      </w:r>
      <w:r w:rsidR="00530790" w:rsidRPr="005D5566">
        <w:t>si je réfléchis</w:t>
      </w:r>
      <w:r>
        <w:t xml:space="preserve">, </w:t>
      </w:r>
      <w:r w:rsidR="00530790" w:rsidRPr="005D5566">
        <w:t>c</w:t>
      </w:r>
      <w:r>
        <w:t>’</w:t>
      </w:r>
      <w:r w:rsidR="00530790" w:rsidRPr="005D5566">
        <w:t>est la même chose</w:t>
      </w:r>
      <w:r>
        <w:t xml:space="preserve">… </w:t>
      </w:r>
      <w:r w:rsidR="00530790" w:rsidRPr="005D5566">
        <w:t>D</w:t>
      </w:r>
      <w:r>
        <w:t>’</w:t>
      </w:r>
      <w:r w:rsidR="00530790" w:rsidRPr="005D5566">
        <w:t>ailleurs</w:t>
      </w:r>
      <w:r>
        <w:t xml:space="preserve">, </w:t>
      </w:r>
      <w:r w:rsidR="00530790" w:rsidRPr="005D5566">
        <w:t>tout est en pure perte</w:t>
      </w:r>
      <w:r>
        <w:t xml:space="preserve"> !… </w:t>
      </w:r>
      <w:r w:rsidR="00530790" w:rsidRPr="005D5566">
        <w:t>Ainsi les paysans</w:t>
      </w:r>
      <w:r>
        <w:t xml:space="preserve">, </w:t>
      </w:r>
      <w:r w:rsidR="00530790" w:rsidRPr="005D5566">
        <w:t>ils travaillent</w:t>
      </w:r>
      <w:r>
        <w:t xml:space="preserve">, </w:t>
      </w:r>
      <w:r w:rsidR="00530790" w:rsidRPr="005D5566">
        <w:t>ils s</w:t>
      </w:r>
      <w:r>
        <w:t>’</w:t>
      </w:r>
      <w:r w:rsidR="00530790" w:rsidRPr="005D5566">
        <w:t>éreintent pour un morceau de pain</w:t>
      </w:r>
      <w:r>
        <w:t xml:space="preserve">… </w:t>
      </w:r>
      <w:r w:rsidR="00530790" w:rsidRPr="005D5566">
        <w:t>et ils n</w:t>
      </w:r>
      <w:r>
        <w:t>’</w:t>
      </w:r>
      <w:r w:rsidR="00530790" w:rsidRPr="005D5566">
        <w:t>ont jamais rien</w:t>
      </w:r>
      <w:r>
        <w:t xml:space="preserve">… </w:t>
      </w:r>
      <w:r w:rsidR="00530790" w:rsidRPr="005D5566">
        <w:t>cela les irrite</w:t>
      </w:r>
      <w:r>
        <w:t xml:space="preserve">, </w:t>
      </w:r>
      <w:r w:rsidR="00530790" w:rsidRPr="005D5566">
        <w:t>ils boivent</w:t>
      </w:r>
      <w:r>
        <w:t xml:space="preserve">, </w:t>
      </w:r>
      <w:r w:rsidR="00530790" w:rsidRPr="005D5566">
        <w:t>ils se battent</w:t>
      </w:r>
      <w:r>
        <w:t xml:space="preserve">… </w:t>
      </w:r>
      <w:r w:rsidR="00530790" w:rsidRPr="005D5566">
        <w:t>et ils se remettent à travailler</w:t>
      </w:r>
      <w:r>
        <w:t xml:space="preserve">… </w:t>
      </w:r>
      <w:r w:rsidR="00530790" w:rsidRPr="005D5566">
        <w:t>Et qu</w:t>
      </w:r>
      <w:r>
        <w:t>’</w:t>
      </w:r>
      <w:r w:rsidR="00530790" w:rsidRPr="005D5566">
        <w:t>en résulte-t-il</w:t>
      </w:r>
      <w:r>
        <w:t xml:space="preserve"> ? </w:t>
      </w:r>
      <w:r w:rsidR="00530790" w:rsidRPr="005D5566">
        <w:t>Rien</w:t>
      </w:r>
      <w:r>
        <w:t>…</w:t>
      </w:r>
    </w:p>
    <w:p w14:paraId="36465E42" w14:textId="77777777" w:rsidR="001C0413" w:rsidRDefault="00530790" w:rsidP="001C0413">
      <w:r w:rsidRPr="005D5566">
        <w:t>La femme parlait avec de l</w:t>
      </w:r>
      <w:r w:rsidR="001C0413">
        <w:t>’</w:t>
      </w:r>
      <w:r w:rsidRPr="005D5566">
        <w:t>ironie dans les yeux et dans sa voix basse et ample</w:t>
      </w:r>
      <w:r w:rsidR="001C0413">
        <w:t xml:space="preserve">, </w:t>
      </w:r>
      <w:r w:rsidRPr="005D5566">
        <w:t>s</w:t>
      </w:r>
      <w:r w:rsidR="001C0413">
        <w:t>’</w:t>
      </w:r>
      <w:r w:rsidRPr="005D5566">
        <w:t>arrêtant parfois</w:t>
      </w:r>
      <w:r w:rsidR="001C0413">
        <w:t xml:space="preserve">, </w:t>
      </w:r>
      <w:r w:rsidRPr="005D5566">
        <w:t>comme pour couper ses phrases</w:t>
      </w:r>
      <w:r w:rsidR="001C0413">
        <w:t xml:space="preserve">, </w:t>
      </w:r>
      <w:r w:rsidRPr="005D5566">
        <w:t>telle une aiguillée de fil</w:t>
      </w:r>
      <w:r w:rsidR="001C0413">
        <w:t xml:space="preserve">. </w:t>
      </w:r>
      <w:r w:rsidRPr="005D5566">
        <w:t>Les hommes gardèrent le silence</w:t>
      </w:r>
      <w:r w:rsidR="001C0413">
        <w:t xml:space="preserve">. </w:t>
      </w:r>
      <w:r w:rsidRPr="005D5566">
        <w:t>Le vent frôlait les vitres</w:t>
      </w:r>
      <w:r w:rsidR="001C0413">
        <w:t xml:space="preserve">, </w:t>
      </w:r>
      <w:r w:rsidRPr="005D5566">
        <w:t>bruissait dans le chaume du toit</w:t>
      </w:r>
      <w:r w:rsidR="001C0413">
        <w:t xml:space="preserve"> ; </w:t>
      </w:r>
      <w:r w:rsidRPr="005D5566">
        <w:t>par moment</w:t>
      </w:r>
      <w:r w:rsidR="001C0413">
        <w:t xml:space="preserve">, </w:t>
      </w:r>
      <w:r w:rsidRPr="005D5566">
        <w:t>il soufflait doucement dans la cheminée</w:t>
      </w:r>
      <w:r w:rsidR="001C0413">
        <w:t xml:space="preserve">. </w:t>
      </w:r>
      <w:r w:rsidRPr="005D5566">
        <w:t>Un chien hurlait</w:t>
      </w:r>
      <w:r w:rsidR="001C0413">
        <w:t xml:space="preserve">. </w:t>
      </w:r>
      <w:r w:rsidRPr="005D5566">
        <w:t>Comme à regret</w:t>
      </w:r>
      <w:r w:rsidR="001C0413">
        <w:t xml:space="preserve">, </w:t>
      </w:r>
      <w:r w:rsidRPr="005D5566">
        <w:t xml:space="preserve">de rares gouttes de pluie </w:t>
      </w:r>
      <w:r w:rsidRPr="005D5566">
        <w:lastRenderedPageBreak/>
        <w:t>frappaient contre la fenêtre</w:t>
      </w:r>
      <w:r w:rsidR="001C0413">
        <w:t xml:space="preserve">. </w:t>
      </w:r>
      <w:r w:rsidRPr="005D5566">
        <w:t>La lumière de la lampe tremblait</w:t>
      </w:r>
      <w:r w:rsidR="001C0413">
        <w:t xml:space="preserve">, </w:t>
      </w:r>
      <w:r w:rsidRPr="005D5566">
        <w:t xml:space="preserve">ternissant et </w:t>
      </w:r>
      <w:r w:rsidRPr="005D5566">
        <w:rPr>
          <w:bCs/>
        </w:rPr>
        <w:t xml:space="preserve">se </w:t>
      </w:r>
      <w:r w:rsidRPr="005D5566">
        <w:t>remettant soudain à briller</w:t>
      </w:r>
      <w:r w:rsidR="001C0413">
        <w:t xml:space="preserve">, </w:t>
      </w:r>
      <w:r w:rsidRPr="005D5566">
        <w:t>vive et égale</w:t>
      </w:r>
      <w:r w:rsidR="001C0413">
        <w:t>.</w:t>
      </w:r>
    </w:p>
    <w:p w14:paraId="057E9677" w14:textId="77777777" w:rsidR="001C0413" w:rsidRDefault="001C0413" w:rsidP="001C0413">
      <w:r>
        <w:t>— </w:t>
      </w:r>
      <w:r w:rsidR="00530790" w:rsidRPr="005D5566">
        <w:t>Voilà donc pourquoi les hommes vivent</w:t>
      </w:r>
      <w:r>
        <w:t xml:space="preserve"> ! </w:t>
      </w:r>
      <w:r w:rsidR="00530790" w:rsidRPr="005D5566">
        <w:t>Et c</w:t>
      </w:r>
      <w:r>
        <w:t>’</w:t>
      </w:r>
      <w:r w:rsidR="00530790" w:rsidRPr="005D5566">
        <w:t>est curieux</w:t>
      </w:r>
      <w:r>
        <w:t xml:space="preserve">, </w:t>
      </w:r>
      <w:r w:rsidR="00530790" w:rsidRPr="005D5566">
        <w:t>il me semble que je le savais déjà</w:t>
      </w:r>
      <w:r>
        <w:t xml:space="preserve">. </w:t>
      </w:r>
      <w:r w:rsidR="00530790" w:rsidRPr="005D5566">
        <w:t>Pourtant je n</w:t>
      </w:r>
      <w:r>
        <w:t>’</w:t>
      </w:r>
      <w:r w:rsidR="00530790" w:rsidRPr="005D5566">
        <w:t>avais encore jamais entendu quelque chose de pareil</w:t>
      </w:r>
      <w:r>
        <w:t xml:space="preserve">, </w:t>
      </w:r>
      <w:r w:rsidR="00530790" w:rsidRPr="005D5566">
        <w:t>je n</w:t>
      </w:r>
      <w:r>
        <w:t>’</w:t>
      </w:r>
      <w:r w:rsidR="00530790" w:rsidRPr="005D5566">
        <w:t>ai jamais eu d</w:t>
      </w:r>
      <w:r>
        <w:t>’</w:t>
      </w:r>
      <w:r w:rsidR="00530790" w:rsidRPr="005D5566">
        <w:t>idées de ce genre</w:t>
      </w:r>
      <w:r>
        <w:t xml:space="preserve">… </w:t>
      </w:r>
      <w:r w:rsidR="00530790" w:rsidRPr="005D5566">
        <w:t>non</w:t>
      </w:r>
      <w:r>
        <w:t> !</w:t>
      </w:r>
    </w:p>
    <w:p w14:paraId="29FBFD2C" w14:textId="77777777" w:rsidR="001C0413" w:rsidRDefault="001C0413" w:rsidP="001C0413">
      <w:r>
        <w:t>— </w:t>
      </w:r>
      <w:r w:rsidR="00530790" w:rsidRPr="005D5566">
        <w:t>Il faut souper</w:t>
      </w:r>
      <w:r>
        <w:t xml:space="preserve">, </w:t>
      </w:r>
      <w:r w:rsidR="00530790" w:rsidRPr="005D5566">
        <w:t>Tatiana</w:t>
      </w:r>
      <w:r>
        <w:t xml:space="preserve">, </w:t>
      </w:r>
      <w:r w:rsidR="00530790" w:rsidRPr="005D5566">
        <w:t>et éteindre le feu</w:t>
      </w:r>
      <w:r>
        <w:t xml:space="preserve"> ! </w:t>
      </w:r>
      <w:r w:rsidR="00530790" w:rsidRPr="005D5566">
        <w:t>interrompit Stépane d</w:t>
      </w:r>
      <w:r>
        <w:t>’</w:t>
      </w:r>
      <w:r w:rsidR="00530790" w:rsidRPr="005D5566">
        <w:t>une voix morne et lente</w:t>
      </w:r>
      <w:r>
        <w:t xml:space="preserve">. </w:t>
      </w:r>
      <w:r w:rsidR="00530790" w:rsidRPr="005D5566">
        <w:t>Les gens penseront</w:t>
      </w:r>
      <w:r>
        <w:t> : « </w:t>
      </w:r>
      <w:r w:rsidR="00530790" w:rsidRPr="005D5566">
        <w:t>Les Tchoumakov ont eu du feu bien tard</w:t>
      </w:r>
      <w:r>
        <w:t> ! »</w:t>
      </w:r>
      <w:r w:rsidR="00530790" w:rsidRPr="005D5566">
        <w:t xml:space="preserve"> Pour nous</w:t>
      </w:r>
      <w:r>
        <w:t xml:space="preserve">, </w:t>
      </w:r>
      <w:r w:rsidR="00530790" w:rsidRPr="005D5566">
        <w:t>cela n</w:t>
      </w:r>
      <w:r>
        <w:t>’</w:t>
      </w:r>
      <w:r w:rsidR="00530790" w:rsidRPr="005D5566">
        <w:t>a pas d</w:t>
      </w:r>
      <w:r>
        <w:t>’</w:t>
      </w:r>
      <w:r w:rsidR="00530790" w:rsidRPr="005D5566">
        <w:t>importance</w:t>
      </w:r>
      <w:r>
        <w:t xml:space="preserve">… </w:t>
      </w:r>
      <w:r w:rsidR="00530790" w:rsidRPr="005D5566">
        <w:t>mais c</w:t>
      </w:r>
      <w:r>
        <w:t>’</w:t>
      </w:r>
      <w:r w:rsidR="00530790" w:rsidRPr="005D5566">
        <w:t>est pour notre visiteuse</w:t>
      </w:r>
      <w:r>
        <w:t xml:space="preserve">, </w:t>
      </w:r>
      <w:r w:rsidR="00530790" w:rsidRPr="005D5566">
        <w:t>qui est peut-être imprudente</w:t>
      </w:r>
      <w:r>
        <w:t>…</w:t>
      </w:r>
    </w:p>
    <w:p w14:paraId="15E4B680" w14:textId="77777777" w:rsidR="001C0413" w:rsidRDefault="00530790" w:rsidP="001C0413">
      <w:r w:rsidRPr="005D5566">
        <w:t xml:space="preserve">La femme </w:t>
      </w:r>
      <w:r w:rsidRPr="005D5566">
        <w:rPr>
          <w:bCs/>
        </w:rPr>
        <w:t xml:space="preserve">se </w:t>
      </w:r>
      <w:r w:rsidRPr="005D5566">
        <w:t>leva et s</w:t>
      </w:r>
      <w:r w:rsidR="001C0413">
        <w:t>’</w:t>
      </w:r>
      <w:r w:rsidRPr="005D5566">
        <w:t>affaira autour du poêle</w:t>
      </w:r>
      <w:r w:rsidR="001C0413">
        <w:t>.</w:t>
      </w:r>
    </w:p>
    <w:p w14:paraId="0A67FA18" w14:textId="77777777" w:rsidR="001C0413" w:rsidRDefault="001C0413" w:rsidP="001C0413">
      <w:r>
        <w:t>— </w:t>
      </w:r>
      <w:r w:rsidR="00530790" w:rsidRPr="005D5566">
        <w:t>Oui</w:t>
      </w:r>
      <w:r>
        <w:t xml:space="preserve"> ! </w:t>
      </w:r>
      <w:r w:rsidR="00530790" w:rsidRPr="005D5566">
        <w:t xml:space="preserve">dit Pierre avec </w:t>
      </w:r>
      <w:r w:rsidR="00530790" w:rsidRPr="005D5566">
        <w:rPr>
          <w:bCs/>
        </w:rPr>
        <w:t xml:space="preserve">un </w:t>
      </w:r>
      <w:r w:rsidR="00530790" w:rsidRPr="005D5566">
        <w:t>sourire</w:t>
      </w:r>
      <w:r>
        <w:t xml:space="preserve">. </w:t>
      </w:r>
      <w:r w:rsidR="00530790" w:rsidRPr="005D5566">
        <w:t>Maintenant</w:t>
      </w:r>
      <w:r>
        <w:t xml:space="preserve">, </w:t>
      </w:r>
      <w:r w:rsidR="00530790" w:rsidRPr="005D5566">
        <w:t>il s</w:t>
      </w:r>
      <w:r>
        <w:t>’</w:t>
      </w:r>
      <w:r w:rsidR="00530790" w:rsidRPr="005D5566">
        <w:t>agit de faire attention</w:t>
      </w:r>
      <w:r>
        <w:t xml:space="preserve"> ! </w:t>
      </w:r>
      <w:r w:rsidR="00530790" w:rsidRPr="005D5566">
        <w:t>Quand on aura distribué de nouveau le journal</w:t>
      </w:r>
      <w:r>
        <w:t>…</w:t>
      </w:r>
    </w:p>
    <w:p w14:paraId="50384FEF" w14:textId="77777777" w:rsidR="001C0413" w:rsidRDefault="001C0413" w:rsidP="001C0413">
      <w:r>
        <w:t>— </w:t>
      </w:r>
      <w:r w:rsidR="00530790" w:rsidRPr="005D5566">
        <w:t>Ce n</w:t>
      </w:r>
      <w:r>
        <w:t>’</w:t>
      </w:r>
      <w:r w:rsidR="00530790" w:rsidRPr="005D5566">
        <w:t>est pas pour moi que je parle</w:t>
      </w:r>
      <w:r>
        <w:t xml:space="preserve">… </w:t>
      </w:r>
      <w:r w:rsidR="00530790" w:rsidRPr="005D5566">
        <w:t>déclara Stépane</w:t>
      </w:r>
      <w:r>
        <w:t xml:space="preserve">. </w:t>
      </w:r>
      <w:r w:rsidR="00530790" w:rsidRPr="005D5566">
        <w:t>Même si on m</w:t>
      </w:r>
      <w:r>
        <w:t>’</w:t>
      </w:r>
      <w:r w:rsidR="00530790" w:rsidRPr="005D5566">
        <w:t>arrête</w:t>
      </w:r>
      <w:r>
        <w:t xml:space="preserve">, </w:t>
      </w:r>
      <w:r w:rsidR="00530790" w:rsidRPr="005D5566">
        <w:t>ce ne sera pas un grand malheur</w:t>
      </w:r>
      <w:r>
        <w:t xml:space="preserve"> ! </w:t>
      </w:r>
      <w:r w:rsidR="00530790" w:rsidRPr="005D5566">
        <w:t>La vie d</w:t>
      </w:r>
      <w:r>
        <w:t>’</w:t>
      </w:r>
      <w:r w:rsidR="00530790" w:rsidRPr="005D5566">
        <w:t>un paysan n</w:t>
      </w:r>
      <w:r>
        <w:t>’</w:t>
      </w:r>
      <w:r w:rsidR="00530790" w:rsidRPr="005D5566">
        <w:t>a aucune valeur</w:t>
      </w:r>
      <w:r>
        <w:t>…</w:t>
      </w:r>
    </w:p>
    <w:p w14:paraId="343478F5" w14:textId="77777777" w:rsidR="001C0413" w:rsidRDefault="00530790" w:rsidP="001C0413">
      <w:r w:rsidRPr="005D5566">
        <w:t>La mère eut soudain pitié de lui</w:t>
      </w:r>
      <w:r w:rsidR="001C0413">
        <w:t xml:space="preserve">. </w:t>
      </w:r>
      <w:r w:rsidRPr="005D5566">
        <w:t xml:space="preserve">Il lui était plus sympathique </w:t>
      </w:r>
      <w:r w:rsidRPr="005D5566">
        <w:rPr>
          <w:bCs/>
        </w:rPr>
        <w:t>qu</w:t>
      </w:r>
      <w:r w:rsidR="001C0413">
        <w:t>’</w:t>
      </w:r>
      <w:r w:rsidRPr="005D5566">
        <w:t>auparavant</w:t>
      </w:r>
      <w:r w:rsidR="001C0413">
        <w:t xml:space="preserve">. </w:t>
      </w:r>
      <w:r w:rsidRPr="005D5566">
        <w:t>Maintenant qu</w:t>
      </w:r>
      <w:r w:rsidR="001C0413">
        <w:t>’</w:t>
      </w:r>
      <w:r w:rsidRPr="005D5566">
        <w:t>elle avait parlé</w:t>
      </w:r>
      <w:r w:rsidR="001C0413">
        <w:t xml:space="preserve">, </w:t>
      </w:r>
      <w:r w:rsidRPr="005D5566">
        <w:t xml:space="preserve">elle se sentait débarrassée </w:t>
      </w:r>
      <w:r w:rsidRPr="005D5566">
        <w:rPr>
          <w:bCs/>
        </w:rPr>
        <w:t xml:space="preserve">du </w:t>
      </w:r>
      <w:r w:rsidRPr="005D5566">
        <w:t>fardeau ignoble de la journée</w:t>
      </w:r>
      <w:r w:rsidR="001C0413">
        <w:t xml:space="preserve">, </w:t>
      </w:r>
      <w:r w:rsidRPr="005D5566">
        <w:t xml:space="preserve">elle était contente </w:t>
      </w:r>
      <w:r w:rsidRPr="005D5566">
        <w:rPr>
          <w:bCs/>
        </w:rPr>
        <w:t>d</w:t>
      </w:r>
      <w:r w:rsidR="001C0413">
        <w:t>’</w:t>
      </w:r>
      <w:r w:rsidRPr="005D5566">
        <w:t>elle-même et remplie d</w:t>
      </w:r>
      <w:r w:rsidR="001C0413">
        <w:t>’</w:t>
      </w:r>
      <w:r w:rsidRPr="005D5566">
        <w:t xml:space="preserve">un sentiment </w:t>
      </w:r>
      <w:r w:rsidRPr="005D5566">
        <w:rPr>
          <w:bCs/>
        </w:rPr>
        <w:t xml:space="preserve">de </w:t>
      </w:r>
      <w:r w:rsidRPr="005D5566">
        <w:t>bienveillance</w:t>
      </w:r>
      <w:r w:rsidR="001C0413">
        <w:t>.</w:t>
      </w:r>
    </w:p>
    <w:p w14:paraId="17E5E8D4" w14:textId="77777777" w:rsidR="001C0413" w:rsidRDefault="001C0413" w:rsidP="001C0413">
      <w:r>
        <w:t>— </w:t>
      </w:r>
      <w:r w:rsidR="00530790" w:rsidRPr="005D5566">
        <w:t>Vous avez tort de parler ainsi</w:t>
      </w:r>
      <w:r>
        <w:t xml:space="preserve"> ! </w:t>
      </w:r>
      <w:r w:rsidR="00530790" w:rsidRPr="005D5566">
        <w:t>dit-elle</w:t>
      </w:r>
      <w:r>
        <w:t xml:space="preserve">. </w:t>
      </w:r>
      <w:r w:rsidR="00530790" w:rsidRPr="005D5566">
        <w:t>Il ne faut pas que l</w:t>
      </w:r>
      <w:r>
        <w:t>’</w:t>
      </w:r>
      <w:r w:rsidR="00530790" w:rsidRPr="005D5566">
        <w:t>homme se taxe à la valeur que lui prêtent ceux qui ne le jugent que sur l</w:t>
      </w:r>
      <w:r>
        <w:t>’</w:t>
      </w:r>
      <w:r w:rsidR="00530790" w:rsidRPr="005D5566">
        <w:t>apparence et ne veulent de lui que son sang</w:t>
      </w:r>
      <w:r>
        <w:t xml:space="preserve">. </w:t>
      </w:r>
      <w:r w:rsidR="00530790" w:rsidRPr="005D5566">
        <w:t>Vous devez vous apprécier vous-même</w:t>
      </w:r>
      <w:r>
        <w:t xml:space="preserve">, </w:t>
      </w:r>
      <w:r w:rsidR="00530790" w:rsidRPr="005D5566">
        <w:t>de l</w:t>
      </w:r>
      <w:r>
        <w:t>’</w:t>
      </w:r>
      <w:r w:rsidR="00530790" w:rsidRPr="005D5566">
        <w:t>intérieur</w:t>
      </w:r>
      <w:r>
        <w:t xml:space="preserve">, </w:t>
      </w:r>
      <w:r w:rsidR="00530790" w:rsidRPr="005D5566">
        <w:rPr>
          <w:bCs/>
        </w:rPr>
        <w:t xml:space="preserve">non </w:t>
      </w:r>
      <w:r w:rsidR="00530790" w:rsidRPr="005D5566">
        <w:t>pas pour vos ennemis</w:t>
      </w:r>
      <w:r>
        <w:t xml:space="preserve">, </w:t>
      </w:r>
      <w:r w:rsidR="00530790" w:rsidRPr="005D5566">
        <w:t>mais pour vos amis</w:t>
      </w:r>
      <w:r>
        <w:t> !</w:t>
      </w:r>
    </w:p>
    <w:p w14:paraId="2AFF5DAA" w14:textId="77777777" w:rsidR="001C0413" w:rsidRDefault="001C0413" w:rsidP="001C0413">
      <w:r>
        <w:lastRenderedPageBreak/>
        <w:t>— </w:t>
      </w:r>
      <w:r w:rsidR="00530790" w:rsidRPr="005D5566">
        <w:t>Où sont</w:t>
      </w:r>
      <w:r w:rsidR="00530790" w:rsidRPr="005D5566">
        <w:rPr>
          <w:bCs/>
        </w:rPr>
        <w:t xml:space="preserve">-ils </w:t>
      </w:r>
      <w:r w:rsidR="00530790" w:rsidRPr="005D5566">
        <w:t>nos amis</w:t>
      </w:r>
      <w:r>
        <w:t xml:space="preserve"> ? </w:t>
      </w:r>
      <w:r w:rsidR="00530790" w:rsidRPr="005D5566">
        <w:t>s</w:t>
      </w:r>
      <w:r>
        <w:t>’</w:t>
      </w:r>
      <w:r w:rsidR="00530790" w:rsidRPr="005D5566">
        <w:t>écria le paysan</w:t>
      </w:r>
      <w:r>
        <w:t xml:space="preserve">. </w:t>
      </w:r>
      <w:r w:rsidR="00530790" w:rsidRPr="005D5566">
        <w:t>Je ne les ai jamais vus</w:t>
      </w:r>
      <w:r>
        <w:t> !</w:t>
      </w:r>
    </w:p>
    <w:p w14:paraId="5285AE0B" w14:textId="77777777" w:rsidR="001C0413" w:rsidRDefault="001C0413" w:rsidP="001C0413">
      <w:r>
        <w:t>— </w:t>
      </w:r>
      <w:r w:rsidR="00530790" w:rsidRPr="005D5566">
        <w:t xml:space="preserve">Je te dis que </w:t>
      </w:r>
      <w:r w:rsidR="00530790" w:rsidRPr="005D5566">
        <w:rPr>
          <w:bCs/>
        </w:rPr>
        <w:t xml:space="preserve">le </w:t>
      </w:r>
      <w:r w:rsidR="00530790" w:rsidRPr="005D5566">
        <w:t>peuple a des amis</w:t>
      </w:r>
      <w:r>
        <w:t> !</w:t>
      </w:r>
    </w:p>
    <w:p w14:paraId="640D0C0B" w14:textId="77777777" w:rsidR="001C0413" w:rsidRDefault="001C0413" w:rsidP="001C0413">
      <w:r>
        <w:t>— </w:t>
      </w:r>
      <w:r w:rsidR="00530790" w:rsidRPr="005D5566">
        <w:t>Il en a</w:t>
      </w:r>
      <w:r>
        <w:t xml:space="preserve">, </w:t>
      </w:r>
      <w:r w:rsidR="00530790" w:rsidRPr="005D5566">
        <w:t>mais pas ici</w:t>
      </w:r>
      <w:r>
        <w:t xml:space="preserve">… </w:t>
      </w:r>
      <w:r w:rsidR="00530790" w:rsidRPr="005D5566">
        <w:t>voilà le malheur</w:t>
      </w:r>
      <w:r>
        <w:t xml:space="preserve"> ! </w:t>
      </w:r>
      <w:r w:rsidR="00530790" w:rsidRPr="005D5566">
        <w:rPr>
          <w:bCs/>
        </w:rPr>
        <w:t xml:space="preserve">dit </w:t>
      </w:r>
      <w:r w:rsidR="00530790" w:rsidRPr="005D5566">
        <w:t>pensivement Stépane</w:t>
      </w:r>
      <w:r>
        <w:t>.</w:t>
      </w:r>
    </w:p>
    <w:p w14:paraId="3C485CB0" w14:textId="77777777" w:rsidR="001C0413" w:rsidRDefault="001C0413" w:rsidP="001C0413">
      <w:pPr>
        <w:rPr>
          <w:rFonts w:eastAsia="Georgia" w:cs="Georgia"/>
        </w:rPr>
      </w:pPr>
      <w:r>
        <w:t>— </w:t>
      </w:r>
      <w:r w:rsidR="00530790" w:rsidRPr="005D5566">
        <w:t>Eh bien</w:t>
      </w:r>
      <w:r>
        <w:t xml:space="preserve">, </w:t>
      </w:r>
      <w:r w:rsidR="00530790" w:rsidRPr="005D5566">
        <w:t>il faut que vous vous en fassiez</w:t>
      </w:r>
      <w:r>
        <w:rPr>
          <w:rFonts w:eastAsia="Georgia" w:cs="Georgia"/>
        </w:rPr>
        <w:t>…</w:t>
      </w:r>
    </w:p>
    <w:p w14:paraId="2F4658D9" w14:textId="77777777" w:rsidR="001C0413" w:rsidRDefault="00530790" w:rsidP="001C0413">
      <w:r w:rsidRPr="005D5566">
        <w:t>Stépane réfléchit et répondit à voix basse</w:t>
      </w:r>
      <w:r w:rsidR="001C0413">
        <w:t> :</w:t>
      </w:r>
    </w:p>
    <w:p w14:paraId="673F8A67" w14:textId="77777777" w:rsidR="001C0413" w:rsidRDefault="001C0413" w:rsidP="001C0413">
      <w:r>
        <w:t>— </w:t>
      </w:r>
      <w:r w:rsidR="00530790" w:rsidRPr="005D5566">
        <w:t>Oui</w:t>
      </w:r>
      <w:r>
        <w:t xml:space="preserve">… </w:t>
      </w:r>
      <w:r w:rsidR="00530790" w:rsidRPr="005D5566">
        <w:t>c</w:t>
      </w:r>
      <w:r>
        <w:t>’</w:t>
      </w:r>
      <w:r w:rsidR="00530790" w:rsidRPr="005D5566">
        <w:t>est ce qu</w:t>
      </w:r>
      <w:r>
        <w:t>’</w:t>
      </w:r>
      <w:r w:rsidR="00530790" w:rsidRPr="005D5566">
        <w:t>il faudrait</w:t>
      </w:r>
      <w:r>
        <w:t>…</w:t>
      </w:r>
    </w:p>
    <w:p w14:paraId="1931BB0B" w14:textId="77777777" w:rsidR="001C0413" w:rsidRDefault="001C0413" w:rsidP="001C0413">
      <w:r>
        <w:t>— </w:t>
      </w:r>
      <w:r w:rsidR="00530790" w:rsidRPr="005D5566">
        <w:t>Mettez-vous à table</w:t>
      </w:r>
      <w:r>
        <w:t xml:space="preserve"> ! </w:t>
      </w:r>
      <w:r w:rsidR="00530790" w:rsidRPr="005D5566">
        <w:t>Tatiana</w:t>
      </w:r>
      <w:r>
        <w:t>.</w:t>
      </w:r>
    </w:p>
    <w:p w14:paraId="18C7EC0A" w14:textId="77777777" w:rsidR="001C0413" w:rsidRDefault="00530790" w:rsidP="001C0413">
      <w:r w:rsidRPr="005D5566">
        <w:t>Au souper</w:t>
      </w:r>
      <w:r w:rsidR="001C0413">
        <w:t xml:space="preserve">, </w:t>
      </w:r>
      <w:r w:rsidRPr="005D5566">
        <w:t>Pierre</w:t>
      </w:r>
      <w:r w:rsidR="001C0413">
        <w:t xml:space="preserve">, </w:t>
      </w:r>
      <w:r w:rsidRPr="005D5566">
        <w:t>que les discours de la mère semblaient avoir accablé</w:t>
      </w:r>
      <w:r w:rsidR="001C0413">
        <w:t xml:space="preserve">, </w:t>
      </w:r>
      <w:r w:rsidRPr="005D5566">
        <w:t>se remit à parler avec vivacité</w:t>
      </w:r>
      <w:r w:rsidR="001C0413">
        <w:t> :</w:t>
      </w:r>
    </w:p>
    <w:p w14:paraId="2FA07895" w14:textId="77777777" w:rsidR="001C0413" w:rsidRDefault="001C0413" w:rsidP="001C0413">
      <w:r>
        <w:t>— </w:t>
      </w:r>
      <w:r w:rsidR="00530790" w:rsidRPr="005D5566">
        <w:t>Savez-vous</w:t>
      </w:r>
      <w:r>
        <w:t xml:space="preserve">, </w:t>
      </w:r>
      <w:r w:rsidR="00530790" w:rsidRPr="005D5566">
        <w:t>mère</w:t>
      </w:r>
      <w:r>
        <w:t xml:space="preserve">, </w:t>
      </w:r>
      <w:r w:rsidR="00530790" w:rsidRPr="005D5566">
        <w:t>il faut que vous partiez d</w:t>
      </w:r>
      <w:r>
        <w:t>’</w:t>
      </w:r>
      <w:r w:rsidR="00530790" w:rsidRPr="005D5566">
        <w:t>ici de bonne heure</w:t>
      </w:r>
      <w:r>
        <w:t xml:space="preserve">, </w:t>
      </w:r>
      <w:r w:rsidR="00530790" w:rsidRPr="005D5566">
        <w:t>pour ne pas être remarquée</w:t>
      </w:r>
      <w:r>
        <w:t xml:space="preserve">… </w:t>
      </w:r>
      <w:r w:rsidR="00530790" w:rsidRPr="005D5566">
        <w:t>Allez au village voisin</w:t>
      </w:r>
      <w:r>
        <w:t xml:space="preserve">… </w:t>
      </w:r>
      <w:r w:rsidR="00530790" w:rsidRPr="005D5566">
        <w:t>pas à la ville</w:t>
      </w:r>
      <w:r>
        <w:t xml:space="preserve">… </w:t>
      </w:r>
      <w:r w:rsidR="00530790" w:rsidRPr="005D5566">
        <w:t>prenez une voiture</w:t>
      </w:r>
      <w:r>
        <w:t>…</w:t>
      </w:r>
    </w:p>
    <w:p w14:paraId="14631699" w14:textId="77777777" w:rsidR="001C0413" w:rsidRDefault="001C0413" w:rsidP="001C0413">
      <w:r>
        <w:t>— </w:t>
      </w:r>
      <w:r w:rsidR="00530790" w:rsidRPr="005D5566">
        <w:t>Pourquoi</w:t>
      </w:r>
      <w:r>
        <w:t xml:space="preserve"> ? </w:t>
      </w:r>
      <w:r w:rsidR="00530790" w:rsidRPr="005D5566">
        <w:t>Je la mènerai moi-même</w:t>
      </w:r>
      <w:r>
        <w:t xml:space="preserve"> ! </w:t>
      </w:r>
      <w:r w:rsidR="00530790" w:rsidRPr="005D5566">
        <w:t>dit Stépane</w:t>
      </w:r>
      <w:r>
        <w:t>.</w:t>
      </w:r>
    </w:p>
    <w:p w14:paraId="54D10A08" w14:textId="77777777" w:rsidR="001C0413" w:rsidRDefault="001C0413" w:rsidP="001C0413">
      <w:r>
        <w:t>— </w:t>
      </w:r>
      <w:r w:rsidR="00530790" w:rsidRPr="005D5566">
        <w:t>Non</w:t>
      </w:r>
      <w:r>
        <w:t xml:space="preserve"> ! </w:t>
      </w:r>
      <w:r w:rsidR="00530790" w:rsidRPr="005D5566">
        <w:t>S</w:t>
      </w:r>
      <w:r>
        <w:t>’</w:t>
      </w:r>
      <w:r w:rsidR="00530790" w:rsidRPr="005D5566">
        <w:t>il arrivait quelque chose</w:t>
      </w:r>
      <w:r>
        <w:t xml:space="preserve">, </w:t>
      </w:r>
      <w:r w:rsidR="00530790" w:rsidRPr="005D5566">
        <w:t>on se demanderait si elle a passé la nuit chez toi</w:t>
      </w:r>
      <w:r>
        <w:t xml:space="preserve"> ? </w:t>
      </w:r>
      <w:r w:rsidR="00530790" w:rsidRPr="005D5566">
        <w:t>Oui</w:t>
      </w:r>
      <w:r>
        <w:t xml:space="preserve"> ! – </w:t>
      </w:r>
      <w:r w:rsidR="00530790" w:rsidRPr="005D5566">
        <w:t>Où a-t-elle été</w:t>
      </w:r>
      <w:r>
        <w:t xml:space="preserve"> ? – </w:t>
      </w:r>
      <w:r w:rsidR="00530790" w:rsidRPr="005D5566">
        <w:t>Je l</w:t>
      </w:r>
      <w:r>
        <w:t>’</w:t>
      </w:r>
      <w:r w:rsidR="00530790" w:rsidRPr="005D5566">
        <w:t>ai conduite au village voisin</w:t>
      </w:r>
      <w:r>
        <w:t xml:space="preserve"> ! – </w:t>
      </w:r>
      <w:r w:rsidR="00530790" w:rsidRPr="005D5566">
        <w:t>Ah</w:t>
      </w:r>
      <w:r>
        <w:t xml:space="preserve"> ! </w:t>
      </w:r>
      <w:r w:rsidR="00530790" w:rsidRPr="005D5566">
        <w:t>Toi</w:t>
      </w:r>
      <w:r>
        <w:t xml:space="preserve"> ? </w:t>
      </w:r>
      <w:r w:rsidR="00530790" w:rsidRPr="005D5566">
        <w:t>Eh bien</w:t>
      </w:r>
      <w:r>
        <w:t xml:space="preserve">, </w:t>
      </w:r>
      <w:r w:rsidR="00530790" w:rsidRPr="005D5566">
        <w:t>va en prison</w:t>
      </w:r>
      <w:r>
        <w:t xml:space="preserve"> !… </w:t>
      </w:r>
      <w:r w:rsidR="00530790" w:rsidRPr="005D5566">
        <w:t>Tu as compris</w:t>
      </w:r>
      <w:r>
        <w:t xml:space="preserve"> ?… </w:t>
      </w:r>
      <w:r w:rsidR="00530790" w:rsidRPr="005D5566">
        <w:t>Et pourquoi se dépêcher d</w:t>
      </w:r>
      <w:r>
        <w:t>’</w:t>
      </w:r>
      <w:r w:rsidR="00530790" w:rsidRPr="005D5566">
        <w:t>aller en prison</w:t>
      </w:r>
      <w:r>
        <w:t xml:space="preserve"> ! </w:t>
      </w:r>
      <w:r w:rsidR="00530790" w:rsidRPr="005D5566">
        <w:t>Chaque chose vient en son temps</w:t>
      </w:r>
      <w:r>
        <w:t xml:space="preserve">… </w:t>
      </w:r>
      <w:r w:rsidR="00530790" w:rsidRPr="005D5566">
        <w:t>Mais si tu dis qu</w:t>
      </w:r>
      <w:r>
        <w:t>’</w:t>
      </w:r>
      <w:r w:rsidR="00530790" w:rsidRPr="005D5566">
        <w:t>elle a couché chez toi</w:t>
      </w:r>
      <w:r>
        <w:t xml:space="preserve">, </w:t>
      </w:r>
      <w:r w:rsidR="00530790" w:rsidRPr="005D5566">
        <w:t>qu</w:t>
      </w:r>
      <w:r>
        <w:t>’</w:t>
      </w:r>
      <w:r w:rsidR="00530790" w:rsidRPr="005D5566">
        <w:t>elle a loué des chevaux et qu</w:t>
      </w:r>
      <w:r>
        <w:t>’</w:t>
      </w:r>
      <w:r w:rsidR="00530790" w:rsidRPr="005D5566">
        <w:t>elle est repartie</w:t>
      </w:r>
      <w:r>
        <w:t xml:space="preserve">, </w:t>
      </w:r>
      <w:r w:rsidR="00530790" w:rsidRPr="005D5566">
        <w:t>on ne peut rien te faire</w:t>
      </w:r>
      <w:r>
        <w:t xml:space="preserve">… </w:t>
      </w:r>
      <w:r w:rsidR="00530790" w:rsidRPr="005D5566">
        <w:t>on n</w:t>
      </w:r>
      <w:r>
        <w:t>’</w:t>
      </w:r>
      <w:r w:rsidR="00530790" w:rsidRPr="005D5566">
        <w:t>est pas responsable des voyageurs</w:t>
      </w:r>
      <w:r>
        <w:t xml:space="preserve">. </w:t>
      </w:r>
      <w:r w:rsidR="00530790" w:rsidRPr="005D5566">
        <w:t>Il en passe tant dans le village</w:t>
      </w:r>
      <w:r>
        <w:t> !</w:t>
      </w:r>
    </w:p>
    <w:p w14:paraId="6B0F7EB5" w14:textId="77777777" w:rsidR="001C0413" w:rsidRDefault="001C0413" w:rsidP="001C0413">
      <w:r>
        <w:t>— </w:t>
      </w:r>
      <w:r w:rsidR="00530790" w:rsidRPr="005D5566">
        <w:t>As-tu appris à avoir peur</w:t>
      </w:r>
      <w:r>
        <w:t xml:space="preserve">, </w:t>
      </w:r>
      <w:r w:rsidR="00530790" w:rsidRPr="005D5566">
        <w:t>Pierre</w:t>
      </w:r>
      <w:r>
        <w:t xml:space="preserve"> ? </w:t>
      </w:r>
      <w:r w:rsidR="00530790" w:rsidRPr="005D5566">
        <w:t>demanda Tatiana avec ironie</w:t>
      </w:r>
      <w:r>
        <w:t>.</w:t>
      </w:r>
    </w:p>
    <w:p w14:paraId="6B8C5C68" w14:textId="77777777" w:rsidR="001C0413" w:rsidRDefault="001C0413" w:rsidP="001C0413">
      <w:r>
        <w:lastRenderedPageBreak/>
        <w:t>— </w:t>
      </w:r>
      <w:r w:rsidR="00530790" w:rsidRPr="005D5566">
        <w:t>Il faut tout savoir</w:t>
      </w:r>
      <w:r>
        <w:t xml:space="preserve"> ! </w:t>
      </w:r>
      <w:r w:rsidR="00530790" w:rsidRPr="005D5566">
        <w:t>répondit-il en se frappant le genou</w:t>
      </w:r>
      <w:r>
        <w:t xml:space="preserve">. </w:t>
      </w:r>
      <w:r w:rsidR="00530790" w:rsidRPr="005D5566">
        <w:t>Il faut savoir être courageux</w:t>
      </w:r>
      <w:r>
        <w:t xml:space="preserve">, </w:t>
      </w:r>
      <w:r w:rsidR="00530790" w:rsidRPr="005D5566">
        <w:t>il faut aussi savoir craindre</w:t>
      </w:r>
      <w:r>
        <w:t xml:space="preserve"> ! </w:t>
      </w:r>
      <w:r w:rsidR="00530790" w:rsidRPr="005D5566">
        <w:t>Tu te souviens comme le greffier du village a houspillé Baguanov</w:t>
      </w:r>
      <w:r>
        <w:t xml:space="preserve">, </w:t>
      </w:r>
      <w:r w:rsidR="00530790" w:rsidRPr="005D5566">
        <w:t>à cause de ce journal</w:t>
      </w:r>
      <w:r>
        <w:t xml:space="preserve"> ? </w:t>
      </w:r>
      <w:r w:rsidR="00530790" w:rsidRPr="005D5566">
        <w:t>Eh bien</w:t>
      </w:r>
      <w:r>
        <w:t xml:space="preserve">, </w:t>
      </w:r>
      <w:r w:rsidR="00530790" w:rsidRPr="005D5566">
        <w:t>maintenant</w:t>
      </w:r>
      <w:r>
        <w:t xml:space="preserve">, </w:t>
      </w:r>
      <w:r w:rsidR="00530790" w:rsidRPr="005D5566">
        <w:t>Baguanov ne toucherait plus à un livre pour beaucoup d</w:t>
      </w:r>
      <w:r>
        <w:t>’</w:t>
      </w:r>
      <w:r w:rsidR="00530790" w:rsidRPr="005D5566">
        <w:t>argent</w:t>
      </w:r>
      <w:r>
        <w:t xml:space="preserve">… </w:t>
      </w:r>
      <w:r w:rsidR="00530790" w:rsidRPr="005D5566">
        <w:t>oui</w:t>
      </w:r>
      <w:r>
        <w:t xml:space="preserve"> ! </w:t>
      </w:r>
      <w:r w:rsidR="00530790" w:rsidRPr="005D5566">
        <w:t>croyez-moi</w:t>
      </w:r>
      <w:r>
        <w:t xml:space="preserve">, </w:t>
      </w:r>
      <w:r w:rsidR="00530790" w:rsidRPr="005D5566">
        <w:t>mère</w:t>
      </w:r>
      <w:r>
        <w:t xml:space="preserve">, </w:t>
      </w:r>
      <w:r w:rsidR="00530790" w:rsidRPr="005D5566">
        <w:t>je ne suis pas embarrassé pour jouer de bons tours</w:t>
      </w:r>
      <w:r>
        <w:t xml:space="preserve">, </w:t>
      </w:r>
      <w:r w:rsidR="00530790" w:rsidRPr="005D5566">
        <w:t>tout le monde le sait au village</w:t>
      </w:r>
      <w:r>
        <w:t xml:space="preserve">… </w:t>
      </w:r>
      <w:r w:rsidR="00530790" w:rsidRPr="005D5566">
        <w:t>Je distribuerai les livres et les feuillets on ne peut mieux</w:t>
      </w:r>
      <w:r>
        <w:t xml:space="preserve">… </w:t>
      </w:r>
      <w:r w:rsidR="00530790" w:rsidRPr="005D5566">
        <w:t>tant que vous voudrez</w:t>
      </w:r>
      <w:r>
        <w:t xml:space="preserve"> ! </w:t>
      </w:r>
      <w:r w:rsidR="00530790" w:rsidRPr="005D5566">
        <w:t>Les gens chez nous sont peu instruits et craintifs</w:t>
      </w:r>
      <w:r>
        <w:t xml:space="preserve">, </w:t>
      </w:r>
      <w:r w:rsidR="00530790" w:rsidRPr="005D5566">
        <w:t>c</w:t>
      </w:r>
      <w:r>
        <w:t>’</w:t>
      </w:r>
      <w:r w:rsidR="00530790" w:rsidRPr="005D5566">
        <w:t>est vrai</w:t>
      </w:r>
      <w:r>
        <w:t xml:space="preserve"> ; </w:t>
      </w:r>
      <w:r w:rsidR="00530790" w:rsidRPr="005D5566">
        <w:t>pourtant la vie est tellement dure que l</w:t>
      </w:r>
      <w:r>
        <w:t>’</w:t>
      </w:r>
      <w:r w:rsidR="00530790" w:rsidRPr="005D5566">
        <w:t>homme est bien obligé d</w:t>
      </w:r>
      <w:r>
        <w:t>’</w:t>
      </w:r>
      <w:r w:rsidR="00530790" w:rsidRPr="005D5566">
        <w:t>ouvrir les yeux et de se demander ce qui arrive</w:t>
      </w:r>
      <w:r>
        <w:t xml:space="preserve"> ! </w:t>
      </w:r>
      <w:r w:rsidR="00530790" w:rsidRPr="005D5566">
        <w:t>Et le livre lui répond avec simplicité</w:t>
      </w:r>
      <w:r>
        <w:t xml:space="preserve"> : – </w:t>
      </w:r>
      <w:r w:rsidR="00530790" w:rsidRPr="005D5566">
        <w:t>Voilà ce qui arrive</w:t>
      </w:r>
      <w:r>
        <w:t xml:space="preserve"> ! </w:t>
      </w:r>
      <w:r w:rsidR="00530790" w:rsidRPr="005D5566">
        <w:t>réfléchis</w:t>
      </w:r>
      <w:r>
        <w:t xml:space="preserve">, </w:t>
      </w:r>
      <w:r w:rsidR="00530790" w:rsidRPr="005D5566">
        <w:t>regarde</w:t>
      </w:r>
      <w:r>
        <w:t xml:space="preserve"> ! </w:t>
      </w:r>
      <w:r w:rsidR="00530790" w:rsidRPr="005D5566">
        <w:t>Souvent l</w:t>
      </w:r>
      <w:r>
        <w:t>’</w:t>
      </w:r>
      <w:r w:rsidR="00530790" w:rsidRPr="005D5566">
        <w:t>ignorant comprend plus que l</w:t>
      </w:r>
      <w:r>
        <w:t>’</w:t>
      </w:r>
      <w:r w:rsidR="00530790" w:rsidRPr="005D5566">
        <w:t>homme instruit</w:t>
      </w:r>
      <w:r>
        <w:t xml:space="preserve">… </w:t>
      </w:r>
      <w:r w:rsidR="00530790" w:rsidRPr="005D5566">
        <w:t>surtout si celui-ci est un repu</w:t>
      </w:r>
      <w:r>
        <w:t xml:space="preserve">. </w:t>
      </w:r>
      <w:r w:rsidR="00530790" w:rsidRPr="005D5566">
        <w:t>Je connais bien le pays</w:t>
      </w:r>
      <w:r>
        <w:t xml:space="preserve">, </w:t>
      </w:r>
      <w:r w:rsidR="00530790" w:rsidRPr="005D5566">
        <w:t>je vois bien des choses</w:t>
      </w:r>
      <w:r>
        <w:t xml:space="preserve"> ! </w:t>
      </w:r>
      <w:r w:rsidR="00530790" w:rsidRPr="005D5566">
        <w:t>On peut vivre</w:t>
      </w:r>
      <w:r>
        <w:t xml:space="preserve">, </w:t>
      </w:r>
      <w:r w:rsidR="00530790" w:rsidRPr="005D5566">
        <w:t>mais il faut de l</w:t>
      </w:r>
      <w:r>
        <w:t>’</w:t>
      </w:r>
      <w:r w:rsidR="00530790" w:rsidRPr="005D5566">
        <w:t>esprit et beaucoup d</w:t>
      </w:r>
      <w:r>
        <w:t>’</w:t>
      </w:r>
      <w:r w:rsidR="00530790" w:rsidRPr="005D5566">
        <w:t>agilité</w:t>
      </w:r>
      <w:r>
        <w:t xml:space="preserve">, </w:t>
      </w:r>
      <w:r w:rsidR="00530790" w:rsidRPr="005D5566">
        <w:t>si on ne veut pas se faire pendre du premier coup</w:t>
      </w:r>
      <w:r>
        <w:t xml:space="preserve">… </w:t>
      </w:r>
      <w:r w:rsidR="00530790" w:rsidRPr="005D5566">
        <w:t>Les autorités aussi sentent qu</w:t>
      </w:r>
      <w:r>
        <w:t>’</w:t>
      </w:r>
      <w:r w:rsidR="00530790" w:rsidRPr="005D5566">
        <w:t>il y a quelque chose de changé</w:t>
      </w:r>
      <w:r>
        <w:t xml:space="preserve"> ; </w:t>
      </w:r>
      <w:r w:rsidR="00530790" w:rsidRPr="005D5566">
        <w:t>on dirait que le paysan dégage du froid</w:t>
      </w:r>
      <w:r>
        <w:t xml:space="preserve"> ; </w:t>
      </w:r>
      <w:r w:rsidR="00530790" w:rsidRPr="005D5566">
        <w:t>il ne sourit pas souvent et n</w:t>
      </w:r>
      <w:r>
        <w:t>’</w:t>
      </w:r>
      <w:r w:rsidR="00530790" w:rsidRPr="005D5566">
        <w:t>est plus du tout aimable</w:t>
      </w:r>
      <w:r>
        <w:t xml:space="preserve">… </w:t>
      </w:r>
      <w:r w:rsidR="00530790" w:rsidRPr="005D5566">
        <w:t>en général</w:t>
      </w:r>
      <w:r>
        <w:t xml:space="preserve">, </w:t>
      </w:r>
      <w:r w:rsidR="00530790" w:rsidRPr="005D5566">
        <w:t>il veut se passer de toutes les autorités</w:t>
      </w:r>
      <w:r>
        <w:t xml:space="preserve">… </w:t>
      </w:r>
      <w:r w:rsidR="00530790" w:rsidRPr="005D5566">
        <w:t>Dernièrement</w:t>
      </w:r>
      <w:r>
        <w:t xml:space="preserve">, </w:t>
      </w:r>
      <w:r w:rsidR="00530790" w:rsidRPr="005D5566">
        <w:t>à Smoliakovo</w:t>
      </w:r>
      <w:r>
        <w:t xml:space="preserve">, </w:t>
      </w:r>
      <w:r w:rsidR="00530790" w:rsidRPr="005D5566">
        <w:t>petit hameau du voisinage</w:t>
      </w:r>
      <w:r>
        <w:t xml:space="preserve">, </w:t>
      </w:r>
      <w:r w:rsidR="00530790" w:rsidRPr="005D5566">
        <w:t>on est venu percevoir des impôts</w:t>
      </w:r>
      <w:r>
        <w:t xml:space="preserve">, </w:t>
      </w:r>
      <w:r w:rsidR="00530790" w:rsidRPr="005D5566">
        <w:t>alors les paysans ont couru chercher des pieux</w:t>
      </w:r>
      <w:r>
        <w:t xml:space="preserve">… </w:t>
      </w:r>
      <w:r w:rsidR="00530790" w:rsidRPr="005D5566">
        <w:t>Le commissaire a crié</w:t>
      </w:r>
      <w:r>
        <w:t xml:space="preserve"> : – </w:t>
      </w:r>
      <w:r w:rsidR="00530790" w:rsidRPr="005D5566">
        <w:t>Ah</w:t>
      </w:r>
      <w:r>
        <w:t xml:space="preserve"> ! </w:t>
      </w:r>
      <w:r w:rsidR="00530790" w:rsidRPr="005D5566">
        <w:t>brutes</w:t>
      </w:r>
      <w:r>
        <w:t xml:space="preserve"> ! </w:t>
      </w:r>
      <w:r w:rsidR="00530790" w:rsidRPr="005D5566">
        <w:t>Vous vous révoltez contre le tsar</w:t>
      </w:r>
      <w:r>
        <w:t xml:space="preserve"> ! </w:t>
      </w:r>
      <w:r w:rsidR="00530790" w:rsidRPr="005D5566">
        <w:t>Il y avait là un paysan</w:t>
      </w:r>
      <w:r>
        <w:t xml:space="preserve">, </w:t>
      </w:r>
      <w:r w:rsidR="00530790" w:rsidRPr="005D5566">
        <w:t>un nommé Spivakine</w:t>
      </w:r>
      <w:r>
        <w:t xml:space="preserve">, </w:t>
      </w:r>
      <w:r w:rsidR="00530790" w:rsidRPr="005D5566">
        <w:t>qui a répondu</w:t>
      </w:r>
      <w:r>
        <w:t xml:space="preserve"> : – </w:t>
      </w:r>
      <w:r w:rsidR="00530790" w:rsidRPr="005D5566">
        <w:t>Allez-vous-en au diable avec votre tsar</w:t>
      </w:r>
      <w:r>
        <w:t xml:space="preserve"> ! </w:t>
      </w:r>
      <w:r w:rsidR="00530790" w:rsidRPr="005D5566">
        <w:t>Qu</w:t>
      </w:r>
      <w:r>
        <w:t>’</w:t>
      </w:r>
      <w:r w:rsidR="00530790" w:rsidRPr="005D5566">
        <w:t>est-ce que ce tsar qui vous enlève du dos votre dernière chemise</w:t>
      </w:r>
      <w:r>
        <w:t xml:space="preserve"> ? </w:t>
      </w:r>
      <w:r w:rsidR="00530790" w:rsidRPr="005D5566">
        <w:t>Voilà où on en est</w:t>
      </w:r>
      <w:r>
        <w:t xml:space="preserve">, </w:t>
      </w:r>
      <w:r w:rsidR="00530790" w:rsidRPr="005D5566">
        <w:t>mère</w:t>
      </w:r>
      <w:r>
        <w:t xml:space="preserve">. </w:t>
      </w:r>
      <w:r w:rsidR="00530790" w:rsidRPr="005D5566">
        <w:t>Bien entendu</w:t>
      </w:r>
      <w:r>
        <w:t xml:space="preserve">, </w:t>
      </w:r>
      <w:r w:rsidR="00530790" w:rsidRPr="005D5566">
        <w:t>Spivakine a été arrêté et jeté en prison</w:t>
      </w:r>
      <w:r>
        <w:t xml:space="preserve">… </w:t>
      </w:r>
      <w:r w:rsidR="00530790" w:rsidRPr="005D5566">
        <w:t>Mais ses paroles sont restées et les petits enfants eux-mêmes les répètent</w:t>
      </w:r>
      <w:r>
        <w:t xml:space="preserve">… </w:t>
      </w:r>
      <w:r w:rsidR="00530790" w:rsidRPr="005D5566">
        <w:t>elles crient</w:t>
      </w:r>
      <w:r>
        <w:t xml:space="preserve">, </w:t>
      </w:r>
      <w:r w:rsidR="00530790" w:rsidRPr="005D5566">
        <w:t>elles vivent</w:t>
      </w:r>
      <w:r>
        <w:t> !</w:t>
      </w:r>
    </w:p>
    <w:p w14:paraId="67969515" w14:textId="77777777" w:rsidR="001C0413" w:rsidRDefault="00530790" w:rsidP="001C0413">
      <w:r w:rsidRPr="005D5566">
        <w:t>Il ne mangeait pas et parlait</w:t>
      </w:r>
      <w:r w:rsidR="001C0413">
        <w:t xml:space="preserve">, </w:t>
      </w:r>
      <w:r w:rsidRPr="005D5566">
        <w:t>parlait en un chuchotement rapide</w:t>
      </w:r>
      <w:r w:rsidR="001C0413">
        <w:t xml:space="preserve"> ; </w:t>
      </w:r>
      <w:r w:rsidRPr="005D5566">
        <w:t>ses yeux noirs et rusés brillaient avec vivacité</w:t>
      </w:r>
      <w:r w:rsidR="001C0413">
        <w:t xml:space="preserve"> ; </w:t>
      </w:r>
      <w:r w:rsidRPr="005D5566">
        <w:t>il gratifiait généreusement la mère d</w:t>
      </w:r>
      <w:r w:rsidR="001C0413">
        <w:t>’</w:t>
      </w:r>
      <w:r w:rsidRPr="005D5566">
        <w:t xml:space="preserve">innombrables petites </w:t>
      </w:r>
      <w:r w:rsidRPr="005D5566">
        <w:lastRenderedPageBreak/>
        <w:t>observations de la vie villageoise</w:t>
      </w:r>
      <w:r w:rsidR="001C0413">
        <w:t xml:space="preserve">, </w:t>
      </w:r>
      <w:r w:rsidRPr="005D5566">
        <w:t>comme s</w:t>
      </w:r>
      <w:r w:rsidR="001C0413">
        <w:t>’</w:t>
      </w:r>
      <w:r w:rsidRPr="005D5566">
        <w:t>il eût vidé un sac de pièces de cuivre</w:t>
      </w:r>
      <w:r w:rsidR="001C0413">
        <w:t>.</w:t>
      </w:r>
    </w:p>
    <w:p w14:paraId="7F827C0B" w14:textId="77777777" w:rsidR="001C0413" w:rsidRDefault="00530790" w:rsidP="001C0413">
      <w:r w:rsidRPr="005D5566">
        <w:t>À deux reprises</w:t>
      </w:r>
      <w:r w:rsidR="001C0413">
        <w:t xml:space="preserve">, </w:t>
      </w:r>
      <w:r w:rsidRPr="005D5566">
        <w:t>Stépane lui dit</w:t>
      </w:r>
      <w:r w:rsidR="001C0413">
        <w:t> :</w:t>
      </w:r>
    </w:p>
    <w:p w14:paraId="15040984" w14:textId="77777777" w:rsidR="001C0413" w:rsidRDefault="001C0413" w:rsidP="001C0413">
      <w:r>
        <w:t>— </w:t>
      </w:r>
      <w:r w:rsidR="00530790" w:rsidRPr="005D5566">
        <w:t>Mange donc</w:t>
      </w:r>
      <w:r>
        <w:t> !</w:t>
      </w:r>
    </w:p>
    <w:p w14:paraId="7B801C2C" w14:textId="77777777" w:rsidR="001C0413" w:rsidRDefault="00530790" w:rsidP="001C0413">
      <w:r w:rsidRPr="005D5566">
        <w:t>Pierre prenait un morceau de pain</w:t>
      </w:r>
      <w:r w:rsidR="001C0413">
        <w:t xml:space="preserve">, </w:t>
      </w:r>
      <w:r w:rsidRPr="005D5566">
        <w:t>une cuiller</w:t>
      </w:r>
      <w:r w:rsidR="001C0413">
        <w:t xml:space="preserve">, </w:t>
      </w:r>
      <w:r w:rsidRPr="005D5566">
        <w:t>puis se répandait de nouveau en paroles</w:t>
      </w:r>
      <w:r w:rsidR="001C0413">
        <w:t xml:space="preserve">, </w:t>
      </w:r>
      <w:r w:rsidRPr="005D5566">
        <w:t>comme un jeune chardonneret en chansons</w:t>
      </w:r>
      <w:r w:rsidR="001C0413">
        <w:t xml:space="preserve">. </w:t>
      </w:r>
      <w:r w:rsidRPr="005D5566">
        <w:t>Enfin</w:t>
      </w:r>
      <w:r w:rsidR="001C0413">
        <w:t xml:space="preserve">, </w:t>
      </w:r>
      <w:r w:rsidRPr="005D5566">
        <w:t>après le souper il se leva brusquement en déclarant</w:t>
      </w:r>
      <w:r w:rsidR="001C0413">
        <w:t> :</w:t>
      </w:r>
    </w:p>
    <w:p w14:paraId="4710391F" w14:textId="77777777" w:rsidR="001C0413" w:rsidRDefault="001C0413" w:rsidP="001C0413">
      <w:r>
        <w:t>— </w:t>
      </w:r>
      <w:r w:rsidR="00530790" w:rsidRPr="005D5566">
        <w:t>C</w:t>
      </w:r>
      <w:r>
        <w:t>’</w:t>
      </w:r>
      <w:r w:rsidR="00530790" w:rsidRPr="005D5566">
        <w:t>est le moment de rentrer</w:t>
      </w:r>
      <w:r>
        <w:t> !…</w:t>
      </w:r>
    </w:p>
    <w:p w14:paraId="577C0B14" w14:textId="77777777" w:rsidR="001C0413" w:rsidRDefault="00530790" w:rsidP="001C0413">
      <w:r w:rsidRPr="005D5566">
        <w:t>Il s</w:t>
      </w:r>
      <w:r w:rsidR="001C0413">
        <w:t>’</w:t>
      </w:r>
      <w:r w:rsidRPr="005D5566">
        <w:t>approcha de la mère et lui secoua la main</w:t>
      </w:r>
      <w:r w:rsidR="001C0413">
        <w:t> :</w:t>
      </w:r>
    </w:p>
    <w:p w14:paraId="47636940" w14:textId="77777777" w:rsidR="001C0413" w:rsidRDefault="001C0413" w:rsidP="001C0413">
      <w:r>
        <w:t>— </w:t>
      </w:r>
      <w:r w:rsidR="00530790" w:rsidRPr="005D5566">
        <w:t>Adieu</w:t>
      </w:r>
      <w:r>
        <w:t xml:space="preserve">, </w:t>
      </w:r>
      <w:r w:rsidR="00530790" w:rsidRPr="005D5566">
        <w:t>petite mère</w:t>
      </w:r>
      <w:r>
        <w:t xml:space="preserve"> ! </w:t>
      </w:r>
      <w:r w:rsidR="00530790" w:rsidRPr="005D5566">
        <w:t>Peut-être ne nous reverrons-nous jamais</w:t>
      </w:r>
      <w:r>
        <w:t xml:space="preserve">… </w:t>
      </w:r>
      <w:r w:rsidR="00530790" w:rsidRPr="005D5566">
        <w:t>Je dois vous dire que cela m</w:t>
      </w:r>
      <w:r>
        <w:t>’</w:t>
      </w:r>
      <w:r w:rsidR="00530790" w:rsidRPr="005D5566">
        <w:t>a été agréable de faire votre connaissance et de vous écouter</w:t>
      </w:r>
      <w:r>
        <w:t xml:space="preserve">… </w:t>
      </w:r>
      <w:r w:rsidR="00530790" w:rsidRPr="005D5566">
        <w:t>oui</w:t>
      </w:r>
      <w:r>
        <w:t xml:space="preserve">, </w:t>
      </w:r>
      <w:r w:rsidR="00530790" w:rsidRPr="005D5566">
        <w:t>très agréable</w:t>
      </w:r>
      <w:r>
        <w:t xml:space="preserve"> ! </w:t>
      </w:r>
      <w:r w:rsidR="00530790" w:rsidRPr="005D5566">
        <w:t>Y</w:t>
      </w:r>
      <w:r w:rsidR="00530790" w:rsidRPr="005D5566">
        <w:rPr>
          <w:rFonts w:cs="Courier New"/>
        </w:rPr>
        <w:t xml:space="preserve"> </w:t>
      </w:r>
      <w:r w:rsidR="00530790" w:rsidRPr="005D5566">
        <w:t>a-t-il autre chose que des livres dans la valise</w:t>
      </w:r>
      <w:r>
        <w:t xml:space="preserve"> ? </w:t>
      </w:r>
      <w:r w:rsidR="00530790" w:rsidRPr="005D5566">
        <w:t>Un châle de laine</w:t>
      </w:r>
      <w:r>
        <w:t xml:space="preserve"> ? </w:t>
      </w:r>
      <w:r w:rsidR="00530790" w:rsidRPr="005D5566">
        <w:t>Très bien</w:t>
      </w:r>
      <w:r>
        <w:rPr>
          <w:rFonts w:eastAsia="Georgia" w:cs="Georgia"/>
        </w:rPr>
        <w:t xml:space="preserve">… </w:t>
      </w:r>
      <w:r w:rsidR="00530790" w:rsidRPr="005D5566">
        <w:t>un châle de laine</w:t>
      </w:r>
      <w:r>
        <w:t xml:space="preserve">, </w:t>
      </w:r>
      <w:r w:rsidR="00530790" w:rsidRPr="005D5566">
        <w:t>tu entends</w:t>
      </w:r>
      <w:r>
        <w:t xml:space="preserve">, </w:t>
      </w:r>
      <w:r w:rsidR="00530790" w:rsidRPr="005D5566">
        <w:t>Stépane</w:t>
      </w:r>
      <w:r>
        <w:t xml:space="preserve"> ! </w:t>
      </w:r>
      <w:r w:rsidR="00530790" w:rsidRPr="005D5566">
        <w:t>Il va vous rapporter votre valise tout de suite</w:t>
      </w:r>
      <w:r>
        <w:t xml:space="preserve">… </w:t>
      </w:r>
      <w:r w:rsidR="00530790" w:rsidRPr="005D5566">
        <w:t>Allons</w:t>
      </w:r>
      <w:r>
        <w:t xml:space="preserve">, </w:t>
      </w:r>
      <w:r w:rsidR="00530790" w:rsidRPr="005D5566">
        <w:t>Stépane</w:t>
      </w:r>
      <w:r>
        <w:t xml:space="preserve"> ! </w:t>
      </w:r>
      <w:r w:rsidR="00530790" w:rsidRPr="005D5566">
        <w:t>Adieu</w:t>
      </w:r>
      <w:r>
        <w:t xml:space="preserve"> ! </w:t>
      </w:r>
      <w:r w:rsidR="00530790" w:rsidRPr="005D5566">
        <w:t>Portez-vous bien</w:t>
      </w:r>
      <w:r>
        <w:t> !</w:t>
      </w:r>
    </w:p>
    <w:p w14:paraId="10FFB17A" w14:textId="77777777" w:rsidR="001C0413" w:rsidRDefault="00530790" w:rsidP="001C0413">
      <w:r w:rsidRPr="005D5566">
        <w:t>Lorsqu</w:t>
      </w:r>
      <w:r w:rsidR="001C0413">
        <w:t>’</w:t>
      </w:r>
      <w:r w:rsidRPr="005D5566">
        <w:t>ils furent sortis</w:t>
      </w:r>
      <w:r w:rsidR="001C0413">
        <w:t xml:space="preserve">, </w:t>
      </w:r>
      <w:r w:rsidRPr="005D5566">
        <w:t>Tatiana prépara une couche poêle et dans la soupente et les arrangea sur le banc</w:t>
      </w:r>
      <w:r w:rsidR="001C0413">
        <w:t>.</w:t>
      </w:r>
    </w:p>
    <w:p w14:paraId="3D7C3C01" w14:textId="77777777" w:rsidR="001C0413" w:rsidRDefault="001C0413" w:rsidP="001C0413">
      <w:r>
        <w:t>— </w:t>
      </w:r>
      <w:r w:rsidR="00530790" w:rsidRPr="005D5566">
        <w:t>C</w:t>
      </w:r>
      <w:r>
        <w:t>’</w:t>
      </w:r>
      <w:r w:rsidR="00530790" w:rsidRPr="005D5566">
        <w:t>est un garçon déluré</w:t>
      </w:r>
      <w:r>
        <w:t xml:space="preserve"> ! </w:t>
      </w:r>
      <w:r w:rsidR="00530790" w:rsidRPr="005D5566">
        <w:t>dit la mère</w:t>
      </w:r>
      <w:r>
        <w:t>.</w:t>
      </w:r>
    </w:p>
    <w:p w14:paraId="1EF84053" w14:textId="77777777" w:rsidR="001C0413" w:rsidRDefault="00530790" w:rsidP="001C0413">
      <w:r w:rsidRPr="005D5566">
        <w:t>La jeune femme répondit en lui jetant un coup d</w:t>
      </w:r>
      <w:r w:rsidR="001C0413">
        <w:t>’</w:t>
      </w:r>
      <w:r w:rsidRPr="005D5566">
        <w:t>œil furtif</w:t>
      </w:r>
      <w:r w:rsidR="001C0413">
        <w:t> :</w:t>
      </w:r>
    </w:p>
    <w:p w14:paraId="09210C74" w14:textId="77777777" w:rsidR="001C0413" w:rsidRDefault="001C0413" w:rsidP="001C0413">
      <w:r>
        <w:t>— </w:t>
      </w:r>
      <w:r w:rsidR="00530790" w:rsidRPr="005D5566">
        <w:t>Il est léger</w:t>
      </w:r>
      <w:r>
        <w:t xml:space="preserve">… </w:t>
      </w:r>
      <w:r w:rsidR="00530790" w:rsidRPr="005D5566">
        <w:t>ça sonne</w:t>
      </w:r>
      <w:r>
        <w:t xml:space="preserve">, </w:t>
      </w:r>
      <w:r w:rsidR="00530790" w:rsidRPr="005D5566">
        <w:t>ça sonne</w:t>
      </w:r>
      <w:r>
        <w:t xml:space="preserve">, </w:t>
      </w:r>
      <w:r w:rsidR="00530790" w:rsidRPr="005D5566">
        <w:t>mais ça ne s</w:t>
      </w:r>
      <w:r>
        <w:t>’</w:t>
      </w:r>
      <w:r w:rsidR="00530790" w:rsidRPr="005D5566">
        <w:t>entend pas de loin</w:t>
      </w:r>
      <w:r>
        <w:t>…</w:t>
      </w:r>
    </w:p>
    <w:p w14:paraId="71CD82C2" w14:textId="77777777" w:rsidR="001C0413" w:rsidRDefault="001C0413" w:rsidP="001C0413">
      <w:r>
        <w:t>— </w:t>
      </w:r>
      <w:r w:rsidR="00530790" w:rsidRPr="005D5566">
        <w:t>Et votre mari</w:t>
      </w:r>
      <w:r>
        <w:t xml:space="preserve"> ? </w:t>
      </w:r>
      <w:r w:rsidR="00530790" w:rsidRPr="005D5566">
        <w:t>demanda la mère</w:t>
      </w:r>
      <w:r>
        <w:t>.</w:t>
      </w:r>
    </w:p>
    <w:p w14:paraId="4526725C" w14:textId="77777777" w:rsidR="001C0413" w:rsidRDefault="001C0413" w:rsidP="001C0413">
      <w:r>
        <w:lastRenderedPageBreak/>
        <w:t>— </w:t>
      </w:r>
      <w:r w:rsidR="00530790" w:rsidRPr="005D5566">
        <w:t>C</w:t>
      </w:r>
      <w:r>
        <w:t>’</w:t>
      </w:r>
      <w:r w:rsidR="00530790" w:rsidRPr="005D5566">
        <w:t>est un brave homme</w:t>
      </w:r>
      <w:r>
        <w:t xml:space="preserve">… </w:t>
      </w:r>
      <w:r w:rsidR="00530790" w:rsidRPr="005D5566">
        <w:t>il ne boit pas</w:t>
      </w:r>
      <w:r>
        <w:t xml:space="preserve">, </w:t>
      </w:r>
      <w:r w:rsidR="00530790" w:rsidRPr="005D5566">
        <w:t>nous nous accordons bien</w:t>
      </w:r>
      <w:r>
        <w:t xml:space="preserve">… </w:t>
      </w:r>
      <w:r w:rsidR="00530790" w:rsidRPr="005D5566">
        <w:t>Seulement</w:t>
      </w:r>
      <w:r>
        <w:t xml:space="preserve">, </w:t>
      </w:r>
      <w:r w:rsidR="00530790" w:rsidRPr="005D5566">
        <w:t>il est faible de caractère</w:t>
      </w:r>
      <w:r>
        <w:t>…</w:t>
      </w:r>
    </w:p>
    <w:p w14:paraId="2480474E" w14:textId="77777777" w:rsidR="001C0413" w:rsidRDefault="00530790" w:rsidP="001C0413">
      <w:r w:rsidRPr="005D5566">
        <w:t>Elle se redressa et reprit</w:t>
      </w:r>
      <w:r w:rsidR="001C0413">
        <w:t xml:space="preserve">, </w:t>
      </w:r>
      <w:r w:rsidRPr="005D5566">
        <w:t>après un silence</w:t>
      </w:r>
      <w:r w:rsidR="001C0413">
        <w:t> :</w:t>
      </w:r>
    </w:p>
    <w:p w14:paraId="6B520B66" w14:textId="77777777" w:rsidR="001C0413" w:rsidRDefault="001C0413" w:rsidP="001C0413">
      <w:r>
        <w:t>— </w:t>
      </w:r>
      <w:r w:rsidR="00530790" w:rsidRPr="005D5566">
        <w:t>Que faut-il faire</w:t>
      </w:r>
      <w:r>
        <w:t xml:space="preserve">, </w:t>
      </w:r>
      <w:r w:rsidR="00530790" w:rsidRPr="005D5566">
        <w:t>maintenant</w:t>
      </w:r>
      <w:r>
        <w:t xml:space="preserve"> ? </w:t>
      </w:r>
      <w:r w:rsidR="00530790" w:rsidRPr="005D5566">
        <w:t>Il faut soulever le peuple</w:t>
      </w:r>
      <w:r>
        <w:t xml:space="preserve"> ! </w:t>
      </w:r>
      <w:r w:rsidR="00530790" w:rsidRPr="005D5566">
        <w:t>C</w:t>
      </w:r>
      <w:r>
        <w:t>’</w:t>
      </w:r>
      <w:r w:rsidR="00530790" w:rsidRPr="005D5566">
        <w:t>est évident</w:t>
      </w:r>
      <w:r>
        <w:t xml:space="preserve"> ! </w:t>
      </w:r>
      <w:r w:rsidR="00530790" w:rsidRPr="005D5566">
        <w:t>Tout le monde y pense</w:t>
      </w:r>
      <w:r>
        <w:t xml:space="preserve">… </w:t>
      </w:r>
      <w:r w:rsidR="00530790" w:rsidRPr="005D5566">
        <w:t>mais chacun à part soi</w:t>
      </w:r>
      <w:r>
        <w:t xml:space="preserve">… </w:t>
      </w:r>
      <w:r w:rsidR="00530790" w:rsidRPr="005D5566">
        <w:t>et il faut qu</w:t>
      </w:r>
      <w:r>
        <w:t>’</w:t>
      </w:r>
      <w:r w:rsidR="00530790" w:rsidRPr="005D5566">
        <w:t>on en parle à haute voix</w:t>
      </w:r>
      <w:r>
        <w:rPr>
          <w:rFonts w:eastAsia="Georgia" w:cs="Georgia"/>
        </w:rPr>
        <w:t xml:space="preserve">… </w:t>
      </w:r>
      <w:r w:rsidR="00530790" w:rsidRPr="005D5566">
        <w:t>il faut qu</w:t>
      </w:r>
      <w:r>
        <w:t>’</w:t>
      </w:r>
      <w:r w:rsidR="00530790" w:rsidRPr="005D5566">
        <w:t>il y en ait un qui se décide à le faire</w:t>
      </w:r>
      <w:r>
        <w:t>…</w:t>
      </w:r>
    </w:p>
    <w:p w14:paraId="312D2431" w14:textId="77777777" w:rsidR="001C0413" w:rsidRDefault="00530790" w:rsidP="001C0413">
      <w:r w:rsidRPr="005D5566">
        <w:t>Elle s</w:t>
      </w:r>
      <w:r w:rsidR="001C0413">
        <w:t>’</w:t>
      </w:r>
      <w:r w:rsidRPr="005D5566">
        <w:t>assit et demanda tout d</w:t>
      </w:r>
      <w:r w:rsidR="001C0413">
        <w:t>’</w:t>
      </w:r>
      <w:r w:rsidRPr="005D5566">
        <w:t>un coup</w:t>
      </w:r>
      <w:r w:rsidR="001C0413">
        <w:t> :</w:t>
      </w:r>
    </w:p>
    <w:p w14:paraId="3A22F4A4" w14:textId="77777777" w:rsidR="001C0413" w:rsidRDefault="001C0413" w:rsidP="001C0413">
      <w:r>
        <w:t>— </w:t>
      </w:r>
      <w:r w:rsidR="00530790" w:rsidRPr="005D5566">
        <w:t>Vous dites que même de jeunes et riches demoiselles s</w:t>
      </w:r>
      <w:r>
        <w:t>’</w:t>
      </w:r>
      <w:r w:rsidR="00530790" w:rsidRPr="005D5566">
        <w:t>occupent de ça</w:t>
      </w:r>
      <w:r>
        <w:t xml:space="preserve">, </w:t>
      </w:r>
      <w:r w:rsidR="00530790" w:rsidRPr="005D5566">
        <w:t>qu</w:t>
      </w:r>
      <w:r>
        <w:t>’</w:t>
      </w:r>
      <w:r w:rsidR="00530790" w:rsidRPr="005D5566">
        <w:t>elles vont faire des lectures aux ouvriers</w:t>
      </w:r>
      <w:r>
        <w:t xml:space="preserve">… </w:t>
      </w:r>
      <w:r w:rsidR="00530790" w:rsidRPr="005D5566">
        <w:t>Elles n</w:t>
      </w:r>
      <w:r>
        <w:t>’</w:t>
      </w:r>
      <w:r w:rsidR="00530790" w:rsidRPr="005D5566">
        <w:t>ont pas peur</w:t>
      </w:r>
      <w:r>
        <w:t xml:space="preserve">, </w:t>
      </w:r>
      <w:r w:rsidR="00530790" w:rsidRPr="005D5566">
        <w:t>ça ne les dégoûte pas</w:t>
      </w:r>
      <w:r>
        <w:t> ?</w:t>
      </w:r>
    </w:p>
    <w:p w14:paraId="06CF1828" w14:textId="77777777" w:rsidR="001C0413" w:rsidRDefault="00530790" w:rsidP="001C0413">
      <w:r w:rsidRPr="005D5566">
        <w:t>Et</w:t>
      </w:r>
      <w:r w:rsidR="001C0413">
        <w:t xml:space="preserve">, </w:t>
      </w:r>
      <w:r w:rsidRPr="005D5566">
        <w:t>après avoir attentivement écouté la réponse de la mère</w:t>
      </w:r>
      <w:r w:rsidR="001C0413">
        <w:t xml:space="preserve">, </w:t>
      </w:r>
      <w:r w:rsidRPr="005D5566">
        <w:t>elle poussa un profond soupir</w:t>
      </w:r>
      <w:r w:rsidR="001C0413">
        <w:t xml:space="preserve">, </w:t>
      </w:r>
      <w:r w:rsidRPr="005D5566">
        <w:t>puis reprit en baissant les paupières</w:t>
      </w:r>
      <w:r w:rsidR="001C0413">
        <w:t xml:space="preserve">, </w:t>
      </w:r>
      <w:r w:rsidRPr="005D5566">
        <w:t>en dodelinant de la tête</w:t>
      </w:r>
      <w:r w:rsidR="001C0413">
        <w:t> :</w:t>
      </w:r>
    </w:p>
    <w:p w14:paraId="5DC372D1" w14:textId="77777777" w:rsidR="001C0413" w:rsidRDefault="001C0413" w:rsidP="001C0413">
      <w:r>
        <w:t>— </w:t>
      </w:r>
      <w:r w:rsidR="00530790" w:rsidRPr="005D5566">
        <w:t>J</w:t>
      </w:r>
      <w:r>
        <w:t>’</w:t>
      </w:r>
      <w:r w:rsidR="00530790" w:rsidRPr="005D5566">
        <w:t>ai lu une fois dans un livre que la vie n</w:t>
      </w:r>
      <w:r>
        <w:t>’</w:t>
      </w:r>
      <w:r w:rsidR="00530790" w:rsidRPr="005D5566">
        <w:t>a pas de sens</w:t>
      </w:r>
      <w:r>
        <w:t xml:space="preserve">… </w:t>
      </w:r>
      <w:r w:rsidR="00530790" w:rsidRPr="005D5566">
        <w:t>Cela</w:t>
      </w:r>
      <w:r>
        <w:t xml:space="preserve">, </w:t>
      </w:r>
      <w:r w:rsidR="00530790" w:rsidRPr="005D5566">
        <w:t>je l</w:t>
      </w:r>
      <w:r>
        <w:t>’</w:t>
      </w:r>
      <w:r w:rsidR="00530790" w:rsidRPr="005D5566">
        <w:t>ai compris du coup</w:t>
      </w:r>
      <w:r>
        <w:t xml:space="preserve"> ! </w:t>
      </w:r>
      <w:r w:rsidR="00530790" w:rsidRPr="005D5566">
        <w:t>Je sais ce que c</w:t>
      </w:r>
      <w:r>
        <w:t>’</w:t>
      </w:r>
      <w:r w:rsidR="00530790" w:rsidRPr="005D5566">
        <w:t>est que cette vie-là</w:t>
      </w:r>
      <w:r>
        <w:t xml:space="preserve"> : </w:t>
      </w:r>
      <w:r w:rsidR="00530790" w:rsidRPr="005D5566">
        <w:t>on a des pensées</w:t>
      </w:r>
      <w:r>
        <w:t xml:space="preserve">, </w:t>
      </w:r>
      <w:r w:rsidR="00530790" w:rsidRPr="005D5566">
        <w:t>mais elles sont détachées</w:t>
      </w:r>
      <w:r>
        <w:t xml:space="preserve">, </w:t>
      </w:r>
      <w:r w:rsidR="00530790" w:rsidRPr="005D5566">
        <w:t>elles rôdent</w:t>
      </w:r>
      <w:r>
        <w:t xml:space="preserve">, </w:t>
      </w:r>
      <w:r w:rsidR="00530790" w:rsidRPr="005D5566">
        <w:t>elles rôdent comme des moutons stupides sans berger</w:t>
      </w:r>
      <w:r>
        <w:t xml:space="preserve">… </w:t>
      </w:r>
      <w:r w:rsidR="00530790" w:rsidRPr="005D5566">
        <w:t>elles rôdent</w:t>
      </w:r>
      <w:r>
        <w:t xml:space="preserve">… </w:t>
      </w:r>
      <w:r w:rsidR="00530790" w:rsidRPr="005D5566">
        <w:t>il n</w:t>
      </w:r>
      <w:r>
        <w:t>’</w:t>
      </w:r>
      <w:r w:rsidR="00530790" w:rsidRPr="005D5566">
        <w:t>y a rien ni personne qui les rassemble</w:t>
      </w:r>
      <w:r>
        <w:t xml:space="preserve">… </w:t>
      </w:r>
      <w:r w:rsidR="00530790" w:rsidRPr="005D5566">
        <w:t>on ne sait pas ce qu</w:t>
      </w:r>
      <w:r>
        <w:t>’</w:t>
      </w:r>
      <w:r w:rsidR="00530790" w:rsidRPr="005D5566">
        <w:t>il faut faire</w:t>
      </w:r>
      <w:r>
        <w:t xml:space="preserve"> ! </w:t>
      </w:r>
      <w:r w:rsidR="00530790" w:rsidRPr="005D5566">
        <w:t>Voilà ce que c</w:t>
      </w:r>
      <w:r>
        <w:t>’</w:t>
      </w:r>
      <w:r w:rsidR="00530790" w:rsidRPr="005D5566">
        <w:t>est qu</w:t>
      </w:r>
      <w:r>
        <w:t>’</w:t>
      </w:r>
      <w:r w:rsidR="00530790" w:rsidRPr="005D5566">
        <w:t>une vie qui n</w:t>
      </w:r>
      <w:r>
        <w:t>’</w:t>
      </w:r>
      <w:r w:rsidR="00530790" w:rsidRPr="005D5566">
        <w:t>a pas de sens</w:t>
      </w:r>
      <w:r>
        <w:t xml:space="preserve">. </w:t>
      </w:r>
      <w:r w:rsidR="00530790" w:rsidRPr="005D5566">
        <w:t>Je voudrais m</w:t>
      </w:r>
      <w:r>
        <w:t>’</w:t>
      </w:r>
      <w:r w:rsidR="00530790" w:rsidRPr="005D5566">
        <w:t>enfuir loin d</w:t>
      </w:r>
      <w:r>
        <w:t>’</w:t>
      </w:r>
      <w:r w:rsidR="00530790" w:rsidRPr="005D5566">
        <w:t>elle</w:t>
      </w:r>
      <w:r>
        <w:t xml:space="preserve">, </w:t>
      </w:r>
      <w:r w:rsidR="00530790" w:rsidRPr="005D5566">
        <w:t>sans même regarder en arrière</w:t>
      </w:r>
      <w:r>
        <w:t xml:space="preserve">… </w:t>
      </w:r>
      <w:r w:rsidR="00530790" w:rsidRPr="005D5566">
        <w:t>on est si malheureux quand on comprend tant soit peu</w:t>
      </w:r>
      <w:r>
        <w:t>…</w:t>
      </w:r>
    </w:p>
    <w:p w14:paraId="0449C2EF" w14:textId="77777777" w:rsidR="001C0413" w:rsidRDefault="00530790" w:rsidP="001C0413">
      <w:r w:rsidRPr="005D5566">
        <w:t>La mère voyait cette douleur dans l</w:t>
      </w:r>
      <w:r w:rsidR="001C0413">
        <w:t>’</w:t>
      </w:r>
      <w:r w:rsidRPr="005D5566">
        <w:t>éclat des yeux verts de la jeune femme</w:t>
      </w:r>
      <w:r w:rsidR="001C0413">
        <w:t xml:space="preserve">, </w:t>
      </w:r>
      <w:r w:rsidRPr="005D5566">
        <w:t>sur son visage maigre</w:t>
      </w:r>
      <w:r w:rsidR="001C0413">
        <w:t xml:space="preserve"> ; </w:t>
      </w:r>
      <w:r w:rsidRPr="005D5566">
        <w:t>elle l</w:t>
      </w:r>
      <w:r w:rsidR="001C0413">
        <w:t>’</w:t>
      </w:r>
      <w:r w:rsidRPr="005D5566">
        <w:t>entendait</w:t>
      </w:r>
      <w:r w:rsidR="001C0413">
        <w:t xml:space="preserve">, </w:t>
      </w:r>
      <w:r w:rsidRPr="005D5566">
        <w:t>tinter dans sa voix</w:t>
      </w:r>
      <w:r w:rsidR="001C0413">
        <w:t xml:space="preserve">. </w:t>
      </w:r>
      <w:r w:rsidRPr="005D5566">
        <w:t>Elle voulut la consoler</w:t>
      </w:r>
      <w:r w:rsidR="001C0413">
        <w:t xml:space="preserve">, </w:t>
      </w:r>
      <w:r w:rsidRPr="005D5566">
        <w:t>l</w:t>
      </w:r>
      <w:r w:rsidR="001C0413">
        <w:t>’</w:t>
      </w:r>
      <w:r w:rsidRPr="005D5566">
        <w:t>apaiser</w:t>
      </w:r>
      <w:r w:rsidR="001C0413">
        <w:t>…</w:t>
      </w:r>
    </w:p>
    <w:p w14:paraId="3F6B0208" w14:textId="77777777" w:rsidR="001C0413" w:rsidRDefault="001C0413" w:rsidP="001C0413">
      <w:r>
        <w:t>— </w:t>
      </w:r>
      <w:r w:rsidR="00530790" w:rsidRPr="005D5566">
        <w:t>Mais vous</w:t>
      </w:r>
      <w:r>
        <w:t xml:space="preserve">, </w:t>
      </w:r>
      <w:r w:rsidR="00530790" w:rsidRPr="005D5566">
        <w:t>ma chérie</w:t>
      </w:r>
      <w:r>
        <w:t xml:space="preserve">, </w:t>
      </w:r>
      <w:r w:rsidR="00530790" w:rsidRPr="005D5566">
        <w:t>vous comprenez ce qu</w:t>
      </w:r>
      <w:r>
        <w:t>’</w:t>
      </w:r>
      <w:r w:rsidR="00530790" w:rsidRPr="005D5566">
        <w:t>il faut faire</w:t>
      </w:r>
      <w:r>
        <w:t>…</w:t>
      </w:r>
    </w:p>
    <w:p w14:paraId="50536A7F" w14:textId="77777777" w:rsidR="001C0413" w:rsidRDefault="00530790" w:rsidP="001C0413">
      <w:r w:rsidRPr="005D5566">
        <w:lastRenderedPageBreak/>
        <w:t>Tatiana l</w:t>
      </w:r>
      <w:r w:rsidR="001C0413">
        <w:t>’</w:t>
      </w:r>
      <w:r w:rsidRPr="005D5566">
        <w:t>interrompit doucement</w:t>
      </w:r>
      <w:r w:rsidR="001C0413">
        <w:t> :</w:t>
      </w:r>
    </w:p>
    <w:p w14:paraId="6D662591" w14:textId="77777777" w:rsidR="001C0413" w:rsidRDefault="001C0413" w:rsidP="001C0413">
      <w:r>
        <w:t>— </w:t>
      </w:r>
      <w:r w:rsidR="00530790" w:rsidRPr="005D5566">
        <w:t>Il faut savoir comment faire</w:t>
      </w:r>
      <w:r>
        <w:t xml:space="preserve">… </w:t>
      </w:r>
      <w:r w:rsidR="00530790" w:rsidRPr="005D5566">
        <w:t>Votre lit est prêt</w:t>
      </w:r>
      <w:r>
        <w:t xml:space="preserve">… </w:t>
      </w:r>
      <w:r w:rsidR="00530790" w:rsidRPr="005D5566">
        <w:t>couchez-vous</w:t>
      </w:r>
      <w:r>
        <w:t> !</w:t>
      </w:r>
    </w:p>
    <w:p w14:paraId="0822C61B" w14:textId="77777777" w:rsidR="001C0413" w:rsidRDefault="00530790" w:rsidP="001C0413">
      <w:r w:rsidRPr="005D5566">
        <w:t>Et elle alla vers le poêle</w:t>
      </w:r>
      <w:r w:rsidR="001C0413">
        <w:t xml:space="preserve">, </w:t>
      </w:r>
      <w:r w:rsidRPr="005D5566">
        <w:t>grave et concentrée</w:t>
      </w:r>
      <w:r w:rsidR="001C0413">
        <w:t xml:space="preserve">… </w:t>
      </w:r>
      <w:r w:rsidRPr="005D5566">
        <w:t>Sans se dévêtir</w:t>
      </w:r>
      <w:r w:rsidR="001C0413">
        <w:t xml:space="preserve">, </w:t>
      </w:r>
      <w:r w:rsidRPr="005D5566">
        <w:t>la mère se coucha</w:t>
      </w:r>
      <w:r w:rsidR="001C0413">
        <w:t xml:space="preserve"> ; </w:t>
      </w:r>
      <w:r w:rsidRPr="005D5566">
        <w:t>ses os brisés de fatigue la faisaient souffrir</w:t>
      </w:r>
      <w:r w:rsidR="001C0413">
        <w:t xml:space="preserve"> ; </w:t>
      </w:r>
      <w:r w:rsidRPr="005D5566">
        <w:t>elle poussa un faible gémissement</w:t>
      </w:r>
      <w:r w:rsidR="001C0413">
        <w:t xml:space="preserve">. </w:t>
      </w:r>
      <w:r w:rsidRPr="005D5566">
        <w:t>Tatiana éteignit la lampe</w:t>
      </w:r>
      <w:r w:rsidR="001C0413">
        <w:t xml:space="preserve">. </w:t>
      </w:r>
      <w:r w:rsidRPr="005D5566">
        <w:t>Lorsque la chaumière se fut remplie de ténèbres</w:t>
      </w:r>
      <w:r w:rsidR="001C0413">
        <w:t xml:space="preserve">, </w:t>
      </w:r>
      <w:r w:rsidRPr="005D5566">
        <w:t>sa voix basse et égale résonna de nouveau</w:t>
      </w:r>
      <w:r w:rsidR="001C0413">
        <w:t> :</w:t>
      </w:r>
    </w:p>
    <w:p w14:paraId="37CBBD9F" w14:textId="77777777" w:rsidR="001C0413" w:rsidRDefault="001C0413" w:rsidP="001C0413">
      <w:r>
        <w:t>— </w:t>
      </w:r>
      <w:r w:rsidR="00530790" w:rsidRPr="005D5566">
        <w:t>Vous ne priez pas</w:t>
      </w:r>
      <w:r>
        <w:t xml:space="preserve">… </w:t>
      </w:r>
      <w:r w:rsidR="00530790" w:rsidRPr="005D5566">
        <w:t>Moi aussi</w:t>
      </w:r>
      <w:r>
        <w:t xml:space="preserve">, </w:t>
      </w:r>
      <w:r w:rsidR="00530790" w:rsidRPr="005D5566">
        <w:t>je crois qu</w:t>
      </w:r>
      <w:r>
        <w:t>’</w:t>
      </w:r>
      <w:r w:rsidR="00530790" w:rsidRPr="005D5566">
        <w:t>il n</w:t>
      </w:r>
      <w:r>
        <w:t>’</w:t>
      </w:r>
      <w:r w:rsidR="00530790" w:rsidRPr="005D5566">
        <w:t>y a pas de Dieu</w:t>
      </w:r>
      <w:r>
        <w:t xml:space="preserve">, </w:t>
      </w:r>
      <w:r w:rsidR="00530790" w:rsidRPr="005D5566">
        <w:t>ni de miracles</w:t>
      </w:r>
      <w:r>
        <w:t xml:space="preserve">. </w:t>
      </w:r>
      <w:r w:rsidR="00530790" w:rsidRPr="005D5566">
        <w:t>Tout cela a été inventé pour effrayer</w:t>
      </w:r>
      <w:r>
        <w:t xml:space="preserve">, </w:t>
      </w:r>
      <w:r w:rsidR="00530790" w:rsidRPr="005D5566">
        <w:t>parce que nous sommes bêtes</w:t>
      </w:r>
      <w:r>
        <w:t>…</w:t>
      </w:r>
    </w:p>
    <w:p w14:paraId="27379183" w14:textId="77777777" w:rsidR="001C0413" w:rsidRDefault="00530790" w:rsidP="001C0413">
      <w:r w:rsidRPr="005D5566">
        <w:t>La mère s</w:t>
      </w:r>
      <w:r w:rsidR="001C0413">
        <w:t>’</w:t>
      </w:r>
      <w:r w:rsidRPr="005D5566">
        <w:t>agita avec inquiétude sur sa couche</w:t>
      </w:r>
      <w:r w:rsidR="001C0413">
        <w:t xml:space="preserve"> ; </w:t>
      </w:r>
      <w:r w:rsidRPr="005D5566">
        <w:t>par la fenêtre</w:t>
      </w:r>
      <w:r w:rsidR="001C0413">
        <w:t xml:space="preserve">, </w:t>
      </w:r>
      <w:r w:rsidRPr="005D5566">
        <w:t>les ténèbres infinies la regardaient</w:t>
      </w:r>
      <w:r w:rsidR="001C0413">
        <w:t xml:space="preserve">, </w:t>
      </w:r>
      <w:r w:rsidRPr="005D5566">
        <w:t>et dans le silence</w:t>
      </w:r>
      <w:r w:rsidR="001C0413">
        <w:t xml:space="preserve">, </w:t>
      </w:r>
      <w:r w:rsidRPr="005D5566">
        <w:t>des frôlements</w:t>
      </w:r>
      <w:r w:rsidR="001C0413">
        <w:t xml:space="preserve">, </w:t>
      </w:r>
      <w:r w:rsidRPr="005D5566">
        <w:t>des bruits furtifs à peine perceptibles glissaient autour d</w:t>
      </w:r>
      <w:r w:rsidR="001C0413">
        <w:t>’</w:t>
      </w:r>
      <w:r w:rsidRPr="005D5566">
        <w:t>elle</w:t>
      </w:r>
      <w:r w:rsidR="001C0413">
        <w:t xml:space="preserve">. </w:t>
      </w:r>
      <w:r w:rsidRPr="005D5566">
        <w:t>Elle murmura d</w:t>
      </w:r>
      <w:r w:rsidR="001C0413">
        <w:t>’</w:t>
      </w:r>
      <w:r w:rsidRPr="005D5566">
        <w:t>une voix craintive</w:t>
      </w:r>
      <w:r w:rsidR="001C0413">
        <w:t> :</w:t>
      </w:r>
    </w:p>
    <w:p w14:paraId="478F18FF" w14:textId="77777777" w:rsidR="001C0413" w:rsidRDefault="001C0413" w:rsidP="001C0413">
      <w:r>
        <w:t>— </w:t>
      </w:r>
      <w:r w:rsidR="00530790" w:rsidRPr="005D5566">
        <w:t>Pour ce qui est de Dieu</w:t>
      </w:r>
      <w:r>
        <w:t xml:space="preserve">, </w:t>
      </w:r>
      <w:r w:rsidR="00530790" w:rsidRPr="005D5566">
        <w:t>je ne sais trop que dire</w:t>
      </w:r>
      <w:r>
        <w:t xml:space="preserve">… </w:t>
      </w:r>
      <w:r w:rsidR="00530790" w:rsidRPr="005D5566">
        <w:t>mais je crois en Jésus-Christ</w:t>
      </w:r>
      <w:r>
        <w:t xml:space="preserve">, </w:t>
      </w:r>
      <w:r w:rsidR="00530790" w:rsidRPr="005D5566">
        <w:t>je crois en ses paroles</w:t>
      </w:r>
      <w:r>
        <w:t> : – « </w:t>
      </w:r>
      <w:r w:rsidR="00530790" w:rsidRPr="005D5566">
        <w:t>Aime ton prochain comme toi-même</w:t>
      </w:r>
      <w:r>
        <w:t>… »</w:t>
      </w:r>
      <w:r w:rsidR="00530790" w:rsidRPr="005D5566">
        <w:t xml:space="preserve"> oui</w:t>
      </w:r>
      <w:r>
        <w:t xml:space="preserve">, </w:t>
      </w:r>
      <w:r w:rsidR="00530790" w:rsidRPr="005D5566">
        <w:t>je crois en cela</w:t>
      </w:r>
      <w:r>
        <w:t>…</w:t>
      </w:r>
    </w:p>
    <w:p w14:paraId="4BDBD07A" w14:textId="77777777" w:rsidR="001C0413" w:rsidRDefault="00530790" w:rsidP="001C0413">
      <w:r w:rsidRPr="005D5566">
        <w:t>Et soudain</w:t>
      </w:r>
      <w:r w:rsidR="001C0413">
        <w:t xml:space="preserve">, </w:t>
      </w:r>
      <w:r w:rsidRPr="005D5566">
        <w:t>elle fit avec perplexité</w:t>
      </w:r>
      <w:r w:rsidR="001C0413">
        <w:t> :</w:t>
      </w:r>
    </w:p>
    <w:p w14:paraId="1CB15F47" w14:textId="77777777" w:rsidR="001C0413" w:rsidRDefault="001C0413" w:rsidP="001C0413">
      <w:r>
        <w:t>— </w:t>
      </w:r>
      <w:r w:rsidR="00530790" w:rsidRPr="005D5566">
        <w:t>Mais si Dieu existe</w:t>
      </w:r>
      <w:r>
        <w:t xml:space="preserve">, </w:t>
      </w:r>
      <w:r w:rsidR="00530790" w:rsidRPr="005D5566">
        <w:t>pourquoi nous a-t-il abandonnés</w:t>
      </w:r>
      <w:r>
        <w:t xml:space="preserve"> ? </w:t>
      </w:r>
      <w:r w:rsidR="00530790" w:rsidRPr="005D5566">
        <w:t>Pourquoi sa puissance miséricordieuse ne nous protège-t-elle pas</w:t>
      </w:r>
      <w:r>
        <w:t xml:space="preserve"> ? </w:t>
      </w:r>
      <w:r w:rsidR="00530790" w:rsidRPr="005D5566">
        <w:t>Pourquoi permet-il que le monde se partage en deux classes</w:t>
      </w:r>
      <w:r>
        <w:t xml:space="preserve"> ? </w:t>
      </w:r>
      <w:r w:rsidR="00530790" w:rsidRPr="005D5566">
        <w:t>Pourquoi permet-il les souffrances humaines</w:t>
      </w:r>
      <w:r>
        <w:t xml:space="preserve">, </w:t>
      </w:r>
      <w:r w:rsidR="00530790" w:rsidRPr="005D5566">
        <w:t>les tortures</w:t>
      </w:r>
      <w:r>
        <w:t xml:space="preserve">, </w:t>
      </w:r>
      <w:r w:rsidR="00530790" w:rsidRPr="005D5566">
        <w:t>les humiliations</w:t>
      </w:r>
      <w:r>
        <w:t xml:space="preserve">, </w:t>
      </w:r>
      <w:r w:rsidR="00530790" w:rsidRPr="005D5566">
        <w:t>le mal et les férocités de toutes sortes</w:t>
      </w:r>
      <w:r>
        <w:t> ?</w:t>
      </w:r>
    </w:p>
    <w:p w14:paraId="4463E06E" w14:textId="77777777" w:rsidR="001C0413" w:rsidRDefault="00530790" w:rsidP="001C0413">
      <w:r w:rsidRPr="005D5566">
        <w:t>Tatiana garda le silence</w:t>
      </w:r>
      <w:r w:rsidR="001C0413">
        <w:t xml:space="preserve">. </w:t>
      </w:r>
      <w:r w:rsidRPr="005D5566">
        <w:t>Dans l</w:t>
      </w:r>
      <w:r w:rsidR="001C0413">
        <w:t>’</w:t>
      </w:r>
      <w:r w:rsidRPr="005D5566">
        <w:t>ombre</w:t>
      </w:r>
      <w:r w:rsidR="001C0413">
        <w:t xml:space="preserve">, </w:t>
      </w:r>
      <w:r w:rsidRPr="005D5566">
        <w:t>la mère apercevait les contours vagues de sa silhouette droite</w:t>
      </w:r>
      <w:r w:rsidR="001C0413">
        <w:t xml:space="preserve">, </w:t>
      </w:r>
      <w:r w:rsidRPr="005D5566">
        <w:t>dessinée en gris sur le fond noir du poêle</w:t>
      </w:r>
      <w:r w:rsidR="001C0413">
        <w:t xml:space="preserve">. </w:t>
      </w:r>
      <w:r w:rsidRPr="005D5566">
        <w:t>La jeune femme était immobile</w:t>
      </w:r>
      <w:r w:rsidR="001C0413">
        <w:t xml:space="preserve">. </w:t>
      </w:r>
      <w:r w:rsidRPr="005D5566">
        <w:t>Pélaguée ferma les yeux</w:t>
      </w:r>
      <w:r w:rsidR="001C0413">
        <w:t xml:space="preserve">, </w:t>
      </w:r>
      <w:r w:rsidRPr="005D5566">
        <w:t>tout angoissée</w:t>
      </w:r>
      <w:r w:rsidR="001C0413">
        <w:t>.</w:t>
      </w:r>
    </w:p>
    <w:p w14:paraId="5C989E06" w14:textId="77777777" w:rsidR="001C0413" w:rsidRDefault="00530790" w:rsidP="001C0413">
      <w:r w:rsidRPr="005D5566">
        <w:lastRenderedPageBreak/>
        <w:t>Soudain</w:t>
      </w:r>
      <w:r w:rsidR="001C0413">
        <w:t xml:space="preserve">, </w:t>
      </w:r>
      <w:r w:rsidRPr="005D5566">
        <w:t>une voix froide et gémissante résonna</w:t>
      </w:r>
      <w:r w:rsidR="001C0413">
        <w:t> :</w:t>
      </w:r>
    </w:p>
    <w:p w14:paraId="3FE33300" w14:textId="77777777" w:rsidR="001C0413" w:rsidRDefault="001C0413" w:rsidP="001C0413">
      <w:r>
        <w:t>— </w:t>
      </w:r>
      <w:r w:rsidR="00530790" w:rsidRPr="005D5566">
        <w:t>Jamais je ne pardonnerai la mort de mes enfants ni à Dieu ni aux hommes</w:t>
      </w:r>
      <w:r>
        <w:t xml:space="preserve">… </w:t>
      </w:r>
      <w:r w:rsidR="00530790" w:rsidRPr="005D5566">
        <w:t>jamais</w:t>
      </w:r>
      <w:r>
        <w:t> !</w:t>
      </w:r>
    </w:p>
    <w:p w14:paraId="4A4BA773" w14:textId="77777777" w:rsidR="001C0413" w:rsidRDefault="00530790" w:rsidP="001C0413">
      <w:r w:rsidRPr="005D5566">
        <w:t>La mère se mit sur son séant</w:t>
      </w:r>
      <w:r w:rsidR="001C0413">
        <w:t xml:space="preserve"> ; </w:t>
      </w:r>
      <w:r w:rsidRPr="005D5566">
        <w:t xml:space="preserve">la profondeur de cette douleur </w:t>
      </w:r>
      <w:r>
        <w:t>l</w:t>
      </w:r>
      <w:r w:rsidRPr="005D5566">
        <w:t>a saisit</w:t>
      </w:r>
      <w:r w:rsidR="001C0413">
        <w:t> :</w:t>
      </w:r>
    </w:p>
    <w:p w14:paraId="3531BB73" w14:textId="77777777" w:rsidR="001C0413" w:rsidRDefault="001C0413" w:rsidP="001C0413">
      <w:r>
        <w:t>— </w:t>
      </w:r>
      <w:r w:rsidR="00530790" w:rsidRPr="005D5566">
        <w:t>Vous êtes jeune</w:t>
      </w:r>
      <w:r>
        <w:t xml:space="preserve">, </w:t>
      </w:r>
      <w:r w:rsidR="00530790" w:rsidRPr="005D5566">
        <w:t>vous aurez encore des enfants</w:t>
      </w:r>
      <w:r>
        <w:t xml:space="preserve"> ! </w:t>
      </w:r>
      <w:r w:rsidR="00530790" w:rsidRPr="005D5566">
        <w:t>dit-elle doucement</w:t>
      </w:r>
      <w:r>
        <w:t>.</w:t>
      </w:r>
    </w:p>
    <w:p w14:paraId="6C2E345C" w14:textId="77777777" w:rsidR="001C0413" w:rsidRDefault="00530790" w:rsidP="001C0413">
      <w:r w:rsidRPr="005D5566">
        <w:t>Après un silence</w:t>
      </w:r>
      <w:r w:rsidR="001C0413">
        <w:t xml:space="preserve">, </w:t>
      </w:r>
      <w:r w:rsidRPr="005D5566">
        <w:t>la femme chuchota</w:t>
      </w:r>
      <w:r w:rsidR="001C0413">
        <w:t> :</w:t>
      </w:r>
    </w:p>
    <w:p w14:paraId="46BCA0BC" w14:textId="77777777" w:rsidR="001C0413" w:rsidRDefault="001C0413" w:rsidP="001C0413">
      <w:r>
        <w:t>— </w:t>
      </w:r>
      <w:r w:rsidR="00530790" w:rsidRPr="005D5566">
        <w:t>Non</w:t>
      </w:r>
      <w:r>
        <w:t xml:space="preserve"> ! </w:t>
      </w:r>
      <w:r w:rsidR="00530790" w:rsidRPr="005D5566">
        <w:t>Le médecin a dit que je n</w:t>
      </w:r>
      <w:r>
        <w:t>’</w:t>
      </w:r>
      <w:r w:rsidR="00530790" w:rsidRPr="005D5566">
        <w:t>en aurais plus jamais</w:t>
      </w:r>
      <w:r>
        <w:t>…</w:t>
      </w:r>
    </w:p>
    <w:p w14:paraId="3A8D101B" w14:textId="77777777" w:rsidR="001C0413" w:rsidRDefault="00530790" w:rsidP="001C0413">
      <w:r w:rsidRPr="005D5566">
        <w:t>Une souris courut sur le sol</w:t>
      </w:r>
      <w:r w:rsidR="001C0413">
        <w:t xml:space="preserve">. </w:t>
      </w:r>
      <w:r w:rsidRPr="005D5566">
        <w:t>Un craquement sec et bruyant déchira l</w:t>
      </w:r>
      <w:r w:rsidR="001C0413">
        <w:t>’</w:t>
      </w:r>
      <w:r w:rsidRPr="005D5566">
        <w:t>immobilité du silence</w:t>
      </w:r>
      <w:r w:rsidR="001C0413">
        <w:t xml:space="preserve">, </w:t>
      </w:r>
      <w:r w:rsidRPr="005D5566">
        <w:t>et de nouveau on entendit distinctement les frôlements et le bruissement de la pluie sur le chaume</w:t>
      </w:r>
      <w:r w:rsidR="001C0413">
        <w:t xml:space="preserve">, </w:t>
      </w:r>
      <w:r w:rsidRPr="005D5566">
        <w:t>caressé comme par des doigts menus et tremblants</w:t>
      </w:r>
      <w:r w:rsidR="001C0413">
        <w:t xml:space="preserve">. </w:t>
      </w:r>
      <w:r w:rsidRPr="005D5566">
        <w:t>Les gouttes de pluie tombaient tristement sur la terre et rythmaient le cours de cette lente nuit d</w:t>
      </w:r>
      <w:r w:rsidR="001C0413">
        <w:t>’</w:t>
      </w:r>
      <w:r w:rsidRPr="005D5566">
        <w:t>automne</w:t>
      </w:r>
      <w:r w:rsidR="001C0413">
        <w:t>…</w:t>
      </w:r>
    </w:p>
    <w:p w14:paraId="7E266680" w14:textId="77777777" w:rsidR="001C0413" w:rsidRDefault="00530790" w:rsidP="001C0413">
      <w:r w:rsidRPr="005D5566">
        <w:t>Dans une lourde somnolence</w:t>
      </w:r>
      <w:r w:rsidR="001C0413">
        <w:t xml:space="preserve">, </w:t>
      </w:r>
      <w:r w:rsidRPr="005D5566">
        <w:t>la mère entendit des pas sourds résonner au dehors</w:t>
      </w:r>
      <w:r w:rsidR="001C0413">
        <w:t xml:space="preserve">, </w:t>
      </w:r>
      <w:r w:rsidRPr="005D5566">
        <w:t>puis dans le corridor</w:t>
      </w:r>
      <w:r w:rsidR="001C0413">
        <w:t xml:space="preserve">. </w:t>
      </w:r>
      <w:r w:rsidRPr="005D5566">
        <w:t>La porte s</w:t>
      </w:r>
      <w:r w:rsidR="001C0413">
        <w:t>’</w:t>
      </w:r>
      <w:r w:rsidRPr="005D5566">
        <w:t>ouvrit doucement</w:t>
      </w:r>
      <w:r w:rsidR="001C0413">
        <w:t xml:space="preserve">, </w:t>
      </w:r>
      <w:r w:rsidRPr="005D5566">
        <w:t>une exclamation étouffée se fit entendre</w:t>
      </w:r>
      <w:r w:rsidR="001C0413">
        <w:t> :</w:t>
      </w:r>
    </w:p>
    <w:p w14:paraId="3D542960" w14:textId="77777777" w:rsidR="001C0413" w:rsidRDefault="001C0413" w:rsidP="001C0413">
      <w:r>
        <w:t>— </w:t>
      </w:r>
      <w:r w:rsidR="00530790" w:rsidRPr="005D5566">
        <w:t>Tatiana</w:t>
      </w:r>
      <w:r>
        <w:t xml:space="preserve">… </w:t>
      </w:r>
      <w:r w:rsidR="00530790" w:rsidRPr="005D5566">
        <w:t>tu es couchée</w:t>
      </w:r>
      <w:r>
        <w:t> ?</w:t>
      </w:r>
    </w:p>
    <w:p w14:paraId="5E7C6497" w14:textId="77777777" w:rsidR="001C0413" w:rsidRDefault="001C0413" w:rsidP="001C0413">
      <w:r>
        <w:t>— </w:t>
      </w:r>
      <w:r w:rsidR="00530790" w:rsidRPr="005D5566">
        <w:t>Non</w:t>
      </w:r>
      <w:r>
        <w:t>.</w:t>
      </w:r>
    </w:p>
    <w:p w14:paraId="616AFD5F" w14:textId="77777777" w:rsidR="001C0413" w:rsidRDefault="001C0413" w:rsidP="001C0413">
      <w:r>
        <w:t>— « </w:t>
      </w:r>
      <w:r w:rsidR="00530790" w:rsidRPr="005D5566">
        <w:t>Elle</w:t>
      </w:r>
      <w:r>
        <w:t> »</w:t>
      </w:r>
      <w:r w:rsidR="00530790" w:rsidRPr="005D5566">
        <w:t xml:space="preserve"> dort</w:t>
      </w:r>
      <w:r>
        <w:t> ?</w:t>
      </w:r>
    </w:p>
    <w:p w14:paraId="37EA7B41" w14:textId="77777777" w:rsidR="001C0413" w:rsidRDefault="001C0413" w:rsidP="001C0413">
      <w:r>
        <w:t>— </w:t>
      </w:r>
      <w:r w:rsidR="00530790" w:rsidRPr="005D5566">
        <w:t>Oui</w:t>
      </w:r>
      <w:r>
        <w:t xml:space="preserve">, </w:t>
      </w:r>
      <w:r w:rsidR="00530790" w:rsidRPr="005D5566">
        <w:t>je crois</w:t>
      </w:r>
      <w:r>
        <w:t>…</w:t>
      </w:r>
    </w:p>
    <w:p w14:paraId="13761B09" w14:textId="77777777" w:rsidR="001C0413" w:rsidRDefault="00530790" w:rsidP="001C0413">
      <w:r w:rsidRPr="005D5566">
        <w:t>Une clarté se fit</w:t>
      </w:r>
      <w:r w:rsidR="001C0413">
        <w:t xml:space="preserve">, </w:t>
      </w:r>
      <w:r w:rsidRPr="005D5566">
        <w:t>tremblota et se noya dans les ténèbres</w:t>
      </w:r>
      <w:r w:rsidR="001C0413">
        <w:t xml:space="preserve">. </w:t>
      </w:r>
      <w:r w:rsidRPr="005D5566">
        <w:t>Le paysan s</w:t>
      </w:r>
      <w:r w:rsidR="001C0413">
        <w:t>’</w:t>
      </w:r>
      <w:r w:rsidRPr="005D5566">
        <w:t>approcha de la couche de la mère et arrangea la pelisse qu</w:t>
      </w:r>
      <w:r w:rsidR="001C0413">
        <w:t>’</w:t>
      </w:r>
      <w:r w:rsidRPr="005D5566">
        <w:t>elle avait mise sur ses jambes</w:t>
      </w:r>
      <w:r w:rsidR="001C0413">
        <w:t xml:space="preserve">. </w:t>
      </w:r>
      <w:r w:rsidRPr="005D5566">
        <w:t>Cette attention toucha profondément Pélaguée</w:t>
      </w:r>
      <w:r w:rsidR="001C0413">
        <w:t xml:space="preserve"> ; </w:t>
      </w:r>
      <w:r w:rsidRPr="005D5566">
        <w:t>fermant de nouveau les yeux</w:t>
      </w:r>
      <w:r w:rsidR="001C0413">
        <w:t xml:space="preserve">, </w:t>
      </w:r>
      <w:r w:rsidRPr="005D5566">
        <w:lastRenderedPageBreak/>
        <w:t>elle sourit</w:t>
      </w:r>
      <w:r w:rsidR="001C0413">
        <w:t xml:space="preserve">. </w:t>
      </w:r>
      <w:r w:rsidRPr="005D5566">
        <w:t xml:space="preserve">Stépane se déshabilla sans bruit et grimpa dans </w:t>
      </w:r>
      <w:r>
        <w:t>l</w:t>
      </w:r>
      <w:r w:rsidRPr="005D5566">
        <w:t>a soupente</w:t>
      </w:r>
      <w:r w:rsidR="001C0413">
        <w:t>.</w:t>
      </w:r>
    </w:p>
    <w:p w14:paraId="23572454" w14:textId="77777777" w:rsidR="001C0413" w:rsidRDefault="00530790" w:rsidP="001C0413">
      <w:r w:rsidRPr="005D5566">
        <w:t>Tout en prêtant une oreille attentive aux oscillations paresseuses du silence somnolent</w:t>
      </w:r>
      <w:r w:rsidR="001C0413">
        <w:t xml:space="preserve">, </w:t>
      </w:r>
      <w:r w:rsidRPr="005D5566">
        <w:t>la mère restait immobile</w:t>
      </w:r>
      <w:r w:rsidR="001C0413">
        <w:t xml:space="preserve"> ; </w:t>
      </w:r>
      <w:r w:rsidRPr="005D5566">
        <w:t>devant elle</w:t>
      </w:r>
      <w:r w:rsidR="001C0413">
        <w:t xml:space="preserve">, </w:t>
      </w:r>
      <w:r w:rsidRPr="005D5566">
        <w:t>dans les ténèbres</w:t>
      </w:r>
      <w:r w:rsidR="001C0413">
        <w:t xml:space="preserve">, </w:t>
      </w:r>
      <w:r w:rsidRPr="005D5566">
        <w:t>le visage ensanglanté de Rybine se dessinait</w:t>
      </w:r>
      <w:r w:rsidR="001C0413">
        <w:t>…</w:t>
      </w:r>
    </w:p>
    <w:p w14:paraId="284867A4" w14:textId="77777777" w:rsidR="001C0413" w:rsidRDefault="00530790" w:rsidP="001C0413">
      <w:r w:rsidRPr="005D5566">
        <w:t>Un léger chuchotement lui arriva de la soupente</w:t>
      </w:r>
      <w:r w:rsidR="001C0413">
        <w:t>…</w:t>
      </w:r>
    </w:p>
    <w:p w14:paraId="71D608EA" w14:textId="77777777" w:rsidR="001C0413" w:rsidRDefault="001C0413" w:rsidP="001C0413">
      <w:r>
        <w:t>— </w:t>
      </w:r>
      <w:r w:rsidR="00530790" w:rsidRPr="005D5566">
        <w:t>Tu vois</w:t>
      </w:r>
      <w:r>
        <w:t xml:space="preserve">, </w:t>
      </w:r>
      <w:r w:rsidR="00530790" w:rsidRPr="005D5566">
        <w:t>regarde quelles gens se mettent à cet ouvrage</w:t>
      </w:r>
      <w:r>
        <w:t xml:space="preserve">, </w:t>
      </w:r>
      <w:r w:rsidR="00530790" w:rsidRPr="005D5566">
        <w:t>des gens déjà âgés</w:t>
      </w:r>
      <w:r>
        <w:t xml:space="preserve">, </w:t>
      </w:r>
      <w:r w:rsidR="00530790" w:rsidRPr="005D5566">
        <w:t>qui ont eu mille chagrins</w:t>
      </w:r>
      <w:r>
        <w:t xml:space="preserve">, </w:t>
      </w:r>
      <w:r w:rsidR="00530790" w:rsidRPr="005D5566">
        <w:t>qui ont travaillé</w:t>
      </w:r>
      <w:r>
        <w:t xml:space="preserve"> ; </w:t>
      </w:r>
      <w:r w:rsidR="00530790" w:rsidRPr="005D5566">
        <w:t>le moment serait venu de se reposer</w:t>
      </w:r>
      <w:r>
        <w:t xml:space="preserve">, </w:t>
      </w:r>
      <w:r w:rsidR="00530790" w:rsidRPr="005D5566">
        <w:t>mais eux</w:t>
      </w:r>
      <w:r>
        <w:t xml:space="preserve">, </w:t>
      </w:r>
      <w:r w:rsidR="00530790" w:rsidRPr="005D5566">
        <w:t>voilà ce qu</w:t>
      </w:r>
      <w:r>
        <w:t>’</w:t>
      </w:r>
      <w:r w:rsidR="00530790" w:rsidRPr="005D5566">
        <w:t>ils font</w:t>
      </w:r>
      <w:r>
        <w:t xml:space="preserve">… </w:t>
      </w:r>
      <w:r w:rsidR="00530790" w:rsidRPr="005D5566">
        <w:t>Et toi</w:t>
      </w:r>
      <w:r>
        <w:t xml:space="preserve">, </w:t>
      </w:r>
      <w:r w:rsidR="00530790" w:rsidRPr="005D5566">
        <w:t>Stépane</w:t>
      </w:r>
      <w:r>
        <w:t xml:space="preserve">… </w:t>
      </w:r>
      <w:r w:rsidR="00530790" w:rsidRPr="005D5566">
        <w:t>tu es jeune</w:t>
      </w:r>
      <w:r>
        <w:t xml:space="preserve">, </w:t>
      </w:r>
      <w:r w:rsidR="00530790" w:rsidRPr="005D5566">
        <w:t>tu es intelligent</w:t>
      </w:r>
      <w:r>
        <w:t xml:space="preserve">… </w:t>
      </w:r>
      <w:r w:rsidR="00530790" w:rsidRPr="005D5566">
        <w:t>ah</w:t>
      </w:r>
      <w:r>
        <w:t> !…</w:t>
      </w:r>
    </w:p>
    <w:p w14:paraId="7892BA8E" w14:textId="77777777" w:rsidR="001C0413" w:rsidRDefault="00530790" w:rsidP="001C0413">
      <w:r w:rsidRPr="005D5566">
        <w:t>La voix épaisse et humide de l</w:t>
      </w:r>
      <w:r w:rsidR="001C0413">
        <w:t>’</w:t>
      </w:r>
      <w:r w:rsidRPr="005D5566">
        <w:t>homme répondit</w:t>
      </w:r>
      <w:r w:rsidR="001C0413">
        <w:t> :</w:t>
      </w:r>
    </w:p>
    <w:p w14:paraId="4F506758" w14:textId="77777777" w:rsidR="001C0413" w:rsidRDefault="001C0413" w:rsidP="001C0413">
      <w:r>
        <w:t>— </w:t>
      </w:r>
      <w:r w:rsidR="00530790" w:rsidRPr="005D5566">
        <w:t>On ne peut pas s</w:t>
      </w:r>
      <w:r>
        <w:t>’</w:t>
      </w:r>
      <w:r w:rsidR="00530790" w:rsidRPr="005D5566">
        <w:t>engager dans une affaire pareille sans réfléchir</w:t>
      </w:r>
      <w:r>
        <w:t xml:space="preserve">… </w:t>
      </w:r>
      <w:r w:rsidR="00530790" w:rsidRPr="005D5566">
        <w:t>attends un peu</w:t>
      </w:r>
      <w:r>
        <w:t xml:space="preserve">… </w:t>
      </w:r>
      <w:r w:rsidR="00530790" w:rsidRPr="005D5566">
        <w:t>je connais ce refrain</w:t>
      </w:r>
      <w:r>
        <w:t>…</w:t>
      </w:r>
    </w:p>
    <w:p w14:paraId="4A2631C3" w14:textId="77777777" w:rsidR="001C0413" w:rsidRDefault="00530790" w:rsidP="001C0413">
      <w:r w:rsidRPr="005D5566">
        <w:t>Les sons moururent</w:t>
      </w:r>
      <w:r w:rsidR="001C0413">
        <w:t xml:space="preserve">, </w:t>
      </w:r>
      <w:r w:rsidRPr="005D5566">
        <w:t>puis résonnèrent de nouveau</w:t>
      </w:r>
      <w:r w:rsidR="001C0413">
        <w:t xml:space="preserve">. </w:t>
      </w:r>
      <w:r w:rsidRPr="005D5566">
        <w:t>Stépane dit</w:t>
      </w:r>
      <w:r w:rsidR="001C0413">
        <w:t> :</w:t>
      </w:r>
    </w:p>
    <w:p w14:paraId="3147C7C1" w14:textId="77777777" w:rsidR="001C0413" w:rsidRDefault="001C0413" w:rsidP="001C0413">
      <w:r>
        <w:t>— </w:t>
      </w:r>
      <w:r w:rsidR="00530790" w:rsidRPr="005D5566">
        <w:t>Voilà ce qu</w:t>
      </w:r>
      <w:r>
        <w:t>’</w:t>
      </w:r>
      <w:r w:rsidR="00530790" w:rsidRPr="005D5566">
        <w:t>il faut faire</w:t>
      </w:r>
      <w:r>
        <w:t xml:space="preserve"> : </w:t>
      </w:r>
      <w:r w:rsidR="00530790" w:rsidRPr="005D5566">
        <w:t>il faut</w:t>
      </w:r>
      <w:r>
        <w:t xml:space="preserve">, </w:t>
      </w:r>
      <w:r w:rsidR="00530790" w:rsidRPr="005D5566">
        <w:t>d</w:t>
      </w:r>
      <w:r>
        <w:t>’</w:t>
      </w:r>
      <w:r w:rsidR="00530790" w:rsidRPr="005D5566">
        <w:t>abord parler avec chaque paysan en particulier</w:t>
      </w:r>
      <w:r>
        <w:t xml:space="preserve">. </w:t>
      </w:r>
      <w:r w:rsidR="00530790" w:rsidRPr="005D5566">
        <w:t>Ainsi</w:t>
      </w:r>
      <w:r>
        <w:t xml:space="preserve">, </w:t>
      </w:r>
      <w:r w:rsidR="00530790" w:rsidRPr="005D5566">
        <w:t>par exemple</w:t>
      </w:r>
      <w:r>
        <w:t xml:space="preserve">, </w:t>
      </w:r>
      <w:r w:rsidR="00530790" w:rsidRPr="005D5566">
        <w:t>avec Alécha Makov</w:t>
      </w:r>
      <w:r>
        <w:t xml:space="preserve">… </w:t>
      </w:r>
      <w:r w:rsidR="00530790" w:rsidRPr="005D5566">
        <w:t>il est instruit</w:t>
      </w:r>
      <w:r>
        <w:t xml:space="preserve">, </w:t>
      </w:r>
      <w:r w:rsidR="00530790" w:rsidRPr="005D5566">
        <w:t>audacieux et irrité contre les autorités</w:t>
      </w:r>
      <w:r>
        <w:t xml:space="preserve">… </w:t>
      </w:r>
      <w:r w:rsidR="00530790" w:rsidRPr="005D5566">
        <w:t>avec Serge Chorine aussi</w:t>
      </w:r>
      <w:r>
        <w:t xml:space="preserve">, </w:t>
      </w:r>
      <w:r w:rsidR="00530790" w:rsidRPr="005D5566">
        <w:t>c</w:t>
      </w:r>
      <w:r>
        <w:t>’</w:t>
      </w:r>
      <w:r w:rsidR="00530790" w:rsidRPr="005D5566">
        <w:t>est un paysan sensé</w:t>
      </w:r>
      <w:r>
        <w:t xml:space="preserve">…, </w:t>
      </w:r>
      <w:r w:rsidR="00530790" w:rsidRPr="005D5566">
        <w:t>avec Kniazev</w:t>
      </w:r>
      <w:r>
        <w:t xml:space="preserve">, </w:t>
      </w:r>
      <w:r w:rsidR="00530790" w:rsidRPr="005D5566">
        <w:t>il est honnête et courageux</w:t>
      </w:r>
      <w:r>
        <w:t xml:space="preserve"> ! </w:t>
      </w:r>
      <w:r w:rsidR="00530790" w:rsidRPr="005D5566">
        <w:t>C</w:t>
      </w:r>
      <w:r>
        <w:t>’</w:t>
      </w:r>
      <w:r w:rsidR="00530790" w:rsidRPr="005D5566">
        <w:t>est assez pour commencer</w:t>
      </w:r>
      <w:r>
        <w:t xml:space="preserve"> !… </w:t>
      </w:r>
      <w:r w:rsidR="00530790" w:rsidRPr="005D5566">
        <w:t>Après</w:t>
      </w:r>
      <w:r>
        <w:t xml:space="preserve">, </w:t>
      </w:r>
      <w:r w:rsidR="00530790" w:rsidRPr="005D5566">
        <w:t>quand nous serons une petite bande</w:t>
      </w:r>
      <w:r>
        <w:t xml:space="preserve">, </w:t>
      </w:r>
      <w:r w:rsidR="00530790" w:rsidRPr="005D5566">
        <w:t>nous verrons</w:t>
      </w:r>
      <w:r>
        <w:t xml:space="preserve"> ! </w:t>
      </w:r>
      <w:r w:rsidR="00530790" w:rsidRPr="005D5566">
        <w:t>Il faut savoir comment retrouver cette femme</w:t>
      </w:r>
      <w:r>
        <w:t xml:space="preserve">… </w:t>
      </w:r>
      <w:r w:rsidR="00530790" w:rsidRPr="005D5566">
        <w:t>il faut se rapprocher des gens dont elle parlait</w:t>
      </w:r>
      <w:r>
        <w:t xml:space="preserve">… </w:t>
      </w:r>
      <w:r w:rsidR="00530790" w:rsidRPr="005D5566">
        <w:t>Je vais prendre ma hache et j</w:t>
      </w:r>
      <w:r>
        <w:t>’</w:t>
      </w:r>
      <w:r w:rsidR="00530790" w:rsidRPr="005D5566">
        <w:t>irai à la ville</w:t>
      </w:r>
      <w:r>
        <w:t xml:space="preserve">… </w:t>
      </w:r>
      <w:r w:rsidR="00530790" w:rsidRPr="005D5566">
        <w:t>tu diras que j</w:t>
      </w:r>
      <w:r>
        <w:t>’</w:t>
      </w:r>
      <w:r w:rsidR="00530790" w:rsidRPr="005D5566">
        <w:t>ai été gagner quelque argent en fendant du bois</w:t>
      </w:r>
      <w:r>
        <w:t xml:space="preserve">… </w:t>
      </w:r>
      <w:r w:rsidR="00530790" w:rsidRPr="005D5566">
        <w:t>Il faut prendre des précautions</w:t>
      </w:r>
      <w:r>
        <w:t xml:space="preserve">… </w:t>
      </w:r>
      <w:r w:rsidR="00530790" w:rsidRPr="005D5566">
        <w:t>Elle a raison quand elle dit que c</w:t>
      </w:r>
      <w:r>
        <w:t>’</w:t>
      </w:r>
      <w:r w:rsidR="00530790" w:rsidRPr="005D5566">
        <w:t>est l</w:t>
      </w:r>
      <w:r>
        <w:t>’</w:t>
      </w:r>
      <w:r w:rsidR="00530790" w:rsidRPr="005D5566">
        <w:t>homme lui-même qui doit fixer sa propre valeur</w:t>
      </w:r>
      <w:r>
        <w:t xml:space="preserve">… </w:t>
      </w:r>
      <w:r w:rsidR="00530790" w:rsidRPr="005D5566">
        <w:t>Et quand il s</w:t>
      </w:r>
      <w:r>
        <w:t>’</w:t>
      </w:r>
      <w:r w:rsidR="00530790" w:rsidRPr="005D5566">
        <w:t>agit d</w:t>
      </w:r>
      <w:r>
        <w:t>’</w:t>
      </w:r>
      <w:r w:rsidR="00530790" w:rsidRPr="005D5566">
        <w:t>une affaire pareille</w:t>
      </w:r>
      <w:r>
        <w:t xml:space="preserve">, </w:t>
      </w:r>
      <w:r w:rsidR="00530790" w:rsidRPr="005D5566">
        <w:t>il faut s</w:t>
      </w:r>
      <w:r>
        <w:t>’</w:t>
      </w:r>
      <w:r w:rsidR="00530790" w:rsidRPr="005D5566">
        <w:t>apprécier à un très haut prix</w:t>
      </w:r>
      <w:r>
        <w:t xml:space="preserve">, </w:t>
      </w:r>
      <w:r w:rsidR="00530790" w:rsidRPr="005D5566">
        <w:t xml:space="preserve">si on veut </w:t>
      </w:r>
      <w:r w:rsidR="00530790" w:rsidRPr="005D5566">
        <w:lastRenderedPageBreak/>
        <w:t>s</w:t>
      </w:r>
      <w:r>
        <w:t>’</w:t>
      </w:r>
      <w:r w:rsidR="00530790" w:rsidRPr="005D5566">
        <w:t>en mettre</w:t>
      </w:r>
      <w:r>
        <w:t xml:space="preserve">… </w:t>
      </w:r>
      <w:r w:rsidR="00530790" w:rsidRPr="005D5566">
        <w:t>Regarde ce paysan</w:t>
      </w:r>
      <w:r>
        <w:t xml:space="preserve">, </w:t>
      </w:r>
      <w:r w:rsidR="00530790" w:rsidRPr="005D5566">
        <w:t>ce Rybine</w:t>
      </w:r>
      <w:r>
        <w:t xml:space="preserve">… </w:t>
      </w:r>
      <w:r w:rsidR="00530790" w:rsidRPr="005D5566">
        <w:t>Il ne céderait pas à Dieu lui-même</w:t>
      </w:r>
      <w:r>
        <w:t xml:space="preserve">, </w:t>
      </w:r>
      <w:r w:rsidR="00530790" w:rsidRPr="005D5566">
        <w:t>et encore moins à un commissaire</w:t>
      </w:r>
      <w:r>
        <w:t xml:space="preserve">… </w:t>
      </w:r>
      <w:r w:rsidR="00530790" w:rsidRPr="005D5566">
        <w:t>Il reste ferme</w:t>
      </w:r>
      <w:r>
        <w:t xml:space="preserve">, </w:t>
      </w:r>
      <w:r w:rsidR="00530790" w:rsidRPr="005D5566">
        <w:t>comme s</w:t>
      </w:r>
      <w:r>
        <w:t>’</w:t>
      </w:r>
      <w:r w:rsidR="00530790" w:rsidRPr="005D5566">
        <w:t>il était enfoncé dans le sol jusqu</w:t>
      </w:r>
      <w:r>
        <w:t>’</w:t>
      </w:r>
      <w:r w:rsidR="00530790" w:rsidRPr="005D5566">
        <w:t>aux genoux</w:t>
      </w:r>
      <w:r>
        <w:t xml:space="preserve">… </w:t>
      </w:r>
      <w:r w:rsidR="00530790" w:rsidRPr="005D5566">
        <w:t>Et Nikita</w:t>
      </w:r>
      <w:r>
        <w:t xml:space="preserve">, </w:t>
      </w:r>
      <w:r w:rsidR="00530790" w:rsidRPr="005D5566">
        <w:t>hein</w:t>
      </w:r>
      <w:r>
        <w:t xml:space="preserve"> ? </w:t>
      </w:r>
      <w:r w:rsidR="00530790" w:rsidRPr="005D5566">
        <w:t>Il a eu honte</w:t>
      </w:r>
      <w:r>
        <w:t xml:space="preserve">… </w:t>
      </w:r>
      <w:r w:rsidR="00530790" w:rsidRPr="005D5566">
        <w:t>c</w:t>
      </w:r>
      <w:r>
        <w:t>’</w:t>
      </w:r>
      <w:r w:rsidR="00530790" w:rsidRPr="005D5566">
        <w:t>est un vrai miracle</w:t>
      </w:r>
      <w:r>
        <w:t xml:space="preserve">… </w:t>
      </w:r>
      <w:r w:rsidR="00530790" w:rsidRPr="005D5566">
        <w:t>Ah</w:t>
      </w:r>
      <w:r>
        <w:t xml:space="preserve"> ! </w:t>
      </w:r>
      <w:r w:rsidR="00530790" w:rsidRPr="005D5566">
        <w:t>si le peuple se met à l</w:t>
      </w:r>
      <w:r>
        <w:t>’</w:t>
      </w:r>
      <w:r w:rsidR="00530790" w:rsidRPr="005D5566">
        <w:t>œuvre en chœur</w:t>
      </w:r>
      <w:r>
        <w:t xml:space="preserve">, </w:t>
      </w:r>
      <w:r w:rsidR="00530790" w:rsidRPr="005D5566">
        <w:t>il entraînera le monde après lui</w:t>
      </w:r>
      <w:r>
        <w:t>…</w:t>
      </w:r>
    </w:p>
    <w:p w14:paraId="5432DA33" w14:textId="77777777" w:rsidR="001C0413" w:rsidRDefault="001C0413" w:rsidP="001C0413">
      <w:r>
        <w:t>— </w:t>
      </w:r>
      <w:r w:rsidR="00530790" w:rsidRPr="005D5566">
        <w:t>En chœur</w:t>
      </w:r>
      <w:r>
        <w:t xml:space="preserve"> ! </w:t>
      </w:r>
      <w:r w:rsidR="00530790" w:rsidRPr="005D5566">
        <w:t>On frappe un homme sous vos yeux et vous</w:t>
      </w:r>
      <w:r>
        <w:t xml:space="preserve">, </w:t>
      </w:r>
      <w:r w:rsidR="00530790" w:rsidRPr="005D5566">
        <w:t>vous restez là</w:t>
      </w:r>
      <w:r>
        <w:t xml:space="preserve">, </w:t>
      </w:r>
      <w:r w:rsidR="00530790" w:rsidRPr="005D5566">
        <w:t>les bras croisés</w:t>
      </w:r>
      <w:r>
        <w:t> !</w:t>
      </w:r>
    </w:p>
    <w:p w14:paraId="4C3C13FF" w14:textId="77777777" w:rsidR="001C0413" w:rsidRDefault="001C0413" w:rsidP="001C0413">
      <w:r>
        <w:t>— </w:t>
      </w:r>
      <w:r w:rsidR="00530790" w:rsidRPr="005D5566">
        <w:t>Attends</w:t>
      </w:r>
      <w:r>
        <w:t xml:space="preserve"> ! </w:t>
      </w:r>
      <w:r w:rsidR="00530790" w:rsidRPr="005D5566">
        <w:t>Dis plutôt</w:t>
      </w:r>
      <w:r>
        <w:t xml:space="preserve"> : – </w:t>
      </w:r>
      <w:r w:rsidR="00530790" w:rsidRPr="005D5566">
        <w:t>Dieu merci</w:t>
      </w:r>
      <w:r>
        <w:t xml:space="preserve">, </w:t>
      </w:r>
      <w:r w:rsidR="00530790" w:rsidRPr="005D5566">
        <w:t>vous ne l</w:t>
      </w:r>
      <w:r>
        <w:t>’</w:t>
      </w:r>
      <w:r w:rsidR="00530790" w:rsidRPr="005D5566">
        <w:t>avez pas battu vous-mêmes</w:t>
      </w:r>
      <w:r>
        <w:t xml:space="preserve">, </w:t>
      </w:r>
      <w:r w:rsidR="00530790" w:rsidRPr="005D5566">
        <w:t>cet homme</w:t>
      </w:r>
      <w:r>
        <w:t xml:space="preserve"> ! </w:t>
      </w:r>
      <w:r w:rsidR="00530790" w:rsidRPr="005D5566">
        <w:t>Car</w:t>
      </w:r>
      <w:r>
        <w:t xml:space="preserve">, </w:t>
      </w:r>
      <w:r w:rsidR="00530790" w:rsidRPr="005D5566">
        <w:t>parfois</w:t>
      </w:r>
      <w:r>
        <w:t xml:space="preserve">, </w:t>
      </w:r>
      <w:r w:rsidR="00530790" w:rsidRPr="005D5566">
        <w:t>on oblige les paysans à battre les prisonniers</w:t>
      </w:r>
      <w:r>
        <w:t xml:space="preserve"> ! </w:t>
      </w:r>
      <w:r w:rsidR="00530790" w:rsidRPr="005D5566">
        <w:t>Et ils obéissent</w:t>
      </w:r>
      <w:r>
        <w:t xml:space="preserve"> ! </w:t>
      </w:r>
      <w:r w:rsidR="00530790" w:rsidRPr="005D5566">
        <w:t>Peut-être pleurent-ils de pitié dans leur cœur</w:t>
      </w:r>
      <w:r>
        <w:t xml:space="preserve">, </w:t>
      </w:r>
      <w:r w:rsidR="00530790" w:rsidRPr="005D5566">
        <w:t>mais ils frappent quand même</w:t>
      </w:r>
      <w:r>
        <w:t xml:space="preserve">… </w:t>
      </w:r>
      <w:r w:rsidR="00530790" w:rsidRPr="005D5566">
        <w:t>Ils n</w:t>
      </w:r>
      <w:r>
        <w:t>’</w:t>
      </w:r>
      <w:r w:rsidR="00530790" w:rsidRPr="005D5566">
        <w:t>osent pas refuser d</w:t>
      </w:r>
      <w:r>
        <w:t>’</w:t>
      </w:r>
      <w:r w:rsidR="00530790" w:rsidRPr="005D5566">
        <w:t>accomplir des férocités</w:t>
      </w:r>
      <w:r>
        <w:t xml:space="preserve">, </w:t>
      </w:r>
      <w:r w:rsidR="00530790" w:rsidRPr="005D5566">
        <w:t>de peur d</w:t>
      </w:r>
      <w:r>
        <w:t>’</w:t>
      </w:r>
      <w:r w:rsidR="00530790" w:rsidRPr="005D5566">
        <w:t>être châtiés eux-mêmes</w:t>
      </w:r>
      <w:r>
        <w:t xml:space="preserve"> ! </w:t>
      </w:r>
      <w:r w:rsidR="00530790" w:rsidRPr="005D5566">
        <w:t>On vous ordonne d</w:t>
      </w:r>
      <w:r>
        <w:t>’</w:t>
      </w:r>
      <w:r w:rsidR="00530790" w:rsidRPr="005D5566">
        <w:t>être ce qu</w:t>
      </w:r>
      <w:r>
        <w:t>’</w:t>
      </w:r>
      <w:r w:rsidR="00530790" w:rsidRPr="005D5566">
        <w:t>on veut</w:t>
      </w:r>
      <w:r>
        <w:t xml:space="preserve">, </w:t>
      </w:r>
      <w:r w:rsidR="00530790" w:rsidRPr="005D5566">
        <w:t>un porc</w:t>
      </w:r>
      <w:r>
        <w:t xml:space="preserve">, </w:t>
      </w:r>
      <w:r w:rsidR="00530790" w:rsidRPr="005D5566">
        <w:t>un loup</w:t>
      </w:r>
      <w:r>
        <w:t xml:space="preserve">… </w:t>
      </w:r>
      <w:r w:rsidR="00530790" w:rsidRPr="005D5566">
        <w:t>mais pas un homme</w:t>
      </w:r>
      <w:r>
        <w:t xml:space="preserve">… </w:t>
      </w:r>
      <w:r w:rsidR="00530790" w:rsidRPr="005D5566">
        <w:t>c</w:t>
      </w:r>
      <w:r>
        <w:t>’</w:t>
      </w:r>
      <w:r w:rsidR="00530790" w:rsidRPr="005D5566">
        <w:t>est interdit</w:t>
      </w:r>
      <w:r>
        <w:t xml:space="preserve">… </w:t>
      </w:r>
      <w:r w:rsidR="00530790" w:rsidRPr="005D5566">
        <w:t>Et ceux qui désobéissent</w:t>
      </w:r>
      <w:r>
        <w:t xml:space="preserve">, </w:t>
      </w:r>
      <w:r w:rsidR="00530790" w:rsidRPr="005D5566">
        <w:t>on s</w:t>
      </w:r>
      <w:r>
        <w:t>’</w:t>
      </w:r>
      <w:r w:rsidR="00530790" w:rsidRPr="005D5566">
        <w:t>en débarrasse</w:t>
      </w:r>
      <w:r>
        <w:t xml:space="preserve">… </w:t>
      </w:r>
      <w:r w:rsidR="00530790" w:rsidRPr="005D5566">
        <w:t>Non</w:t>
      </w:r>
      <w:r>
        <w:t xml:space="preserve">, </w:t>
      </w:r>
      <w:r w:rsidR="00530790" w:rsidRPr="005D5566">
        <w:t>il faut s</w:t>
      </w:r>
      <w:r>
        <w:t>’</w:t>
      </w:r>
      <w:r w:rsidR="00530790" w:rsidRPr="005D5566">
        <w:t>arranger de manière à être nombreux et à se révolter ensemble</w:t>
      </w:r>
      <w:r>
        <w:t> !</w:t>
      </w:r>
    </w:p>
    <w:p w14:paraId="7493E599" w14:textId="77777777" w:rsidR="001C0413" w:rsidRDefault="00530790" w:rsidP="001C0413">
      <w:r w:rsidRPr="005D5566">
        <w:t>Longtemps</w:t>
      </w:r>
      <w:r w:rsidR="001C0413">
        <w:t xml:space="preserve">, </w:t>
      </w:r>
      <w:r w:rsidRPr="005D5566">
        <w:t>il continua</w:t>
      </w:r>
      <w:r w:rsidR="001C0413">
        <w:t xml:space="preserve"> ; </w:t>
      </w:r>
      <w:r w:rsidRPr="005D5566">
        <w:t>tantôt il chuchotait si bas que la mère ne le comprenait presque plus</w:t>
      </w:r>
      <w:r w:rsidR="001C0413">
        <w:t xml:space="preserve"> ; </w:t>
      </w:r>
      <w:r w:rsidRPr="005D5566">
        <w:t>tantôt il parlait d</w:t>
      </w:r>
      <w:r w:rsidR="001C0413">
        <w:t>’</w:t>
      </w:r>
      <w:r w:rsidRPr="005D5566">
        <w:t>une voix sonore et épaisse</w:t>
      </w:r>
      <w:r w:rsidR="001C0413">
        <w:t xml:space="preserve">. </w:t>
      </w:r>
      <w:r w:rsidRPr="005D5566">
        <w:t>Alors</w:t>
      </w:r>
      <w:r w:rsidR="001C0413">
        <w:t xml:space="preserve">, </w:t>
      </w:r>
      <w:r w:rsidRPr="005D5566">
        <w:t>sa femme lui disait</w:t>
      </w:r>
      <w:r w:rsidR="001C0413">
        <w:t> :</w:t>
      </w:r>
    </w:p>
    <w:p w14:paraId="60C3A91C" w14:textId="77777777" w:rsidR="001C0413" w:rsidRDefault="001C0413" w:rsidP="001C0413">
      <w:r>
        <w:t>— </w:t>
      </w:r>
      <w:r w:rsidR="00530790" w:rsidRPr="005D5566">
        <w:t>Doucement</w:t>
      </w:r>
      <w:r>
        <w:t xml:space="preserve"> ! </w:t>
      </w:r>
      <w:r w:rsidR="00530790" w:rsidRPr="005D5566">
        <w:t>tu vas la réveiller</w:t>
      </w:r>
      <w:r>
        <w:t> !</w:t>
      </w:r>
    </w:p>
    <w:p w14:paraId="007EC2D2" w14:textId="77777777" w:rsidR="001C0413" w:rsidRDefault="00530790" w:rsidP="001C0413">
      <w:r w:rsidRPr="005D5566">
        <w:t>La mère s</w:t>
      </w:r>
      <w:r w:rsidR="001C0413">
        <w:t>’</w:t>
      </w:r>
      <w:r w:rsidRPr="005D5566">
        <w:t>endormit profondément</w:t>
      </w:r>
      <w:r w:rsidR="001C0413">
        <w:t xml:space="preserve"> ; </w:t>
      </w:r>
      <w:r w:rsidRPr="005D5566">
        <w:t>comme un nuage accablant</w:t>
      </w:r>
      <w:r w:rsidR="001C0413">
        <w:t xml:space="preserve">, </w:t>
      </w:r>
      <w:r w:rsidRPr="005D5566">
        <w:t>le sommeil se jeta sur elle</w:t>
      </w:r>
      <w:r w:rsidR="001C0413">
        <w:t xml:space="preserve">, </w:t>
      </w:r>
      <w:r w:rsidRPr="005D5566">
        <w:t>l</w:t>
      </w:r>
      <w:r w:rsidR="001C0413">
        <w:t>’</w:t>
      </w:r>
      <w:r w:rsidRPr="005D5566">
        <w:t>enveloppa et l</w:t>
      </w:r>
      <w:r w:rsidR="001C0413">
        <w:t>’</w:t>
      </w:r>
      <w:r w:rsidRPr="005D5566">
        <w:t>entraîna</w:t>
      </w:r>
      <w:r w:rsidR="001C0413">
        <w:t>…</w:t>
      </w:r>
    </w:p>
    <w:p w14:paraId="3F4F8244" w14:textId="77777777" w:rsidR="001C0413" w:rsidRDefault="00530790" w:rsidP="001C0413">
      <w:r w:rsidRPr="005D5566">
        <w:t>Tatiana la réveilla alors qu</w:t>
      </w:r>
      <w:r w:rsidR="001C0413">
        <w:t>’</w:t>
      </w:r>
      <w:r w:rsidRPr="005D5566">
        <w:t>une aurore grise regardait de ses yeux vides les fenêtres de la chaumière</w:t>
      </w:r>
      <w:r w:rsidR="001C0413">
        <w:t xml:space="preserve"> ; </w:t>
      </w:r>
      <w:r w:rsidRPr="005D5566">
        <w:t>au-dessus du village</w:t>
      </w:r>
      <w:r w:rsidR="001C0413">
        <w:t xml:space="preserve">, </w:t>
      </w:r>
      <w:r w:rsidRPr="005D5566">
        <w:t>dans un silence froid</w:t>
      </w:r>
      <w:r w:rsidR="001C0413">
        <w:t xml:space="preserve">, </w:t>
      </w:r>
      <w:r w:rsidRPr="005D5566">
        <w:t>la voix cuivrée de la cloche planait et mourait</w:t>
      </w:r>
      <w:r w:rsidR="001C0413">
        <w:t> :</w:t>
      </w:r>
    </w:p>
    <w:p w14:paraId="4225E3EE" w14:textId="77777777" w:rsidR="001C0413" w:rsidRDefault="001C0413" w:rsidP="001C0413">
      <w:r>
        <w:lastRenderedPageBreak/>
        <w:t>— </w:t>
      </w:r>
      <w:r w:rsidR="00530790" w:rsidRPr="005D5566">
        <w:t>Je vous ai fait du thé</w:t>
      </w:r>
      <w:r>
        <w:t xml:space="preserve">, </w:t>
      </w:r>
      <w:r w:rsidR="00530790" w:rsidRPr="005D5566">
        <w:t>buvez-en</w:t>
      </w:r>
      <w:r>
        <w:t xml:space="preserve">, </w:t>
      </w:r>
      <w:r w:rsidR="00530790" w:rsidRPr="005D5566">
        <w:t>sinon</w:t>
      </w:r>
      <w:r>
        <w:t xml:space="preserve">, </w:t>
      </w:r>
      <w:r w:rsidR="00530790" w:rsidRPr="005D5566">
        <w:t>vous aurez froid en charrette</w:t>
      </w:r>
      <w:r>
        <w:t>…</w:t>
      </w:r>
    </w:p>
    <w:p w14:paraId="768974EA" w14:textId="77777777" w:rsidR="001C0413" w:rsidRDefault="00530790" w:rsidP="001C0413">
      <w:r w:rsidRPr="005D5566">
        <w:t>Tout en lissant sa barbe ébouriffée</w:t>
      </w:r>
      <w:r w:rsidR="001C0413">
        <w:t xml:space="preserve">, </w:t>
      </w:r>
      <w:r w:rsidRPr="005D5566">
        <w:t>Stépane s</w:t>
      </w:r>
      <w:r w:rsidR="001C0413">
        <w:t>’</w:t>
      </w:r>
      <w:r w:rsidRPr="005D5566">
        <w:t>informait d</w:t>
      </w:r>
      <w:r w:rsidR="001C0413">
        <w:t>’</w:t>
      </w:r>
      <w:r w:rsidRPr="005D5566">
        <w:t xml:space="preserve">un air affairé où il pourrait retrouver </w:t>
      </w:r>
      <w:r>
        <w:t>l</w:t>
      </w:r>
      <w:r w:rsidRPr="005D5566">
        <w:t>a mère en ville</w:t>
      </w:r>
      <w:r w:rsidR="001C0413">
        <w:t xml:space="preserve"> ; </w:t>
      </w:r>
      <w:r w:rsidRPr="005D5566">
        <w:t>il sembla à Pélaguée que le visage du paysan était plus achevé</w:t>
      </w:r>
      <w:r w:rsidR="001C0413">
        <w:t xml:space="preserve">, </w:t>
      </w:r>
      <w:r w:rsidRPr="005D5566">
        <w:t>plus sympathique que la veille</w:t>
      </w:r>
      <w:r w:rsidR="001C0413">
        <w:t xml:space="preserve">… </w:t>
      </w:r>
      <w:r w:rsidRPr="005D5566">
        <w:t>En prenant le thé</w:t>
      </w:r>
      <w:r w:rsidR="001C0413">
        <w:t xml:space="preserve">, </w:t>
      </w:r>
      <w:r w:rsidRPr="005D5566">
        <w:t>il s</w:t>
      </w:r>
      <w:r w:rsidR="001C0413">
        <w:t>’</w:t>
      </w:r>
      <w:r w:rsidRPr="005D5566">
        <w:t>exclama gaîment</w:t>
      </w:r>
      <w:r w:rsidR="001C0413">
        <w:t> :</w:t>
      </w:r>
    </w:p>
    <w:p w14:paraId="364AEE3F" w14:textId="77777777" w:rsidR="001C0413" w:rsidRDefault="001C0413" w:rsidP="001C0413">
      <w:r>
        <w:t>— </w:t>
      </w:r>
      <w:r w:rsidR="00530790" w:rsidRPr="005D5566">
        <w:t>Comme tout cela est bizarre</w:t>
      </w:r>
      <w:r>
        <w:t> !</w:t>
      </w:r>
    </w:p>
    <w:p w14:paraId="424A7976" w14:textId="77777777" w:rsidR="001C0413" w:rsidRDefault="001C0413" w:rsidP="001C0413">
      <w:r>
        <w:t>— </w:t>
      </w:r>
      <w:r w:rsidR="00530790" w:rsidRPr="005D5566">
        <w:t>Quoi</w:t>
      </w:r>
      <w:r>
        <w:t xml:space="preserve"> ? </w:t>
      </w:r>
      <w:r w:rsidR="00530790" w:rsidRPr="005D5566">
        <w:t>demanda Tatiana</w:t>
      </w:r>
      <w:r>
        <w:t>.</w:t>
      </w:r>
    </w:p>
    <w:p w14:paraId="4E87C00B" w14:textId="77777777" w:rsidR="001C0413" w:rsidRDefault="001C0413" w:rsidP="001C0413">
      <w:r>
        <w:t>— </w:t>
      </w:r>
      <w:r w:rsidR="00530790" w:rsidRPr="005D5566">
        <w:t>Cette rencontre</w:t>
      </w:r>
      <w:r>
        <w:t xml:space="preserve">… </w:t>
      </w:r>
      <w:r w:rsidR="00530790" w:rsidRPr="005D5566">
        <w:t>C</w:t>
      </w:r>
      <w:r>
        <w:t>’</w:t>
      </w:r>
      <w:r w:rsidR="00530790" w:rsidRPr="005D5566">
        <w:t>est tellement simple</w:t>
      </w:r>
      <w:r>
        <w:t>…</w:t>
      </w:r>
    </w:p>
    <w:p w14:paraId="380E0180" w14:textId="77777777" w:rsidR="001C0413" w:rsidRDefault="001C0413" w:rsidP="001C0413">
      <w:r>
        <w:t>— </w:t>
      </w:r>
      <w:r w:rsidR="00530790" w:rsidRPr="005D5566">
        <w:t>Dans la cause du peuple</w:t>
      </w:r>
      <w:r>
        <w:t xml:space="preserve">, </w:t>
      </w:r>
      <w:r w:rsidR="00530790" w:rsidRPr="005D5566">
        <w:t>tout est d</w:t>
      </w:r>
      <w:r>
        <w:t>’</w:t>
      </w:r>
      <w:r w:rsidR="00530790" w:rsidRPr="005D5566">
        <w:t>une simplicité extraordinaire</w:t>
      </w:r>
      <w:r>
        <w:t xml:space="preserve">… </w:t>
      </w:r>
      <w:r w:rsidR="00530790" w:rsidRPr="005D5566">
        <w:t>dit Pélaguée d</w:t>
      </w:r>
      <w:r>
        <w:t>’</w:t>
      </w:r>
      <w:r w:rsidR="00530790" w:rsidRPr="005D5566">
        <w:t>un ton pensif et convaincu</w:t>
      </w:r>
      <w:r>
        <w:t>.</w:t>
      </w:r>
    </w:p>
    <w:p w14:paraId="4F1E927C" w14:textId="77777777" w:rsidR="001C0413" w:rsidRDefault="00530790" w:rsidP="001C0413">
      <w:r w:rsidRPr="005D5566">
        <w:t xml:space="preserve">Le mari et </w:t>
      </w:r>
      <w:r>
        <w:t>l</w:t>
      </w:r>
      <w:r w:rsidRPr="005D5566">
        <w:t>a femme prirent congé d</w:t>
      </w:r>
      <w:r w:rsidR="001C0413">
        <w:t>’</w:t>
      </w:r>
      <w:r w:rsidRPr="005D5566">
        <w:t>elle sans dépenser beaucoup de paroles</w:t>
      </w:r>
      <w:r w:rsidR="001C0413">
        <w:t xml:space="preserve">, </w:t>
      </w:r>
      <w:r w:rsidRPr="005D5566">
        <w:t>mais en manifestant par mille petits soins</w:t>
      </w:r>
      <w:r w:rsidR="001C0413">
        <w:t xml:space="preserve">, </w:t>
      </w:r>
      <w:r w:rsidRPr="005D5566">
        <w:t>une sollicitude sincère</w:t>
      </w:r>
      <w:r w:rsidR="001C0413">
        <w:t>…</w:t>
      </w:r>
    </w:p>
    <w:p w14:paraId="3F8D2491" w14:textId="77777777" w:rsidR="001C0413" w:rsidRDefault="00530790" w:rsidP="001C0413">
      <w:r w:rsidRPr="005D5566">
        <w:t>Quand la mère fut de nouveau en voiture</w:t>
      </w:r>
      <w:r w:rsidR="001C0413">
        <w:t xml:space="preserve">, </w:t>
      </w:r>
      <w:r w:rsidRPr="005D5566">
        <w:t>elle songea que ce paysan travaillait avec prudence</w:t>
      </w:r>
      <w:r w:rsidR="001C0413">
        <w:t xml:space="preserve">, </w:t>
      </w:r>
      <w:r w:rsidRPr="005D5566">
        <w:t>comme une taupe</w:t>
      </w:r>
      <w:r w:rsidR="001C0413">
        <w:t xml:space="preserve">, </w:t>
      </w:r>
      <w:r w:rsidRPr="005D5566">
        <w:t>sans bruit</w:t>
      </w:r>
      <w:r w:rsidR="001C0413">
        <w:t xml:space="preserve">, </w:t>
      </w:r>
      <w:r w:rsidRPr="005D5566">
        <w:t>et sans cesse</w:t>
      </w:r>
      <w:r w:rsidR="001C0413">
        <w:t xml:space="preserve">. </w:t>
      </w:r>
      <w:r w:rsidRPr="005D5566">
        <w:t>Et toujours la voix mécontente de sa femme résonnait à son oreille</w:t>
      </w:r>
      <w:r w:rsidR="001C0413">
        <w:t xml:space="preserve"> ; </w:t>
      </w:r>
      <w:r w:rsidRPr="005D5566">
        <w:t>toujours ses yeux verts brillaient avec un éclat sec et brûlant</w:t>
      </w:r>
      <w:r w:rsidR="001C0413">
        <w:t xml:space="preserve"> ; </w:t>
      </w:r>
      <w:r w:rsidRPr="005D5566">
        <w:t>tant qu</w:t>
      </w:r>
      <w:r w:rsidR="001C0413">
        <w:t>’</w:t>
      </w:r>
      <w:r w:rsidRPr="005D5566">
        <w:t>elle vivrait</w:t>
      </w:r>
      <w:r w:rsidR="001C0413">
        <w:t xml:space="preserve">, </w:t>
      </w:r>
      <w:r w:rsidRPr="005D5566">
        <w:t>sa douleur vindicative et féroce de mère qui pleure ses enfants</w:t>
      </w:r>
      <w:r w:rsidR="001C0413">
        <w:t xml:space="preserve">, </w:t>
      </w:r>
      <w:r w:rsidRPr="005D5566">
        <w:t>vivrait aussi</w:t>
      </w:r>
      <w:r w:rsidR="001C0413">
        <w:t>…</w:t>
      </w:r>
    </w:p>
    <w:p w14:paraId="0E471F0B" w14:textId="77777777" w:rsidR="001C0413" w:rsidRDefault="00530790" w:rsidP="001C0413">
      <w:r w:rsidRPr="005D5566">
        <w:t>Pélaguée pensa à Rybine</w:t>
      </w:r>
      <w:r w:rsidR="001C0413">
        <w:t xml:space="preserve">, </w:t>
      </w:r>
      <w:r w:rsidRPr="005D5566">
        <w:t>à son visage</w:t>
      </w:r>
      <w:r w:rsidR="001C0413">
        <w:t xml:space="preserve">, </w:t>
      </w:r>
      <w:r w:rsidRPr="005D5566">
        <w:t>à son sang</w:t>
      </w:r>
      <w:r w:rsidR="001C0413">
        <w:t xml:space="preserve">, </w:t>
      </w:r>
      <w:r w:rsidRPr="005D5566">
        <w:t>à ses yeux ardents</w:t>
      </w:r>
      <w:r w:rsidR="001C0413">
        <w:t xml:space="preserve">, </w:t>
      </w:r>
      <w:r w:rsidRPr="005D5566">
        <w:t>à ses paroles et</w:t>
      </w:r>
      <w:r w:rsidR="001C0413">
        <w:t xml:space="preserve">, </w:t>
      </w:r>
      <w:r w:rsidRPr="005D5566">
        <w:t>de nouveau</w:t>
      </w:r>
      <w:r w:rsidR="001C0413">
        <w:t xml:space="preserve">, </w:t>
      </w:r>
      <w:r w:rsidRPr="005D5566">
        <w:t>son cœur se serra</w:t>
      </w:r>
      <w:r w:rsidR="001C0413">
        <w:t xml:space="preserve">, </w:t>
      </w:r>
      <w:r w:rsidRPr="005D5566">
        <w:t>elle avait l</w:t>
      </w:r>
      <w:r w:rsidR="001C0413">
        <w:t>’</w:t>
      </w:r>
      <w:r w:rsidRPr="005D5566">
        <w:t>amer sentiment de son impuissance contre les fauves</w:t>
      </w:r>
      <w:r w:rsidR="001C0413">
        <w:t xml:space="preserve">. </w:t>
      </w:r>
      <w:r w:rsidRPr="005D5566">
        <w:t>Et tout le temps jusqu</w:t>
      </w:r>
      <w:r w:rsidR="001C0413">
        <w:t>’</w:t>
      </w:r>
      <w:r w:rsidRPr="005D5566">
        <w:t>à son arrivée à la ville</w:t>
      </w:r>
      <w:r w:rsidR="001C0413">
        <w:t xml:space="preserve">, </w:t>
      </w:r>
      <w:r w:rsidRPr="005D5566">
        <w:t>elle vit se dessiner sur le fond terne du jour gris la silhouette robuste de Rybine</w:t>
      </w:r>
      <w:r w:rsidR="001C0413">
        <w:t xml:space="preserve">, </w:t>
      </w:r>
      <w:r w:rsidRPr="005D5566">
        <w:t>avec sa barbe noire</w:t>
      </w:r>
      <w:r w:rsidR="001C0413">
        <w:t xml:space="preserve">, </w:t>
      </w:r>
      <w:r w:rsidRPr="005D5566">
        <w:t>sa chemise déchirée</w:t>
      </w:r>
      <w:r w:rsidR="001C0413">
        <w:t xml:space="preserve">, </w:t>
      </w:r>
      <w:r w:rsidRPr="005D5566">
        <w:t>ses mains attachées derrière le dos</w:t>
      </w:r>
      <w:r w:rsidR="001C0413">
        <w:t xml:space="preserve">, </w:t>
      </w:r>
      <w:r w:rsidRPr="005D5566">
        <w:t>ses cheveux ébouriffés</w:t>
      </w:r>
      <w:r w:rsidR="001C0413">
        <w:t xml:space="preserve">, </w:t>
      </w:r>
      <w:r w:rsidRPr="005D5566">
        <w:t xml:space="preserve">son </w:t>
      </w:r>
      <w:r w:rsidRPr="005D5566">
        <w:lastRenderedPageBreak/>
        <w:t>visage illuminé par la colère et la foi en sa mission</w:t>
      </w:r>
      <w:r w:rsidR="001C0413">
        <w:t xml:space="preserve">… </w:t>
      </w:r>
      <w:r w:rsidRPr="005D5566">
        <w:t>Elle pensait aussi aux innombrables villages</w:t>
      </w:r>
      <w:r w:rsidR="001C0413">
        <w:t xml:space="preserve">, </w:t>
      </w:r>
      <w:r w:rsidRPr="005D5566">
        <w:t>aux populations qui attendaient en secret la venue de la vérité</w:t>
      </w:r>
      <w:r w:rsidR="001C0413">
        <w:t xml:space="preserve">, </w:t>
      </w:r>
      <w:r w:rsidRPr="005D5566">
        <w:t>aux milliers de gens qui travaillaient silencieusement</w:t>
      </w:r>
      <w:r w:rsidR="001C0413">
        <w:t xml:space="preserve">, </w:t>
      </w:r>
      <w:r w:rsidRPr="005D5566">
        <w:t>sans savoir pourquoi</w:t>
      </w:r>
      <w:r w:rsidR="001C0413">
        <w:t xml:space="preserve">, </w:t>
      </w:r>
      <w:r w:rsidRPr="005D5566">
        <w:t>pendant toute leur vie</w:t>
      </w:r>
      <w:r w:rsidR="001C0413">
        <w:t xml:space="preserve">, </w:t>
      </w:r>
      <w:r w:rsidRPr="005D5566">
        <w:t>sans rien attendre</w:t>
      </w:r>
      <w:r w:rsidR="001C0413">
        <w:t>.</w:t>
      </w:r>
    </w:p>
    <w:p w14:paraId="6859EA3B" w14:textId="77777777" w:rsidR="001C0413" w:rsidRDefault="00530790" w:rsidP="001C0413">
      <w:r w:rsidRPr="005D5566">
        <w:t>En réfléchissant au succès de son voyage</w:t>
      </w:r>
      <w:r w:rsidR="001C0413">
        <w:t xml:space="preserve">, </w:t>
      </w:r>
      <w:r w:rsidRPr="005D5566">
        <w:t>elle éprouvait au fond d</w:t>
      </w:r>
      <w:r w:rsidR="001C0413">
        <w:t>’</w:t>
      </w:r>
      <w:r w:rsidRPr="005D5566">
        <w:t>elle-même une joie douce et palpitante</w:t>
      </w:r>
      <w:r w:rsidR="001C0413">
        <w:t xml:space="preserve">, </w:t>
      </w:r>
      <w:r w:rsidRPr="005D5566">
        <w:t>et elle tâchait de ne plus penser à Stépane</w:t>
      </w:r>
      <w:r w:rsidR="001C0413">
        <w:t xml:space="preserve">, </w:t>
      </w:r>
      <w:r w:rsidRPr="005D5566">
        <w:t>ni à sa femme</w:t>
      </w:r>
      <w:r w:rsidR="001C0413">
        <w:t>.</w:t>
      </w:r>
    </w:p>
    <w:p w14:paraId="152E2157" w14:textId="77777777" w:rsidR="001C0413" w:rsidRDefault="00530790" w:rsidP="001C0413">
      <w:r w:rsidRPr="005D5566">
        <w:t>Elle aperçut de loin les clochers et les maisons de la ville</w:t>
      </w:r>
      <w:r w:rsidR="001C0413">
        <w:t xml:space="preserve">, </w:t>
      </w:r>
      <w:r w:rsidRPr="005D5566">
        <w:t>un sentiment agréable ranima son cœur inquiet et l</w:t>
      </w:r>
      <w:r w:rsidR="001C0413">
        <w:t>’</w:t>
      </w:r>
      <w:r w:rsidRPr="005D5566">
        <w:t>apaisa</w:t>
      </w:r>
      <w:r w:rsidR="001C0413">
        <w:t xml:space="preserve"> : </w:t>
      </w:r>
      <w:r w:rsidRPr="005D5566">
        <w:t>dans sa mémoire défilèrent les visages soucieux de ceux qui</w:t>
      </w:r>
      <w:r w:rsidR="001C0413">
        <w:t xml:space="preserve">, </w:t>
      </w:r>
      <w:r w:rsidRPr="005D5566">
        <w:t>de jour en jour</w:t>
      </w:r>
      <w:r w:rsidR="001C0413">
        <w:t xml:space="preserve">, </w:t>
      </w:r>
      <w:r w:rsidRPr="005D5566">
        <w:t>alimentaient le feu de la pensée et en éparpillaient les étincelles sur le monde</w:t>
      </w:r>
      <w:r w:rsidR="001C0413">
        <w:t xml:space="preserve">. </w:t>
      </w:r>
      <w:r w:rsidRPr="005D5566">
        <w:t>Et l</w:t>
      </w:r>
      <w:r w:rsidR="001C0413">
        <w:t>’</w:t>
      </w:r>
      <w:r w:rsidRPr="005D5566">
        <w:t>âme de la mère se remplit du calme désir de donner à ces créatures toutes ses forces et tout son amour de mère</w:t>
      </w:r>
      <w:r w:rsidR="001C0413">
        <w:t>.</w:t>
      </w:r>
    </w:p>
    <w:p w14:paraId="4D640EE3" w14:textId="5C7BD1D8" w:rsidR="00530790" w:rsidRPr="003B37B8" w:rsidRDefault="00530790" w:rsidP="001C0413">
      <w:pPr>
        <w:pStyle w:val="Titre2"/>
        <w:rPr>
          <w:szCs w:val="44"/>
        </w:rPr>
      </w:pPr>
      <w:bookmarkStart w:id="50" w:name="_Toc202279571"/>
      <w:r w:rsidRPr="003B37B8">
        <w:rPr>
          <w:szCs w:val="44"/>
        </w:rPr>
        <w:lastRenderedPageBreak/>
        <w:t>XVIII</w:t>
      </w:r>
      <w:bookmarkEnd w:id="50"/>
      <w:r w:rsidRPr="003B37B8">
        <w:rPr>
          <w:szCs w:val="44"/>
        </w:rPr>
        <w:br/>
      </w:r>
    </w:p>
    <w:p w14:paraId="6574AB01" w14:textId="77777777" w:rsidR="001C0413" w:rsidRDefault="00530790" w:rsidP="001C0413">
      <w:r w:rsidRPr="005D5566">
        <w:t>Échevelé</w:t>
      </w:r>
      <w:r w:rsidR="001C0413">
        <w:t xml:space="preserve">, </w:t>
      </w:r>
      <w:r w:rsidRPr="005D5566">
        <w:t>un livre à la main</w:t>
      </w:r>
      <w:r w:rsidR="001C0413">
        <w:t xml:space="preserve">, </w:t>
      </w:r>
      <w:r w:rsidRPr="005D5566">
        <w:t>Nicolas lui ouvrit la porte</w:t>
      </w:r>
      <w:r w:rsidR="001C0413">
        <w:t>.</w:t>
      </w:r>
    </w:p>
    <w:p w14:paraId="3D5077EF" w14:textId="77777777" w:rsidR="001C0413" w:rsidRDefault="001C0413" w:rsidP="001C0413">
      <w:r>
        <w:t>— </w:t>
      </w:r>
      <w:r w:rsidR="00530790" w:rsidRPr="005D5566">
        <w:t>Déjà</w:t>
      </w:r>
      <w:r>
        <w:t xml:space="preserve"> ! </w:t>
      </w:r>
      <w:r w:rsidR="00530790" w:rsidRPr="005D5566">
        <w:t>s</w:t>
      </w:r>
      <w:r>
        <w:t>’</w:t>
      </w:r>
      <w:r w:rsidR="00530790" w:rsidRPr="005D5566">
        <w:t>écria-t-il</w:t>
      </w:r>
      <w:r>
        <w:t xml:space="preserve">, </w:t>
      </w:r>
      <w:r w:rsidR="00530790" w:rsidRPr="005D5566">
        <w:t>tout joyeux</w:t>
      </w:r>
      <w:r>
        <w:t xml:space="preserve">. </w:t>
      </w:r>
      <w:r w:rsidR="00530790" w:rsidRPr="005D5566">
        <w:t>C</w:t>
      </w:r>
      <w:r>
        <w:t>’</w:t>
      </w:r>
      <w:r w:rsidR="00530790" w:rsidRPr="005D5566">
        <w:t>est très bien</w:t>
      </w:r>
      <w:r>
        <w:t xml:space="preserve"> !… </w:t>
      </w:r>
      <w:r w:rsidR="00530790" w:rsidRPr="005D5566">
        <w:t>Je suis content</w:t>
      </w:r>
      <w:r>
        <w:t> !</w:t>
      </w:r>
    </w:p>
    <w:p w14:paraId="0815F395" w14:textId="77777777" w:rsidR="001C0413" w:rsidRDefault="00530790" w:rsidP="001C0413">
      <w:r w:rsidRPr="005D5566">
        <w:t>Ses yeux papillotaient amicalement sous ses lunettes</w:t>
      </w:r>
      <w:r w:rsidR="001C0413">
        <w:t xml:space="preserve"> ; </w:t>
      </w:r>
      <w:r w:rsidRPr="005D5566">
        <w:t>il aida Pélaguée à enlever son manteau</w:t>
      </w:r>
      <w:r w:rsidR="001C0413">
        <w:t xml:space="preserve">, </w:t>
      </w:r>
      <w:r w:rsidRPr="005D5566">
        <w:t>et lui dit en la regardant avec affection</w:t>
      </w:r>
      <w:r w:rsidR="001C0413">
        <w:t> :</w:t>
      </w:r>
    </w:p>
    <w:p w14:paraId="05C973A1" w14:textId="77777777" w:rsidR="001C0413" w:rsidRDefault="001C0413" w:rsidP="001C0413">
      <w:r>
        <w:t>— </w:t>
      </w:r>
      <w:r w:rsidR="00530790" w:rsidRPr="005D5566">
        <w:t>On est venu perquisitionner ici</w:t>
      </w:r>
      <w:r>
        <w:t xml:space="preserve">, </w:t>
      </w:r>
      <w:r w:rsidR="00530790" w:rsidRPr="005D5566">
        <w:t>cette nuit</w:t>
      </w:r>
      <w:r>
        <w:t xml:space="preserve"> ; </w:t>
      </w:r>
      <w:r w:rsidR="00530790" w:rsidRPr="005D5566">
        <w:t>je me suis demandé pourquoi</w:t>
      </w:r>
      <w:r>
        <w:t xml:space="preserve"> ? </w:t>
      </w:r>
      <w:r w:rsidR="00530790" w:rsidRPr="005D5566">
        <w:t>J</w:t>
      </w:r>
      <w:r>
        <w:t>’</w:t>
      </w:r>
      <w:r w:rsidR="00530790" w:rsidRPr="005D5566">
        <w:t>ai eu peur qu</w:t>
      </w:r>
      <w:r>
        <w:t>’</w:t>
      </w:r>
      <w:r w:rsidR="00530790" w:rsidRPr="005D5566">
        <w:t>il vous fût arrivé quelque chose</w:t>
      </w:r>
      <w:r>
        <w:t xml:space="preserve">… </w:t>
      </w:r>
      <w:r w:rsidR="00530790" w:rsidRPr="005D5566">
        <w:t>Mais on ne m</w:t>
      </w:r>
      <w:r>
        <w:t>’</w:t>
      </w:r>
      <w:r w:rsidR="00530790" w:rsidRPr="005D5566">
        <w:t>a pas emmené</w:t>
      </w:r>
      <w:r>
        <w:t xml:space="preserve">… </w:t>
      </w:r>
      <w:r w:rsidR="00530790" w:rsidRPr="005D5566">
        <w:t>Je me suis tranquillisé</w:t>
      </w:r>
      <w:r>
        <w:t xml:space="preserve"> : </w:t>
      </w:r>
      <w:r w:rsidR="00530790" w:rsidRPr="005D5566">
        <w:t>si on vous avait arrêtée</w:t>
      </w:r>
      <w:r>
        <w:t xml:space="preserve">, </w:t>
      </w:r>
      <w:r w:rsidR="00530790" w:rsidRPr="005D5566">
        <w:t>on ne m</w:t>
      </w:r>
      <w:r>
        <w:t>’</w:t>
      </w:r>
      <w:r w:rsidR="00530790" w:rsidRPr="005D5566">
        <w:t>aurait pas laissé en liberté</w:t>
      </w:r>
      <w:r>
        <w:t>…</w:t>
      </w:r>
    </w:p>
    <w:p w14:paraId="0155A324" w14:textId="77777777" w:rsidR="001C0413" w:rsidRDefault="00530790" w:rsidP="001C0413">
      <w:r w:rsidRPr="005D5566">
        <w:t>Il la conduisit dans la salle à manger</w:t>
      </w:r>
      <w:r w:rsidR="001C0413">
        <w:t xml:space="preserve">, </w:t>
      </w:r>
      <w:r w:rsidRPr="005D5566">
        <w:t>continuant avec animation</w:t>
      </w:r>
      <w:r w:rsidR="001C0413">
        <w:t> :</w:t>
      </w:r>
    </w:p>
    <w:p w14:paraId="7FA5911D" w14:textId="77777777" w:rsidR="001C0413" w:rsidRDefault="001C0413" w:rsidP="001C0413">
      <w:r>
        <w:t>— </w:t>
      </w:r>
      <w:r w:rsidR="00530790" w:rsidRPr="005D5566">
        <w:t>Toutefois</w:t>
      </w:r>
      <w:r>
        <w:t xml:space="preserve">, </w:t>
      </w:r>
      <w:r w:rsidR="00530790" w:rsidRPr="005D5566">
        <w:t>on m</w:t>
      </w:r>
      <w:r>
        <w:t>’</w:t>
      </w:r>
      <w:r w:rsidR="00530790" w:rsidRPr="005D5566">
        <w:t>a chassé de mon bureau</w:t>
      </w:r>
      <w:r>
        <w:t xml:space="preserve">… </w:t>
      </w:r>
      <w:r w:rsidR="00530790" w:rsidRPr="005D5566">
        <w:t>Cela ne me chagrine pas</w:t>
      </w:r>
      <w:r>
        <w:t xml:space="preserve">… </w:t>
      </w:r>
      <w:r w:rsidR="00530790" w:rsidRPr="005D5566">
        <w:t>J</w:t>
      </w:r>
      <w:r>
        <w:t>’</w:t>
      </w:r>
      <w:r w:rsidR="00530790" w:rsidRPr="005D5566">
        <w:t>étais las de dénombrer les paysans qui n</w:t>
      </w:r>
      <w:r>
        <w:t>’</w:t>
      </w:r>
      <w:r w:rsidR="00530790" w:rsidRPr="005D5566">
        <w:t>ont plus de chevaux</w:t>
      </w:r>
      <w:r>
        <w:t xml:space="preserve">… </w:t>
      </w:r>
      <w:r w:rsidR="00530790" w:rsidRPr="005D5566">
        <w:t>j</w:t>
      </w:r>
      <w:r>
        <w:t>’</w:t>
      </w:r>
      <w:r w:rsidR="00530790" w:rsidRPr="005D5566">
        <w:t>ai autre chose à faire</w:t>
      </w:r>
      <w:r>
        <w:t>…</w:t>
      </w:r>
    </w:p>
    <w:p w14:paraId="27023BE0" w14:textId="77777777" w:rsidR="001C0413" w:rsidRDefault="00530790" w:rsidP="001C0413">
      <w:r w:rsidRPr="005D5566">
        <w:t>À voir l</w:t>
      </w:r>
      <w:r w:rsidR="001C0413">
        <w:t>’</w:t>
      </w:r>
      <w:r w:rsidRPr="005D5566">
        <w:t>aspect de la pièce</w:t>
      </w:r>
      <w:r w:rsidR="001C0413">
        <w:t xml:space="preserve">, </w:t>
      </w:r>
      <w:r w:rsidRPr="005D5566">
        <w:t>on aurait dit qu</w:t>
      </w:r>
      <w:r w:rsidR="001C0413">
        <w:t>’</w:t>
      </w:r>
      <w:r w:rsidRPr="005D5566">
        <w:t>une main vigoureuse dans un stupide accès de violence avait secoué du dehors les murs de la maison jusqu</w:t>
      </w:r>
      <w:r w:rsidR="001C0413">
        <w:t>’</w:t>
      </w:r>
      <w:r w:rsidRPr="005D5566">
        <w:t>à ce que tout fût sens dessus dessous</w:t>
      </w:r>
      <w:r w:rsidR="001C0413">
        <w:t xml:space="preserve">. </w:t>
      </w:r>
      <w:r w:rsidRPr="005D5566">
        <w:t>Les portraits gisaient à terre</w:t>
      </w:r>
      <w:r w:rsidR="001C0413">
        <w:t xml:space="preserve">, </w:t>
      </w:r>
      <w:r w:rsidRPr="005D5566">
        <w:t>les tentures étaient arrachées et pendaient en lambeaux</w:t>
      </w:r>
      <w:r w:rsidR="001C0413">
        <w:t xml:space="preserve"> ; </w:t>
      </w:r>
      <w:r w:rsidRPr="005D5566">
        <w:t>à un endroit</w:t>
      </w:r>
      <w:r w:rsidR="001C0413">
        <w:t xml:space="preserve">, </w:t>
      </w:r>
      <w:r w:rsidRPr="005D5566">
        <w:t>on avait soulevé une lame du parquet</w:t>
      </w:r>
      <w:r w:rsidR="001C0413">
        <w:t xml:space="preserve"> ; </w:t>
      </w:r>
      <w:r w:rsidRPr="005D5566">
        <w:t>la tablette de la fenêtre était éventrée</w:t>
      </w:r>
      <w:r w:rsidR="001C0413">
        <w:t xml:space="preserve"> ; </w:t>
      </w:r>
      <w:r w:rsidRPr="005D5566">
        <w:t>devant le fourneau</w:t>
      </w:r>
      <w:r w:rsidR="001C0413">
        <w:t xml:space="preserve">, </w:t>
      </w:r>
      <w:r w:rsidRPr="005D5566">
        <w:t>les cendres répandues</w:t>
      </w:r>
      <w:r w:rsidR="001C0413">
        <w:t>.</w:t>
      </w:r>
    </w:p>
    <w:p w14:paraId="277FC00C" w14:textId="77777777" w:rsidR="001C0413" w:rsidRDefault="00530790" w:rsidP="001C0413">
      <w:r w:rsidRPr="005D5566">
        <w:t>Sur la table</w:t>
      </w:r>
      <w:r w:rsidR="001C0413">
        <w:t xml:space="preserve">, </w:t>
      </w:r>
      <w:r w:rsidRPr="005D5566">
        <w:t>à côté du samovar éteint</w:t>
      </w:r>
      <w:r w:rsidR="001C0413">
        <w:t xml:space="preserve">, </w:t>
      </w:r>
      <w:r w:rsidRPr="005D5566">
        <w:t>se trouvaient de la vaisselle sale</w:t>
      </w:r>
      <w:r w:rsidR="001C0413">
        <w:t xml:space="preserve">, </w:t>
      </w:r>
      <w:r w:rsidRPr="005D5566">
        <w:t xml:space="preserve">du jambon et du fromage sur un morceau de </w:t>
      </w:r>
      <w:r w:rsidRPr="005D5566">
        <w:lastRenderedPageBreak/>
        <w:t>papier</w:t>
      </w:r>
      <w:r w:rsidR="001C0413">
        <w:t xml:space="preserve">, </w:t>
      </w:r>
      <w:r w:rsidRPr="005D5566">
        <w:t>des chanteaux de pain</w:t>
      </w:r>
      <w:r w:rsidR="001C0413">
        <w:t xml:space="preserve">, </w:t>
      </w:r>
      <w:r w:rsidRPr="005D5566">
        <w:t>des livres et du charbon</w:t>
      </w:r>
      <w:r w:rsidR="001C0413">
        <w:t xml:space="preserve">. </w:t>
      </w:r>
      <w:r w:rsidRPr="005D5566">
        <w:t>La mère sourit</w:t>
      </w:r>
      <w:r w:rsidR="001C0413">
        <w:t xml:space="preserve">. </w:t>
      </w:r>
      <w:r w:rsidRPr="005D5566">
        <w:t>Nicolas prit un air confus</w:t>
      </w:r>
      <w:r w:rsidR="001C0413">
        <w:t>.</w:t>
      </w:r>
    </w:p>
    <w:p w14:paraId="2BAED707" w14:textId="77777777" w:rsidR="001C0413" w:rsidRDefault="001C0413" w:rsidP="001C0413">
      <w:r>
        <w:t>— </w:t>
      </w:r>
      <w:r w:rsidR="00530790" w:rsidRPr="005D5566">
        <w:t>C</w:t>
      </w:r>
      <w:r>
        <w:t>’</w:t>
      </w:r>
      <w:r w:rsidR="00530790" w:rsidRPr="005D5566">
        <w:t>est moi qui ai complété le désordre</w:t>
      </w:r>
      <w:r>
        <w:t xml:space="preserve">… </w:t>
      </w:r>
      <w:r w:rsidR="00530790" w:rsidRPr="005D5566">
        <w:t>mais cela ne fait rien</w:t>
      </w:r>
      <w:r>
        <w:t xml:space="preserve">, </w:t>
      </w:r>
      <w:r w:rsidR="00530790" w:rsidRPr="005D5566">
        <w:t>mère</w:t>
      </w:r>
      <w:r>
        <w:t xml:space="preserve">, </w:t>
      </w:r>
      <w:r w:rsidR="00530790" w:rsidRPr="005D5566">
        <w:t>cela ne fait rien</w:t>
      </w:r>
      <w:r>
        <w:t xml:space="preserve">. </w:t>
      </w:r>
      <w:r w:rsidR="00530790" w:rsidRPr="005D5566">
        <w:t>Je crois qu</w:t>
      </w:r>
      <w:r>
        <w:t>’</w:t>
      </w:r>
      <w:r w:rsidR="00530790" w:rsidRPr="005D5566">
        <w:t>ils reviendront</w:t>
      </w:r>
      <w:r>
        <w:t xml:space="preserve">, </w:t>
      </w:r>
      <w:r w:rsidR="00530790" w:rsidRPr="005D5566">
        <w:t>c</w:t>
      </w:r>
      <w:r>
        <w:t>’</w:t>
      </w:r>
      <w:r w:rsidR="00530790" w:rsidRPr="005D5566">
        <w:t>est pourquoi je n</w:t>
      </w:r>
      <w:r>
        <w:t>’</w:t>
      </w:r>
      <w:r w:rsidR="00530790" w:rsidRPr="005D5566">
        <w:t>ai rien rangé</w:t>
      </w:r>
      <w:r>
        <w:t xml:space="preserve">. </w:t>
      </w:r>
      <w:r w:rsidR="00530790" w:rsidRPr="005D5566">
        <w:t>Eh bien</w:t>
      </w:r>
      <w:r>
        <w:t xml:space="preserve">, </w:t>
      </w:r>
      <w:r w:rsidR="00530790" w:rsidRPr="005D5566">
        <w:t>avez-vous fait bon voyage</w:t>
      </w:r>
      <w:r>
        <w:t> ?</w:t>
      </w:r>
    </w:p>
    <w:p w14:paraId="44BED2C8" w14:textId="77777777" w:rsidR="001C0413" w:rsidRDefault="00530790" w:rsidP="001C0413">
      <w:r w:rsidRPr="005D5566">
        <w:t>Cette question la frappa lourdement à la poitrine</w:t>
      </w:r>
      <w:r w:rsidR="001C0413">
        <w:t xml:space="preserve"> ; </w:t>
      </w:r>
      <w:r w:rsidRPr="005D5566">
        <w:t>de nouveau l</w:t>
      </w:r>
      <w:r w:rsidR="001C0413">
        <w:t>’</w:t>
      </w:r>
      <w:r w:rsidRPr="005D5566">
        <w:t>image de Rybine se dressa devant elle</w:t>
      </w:r>
      <w:r w:rsidR="001C0413">
        <w:t xml:space="preserve"> ; </w:t>
      </w:r>
      <w:r w:rsidRPr="005D5566">
        <w:t>elle se sentit coupable de n</w:t>
      </w:r>
      <w:r w:rsidR="001C0413">
        <w:t>’</w:t>
      </w:r>
      <w:r w:rsidRPr="005D5566">
        <w:t>avoir pas parlé de lui tout de suite</w:t>
      </w:r>
      <w:r w:rsidR="001C0413">
        <w:t xml:space="preserve">. </w:t>
      </w:r>
      <w:r w:rsidRPr="005D5566">
        <w:t>Elle s</w:t>
      </w:r>
      <w:r w:rsidR="001C0413">
        <w:t>’</w:t>
      </w:r>
      <w:r w:rsidRPr="005D5566">
        <w:t>approcha de Nicolas et se mit à raconter en essayant de rester calme et de ne rien oublier</w:t>
      </w:r>
      <w:r w:rsidR="001C0413">
        <w:t>.</w:t>
      </w:r>
    </w:p>
    <w:p w14:paraId="5B6CA031" w14:textId="77777777" w:rsidR="001C0413" w:rsidRDefault="001C0413" w:rsidP="001C0413">
      <w:r>
        <w:t>— </w:t>
      </w:r>
      <w:r w:rsidR="00530790" w:rsidRPr="005D5566">
        <w:t>On l</w:t>
      </w:r>
      <w:r>
        <w:t>’</w:t>
      </w:r>
      <w:r w:rsidR="00530790" w:rsidRPr="005D5566">
        <w:t>a arrêté</w:t>
      </w:r>
      <w:r>
        <w:t>…</w:t>
      </w:r>
    </w:p>
    <w:p w14:paraId="4A9B18B7" w14:textId="77777777" w:rsidR="001C0413" w:rsidRDefault="00530790" w:rsidP="001C0413">
      <w:r w:rsidRPr="005D5566">
        <w:t>Nicolas tressaillit</w:t>
      </w:r>
      <w:r w:rsidR="001C0413">
        <w:t>.</w:t>
      </w:r>
    </w:p>
    <w:p w14:paraId="71AD49AA" w14:textId="77777777" w:rsidR="001C0413" w:rsidRDefault="001C0413" w:rsidP="001C0413">
      <w:r>
        <w:t>— </w:t>
      </w:r>
      <w:r w:rsidR="00530790" w:rsidRPr="005D5566">
        <w:t>Oui</w:t>
      </w:r>
      <w:r>
        <w:t xml:space="preserve"> ? </w:t>
      </w:r>
      <w:r w:rsidR="00530790" w:rsidRPr="005D5566">
        <w:t>Comment</w:t>
      </w:r>
      <w:r>
        <w:t> ?</w:t>
      </w:r>
    </w:p>
    <w:p w14:paraId="509CE896" w14:textId="77777777" w:rsidR="001C0413" w:rsidRDefault="00530790" w:rsidP="001C0413">
      <w:r w:rsidRPr="005D5566">
        <w:t>La mère le fit taire d</w:t>
      </w:r>
      <w:r w:rsidR="001C0413">
        <w:t>’</w:t>
      </w:r>
      <w:r w:rsidRPr="005D5566">
        <w:t>un geste</w:t>
      </w:r>
      <w:r w:rsidR="001C0413">
        <w:t xml:space="preserve">, </w:t>
      </w:r>
      <w:r w:rsidRPr="005D5566">
        <w:t>et reprit comme si elle eût été devant le visage de la justice elle-même et qu</w:t>
      </w:r>
      <w:r w:rsidR="001C0413">
        <w:t>’</w:t>
      </w:r>
      <w:r w:rsidRPr="005D5566">
        <w:t>elle se fût plainte du supplice de cet homme</w:t>
      </w:r>
      <w:r w:rsidR="001C0413">
        <w:t xml:space="preserve">. </w:t>
      </w:r>
      <w:r w:rsidRPr="005D5566">
        <w:t>Nicolas</w:t>
      </w:r>
      <w:r w:rsidR="001C0413">
        <w:t xml:space="preserve">, </w:t>
      </w:r>
      <w:r w:rsidRPr="005D5566">
        <w:t>adossé à sa chaise</w:t>
      </w:r>
      <w:r w:rsidR="001C0413">
        <w:t xml:space="preserve">, </w:t>
      </w:r>
      <w:r w:rsidRPr="005D5566">
        <w:t>pâlissait et écoutait en se mordant les lèvres</w:t>
      </w:r>
      <w:r w:rsidR="001C0413">
        <w:t xml:space="preserve">. </w:t>
      </w:r>
      <w:r w:rsidRPr="005D5566">
        <w:t>Lentement</w:t>
      </w:r>
      <w:r w:rsidR="001C0413">
        <w:t xml:space="preserve">, </w:t>
      </w:r>
      <w:r w:rsidRPr="005D5566">
        <w:t>il enleva ses lunettes</w:t>
      </w:r>
      <w:r w:rsidR="001C0413">
        <w:t xml:space="preserve">, </w:t>
      </w:r>
      <w:r w:rsidRPr="005D5566">
        <w:t>les posa sur la table</w:t>
      </w:r>
      <w:r w:rsidR="001C0413">
        <w:t xml:space="preserve">, </w:t>
      </w:r>
      <w:r w:rsidRPr="005D5566">
        <w:t>passa sa main sur sa figure</w:t>
      </w:r>
      <w:r w:rsidR="001C0413">
        <w:t xml:space="preserve">, </w:t>
      </w:r>
      <w:r w:rsidRPr="005D5566">
        <w:t>comme pour en enlever une toile d</w:t>
      </w:r>
      <w:r w:rsidR="001C0413">
        <w:t>’</w:t>
      </w:r>
      <w:r w:rsidRPr="005D5566">
        <w:t>araignée invisible</w:t>
      </w:r>
      <w:r w:rsidR="001C0413">
        <w:t xml:space="preserve">. </w:t>
      </w:r>
      <w:r w:rsidRPr="005D5566">
        <w:t>Ses traits devinrent aigus</w:t>
      </w:r>
      <w:r w:rsidR="001C0413">
        <w:t xml:space="preserve"> ; </w:t>
      </w:r>
      <w:r w:rsidRPr="005D5566">
        <w:t>ses pommettes se firent étrangement saillantes</w:t>
      </w:r>
      <w:r w:rsidR="001C0413">
        <w:t xml:space="preserve">, </w:t>
      </w:r>
      <w:r w:rsidRPr="005D5566">
        <w:t>ses narines frémirent</w:t>
      </w:r>
      <w:r w:rsidR="001C0413">
        <w:t xml:space="preserve">. </w:t>
      </w:r>
      <w:r w:rsidRPr="005D5566">
        <w:t>C</w:t>
      </w:r>
      <w:r w:rsidR="001C0413">
        <w:t>’</w:t>
      </w:r>
      <w:r w:rsidRPr="005D5566">
        <w:t>était la première fois que Pélaguée le voyait dans cet état</w:t>
      </w:r>
      <w:r w:rsidR="001C0413">
        <w:t xml:space="preserve"> ; </w:t>
      </w:r>
      <w:r w:rsidRPr="005D5566">
        <w:t>cela l</w:t>
      </w:r>
      <w:r w:rsidR="001C0413">
        <w:t>’</w:t>
      </w:r>
      <w:r w:rsidRPr="005D5566">
        <w:t>effraya un peu</w:t>
      </w:r>
      <w:r w:rsidR="001C0413">
        <w:t>.</w:t>
      </w:r>
    </w:p>
    <w:p w14:paraId="6F711F98" w14:textId="77777777" w:rsidR="001C0413" w:rsidRDefault="00530790" w:rsidP="001C0413">
      <w:r w:rsidRPr="005D5566">
        <w:t>Lorsqu</w:t>
      </w:r>
      <w:r w:rsidR="001C0413">
        <w:t>’</w:t>
      </w:r>
      <w:r w:rsidRPr="005D5566">
        <w:t>elle eut achevé son récit</w:t>
      </w:r>
      <w:r w:rsidR="001C0413">
        <w:t xml:space="preserve">, </w:t>
      </w:r>
      <w:r w:rsidRPr="005D5566">
        <w:t>il se leva en silence</w:t>
      </w:r>
      <w:r w:rsidR="001C0413">
        <w:t xml:space="preserve">, </w:t>
      </w:r>
      <w:r w:rsidRPr="005D5566">
        <w:t>marcha à grands pas</w:t>
      </w:r>
      <w:r w:rsidR="001C0413">
        <w:t xml:space="preserve">, </w:t>
      </w:r>
      <w:r w:rsidRPr="005D5566">
        <w:t>les poings dans ses poches</w:t>
      </w:r>
      <w:r w:rsidR="001C0413">
        <w:t xml:space="preserve">, </w:t>
      </w:r>
      <w:r w:rsidRPr="005D5566">
        <w:t>puis murmura</w:t>
      </w:r>
      <w:r w:rsidR="001C0413">
        <w:t xml:space="preserve">, </w:t>
      </w:r>
      <w:r w:rsidRPr="005D5566">
        <w:t>les dents serrées</w:t>
      </w:r>
      <w:r w:rsidR="001C0413">
        <w:t> :</w:t>
      </w:r>
    </w:p>
    <w:p w14:paraId="66A07980" w14:textId="77777777" w:rsidR="001C0413" w:rsidRDefault="001C0413" w:rsidP="001C0413">
      <w:r>
        <w:t>— </w:t>
      </w:r>
      <w:r w:rsidR="00530790" w:rsidRPr="005D5566">
        <w:t>Ce doit être un homme remarquable</w:t>
      </w:r>
      <w:r>
        <w:t xml:space="preserve">… </w:t>
      </w:r>
      <w:r w:rsidR="00530790" w:rsidRPr="005D5566">
        <w:t>Quel héroïsme</w:t>
      </w:r>
      <w:r>
        <w:t xml:space="preserve"> ! </w:t>
      </w:r>
      <w:r w:rsidR="00530790" w:rsidRPr="005D5566">
        <w:t>Il souffrira en prison</w:t>
      </w:r>
      <w:r>
        <w:t xml:space="preserve">, </w:t>
      </w:r>
      <w:r w:rsidR="00530790" w:rsidRPr="005D5566">
        <w:t>ceux qui lui ressemblent y sont très malheureux</w:t>
      </w:r>
      <w:r>
        <w:t>…</w:t>
      </w:r>
    </w:p>
    <w:p w14:paraId="0E90BE21" w14:textId="77777777" w:rsidR="001C0413" w:rsidRDefault="00530790" w:rsidP="001C0413">
      <w:r w:rsidRPr="005D5566">
        <w:lastRenderedPageBreak/>
        <w:t>Puis</w:t>
      </w:r>
      <w:r w:rsidR="001C0413">
        <w:t xml:space="preserve">, </w:t>
      </w:r>
      <w:r w:rsidRPr="005D5566">
        <w:t>s</w:t>
      </w:r>
      <w:r w:rsidR="001C0413">
        <w:t>’</w:t>
      </w:r>
      <w:r w:rsidRPr="005D5566">
        <w:t>arrêtant en face de la mère</w:t>
      </w:r>
      <w:r w:rsidR="001C0413">
        <w:t xml:space="preserve">, </w:t>
      </w:r>
      <w:r w:rsidRPr="005D5566">
        <w:t>il ajouta d</w:t>
      </w:r>
      <w:r w:rsidR="001C0413">
        <w:t>’</w:t>
      </w:r>
      <w:r w:rsidRPr="005D5566">
        <w:t>une voix vibrante</w:t>
      </w:r>
      <w:r w:rsidR="001C0413">
        <w:t> :</w:t>
      </w:r>
    </w:p>
    <w:p w14:paraId="1EA8921E" w14:textId="77777777" w:rsidR="001C0413" w:rsidRDefault="001C0413" w:rsidP="001C0413">
      <w:r>
        <w:t>— </w:t>
      </w:r>
      <w:r w:rsidR="00530790" w:rsidRPr="005D5566">
        <w:t>Évidemment</w:t>
      </w:r>
      <w:r>
        <w:t xml:space="preserve">, </w:t>
      </w:r>
      <w:r w:rsidR="00530790" w:rsidRPr="005D5566">
        <w:t>tous ces commissaires</w:t>
      </w:r>
      <w:r>
        <w:t xml:space="preserve">, </w:t>
      </w:r>
      <w:r w:rsidR="00530790" w:rsidRPr="005D5566">
        <w:t>ces officiers</w:t>
      </w:r>
      <w:r>
        <w:t xml:space="preserve">, </w:t>
      </w:r>
      <w:r w:rsidR="00530790" w:rsidRPr="005D5566">
        <w:t>ne sont que des instruments</w:t>
      </w:r>
      <w:r>
        <w:t xml:space="preserve">, </w:t>
      </w:r>
      <w:r w:rsidR="00530790" w:rsidRPr="005D5566">
        <w:t>des gourdins dont se sert un coquin intelligent</w:t>
      </w:r>
      <w:r>
        <w:t xml:space="preserve">, </w:t>
      </w:r>
      <w:r w:rsidR="00530790" w:rsidRPr="005D5566">
        <w:t>un dresseur de bêtes</w:t>
      </w:r>
      <w:r>
        <w:t xml:space="preserve"> ! </w:t>
      </w:r>
      <w:r w:rsidR="00530790" w:rsidRPr="005D5566">
        <w:t>Mais il faut tuer la bête pour la châtier de s</w:t>
      </w:r>
      <w:r>
        <w:t>’</w:t>
      </w:r>
      <w:r w:rsidR="00530790" w:rsidRPr="005D5566">
        <w:t>être laissé transformer en fauve</w:t>
      </w:r>
      <w:r>
        <w:t xml:space="preserve"> ! </w:t>
      </w:r>
      <w:r w:rsidR="00530790" w:rsidRPr="005D5566">
        <w:t>Moi j</w:t>
      </w:r>
      <w:r>
        <w:t>’</w:t>
      </w:r>
      <w:r w:rsidR="00530790" w:rsidRPr="005D5566">
        <w:t>aurais tué ce chien enragé</w:t>
      </w:r>
      <w:r>
        <w:t> !</w:t>
      </w:r>
    </w:p>
    <w:p w14:paraId="75187BF2" w14:textId="77777777" w:rsidR="001C0413" w:rsidRDefault="00530790" w:rsidP="001C0413">
      <w:r w:rsidRPr="005D5566">
        <w:t>Il enfonçait toujours plus profondément ses poings dans ses poches</w:t>
      </w:r>
      <w:r w:rsidR="001C0413">
        <w:t xml:space="preserve">, </w:t>
      </w:r>
      <w:r w:rsidRPr="005D5566">
        <w:t>essayant</w:t>
      </w:r>
      <w:r w:rsidR="001C0413">
        <w:t xml:space="preserve">, </w:t>
      </w:r>
      <w:r w:rsidRPr="005D5566">
        <w:t>mais en vain</w:t>
      </w:r>
      <w:r w:rsidR="001C0413">
        <w:t xml:space="preserve">, </w:t>
      </w:r>
      <w:r w:rsidRPr="005D5566">
        <w:t>de réprimer une émotion qui se communiquait à la mère</w:t>
      </w:r>
      <w:r w:rsidR="001C0413">
        <w:t xml:space="preserve">. </w:t>
      </w:r>
      <w:r w:rsidRPr="005D5566">
        <w:t>Ses yeux s</w:t>
      </w:r>
      <w:r w:rsidR="001C0413">
        <w:t>’</w:t>
      </w:r>
      <w:r w:rsidRPr="005D5566">
        <w:t>étaient rétrécis</w:t>
      </w:r>
      <w:r w:rsidR="001C0413">
        <w:t xml:space="preserve">, </w:t>
      </w:r>
      <w:r w:rsidRPr="005D5566">
        <w:t>comme des lames de couteau</w:t>
      </w:r>
      <w:r w:rsidR="001C0413">
        <w:t xml:space="preserve">. </w:t>
      </w:r>
      <w:r w:rsidRPr="005D5566">
        <w:t>Il reprit</w:t>
      </w:r>
      <w:r w:rsidR="001C0413">
        <w:t xml:space="preserve">, </w:t>
      </w:r>
      <w:r w:rsidRPr="005D5566">
        <w:t>d</w:t>
      </w:r>
      <w:r w:rsidR="001C0413">
        <w:t>’</w:t>
      </w:r>
      <w:r w:rsidRPr="005D5566">
        <w:t>une voix froide et furieuse</w:t>
      </w:r>
      <w:r w:rsidR="001C0413">
        <w:t xml:space="preserve">, </w:t>
      </w:r>
      <w:r w:rsidRPr="005D5566">
        <w:t>en se mettant de nouveau à marcher</w:t>
      </w:r>
      <w:r w:rsidR="001C0413">
        <w:t> :</w:t>
      </w:r>
    </w:p>
    <w:p w14:paraId="11B812DC" w14:textId="77777777" w:rsidR="001C0413" w:rsidRDefault="001C0413" w:rsidP="001C0413">
      <w:r>
        <w:t>— </w:t>
      </w:r>
      <w:r w:rsidR="00530790" w:rsidRPr="005D5566">
        <w:t>Voyez donc</w:t>
      </w:r>
      <w:r>
        <w:t xml:space="preserve">, </w:t>
      </w:r>
      <w:r w:rsidR="00530790" w:rsidRPr="005D5566">
        <w:t>l</w:t>
      </w:r>
      <w:r>
        <w:t>’</w:t>
      </w:r>
      <w:r w:rsidR="00530790" w:rsidRPr="005D5566">
        <w:t>horrible chose</w:t>
      </w:r>
      <w:r>
        <w:t xml:space="preserve"> ! </w:t>
      </w:r>
      <w:r w:rsidR="00530790" w:rsidRPr="005D5566">
        <w:t>Une poignée d</w:t>
      </w:r>
      <w:r>
        <w:t>’</w:t>
      </w:r>
      <w:r w:rsidR="00530790" w:rsidRPr="005D5566">
        <w:t>hommes stupides frappent</w:t>
      </w:r>
      <w:r>
        <w:t xml:space="preserve">, </w:t>
      </w:r>
      <w:r w:rsidR="00530790" w:rsidRPr="005D5566">
        <w:t>étouffent et oppressent tout le monde pour défendre leur funeste puissance sur le peuple</w:t>
      </w:r>
      <w:r>
        <w:t xml:space="preserve">… </w:t>
      </w:r>
      <w:r w:rsidR="00530790" w:rsidRPr="005D5566">
        <w:t>La férocité augmente</w:t>
      </w:r>
      <w:r>
        <w:t xml:space="preserve">, </w:t>
      </w:r>
      <w:r w:rsidR="00530790" w:rsidRPr="005D5566">
        <w:t>la cruauté devient la loi de la vie</w:t>
      </w:r>
      <w:r>
        <w:t xml:space="preserve">… </w:t>
      </w:r>
      <w:r w:rsidR="00530790" w:rsidRPr="005D5566">
        <w:t>Réfléchissez</w:t>
      </w:r>
      <w:r>
        <w:t xml:space="preserve"> ! </w:t>
      </w:r>
      <w:r w:rsidR="00530790" w:rsidRPr="005D5566">
        <w:t>Les uns frappent et agissent en brutes</w:t>
      </w:r>
      <w:r>
        <w:t xml:space="preserve">, </w:t>
      </w:r>
      <w:r w:rsidR="00530790" w:rsidRPr="005D5566">
        <w:t>parce qu</w:t>
      </w:r>
      <w:r>
        <w:t>’</w:t>
      </w:r>
      <w:r w:rsidR="00530790" w:rsidRPr="005D5566">
        <w:t>ils sont sûrs de l</w:t>
      </w:r>
      <w:r>
        <w:t>’</w:t>
      </w:r>
      <w:r w:rsidR="00530790" w:rsidRPr="005D5566">
        <w:t>impunité</w:t>
      </w:r>
      <w:r>
        <w:t xml:space="preserve">, </w:t>
      </w:r>
      <w:r w:rsidR="00530790" w:rsidRPr="005D5566">
        <w:t>parce qu</w:t>
      </w:r>
      <w:r>
        <w:t>’</w:t>
      </w:r>
      <w:r w:rsidR="00530790" w:rsidRPr="005D5566">
        <w:t>ils sont atteints du besoin voluptueux de torturer</w:t>
      </w:r>
      <w:r>
        <w:t xml:space="preserve">, </w:t>
      </w:r>
      <w:r w:rsidR="00530790" w:rsidRPr="005D5566">
        <w:t>de cette répugnante maladie des esclaves auxquels on permet de manifester leurs instincts serviles et leurs habitudes bestiales dans toute leur force</w:t>
      </w:r>
      <w:r>
        <w:t xml:space="preserve">. </w:t>
      </w:r>
      <w:r w:rsidR="00530790" w:rsidRPr="005D5566">
        <w:t>Les autres sont empoisonnés par la vengeance</w:t>
      </w:r>
      <w:r>
        <w:t xml:space="preserve">, </w:t>
      </w:r>
      <w:r w:rsidR="00530790" w:rsidRPr="005D5566">
        <w:t>les troisièmes</w:t>
      </w:r>
      <w:r>
        <w:t xml:space="preserve">, </w:t>
      </w:r>
      <w:r w:rsidR="00530790" w:rsidRPr="005D5566">
        <w:t>abêtis sous les coups</w:t>
      </w:r>
      <w:r>
        <w:t xml:space="preserve">, </w:t>
      </w:r>
      <w:r w:rsidR="00530790" w:rsidRPr="005D5566">
        <w:t>deviennent aveugles et muets</w:t>
      </w:r>
      <w:r>
        <w:t xml:space="preserve">… </w:t>
      </w:r>
      <w:r w:rsidR="00530790" w:rsidRPr="005D5566">
        <w:t>On pervertit le peuple</w:t>
      </w:r>
      <w:r>
        <w:t xml:space="preserve">, </w:t>
      </w:r>
      <w:r w:rsidR="00530790" w:rsidRPr="005D5566">
        <w:t>le peuple tout entier</w:t>
      </w:r>
      <w:r>
        <w:t> !</w:t>
      </w:r>
    </w:p>
    <w:p w14:paraId="02A85068" w14:textId="77777777" w:rsidR="001C0413" w:rsidRDefault="00530790" w:rsidP="001C0413">
      <w:r w:rsidRPr="005D5566">
        <w:t>Il s</w:t>
      </w:r>
      <w:r w:rsidR="001C0413">
        <w:t>’</w:t>
      </w:r>
      <w:r w:rsidRPr="005D5566">
        <w:t>arrêta</w:t>
      </w:r>
      <w:r w:rsidR="001C0413">
        <w:t xml:space="preserve">, </w:t>
      </w:r>
      <w:r w:rsidRPr="005D5566">
        <w:t>se prit la tête des deux mains</w:t>
      </w:r>
      <w:r w:rsidR="001C0413">
        <w:t>.</w:t>
      </w:r>
    </w:p>
    <w:p w14:paraId="306CEA86" w14:textId="77777777" w:rsidR="001C0413" w:rsidRDefault="001C0413" w:rsidP="001C0413">
      <w:r>
        <w:t>— </w:t>
      </w:r>
      <w:r w:rsidR="00530790" w:rsidRPr="005D5566">
        <w:t>On s</w:t>
      </w:r>
      <w:r>
        <w:t>’</w:t>
      </w:r>
      <w:r w:rsidR="00530790" w:rsidRPr="005D5566">
        <w:t>abrutit sans le vouloir dans cette vie féroce</w:t>
      </w:r>
      <w:r>
        <w:t xml:space="preserve"> ! </w:t>
      </w:r>
      <w:r w:rsidR="00530790" w:rsidRPr="005D5566">
        <w:t>continua-t-il à voix basse</w:t>
      </w:r>
      <w:r>
        <w:t>.</w:t>
      </w:r>
    </w:p>
    <w:p w14:paraId="5AB45263" w14:textId="77777777" w:rsidR="001C0413" w:rsidRDefault="00530790" w:rsidP="001C0413">
      <w:r w:rsidRPr="005D5566">
        <w:t>Puis</w:t>
      </w:r>
      <w:r w:rsidR="001C0413">
        <w:t xml:space="preserve">, </w:t>
      </w:r>
      <w:r w:rsidRPr="005D5566">
        <w:t>il se maîtrisa</w:t>
      </w:r>
      <w:r w:rsidR="001C0413">
        <w:t xml:space="preserve">. </w:t>
      </w:r>
      <w:r w:rsidRPr="005D5566">
        <w:t>Ses yeux brillaient d</w:t>
      </w:r>
      <w:r w:rsidR="001C0413">
        <w:t>’</w:t>
      </w:r>
      <w:r w:rsidRPr="005D5566">
        <w:t>un éclat ferme</w:t>
      </w:r>
      <w:r w:rsidR="001C0413">
        <w:t xml:space="preserve"> ; </w:t>
      </w:r>
      <w:r w:rsidRPr="005D5566">
        <w:t>il regarda presque familièrement la mère dont le visage était inondé de larmes</w:t>
      </w:r>
      <w:r w:rsidR="001C0413">
        <w:t>.</w:t>
      </w:r>
    </w:p>
    <w:p w14:paraId="198E8044" w14:textId="77777777" w:rsidR="001C0413" w:rsidRDefault="001C0413" w:rsidP="001C0413">
      <w:r>
        <w:lastRenderedPageBreak/>
        <w:t>— </w:t>
      </w:r>
      <w:r w:rsidR="00530790" w:rsidRPr="005D5566">
        <w:t>Nous n</w:t>
      </w:r>
      <w:r>
        <w:t>’</w:t>
      </w:r>
      <w:r w:rsidR="00530790" w:rsidRPr="005D5566">
        <w:t>avons pas de temps à perdre</w:t>
      </w:r>
      <w:r>
        <w:t xml:space="preserve">, </w:t>
      </w:r>
      <w:r w:rsidR="00530790" w:rsidRPr="005D5566">
        <w:t>Pélaguée</w:t>
      </w:r>
      <w:r>
        <w:t xml:space="preserve">… </w:t>
      </w:r>
      <w:r w:rsidR="00530790" w:rsidRPr="005D5566">
        <w:t>Où est votre valise</w:t>
      </w:r>
      <w:r>
        <w:t> ?…</w:t>
      </w:r>
    </w:p>
    <w:p w14:paraId="1DE9C706" w14:textId="77777777" w:rsidR="001C0413" w:rsidRDefault="001C0413" w:rsidP="001C0413">
      <w:r>
        <w:t>— </w:t>
      </w:r>
      <w:r w:rsidR="00530790" w:rsidRPr="005D5566">
        <w:t>À la cuisine</w:t>
      </w:r>
      <w:r>
        <w:t xml:space="preserve"> ! </w:t>
      </w:r>
      <w:r w:rsidR="00530790" w:rsidRPr="005D5566">
        <w:t>répondit-elle</w:t>
      </w:r>
      <w:r>
        <w:t>.</w:t>
      </w:r>
    </w:p>
    <w:p w14:paraId="026445C6" w14:textId="77777777" w:rsidR="001C0413" w:rsidRDefault="001C0413" w:rsidP="001C0413">
      <w:r>
        <w:t>— </w:t>
      </w:r>
      <w:r w:rsidR="00530790" w:rsidRPr="005D5566">
        <w:t>La maison est entourée d</w:t>
      </w:r>
      <w:r>
        <w:t>’</w:t>
      </w:r>
      <w:r w:rsidR="00530790" w:rsidRPr="005D5566">
        <w:t>espions</w:t>
      </w:r>
      <w:r>
        <w:t xml:space="preserve">, </w:t>
      </w:r>
      <w:r w:rsidR="00530790" w:rsidRPr="005D5566">
        <w:t>nous ne pourrons pas sortir une telle masse de journaux sans qu</w:t>
      </w:r>
      <w:r>
        <w:t>’</w:t>
      </w:r>
      <w:r w:rsidR="00530790" w:rsidRPr="005D5566">
        <w:t>on le remarque</w:t>
      </w:r>
      <w:r>
        <w:t xml:space="preserve">… </w:t>
      </w:r>
      <w:r w:rsidR="00530790" w:rsidRPr="005D5566">
        <w:t>je ne sais pas où les cacher</w:t>
      </w:r>
      <w:r>
        <w:t xml:space="preserve">… </w:t>
      </w:r>
      <w:r w:rsidR="00530790" w:rsidRPr="005D5566">
        <w:t>je pense que les gendarmes reviendront cette nuit</w:t>
      </w:r>
      <w:r>
        <w:t xml:space="preserve">… </w:t>
      </w:r>
      <w:r w:rsidR="00530790" w:rsidRPr="005D5566">
        <w:t>je ne veux pas qu</w:t>
      </w:r>
      <w:r>
        <w:t>’</w:t>
      </w:r>
      <w:r w:rsidR="00530790" w:rsidRPr="005D5566">
        <w:t>on vous arrête</w:t>
      </w:r>
      <w:r>
        <w:t xml:space="preserve">… </w:t>
      </w:r>
      <w:r w:rsidR="00530790" w:rsidRPr="005D5566">
        <w:t>Bien que ce soit dommage</w:t>
      </w:r>
      <w:r>
        <w:t xml:space="preserve">, </w:t>
      </w:r>
      <w:r w:rsidR="00530790" w:rsidRPr="005D5566">
        <w:t>nous allons brûler tout cela</w:t>
      </w:r>
      <w:r>
        <w:t>…</w:t>
      </w:r>
    </w:p>
    <w:p w14:paraId="27B0472A" w14:textId="77777777" w:rsidR="001C0413" w:rsidRDefault="001C0413" w:rsidP="001C0413">
      <w:r>
        <w:t>— </w:t>
      </w:r>
      <w:r w:rsidR="00530790" w:rsidRPr="005D5566">
        <w:t>Quoi</w:t>
      </w:r>
      <w:r>
        <w:t xml:space="preserve"> ? </w:t>
      </w:r>
      <w:r w:rsidR="00530790" w:rsidRPr="005D5566">
        <w:t>demanda la mère</w:t>
      </w:r>
      <w:r>
        <w:t>.</w:t>
      </w:r>
    </w:p>
    <w:p w14:paraId="09E39F7B" w14:textId="77777777" w:rsidR="001C0413" w:rsidRDefault="001C0413" w:rsidP="001C0413">
      <w:r>
        <w:t>— </w:t>
      </w:r>
      <w:r w:rsidR="00530790" w:rsidRPr="005D5566">
        <w:t>Tout ce qui est dans la valise</w:t>
      </w:r>
      <w:r>
        <w:t>…</w:t>
      </w:r>
    </w:p>
    <w:p w14:paraId="060A81C0" w14:textId="77777777" w:rsidR="001C0413" w:rsidRDefault="00530790" w:rsidP="001C0413">
      <w:r w:rsidRPr="005D5566">
        <w:t>Elle comprit et</w:t>
      </w:r>
      <w:r w:rsidR="001C0413">
        <w:t xml:space="preserve">, </w:t>
      </w:r>
      <w:r w:rsidRPr="005D5566">
        <w:t>quelque grande que fût sa tristesse</w:t>
      </w:r>
      <w:r w:rsidR="001C0413">
        <w:t xml:space="preserve">, </w:t>
      </w:r>
      <w:r w:rsidRPr="005D5566">
        <w:t>la fierté qu</w:t>
      </w:r>
      <w:r w:rsidR="001C0413">
        <w:t>’</w:t>
      </w:r>
      <w:r w:rsidRPr="005D5566">
        <w:t>elle éprouvait d</w:t>
      </w:r>
      <w:r w:rsidR="001C0413">
        <w:t>’</w:t>
      </w:r>
      <w:r w:rsidRPr="005D5566">
        <w:t>avoir réussi fit naître un sourire sur son visage</w:t>
      </w:r>
      <w:r w:rsidR="001C0413">
        <w:t>.</w:t>
      </w:r>
    </w:p>
    <w:p w14:paraId="607EB665" w14:textId="77777777" w:rsidR="001C0413" w:rsidRDefault="001C0413" w:rsidP="001C0413">
      <w:r>
        <w:t>— </w:t>
      </w:r>
      <w:r w:rsidR="00530790" w:rsidRPr="005D5566">
        <w:t>Il n</w:t>
      </w:r>
      <w:r>
        <w:t>’</w:t>
      </w:r>
      <w:r w:rsidR="00530790" w:rsidRPr="005D5566">
        <w:t>y a rien dans la valise</w:t>
      </w:r>
      <w:r>
        <w:t xml:space="preserve">, </w:t>
      </w:r>
      <w:r w:rsidR="00530790" w:rsidRPr="005D5566">
        <w:t>pas même une feuille de papier</w:t>
      </w:r>
      <w:r>
        <w:t xml:space="preserve"> ! </w:t>
      </w:r>
      <w:r w:rsidR="00530790" w:rsidRPr="005D5566">
        <w:t>dit-elle en s</w:t>
      </w:r>
      <w:r>
        <w:t>’</w:t>
      </w:r>
      <w:r w:rsidR="00530790" w:rsidRPr="005D5566">
        <w:t>animant peu à peu</w:t>
      </w:r>
      <w:r>
        <w:t xml:space="preserve">, </w:t>
      </w:r>
      <w:r w:rsidR="00530790" w:rsidRPr="005D5566">
        <w:t>et elle raconta la suite de ses aventures</w:t>
      </w:r>
      <w:r>
        <w:t>.</w:t>
      </w:r>
    </w:p>
    <w:p w14:paraId="37D34AF5" w14:textId="77777777" w:rsidR="001C0413" w:rsidRDefault="00530790" w:rsidP="001C0413">
      <w:r w:rsidRPr="005D5566">
        <w:t>Nicolas l</w:t>
      </w:r>
      <w:r w:rsidR="001C0413">
        <w:t>’</w:t>
      </w:r>
      <w:r w:rsidRPr="005D5566">
        <w:t>écouta d</w:t>
      </w:r>
      <w:r w:rsidR="001C0413">
        <w:t>’</w:t>
      </w:r>
      <w:r w:rsidRPr="005D5566">
        <w:t>abord avec inquiétude</w:t>
      </w:r>
      <w:r w:rsidR="001C0413">
        <w:t xml:space="preserve">, </w:t>
      </w:r>
      <w:r w:rsidRPr="005D5566">
        <w:t>puis avec étonnement</w:t>
      </w:r>
      <w:r w:rsidR="001C0413">
        <w:t xml:space="preserve"> ; </w:t>
      </w:r>
      <w:r w:rsidRPr="005D5566">
        <w:t>enfin</w:t>
      </w:r>
      <w:r w:rsidR="001C0413">
        <w:t xml:space="preserve">, </w:t>
      </w:r>
      <w:r w:rsidRPr="005D5566">
        <w:t>il s</w:t>
      </w:r>
      <w:r w:rsidR="001C0413">
        <w:t>’</w:t>
      </w:r>
      <w:r w:rsidRPr="005D5566">
        <w:t>écria en l</w:t>
      </w:r>
      <w:r w:rsidR="001C0413">
        <w:t>’</w:t>
      </w:r>
      <w:r w:rsidRPr="005D5566">
        <w:t>interrompant</w:t>
      </w:r>
      <w:r w:rsidR="001C0413">
        <w:t> :</w:t>
      </w:r>
    </w:p>
    <w:p w14:paraId="5BFF4937" w14:textId="77777777" w:rsidR="001C0413" w:rsidRDefault="001C0413" w:rsidP="001C0413">
      <w:r>
        <w:t>— </w:t>
      </w:r>
      <w:r w:rsidR="00530790" w:rsidRPr="005D5566">
        <w:t>C</w:t>
      </w:r>
      <w:r>
        <w:t>’</w:t>
      </w:r>
      <w:r w:rsidR="00530790" w:rsidRPr="005D5566">
        <w:t>est tout simplement merveilleux</w:t>
      </w:r>
      <w:r>
        <w:t xml:space="preserve"> ! </w:t>
      </w:r>
      <w:r w:rsidR="00530790" w:rsidRPr="005D5566">
        <w:t>Vous avez une chance étonnante</w:t>
      </w:r>
      <w:r>
        <w:t> !</w:t>
      </w:r>
    </w:p>
    <w:p w14:paraId="3F193003" w14:textId="77777777" w:rsidR="001C0413" w:rsidRDefault="00530790" w:rsidP="001C0413">
      <w:r w:rsidRPr="005D5566">
        <w:t>Il s</w:t>
      </w:r>
      <w:r w:rsidR="001C0413">
        <w:t>’</w:t>
      </w:r>
      <w:r w:rsidRPr="005D5566">
        <w:t>agita tout confus et continua en lui serrant la main</w:t>
      </w:r>
      <w:r w:rsidR="001C0413">
        <w:t> :</w:t>
      </w:r>
    </w:p>
    <w:p w14:paraId="5BC8C507" w14:textId="77777777" w:rsidR="001C0413" w:rsidRDefault="001C0413" w:rsidP="001C0413">
      <w:r>
        <w:t>— </w:t>
      </w:r>
      <w:r w:rsidR="00530790" w:rsidRPr="005D5566">
        <w:t>Vous me touchez par votre confiance dans le peuple</w:t>
      </w:r>
      <w:r>
        <w:t xml:space="preserve">… </w:t>
      </w:r>
      <w:r w:rsidR="00530790" w:rsidRPr="005D5566">
        <w:t>vous avez une si belle âme</w:t>
      </w:r>
      <w:r>
        <w:t xml:space="preserve"> !… </w:t>
      </w:r>
      <w:r w:rsidR="00530790" w:rsidRPr="005D5566">
        <w:t>je vous aime mieux que j</w:t>
      </w:r>
      <w:r>
        <w:t>’</w:t>
      </w:r>
      <w:r w:rsidR="00530790" w:rsidRPr="005D5566">
        <w:t>ai aimé ma propre mère</w:t>
      </w:r>
      <w:r>
        <w:t>…</w:t>
      </w:r>
    </w:p>
    <w:p w14:paraId="46BB611D" w14:textId="77777777" w:rsidR="001C0413" w:rsidRDefault="00530790" w:rsidP="001C0413">
      <w:r w:rsidRPr="005D5566">
        <w:t>Elle le prit dans ses bras et</w:t>
      </w:r>
      <w:r w:rsidR="001C0413">
        <w:t xml:space="preserve">, </w:t>
      </w:r>
      <w:r w:rsidRPr="005D5566">
        <w:t>avec des sanglots de bonheur</w:t>
      </w:r>
      <w:r w:rsidR="001C0413">
        <w:t xml:space="preserve">, </w:t>
      </w:r>
      <w:r w:rsidRPr="005D5566">
        <w:t>elle approcha de ses lèvres la tête de Nicolas</w:t>
      </w:r>
      <w:r w:rsidR="001C0413">
        <w:t>.</w:t>
      </w:r>
    </w:p>
    <w:p w14:paraId="3EFAEB18" w14:textId="77777777" w:rsidR="001C0413" w:rsidRDefault="001C0413" w:rsidP="001C0413">
      <w:r>
        <w:lastRenderedPageBreak/>
        <w:t>— </w:t>
      </w:r>
      <w:r w:rsidR="00530790" w:rsidRPr="005D5566">
        <w:t>Peut-être ai-je parlé très bêtement</w:t>
      </w:r>
      <w:r>
        <w:t xml:space="preserve"> ! </w:t>
      </w:r>
      <w:r w:rsidR="00530790" w:rsidRPr="005D5566">
        <w:t>murmura-t-il</w:t>
      </w:r>
      <w:r>
        <w:t xml:space="preserve">, </w:t>
      </w:r>
      <w:r w:rsidR="00530790" w:rsidRPr="005D5566">
        <w:t>ému et déconcerté par la nouveauté du sentiment qu</w:t>
      </w:r>
      <w:r>
        <w:t>’</w:t>
      </w:r>
      <w:r w:rsidR="00530790" w:rsidRPr="005D5566">
        <w:t>il éprouvait</w:t>
      </w:r>
      <w:r>
        <w:t>.</w:t>
      </w:r>
    </w:p>
    <w:p w14:paraId="6A945515" w14:textId="77777777" w:rsidR="001C0413" w:rsidRDefault="00530790" w:rsidP="001C0413">
      <w:r w:rsidRPr="005D5566">
        <w:t>La mère pensait qu</w:t>
      </w:r>
      <w:r w:rsidR="001C0413">
        <w:t>’</w:t>
      </w:r>
      <w:r w:rsidRPr="005D5566">
        <w:t>il était profondément heureux</w:t>
      </w:r>
      <w:r w:rsidR="001C0413">
        <w:t xml:space="preserve">, </w:t>
      </w:r>
      <w:r w:rsidRPr="005D5566">
        <w:t>elle le suivait de l</w:t>
      </w:r>
      <w:r w:rsidR="001C0413">
        <w:t>’</w:t>
      </w:r>
      <w:r w:rsidRPr="005D5566">
        <w:t>œil avec une curiosité affectueuse</w:t>
      </w:r>
      <w:r w:rsidR="001C0413">
        <w:t xml:space="preserve"> ; </w:t>
      </w:r>
      <w:r w:rsidRPr="005D5566">
        <w:t>elle aurait voulu savoir pourquoi il était devenu si vibrant</w:t>
      </w:r>
      <w:r w:rsidR="001C0413">
        <w:t>.</w:t>
      </w:r>
    </w:p>
    <w:p w14:paraId="6E84104B" w14:textId="77777777" w:rsidR="001C0413" w:rsidRDefault="001C0413" w:rsidP="001C0413">
      <w:r>
        <w:t>— </w:t>
      </w:r>
      <w:r w:rsidR="00530790" w:rsidRPr="005D5566">
        <w:t>En général</w:t>
      </w:r>
      <w:r>
        <w:t xml:space="preserve">… </w:t>
      </w:r>
      <w:r w:rsidR="00530790" w:rsidRPr="005D5566">
        <w:t>tout est merveilleux</w:t>
      </w:r>
      <w:r>
        <w:t xml:space="preserve"> ! </w:t>
      </w:r>
      <w:r w:rsidR="00530790" w:rsidRPr="005D5566">
        <w:t>déclara-t-il en se frottant les mains avec un petit rire caressant</w:t>
      </w:r>
      <w:r>
        <w:t xml:space="preserve">. </w:t>
      </w:r>
      <w:r w:rsidR="00530790" w:rsidRPr="005D5566">
        <w:t>Savez-vous</w:t>
      </w:r>
      <w:r>
        <w:t xml:space="preserve">, </w:t>
      </w:r>
      <w:r w:rsidR="00530790" w:rsidRPr="005D5566">
        <w:t>tous ces jours-ci</w:t>
      </w:r>
      <w:r>
        <w:t xml:space="preserve">, </w:t>
      </w:r>
      <w:r w:rsidR="00530790" w:rsidRPr="005D5566">
        <w:t>j</w:t>
      </w:r>
      <w:r>
        <w:t>’</w:t>
      </w:r>
      <w:r w:rsidR="00530790" w:rsidRPr="005D5566">
        <w:t>ai étrangement bien vécu</w:t>
      </w:r>
      <w:r>
        <w:t xml:space="preserve">… </w:t>
      </w:r>
      <w:r w:rsidR="00530790" w:rsidRPr="005D5566">
        <w:t>J</w:t>
      </w:r>
      <w:r>
        <w:t>’</w:t>
      </w:r>
      <w:r w:rsidR="00530790" w:rsidRPr="005D5566">
        <w:t>étais tout le temps avec des ouvriers</w:t>
      </w:r>
      <w:r>
        <w:t xml:space="preserve">, </w:t>
      </w:r>
      <w:r w:rsidR="00530790" w:rsidRPr="005D5566">
        <w:t>je leur ai fait des lectures</w:t>
      </w:r>
      <w:r>
        <w:t xml:space="preserve">, </w:t>
      </w:r>
      <w:r w:rsidR="00530790" w:rsidRPr="005D5566">
        <w:t>nous avons conversé</w:t>
      </w:r>
      <w:r>
        <w:t xml:space="preserve">, </w:t>
      </w:r>
      <w:r w:rsidR="00530790" w:rsidRPr="005D5566">
        <w:t>je les ai observés</w:t>
      </w:r>
      <w:r>
        <w:t xml:space="preserve">… </w:t>
      </w:r>
      <w:r w:rsidR="00530790" w:rsidRPr="005D5566">
        <w:t>Et j</w:t>
      </w:r>
      <w:r>
        <w:t>’</w:t>
      </w:r>
      <w:r w:rsidR="00530790" w:rsidRPr="005D5566">
        <w:t>ai amassé dans mon cœur des sensations si étonnamment pures et saines</w:t>
      </w:r>
      <w:r>
        <w:t xml:space="preserve"> ! </w:t>
      </w:r>
      <w:r w:rsidR="00530790" w:rsidRPr="005D5566">
        <w:t>Quels braves gens</w:t>
      </w:r>
      <w:r>
        <w:t xml:space="preserve"> ! </w:t>
      </w:r>
      <w:r w:rsidR="00530790" w:rsidRPr="005D5566">
        <w:t>Aussi clairs que des jours de mai</w:t>
      </w:r>
      <w:r>
        <w:t xml:space="preserve"> ! </w:t>
      </w:r>
      <w:r w:rsidR="00530790" w:rsidRPr="005D5566">
        <w:t>Je parle des jeunes ouvriers</w:t>
      </w:r>
      <w:r>
        <w:t xml:space="preserve"> ; </w:t>
      </w:r>
      <w:r w:rsidR="00530790" w:rsidRPr="005D5566">
        <w:t>ils sont robustes</w:t>
      </w:r>
      <w:r>
        <w:t xml:space="preserve">, </w:t>
      </w:r>
      <w:r w:rsidR="00530790" w:rsidRPr="005D5566">
        <w:t>sensitifs</w:t>
      </w:r>
      <w:r>
        <w:t xml:space="preserve">, </w:t>
      </w:r>
      <w:r w:rsidR="00530790" w:rsidRPr="005D5566">
        <w:t>ils ont soif de tout comprendre</w:t>
      </w:r>
      <w:r>
        <w:t xml:space="preserve">… </w:t>
      </w:r>
      <w:r w:rsidR="00530790" w:rsidRPr="005D5566">
        <w:t>Quand on les voit</w:t>
      </w:r>
      <w:r>
        <w:t xml:space="preserve">, </w:t>
      </w:r>
      <w:r w:rsidR="00530790" w:rsidRPr="005D5566">
        <w:t>on se dit que la Russie sera la démocratie la plus éclatante de la terre</w:t>
      </w:r>
      <w:r>
        <w:t> !</w:t>
      </w:r>
    </w:p>
    <w:p w14:paraId="410D8B70" w14:textId="77777777" w:rsidR="001C0413" w:rsidRDefault="00530790" w:rsidP="001C0413">
      <w:r w:rsidRPr="005D5566">
        <w:t>Il avait levé le bras comme pour prêter serment</w:t>
      </w:r>
      <w:r w:rsidR="001C0413">
        <w:t xml:space="preserve"> ; </w:t>
      </w:r>
      <w:r w:rsidRPr="005D5566">
        <w:t>après un instant de silence</w:t>
      </w:r>
      <w:r w:rsidR="001C0413">
        <w:t xml:space="preserve">, </w:t>
      </w:r>
      <w:r w:rsidRPr="005D5566">
        <w:t>il reprit</w:t>
      </w:r>
      <w:r w:rsidR="001C0413">
        <w:t> :</w:t>
      </w:r>
    </w:p>
    <w:p w14:paraId="24A4D909" w14:textId="77777777" w:rsidR="001C0413" w:rsidRDefault="001C0413" w:rsidP="001C0413">
      <w:r>
        <w:t>— </w:t>
      </w:r>
      <w:r w:rsidR="00530790" w:rsidRPr="005D5566">
        <w:t>Vous le savez</w:t>
      </w:r>
      <w:r>
        <w:t xml:space="preserve">, </w:t>
      </w:r>
      <w:r w:rsidR="00530790" w:rsidRPr="005D5566">
        <w:t>j</w:t>
      </w:r>
      <w:r>
        <w:t>’</w:t>
      </w:r>
      <w:r w:rsidR="00530790" w:rsidRPr="005D5566">
        <w:t>étais fonctionnaire dans une administration</w:t>
      </w:r>
      <w:r>
        <w:t xml:space="preserve"> ; </w:t>
      </w:r>
      <w:r w:rsidR="00530790" w:rsidRPr="005D5566">
        <w:t>je me suis aigri au milieu des chiffres et des paperasses</w:t>
      </w:r>
      <w:r>
        <w:t xml:space="preserve">… </w:t>
      </w:r>
      <w:r w:rsidR="00530790" w:rsidRPr="005D5566">
        <w:t>Une année de cette vie a suffi à me mutiler</w:t>
      </w:r>
      <w:r>
        <w:t xml:space="preserve">… </w:t>
      </w:r>
      <w:r w:rsidR="00530790" w:rsidRPr="005D5566">
        <w:t>Car j</w:t>
      </w:r>
      <w:r>
        <w:t>’</w:t>
      </w:r>
      <w:r w:rsidR="00530790" w:rsidRPr="005D5566">
        <w:t>étais habitué à vivre parmi le peuple</w:t>
      </w:r>
      <w:r>
        <w:t xml:space="preserve">, </w:t>
      </w:r>
      <w:r w:rsidR="00530790" w:rsidRPr="005D5566">
        <w:t>et quand je me sépare de lui</w:t>
      </w:r>
      <w:r>
        <w:t xml:space="preserve">, </w:t>
      </w:r>
      <w:r w:rsidR="00530790" w:rsidRPr="005D5566">
        <w:t>je suis mal à mon aise</w:t>
      </w:r>
      <w:r>
        <w:t xml:space="preserve">… </w:t>
      </w:r>
      <w:r w:rsidR="00530790" w:rsidRPr="005D5566">
        <w:t>Je tends de toutes mes forces vers la vie populaire</w:t>
      </w:r>
      <w:r>
        <w:t xml:space="preserve">… </w:t>
      </w:r>
      <w:r w:rsidR="00530790" w:rsidRPr="005D5566">
        <w:t>Et maintenant</w:t>
      </w:r>
      <w:r>
        <w:t xml:space="preserve">, </w:t>
      </w:r>
      <w:r w:rsidR="00530790" w:rsidRPr="005D5566">
        <w:t>je puis de nouveau vivre librement</w:t>
      </w:r>
      <w:r>
        <w:t xml:space="preserve">, </w:t>
      </w:r>
      <w:r w:rsidR="00530790" w:rsidRPr="005D5566">
        <w:t>je puis revoir les ouvriers</w:t>
      </w:r>
      <w:r>
        <w:t xml:space="preserve">, </w:t>
      </w:r>
      <w:r w:rsidR="00530790" w:rsidRPr="005D5566">
        <w:t>leur enseigner ce que je sais</w:t>
      </w:r>
      <w:r>
        <w:t xml:space="preserve">… </w:t>
      </w:r>
      <w:r w:rsidR="00530790" w:rsidRPr="005D5566">
        <w:t>Comprenez-vous</w:t>
      </w:r>
      <w:r>
        <w:t xml:space="preserve"> : </w:t>
      </w:r>
      <w:r w:rsidR="00530790" w:rsidRPr="005D5566">
        <w:t>je resterai près du berceau de la pensée nouveau-née</w:t>
      </w:r>
      <w:r>
        <w:t xml:space="preserve">, </w:t>
      </w:r>
      <w:r w:rsidR="00530790" w:rsidRPr="005D5566">
        <w:t>devant le visage de l</w:t>
      </w:r>
      <w:r>
        <w:t>’</w:t>
      </w:r>
      <w:r w:rsidR="00530790" w:rsidRPr="005D5566">
        <w:t>énergie créatrice naissante</w:t>
      </w:r>
      <w:r>
        <w:t xml:space="preserve">. </w:t>
      </w:r>
      <w:r w:rsidR="00530790" w:rsidRPr="005D5566">
        <w:t>C</w:t>
      </w:r>
      <w:r>
        <w:t>’</w:t>
      </w:r>
      <w:r w:rsidR="00530790" w:rsidRPr="005D5566">
        <w:t>est étonnamment simple et beau et terriblement excitant</w:t>
      </w:r>
      <w:r>
        <w:t xml:space="preserve">… </w:t>
      </w:r>
      <w:r w:rsidR="00530790" w:rsidRPr="005D5566">
        <w:t>On devient jeune et ferme</w:t>
      </w:r>
      <w:r>
        <w:t xml:space="preserve">, </w:t>
      </w:r>
      <w:r w:rsidR="00530790" w:rsidRPr="005D5566">
        <w:t>on se rassérène</w:t>
      </w:r>
      <w:r>
        <w:t xml:space="preserve">, </w:t>
      </w:r>
      <w:r w:rsidR="00530790" w:rsidRPr="005D5566">
        <w:t>on vit intégralement</w:t>
      </w:r>
      <w:r>
        <w:t>…</w:t>
      </w:r>
    </w:p>
    <w:p w14:paraId="666FC564" w14:textId="77777777" w:rsidR="001C0413" w:rsidRDefault="00530790" w:rsidP="001C0413">
      <w:r w:rsidRPr="005D5566">
        <w:lastRenderedPageBreak/>
        <w:t>Il se mit à rire avec gaîté</w:t>
      </w:r>
      <w:r w:rsidR="001C0413">
        <w:t xml:space="preserve"> ; </w:t>
      </w:r>
      <w:r w:rsidRPr="005D5566">
        <w:t>et son bonheur</w:t>
      </w:r>
      <w:r w:rsidR="001C0413">
        <w:t xml:space="preserve">, </w:t>
      </w:r>
      <w:r w:rsidRPr="005D5566">
        <w:t>la mère le partageait</w:t>
      </w:r>
      <w:r w:rsidR="001C0413">
        <w:t>.</w:t>
      </w:r>
    </w:p>
    <w:p w14:paraId="07B2D9EB" w14:textId="77777777" w:rsidR="001C0413" w:rsidRDefault="001C0413" w:rsidP="001C0413">
      <w:r>
        <w:t>— </w:t>
      </w:r>
      <w:r w:rsidR="00530790" w:rsidRPr="005D5566">
        <w:t>Et puis</w:t>
      </w:r>
      <w:r>
        <w:t xml:space="preserve">, </w:t>
      </w:r>
      <w:r w:rsidR="00530790" w:rsidRPr="005D5566">
        <w:t>vous êtes une créature excessivement bonne</w:t>
      </w:r>
      <w:r>
        <w:t xml:space="preserve"> ! </w:t>
      </w:r>
      <w:r w:rsidR="00530790" w:rsidRPr="005D5566">
        <w:t>déclara Nicolas</w:t>
      </w:r>
      <w:r>
        <w:t xml:space="preserve">. </w:t>
      </w:r>
      <w:r w:rsidR="00530790" w:rsidRPr="005D5566">
        <w:t>Vous avez en vous une force si grande et si douce</w:t>
      </w:r>
      <w:r>
        <w:rPr>
          <w:rFonts w:eastAsia="Georgia" w:cs="Georgia"/>
        </w:rPr>
        <w:t xml:space="preserve">… </w:t>
      </w:r>
      <w:r w:rsidR="00530790" w:rsidRPr="005D5566">
        <w:t>elle attire les cœurs à vous avec tant de puissance</w:t>
      </w:r>
      <w:r>
        <w:t xml:space="preserve">… </w:t>
      </w:r>
      <w:r w:rsidR="00530790" w:rsidRPr="005D5566">
        <w:t>Vous dépeignez si parfaitement les gens</w:t>
      </w:r>
      <w:r>
        <w:t xml:space="preserve">. </w:t>
      </w:r>
      <w:r w:rsidR="00530790" w:rsidRPr="005D5566">
        <w:t>Vous les voyez si bien</w:t>
      </w:r>
      <w:r>
        <w:t> !</w:t>
      </w:r>
    </w:p>
    <w:p w14:paraId="17B8B990" w14:textId="77777777" w:rsidR="001C0413" w:rsidRDefault="001C0413" w:rsidP="001C0413">
      <w:r>
        <w:t>— </w:t>
      </w:r>
      <w:r w:rsidR="00530790" w:rsidRPr="005D5566">
        <w:t>Je vois votre existence</w:t>
      </w:r>
      <w:r>
        <w:t xml:space="preserve">, </w:t>
      </w:r>
      <w:r w:rsidR="00530790" w:rsidRPr="005D5566">
        <w:t>je comprends</w:t>
      </w:r>
      <w:r>
        <w:t xml:space="preserve">, </w:t>
      </w:r>
      <w:r w:rsidR="00530790" w:rsidRPr="005D5566">
        <w:t>mon ami</w:t>
      </w:r>
      <w:r>
        <w:t>…</w:t>
      </w:r>
    </w:p>
    <w:p w14:paraId="1767C4CC" w14:textId="77777777" w:rsidR="001C0413" w:rsidRDefault="001C0413" w:rsidP="001C0413">
      <w:r>
        <w:t>— </w:t>
      </w:r>
      <w:r w:rsidR="00530790" w:rsidRPr="005D5566">
        <w:t>On vous aime</w:t>
      </w:r>
      <w:r>
        <w:t xml:space="preserve">… </w:t>
      </w:r>
      <w:r w:rsidR="00530790" w:rsidRPr="005D5566">
        <w:t>et c</w:t>
      </w:r>
      <w:r>
        <w:t>’</w:t>
      </w:r>
      <w:r w:rsidR="00530790" w:rsidRPr="005D5566">
        <w:t>est si merveilleux d</w:t>
      </w:r>
      <w:r>
        <w:t>’</w:t>
      </w:r>
      <w:r w:rsidR="00530790" w:rsidRPr="005D5566">
        <w:t>aimer une créature humaine</w:t>
      </w:r>
      <w:r>
        <w:t xml:space="preserve">… </w:t>
      </w:r>
      <w:r w:rsidR="00530790" w:rsidRPr="005D5566">
        <w:t>c</w:t>
      </w:r>
      <w:r>
        <w:t>’</w:t>
      </w:r>
      <w:r w:rsidR="00530790" w:rsidRPr="005D5566">
        <w:t>est si bon</w:t>
      </w:r>
      <w:r>
        <w:t xml:space="preserve">, </w:t>
      </w:r>
      <w:r w:rsidR="00530790" w:rsidRPr="005D5566">
        <w:t>si vous saviez</w:t>
      </w:r>
      <w:r>
        <w:t> !</w:t>
      </w:r>
    </w:p>
    <w:p w14:paraId="1D6BCAFF" w14:textId="77777777" w:rsidR="001C0413" w:rsidRDefault="001C0413" w:rsidP="001C0413">
      <w:r>
        <w:t>— </w:t>
      </w:r>
      <w:r w:rsidR="00530790" w:rsidRPr="005D5566">
        <w:t>C</w:t>
      </w:r>
      <w:r>
        <w:t>’</w:t>
      </w:r>
      <w:r w:rsidR="00530790" w:rsidRPr="005D5566">
        <w:t>est vous qui ressuscitez les êtres d</w:t>
      </w:r>
      <w:r>
        <w:t>’</w:t>
      </w:r>
      <w:r w:rsidR="00530790" w:rsidRPr="005D5566">
        <w:t>entre les morts</w:t>
      </w:r>
      <w:r>
        <w:t xml:space="preserve">, </w:t>
      </w:r>
      <w:r w:rsidR="00530790" w:rsidRPr="005D5566">
        <w:t>c</w:t>
      </w:r>
      <w:r>
        <w:t>’</w:t>
      </w:r>
      <w:r w:rsidR="00530790" w:rsidRPr="005D5566">
        <w:t>est vous</w:t>
      </w:r>
      <w:r>
        <w:t xml:space="preserve"> ! </w:t>
      </w:r>
      <w:r w:rsidR="00530790" w:rsidRPr="005D5566">
        <w:t>chuchota la mère avec chaleur en lui caressant la main</w:t>
      </w:r>
      <w:r>
        <w:t xml:space="preserve">. </w:t>
      </w:r>
      <w:r w:rsidR="00530790" w:rsidRPr="005D5566">
        <w:t>Mon ami</w:t>
      </w:r>
      <w:r>
        <w:t xml:space="preserve">, </w:t>
      </w:r>
      <w:r w:rsidR="00530790" w:rsidRPr="005D5566">
        <w:t>je réfléchis</w:t>
      </w:r>
      <w:r>
        <w:t xml:space="preserve">, </w:t>
      </w:r>
      <w:r w:rsidR="00530790" w:rsidRPr="005D5566">
        <w:t>je vois qu</w:t>
      </w:r>
      <w:r>
        <w:t>’</w:t>
      </w:r>
      <w:r w:rsidR="00530790" w:rsidRPr="005D5566">
        <w:t>il y a beaucoup à faire</w:t>
      </w:r>
      <w:r>
        <w:t xml:space="preserve">, </w:t>
      </w:r>
      <w:r w:rsidR="00530790" w:rsidRPr="005D5566">
        <w:t>qu</w:t>
      </w:r>
      <w:r>
        <w:t>’</w:t>
      </w:r>
      <w:r w:rsidR="00530790" w:rsidRPr="005D5566">
        <w:t>il faut beaucoup de patience</w:t>
      </w:r>
      <w:r>
        <w:t xml:space="preserve"> ! </w:t>
      </w:r>
      <w:r w:rsidR="00530790" w:rsidRPr="005D5566">
        <w:t>Et je veux que vous ne perdiez pas courage</w:t>
      </w:r>
      <w:r>
        <w:t xml:space="preserve">… </w:t>
      </w:r>
      <w:r w:rsidR="00530790" w:rsidRPr="005D5566">
        <w:t>Écoutez la suite</w:t>
      </w:r>
      <w:r>
        <w:t xml:space="preserve">… </w:t>
      </w:r>
      <w:r w:rsidR="00530790" w:rsidRPr="005D5566">
        <w:t>La femme</w:t>
      </w:r>
      <w:r>
        <w:t xml:space="preserve">, </w:t>
      </w:r>
      <w:r w:rsidR="00530790" w:rsidRPr="005D5566">
        <w:t>disais-je</w:t>
      </w:r>
      <w:r>
        <w:t xml:space="preserve">, </w:t>
      </w:r>
      <w:r w:rsidR="00530790" w:rsidRPr="005D5566">
        <w:t>la femme du paysan</w:t>
      </w:r>
      <w:r>
        <w:t>…</w:t>
      </w:r>
    </w:p>
    <w:p w14:paraId="6FF0131F" w14:textId="77777777" w:rsidR="001C0413" w:rsidRDefault="00530790" w:rsidP="001C0413">
      <w:r w:rsidRPr="005D5566">
        <w:t>Nicolas s</w:t>
      </w:r>
      <w:r w:rsidR="001C0413">
        <w:t>’</w:t>
      </w:r>
      <w:r w:rsidRPr="005D5566">
        <w:t>assit à côté d</w:t>
      </w:r>
      <w:r w:rsidR="001C0413">
        <w:t>’</w:t>
      </w:r>
      <w:r w:rsidRPr="005D5566">
        <w:t>elle</w:t>
      </w:r>
      <w:r w:rsidR="001C0413">
        <w:t xml:space="preserve">, </w:t>
      </w:r>
      <w:r w:rsidRPr="005D5566">
        <w:t>détournant son visage joyeux et se caressant les cheveux</w:t>
      </w:r>
      <w:r w:rsidR="001C0413">
        <w:t xml:space="preserve"> ; </w:t>
      </w:r>
      <w:r w:rsidRPr="005D5566">
        <w:t>mais bientôt il reporta son regard sur Pélaguée</w:t>
      </w:r>
      <w:r w:rsidR="001C0413">
        <w:t xml:space="preserve">, </w:t>
      </w:r>
      <w:r w:rsidRPr="005D5566">
        <w:t>et écouta avec avidité son récit</w:t>
      </w:r>
      <w:r w:rsidR="001C0413">
        <w:t>.</w:t>
      </w:r>
    </w:p>
    <w:p w14:paraId="59F0CC91" w14:textId="77777777" w:rsidR="001C0413" w:rsidRDefault="001C0413" w:rsidP="001C0413">
      <w:pPr>
        <w:rPr>
          <w:rFonts w:eastAsia="Georgia" w:cs="Georgia"/>
        </w:rPr>
      </w:pPr>
      <w:r>
        <w:t>— </w:t>
      </w:r>
      <w:r w:rsidR="00530790" w:rsidRPr="005D5566">
        <w:t>Quelle chance étonnante</w:t>
      </w:r>
      <w:r>
        <w:t xml:space="preserve"> ! </w:t>
      </w:r>
      <w:r w:rsidR="00530790" w:rsidRPr="005D5566">
        <w:t>s</w:t>
      </w:r>
      <w:r>
        <w:t>’</w:t>
      </w:r>
      <w:r w:rsidR="00530790" w:rsidRPr="005D5566">
        <w:t>écria-t-il</w:t>
      </w:r>
      <w:r>
        <w:t xml:space="preserve">. </w:t>
      </w:r>
      <w:r w:rsidR="00530790" w:rsidRPr="005D5566">
        <w:t>Il était très possible que vous fussiez arrêtée</w:t>
      </w:r>
      <w:r>
        <w:t xml:space="preserve">, </w:t>
      </w:r>
      <w:r w:rsidR="00530790" w:rsidRPr="005D5566">
        <w:t>mais non</w:t>
      </w:r>
      <w:r>
        <w:t xml:space="preserve">… </w:t>
      </w:r>
      <w:r w:rsidR="00530790" w:rsidRPr="005D5566">
        <w:t>En effet</w:t>
      </w:r>
      <w:r>
        <w:t xml:space="preserve">, </w:t>
      </w:r>
      <w:r w:rsidR="00530790" w:rsidRPr="005D5566">
        <w:t>le paysan lui-même bouge</w:t>
      </w:r>
      <w:r>
        <w:t xml:space="preserve">, </w:t>
      </w:r>
      <w:r w:rsidR="00530790" w:rsidRPr="005D5566">
        <w:t>à ce qu</w:t>
      </w:r>
      <w:r>
        <w:t>’</w:t>
      </w:r>
      <w:r w:rsidR="00530790" w:rsidRPr="005D5566">
        <w:t>il paraît</w:t>
      </w:r>
      <w:r>
        <w:t xml:space="preserve"> ! </w:t>
      </w:r>
      <w:r w:rsidR="00530790" w:rsidRPr="005D5566">
        <w:t>Ce n</w:t>
      </w:r>
      <w:r>
        <w:t>’</w:t>
      </w:r>
      <w:r w:rsidR="00530790" w:rsidRPr="005D5566">
        <w:t>est pas surprenant</w:t>
      </w:r>
      <w:r>
        <w:t xml:space="preserve">, </w:t>
      </w:r>
      <w:r w:rsidR="00530790" w:rsidRPr="005D5566">
        <w:rPr>
          <w:bCs/>
        </w:rPr>
        <w:t>d</w:t>
      </w:r>
      <w:r>
        <w:t>’</w:t>
      </w:r>
      <w:r w:rsidR="00530790" w:rsidRPr="005D5566">
        <w:t>ailleurs</w:t>
      </w:r>
      <w:r>
        <w:t xml:space="preserve"> ! </w:t>
      </w:r>
      <w:r w:rsidR="00530790" w:rsidRPr="005D5566">
        <w:t>Et cette femme</w:t>
      </w:r>
      <w:r>
        <w:t xml:space="preserve">, </w:t>
      </w:r>
      <w:r w:rsidR="00530790" w:rsidRPr="005D5566">
        <w:t xml:space="preserve">je la vois </w:t>
      </w:r>
      <w:r w:rsidR="00530790" w:rsidRPr="005D5566">
        <w:rPr>
          <w:bCs/>
        </w:rPr>
        <w:t>d</w:t>
      </w:r>
      <w:r>
        <w:t>’</w:t>
      </w:r>
      <w:r w:rsidR="00530790" w:rsidRPr="005D5566">
        <w:t>ici</w:t>
      </w:r>
      <w:r>
        <w:t xml:space="preserve">… </w:t>
      </w:r>
      <w:r w:rsidR="00530790" w:rsidRPr="005D5566">
        <w:t>Je devine son cœur courroucé</w:t>
      </w:r>
      <w:r>
        <w:t xml:space="preserve">… </w:t>
      </w:r>
      <w:r w:rsidR="00530790" w:rsidRPr="005D5566">
        <w:t>Vous avez raison de dire que sa douleur ne s</w:t>
      </w:r>
      <w:r>
        <w:t>’</w:t>
      </w:r>
      <w:r w:rsidR="00530790" w:rsidRPr="005D5566">
        <w:t>éteindra jamais</w:t>
      </w:r>
      <w:r>
        <w:t xml:space="preserve"> !… </w:t>
      </w:r>
      <w:r w:rsidR="00530790" w:rsidRPr="005D5566">
        <w:t>Il nous faudrait des gens qui s</w:t>
      </w:r>
      <w:r>
        <w:t>’</w:t>
      </w:r>
      <w:r w:rsidR="00530790" w:rsidRPr="005D5566">
        <w:t>occupent spécialement de la campagne</w:t>
      </w:r>
      <w:r>
        <w:t xml:space="preserve">… </w:t>
      </w:r>
      <w:r w:rsidR="00530790" w:rsidRPr="005D5566">
        <w:t>Des gens</w:t>
      </w:r>
      <w:r>
        <w:t xml:space="preserve"> ! </w:t>
      </w:r>
      <w:r w:rsidR="00530790" w:rsidRPr="005D5566">
        <w:t>Nous en manquons</w:t>
      </w:r>
      <w:r>
        <w:t xml:space="preserve">… </w:t>
      </w:r>
      <w:r w:rsidR="00530790" w:rsidRPr="005D5566">
        <w:t>partout</w:t>
      </w:r>
      <w:r>
        <w:t xml:space="preserve"> ! </w:t>
      </w:r>
      <w:r w:rsidR="00530790" w:rsidRPr="005D5566">
        <w:t>La vie exige des milliers de bras</w:t>
      </w:r>
      <w:r>
        <w:rPr>
          <w:rFonts w:eastAsia="Georgia" w:cs="Georgia"/>
        </w:rPr>
        <w:t>…</w:t>
      </w:r>
    </w:p>
    <w:p w14:paraId="3060349E" w14:textId="77777777" w:rsidR="001C0413" w:rsidRDefault="001C0413" w:rsidP="001C0413">
      <w:r>
        <w:rPr>
          <w:rFonts w:eastAsia="Georgia"/>
        </w:rPr>
        <w:t>— </w:t>
      </w:r>
      <w:r w:rsidR="00530790" w:rsidRPr="005D5566">
        <w:t>Il faudrait que Pavel fût libre</w:t>
      </w:r>
      <w:r>
        <w:t xml:space="preserve">… </w:t>
      </w:r>
      <w:r w:rsidR="00530790" w:rsidRPr="005D5566">
        <w:t>et André aussi</w:t>
      </w:r>
      <w:r>
        <w:t xml:space="preserve"> ! </w:t>
      </w:r>
      <w:r w:rsidR="00530790" w:rsidRPr="005D5566">
        <w:t>dit-elle à voix basse</w:t>
      </w:r>
      <w:r>
        <w:t>.</w:t>
      </w:r>
    </w:p>
    <w:p w14:paraId="32012CF2" w14:textId="77777777" w:rsidR="001C0413" w:rsidRDefault="00530790" w:rsidP="001C0413">
      <w:r w:rsidRPr="005D5566">
        <w:lastRenderedPageBreak/>
        <w:t>Il lui jeta un coup d</w:t>
      </w:r>
      <w:r w:rsidR="001C0413">
        <w:t>’</w:t>
      </w:r>
      <w:r w:rsidRPr="005D5566">
        <w:t>œil et baissa la tête</w:t>
      </w:r>
      <w:r w:rsidR="001C0413">
        <w:t>.</w:t>
      </w:r>
    </w:p>
    <w:p w14:paraId="377AF808" w14:textId="77777777" w:rsidR="001C0413" w:rsidRDefault="001C0413" w:rsidP="001C0413">
      <w:r>
        <w:t>— </w:t>
      </w:r>
      <w:r w:rsidR="00530790" w:rsidRPr="005D5566">
        <w:t>Voyez-vous</w:t>
      </w:r>
      <w:r>
        <w:t xml:space="preserve">, </w:t>
      </w:r>
      <w:r w:rsidR="00530790" w:rsidRPr="005D5566">
        <w:t>mère</w:t>
      </w:r>
      <w:r>
        <w:t xml:space="preserve">, </w:t>
      </w:r>
      <w:r w:rsidR="00530790" w:rsidRPr="005D5566">
        <w:t>je vais vous dire la vérité</w:t>
      </w:r>
      <w:r>
        <w:t xml:space="preserve">, </w:t>
      </w:r>
      <w:r w:rsidR="00530790" w:rsidRPr="005D5566">
        <w:t>quand même elle vous ferait souffrir</w:t>
      </w:r>
      <w:r>
        <w:t xml:space="preserve"> : </w:t>
      </w:r>
      <w:r w:rsidR="00530790" w:rsidRPr="005D5566">
        <w:t>je connais bien Pavel</w:t>
      </w:r>
      <w:r>
        <w:t xml:space="preserve">, </w:t>
      </w:r>
      <w:r w:rsidR="00530790" w:rsidRPr="005D5566">
        <w:t>je suis certain qu</w:t>
      </w:r>
      <w:r>
        <w:t>’</w:t>
      </w:r>
      <w:r w:rsidR="00530790" w:rsidRPr="005D5566">
        <w:t>il refusera de s</w:t>
      </w:r>
      <w:r>
        <w:t>’</w:t>
      </w:r>
      <w:r w:rsidR="00530790" w:rsidRPr="005D5566">
        <w:t>évader</w:t>
      </w:r>
      <w:r>
        <w:t xml:space="preserve"> ! </w:t>
      </w:r>
      <w:r w:rsidR="00530790" w:rsidRPr="005D5566">
        <w:t>Il veut être jugé</w:t>
      </w:r>
      <w:r>
        <w:t xml:space="preserve">, </w:t>
      </w:r>
      <w:r w:rsidR="00530790" w:rsidRPr="005D5566">
        <w:t>il veut se montrer dans toute sa force</w:t>
      </w:r>
      <w:r>
        <w:t xml:space="preserve">… </w:t>
      </w:r>
      <w:r w:rsidR="00530790" w:rsidRPr="005D5566">
        <w:t>il ne renoncera pas à cela</w:t>
      </w:r>
      <w:r>
        <w:t xml:space="preserve">. </w:t>
      </w:r>
      <w:r w:rsidR="00530790" w:rsidRPr="005D5566">
        <w:t>Et ce sera inutile</w:t>
      </w:r>
      <w:r>
        <w:t xml:space="preserve"> !… </w:t>
      </w:r>
      <w:r w:rsidR="00530790" w:rsidRPr="005D5566">
        <w:t>Il reviendra de Sibérie</w:t>
      </w:r>
      <w:r>
        <w:t>…</w:t>
      </w:r>
    </w:p>
    <w:p w14:paraId="654909B6" w14:textId="77777777" w:rsidR="001C0413" w:rsidRDefault="00530790" w:rsidP="001C0413">
      <w:r w:rsidRPr="005D5566">
        <w:t>La mère soupira à voix basse</w:t>
      </w:r>
      <w:r w:rsidR="001C0413">
        <w:t> :</w:t>
      </w:r>
    </w:p>
    <w:p w14:paraId="1B46E409" w14:textId="77777777" w:rsidR="001C0413" w:rsidRDefault="001C0413" w:rsidP="001C0413">
      <w:r>
        <w:t>— </w:t>
      </w:r>
      <w:r w:rsidR="00530790" w:rsidRPr="005D5566">
        <w:t>Que faire</w:t>
      </w:r>
      <w:r>
        <w:t xml:space="preserve"> ?… </w:t>
      </w:r>
      <w:r w:rsidR="00530790" w:rsidRPr="005D5566">
        <w:t>Il sait mieux que moi ce qu</w:t>
      </w:r>
      <w:r>
        <w:t>’</w:t>
      </w:r>
      <w:r w:rsidR="00530790" w:rsidRPr="005D5566">
        <w:t>il doit décider</w:t>
      </w:r>
      <w:r>
        <w:t>…</w:t>
      </w:r>
    </w:p>
    <w:p w14:paraId="61ACD532" w14:textId="77777777" w:rsidR="001C0413" w:rsidRDefault="00530790" w:rsidP="001C0413">
      <w:r w:rsidRPr="005D5566">
        <w:t>Nicolas se leva brusquement</w:t>
      </w:r>
      <w:r w:rsidR="001C0413">
        <w:t xml:space="preserve">, </w:t>
      </w:r>
      <w:r w:rsidRPr="005D5566">
        <w:t>de nouveau envahi par la joie</w:t>
      </w:r>
      <w:r w:rsidR="001C0413">
        <w:t xml:space="preserve">, </w:t>
      </w:r>
      <w:r w:rsidRPr="005D5566">
        <w:t>et dit en penchant la tête</w:t>
      </w:r>
      <w:r w:rsidR="001C0413">
        <w:t> :</w:t>
      </w:r>
    </w:p>
    <w:p w14:paraId="2DE7D0D8" w14:textId="77777777" w:rsidR="001C0413" w:rsidRDefault="001C0413" w:rsidP="001C0413">
      <w:r>
        <w:t>— </w:t>
      </w:r>
      <w:r w:rsidR="00530790" w:rsidRPr="005D5566">
        <w:t>Grâce à vous</w:t>
      </w:r>
      <w:r>
        <w:t xml:space="preserve">, </w:t>
      </w:r>
      <w:r w:rsidR="00530790" w:rsidRPr="005D5566">
        <w:t>mère</w:t>
      </w:r>
      <w:r>
        <w:t xml:space="preserve">, </w:t>
      </w:r>
      <w:r w:rsidR="00530790" w:rsidRPr="005D5566">
        <w:t>j</w:t>
      </w:r>
      <w:r>
        <w:t>’</w:t>
      </w:r>
      <w:r w:rsidR="00530790" w:rsidRPr="005D5566">
        <w:t>ai vécu aujourd</w:t>
      </w:r>
      <w:r>
        <w:t>’</w:t>
      </w:r>
      <w:r w:rsidR="00530790" w:rsidRPr="005D5566">
        <w:t>hui des minutes meilleures</w:t>
      </w:r>
      <w:r>
        <w:t xml:space="preserve">… </w:t>
      </w:r>
      <w:r w:rsidR="00530790" w:rsidRPr="005D5566">
        <w:t>les meilleures de ma vie</w:t>
      </w:r>
      <w:r>
        <w:t xml:space="preserve">, </w:t>
      </w:r>
      <w:r w:rsidR="00530790" w:rsidRPr="005D5566">
        <w:t>peut-être</w:t>
      </w:r>
      <w:r>
        <w:t xml:space="preserve">… </w:t>
      </w:r>
      <w:r w:rsidR="00530790" w:rsidRPr="005D5566">
        <w:t>Merci</w:t>
      </w:r>
      <w:r>
        <w:t xml:space="preserve">… </w:t>
      </w:r>
      <w:r w:rsidR="00530790" w:rsidRPr="005D5566">
        <w:t>Embrassons-nous</w:t>
      </w:r>
      <w:r>
        <w:t> !</w:t>
      </w:r>
    </w:p>
    <w:p w14:paraId="0DEFECD3" w14:textId="77777777" w:rsidR="001C0413" w:rsidRDefault="00530790" w:rsidP="001C0413">
      <w:r w:rsidRPr="005D5566">
        <w:t>Ils s</w:t>
      </w:r>
      <w:r w:rsidR="001C0413">
        <w:t>’</w:t>
      </w:r>
      <w:r w:rsidRPr="005D5566">
        <w:t>étreignirent silencieusement</w:t>
      </w:r>
      <w:r w:rsidR="001C0413">
        <w:t>.</w:t>
      </w:r>
    </w:p>
    <w:p w14:paraId="3885F089" w14:textId="77777777" w:rsidR="001C0413" w:rsidRDefault="001C0413" w:rsidP="001C0413">
      <w:r>
        <w:t>— </w:t>
      </w:r>
      <w:r w:rsidR="00530790" w:rsidRPr="005D5566">
        <w:t>Que c</w:t>
      </w:r>
      <w:r>
        <w:t>’</w:t>
      </w:r>
      <w:r w:rsidR="00530790" w:rsidRPr="005D5566">
        <w:t>est bon</w:t>
      </w:r>
      <w:r>
        <w:t xml:space="preserve"> ! </w:t>
      </w:r>
      <w:r w:rsidR="00530790" w:rsidRPr="005D5566">
        <w:t>fit-il à voix basse</w:t>
      </w:r>
      <w:r>
        <w:t>.</w:t>
      </w:r>
    </w:p>
    <w:p w14:paraId="3D06EABA" w14:textId="77777777" w:rsidR="001C0413" w:rsidRDefault="00530790" w:rsidP="001C0413">
      <w:r w:rsidRPr="005D5566">
        <w:t>La mère laissa tomber ses bras et souriait d</w:t>
      </w:r>
      <w:r w:rsidR="001C0413">
        <w:t>’</w:t>
      </w:r>
      <w:r w:rsidRPr="005D5566">
        <w:t>un air heureux</w:t>
      </w:r>
      <w:r w:rsidR="001C0413">
        <w:t>.</w:t>
      </w:r>
    </w:p>
    <w:p w14:paraId="1C5761CE" w14:textId="77777777" w:rsidR="001C0413" w:rsidRDefault="001C0413" w:rsidP="001C0413">
      <w:r>
        <w:t>— </w:t>
      </w:r>
      <w:r w:rsidR="00530790" w:rsidRPr="005D5566">
        <w:t>Hum</w:t>
      </w:r>
      <w:r>
        <w:t xml:space="preserve"> ! </w:t>
      </w:r>
      <w:r w:rsidR="00530790" w:rsidRPr="005D5566">
        <w:t>reprit Nicolas en la regardant à travers ses lunettes</w:t>
      </w:r>
      <w:r>
        <w:t xml:space="preserve">. </w:t>
      </w:r>
      <w:r w:rsidR="00530790" w:rsidRPr="005D5566">
        <w:t>Si seulement votre paysan venait bientôt</w:t>
      </w:r>
      <w:r>
        <w:t xml:space="preserve"> ! </w:t>
      </w:r>
      <w:r w:rsidR="00530790" w:rsidRPr="005D5566">
        <w:t>Il faut absolument écrire un petit article sur Rybine et le distribuer dans les villages</w:t>
      </w:r>
      <w:r>
        <w:t xml:space="preserve">… </w:t>
      </w:r>
      <w:r w:rsidR="00530790" w:rsidRPr="005D5566">
        <w:t>cela ne lui nuira pas</w:t>
      </w:r>
      <w:r>
        <w:t xml:space="preserve">, </w:t>
      </w:r>
      <w:r w:rsidR="00530790" w:rsidRPr="005D5566">
        <w:t>du moment qu</w:t>
      </w:r>
      <w:r>
        <w:t>’</w:t>
      </w:r>
      <w:r w:rsidR="00530790" w:rsidRPr="005D5566">
        <w:t>il agit ouvertement lui-même et que la cause du peuple en profitera</w:t>
      </w:r>
      <w:r>
        <w:t xml:space="preserve">… </w:t>
      </w:r>
      <w:r w:rsidR="00530790" w:rsidRPr="005D5566">
        <w:t>Je vais le composer tout de suite</w:t>
      </w:r>
      <w:r>
        <w:t xml:space="preserve">. </w:t>
      </w:r>
      <w:r w:rsidR="00530790" w:rsidRPr="005D5566">
        <w:t>Lioudmila l</w:t>
      </w:r>
      <w:r>
        <w:t>’</w:t>
      </w:r>
      <w:r w:rsidR="00530790" w:rsidRPr="005D5566">
        <w:t>imprimera demain</w:t>
      </w:r>
      <w:r>
        <w:t xml:space="preserve">… </w:t>
      </w:r>
      <w:r w:rsidR="00530790" w:rsidRPr="005D5566">
        <w:t>Oui</w:t>
      </w:r>
      <w:r>
        <w:t xml:space="preserve">, </w:t>
      </w:r>
      <w:r w:rsidR="00530790" w:rsidRPr="005D5566">
        <w:t>mais comment expédier les feuillets</w:t>
      </w:r>
      <w:r>
        <w:t> ?</w:t>
      </w:r>
    </w:p>
    <w:p w14:paraId="17E752AA" w14:textId="77777777" w:rsidR="001C0413" w:rsidRDefault="001C0413" w:rsidP="001C0413">
      <w:r>
        <w:t>— </w:t>
      </w:r>
      <w:r w:rsidR="00530790" w:rsidRPr="005D5566">
        <w:t>J</w:t>
      </w:r>
      <w:r>
        <w:t>’</w:t>
      </w:r>
      <w:r w:rsidR="00530790" w:rsidRPr="005D5566">
        <w:t>irai les porter</w:t>
      </w:r>
      <w:r>
        <w:t>…</w:t>
      </w:r>
    </w:p>
    <w:p w14:paraId="5C24D1F8" w14:textId="77777777" w:rsidR="001C0413" w:rsidRDefault="001C0413" w:rsidP="001C0413">
      <w:r>
        <w:lastRenderedPageBreak/>
        <w:t>— </w:t>
      </w:r>
      <w:r w:rsidR="00530790" w:rsidRPr="005D5566">
        <w:t>Non</w:t>
      </w:r>
      <w:r>
        <w:t xml:space="preserve">, </w:t>
      </w:r>
      <w:r w:rsidR="00530790" w:rsidRPr="005D5566">
        <w:t>merci</w:t>
      </w:r>
      <w:r>
        <w:t xml:space="preserve"> ! </w:t>
      </w:r>
      <w:r w:rsidR="00530790" w:rsidRPr="005D5566">
        <w:t>s</w:t>
      </w:r>
      <w:r>
        <w:t>’</w:t>
      </w:r>
      <w:r w:rsidR="00530790" w:rsidRPr="005D5566">
        <w:t>écria vivement Nicolas</w:t>
      </w:r>
      <w:r>
        <w:t xml:space="preserve">. </w:t>
      </w:r>
      <w:r w:rsidR="00530790" w:rsidRPr="005D5566">
        <w:t>Ne croyez-vous pas que Vessoftchikov pourrait faire l</w:t>
      </w:r>
      <w:r>
        <w:t>’</w:t>
      </w:r>
      <w:r w:rsidR="00530790" w:rsidRPr="005D5566">
        <w:t>affaire</w:t>
      </w:r>
      <w:r>
        <w:t> ?</w:t>
      </w:r>
    </w:p>
    <w:p w14:paraId="6044C403" w14:textId="77777777" w:rsidR="001C0413" w:rsidRDefault="001C0413" w:rsidP="001C0413">
      <w:r>
        <w:t>— </w:t>
      </w:r>
      <w:r w:rsidR="00530790" w:rsidRPr="005D5566">
        <w:t>Faut-il lui en parler</w:t>
      </w:r>
      <w:r>
        <w:t> ?</w:t>
      </w:r>
    </w:p>
    <w:p w14:paraId="7EBFBEF9" w14:textId="77777777" w:rsidR="001C0413" w:rsidRDefault="001C0413" w:rsidP="001C0413">
      <w:r>
        <w:t>— </w:t>
      </w:r>
      <w:r w:rsidR="00530790" w:rsidRPr="005D5566">
        <w:t>Essayez</w:t>
      </w:r>
      <w:r>
        <w:t xml:space="preserve">, </w:t>
      </w:r>
      <w:r w:rsidR="00530790" w:rsidRPr="005D5566">
        <w:t>et dites-lui comment il doit s</w:t>
      </w:r>
      <w:r>
        <w:t>’</w:t>
      </w:r>
      <w:r w:rsidR="00530790" w:rsidRPr="005D5566">
        <w:t>y prendre</w:t>
      </w:r>
      <w:r>
        <w:t> !</w:t>
      </w:r>
    </w:p>
    <w:p w14:paraId="4C24CBDD" w14:textId="77777777" w:rsidR="001C0413" w:rsidRDefault="001C0413" w:rsidP="001C0413">
      <w:r>
        <w:t>— </w:t>
      </w:r>
      <w:r w:rsidR="00530790" w:rsidRPr="005D5566">
        <w:t>Et moi</w:t>
      </w:r>
      <w:r>
        <w:t xml:space="preserve">, </w:t>
      </w:r>
      <w:r w:rsidR="00530790" w:rsidRPr="005D5566">
        <w:t>que ferai-je</w:t>
      </w:r>
      <w:r>
        <w:t> ?</w:t>
      </w:r>
    </w:p>
    <w:p w14:paraId="3462C34A" w14:textId="77777777" w:rsidR="001C0413" w:rsidRDefault="001C0413" w:rsidP="001C0413">
      <w:r>
        <w:t>— </w:t>
      </w:r>
      <w:r w:rsidR="00530790" w:rsidRPr="005D5566">
        <w:t>Ne vous inquiétez pas</w:t>
      </w:r>
      <w:r>
        <w:t> !</w:t>
      </w:r>
    </w:p>
    <w:p w14:paraId="09AC2DFE" w14:textId="77777777" w:rsidR="001C0413" w:rsidRDefault="00530790" w:rsidP="001C0413">
      <w:r w:rsidRPr="005D5566">
        <w:t>Il se mit à écrire</w:t>
      </w:r>
      <w:r w:rsidR="001C0413">
        <w:t xml:space="preserve"> ; </w:t>
      </w:r>
      <w:r w:rsidRPr="005D5566">
        <w:t>tout en débarrassant la table</w:t>
      </w:r>
      <w:r w:rsidR="001C0413">
        <w:t xml:space="preserve">, </w:t>
      </w:r>
      <w:r w:rsidRPr="005D5566">
        <w:t>la mère le regardait et voyait la plume qui tremblait et traçait de longues séries de mots sur le papier</w:t>
      </w:r>
      <w:r w:rsidR="001C0413">
        <w:t xml:space="preserve">. </w:t>
      </w:r>
      <w:r w:rsidRPr="005D5566">
        <w:t>Parfois</w:t>
      </w:r>
      <w:r w:rsidR="001C0413">
        <w:t xml:space="preserve">, </w:t>
      </w:r>
      <w:r w:rsidRPr="005D5566">
        <w:t>la nuque du jeune homme frémissait</w:t>
      </w:r>
      <w:r w:rsidR="001C0413">
        <w:t xml:space="preserve">, </w:t>
      </w:r>
      <w:r w:rsidRPr="005D5566">
        <w:t>il rejetait la tête en arrière et fermait les yeux</w:t>
      </w:r>
      <w:r w:rsidR="001C0413">
        <w:t xml:space="preserve">. </w:t>
      </w:r>
      <w:r w:rsidRPr="005D5566">
        <w:t>Pélaguée se sentait tout émue</w:t>
      </w:r>
      <w:r w:rsidR="001C0413">
        <w:t>.</w:t>
      </w:r>
    </w:p>
    <w:p w14:paraId="5075C695" w14:textId="77777777" w:rsidR="001C0413" w:rsidRDefault="001C0413" w:rsidP="001C0413">
      <w:r>
        <w:t>— </w:t>
      </w:r>
      <w:r w:rsidR="00530790" w:rsidRPr="005D5566">
        <w:t>Châtiez-les</w:t>
      </w:r>
      <w:r>
        <w:t xml:space="preserve"> ! </w:t>
      </w:r>
      <w:r w:rsidR="00530790" w:rsidRPr="005D5566">
        <w:t>chuchota-t-elle</w:t>
      </w:r>
      <w:r>
        <w:t xml:space="preserve">. </w:t>
      </w:r>
      <w:r w:rsidR="00530790" w:rsidRPr="005D5566">
        <w:t>Ne les épargnez pas</w:t>
      </w:r>
      <w:r>
        <w:t xml:space="preserve">, </w:t>
      </w:r>
      <w:r w:rsidR="00530790" w:rsidRPr="005D5566">
        <w:t>ces assassins</w:t>
      </w:r>
      <w:r>
        <w:t> !</w:t>
      </w:r>
    </w:p>
    <w:p w14:paraId="097EA892" w14:textId="77777777" w:rsidR="001C0413" w:rsidRDefault="001C0413" w:rsidP="001C0413">
      <w:r>
        <w:t>— </w:t>
      </w:r>
      <w:r w:rsidR="00530790" w:rsidRPr="005D5566">
        <w:t>Voilà</w:t>
      </w:r>
      <w:r>
        <w:t xml:space="preserve">, </w:t>
      </w:r>
      <w:r w:rsidR="00530790" w:rsidRPr="005D5566">
        <w:t>c</w:t>
      </w:r>
      <w:r>
        <w:t>’</w:t>
      </w:r>
      <w:r w:rsidR="00530790" w:rsidRPr="005D5566">
        <w:t>est prêt</w:t>
      </w:r>
      <w:r>
        <w:t xml:space="preserve"> ! </w:t>
      </w:r>
      <w:r w:rsidR="00530790" w:rsidRPr="005D5566">
        <w:t>dit-il en se levant</w:t>
      </w:r>
      <w:r>
        <w:t xml:space="preserve">. </w:t>
      </w:r>
      <w:r w:rsidR="00530790" w:rsidRPr="005D5566">
        <w:t>Cachez ce papier sur vous</w:t>
      </w:r>
      <w:r>
        <w:t xml:space="preserve">… </w:t>
      </w:r>
      <w:r w:rsidR="00530790" w:rsidRPr="005D5566">
        <w:t>Mais</w:t>
      </w:r>
      <w:r>
        <w:t xml:space="preserve">, </w:t>
      </w:r>
      <w:r w:rsidR="00530790" w:rsidRPr="005D5566">
        <w:t>vous savez</w:t>
      </w:r>
      <w:r>
        <w:t xml:space="preserve">, </w:t>
      </w:r>
      <w:r w:rsidR="00530790" w:rsidRPr="005D5566">
        <w:t>si les gendarmes viennent</w:t>
      </w:r>
      <w:r>
        <w:t xml:space="preserve">, </w:t>
      </w:r>
      <w:r w:rsidR="00530790" w:rsidRPr="005D5566">
        <w:t>on vous fouillera aussi</w:t>
      </w:r>
      <w:r>
        <w:t>…</w:t>
      </w:r>
    </w:p>
    <w:p w14:paraId="6810DAE4" w14:textId="77777777" w:rsidR="001C0413" w:rsidRDefault="001C0413" w:rsidP="001C0413">
      <w:r>
        <w:t>— </w:t>
      </w:r>
      <w:r w:rsidR="00530790" w:rsidRPr="005D5566">
        <w:t>Que le diable les emporte</w:t>
      </w:r>
      <w:r>
        <w:t xml:space="preserve"> ! </w:t>
      </w:r>
      <w:r w:rsidR="00530790" w:rsidRPr="005D5566">
        <w:t>répondit-elle tranquillement</w:t>
      </w:r>
      <w:r>
        <w:t>.</w:t>
      </w:r>
    </w:p>
    <w:p w14:paraId="426A6B02" w14:textId="77777777" w:rsidR="001C0413" w:rsidRDefault="00530790" w:rsidP="001C0413">
      <w:r w:rsidRPr="005D5566">
        <w:t>Le soir</w:t>
      </w:r>
      <w:r w:rsidR="001C0413">
        <w:t xml:space="preserve">, </w:t>
      </w:r>
      <w:r w:rsidRPr="005D5566">
        <w:t>le docteur arriva</w:t>
      </w:r>
      <w:r w:rsidR="001C0413">
        <w:t>.</w:t>
      </w:r>
    </w:p>
    <w:p w14:paraId="6E2E7C71" w14:textId="77777777" w:rsidR="001C0413" w:rsidRDefault="001C0413" w:rsidP="001C0413">
      <w:r>
        <w:t>— </w:t>
      </w:r>
      <w:r w:rsidR="00530790" w:rsidRPr="005D5566">
        <w:t>Pourquoi les autorités sont-elles tout à coup si agitées</w:t>
      </w:r>
      <w:r>
        <w:t xml:space="preserve"> ? </w:t>
      </w:r>
      <w:r w:rsidR="00530790" w:rsidRPr="005D5566">
        <w:t>demanda-t-il</w:t>
      </w:r>
      <w:r>
        <w:t xml:space="preserve">, </w:t>
      </w:r>
      <w:r w:rsidR="00530790" w:rsidRPr="005D5566">
        <w:t>allant et venant dans la pièce</w:t>
      </w:r>
      <w:r>
        <w:t xml:space="preserve">. </w:t>
      </w:r>
      <w:r w:rsidR="00530790" w:rsidRPr="005D5566">
        <w:t>Il y a eu sept perquisitions cette nuit</w:t>
      </w:r>
      <w:r>
        <w:t xml:space="preserve">… </w:t>
      </w:r>
      <w:r w:rsidR="00530790" w:rsidRPr="005D5566">
        <w:t>Où est le malade</w:t>
      </w:r>
      <w:r>
        <w:t> ?</w:t>
      </w:r>
    </w:p>
    <w:p w14:paraId="3A17D0DA" w14:textId="77777777" w:rsidR="001C0413" w:rsidRDefault="001C0413" w:rsidP="001C0413">
      <w:r>
        <w:t>— </w:t>
      </w:r>
      <w:r w:rsidR="00530790" w:rsidRPr="005D5566">
        <w:t>Il est parti hier</w:t>
      </w:r>
      <w:r>
        <w:t xml:space="preserve"> ! </w:t>
      </w:r>
      <w:r w:rsidR="00530790" w:rsidRPr="005D5566">
        <w:t>répondit Nicolas</w:t>
      </w:r>
      <w:r>
        <w:t xml:space="preserve">. </w:t>
      </w:r>
      <w:r w:rsidR="00530790" w:rsidRPr="005D5566">
        <w:t>C</w:t>
      </w:r>
      <w:r>
        <w:t>’</w:t>
      </w:r>
      <w:r w:rsidR="00530790" w:rsidRPr="005D5566">
        <w:t>est samedi aujourd</w:t>
      </w:r>
      <w:r>
        <w:t>’</w:t>
      </w:r>
      <w:r w:rsidR="00530790" w:rsidRPr="005D5566">
        <w:t>hui</w:t>
      </w:r>
      <w:r>
        <w:t xml:space="preserve">… </w:t>
      </w:r>
      <w:r w:rsidR="00530790" w:rsidRPr="005D5566">
        <w:t>il ne pouvait pas manquer la séance de lecture</w:t>
      </w:r>
      <w:r>
        <w:t xml:space="preserve">, </w:t>
      </w:r>
      <w:r w:rsidR="00530790" w:rsidRPr="005D5566">
        <w:t>comprends-tu</w:t>
      </w:r>
      <w:r>
        <w:t>…</w:t>
      </w:r>
    </w:p>
    <w:p w14:paraId="1D896C97" w14:textId="77777777" w:rsidR="001C0413" w:rsidRDefault="001C0413" w:rsidP="001C0413">
      <w:r>
        <w:lastRenderedPageBreak/>
        <w:t>— </w:t>
      </w:r>
      <w:r w:rsidR="00530790" w:rsidRPr="005D5566">
        <w:t>C</w:t>
      </w:r>
      <w:r>
        <w:t>’</w:t>
      </w:r>
      <w:r w:rsidR="00530790" w:rsidRPr="005D5566">
        <w:t>est stupide d</w:t>
      </w:r>
      <w:r>
        <w:t>’</w:t>
      </w:r>
      <w:r w:rsidR="00530790" w:rsidRPr="005D5566">
        <w:t>aller à une conférence quand on a la tête fendue</w:t>
      </w:r>
      <w:r>
        <w:t>…</w:t>
      </w:r>
    </w:p>
    <w:p w14:paraId="720E1BC2" w14:textId="77777777" w:rsidR="001C0413" w:rsidRDefault="001C0413" w:rsidP="001C0413">
      <w:r>
        <w:t>— </w:t>
      </w:r>
      <w:r w:rsidR="00530790" w:rsidRPr="005D5566">
        <w:t>C</w:t>
      </w:r>
      <w:r>
        <w:t>’</w:t>
      </w:r>
      <w:r w:rsidR="00530790" w:rsidRPr="005D5566">
        <w:t>est ce que j</w:t>
      </w:r>
      <w:r>
        <w:t>’</w:t>
      </w:r>
      <w:r w:rsidR="00530790" w:rsidRPr="005D5566">
        <w:t>ai essayé de lui démontrer</w:t>
      </w:r>
      <w:r>
        <w:t xml:space="preserve">, </w:t>
      </w:r>
      <w:r w:rsidR="00530790" w:rsidRPr="005D5566">
        <w:t>mais en vain</w:t>
      </w:r>
      <w:r>
        <w:t>…</w:t>
      </w:r>
    </w:p>
    <w:p w14:paraId="54A4BBF4" w14:textId="77777777" w:rsidR="001C0413" w:rsidRDefault="001C0413" w:rsidP="001C0413">
      <w:r>
        <w:t>— </w:t>
      </w:r>
      <w:r w:rsidR="00530790" w:rsidRPr="005D5566">
        <w:t>Il avait envie de fanfaronner devant ses camarades</w:t>
      </w:r>
      <w:r>
        <w:t xml:space="preserve">, </w:t>
      </w:r>
      <w:r w:rsidR="00530790" w:rsidRPr="005D5566">
        <w:t>dit la mère</w:t>
      </w:r>
      <w:r>
        <w:t xml:space="preserve">, </w:t>
      </w:r>
      <w:r w:rsidR="00530790" w:rsidRPr="005D5566">
        <w:t>de leur montrer qu</w:t>
      </w:r>
      <w:r>
        <w:t>’</w:t>
      </w:r>
      <w:r w:rsidR="00530790" w:rsidRPr="005D5566">
        <w:t>il avait déjà versé son sang pour la cause</w:t>
      </w:r>
      <w:r>
        <w:t>.</w:t>
      </w:r>
    </w:p>
    <w:p w14:paraId="6BF2214F" w14:textId="77777777" w:rsidR="001C0413" w:rsidRDefault="00530790" w:rsidP="001C0413">
      <w:r w:rsidRPr="005D5566">
        <w:t>Le docteur lui jeta un coup d</w:t>
      </w:r>
      <w:r w:rsidR="001C0413">
        <w:t>’</w:t>
      </w:r>
      <w:r w:rsidRPr="005D5566">
        <w:t>œil</w:t>
      </w:r>
      <w:r w:rsidR="001C0413">
        <w:t xml:space="preserve">, </w:t>
      </w:r>
      <w:r w:rsidRPr="005D5566">
        <w:t>prit un air féroce et déclara en serrant les dents</w:t>
      </w:r>
      <w:r w:rsidR="001C0413">
        <w:t> :</w:t>
      </w:r>
    </w:p>
    <w:p w14:paraId="41A3A26E" w14:textId="77777777" w:rsidR="001C0413" w:rsidRDefault="001C0413" w:rsidP="001C0413">
      <w:r>
        <w:t>— </w:t>
      </w:r>
      <w:r w:rsidR="00530790" w:rsidRPr="005D5566">
        <w:t>Oh</w:t>
      </w:r>
      <w:r>
        <w:t xml:space="preserve"> ! </w:t>
      </w:r>
      <w:r w:rsidR="00530790" w:rsidRPr="005D5566">
        <w:t>que vous êtes sanguinaires</w:t>
      </w:r>
      <w:r>
        <w:t> !</w:t>
      </w:r>
    </w:p>
    <w:p w14:paraId="07D8A261" w14:textId="77777777" w:rsidR="001C0413" w:rsidRDefault="001C0413" w:rsidP="001C0413">
      <w:r>
        <w:t>— </w:t>
      </w:r>
      <w:r w:rsidR="00530790" w:rsidRPr="005D5566">
        <w:t>Eh bien</w:t>
      </w:r>
      <w:r>
        <w:t xml:space="preserve">, </w:t>
      </w:r>
      <w:r w:rsidR="00530790" w:rsidRPr="005D5566">
        <w:t>mon ami</w:t>
      </w:r>
      <w:r>
        <w:t xml:space="preserve">, </w:t>
      </w:r>
      <w:r w:rsidR="00530790" w:rsidRPr="005D5566">
        <w:t>tu n</w:t>
      </w:r>
      <w:r>
        <w:t>’</w:t>
      </w:r>
      <w:r w:rsidR="00530790" w:rsidRPr="005D5566">
        <w:t>as plus rien à faire ici</w:t>
      </w:r>
      <w:r>
        <w:t xml:space="preserve">, </w:t>
      </w:r>
      <w:r w:rsidR="00530790" w:rsidRPr="005D5566">
        <w:t>et nous attendons des visites</w:t>
      </w:r>
      <w:r>
        <w:t xml:space="preserve">, </w:t>
      </w:r>
      <w:r w:rsidR="00530790" w:rsidRPr="005D5566">
        <w:t>va-t</w:t>
      </w:r>
      <w:r>
        <w:t>’</w:t>
      </w:r>
      <w:r w:rsidR="00530790" w:rsidRPr="005D5566">
        <w:t>en</w:t>
      </w:r>
      <w:r>
        <w:t xml:space="preserve"> ! </w:t>
      </w:r>
      <w:r w:rsidR="00530790" w:rsidRPr="005D5566">
        <w:t>Mère</w:t>
      </w:r>
      <w:r>
        <w:t xml:space="preserve">, </w:t>
      </w:r>
      <w:r w:rsidR="00530790" w:rsidRPr="005D5566">
        <w:t>donnez-lui donc le papier</w:t>
      </w:r>
      <w:r>
        <w:t>…</w:t>
      </w:r>
    </w:p>
    <w:p w14:paraId="74392C93" w14:textId="77777777" w:rsidR="001C0413" w:rsidRDefault="001C0413" w:rsidP="001C0413">
      <w:r>
        <w:t>— </w:t>
      </w:r>
      <w:r w:rsidR="00530790" w:rsidRPr="005D5566">
        <w:t>Encore</w:t>
      </w:r>
      <w:r>
        <w:t xml:space="preserve"> ? </w:t>
      </w:r>
      <w:r w:rsidR="00530790" w:rsidRPr="005D5566">
        <w:t>s</w:t>
      </w:r>
      <w:r>
        <w:t>’</w:t>
      </w:r>
      <w:r w:rsidR="00530790" w:rsidRPr="005D5566">
        <w:t>écria le médecin</w:t>
      </w:r>
      <w:r>
        <w:t>.</w:t>
      </w:r>
    </w:p>
    <w:p w14:paraId="7227DB92" w14:textId="77777777" w:rsidR="001C0413" w:rsidRDefault="001C0413" w:rsidP="001C0413">
      <w:r>
        <w:t>— </w:t>
      </w:r>
      <w:r w:rsidR="00530790" w:rsidRPr="005D5566">
        <w:t>Tiens</w:t>
      </w:r>
      <w:r>
        <w:t xml:space="preserve">, </w:t>
      </w:r>
      <w:r w:rsidR="00530790" w:rsidRPr="005D5566">
        <w:t>prends et porte-le à l</w:t>
      </w:r>
      <w:r>
        <w:t>’</w:t>
      </w:r>
      <w:r w:rsidR="00530790" w:rsidRPr="005D5566">
        <w:t>imprimerie</w:t>
      </w:r>
      <w:r>
        <w:t> !</w:t>
      </w:r>
    </w:p>
    <w:p w14:paraId="1525033D" w14:textId="77777777" w:rsidR="001C0413" w:rsidRDefault="001C0413" w:rsidP="001C0413">
      <w:r>
        <w:t>— </w:t>
      </w:r>
      <w:r w:rsidR="00530790" w:rsidRPr="005D5566">
        <w:t>Entendu</w:t>
      </w:r>
      <w:r>
        <w:t xml:space="preserve">. </w:t>
      </w:r>
      <w:r w:rsidR="00530790" w:rsidRPr="005D5566">
        <w:t>Je le porterai</w:t>
      </w:r>
      <w:r>
        <w:t xml:space="preserve">. </w:t>
      </w:r>
      <w:r w:rsidR="00530790" w:rsidRPr="005D5566">
        <w:t>C</w:t>
      </w:r>
      <w:r>
        <w:t>’</w:t>
      </w:r>
      <w:r w:rsidR="00530790" w:rsidRPr="005D5566">
        <w:t>est tout</w:t>
      </w:r>
      <w:r>
        <w:t> ?</w:t>
      </w:r>
    </w:p>
    <w:p w14:paraId="5C611C92" w14:textId="77777777" w:rsidR="001C0413" w:rsidRDefault="001C0413" w:rsidP="001C0413">
      <w:r>
        <w:t>— </w:t>
      </w:r>
      <w:r w:rsidR="00530790" w:rsidRPr="005D5566">
        <w:t>Oui</w:t>
      </w:r>
      <w:r>
        <w:t xml:space="preserve">… </w:t>
      </w:r>
      <w:r w:rsidR="00530790" w:rsidRPr="005D5566">
        <w:t>Il y a un espion devant la maison</w:t>
      </w:r>
      <w:r>
        <w:t>…</w:t>
      </w:r>
    </w:p>
    <w:p w14:paraId="40E222E7" w14:textId="77777777" w:rsidR="001C0413" w:rsidRDefault="001C0413" w:rsidP="001C0413">
      <w:r>
        <w:t>— </w:t>
      </w:r>
      <w:r w:rsidR="00530790" w:rsidRPr="005D5566">
        <w:t>Je l</w:t>
      </w:r>
      <w:r>
        <w:t>’</w:t>
      </w:r>
      <w:r w:rsidR="00530790" w:rsidRPr="005D5566">
        <w:t>ai vu</w:t>
      </w:r>
      <w:r>
        <w:t xml:space="preserve">… </w:t>
      </w:r>
      <w:r w:rsidR="00530790" w:rsidRPr="005D5566">
        <w:t>Chez moi aussi</w:t>
      </w:r>
      <w:r>
        <w:t xml:space="preserve">. </w:t>
      </w:r>
      <w:r w:rsidR="00530790" w:rsidRPr="005D5566">
        <w:t>Eh bien</w:t>
      </w:r>
      <w:r>
        <w:t xml:space="preserve">, </w:t>
      </w:r>
      <w:r w:rsidR="00530790" w:rsidRPr="005D5566">
        <w:t>au revoir</w:t>
      </w:r>
      <w:r>
        <w:t xml:space="preserve"> ! </w:t>
      </w:r>
      <w:r w:rsidR="00530790" w:rsidRPr="005D5566">
        <w:t>Au revoir</w:t>
      </w:r>
      <w:r>
        <w:t xml:space="preserve"> ! </w:t>
      </w:r>
      <w:r w:rsidR="00530790" w:rsidRPr="005D5566">
        <w:t>femme cruelle</w:t>
      </w:r>
      <w:r>
        <w:t xml:space="preserve"> ! </w:t>
      </w:r>
      <w:r w:rsidR="00530790" w:rsidRPr="005D5566">
        <w:t>Savez-vous</w:t>
      </w:r>
      <w:r>
        <w:t xml:space="preserve">, </w:t>
      </w:r>
      <w:r w:rsidR="00530790" w:rsidRPr="005D5566">
        <w:t>mes amis</w:t>
      </w:r>
      <w:r>
        <w:t xml:space="preserve">, </w:t>
      </w:r>
      <w:r w:rsidR="00530790" w:rsidRPr="005D5566">
        <w:t>la bagarre du cimetière est une excellente affaire</w:t>
      </w:r>
      <w:r>
        <w:t xml:space="preserve">, </w:t>
      </w:r>
      <w:r w:rsidR="00530790" w:rsidRPr="005D5566">
        <w:t>en définitive</w:t>
      </w:r>
      <w:r>
        <w:t xml:space="preserve"> ! </w:t>
      </w:r>
      <w:r w:rsidR="00530790" w:rsidRPr="005D5566">
        <w:t>On en parle dans toute la ville</w:t>
      </w:r>
      <w:r>
        <w:t xml:space="preserve">, </w:t>
      </w:r>
      <w:r w:rsidR="00530790" w:rsidRPr="005D5566">
        <w:t>ça émotionne les gens et les oblige à réfléchir</w:t>
      </w:r>
      <w:r>
        <w:t xml:space="preserve">… </w:t>
      </w:r>
      <w:r w:rsidR="00530790" w:rsidRPr="005D5566">
        <w:t>Ton article à ce sujet était très bien et il a paru au bon moment</w:t>
      </w:r>
      <w:r>
        <w:t xml:space="preserve">. </w:t>
      </w:r>
      <w:r w:rsidR="00530790" w:rsidRPr="005D5566">
        <w:t>J</w:t>
      </w:r>
      <w:r>
        <w:t>’</w:t>
      </w:r>
      <w:r w:rsidR="00530790" w:rsidRPr="005D5566">
        <w:t>ai toujours dit qu</w:t>
      </w:r>
      <w:r>
        <w:t>’</w:t>
      </w:r>
      <w:r w:rsidR="00530790" w:rsidRPr="005D5566">
        <w:t>une bonne querelle valait mieux qu</w:t>
      </w:r>
      <w:r>
        <w:t>’</w:t>
      </w:r>
      <w:r w:rsidR="00530790" w:rsidRPr="005D5566">
        <w:t>un mauvais arrangement</w:t>
      </w:r>
      <w:r>
        <w:t>…</w:t>
      </w:r>
    </w:p>
    <w:p w14:paraId="4BE0B851" w14:textId="77777777" w:rsidR="001C0413" w:rsidRDefault="001C0413" w:rsidP="001C0413">
      <w:r>
        <w:t>— </w:t>
      </w:r>
      <w:r w:rsidR="00530790" w:rsidRPr="005D5566">
        <w:t>C</w:t>
      </w:r>
      <w:r>
        <w:t>’</w:t>
      </w:r>
      <w:r w:rsidR="00530790" w:rsidRPr="005D5566">
        <w:t>est bon</w:t>
      </w:r>
      <w:r>
        <w:t xml:space="preserve">, </w:t>
      </w:r>
      <w:r w:rsidR="00530790" w:rsidRPr="005D5566">
        <w:t>va-t</w:t>
      </w:r>
      <w:r>
        <w:t>’</w:t>
      </w:r>
      <w:r w:rsidR="00530790" w:rsidRPr="005D5566">
        <w:t>en</w:t>
      </w:r>
      <w:r>
        <w:t> !…</w:t>
      </w:r>
    </w:p>
    <w:p w14:paraId="6E180B51" w14:textId="77777777" w:rsidR="001C0413" w:rsidRDefault="001C0413" w:rsidP="001C0413">
      <w:r>
        <w:lastRenderedPageBreak/>
        <w:t>— </w:t>
      </w:r>
      <w:r w:rsidR="00530790" w:rsidRPr="005D5566">
        <w:t>Tu n</w:t>
      </w:r>
      <w:r>
        <w:t>’</w:t>
      </w:r>
      <w:r w:rsidR="00530790" w:rsidRPr="005D5566">
        <w:t>es pas très aimable</w:t>
      </w:r>
      <w:r>
        <w:t xml:space="preserve"> ! </w:t>
      </w:r>
      <w:r w:rsidR="00530790" w:rsidRPr="005D5566">
        <w:t>Votre main</w:t>
      </w:r>
      <w:r>
        <w:t xml:space="preserve">, </w:t>
      </w:r>
      <w:r w:rsidR="00530790" w:rsidRPr="005D5566">
        <w:t>mère</w:t>
      </w:r>
      <w:r>
        <w:t xml:space="preserve"> ! </w:t>
      </w:r>
      <w:r w:rsidR="00530790" w:rsidRPr="005D5566">
        <w:t>Le gamin a agi stupidement</w:t>
      </w:r>
      <w:r>
        <w:t xml:space="preserve">. </w:t>
      </w:r>
      <w:r w:rsidR="00530790" w:rsidRPr="005D5566">
        <w:t>Tu sais où il demeure</w:t>
      </w:r>
      <w:r>
        <w:t> ?</w:t>
      </w:r>
    </w:p>
    <w:p w14:paraId="1483CBB9" w14:textId="77777777" w:rsidR="001C0413" w:rsidRDefault="00530790" w:rsidP="001C0413">
      <w:r w:rsidRPr="005D5566">
        <w:t>Nicolas donna t</w:t>
      </w:r>
      <w:r w:rsidR="001C0413">
        <w:t>’</w:t>
      </w:r>
      <w:r w:rsidRPr="005D5566">
        <w:t>adresse</w:t>
      </w:r>
      <w:r w:rsidR="001C0413">
        <w:t>.</w:t>
      </w:r>
    </w:p>
    <w:p w14:paraId="54B95B72" w14:textId="77777777" w:rsidR="001C0413" w:rsidRDefault="001C0413" w:rsidP="001C0413">
      <w:r>
        <w:t>— </w:t>
      </w:r>
      <w:r w:rsidR="00530790" w:rsidRPr="005D5566">
        <w:t>Il faut aller chez lui demain</w:t>
      </w:r>
      <w:r>
        <w:t xml:space="preserve">… </w:t>
      </w:r>
      <w:r w:rsidR="00530790" w:rsidRPr="005D5566">
        <w:t>c</w:t>
      </w:r>
      <w:r>
        <w:t>’</w:t>
      </w:r>
      <w:r w:rsidR="00530790" w:rsidRPr="005D5566">
        <w:t>est un brave garçon</w:t>
      </w:r>
      <w:r>
        <w:t xml:space="preserve">, </w:t>
      </w:r>
      <w:r w:rsidR="00530790" w:rsidRPr="005D5566">
        <w:t>n</w:t>
      </w:r>
      <w:r>
        <w:t>’</w:t>
      </w:r>
      <w:r w:rsidR="00530790" w:rsidRPr="005D5566">
        <w:t>est-ce pas</w:t>
      </w:r>
      <w:r>
        <w:t> ?</w:t>
      </w:r>
    </w:p>
    <w:p w14:paraId="2ABD230D" w14:textId="77777777" w:rsidR="001C0413" w:rsidRDefault="001C0413" w:rsidP="001C0413">
      <w:r>
        <w:t>— </w:t>
      </w:r>
      <w:r w:rsidR="00530790" w:rsidRPr="005D5566">
        <w:t>Oui</w:t>
      </w:r>
      <w:r>
        <w:t xml:space="preserve">… </w:t>
      </w:r>
      <w:r w:rsidR="00530790" w:rsidRPr="005D5566">
        <w:t>un excellent cœur</w:t>
      </w:r>
      <w:r>
        <w:t>…</w:t>
      </w:r>
    </w:p>
    <w:p w14:paraId="6F392775" w14:textId="77777777" w:rsidR="001C0413" w:rsidRDefault="001C0413" w:rsidP="001C0413">
      <w:r>
        <w:t>— </w:t>
      </w:r>
      <w:r w:rsidR="00530790" w:rsidRPr="005D5566">
        <w:t>Il ne faut pas le perdre de vue</w:t>
      </w:r>
      <w:r>
        <w:t xml:space="preserve">, </w:t>
      </w:r>
      <w:r w:rsidR="00530790" w:rsidRPr="005D5566">
        <w:t>il n</w:t>
      </w:r>
      <w:r>
        <w:t>’</w:t>
      </w:r>
      <w:r w:rsidR="00530790" w:rsidRPr="005D5566">
        <w:t>est pas bête</w:t>
      </w:r>
      <w:r>
        <w:t xml:space="preserve"> ! </w:t>
      </w:r>
      <w:r w:rsidR="00530790" w:rsidRPr="005D5566">
        <w:t>dit le médecin en s</w:t>
      </w:r>
      <w:r>
        <w:t>’</w:t>
      </w:r>
      <w:r w:rsidR="00530790" w:rsidRPr="005D5566">
        <w:t>en allant</w:t>
      </w:r>
      <w:r>
        <w:t xml:space="preserve">. </w:t>
      </w:r>
      <w:r w:rsidR="00530790" w:rsidRPr="005D5566">
        <w:t>Ce sont justement ces gaillards-là qui formeront le véritable prolétariat cultivé et qui prendront notre place</w:t>
      </w:r>
      <w:r>
        <w:t xml:space="preserve">, </w:t>
      </w:r>
      <w:r w:rsidR="00530790" w:rsidRPr="005D5566">
        <w:t>quand nous partirons pour l</w:t>
      </w:r>
      <w:r>
        <w:t>’</w:t>
      </w:r>
      <w:r w:rsidR="00530790" w:rsidRPr="005D5566">
        <w:t>endroit où il n</w:t>
      </w:r>
      <w:r>
        <w:t>’</w:t>
      </w:r>
      <w:r w:rsidR="00530790" w:rsidRPr="005D5566">
        <w:t>y a probablement pas de différences de classe</w:t>
      </w:r>
      <w:r>
        <w:t>…</w:t>
      </w:r>
    </w:p>
    <w:p w14:paraId="1A50ECFE" w14:textId="77777777" w:rsidR="001C0413" w:rsidRDefault="001C0413" w:rsidP="001C0413">
      <w:r>
        <w:t>— </w:t>
      </w:r>
      <w:r w:rsidR="00530790" w:rsidRPr="005D5566">
        <w:t>Tu es devenu bien bavard</w:t>
      </w:r>
      <w:r>
        <w:t xml:space="preserve">, </w:t>
      </w:r>
      <w:r w:rsidR="00530790" w:rsidRPr="005D5566">
        <w:t>ami</w:t>
      </w:r>
      <w:r>
        <w:t>…</w:t>
      </w:r>
    </w:p>
    <w:p w14:paraId="01B935C5" w14:textId="77777777" w:rsidR="001C0413" w:rsidRDefault="001C0413" w:rsidP="001C0413">
      <w:r>
        <w:t>— </w:t>
      </w:r>
      <w:r w:rsidR="00530790" w:rsidRPr="005D5566">
        <w:t>Je suis heureux</w:t>
      </w:r>
      <w:r>
        <w:t xml:space="preserve">, </w:t>
      </w:r>
      <w:r w:rsidR="00530790" w:rsidRPr="005D5566">
        <w:t>c</w:t>
      </w:r>
      <w:r>
        <w:t>’</w:t>
      </w:r>
      <w:r w:rsidR="00530790" w:rsidRPr="005D5566">
        <w:t>est pourquoi je babille</w:t>
      </w:r>
      <w:r>
        <w:t xml:space="preserve">… </w:t>
      </w:r>
      <w:r w:rsidR="00530790" w:rsidRPr="005D5566">
        <w:t>Je pars</w:t>
      </w:r>
      <w:r>
        <w:t xml:space="preserve">, </w:t>
      </w:r>
      <w:r w:rsidR="00530790" w:rsidRPr="005D5566">
        <w:t>je pars</w:t>
      </w:r>
      <w:r>
        <w:t xml:space="preserve">… </w:t>
      </w:r>
      <w:r w:rsidR="00530790" w:rsidRPr="005D5566">
        <w:t>Ainsi donc</w:t>
      </w:r>
      <w:r>
        <w:t xml:space="preserve">, </w:t>
      </w:r>
      <w:r w:rsidR="00530790" w:rsidRPr="005D5566">
        <w:t>tu penses que tu vas aller en prison</w:t>
      </w:r>
      <w:r>
        <w:t xml:space="preserve"> ? </w:t>
      </w:r>
      <w:r w:rsidR="00530790" w:rsidRPr="005D5566">
        <w:t>Je te souhaite de t</w:t>
      </w:r>
      <w:r>
        <w:t>’</w:t>
      </w:r>
      <w:r w:rsidR="00530790" w:rsidRPr="005D5566">
        <w:t>y reposer</w:t>
      </w:r>
      <w:r>
        <w:t>…</w:t>
      </w:r>
    </w:p>
    <w:p w14:paraId="601901A7" w14:textId="77777777" w:rsidR="001C0413" w:rsidRDefault="001C0413" w:rsidP="001C0413">
      <w:r>
        <w:t>— </w:t>
      </w:r>
      <w:r w:rsidR="00530790" w:rsidRPr="005D5566">
        <w:t>Merci</w:t>
      </w:r>
      <w:r>
        <w:t xml:space="preserve">, </w:t>
      </w:r>
      <w:r w:rsidR="00530790" w:rsidRPr="005D5566">
        <w:t>je ne suis pas fatigué</w:t>
      </w:r>
      <w:r>
        <w:t>.</w:t>
      </w:r>
    </w:p>
    <w:p w14:paraId="3F171AAF" w14:textId="77777777" w:rsidR="001C0413" w:rsidRDefault="00530790" w:rsidP="001C0413">
      <w:r w:rsidRPr="005D5566">
        <w:t>La mère les écoutait</w:t>
      </w:r>
      <w:r w:rsidR="001C0413">
        <w:t xml:space="preserve">, </w:t>
      </w:r>
      <w:r w:rsidRPr="005D5566">
        <w:t>heureuse de les voir s</w:t>
      </w:r>
      <w:r w:rsidR="001C0413">
        <w:t>’</w:t>
      </w:r>
      <w:r w:rsidRPr="005D5566">
        <w:t>inquiéter du blessé</w:t>
      </w:r>
      <w:r w:rsidR="001C0413">
        <w:t>.</w:t>
      </w:r>
    </w:p>
    <w:p w14:paraId="423F67A3" w14:textId="77777777" w:rsidR="001C0413" w:rsidRDefault="00530790" w:rsidP="001C0413">
      <w:r w:rsidRPr="005D5566">
        <w:t>Lorsque le docteur fut parti</w:t>
      </w:r>
      <w:r w:rsidR="001C0413">
        <w:t xml:space="preserve">, </w:t>
      </w:r>
      <w:r w:rsidRPr="005D5566">
        <w:t>Nicolas et Pélaguée se mirent à table en attendant leurs hôtes nocturnes</w:t>
      </w:r>
      <w:r w:rsidR="001C0413">
        <w:t xml:space="preserve">. </w:t>
      </w:r>
      <w:r w:rsidRPr="005D5566">
        <w:t>Longtemps</w:t>
      </w:r>
      <w:r w:rsidR="001C0413">
        <w:t xml:space="preserve">, </w:t>
      </w:r>
      <w:r w:rsidRPr="005D5566">
        <w:t>à voix basse</w:t>
      </w:r>
      <w:r w:rsidR="001C0413">
        <w:t xml:space="preserve">, </w:t>
      </w:r>
      <w:r w:rsidRPr="005D5566">
        <w:t>Nicolas parla de ses camarades qui vivaient en exil</w:t>
      </w:r>
      <w:r w:rsidR="001C0413">
        <w:t xml:space="preserve">, </w:t>
      </w:r>
      <w:r w:rsidRPr="005D5566">
        <w:t>de ceux qui s</w:t>
      </w:r>
      <w:r w:rsidR="001C0413">
        <w:t>’</w:t>
      </w:r>
      <w:r w:rsidRPr="005D5566">
        <w:t>étaient échappés et continuaient à travailler sous de faux noms</w:t>
      </w:r>
      <w:r w:rsidR="001C0413">
        <w:t xml:space="preserve">. </w:t>
      </w:r>
      <w:r w:rsidRPr="005D5566">
        <w:t>Les murailles nues de la pièce renvoyaient le son étouffé de sa voix</w:t>
      </w:r>
      <w:r w:rsidR="001C0413">
        <w:t xml:space="preserve">, </w:t>
      </w:r>
      <w:r w:rsidRPr="005D5566">
        <w:t>comme si elles doutaient de ces étonnantes histoires de héros modestes et désintéressés qui avaient sacrifié leurs forces à la grande œuvre de la rénovation humaine</w:t>
      </w:r>
      <w:r w:rsidR="001C0413">
        <w:t xml:space="preserve">. </w:t>
      </w:r>
      <w:r w:rsidRPr="005D5566">
        <w:t>Une ombre tiède entourait la mère</w:t>
      </w:r>
      <w:r w:rsidR="001C0413">
        <w:t xml:space="preserve"> ; </w:t>
      </w:r>
      <w:r w:rsidRPr="005D5566">
        <w:t>son cœur se remplissait d</w:t>
      </w:r>
      <w:r w:rsidR="001C0413">
        <w:t>’</w:t>
      </w:r>
      <w:r w:rsidRPr="005D5566">
        <w:t xml:space="preserve">amour pour ces inconnus qui se résumaient </w:t>
      </w:r>
      <w:r w:rsidRPr="005D5566">
        <w:lastRenderedPageBreak/>
        <w:t>dans son imagination en un seul être immense</w:t>
      </w:r>
      <w:r w:rsidR="001C0413">
        <w:t xml:space="preserve">, </w:t>
      </w:r>
      <w:r w:rsidRPr="005D5566">
        <w:t>plein d</w:t>
      </w:r>
      <w:r w:rsidR="001C0413">
        <w:t>’</w:t>
      </w:r>
      <w:r w:rsidRPr="005D5566">
        <w:t>une force mâle et inépuisable</w:t>
      </w:r>
      <w:r w:rsidR="001C0413">
        <w:t xml:space="preserve">. </w:t>
      </w:r>
      <w:r w:rsidRPr="005D5566">
        <w:t>Lentement</w:t>
      </w:r>
      <w:r w:rsidR="001C0413">
        <w:t xml:space="preserve">, </w:t>
      </w:r>
      <w:r w:rsidRPr="005D5566">
        <w:t>mais sans s</w:t>
      </w:r>
      <w:r w:rsidR="001C0413">
        <w:t>’</w:t>
      </w:r>
      <w:r w:rsidRPr="005D5566">
        <w:t>arrêter</w:t>
      </w:r>
      <w:r w:rsidR="001C0413">
        <w:t xml:space="preserve">, </w:t>
      </w:r>
      <w:r w:rsidRPr="005D5566">
        <w:t>cet être marchait sur la terre</w:t>
      </w:r>
      <w:r w:rsidR="001C0413">
        <w:t xml:space="preserve">, </w:t>
      </w:r>
      <w:r w:rsidRPr="005D5566">
        <w:t>arrachant la séculaire moisissure du mensonge</w:t>
      </w:r>
      <w:r w:rsidR="001C0413">
        <w:t xml:space="preserve">, </w:t>
      </w:r>
      <w:r w:rsidRPr="005D5566">
        <w:t>découvrant aux yeux des hommes la vérité simple et nette de la vie</w:t>
      </w:r>
      <w:r w:rsidR="001C0413">
        <w:t xml:space="preserve">, </w:t>
      </w:r>
      <w:r w:rsidRPr="005D5566">
        <w:t>qui promettait à tous de les libérer de l</w:t>
      </w:r>
      <w:r w:rsidR="001C0413">
        <w:t>’</w:t>
      </w:r>
      <w:r w:rsidRPr="005D5566">
        <w:t>avidité</w:t>
      </w:r>
      <w:r w:rsidR="001C0413">
        <w:t xml:space="preserve">, </w:t>
      </w:r>
      <w:r w:rsidRPr="005D5566">
        <w:t>de la haine et du mensonge</w:t>
      </w:r>
      <w:r w:rsidR="001C0413">
        <w:t xml:space="preserve">, </w:t>
      </w:r>
      <w:r w:rsidRPr="005D5566">
        <w:t>ces trois monstres qui avaient asservi et épouvanté le monde entier</w:t>
      </w:r>
      <w:r w:rsidR="001C0413">
        <w:t xml:space="preserve">… </w:t>
      </w:r>
      <w:r w:rsidRPr="005D5566">
        <w:t>Cette vision faisait naître dans le cœur de Pélaguée une impression pareille à celle qu</w:t>
      </w:r>
      <w:r w:rsidR="001C0413">
        <w:t>’</w:t>
      </w:r>
      <w:r w:rsidRPr="005D5566">
        <w:t>elle éprouvait jadis en s</w:t>
      </w:r>
      <w:r w:rsidR="001C0413">
        <w:t>’</w:t>
      </w:r>
      <w:r w:rsidRPr="005D5566">
        <w:t>agenouillant devant les saintes images</w:t>
      </w:r>
      <w:r w:rsidR="001C0413">
        <w:t xml:space="preserve">, </w:t>
      </w:r>
      <w:r w:rsidRPr="005D5566">
        <w:t>pour terminer par une prière reconnaissante des journées qui lui semblaient moins pénibles que les autres</w:t>
      </w:r>
      <w:r w:rsidR="001C0413">
        <w:t xml:space="preserve">. </w:t>
      </w:r>
      <w:r w:rsidRPr="005D5566">
        <w:t>Maintenant</w:t>
      </w:r>
      <w:r w:rsidR="001C0413">
        <w:t xml:space="preserve">, </w:t>
      </w:r>
      <w:r w:rsidRPr="005D5566">
        <w:t>elle avait oublié son passé</w:t>
      </w:r>
      <w:r w:rsidR="001C0413">
        <w:t xml:space="preserve">, </w:t>
      </w:r>
      <w:r w:rsidRPr="005D5566">
        <w:t>et le sentiment qu</w:t>
      </w:r>
      <w:r w:rsidR="001C0413">
        <w:t>’</w:t>
      </w:r>
      <w:r w:rsidRPr="005D5566">
        <w:t>il lui inspirait s</w:t>
      </w:r>
      <w:r w:rsidR="001C0413">
        <w:t>’</w:t>
      </w:r>
      <w:r w:rsidRPr="005D5566">
        <w:t>élargissait</w:t>
      </w:r>
      <w:r w:rsidR="001C0413">
        <w:t xml:space="preserve">, </w:t>
      </w:r>
      <w:r w:rsidRPr="005D5566">
        <w:t>devenait plus lumineux et plus joyeux</w:t>
      </w:r>
      <w:r w:rsidR="001C0413">
        <w:t xml:space="preserve">, </w:t>
      </w:r>
      <w:r w:rsidRPr="005D5566">
        <w:t>pénétrait plus profondément son âme</w:t>
      </w:r>
      <w:r w:rsidR="001C0413">
        <w:t xml:space="preserve">, </w:t>
      </w:r>
      <w:r w:rsidRPr="005D5566">
        <w:t>vivait et s</w:t>
      </w:r>
      <w:r w:rsidR="001C0413">
        <w:t>’</w:t>
      </w:r>
      <w:r w:rsidRPr="005D5566">
        <w:t>enflammait toujours davantage</w:t>
      </w:r>
      <w:r w:rsidR="001C0413">
        <w:t>.</w:t>
      </w:r>
    </w:p>
    <w:p w14:paraId="2C2492B1" w14:textId="77777777" w:rsidR="001C0413" w:rsidRDefault="001C0413" w:rsidP="001C0413">
      <w:r>
        <w:t>— </w:t>
      </w:r>
      <w:r w:rsidR="00530790" w:rsidRPr="005D5566">
        <w:t>Les gendarmes ne viennent pas</w:t>
      </w:r>
      <w:r>
        <w:t xml:space="preserve"> ! </w:t>
      </w:r>
      <w:r w:rsidR="00530790" w:rsidRPr="005D5566">
        <w:t>s</w:t>
      </w:r>
      <w:r>
        <w:t>’</w:t>
      </w:r>
      <w:r w:rsidR="00530790" w:rsidRPr="005D5566">
        <w:t>écria Nicolas en s</w:t>
      </w:r>
      <w:r>
        <w:t>’</w:t>
      </w:r>
      <w:r w:rsidR="00530790" w:rsidRPr="005D5566">
        <w:t>interrompant</w:t>
      </w:r>
      <w:r>
        <w:t>.</w:t>
      </w:r>
    </w:p>
    <w:p w14:paraId="62EDA91E" w14:textId="77777777" w:rsidR="001C0413" w:rsidRDefault="00530790" w:rsidP="001C0413">
      <w:r w:rsidRPr="005D5566">
        <w:t>La mère le regarda et fit</w:t>
      </w:r>
      <w:r w:rsidR="001C0413">
        <w:t xml:space="preserve">, </w:t>
      </w:r>
      <w:r w:rsidRPr="005D5566">
        <w:t>après un silence</w:t>
      </w:r>
      <w:r w:rsidR="001C0413">
        <w:t> :</w:t>
      </w:r>
    </w:p>
    <w:p w14:paraId="3DD64278" w14:textId="77777777" w:rsidR="001C0413" w:rsidRDefault="001C0413" w:rsidP="001C0413">
      <w:r>
        <w:t>— </w:t>
      </w:r>
      <w:r w:rsidR="00530790" w:rsidRPr="005D5566">
        <w:t>Qu</w:t>
      </w:r>
      <w:r>
        <w:t>’</w:t>
      </w:r>
      <w:r w:rsidR="00530790" w:rsidRPr="005D5566">
        <w:t>ils aillent au diable</w:t>
      </w:r>
      <w:r>
        <w:t> !</w:t>
      </w:r>
    </w:p>
    <w:p w14:paraId="02AEE954" w14:textId="77777777" w:rsidR="001C0413" w:rsidRDefault="001C0413" w:rsidP="001C0413">
      <w:r>
        <w:t>— </w:t>
      </w:r>
      <w:r w:rsidR="00530790" w:rsidRPr="005D5566">
        <w:t>Bien entendu</w:t>
      </w:r>
      <w:r>
        <w:t xml:space="preserve"> !… </w:t>
      </w:r>
      <w:r w:rsidR="00530790" w:rsidRPr="005D5566">
        <w:t>Vous devez être atrocement fatiguée</w:t>
      </w:r>
      <w:r>
        <w:t xml:space="preserve">, </w:t>
      </w:r>
      <w:r w:rsidR="00530790" w:rsidRPr="005D5566">
        <w:t>mère</w:t>
      </w:r>
      <w:r>
        <w:t xml:space="preserve">, </w:t>
      </w:r>
      <w:r w:rsidR="00530790" w:rsidRPr="005D5566">
        <w:t>il faut aller vous coucher</w:t>
      </w:r>
      <w:r>
        <w:t xml:space="preserve"> ! </w:t>
      </w:r>
      <w:r w:rsidR="00530790" w:rsidRPr="005D5566">
        <w:t>Vous êtes robuste</w:t>
      </w:r>
      <w:r>
        <w:t xml:space="preserve">, </w:t>
      </w:r>
      <w:r w:rsidR="00530790" w:rsidRPr="005D5566">
        <w:t>cependant</w:t>
      </w:r>
      <w:r>
        <w:t xml:space="preserve">, </w:t>
      </w:r>
      <w:r w:rsidR="00530790" w:rsidRPr="005D5566">
        <w:t>tous ces soucis</w:t>
      </w:r>
      <w:r>
        <w:t xml:space="preserve">, </w:t>
      </w:r>
      <w:r w:rsidR="00530790" w:rsidRPr="005D5566">
        <w:t>toutes ces inquiétudes</w:t>
      </w:r>
      <w:r>
        <w:t xml:space="preserve">… </w:t>
      </w:r>
      <w:r w:rsidR="00530790" w:rsidRPr="005D5566">
        <w:t>vous les supportez admirablement</w:t>
      </w:r>
      <w:r>
        <w:t xml:space="preserve">. </w:t>
      </w:r>
      <w:r w:rsidR="00530790" w:rsidRPr="005D5566">
        <w:t>Vos cheveux seulement ont blanchi très vite</w:t>
      </w:r>
      <w:r>
        <w:t xml:space="preserve">… </w:t>
      </w:r>
      <w:r w:rsidR="00530790" w:rsidRPr="005D5566">
        <w:t>Allez vous reposer</w:t>
      </w:r>
      <w:r>
        <w:t xml:space="preserve">, </w:t>
      </w:r>
      <w:r w:rsidR="00530790" w:rsidRPr="005D5566">
        <w:t>allez</w:t>
      </w:r>
      <w:r>
        <w:t>…</w:t>
      </w:r>
    </w:p>
    <w:p w14:paraId="481F5D1F" w14:textId="77777777" w:rsidR="001C0413" w:rsidRDefault="00530790" w:rsidP="001C0413">
      <w:r w:rsidRPr="005D5566">
        <w:t>Ils se serrèrent la main et se quittèrent</w:t>
      </w:r>
      <w:r w:rsidR="001C0413">
        <w:t>.</w:t>
      </w:r>
    </w:p>
    <w:p w14:paraId="331C7452" w14:textId="0B39EBFF" w:rsidR="00530790" w:rsidRPr="003B37B8" w:rsidRDefault="00530790" w:rsidP="001C0413">
      <w:pPr>
        <w:pStyle w:val="Titre2"/>
        <w:rPr>
          <w:szCs w:val="44"/>
        </w:rPr>
      </w:pPr>
      <w:bookmarkStart w:id="51" w:name="_Toc202279572"/>
      <w:r w:rsidRPr="003B37B8">
        <w:rPr>
          <w:szCs w:val="44"/>
        </w:rPr>
        <w:lastRenderedPageBreak/>
        <w:t>XIX</w:t>
      </w:r>
      <w:bookmarkEnd w:id="51"/>
      <w:r w:rsidRPr="003B37B8">
        <w:rPr>
          <w:szCs w:val="44"/>
        </w:rPr>
        <w:br/>
      </w:r>
    </w:p>
    <w:p w14:paraId="2F632AAB" w14:textId="77777777" w:rsidR="001C0413" w:rsidRDefault="00530790" w:rsidP="001C0413">
      <w:r w:rsidRPr="005D5566">
        <w:t>La mère s</w:t>
      </w:r>
      <w:r w:rsidR="001C0413">
        <w:t>’</w:t>
      </w:r>
      <w:r w:rsidRPr="005D5566">
        <w:t>endormit vite et tranquillement</w:t>
      </w:r>
      <w:r w:rsidR="001C0413">
        <w:t xml:space="preserve"> ; </w:t>
      </w:r>
      <w:r w:rsidRPr="005D5566">
        <w:t>au matin</w:t>
      </w:r>
      <w:r w:rsidR="001C0413">
        <w:t xml:space="preserve">, </w:t>
      </w:r>
      <w:r w:rsidRPr="005D5566">
        <w:t>des coups violents frappés à la porte de la cuisine la réveillèrent</w:t>
      </w:r>
      <w:r w:rsidR="001C0413">
        <w:t xml:space="preserve">. </w:t>
      </w:r>
      <w:r w:rsidRPr="005D5566">
        <w:t>On heurtait avec entêtement</w:t>
      </w:r>
      <w:r w:rsidR="001C0413">
        <w:t xml:space="preserve">, </w:t>
      </w:r>
      <w:r w:rsidRPr="005D5566">
        <w:t>il faisait encore sombre</w:t>
      </w:r>
      <w:r w:rsidR="001C0413">
        <w:t xml:space="preserve">. </w:t>
      </w:r>
      <w:r w:rsidRPr="005D5566">
        <w:rPr>
          <w:bCs/>
        </w:rPr>
        <w:t>S</w:t>
      </w:r>
      <w:r w:rsidR="001C0413">
        <w:t>’</w:t>
      </w:r>
      <w:r w:rsidRPr="005D5566">
        <w:t>habillant à la hâte</w:t>
      </w:r>
      <w:r w:rsidR="001C0413">
        <w:t xml:space="preserve">, </w:t>
      </w:r>
      <w:r w:rsidRPr="005D5566">
        <w:t xml:space="preserve">la mère courut à la cuisine et demanda de derrière </w:t>
      </w:r>
      <w:r>
        <w:t>l</w:t>
      </w:r>
      <w:r w:rsidRPr="005D5566">
        <w:t>a porte</w:t>
      </w:r>
      <w:r w:rsidR="001C0413">
        <w:t> :</w:t>
      </w:r>
    </w:p>
    <w:p w14:paraId="6A6DB2AC" w14:textId="77777777" w:rsidR="001C0413" w:rsidRDefault="001C0413" w:rsidP="001C0413">
      <w:r>
        <w:t>— </w:t>
      </w:r>
      <w:r w:rsidR="00530790" w:rsidRPr="005D5566">
        <w:t>Qui est là</w:t>
      </w:r>
      <w:r>
        <w:t> ?</w:t>
      </w:r>
    </w:p>
    <w:p w14:paraId="127F94E2" w14:textId="77777777" w:rsidR="001C0413" w:rsidRDefault="001C0413" w:rsidP="001C0413">
      <w:r>
        <w:t>— </w:t>
      </w:r>
      <w:r w:rsidR="00530790" w:rsidRPr="005D5566">
        <w:t>Moi</w:t>
      </w:r>
      <w:r>
        <w:t xml:space="preserve"> ! </w:t>
      </w:r>
      <w:r w:rsidR="00530790" w:rsidRPr="005D5566">
        <w:t>répondit une voix inconnue</w:t>
      </w:r>
      <w:r>
        <w:t>.</w:t>
      </w:r>
    </w:p>
    <w:p w14:paraId="06FA40D4" w14:textId="77777777" w:rsidR="001C0413" w:rsidRDefault="001C0413" w:rsidP="001C0413">
      <w:r>
        <w:t>— </w:t>
      </w:r>
      <w:r w:rsidR="00530790" w:rsidRPr="005D5566">
        <w:t>Qui</w:t>
      </w:r>
      <w:r>
        <w:t> ?</w:t>
      </w:r>
    </w:p>
    <w:p w14:paraId="119C96E3" w14:textId="77777777" w:rsidR="001C0413" w:rsidRDefault="001C0413" w:rsidP="001C0413">
      <w:r>
        <w:t>— </w:t>
      </w:r>
      <w:r w:rsidR="00530790" w:rsidRPr="005D5566">
        <w:t>Ouvrez</w:t>
      </w:r>
      <w:r>
        <w:t xml:space="preserve"> ! </w:t>
      </w:r>
      <w:r w:rsidR="00530790" w:rsidRPr="005D5566">
        <w:t>reprit la voix</w:t>
      </w:r>
      <w:r>
        <w:t xml:space="preserve">, </w:t>
      </w:r>
      <w:r w:rsidR="00530790" w:rsidRPr="005D5566">
        <w:t>basse et suppliante</w:t>
      </w:r>
      <w:r>
        <w:t>.</w:t>
      </w:r>
    </w:p>
    <w:p w14:paraId="427C164D" w14:textId="77777777" w:rsidR="001C0413" w:rsidRDefault="00530790" w:rsidP="001C0413">
      <w:r w:rsidRPr="005D5566">
        <w:t>La mère tira le verrou et poussa la porte</w:t>
      </w:r>
      <w:r w:rsidR="001C0413">
        <w:t xml:space="preserve">. </w:t>
      </w:r>
      <w:r w:rsidRPr="005D5566">
        <w:t>Ignati entra</w:t>
      </w:r>
      <w:r w:rsidR="001C0413">
        <w:t xml:space="preserve">, </w:t>
      </w:r>
      <w:r w:rsidRPr="005D5566">
        <w:t>s</w:t>
      </w:r>
      <w:r w:rsidR="001C0413">
        <w:t>’</w:t>
      </w:r>
      <w:r w:rsidRPr="005D5566">
        <w:t>écriant avec joie</w:t>
      </w:r>
      <w:r w:rsidR="001C0413">
        <w:t> :</w:t>
      </w:r>
    </w:p>
    <w:p w14:paraId="4B9BD7C7" w14:textId="77777777" w:rsidR="001C0413" w:rsidRDefault="001C0413" w:rsidP="001C0413">
      <w:r>
        <w:t>— </w:t>
      </w:r>
      <w:r w:rsidR="00530790" w:rsidRPr="005D5566">
        <w:t>Ah</w:t>
      </w:r>
      <w:r>
        <w:t xml:space="preserve"> ! </w:t>
      </w:r>
      <w:r w:rsidR="00530790" w:rsidRPr="005D5566">
        <w:t>je ne me suis pas trompé</w:t>
      </w:r>
      <w:r>
        <w:t xml:space="preserve"> ! </w:t>
      </w:r>
      <w:r w:rsidR="00530790" w:rsidRPr="005D5566">
        <w:t>Je suis au bon endroit</w:t>
      </w:r>
      <w:r>
        <w:t>…</w:t>
      </w:r>
    </w:p>
    <w:p w14:paraId="22E39884" w14:textId="77777777" w:rsidR="001C0413" w:rsidRDefault="00530790" w:rsidP="001C0413">
      <w:r w:rsidRPr="005D5566">
        <w:t>Il était couvert de boue jusqu</w:t>
      </w:r>
      <w:r w:rsidR="001C0413">
        <w:t>’</w:t>
      </w:r>
      <w:r w:rsidRPr="005D5566">
        <w:t>à la ceinture</w:t>
      </w:r>
      <w:r w:rsidR="001C0413">
        <w:t xml:space="preserve">, </w:t>
      </w:r>
      <w:r w:rsidRPr="005D5566">
        <w:t>il avait le visage blême</w:t>
      </w:r>
      <w:r w:rsidR="001C0413">
        <w:t xml:space="preserve">, </w:t>
      </w:r>
      <w:r w:rsidRPr="005D5566">
        <w:t>les yeux cernés</w:t>
      </w:r>
      <w:r w:rsidR="001C0413">
        <w:t xml:space="preserve"> ; </w:t>
      </w:r>
      <w:r w:rsidRPr="005D5566">
        <w:t>ses cheveux bouclés s</w:t>
      </w:r>
      <w:r w:rsidR="001C0413">
        <w:t>’</w:t>
      </w:r>
      <w:r w:rsidRPr="005D5566">
        <w:t>échappaient en désordre de dessous sa casquette</w:t>
      </w:r>
      <w:r w:rsidR="001C0413">
        <w:t> :</w:t>
      </w:r>
    </w:p>
    <w:p w14:paraId="213239CB" w14:textId="77777777" w:rsidR="001C0413" w:rsidRDefault="001C0413" w:rsidP="001C0413">
      <w:r>
        <w:t>— </w:t>
      </w:r>
      <w:r w:rsidR="00530790" w:rsidRPr="005D5566">
        <w:t>Il est arrivé des malheurs chez nous</w:t>
      </w:r>
      <w:r>
        <w:t xml:space="preserve"> ! </w:t>
      </w:r>
      <w:r w:rsidR="00530790" w:rsidRPr="005D5566">
        <w:t>chuchota-t-il en fermant la porte</w:t>
      </w:r>
      <w:r>
        <w:t>.</w:t>
      </w:r>
    </w:p>
    <w:p w14:paraId="0C813903" w14:textId="77777777" w:rsidR="001C0413" w:rsidRDefault="001C0413" w:rsidP="001C0413">
      <w:r>
        <w:t>— </w:t>
      </w:r>
      <w:r w:rsidR="00530790" w:rsidRPr="005D5566">
        <w:t>Je le sais</w:t>
      </w:r>
      <w:r>
        <w:t>…</w:t>
      </w:r>
    </w:p>
    <w:p w14:paraId="2151C446" w14:textId="77777777" w:rsidR="001C0413" w:rsidRDefault="00530790" w:rsidP="001C0413">
      <w:r w:rsidRPr="005D5566">
        <w:t>L</w:t>
      </w:r>
      <w:r w:rsidR="001C0413">
        <w:t>’</w:t>
      </w:r>
      <w:r w:rsidRPr="005D5566">
        <w:t>ouvrier s</w:t>
      </w:r>
      <w:r w:rsidR="001C0413">
        <w:t>’</w:t>
      </w:r>
      <w:r w:rsidRPr="005D5566">
        <w:t>étonna et demanda avec un clignement d</w:t>
      </w:r>
      <w:r w:rsidR="001C0413">
        <w:t>’</w:t>
      </w:r>
      <w:r w:rsidRPr="005D5566">
        <w:t>œil</w:t>
      </w:r>
      <w:r w:rsidR="001C0413">
        <w:t> :</w:t>
      </w:r>
    </w:p>
    <w:p w14:paraId="28F02F71" w14:textId="77777777" w:rsidR="001C0413" w:rsidRDefault="001C0413" w:rsidP="001C0413">
      <w:r>
        <w:t>— </w:t>
      </w:r>
      <w:r w:rsidR="00530790" w:rsidRPr="005D5566">
        <w:t>Comment</w:t>
      </w:r>
      <w:r>
        <w:t xml:space="preserve"> ?… </w:t>
      </w:r>
      <w:r w:rsidR="00530790" w:rsidRPr="005D5566">
        <w:t>Par qui</w:t>
      </w:r>
      <w:r>
        <w:t> ?</w:t>
      </w:r>
    </w:p>
    <w:p w14:paraId="68C7ADB2" w14:textId="77777777" w:rsidR="001C0413" w:rsidRDefault="00530790" w:rsidP="001C0413">
      <w:r w:rsidRPr="005D5566">
        <w:t>La mère raconta brièvement sa rencontre</w:t>
      </w:r>
      <w:r w:rsidR="001C0413">
        <w:t>.</w:t>
      </w:r>
    </w:p>
    <w:p w14:paraId="1D8E539C" w14:textId="77777777" w:rsidR="001C0413" w:rsidRDefault="001C0413" w:rsidP="001C0413">
      <w:r>
        <w:lastRenderedPageBreak/>
        <w:t>— </w:t>
      </w:r>
      <w:r w:rsidR="00530790" w:rsidRPr="005D5566">
        <w:t>Et les deux autres</w:t>
      </w:r>
      <w:r>
        <w:t xml:space="preserve">, </w:t>
      </w:r>
      <w:r w:rsidR="00530790" w:rsidRPr="005D5566">
        <w:t>tes camarades</w:t>
      </w:r>
      <w:r>
        <w:t xml:space="preserve">, </w:t>
      </w:r>
      <w:r w:rsidR="00530790" w:rsidRPr="005D5566">
        <w:t>on les a aussi arrêtés</w:t>
      </w:r>
      <w:r>
        <w:t> ?</w:t>
      </w:r>
    </w:p>
    <w:p w14:paraId="084885AD" w14:textId="77777777" w:rsidR="001C0413" w:rsidRDefault="001C0413" w:rsidP="001C0413">
      <w:r>
        <w:t>— </w:t>
      </w:r>
      <w:r w:rsidR="00530790" w:rsidRPr="005D5566">
        <w:t>Ils n</w:t>
      </w:r>
      <w:r>
        <w:t>’</w:t>
      </w:r>
      <w:r w:rsidR="00530790" w:rsidRPr="005D5566">
        <w:t>étaient pas là</w:t>
      </w:r>
      <w:r>
        <w:t xml:space="preserve">, </w:t>
      </w:r>
      <w:r w:rsidR="00530790" w:rsidRPr="005D5566">
        <w:t>ils étaient au conseil de révision</w:t>
      </w:r>
      <w:r>
        <w:t xml:space="preserve">. </w:t>
      </w:r>
      <w:r w:rsidR="00530790" w:rsidRPr="005D5566">
        <w:t>On en a arrêté cinq</w:t>
      </w:r>
      <w:r>
        <w:t xml:space="preserve">, </w:t>
      </w:r>
      <w:r w:rsidR="00530790" w:rsidRPr="005D5566">
        <w:t>en comptant Rybine</w:t>
      </w:r>
      <w:r>
        <w:t>.</w:t>
      </w:r>
    </w:p>
    <w:p w14:paraId="7C0DF749" w14:textId="77777777" w:rsidR="001C0413" w:rsidRDefault="00530790" w:rsidP="001C0413">
      <w:r w:rsidRPr="005D5566">
        <w:t>Il renifla et dit en souriant</w:t>
      </w:r>
      <w:r w:rsidR="001C0413">
        <w:t> :</w:t>
      </w:r>
    </w:p>
    <w:p w14:paraId="7C90CF32" w14:textId="77777777" w:rsidR="001C0413" w:rsidRDefault="001C0413" w:rsidP="001C0413">
      <w:r>
        <w:t>— </w:t>
      </w:r>
      <w:r w:rsidR="00530790" w:rsidRPr="005D5566">
        <w:t>Et moi</w:t>
      </w:r>
      <w:r>
        <w:t xml:space="preserve">, </w:t>
      </w:r>
      <w:r w:rsidR="00530790" w:rsidRPr="005D5566">
        <w:t>je suis resté libre</w:t>
      </w:r>
      <w:r>
        <w:t xml:space="preserve">… </w:t>
      </w:r>
      <w:r w:rsidR="00530790" w:rsidRPr="005D5566">
        <w:t>On me cherche probablement</w:t>
      </w:r>
      <w:r>
        <w:t xml:space="preserve">… </w:t>
      </w:r>
      <w:r w:rsidR="00530790" w:rsidRPr="005D5566">
        <w:t>Qu</w:t>
      </w:r>
      <w:r>
        <w:t>’</w:t>
      </w:r>
      <w:r w:rsidR="00530790" w:rsidRPr="005D5566">
        <w:t>ils me cherchent</w:t>
      </w:r>
      <w:r>
        <w:t xml:space="preserve"> ! </w:t>
      </w:r>
      <w:r w:rsidR="00530790" w:rsidRPr="005D5566">
        <w:t>Je n</w:t>
      </w:r>
      <w:r>
        <w:t>’</w:t>
      </w:r>
      <w:r w:rsidR="00530790" w:rsidRPr="005D5566">
        <w:t>y retournerai pas</w:t>
      </w:r>
      <w:r>
        <w:t xml:space="preserve">… </w:t>
      </w:r>
      <w:r w:rsidR="00530790" w:rsidRPr="005D5566">
        <w:t>pour rien au monde</w:t>
      </w:r>
      <w:r>
        <w:t xml:space="preserve"> ! </w:t>
      </w:r>
      <w:r w:rsidR="00530790" w:rsidRPr="005D5566">
        <w:t>Il y a encore là-bas six ou sept garçons et une jeune fille sur lesquels on peut compter</w:t>
      </w:r>
      <w:r>
        <w:t>…</w:t>
      </w:r>
    </w:p>
    <w:p w14:paraId="24644DDC" w14:textId="77777777" w:rsidR="001C0413" w:rsidRDefault="001C0413" w:rsidP="001C0413">
      <w:r>
        <w:t>— </w:t>
      </w:r>
      <w:r w:rsidR="00530790" w:rsidRPr="005D5566">
        <w:t>Comment as-tu pu t</w:t>
      </w:r>
      <w:r>
        <w:t>’</w:t>
      </w:r>
      <w:r w:rsidR="00530790" w:rsidRPr="005D5566">
        <w:t>échapper</w:t>
      </w:r>
      <w:r>
        <w:t xml:space="preserve"> ? </w:t>
      </w:r>
      <w:r w:rsidR="00530790" w:rsidRPr="005D5566">
        <w:t>demanda la mère</w:t>
      </w:r>
      <w:r>
        <w:t>.</w:t>
      </w:r>
    </w:p>
    <w:p w14:paraId="573B315E" w14:textId="77777777" w:rsidR="001C0413" w:rsidRDefault="001C0413" w:rsidP="001C0413">
      <w:r>
        <w:t>— </w:t>
      </w:r>
      <w:r w:rsidR="00530790" w:rsidRPr="005D5566">
        <w:t>Moi</w:t>
      </w:r>
      <w:r>
        <w:t xml:space="preserve"> ? </w:t>
      </w:r>
      <w:r w:rsidR="00530790" w:rsidRPr="005D5566">
        <w:t>s</w:t>
      </w:r>
      <w:r>
        <w:t>’</w:t>
      </w:r>
      <w:r w:rsidR="00530790" w:rsidRPr="005D5566">
        <w:t>écria Ignati en s</w:t>
      </w:r>
      <w:r>
        <w:t>’</w:t>
      </w:r>
      <w:r w:rsidR="00530790" w:rsidRPr="005D5566">
        <w:t>asseyant sur un banc et en regardant autour de lui</w:t>
      </w:r>
      <w:r>
        <w:t xml:space="preserve">. </w:t>
      </w:r>
      <w:r w:rsidR="00530790" w:rsidRPr="005D5566">
        <w:t>Les gendarmes sont venus</w:t>
      </w:r>
      <w:r>
        <w:t xml:space="preserve">, </w:t>
      </w:r>
      <w:r w:rsidR="00530790" w:rsidRPr="005D5566">
        <w:t>la nuit</w:t>
      </w:r>
      <w:r>
        <w:t xml:space="preserve">, </w:t>
      </w:r>
      <w:r w:rsidR="00530790" w:rsidRPr="005D5566">
        <w:t>tout droit à la fabrique</w:t>
      </w:r>
      <w:r>
        <w:t xml:space="preserve">… </w:t>
      </w:r>
      <w:r w:rsidR="00530790" w:rsidRPr="005D5566">
        <w:t>une minute avant</w:t>
      </w:r>
      <w:r>
        <w:t xml:space="preserve">, </w:t>
      </w:r>
      <w:r w:rsidR="00530790" w:rsidRPr="005D5566">
        <w:t>le garde forestier est arrivé en courant</w:t>
      </w:r>
      <w:r>
        <w:t xml:space="preserve"> ; </w:t>
      </w:r>
      <w:r w:rsidR="00530790" w:rsidRPr="005D5566">
        <w:t>frappant à la fenêtre</w:t>
      </w:r>
      <w:r>
        <w:t xml:space="preserve">, </w:t>
      </w:r>
      <w:r w:rsidR="00530790" w:rsidRPr="005D5566">
        <w:t>il a dit</w:t>
      </w:r>
      <w:r>
        <w:t xml:space="preserve"> : – </w:t>
      </w:r>
      <w:r w:rsidR="00530790" w:rsidRPr="005D5566">
        <w:t>Attention</w:t>
      </w:r>
      <w:r>
        <w:t xml:space="preserve">, </w:t>
      </w:r>
      <w:r w:rsidR="00530790" w:rsidRPr="005D5566">
        <w:t>les enfants</w:t>
      </w:r>
      <w:r>
        <w:t xml:space="preserve">, </w:t>
      </w:r>
      <w:r w:rsidR="00530790" w:rsidRPr="005D5566">
        <w:t>on vient vous chercher</w:t>
      </w:r>
      <w:r>
        <w:t> !</w:t>
      </w:r>
    </w:p>
    <w:p w14:paraId="36943F9F" w14:textId="77777777" w:rsidR="001C0413" w:rsidRDefault="00530790" w:rsidP="001C0413">
      <w:r w:rsidRPr="005D5566">
        <w:t>Ignati se mit à rire</w:t>
      </w:r>
      <w:r w:rsidR="001C0413">
        <w:t xml:space="preserve">, </w:t>
      </w:r>
      <w:r w:rsidRPr="005D5566">
        <w:t>essuya son visage avec le pan de son sarrau et continua</w:t>
      </w:r>
      <w:r w:rsidR="001C0413">
        <w:t> :</w:t>
      </w:r>
    </w:p>
    <w:p w14:paraId="35DF6333" w14:textId="77777777" w:rsidR="001C0413" w:rsidRDefault="001C0413" w:rsidP="001C0413">
      <w:r>
        <w:t>— </w:t>
      </w:r>
      <w:r w:rsidR="00530790" w:rsidRPr="005D5566">
        <w:t>L</w:t>
      </w:r>
      <w:r>
        <w:t>’</w:t>
      </w:r>
      <w:r w:rsidR="00530790" w:rsidRPr="005D5566">
        <w:t>oncle Rybine</w:t>
      </w:r>
      <w:r>
        <w:t xml:space="preserve">, </w:t>
      </w:r>
      <w:r w:rsidR="00530790" w:rsidRPr="005D5566">
        <w:t>il n</w:t>
      </w:r>
      <w:r>
        <w:t>’</w:t>
      </w:r>
      <w:r w:rsidR="00530790" w:rsidRPr="005D5566">
        <w:t>est pas facile à déconcerter</w:t>
      </w:r>
      <w:r>
        <w:t xml:space="preserve">… </w:t>
      </w:r>
      <w:r w:rsidR="00530790" w:rsidRPr="005D5566">
        <w:t>Il l</w:t>
      </w:r>
      <w:r>
        <w:t>’</w:t>
      </w:r>
      <w:r w:rsidR="00530790" w:rsidRPr="005D5566">
        <w:t>a bien montré</w:t>
      </w:r>
      <w:r>
        <w:t xml:space="preserve"> !… </w:t>
      </w:r>
      <w:r w:rsidR="00530790" w:rsidRPr="005D5566">
        <w:t>Il m</w:t>
      </w:r>
      <w:r>
        <w:t>’</w:t>
      </w:r>
      <w:r w:rsidR="00530790" w:rsidRPr="005D5566">
        <w:t>a dit tout de suite</w:t>
      </w:r>
      <w:r>
        <w:t xml:space="preserve"> : – </w:t>
      </w:r>
      <w:r w:rsidR="00530790" w:rsidRPr="005D5566">
        <w:t>Ignati</w:t>
      </w:r>
      <w:r>
        <w:t xml:space="preserve">, </w:t>
      </w:r>
      <w:r w:rsidR="00530790" w:rsidRPr="005D5566">
        <w:t>cours à la ville</w:t>
      </w:r>
      <w:r>
        <w:t xml:space="preserve"> !… </w:t>
      </w:r>
      <w:r w:rsidR="00530790" w:rsidRPr="005D5566">
        <w:t>Tu te souviens des deux femmes qui sont venues</w:t>
      </w:r>
      <w:r>
        <w:t xml:space="preserve"> ? </w:t>
      </w:r>
      <w:r w:rsidR="00530790" w:rsidRPr="005D5566">
        <w:t>Et il a vite écrit quelque chose</w:t>
      </w:r>
      <w:r>
        <w:t xml:space="preserve">… – </w:t>
      </w:r>
      <w:r w:rsidR="00530790" w:rsidRPr="005D5566">
        <w:t>Tiens</w:t>
      </w:r>
      <w:r>
        <w:t xml:space="preserve">, </w:t>
      </w:r>
      <w:r w:rsidR="00530790" w:rsidRPr="005D5566">
        <w:t>va</w:t>
      </w:r>
      <w:r>
        <w:t xml:space="preserve">, </w:t>
      </w:r>
      <w:r w:rsidR="00530790" w:rsidRPr="005D5566">
        <w:t>adieu</w:t>
      </w:r>
      <w:r>
        <w:t xml:space="preserve">, </w:t>
      </w:r>
      <w:r w:rsidR="00530790" w:rsidRPr="005D5566">
        <w:t>frère</w:t>
      </w:r>
      <w:r>
        <w:t xml:space="preserve"> ! </w:t>
      </w:r>
      <w:r w:rsidR="00530790" w:rsidRPr="005D5566">
        <w:t>m</w:t>
      </w:r>
      <w:r>
        <w:t>’</w:t>
      </w:r>
      <w:r w:rsidR="00530790" w:rsidRPr="005D5566">
        <w:t>a-t-il dit</w:t>
      </w:r>
      <w:r>
        <w:t xml:space="preserve">, </w:t>
      </w:r>
      <w:r w:rsidR="00530790" w:rsidRPr="005D5566">
        <w:t>et il m</w:t>
      </w:r>
      <w:r>
        <w:t>’</w:t>
      </w:r>
      <w:r w:rsidR="00530790" w:rsidRPr="005D5566">
        <w:t xml:space="preserve">a poussé dans le </w:t>
      </w:r>
      <w:r w:rsidR="00530790" w:rsidRPr="00D210FA">
        <w:t>dos</w:t>
      </w:r>
      <w:r>
        <w:t xml:space="preserve">. </w:t>
      </w:r>
      <w:r w:rsidR="00530790" w:rsidRPr="005D5566">
        <w:t>Je me suis élancé hors de la chaumière</w:t>
      </w:r>
      <w:r>
        <w:t xml:space="preserve">, </w:t>
      </w:r>
      <w:r w:rsidR="00530790" w:rsidRPr="005D5566">
        <w:t>je me suis caché derrière les buissons</w:t>
      </w:r>
      <w:r>
        <w:t xml:space="preserve">, </w:t>
      </w:r>
      <w:r w:rsidR="00530790" w:rsidRPr="005D5566">
        <w:t>j</w:t>
      </w:r>
      <w:r>
        <w:t>’</w:t>
      </w:r>
      <w:r w:rsidR="00530790" w:rsidRPr="005D5566">
        <w:t>ai rampé</w:t>
      </w:r>
      <w:r>
        <w:t xml:space="preserve">, </w:t>
      </w:r>
      <w:r w:rsidR="00530790" w:rsidRPr="005D5566">
        <w:t>j</w:t>
      </w:r>
      <w:r>
        <w:t>’</w:t>
      </w:r>
      <w:r w:rsidR="00530790" w:rsidRPr="005D5566">
        <w:t>ai entendu que les gendarmes venaient</w:t>
      </w:r>
      <w:r>
        <w:t xml:space="preserve"> ! </w:t>
      </w:r>
      <w:r w:rsidR="00530790" w:rsidRPr="005D5566">
        <w:t>Ils étaient nombreux</w:t>
      </w:r>
      <w:r>
        <w:t xml:space="preserve">, </w:t>
      </w:r>
      <w:r w:rsidR="00530790" w:rsidRPr="005D5566">
        <w:t>ils arrivaient de tous côtés</w:t>
      </w:r>
      <w:r>
        <w:t xml:space="preserve"> ! </w:t>
      </w:r>
      <w:r w:rsidR="00530790" w:rsidRPr="005D5566">
        <w:t>Ils ont cerné la fabrique</w:t>
      </w:r>
      <w:r>
        <w:t xml:space="preserve">… </w:t>
      </w:r>
      <w:r w:rsidR="00530790" w:rsidRPr="005D5566">
        <w:t>J</w:t>
      </w:r>
      <w:r>
        <w:t>’</w:t>
      </w:r>
      <w:r w:rsidR="00530790" w:rsidRPr="005D5566">
        <w:t>étais dans une haie</w:t>
      </w:r>
      <w:r>
        <w:t xml:space="preserve">… </w:t>
      </w:r>
      <w:r w:rsidR="00530790" w:rsidRPr="005D5566">
        <w:t>ils ont passé devant moi</w:t>
      </w:r>
      <w:r>
        <w:t xml:space="preserve">. </w:t>
      </w:r>
      <w:r w:rsidR="00530790" w:rsidRPr="005D5566">
        <w:t>Après</w:t>
      </w:r>
      <w:r>
        <w:t xml:space="preserve">, </w:t>
      </w:r>
      <w:r w:rsidR="00530790" w:rsidRPr="005D5566">
        <w:t>je me suis levé et j</w:t>
      </w:r>
      <w:r>
        <w:t>’</w:t>
      </w:r>
      <w:r w:rsidR="00530790" w:rsidRPr="005D5566">
        <w:t>ai marché</w:t>
      </w:r>
      <w:r>
        <w:t xml:space="preserve">. </w:t>
      </w:r>
      <w:r w:rsidR="00530790" w:rsidRPr="005D5566">
        <w:t>J</w:t>
      </w:r>
      <w:r>
        <w:t>’</w:t>
      </w:r>
      <w:r w:rsidR="00530790" w:rsidRPr="005D5566">
        <w:t>ai marché une journée et deux nuits sans m</w:t>
      </w:r>
      <w:r>
        <w:t>’</w:t>
      </w:r>
      <w:r w:rsidR="00530790" w:rsidRPr="005D5566">
        <w:t>arrêter</w:t>
      </w:r>
      <w:r>
        <w:t xml:space="preserve">. </w:t>
      </w:r>
      <w:r w:rsidR="00530790" w:rsidRPr="005D5566">
        <w:t>Je suis fatigué pour toute une semaine</w:t>
      </w:r>
      <w:r>
        <w:t xml:space="preserve">. </w:t>
      </w:r>
      <w:r w:rsidR="00530790" w:rsidRPr="005D5566">
        <w:t>Mes jambes sont rompues</w:t>
      </w:r>
      <w:r>
        <w:t> !</w:t>
      </w:r>
    </w:p>
    <w:p w14:paraId="0D895931" w14:textId="77777777" w:rsidR="001C0413" w:rsidRDefault="00530790" w:rsidP="001C0413">
      <w:r w:rsidRPr="005D5566">
        <w:lastRenderedPageBreak/>
        <w:t>On voyait qu</w:t>
      </w:r>
      <w:r w:rsidR="001C0413">
        <w:t>’</w:t>
      </w:r>
      <w:r w:rsidRPr="005D5566">
        <w:t>il était satisfait de lui-même</w:t>
      </w:r>
      <w:r w:rsidR="001C0413">
        <w:t xml:space="preserve"> ; </w:t>
      </w:r>
      <w:r w:rsidRPr="005D5566">
        <w:t>un sourire illuminait ses yeux bruns</w:t>
      </w:r>
      <w:r w:rsidR="001C0413">
        <w:t xml:space="preserve"> ; </w:t>
      </w:r>
      <w:r w:rsidRPr="005D5566">
        <w:t>ses lèvres épaisses et rouges frémissaient</w:t>
      </w:r>
      <w:r w:rsidR="001C0413">
        <w:t>.</w:t>
      </w:r>
    </w:p>
    <w:p w14:paraId="5A7ECA9A" w14:textId="77777777" w:rsidR="001C0413" w:rsidRDefault="001C0413" w:rsidP="001C0413">
      <w:r>
        <w:t>— </w:t>
      </w:r>
      <w:r w:rsidR="00530790" w:rsidRPr="005D5566">
        <w:t>Je vais te faire du thé à l</w:t>
      </w:r>
      <w:r>
        <w:t>’</w:t>
      </w:r>
      <w:r w:rsidR="00530790" w:rsidRPr="005D5566">
        <w:t>instant</w:t>
      </w:r>
      <w:r>
        <w:t xml:space="preserve"> ! </w:t>
      </w:r>
      <w:r w:rsidR="00530790" w:rsidRPr="005D5566">
        <w:t>dit vivement la mère en prenant le samovar</w:t>
      </w:r>
      <w:r>
        <w:t xml:space="preserve">. </w:t>
      </w:r>
      <w:r w:rsidR="00530790" w:rsidRPr="005D5566">
        <w:t>Lave-toi en attendant</w:t>
      </w:r>
      <w:r>
        <w:t xml:space="preserve">, </w:t>
      </w:r>
      <w:r w:rsidR="00530790" w:rsidRPr="005D5566">
        <w:t>tu seras mieux</w:t>
      </w:r>
      <w:r>
        <w:t> !</w:t>
      </w:r>
    </w:p>
    <w:p w14:paraId="2AE0E605" w14:textId="77777777" w:rsidR="001C0413" w:rsidRDefault="001C0413" w:rsidP="001C0413">
      <w:r>
        <w:t>— </w:t>
      </w:r>
      <w:r w:rsidR="00530790" w:rsidRPr="005D5566">
        <w:t>Je veux vous donner le billet</w:t>
      </w:r>
      <w:r>
        <w:t>…</w:t>
      </w:r>
    </w:p>
    <w:p w14:paraId="41BC2EE0" w14:textId="77777777" w:rsidR="001C0413" w:rsidRDefault="00530790" w:rsidP="001C0413">
      <w:r w:rsidRPr="005D5566">
        <w:t>Il leva la jambe avec difficulté</w:t>
      </w:r>
      <w:r w:rsidR="001C0413">
        <w:t xml:space="preserve">, </w:t>
      </w:r>
      <w:r w:rsidRPr="005D5566">
        <w:t>la ploya</w:t>
      </w:r>
      <w:r w:rsidR="001C0413">
        <w:t xml:space="preserve">, </w:t>
      </w:r>
      <w:r w:rsidRPr="005D5566">
        <w:t>posa le pied sur le banc avec force grimaces et gémissements et commença à défaire la bande de toile qui entourait ses pieds</w:t>
      </w:r>
      <w:r w:rsidR="001C0413">
        <w:t>.</w:t>
      </w:r>
    </w:p>
    <w:p w14:paraId="3D2DB9C5" w14:textId="77777777" w:rsidR="001C0413" w:rsidRDefault="00530790" w:rsidP="001C0413">
      <w:r w:rsidRPr="005D5566">
        <w:t>Nicolas apparut sur le seuil de la porte</w:t>
      </w:r>
      <w:r w:rsidR="001C0413">
        <w:t xml:space="preserve">. </w:t>
      </w:r>
      <w:r w:rsidRPr="005D5566">
        <w:t>Embarrassé</w:t>
      </w:r>
      <w:r w:rsidR="001C0413">
        <w:t xml:space="preserve">, </w:t>
      </w:r>
      <w:r w:rsidRPr="005D5566">
        <w:t>Ignati remît le pied à terre</w:t>
      </w:r>
      <w:r w:rsidR="001C0413">
        <w:t xml:space="preserve"> ; </w:t>
      </w:r>
      <w:r w:rsidRPr="005D5566">
        <w:t>il essaya de se lever</w:t>
      </w:r>
      <w:r w:rsidR="001C0413">
        <w:t xml:space="preserve">, </w:t>
      </w:r>
      <w:r w:rsidRPr="005D5566">
        <w:t>mais chancela et retomba lourdement sur le banc</w:t>
      </w:r>
      <w:r w:rsidR="001C0413">
        <w:t xml:space="preserve">, </w:t>
      </w:r>
      <w:r w:rsidRPr="005D5566">
        <w:t>en s</w:t>
      </w:r>
      <w:r w:rsidR="001C0413">
        <w:t>’</w:t>
      </w:r>
      <w:r w:rsidRPr="005D5566">
        <w:t>y appuyant des deux mains</w:t>
      </w:r>
      <w:r w:rsidR="001C0413">
        <w:t>.</w:t>
      </w:r>
    </w:p>
    <w:p w14:paraId="16D69748" w14:textId="77777777" w:rsidR="001C0413" w:rsidRDefault="001C0413" w:rsidP="001C0413">
      <w:r>
        <w:t>— </w:t>
      </w:r>
      <w:r w:rsidR="00530790" w:rsidRPr="005D5566">
        <w:t>Ah</w:t>
      </w:r>
      <w:r>
        <w:t xml:space="preserve"> ! </w:t>
      </w:r>
      <w:r w:rsidR="00530790" w:rsidRPr="005D5566">
        <w:t>que je suis fatigué</w:t>
      </w:r>
      <w:r>
        <w:t> !…</w:t>
      </w:r>
    </w:p>
    <w:p w14:paraId="75864143" w14:textId="77777777" w:rsidR="001C0413" w:rsidRDefault="001C0413" w:rsidP="001C0413">
      <w:r>
        <w:t>— </w:t>
      </w:r>
      <w:r w:rsidR="00530790" w:rsidRPr="005D5566">
        <w:t>Bonjour</w:t>
      </w:r>
      <w:r>
        <w:t xml:space="preserve">, </w:t>
      </w:r>
      <w:r w:rsidR="00530790" w:rsidRPr="005D5566">
        <w:t>camarade</w:t>
      </w:r>
      <w:r>
        <w:t xml:space="preserve"> ! </w:t>
      </w:r>
      <w:r w:rsidR="00530790" w:rsidRPr="005D5566">
        <w:t>dit Nicolas amicalement avec un signe de tête</w:t>
      </w:r>
      <w:r>
        <w:t xml:space="preserve">. </w:t>
      </w:r>
      <w:r w:rsidR="00530790" w:rsidRPr="005D5566">
        <w:t>Attendez</w:t>
      </w:r>
      <w:r>
        <w:t xml:space="preserve">, </w:t>
      </w:r>
      <w:r w:rsidR="00530790" w:rsidRPr="005D5566">
        <w:t>je vais vous aider</w:t>
      </w:r>
      <w:r>
        <w:t> !</w:t>
      </w:r>
    </w:p>
    <w:p w14:paraId="3D6E7EC4" w14:textId="77777777" w:rsidR="001C0413" w:rsidRDefault="00530790" w:rsidP="001C0413">
      <w:r w:rsidRPr="005D5566">
        <w:t>Il s</w:t>
      </w:r>
      <w:r w:rsidR="001C0413">
        <w:t>’</w:t>
      </w:r>
      <w:r w:rsidRPr="005D5566">
        <w:t>agenouilla devant l</w:t>
      </w:r>
      <w:r w:rsidR="001C0413">
        <w:t>’</w:t>
      </w:r>
      <w:r w:rsidRPr="005D5566">
        <w:t>ouvrier et se mit à défaire rapidement la bande sale et mouillée</w:t>
      </w:r>
      <w:r w:rsidR="001C0413">
        <w:t>.</w:t>
      </w:r>
    </w:p>
    <w:p w14:paraId="0E883BD6" w14:textId="77777777" w:rsidR="001C0413" w:rsidRDefault="001C0413" w:rsidP="001C0413">
      <w:r>
        <w:t>— </w:t>
      </w:r>
      <w:r w:rsidR="00530790" w:rsidRPr="005D5566">
        <w:t>Il faut lui frotter les pieds avec de l</w:t>
      </w:r>
      <w:r>
        <w:t>’</w:t>
      </w:r>
      <w:r w:rsidR="00530790" w:rsidRPr="005D5566">
        <w:t>alcool cela lui fera du bien dit la mère</w:t>
      </w:r>
      <w:r>
        <w:t>.</w:t>
      </w:r>
    </w:p>
    <w:p w14:paraId="20D9FCFE" w14:textId="77777777" w:rsidR="001C0413" w:rsidRDefault="001C0413" w:rsidP="001C0413">
      <w:r>
        <w:t>— </w:t>
      </w:r>
      <w:r w:rsidR="00530790" w:rsidRPr="005D5566">
        <w:t>C</w:t>
      </w:r>
      <w:r>
        <w:t>’</w:t>
      </w:r>
      <w:r w:rsidR="00530790" w:rsidRPr="005D5566">
        <w:t>est ça</w:t>
      </w:r>
      <w:r>
        <w:t xml:space="preserve"> ! </w:t>
      </w:r>
      <w:r w:rsidR="00530790" w:rsidRPr="005D5566">
        <w:t>répondit Nicolas</w:t>
      </w:r>
      <w:r>
        <w:t>.</w:t>
      </w:r>
    </w:p>
    <w:p w14:paraId="4662CC08" w14:textId="77777777" w:rsidR="001C0413" w:rsidRDefault="00530790" w:rsidP="001C0413">
      <w:r w:rsidRPr="005D5566">
        <w:t>Ignati renifla</w:t>
      </w:r>
      <w:r w:rsidR="001C0413">
        <w:t xml:space="preserve">, </w:t>
      </w:r>
      <w:r w:rsidRPr="005D5566">
        <w:t>tout confus</w:t>
      </w:r>
      <w:r w:rsidR="001C0413">
        <w:t>.</w:t>
      </w:r>
    </w:p>
    <w:p w14:paraId="6BC169FF" w14:textId="77777777" w:rsidR="001C0413" w:rsidRDefault="00530790" w:rsidP="001C0413">
      <w:r w:rsidRPr="005D5566">
        <w:t>Enfin</w:t>
      </w:r>
      <w:r w:rsidR="001C0413">
        <w:t xml:space="preserve">, </w:t>
      </w:r>
      <w:r w:rsidRPr="005D5566">
        <w:t>Nicolas trouva le billet</w:t>
      </w:r>
      <w:r w:rsidR="001C0413">
        <w:t xml:space="preserve"> ; </w:t>
      </w:r>
      <w:r w:rsidRPr="005D5566">
        <w:t>il le lissa</w:t>
      </w:r>
      <w:r w:rsidR="001C0413">
        <w:t xml:space="preserve">, </w:t>
      </w:r>
      <w:r w:rsidRPr="005D5566">
        <w:t>le regarda et le tendit à la mère</w:t>
      </w:r>
      <w:r w:rsidR="001C0413">
        <w:t>.</w:t>
      </w:r>
    </w:p>
    <w:p w14:paraId="538534EB" w14:textId="77777777" w:rsidR="001C0413" w:rsidRDefault="001C0413" w:rsidP="001C0413">
      <w:pPr>
        <w:rPr>
          <w:bCs/>
        </w:rPr>
      </w:pPr>
      <w:r>
        <w:t>— </w:t>
      </w:r>
      <w:r w:rsidR="00530790" w:rsidRPr="005D5566">
        <w:t>Voilà</w:t>
      </w:r>
      <w:r>
        <w:t xml:space="preserve"> ! </w:t>
      </w:r>
      <w:r w:rsidR="00530790" w:rsidRPr="005D5566">
        <w:t>C</w:t>
      </w:r>
      <w:r>
        <w:t>’</w:t>
      </w:r>
      <w:r w:rsidR="00530790" w:rsidRPr="005D5566">
        <w:t>est pour vous</w:t>
      </w:r>
      <w:r>
        <w:rPr>
          <w:bCs/>
        </w:rPr>
        <w:t> !</w:t>
      </w:r>
    </w:p>
    <w:p w14:paraId="552D68BC" w14:textId="77777777" w:rsidR="001C0413" w:rsidRDefault="001C0413" w:rsidP="001C0413">
      <w:r>
        <w:t>— </w:t>
      </w:r>
      <w:r w:rsidR="00530790" w:rsidRPr="005D5566">
        <w:t>Lisez</w:t>
      </w:r>
      <w:r>
        <w:t> !</w:t>
      </w:r>
    </w:p>
    <w:p w14:paraId="1250F817" w14:textId="77777777" w:rsidR="001C0413" w:rsidRDefault="00530790" w:rsidP="001C0413">
      <w:r w:rsidRPr="005D5566">
        <w:lastRenderedPageBreak/>
        <w:t>Approchant le morceau de papier gris et froissé de son visage</w:t>
      </w:r>
      <w:r w:rsidR="001C0413">
        <w:t xml:space="preserve">, </w:t>
      </w:r>
      <w:r w:rsidRPr="005D5566">
        <w:t>Nicolas lut</w:t>
      </w:r>
      <w:r w:rsidR="001C0413">
        <w:t> :</w:t>
      </w:r>
    </w:p>
    <w:p w14:paraId="480A2E4A" w14:textId="4A17E8F6" w:rsidR="001C0413" w:rsidRDefault="001C0413" w:rsidP="001C0413">
      <w:r>
        <w:rPr>
          <w:rFonts w:cs="Courier New"/>
          <w:bCs/>
          <w:i/>
          <w:iCs/>
        </w:rPr>
        <w:t>« </w:t>
      </w:r>
      <w:r w:rsidR="00530790" w:rsidRPr="005D5566">
        <w:t>Mère</w:t>
      </w:r>
      <w:r>
        <w:t xml:space="preserve">, </w:t>
      </w:r>
      <w:r w:rsidR="00530790" w:rsidRPr="005D5566">
        <w:t>ne laisse pas tomber l</w:t>
      </w:r>
      <w:r>
        <w:t>’</w:t>
      </w:r>
      <w:r w:rsidR="00530790" w:rsidRPr="005D5566">
        <w:t>affaire</w:t>
      </w:r>
      <w:r>
        <w:t xml:space="preserve">, </w:t>
      </w:r>
      <w:r w:rsidR="00530790" w:rsidRPr="005D5566">
        <w:t>dis à la dame qu</w:t>
      </w:r>
      <w:r>
        <w:t>’</w:t>
      </w:r>
      <w:r w:rsidR="00530790" w:rsidRPr="005D5566">
        <w:t>elle n</w:t>
      </w:r>
      <w:r>
        <w:t>’</w:t>
      </w:r>
      <w:r w:rsidR="00530790" w:rsidRPr="005D5566">
        <w:t>oublie pas qu</w:t>
      </w:r>
      <w:r>
        <w:t>’</w:t>
      </w:r>
      <w:r w:rsidR="00530790" w:rsidRPr="005D5566">
        <w:t>on écrive toujours plus sur nos affaires</w:t>
      </w:r>
      <w:r>
        <w:t xml:space="preserve">, </w:t>
      </w:r>
      <w:r w:rsidR="00530790" w:rsidRPr="005D5566">
        <w:t>je t</w:t>
      </w:r>
      <w:r>
        <w:t>’</w:t>
      </w:r>
      <w:r w:rsidR="00530790" w:rsidRPr="005D5566">
        <w:t>en prie</w:t>
      </w:r>
      <w:r>
        <w:t xml:space="preserve">. </w:t>
      </w:r>
      <w:r w:rsidR="00530790" w:rsidRPr="005D5566">
        <w:t>Adieu</w:t>
      </w:r>
      <w:r>
        <w:t xml:space="preserve">, </w:t>
      </w:r>
      <w:r w:rsidR="00530790" w:rsidRPr="005D5566">
        <w:t>Rybine</w:t>
      </w:r>
      <w:r>
        <w:t>. »</w:t>
      </w:r>
    </w:p>
    <w:p w14:paraId="0940C2E1" w14:textId="77777777" w:rsidR="001C0413" w:rsidRDefault="001C0413" w:rsidP="001C0413">
      <w:r>
        <w:t>— </w:t>
      </w:r>
      <w:r w:rsidR="00530790" w:rsidRPr="005D5566">
        <w:t>Brave homme</w:t>
      </w:r>
      <w:r>
        <w:t xml:space="preserve"> ! </w:t>
      </w:r>
      <w:r w:rsidR="00530790" w:rsidRPr="005D5566">
        <w:t>dit tristement la mère</w:t>
      </w:r>
      <w:r>
        <w:t xml:space="preserve">. </w:t>
      </w:r>
      <w:r w:rsidR="00530790" w:rsidRPr="005D5566">
        <w:t>On le prenait à la gorge qu</w:t>
      </w:r>
      <w:r>
        <w:t>’</w:t>
      </w:r>
      <w:r w:rsidR="00530790" w:rsidRPr="005D5566">
        <w:t>il pensait encore aux autres</w:t>
      </w:r>
      <w:r>
        <w:t>.</w:t>
      </w:r>
    </w:p>
    <w:p w14:paraId="2E930FEA" w14:textId="77777777" w:rsidR="001C0413" w:rsidRDefault="00530790" w:rsidP="001C0413">
      <w:r w:rsidRPr="005D5566">
        <w:t>Lentement</w:t>
      </w:r>
      <w:r w:rsidR="001C0413">
        <w:t xml:space="preserve">, </w:t>
      </w:r>
      <w:r w:rsidRPr="005D5566">
        <w:t>Nicolas laissa tomber le bras qui tenait le billet</w:t>
      </w:r>
      <w:r w:rsidR="001C0413">
        <w:t xml:space="preserve">, </w:t>
      </w:r>
      <w:r w:rsidRPr="005D5566">
        <w:t>et fit à mi-voix</w:t>
      </w:r>
      <w:r w:rsidR="001C0413">
        <w:t> :</w:t>
      </w:r>
    </w:p>
    <w:p w14:paraId="6AECB5BF" w14:textId="77777777" w:rsidR="001C0413" w:rsidRDefault="001C0413" w:rsidP="001C0413">
      <w:r>
        <w:t>— </w:t>
      </w:r>
      <w:r w:rsidR="00530790" w:rsidRPr="005D5566">
        <w:t>C</w:t>
      </w:r>
      <w:r>
        <w:t>’</w:t>
      </w:r>
      <w:r w:rsidR="00530790" w:rsidRPr="005D5566">
        <w:t>est merveilleux</w:t>
      </w:r>
      <w:r>
        <w:t> !</w:t>
      </w:r>
    </w:p>
    <w:p w14:paraId="6443B609" w14:textId="77777777" w:rsidR="001C0413" w:rsidRDefault="00530790" w:rsidP="001C0413">
      <w:r w:rsidRPr="005D5566">
        <w:t>Ignati les regardait en remuant doucement</w:t>
      </w:r>
      <w:r w:rsidR="001C0413">
        <w:t xml:space="preserve">, </w:t>
      </w:r>
      <w:r w:rsidRPr="005D5566">
        <w:t>les doigts crasseux de son pied déchaussé</w:t>
      </w:r>
      <w:r w:rsidR="001C0413">
        <w:t xml:space="preserve">. </w:t>
      </w:r>
      <w:r w:rsidRPr="005D5566">
        <w:t>La mère</w:t>
      </w:r>
      <w:r w:rsidR="001C0413">
        <w:t xml:space="preserve">, </w:t>
      </w:r>
      <w:r w:rsidRPr="005D5566">
        <w:t>cachant son visage inondé de larmes</w:t>
      </w:r>
      <w:r w:rsidR="001C0413">
        <w:t xml:space="preserve">, </w:t>
      </w:r>
      <w:r w:rsidRPr="005D5566">
        <w:t>s</w:t>
      </w:r>
      <w:r w:rsidR="001C0413">
        <w:t>’</w:t>
      </w:r>
      <w:r w:rsidRPr="005D5566">
        <w:t>approcha de lui avec un baquet d</w:t>
      </w:r>
      <w:r w:rsidR="001C0413">
        <w:t>’</w:t>
      </w:r>
      <w:r w:rsidRPr="005D5566">
        <w:t>eau</w:t>
      </w:r>
      <w:r w:rsidR="001C0413">
        <w:t xml:space="preserve"> ; </w:t>
      </w:r>
      <w:r w:rsidRPr="005D5566">
        <w:t>elle s</w:t>
      </w:r>
      <w:r w:rsidR="001C0413">
        <w:t>’</w:t>
      </w:r>
      <w:r w:rsidRPr="005D5566">
        <w:t>assit à terre et tendît la main pour prendre la jambe de l</w:t>
      </w:r>
      <w:r w:rsidR="001C0413">
        <w:t>’</w:t>
      </w:r>
      <w:r w:rsidRPr="005D5566">
        <w:t>homme</w:t>
      </w:r>
      <w:r w:rsidR="001C0413">
        <w:t>.</w:t>
      </w:r>
    </w:p>
    <w:p w14:paraId="0ECBA8E3" w14:textId="77777777" w:rsidR="001C0413" w:rsidRDefault="001C0413" w:rsidP="001C0413">
      <w:r>
        <w:t>— </w:t>
      </w:r>
      <w:r w:rsidR="00530790" w:rsidRPr="005D5566">
        <w:t>Que voulez-vous faire</w:t>
      </w:r>
      <w:r>
        <w:t xml:space="preserve">… </w:t>
      </w:r>
      <w:r w:rsidR="00530790" w:rsidRPr="005D5566">
        <w:t>c</w:t>
      </w:r>
      <w:r>
        <w:t>’</w:t>
      </w:r>
      <w:r w:rsidR="00530790" w:rsidRPr="005D5566">
        <w:t>est inutile</w:t>
      </w:r>
      <w:r>
        <w:t xml:space="preserve">… </w:t>
      </w:r>
      <w:r w:rsidR="00530790" w:rsidRPr="005D5566">
        <w:t>c</w:t>
      </w:r>
      <w:r>
        <w:t>’</w:t>
      </w:r>
      <w:r w:rsidR="00530790" w:rsidRPr="005D5566">
        <w:t>est</w:t>
      </w:r>
      <w:r>
        <w:t>…</w:t>
      </w:r>
    </w:p>
    <w:p w14:paraId="3A147FCD" w14:textId="77777777" w:rsidR="001C0413" w:rsidRDefault="001C0413" w:rsidP="001C0413">
      <w:r>
        <w:t>— </w:t>
      </w:r>
      <w:r w:rsidR="00530790" w:rsidRPr="005D5566">
        <w:t>Donne vite ton pied</w:t>
      </w:r>
      <w:r>
        <w:t> !…</w:t>
      </w:r>
    </w:p>
    <w:p w14:paraId="6FFD5E04" w14:textId="77777777" w:rsidR="001C0413" w:rsidRDefault="001C0413" w:rsidP="001C0413">
      <w:r>
        <w:t>— </w:t>
      </w:r>
      <w:r w:rsidR="00530790" w:rsidRPr="005D5566">
        <w:t>Je vais apporter de l</w:t>
      </w:r>
      <w:r>
        <w:t>’</w:t>
      </w:r>
      <w:r w:rsidR="00530790" w:rsidRPr="005D5566">
        <w:t>alcool</w:t>
      </w:r>
      <w:r>
        <w:t xml:space="preserve">, </w:t>
      </w:r>
      <w:r w:rsidR="00530790" w:rsidRPr="005D5566">
        <w:t>dit Nicolas</w:t>
      </w:r>
      <w:r>
        <w:t>.</w:t>
      </w:r>
    </w:p>
    <w:p w14:paraId="0DF13218" w14:textId="77777777" w:rsidR="001C0413" w:rsidRDefault="00530790" w:rsidP="001C0413">
      <w:r w:rsidRPr="005D5566">
        <w:t>L</w:t>
      </w:r>
      <w:r w:rsidR="001C0413">
        <w:t>’</w:t>
      </w:r>
      <w:r w:rsidRPr="005D5566">
        <w:t>homme cachait toujours plus sa jambe sous le banc en murmurant</w:t>
      </w:r>
      <w:r w:rsidR="001C0413">
        <w:t> :</w:t>
      </w:r>
    </w:p>
    <w:p w14:paraId="2FFC3208" w14:textId="77777777" w:rsidR="001C0413" w:rsidRDefault="001C0413" w:rsidP="001C0413">
      <w:r>
        <w:t>— </w:t>
      </w:r>
      <w:r w:rsidR="00530790" w:rsidRPr="005D5566">
        <w:t>Je ne veux pas</w:t>
      </w:r>
      <w:r>
        <w:t xml:space="preserve">… </w:t>
      </w:r>
      <w:r w:rsidR="00530790" w:rsidRPr="005D5566">
        <w:t>ça ne se fait pas</w:t>
      </w:r>
      <w:r>
        <w:t>…</w:t>
      </w:r>
    </w:p>
    <w:p w14:paraId="305DD60B" w14:textId="77777777" w:rsidR="001C0413" w:rsidRDefault="00530790" w:rsidP="001C0413">
      <w:r w:rsidRPr="005D5566">
        <w:t>Sans répondre</w:t>
      </w:r>
      <w:r w:rsidR="001C0413">
        <w:t xml:space="preserve">, </w:t>
      </w:r>
      <w:r w:rsidRPr="005D5566">
        <w:t>la mère se mit à défaire les bandes de toile de l</w:t>
      </w:r>
      <w:r w:rsidR="001C0413">
        <w:t>’</w:t>
      </w:r>
      <w:r w:rsidRPr="005D5566">
        <w:t>autre pied</w:t>
      </w:r>
      <w:r w:rsidR="001C0413">
        <w:t xml:space="preserve">. </w:t>
      </w:r>
      <w:r w:rsidRPr="005D5566">
        <w:t>Le visage rond d</w:t>
      </w:r>
      <w:r w:rsidR="001C0413">
        <w:t>’</w:t>
      </w:r>
      <w:r w:rsidRPr="005D5566">
        <w:t>Ignati s</w:t>
      </w:r>
      <w:r w:rsidR="001C0413">
        <w:t>’</w:t>
      </w:r>
      <w:r w:rsidRPr="005D5566">
        <w:t>allongea d</w:t>
      </w:r>
      <w:r w:rsidR="001C0413">
        <w:t>’</w:t>
      </w:r>
      <w:r w:rsidRPr="005D5566">
        <w:t>étonnement</w:t>
      </w:r>
      <w:r w:rsidR="001C0413">
        <w:t xml:space="preserve">. </w:t>
      </w:r>
      <w:r w:rsidRPr="005D5566">
        <w:t>La mère commença à le laver</w:t>
      </w:r>
      <w:r w:rsidR="001C0413">
        <w:t>.</w:t>
      </w:r>
    </w:p>
    <w:p w14:paraId="7FBF9A61" w14:textId="77777777" w:rsidR="001C0413" w:rsidRDefault="001C0413" w:rsidP="001C0413">
      <w:r>
        <w:t>— </w:t>
      </w:r>
      <w:r w:rsidR="00530790" w:rsidRPr="005D5566">
        <w:t>Tu sais</w:t>
      </w:r>
      <w:r>
        <w:t xml:space="preserve">, </w:t>
      </w:r>
      <w:r w:rsidR="00530790" w:rsidRPr="005D5566">
        <w:t>dit-elle</w:t>
      </w:r>
      <w:r>
        <w:t xml:space="preserve">, </w:t>
      </w:r>
      <w:r w:rsidR="00530790" w:rsidRPr="005D5566">
        <w:t>d</w:t>
      </w:r>
      <w:r>
        <w:t>’</w:t>
      </w:r>
      <w:r w:rsidR="00530790" w:rsidRPr="005D5566">
        <w:t>une voix frémissante</w:t>
      </w:r>
      <w:r>
        <w:t xml:space="preserve">, </w:t>
      </w:r>
      <w:r w:rsidR="00530790" w:rsidRPr="005D5566">
        <w:t>on a battu Rybine</w:t>
      </w:r>
      <w:r>
        <w:t>…</w:t>
      </w:r>
    </w:p>
    <w:p w14:paraId="303ACAF5" w14:textId="77777777" w:rsidR="001C0413" w:rsidRDefault="001C0413" w:rsidP="001C0413">
      <w:r>
        <w:lastRenderedPageBreak/>
        <w:t>— </w:t>
      </w:r>
      <w:r w:rsidR="00530790" w:rsidRPr="005D5566">
        <w:t>Vraiment</w:t>
      </w:r>
      <w:r>
        <w:t xml:space="preserve"> ! </w:t>
      </w:r>
      <w:r w:rsidR="00530790" w:rsidRPr="005D5566">
        <w:t>s</w:t>
      </w:r>
      <w:r>
        <w:t>’</w:t>
      </w:r>
      <w:r w:rsidR="00530790" w:rsidRPr="005D5566">
        <w:t>écria Ignati effrayé</w:t>
      </w:r>
      <w:r>
        <w:t>.</w:t>
      </w:r>
    </w:p>
    <w:p w14:paraId="514C6BFD" w14:textId="77777777" w:rsidR="001C0413" w:rsidRDefault="001C0413" w:rsidP="001C0413">
      <w:r>
        <w:t>— </w:t>
      </w:r>
      <w:r w:rsidR="00530790" w:rsidRPr="005D5566">
        <w:t>Oui</w:t>
      </w:r>
      <w:r>
        <w:t xml:space="preserve">, </w:t>
      </w:r>
      <w:r w:rsidR="00530790" w:rsidRPr="005D5566">
        <w:t>quand on l</w:t>
      </w:r>
      <w:r>
        <w:t>’</w:t>
      </w:r>
      <w:r w:rsidR="00530790" w:rsidRPr="005D5566">
        <w:t>a amené à Nikolski</w:t>
      </w:r>
      <w:r>
        <w:t xml:space="preserve">, </w:t>
      </w:r>
      <w:r w:rsidR="00530790" w:rsidRPr="005D5566">
        <w:t>il avait déjà été roué de coups</w:t>
      </w:r>
      <w:r>
        <w:t xml:space="preserve"> ; </w:t>
      </w:r>
      <w:r w:rsidR="00530790" w:rsidRPr="005D5566">
        <w:t>et là</w:t>
      </w:r>
      <w:r>
        <w:t xml:space="preserve">, </w:t>
      </w:r>
      <w:r w:rsidR="00530790" w:rsidRPr="005D5566">
        <w:t>le sous-officier et le commissaire l</w:t>
      </w:r>
      <w:r>
        <w:t>’</w:t>
      </w:r>
      <w:r w:rsidR="00530790" w:rsidRPr="005D5566">
        <w:t>ont frappé à coups de poing</w:t>
      </w:r>
      <w:r>
        <w:t xml:space="preserve">, </w:t>
      </w:r>
      <w:r w:rsidR="00530790" w:rsidRPr="005D5566">
        <w:t>à coups de pied</w:t>
      </w:r>
      <w:r>
        <w:t xml:space="preserve">… </w:t>
      </w:r>
      <w:r w:rsidR="00530790" w:rsidRPr="005D5566">
        <w:t>il était couvert de sang</w:t>
      </w:r>
      <w:r>
        <w:t>…</w:t>
      </w:r>
    </w:p>
    <w:p w14:paraId="19777DD7" w14:textId="77777777" w:rsidR="001C0413" w:rsidRDefault="001C0413" w:rsidP="001C0413">
      <w:r>
        <w:t>— </w:t>
      </w:r>
      <w:r w:rsidR="00530790" w:rsidRPr="005D5566">
        <w:t>Ah</w:t>
      </w:r>
      <w:r>
        <w:t xml:space="preserve"> ! </w:t>
      </w:r>
      <w:r w:rsidR="00530790" w:rsidRPr="005D5566">
        <w:t>cela</w:t>
      </w:r>
      <w:r>
        <w:t xml:space="preserve">, </w:t>
      </w:r>
      <w:r w:rsidR="00530790" w:rsidRPr="005D5566">
        <w:t>ils s</w:t>
      </w:r>
      <w:r>
        <w:t>’</w:t>
      </w:r>
      <w:r w:rsidR="00530790" w:rsidRPr="005D5566">
        <w:t>y entendent</w:t>
      </w:r>
      <w:r>
        <w:t xml:space="preserve"> ! </w:t>
      </w:r>
      <w:r w:rsidR="00530790" w:rsidRPr="005D5566">
        <w:t>répondit l</w:t>
      </w:r>
      <w:r>
        <w:t>’</w:t>
      </w:r>
      <w:r w:rsidR="00530790" w:rsidRPr="005D5566">
        <w:t>ouvrier</w:t>
      </w:r>
      <w:r>
        <w:t>. (</w:t>
      </w:r>
      <w:r w:rsidR="00530790" w:rsidRPr="005D5566">
        <w:t>Ses épaules furent secouées par un frisson</w:t>
      </w:r>
      <w:r>
        <w:t xml:space="preserve">.) </w:t>
      </w:r>
      <w:r w:rsidR="00530790" w:rsidRPr="005D5566">
        <w:t>J</w:t>
      </w:r>
      <w:r>
        <w:t>’</w:t>
      </w:r>
      <w:r w:rsidR="00530790" w:rsidRPr="005D5566">
        <w:t>en ai peur autant que du diable</w:t>
      </w:r>
      <w:r>
        <w:t xml:space="preserve">… </w:t>
      </w:r>
      <w:r w:rsidR="00530790" w:rsidRPr="005D5566">
        <w:t>Et les paysans</w:t>
      </w:r>
      <w:r>
        <w:t xml:space="preserve">, </w:t>
      </w:r>
      <w:r w:rsidR="00530790" w:rsidRPr="005D5566">
        <w:t>ils ne l</w:t>
      </w:r>
      <w:r>
        <w:t>’</w:t>
      </w:r>
      <w:r w:rsidR="00530790" w:rsidRPr="005D5566">
        <w:t>ont pas battu</w:t>
      </w:r>
      <w:r>
        <w:t> ?</w:t>
      </w:r>
    </w:p>
    <w:p w14:paraId="203115A1" w14:textId="77777777" w:rsidR="001C0413" w:rsidRDefault="001C0413" w:rsidP="001C0413">
      <w:r>
        <w:t>— </w:t>
      </w:r>
      <w:r w:rsidR="00530790" w:rsidRPr="005D5566">
        <w:t>Un seul</w:t>
      </w:r>
      <w:r>
        <w:t xml:space="preserve">, </w:t>
      </w:r>
      <w:r w:rsidR="00530790" w:rsidRPr="005D5566">
        <w:t>sur l</w:t>
      </w:r>
      <w:r>
        <w:t>’</w:t>
      </w:r>
      <w:r w:rsidR="00530790" w:rsidRPr="005D5566">
        <w:t>ordre du commissaire</w:t>
      </w:r>
      <w:r>
        <w:t xml:space="preserve">. </w:t>
      </w:r>
      <w:r w:rsidR="00530790" w:rsidRPr="005D5566">
        <w:t>Les autres se sont bien conduits</w:t>
      </w:r>
      <w:r>
        <w:t xml:space="preserve">, </w:t>
      </w:r>
      <w:r w:rsidR="00530790" w:rsidRPr="005D5566">
        <w:t>ils se sont même opposés à ce qu</w:t>
      </w:r>
      <w:r>
        <w:t>’</w:t>
      </w:r>
      <w:r w:rsidR="00530790" w:rsidRPr="005D5566">
        <w:t>on le frappe</w:t>
      </w:r>
      <w:r>
        <w:t>…</w:t>
      </w:r>
    </w:p>
    <w:p w14:paraId="1E422A25" w14:textId="77777777" w:rsidR="001C0413" w:rsidRDefault="001C0413" w:rsidP="001C0413">
      <w:r>
        <w:t>— </w:t>
      </w:r>
      <w:r w:rsidR="00530790" w:rsidRPr="005D5566">
        <w:t>Oui</w:t>
      </w:r>
      <w:r>
        <w:t xml:space="preserve">… </w:t>
      </w:r>
      <w:r w:rsidR="00530790" w:rsidRPr="005D5566">
        <w:t>Les paysans commencent à comprendre</w:t>
      </w:r>
      <w:r>
        <w:t>…</w:t>
      </w:r>
    </w:p>
    <w:p w14:paraId="18C5745B" w14:textId="77777777" w:rsidR="001C0413" w:rsidRDefault="001C0413" w:rsidP="001C0413">
      <w:r>
        <w:t>— </w:t>
      </w:r>
      <w:r w:rsidR="00530790" w:rsidRPr="005D5566">
        <w:t>Il y en a aussi qui sont intelligents</w:t>
      </w:r>
      <w:r>
        <w:t xml:space="preserve">, </w:t>
      </w:r>
      <w:r w:rsidR="00530790" w:rsidRPr="005D5566">
        <w:t>dans ce village</w:t>
      </w:r>
      <w:r>
        <w:t>…</w:t>
      </w:r>
    </w:p>
    <w:p w14:paraId="21033860" w14:textId="77777777" w:rsidR="001C0413" w:rsidRDefault="001C0413" w:rsidP="001C0413">
      <w:r>
        <w:t>— </w:t>
      </w:r>
      <w:r w:rsidR="00530790" w:rsidRPr="005D5566">
        <w:t>Où n</w:t>
      </w:r>
      <w:r>
        <w:t>’</w:t>
      </w:r>
      <w:r w:rsidR="00530790" w:rsidRPr="005D5566">
        <w:t>y en a-t-il pas</w:t>
      </w:r>
      <w:r>
        <w:t xml:space="preserve"> ? </w:t>
      </w:r>
      <w:r w:rsidR="00530790" w:rsidRPr="005D5566">
        <w:t>Il y en a partout</w:t>
      </w:r>
      <w:r>
        <w:t xml:space="preserve"> ! </w:t>
      </w:r>
      <w:r w:rsidR="00530790" w:rsidRPr="005D5566">
        <w:t>Il faut bien qu</w:t>
      </w:r>
      <w:r>
        <w:t>’</w:t>
      </w:r>
      <w:r w:rsidR="00530790" w:rsidRPr="005D5566">
        <w:t>il y en ait</w:t>
      </w:r>
      <w:r>
        <w:t xml:space="preserve"> ; </w:t>
      </w:r>
      <w:r w:rsidR="00530790" w:rsidRPr="005D5566">
        <w:t>seulement</w:t>
      </w:r>
      <w:r>
        <w:t xml:space="preserve">, </w:t>
      </w:r>
      <w:r w:rsidR="00530790" w:rsidRPr="005D5566">
        <w:t>il est difficile de les trouver</w:t>
      </w:r>
      <w:r>
        <w:t xml:space="preserve">. </w:t>
      </w:r>
      <w:r w:rsidR="00530790" w:rsidRPr="005D5566">
        <w:t>Ils se cachent dans les coins et se rongent le cœur</w:t>
      </w:r>
      <w:r>
        <w:t xml:space="preserve">, </w:t>
      </w:r>
      <w:r w:rsidR="00530790" w:rsidRPr="005D5566">
        <w:t>chacun pour soi</w:t>
      </w:r>
      <w:r>
        <w:t xml:space="preserve">… </w:t>
      </w:r>
      <w:r w:rsidR="00530790" w:rsidRPr="005D5566">
        <w:t>ils n</w:t>
      </w:r>
      <w:r>
        <w:t>’</w:t>
      </w:r>
      <w:r w:rsidR="00530790" w:rsidRPr="005D5566">
        <w:t>ont pas le courage de se rassembler</w:t>
      </w:r>
      <w:r>
        <w:t>…</w:t>
      </w:r>
    </w:p>
    <w:p w14:paraId="11475401" w14:textId="77777777" w:rsidR="001C0413" w:rsidRDefault="00530790" w:rsidP="001C0413">
      <w:r w:rsidRPr="005D5566">
        <w:t>Nicolas apporta une bouteille d</w:t>
      </w:r>
      <w:r w:rsidR="001C0413">
        <w:t>’</w:t>
      </w:r>
      <w:r w:rsidRPr="005D5566">
        <w:t>alcool</w:t>
      </w:r>
      <w:r w:rsidR="001C0413">
        <w:t xml:space="preserve">, </w:t>
      </w:r>
      <w:r w:rsidRPr="005D5566">
        <w:t>mit des charbons dans le samovar</w:t>
      </w:r>
      <w:r w:rsidR="001C0413">
        <w:t xml:space="preserve">, </w:t>
      </w:r>
      <w:r w:rsidRPr="005D5566">
        <w:t>et sortit sans rien dire</w:t>
      </w:r>
      <w:r w:rsidR="001C0413">
        <w:t xml:space="preserve">. </w:t>
      </w:r>
      <w:r w:rsidRPr="005D5566">
        <w:t>Après l</w:t>
      </w:r>
      <w:r w:rsidR="001C0413">
        <w:t>’</w:t>
      </w:r>
      <w:r w:rsidRPr="005D5566">
        <w:t>avoir suivi d</w:t>
      </w:r>
      <w:r w:rsidR="001C0413">
        <w:t>’</w:t>
      </w:r>
      <w:r w:rsidRPr="005D5566">
        <w:t>un regard curieux</w:t>
      </w:r>
      <w:r w:rsidR="001C0413">
        <w:t xml:space="preserve">, </w:t>
      </w:r>
      <w:r w:rsidRPr="005D5566">
        <w:t>Ignati demanda à voix basse à la mère</w:t>
      </w:r>
      <w:r w:rsidR="001C0413">
        <w:t> :</w:t>
      </w:r>
    </w:p>
    <w:p w14:paraId="3BFEDF31" w14:textId="77777777" w:rsidR="001C0413" w:rsidRDefault="001C0413" w:rsidP="001C0413">
      <w:r>
        <w:t>— </w:t>
      </w:r>
      <w:r w:rsidR="00530790" w:rsidRPr="005D5566">
        <w:t>C</w:t>
      </w:r>
      <w:r>
        <w:t>’</w:t>
      </w:r>
      <w:r w:rsidR="00530790" w:rsidRPr="005D5566">
        <w:t>est le maître</w:t>
      </w:r>
      <w:r>
        <w:t> ?</w:t>
      </w:r>
    </w:p>
    <w:p w14:paraId="1941B514" w14:textId="77777777" w:rsidR="001C0413" w:rsidRDefault="001C0413" w:rsidP="001C0413">
      <w:r>
        <w:t>— </w:t>
      </w:r>
      <w:r w:rsidR="00530790" w:rsidRPr="005D5566">
        <w:t>Dans la cause du peuple</w:t>
      </w:r>
      <w:r>
        <w:t xml:space="preserve">, </w:t>
      </w:r>
      <w:r w:rsidR="00530790" w:rsidRPr="005D5566">
        <w:t>il n</w:t>
      </w:r>
      <w:r>
        <w:t>’</w:t>
      </w:r>
      <w:r w:rsidR="00530790" w:rsidRPr="005D5566">
        <w:t>y a pas de maîtres</w:t>
      </w:r>
      <w:r>
        <w:t xml:space="preserve">, </w:t>
      </w:r>
      <w:r w:rsidR="00530790" w:rsidRPr="005D5566">
        <w:t>il n</w:t>
      </w:r>
      <w:r>
        <w:t>’</w:t>
      </w:r>
      <w:r w:rsidR="00530790" w:rsidRPr="005D5566">
        <w:t>y a que des camarades</w:t>
      </w:r>
      <w:r>
        <w:t>…</w:t>
      </w:r>
    </w:p>
    <w:p w14:paraId="27D44270" w14:textId="77777777" w:rsidR="001C0413" w:rsidRDefault="001C0413" w:rsidP="001C0413">
      <w:r>
        <w:t>— </w:t>
      </w:r>
      <w:r w:rsidR="00530790" w:rsidRPr="005D5566">
        <w:t>C</w:t>
      </w:r>
      <w:r>
        <w:t>’</w:t>
      </w:r>
      <w:r w:rsidR="00530790" w:rsidRPr="005D5566">
        <w:t>est bien étonnant</w:t>
      </w:r>
      <w:r>
        <w:t xml:space="preserve"> ! </w:t>
      </w:r>
      <w:r w:rsidR="00530790" w:rsidRPr="005D5566">
        <w:t>dit l</w:t>
      </w:r>
      <w:r>
        <w:t>’</w:t>
      </w:r>
      <w:r w:rsidR="00530790" w:rsidRPr="005D5566">
        <w:t>ouvrier en souriant</w:t>
      </w:r>
      <w:r>
        <w:t xml:space="preserve">, </w:t>
      </w:r>
      <w:r w:rsidR="00530790" w:rsidRPr="005D5566">
        <w:t>perplexe et incrédule</w:t>
      </w:r>
      <w:r>
        <w:t>.</w:t>
      </w:r>
    </w:p>
    <w:p w14:paraId="0F5EE63E" w14:textId="77777777" w:rsidR="001C0413" w:rsidRDefault="001C0413" w:rsidP="001C0413">
      <w:r>
        <w:t>— </w:t>
      </w:r>
      <w:r w:rsidR="00530790" w:rsidRPr="005D5566">
        <w:t>Quoi</w:t>
      </w:r>
      <w:r>
        <w:t> ?</w:t>
      </w:r>
    </w:p>
    <w:p w14:paraId="6FE97ADC" w14:textId="77777777" w:rsidR="001C0413" w:rsidRDefault="001C0413" w:rsidP="001C0413">
      <w:r>
        <w:lastRenderedPageBreak/>
        <w:t>— </w:t>
      </w:r>
      <w:r w:rsidR="00530790" w:rsidRPr="005D5566">
        <w:t>Tout</w:t>
      </w:r>
      <w:r>
        <w:t xml:space="preserve">… </w:t>
      </w:r>
      <w:r w:rsidR="00530790" w:rsidRPr="005D5566">
        <w:t>À un endroit</w:t>
      </w:r>
      <w:r>
        <w:t xml:space="preserve">, </w:t>
      </w:r>
      <w:r w:rsidR="00530790" w:rsidRPr="005D5566">
        <w:t>on vous donne des soufflets</w:t>
      </w:r>
      <w:r>
        <w:t xml:space="preserve">… </w:t>
      </w:r>
      <w:r w:rsidR="00530790" w:rsidRPr="005D5566">
        <w:t>à l</w:t>
      </w:r>
      <w:r>
        <w:t>’</w:t>
      </w:r>
      <w:r w:rsidR="00530790" w:rsidRPr="005D5566">
        <w:t>autre</w:t>
      </w:r>
      <w:r>
        <w:t xml:space="preserve">, </w:t>
      </w:r>
      <w:r w:rsidR="00530790" w:rsidRPr="005D5566">
        <w:t>on vous lave les pieds</w:t>
      </w:r>
      <w:r>
        <w:t xml:space="preserve">… </w:t>
      </w:r>
      <w:r w:rsidR="00530790" w:rsidRPr="005D5566">
        <w:t>est-ce qu</w:t>
      </w:r>
      <w:r>
        <w:t>’</w:t>
      </w:r>
      <w:r w:rsidR="00530790" w:rsidRPr="005D5566">
        <w:t>il y a un milieu</w:t>
      </w:r>
      <w:r>
        <w:t> ?</w:t>
      </w:r>
    </w:p>
    <w:p w14:paraId="10A702FF" w14:textId="77777777" w:rsidR="001C0413" w:rsidRDefault="00530790" w:rsidP="001C0413">
      <w:r w:rsidRPr="005D5566">
        <w:t>La porte de la chambre s</w:t>
      </w:r>
      <w:r w:rsidR="001C0413">
        <w:t>’</w:t>
      </w:r>
      <w:r w:rsidRPr="005D5566">
        <w:t>ouvrit toute grande</w:t>
      </w:r>
      <w:r w:rsidR="001C0413">
        <w:t xml:space="preserve">, </w:t>
      </w:r>
      <w:r w:rsidRPr="005D5566">
        <w:t>et Nicolas répondit</w:t>
      </w:r>
      <w:r w:rsidR="001C0413">
        <w:t> :</w:t>
      </w:r>
    </w:p>
    <w:p w14:paraId="69EF324F" w14:textId="77777777" w:rsidR="001C0413" w:rsidRDefault="001C0413" w:rsidP="001C0413">
      <w:r>
        <w:t>— </w:t>
      </w:r>
      <w:r w:rsidR="00530790" w:rsidRPr="005D5566">
        <w:t>Au milieu</w:t>
      </w:r>
      <w:r>
        <w:t xml:space="preserve">, </w:t>
      </w:r>
      <w:r w:rsidR="00530790" w:rsidRPr="005D5566">
        <w:t>il y a ceux qui lèchent les mains des gens qui frappent et qui sucent le sang des gens qui sont battus</w:t>
      </w:r>
      <w:r>
        <w:t xml:space="preserve">… </w:t>
      </w:r>
      <w:r w:rsidR="00530790" w:rsidRPr="005D5566">
        <w:t>voilà ce qu</w:t>
      </w:r>
      <w:r>
        <w:t>’</w:t>
      </w:r>
      <w:r w:rsidR="00530790" w:rsidRPr="005D5566">
        <w:t>il y a au milieu</w:t>
      </w:r>
      <w:r>
        <w:t> !</w:t>
      </w:r>
    </w:p>
    <w:p w14:paraId="3092AA90" w14:textId="77777777" w:rsidR="001C0413" w:rsidRDefault="00530790" w:rsidP="001C0413">
      <w:r w:rsidRPr="005D5566">
        <w:t>Ignati le regarda avec déférence</w:t>
      </w:r>
      <w:r w:rsidR="001C0413">
        <w:t xml:space="preserve">, </w:t>
      </w:r>
      <w:r w:rsidRPr="005D5566">
        <w:t>et dit après un silence</w:t>
      </w:r>
      <w:r w:rsidR="001C0413">
        <w:t> :</w:t>
      </w:r>
    </w:p>
    <w:p w14:paraId="5369DBA6" w14:textId="77777777" w:rsidR="001C0413" w:rsidRDefault="001C0413" w:rsidP="001C0413">
      <w:r>
        <w:t>— </w:t>
      </w:r>
      <w:r w:rsidR="00530790" w:rsidRPr="005D5566">
        <w:t>Ça</w:t>
      </w:r>
      <w:r>
        <w:t xml:space="preserve">… </w:t>
      </w:r>
      <w:r w:rsidR="00530790" w:rsidRPr="005D5566">
        <w:t>c</w:t>
      </w:r>
      <w:r>
        <w:t>’</w:t>
      </w:r>
      <w:r w:rsidR="00530790" w:rsidRPr="005D5566">
        <w:t>est la vérité</w:t>
      </w:r>
      <w:r>
        <w:t>…</w:t>
      </w:r>
    </w:p>
    <w:p w14:paraId="1E034187" w14:textId="77777777" w:rsidR="001C0413" w:rsidRDefault="001C0413" w:rsidP="001C0413">
      <w:r>
        <w:t>— </w:t>
      </w:r>
      <w:r w:rsidR="00530790" w:rsidRPr="005D5566">
        <w:t>Pélaguée</w:t>
      </w:r>
      <w:r>
        <w:t xml:space="preserve"> ! </w:t>
      </w:r>
      <w:r w:rsidR="00530790" w:rsidRPr="005D5566">
        <w:t>reprit Nicolas vous devez être fatiguée</w:t>
      </w:r>
      <w:r>
        <w:t xml:space="preserve">… </w:t>
      </w:r>
      <w:r w:rsidR="00530790" w:rsidRPr="005D5566">
        <w:t>laissez-moi faire</w:t>
      </w:r>
      <w:r>
        <w:t>…</w:t>
      </w:r>
    </w:p>
    <w:p w14:paraId="4F7D846B" w14:textId="77777777" w:rsidR="001C0413" w:rsidRDefault="00530790" w:rsidP="001C0413">
      <w:pPr>
        <w:rPr>
          <w:rFonts w:eastAsia="Georgia" w:cs="Georgia"/>
        </w:rPr>
      </w:pPr>
      <w:r w:rsidRPr="005D5566">
        <w:t>L</w:t>
      </w:r>
      <w:r w:rsidR="001C0413">
        <w:t>’</w:t>
      </w:r>
      <w:r w:rsidRPr="005D5566">
        <w:t>homme retira ses jambes avec inquiétude</w:t>
      </w:r>
      <w:r w:rsidR="001C0413">
        <w:rPr>
          <w:rFonts w:eastAsia="Georgia" w:cs="Georgia"/>
        </w:rPr>
        <w:t>…</w:t>
      </w:r>
    </w:p>
    <w:p w14:paraId="5112B4AE" w14:textId="77777777" w:rsidR="001C0413" w:rsidRDefault="001C0413" w:rsidP="001C0413">
      <w:r>
        <w:rPr>
          <w:rFonts w:eastAsia="Georgia"/>
        </w:rPr>
        <w:t>— </w:t>
      </w:r>
      <w:r w:rsidR="00530790" w:rsidRPr="005D5566">
        <w:t>C</w:t>
      </w:r>
      <w:r>
        <w:t>’</w:t>
      </w:r>
      <w:r w:rsidR="00530790" w:rsidRPr="005D5566">
        <w:t>est fait</w:t>
      </w:r>
      <w:r>
        <w:t xml:space="preserve"> ! </w:t>
      </w:r>
      <w:r w:rsidR="00530790" w:rsidRPr="005D5566">
        <w:t>répondit la mère en se levant</w:t>
      </w:r>
      <w:r>
        <w:t xml:space="preserve">. </w:t>
      </w:r>
      <w:r w:rsidR="00530790" w:rsidRPr="005D5566">
        <w:t>Eh bien</w:t>
      </w:r>
      <w:r>
        <w:t xml:space="preserve">, </w:t>
      </w:r>
      <w:r w:rsidR="00530790" w:rsidRPr="005D5566">
        <w:t>Ignati</w:t>
      </w:r>
      <w:r>
        <w:t xml:space="preserve">, </w:t>
      </w:r>
      <w:r w:rsidR="00530790" w:rsidRPr="005D5566">
        <w:t>lève-toi maintenant</w:t>
      </w:r>
      <w:r>
        <w:t> !</w:t>
      </w:r>
    </w:p>
    <w:p w14:paraId="04C2D111" w14:textId="77777777" w:rsidR="001C0413" w:rsidRDefault="00530790" w:rsidP="001C0413">
      <w:r w:rsidRPr="005D5566">
        <w:t>Il se redressa</w:t>
      </w:r>
      <w:r w:rsidR="001C0413">
        <w:t xml:space="preserve">, </w:t>
      </w:r>
      <w:r w:rsidRPr="005D5566">
        <w:t>se tint tantôt sur un pied</w:t>
      </w:r>
      <w:r w:rsidR="001C0413">
        <w:t xml:space="preserve">, </w:t>
      </w:r>
      <w:r w:rsidRPr="005D5566">
        <w:t>tantôt sur l</w:t>
      </w:r>
      <w:r w:rsidR="001C0413">
        <w:t>’</w:t>
      </w:r>
      <w:r w:rsidRPr="005D5566">
        <w:t>autre</w:t>
      </w:r>
      <w:r w:rsidR="001C0413">
        <w:t xml:space="preserve">, </w:t>
      </w:r>
      <w:r w:rsidRPr="005D5566">
        <w:t>s</w:t>
      </w:r>
      <w:r w:rsidR="001C0413">
        <w:t>’</w:t>
      </w:r>
      <w:r w:rsidRPr="005D5566">
        <w:t>appuyant avec force sur le sol</w:t>
      </w:r>
      <w:r w:rsidR="001C0413">
        <w:t xml:space="preserve">, </w:t>
      </w:r>
      <w:r w:rsidRPr="005D5566">
        <w:t>et déclara</w:t>
      </w:r>
      <w:r w:rsidR="001C0413">
        <w:t> :</w:t>
      </w:r>
    </w:p>
    <w:p w14:paraId="34104B8C" w14:textId="77777777" w:rsidR="001C0413" w:rsidRDefault="001C0413" w:rsidP="001C0413">
      <w:r>
        <w:t>— </w:t>
      </w:r>
      <w:r w:rsidR="00530790" w:rsidRPr="005D5566">
        <w:t>On dirait qu</w:t>
      </w:r>
      <w:r>
        <w:t>’</w:t>
      </w:r>
      <w:r w:rsidR="00530790" w:rsidRPr="005D5566">
        <w:t>ils sont tout neufs</w:t>
      </w:r>
      <w:r>
        <w:t xml:space="preserve"> ! </w:t>
      </w:r>
      <w:r w:rsidR="00530790" w:rsidRPr="005D5566">
        <w:t>Merci</w:t>
      </w:r>
      <w:r>
        <w:t xml:space="preserve">… </w:t>
      </w:r>
      <w:r w:rsidR="00530790" w:rsidRPr="005D5566">
        <w:t>grand merci</w:t>
      </w:r>
      <w:r>
        <w:t> !</w:t>
      </w:r>
    </w:p>
    <w:p w14:paraId="5741E0A6" w14:textId="77777777" w:rsidR="001C0413" w:rsidRDefault="00530790" w:rsidP="001C0413">
      <w:r w:rsidRPr="005D5566">
        <w:t>Après une pause</w:t>
      </w:r>
      <w:r w:rsidR="001C0413">
        <w:t xml:space="preserve">, </w:t>
      </w:r>
      <w:r w:rsidRPr="005D5566">
        <w:t>il chuchota en regardant le baquet plein d</w:t>
      </w:r>
      <w:r w:rsidR="001C0413">
        <w:t>’</w:t>
      </w:r>
      <w:r w:rsidRPr="005D5566">
        <w:t>eau sale</w:t>
      </w:r>
      <w:r w:rsidR="001C0413">
        <w:t>…</w:t>
      </w:r>
    </w:p>
    <w:p w14:paraId="58BAB53F" w14:textId="77777777" w:rsidR="001C0413" w:rsidRDefault="001C0413" w:rsidP="001C0413">
      <w:r>
        <w:t>— </w:t>
      </w:r>
      <w:r w:rsidR="00530790" w:rsidRPr="005D5566">
        <w:t>Je ne sais pas comment vous remercier assez</w:t>
      </w:r>
      <w:r>
        <w:t>…</w:t>
      </w:r>
    </w:p>
    <w:p w14:paraId="515C4EE0" w14:textId="77777777" w:rsidR="001C0413" w:rsidRDefault="00530790" w:rsidP="001C0413">
      <w:r w:rsidRPr="005D5566">
        <w:t>Tous trois passèrent dans la salle à manger</w:t>
      </w:r>
      <w:r w:rsidR="001C0413">
        <w:t xml:space="preserve">, </w:t>
      </w:r>
      <w:r w:rsidRPr="005D5566">
        <w:t>où ils déjeunèrent</w:t>
      </w:r>
      <w:r w:rsidR="001C0413">
        <w:t xml:space="preserve">, </w:t>
      </w:r>
      <w:r w:rsidRPr="005D5566">
        <w:t>Ignati raconta d</w:t>
      </w:r>
      <w:r w:rsidR="001C0413">
        <w:t>’</w:t>
      </w:r>
      <w:r w:rsidRPr="005D5566">
        <w:t>une voix grave</w:t>
      </w:r>
      <w:r w:rsidR="001C0413">
        <w:t> :</w:t>
      </w:r>
    </w:p>
    <w:p w14:paraId="19759A8D" w14:textId="77777777" w:rsidR="001C0413" w:rsidRDefault="001C0413" w:rsidP="001C0413">
      <w:r>
        <w:t>— </w:t>
      </w:r>
      <w:r w:rsidR="00530790" w:rsidRPr="005D5566">
        <w:t>C</w:t>
      </w:r>
      <w:r>
        <w:t>’</w:t>
      </w:r>
      <w:r w:rsidR="00530790" w:rsidRPr="005D5566">
        <w:t>est moi qui ai distribué les journaux</w:t>
      </w:r>
      <w:r>
        <w:t xml:space="preserve"> ; </w:t>
      </w:r>
      <w:r w:rsidR="00530790" w:rsidRPr="005D5566">
        <w:t>j</w:t>
      </w:r>
      <w:r>
        <w:t>’</w:t>
      </w:r>
      <w:r w:rsidR="00530790" w:rsidRPr="005D5566">
        <w:t>aime beaucoup marcher</w:t>
      </w:r>
      <w:r>
        <w:t xml:space="preserve">. </w:t>
      </w:r>
      <w:r w:rsidR="00530790" w:rsidRPr="005D5566">
        <w:t>C</w:t>
      </w:r>
      <w:r>
        <w:t>’</w:t>
      </w:r>
      <w:r w:rsidR="00530790" w:rsidRPr="005D5566">
        <w:t>est Rybine qui m</w:t>
      </w:r>
      <w:r>
        <w:t>’</w:t>
      </w:r>
      <w:r w:rsidR="00530790" w:rsidRPr="005D5566">
        <w:t>a dit</w:t>
      </w:r>
      <w:r>
        <w:t xml:space="preserve"> : – </w:t>
      </w:r>
      <w:r w:rsidR="00530790" w:rsidRPr="005D5566">
        <w:t>Va les porter</w:t>
      </w:r>
      <w:r>
        <w:t xml:space="preserve"> ! </w:t>
      </w:r>
      <w:r w:rsidR="00530790" w:rsidRPr="005D5566">
        <w:t>Si on t</w:t>
      </w:r>
      <w:r>
        <w:t>’</w:t>
      </w:r>
      <w:r w:rsidR="00530790" w:rsidRPr="005D5566">
        <w:t>attrape</w:t>
      </w:r>
      <w:r>
        <w:t xml:space="preserve">, </w:t>
      </w:r>
      <w:r w:rsidR="00530790" w:rsidRPr="005D5566">
        <w:t>on ne soupçonnera personne d</w:t>
      </w:r>
      <w:r>
        <w:t>’</w:t>
      </w:r>
      <w:r w:rsidR="00530790" w:rsidRPr="005D5566">
        <w:t>autre</w:t>
      </w:r>
      <w:r>
        <w:t>…</w:t>
      </w:r>
    </w:p>
    <w:p w14:paraId="31A6D610" w14:textId="77777777" w:rsidR="001C0413" w:rsidRDefault="001C0413" w:rsidP="001C0413">
      <w:r>
        <w:lastRenderedPageBreak/>
        <w:t>— </w:t>
      </w:r>
      <w:r w:rsidR="00530790" w:rsidRPr="005D5566">
        <w:t>Y a-t-il beaucoup de gens qui les lisent</w:t>
      </w:r>
      <w:r>
        <w:t xml:space="preserve"> ? </w:t>
      </w:r>
      <w:r w:rsidR="00530790" w:rsidRPr="005D5566">
        <w:t>demanda Nicolas</w:t>
      </w:r>
      <w:r>
        <w:t>.</w:t>
      </w:r>
    </w:p>
    <w:p w14:paraId="03C3CFD4" w14:textId="77777777" w:rsidR="001C0413" w:rsidRDefault="001C0413" w:rsidP="001C0413">
      <w:r>
        <w:t>— </w:t>
      </w:r>
      <w:r w:rsidR="00530790" w:rsidRPr="005D5566">
        <w:t>Tous ceux qui savent lire</w:t>
      </w:r>
      <w:r>
        <w:t>…</w:t>
      </w:r>
    </w:p>
    <w:p w14:paraId="09C49128" w14:textId="77777777" w:rsidR="001C0413" w:rsidRDefault="00530790" w:rsidP="001C0413">
      <w:r w:rsidRPr="005D5566">
        <w:t>Nicolas s</w:t>
      </w:r>
      <w:r w:rsidR="001C0413">
        <w:t>’</w:t>
      </w:r>
      <w:r w:rsidRPr="005D5566">
        <w:t>écria tout pensif</w:t>
      </w:r>
      <w:r w:rsidR="001C0413">
        <w:t> :</w:t>
      </w:r>
    </w:p>
    <w:p w14:paraId="30282717" w14:textId="77777777" w:rsidR="001C0413" w:rsidRDefault="001C0413" w:rsidP="001C0413">
      <w:r>
        <w:t>— </w:t>
      </w:r>
      <w:r w:rsidR="00530790" w:rsidRPr="005D5566">
        <w:t>Comment s</w:t>
      </w:r>
      <w:r>
        <w:t>’</w:t>
      </w:r>
      <w:r w:rsidR="00530790" w:rsidRPr="005D5566">
        <w:t>arranger pour que cette feuille à propos de l</w:t>
      </w:r>
      <w:r>
        <w:t>’</w:t>
      </w:r>
      <w:r w:rsidR="00530790" w:rsidRPr="005D5566">
        <w:t>arrestation de Rybine parvienne bientôt à la campagne</w:t>
      </w:r>
      <w:r>
        <w:t> ?</w:t>
      </w:r>
    </w:p>
    <w:p w14:paraId="66F5DDB7" w14:textId="77777777" w:rsidR="001C0413" w:rsidRDefault="00530790" w:rsidP="001C0413">
      <w:r w:rsidRPr="005D5566">
        <w:t>Ignati dressa l</w:t>
      </w:r>
      <w:r w:rsidR="001C0413">
        <w:t>’</w:t>
      </w:r>
      <w:r w:rsidRPr="005D5566">
        <w:t>oreille</w:t>
      </w:r>
      <w:r w:rsidR="001C0413">
        <w:t>.</w:t>
      </w:r>
    </w:p>
    <w:p w14:paraId="352EE1F9" w14:textId="77777777" w:rsidR="001C0413" w:rsidRDefault="001C0413" w:rsidP="001C0413">
      <w:r>
        <w:t>— </w:t>
      </w:r>
      <w:r w:rsidR="00530790" w:rsidRPr="005D5566">
        <w:t>Je m</w:t>
      </w:r>
      <w:r>
        <w:t>’</w:t>
      </w:r>
      <w:r w:rsidR="00530790" w:rsidRPr="005D5566">
        <w:t>en occuperai aujourd</w:t>
      </w:r>
      <w:r>
        <w:t>’</w:t>
      </w:r>
      <w:r w:rsidR="00530790" w:rsidRPr="005D5566">
        <w:t>hui</w:t>
      </w:r>
      <w:r>
        <w:t xml:space="preserve"> ! </w:t>
      </w:r>
      <w:r w:rsidR="00530790" w:rsidRPr="005D5566">
        <w:t>Il y en a déjà</w:t>
      </w:r>
      <w:r>
        <w:t xml:space="preserve">, </w:t>
      </w:r>
      <w:r w:rsidR="00530790" w:rsidRPr="005D5566">
        <w:t>de ces feuillets</w:t>
      </w:r>
      <w:r>
        <w:t xml:space="preserve"> ? </w:t>
      </w:r>
      <w:r w:rsidR="00530790" w:rsidRPr="005D5566">
        <w:t>dit-il</w:t>
      </w:r>
      <w:r>
        <w:t>.</w:t>
      </w:r>
    </w:p>
    <w:p w14:paraId="2BACE975" w14:textId="77777777" w:rsidR="001C0413" w:rsidRDefault="001C0413" w:rsidP="001C0413">
      <w:r>
        <w:t>— </w:t>
      </w:r>
      <w:r w:rsidR="00530790" w:rsidRPr="005D5566">
        <w:t>Oui</w:t>
      </w:r>
      <w:r>
        <w:t> !</w:t>
      </w:r>
    </w:p>
    <w:p w14:paraId="3E38D204" w14:textId="77777777" w:rsidR="001C0413" w:rsidRDefault="001C0413" w:rsidP="001C0413">
      <w:r>
        <w:t>— </w:t>
      </w:r>
      <w:r w:rsidR="00530790" w:rsidRPr="005D5566">
        <w:t>Donnez-les</w:t>
      </w:r>
      <w:r>
        <w:t xml:space="preserve">, </w:t>
      </w:r>
      <w:r w:rsidR="00530790" w:rsidRPr="005D5566">
        <w:t>je les porterai</w:t>
      </w:r>
      <w:r>
        <w:t xml:space="preserve"> ! </w:t>
      </w:r>
      <w:r w:rsidR="00530790" w:rsidRPr="005D5566">
        <w:t>proposa Ignati</w:t>
      </w:r>
      <w:r>
        <w:t xml:space="preserve">, </w:t>
      </w:r>
      <w:r w:rsidR="00530790" w:rsidRPr="005D5566">
        <w:t>les yeux étincelants et se frottant les mains</w:t>
      </w:r>
      <w:r>
        <w:t xml:space="preserve">. </w:t>
      </w:r>
      <w:r w:rsidR="00530790" w:rsidRPr="005D5566">
        <w:t>Je sais où il faut les porter et comment</w:t>
      </w:r>
      <w:r>
        <w:t xml:space="preserve">… </w:t>
      </w:r>
      <w:r w:rsidR="00530790" w:rsidRPr="005D5566">
        <w:t>Donnez</w:t>
      </w:r>
      <w:r>
        <w:t> !</w:t>
      </w:r>
    </w:p>
    <w:p w14:paraId="69E495B8" w14:textId="77777777" w:rsidR="001C0413" w:rsidRDefault="00530790" w:rsidP="001C0413">
      <w:r w:rsidRPr="005D5566">
        <w:t>La mère souriait sans le regarder</w:t>
      </w:r>
      <w:r w:rsidR="001C0413">
        <w:t>.</w:t>
      </w:r>
    </w:p>
    <w:p w14:paraId="0B46D984" w14:textId="77777777" w:rsidR="001C0413" w:rsidRDefault="001C0413" w:rsidP="001C0413">
      <w:r>
        <w:t>— </w:t>
      </w:r>
      <w:r w:rsidR="00530790" w:rsidRPr="005D5566">
        <w:t>Mais tu es fatigué et tu as peur</w:t>
      </w:r>
      <w:r>
        <w:t xml:space="preserve">, </w:t>
      </w:r>
      <w:r w:rsidR="00530790" w:rsidRPr="005D5566">
        <w:t>tu viens de dire que tu ne voulais jamais retourner là-bas</w:t>
      </w:r>
      <w:r>
        <w:t>…</w:t>
      </w:r>
    </w:p>
    <w:p w14:paraId="586BC459" w14:textId="77777777" w:rsidR="001C0413" w:rsidRDefault="00530790" w:rsidP="001C0413">
      <w:r w:rsidRPr="005D5566">
        <w:t>Ignati fit claquer ses lèvres et</w:t>
      </w:r>
      <w:r w:rsidR="001C0413">
        <w:t xml:space="preserve">, </w:t>
      </w:r>
      <w:r w:rsidRPr="005D5566">
        <w:t>lissant ses cheveux bouclés de sa large main</w:t>
      </w:r>
      <w:r w:rsidR="001C0413">
        <w:t xml:space="preserve">, </w:t>
      </w:r>
      <w:r w:rsidRPr="005D5566">
        <w:t>dit d</w:t>
      </w:r>
      <w:r w:rsidR="001C0413">
        <w:t>’</w:t>
      </w:r>
      <w:r w:rsidRPr="005D5566">
        <w:t>un ton sérieux et paisible</w:t>
      </w:r>
      <w:r w:rsidR="001C0413">
        <w:t> :</w:t>
      </w:r>
    </w:p>
    <w:p w14:paraId="114F4368" w14:textId="77777777" w:rsidR="001C0413" w:rsidRDefault="001C0413" w:rsidP="001C0413">
      <w:r>
        <w:t>— </w:t>
      </w:r>
      <w:r w:rsidR="00530790" w:rsidRPr="005D5566">
        <w:t>Je suis fatigué</w:t>
      </w:r>
      <w:r>
        <w:t xml:space="preserve">… </w:t>
      </w:r>
      <w:r w:rsidR="00530790" w:rsidRPr="005D5566">
        <w:t>eh bien</w:t>
      </w:r>
      <w:r>
        <w:t xml:space="preserve">, </w:t>
      </w:r>
      <w:r w:rsidR="00530790" w:rsidRPr="005D5566">
        <w:t>je me reposerai</w:t>
      </w:r>
      <w:r>
        <w:t xml:space="preserve">… </w:t>
      </w:r>
      <w:r w:rsidR="00530790" w:rsidRPr="005D5566">
        <w:t>Quant à avoir peur</w:t>
      </w:r>
      <w:r>
        <w:t xml:space="preserve">, </w:t>
      </w:r>
      <w:r w:rsidR="00530790" w:rsidRPr="005D5566">
        <w:t>ça c</w:t>
      </w:r>
      <w:r>
        <w:t>’</w:t>
      </w:r>
      <w:r w:rsidR="00530790" w:rsidRPr="005D5566">
        <w:t>est vrai</w:t>
      </w:r>
      <w:r>
        <w:t xml:space="preserve"> !… </w:t>
      </w:r>
      <w:r w:rsidR="00530790" w:rsidRPr="005D5566">
        <w:t>Vous dites vous-même qu</w:t>
      </w:r>
      <w:r>
        <w:t>’</w:t>
      </w:r>
      <w:r w:rsidR="00530790" w:rsidRPr="005D5566">
        <w:t>on bat les gens jusqu</w:t>
      </w:r>
      <w:r>
        <w:t>’</w:t>
      </w:r>
      <w:r w:rsidR="00530790" w:rsidRPr="005D5566">
        <w:t>au sang</w:t>
      </w:r>
      <w:r>
        <w:t xml:space="preserve">… </w:t>
      </w:r>
      <w:r w:rsidR="00530790" w:rsidRPr="005D5566">
        <w:t>personne n</w:t>
      </w:r>
      <w:r>
        <w:t>’</w:t>
      </w:r>
      <w:r w:rsidR="00530790" w:rsidRPr="005D5566">
        <w:t>a envie de se faire estropier</w:t>
      </w:r>
      <w:r>
        <w:t xml:space="preserve"> ! </w:t>
      </w:r>
      <w:r w:rsidR="00530790" w:rsidRPr="005D5566">
        <w:t>Je m</w:t>
      </w:r>
      <w:r>
        <w:t>’</w:t>
      </w:r>
      <w:r w:rsidR="00530790" w:rsidRPr="005D5566">
        <w:t>arrangerai</w:t>
      </w:r>
      <w:r>
        <w:t xml:space="preserve">, </w:t>
      </w:r>
      <w:r w:rsidR="00530790" w:rsidRPr="005D5566">
        <w:t>j</w:t>
      </w:r>
      <w:r>
        <w:t>’</w:t>
      </w:r>
      <w:r w:rsidR="00530790" w:rsidRPr="005D5566">
        <w:t>irai de nuit</w:t>
      </w:r>
      <w:r>
        <w:t xml:space="preserve">… </w:t>
      </w:r>
      <w:r w:rsidR="00530790" w:rsidRPr="005D5566">
        <w:t>je trouverai bien le moyen</w:t>
      </w:r>
      <w:r>
        <w:t xml:space="preserve"> ! </w:t>
      </w:r>
      <w:r w:rsidR="00530790" w:rsidRPr="005D5566">
        <w:t>Donnez</w:t>
      </w:r>
      <w:r>
        <w:t xml:space="preserve">… </w:t>
      </w:r>
      <w:r w:rsidR="00530790" w:rsidRPr="005D5566">
        <w:t>je partirai ce soir même</w:t>
      </w:r>
      <w:r>
        <w:t>.</w:t>
      </w:r>
    </w:p>
    <w:p w14:paraId="40F1299F" w14:textId="77777777" w:rsidR="001C0413" w:rsidRDefault="00530790" w:rsidP="001C0413">
      <w:r w:rsidRPr="005D5566">
        <w:t>Il se tut un instant</w:t>
      </w:r>
      <w:r w:rsidR="001C0413">
        <w:t xml:space="preserve">, </w:t>
      </w:r>
      <w:r w:rsidRPr="005D5566">
        <w:t>les sourcils froncés</w:t>
      </w:r>
      <w:r w:rsidR="001C0413">
        <w:t>.</w:t>
      </w:r>
    </w:p>
    <w:p w14:paraId="08C00FC0" w14:textId="77777777" w:rsidR="001C0413" w:rsidRDefault="001C0413" w:rsidP="001C0413">
      <w:r>
        <w:t>— </w:t>
      </w:r>
      <w:r w:rsidR="00530790" w:rsidRPr="005D5566">
        <w:t>J</w:t>
      </w:r>
      <w:r>
        <w:t>’</w:t>
      </w:r>
      <w:r w:rsidR="00530790" w:rsidRPr="005D5566">
        <w:t>irai dans la forêt et je m</w:t>
      </w:r>
      <w:r>
        <w:t>’</w:t>
      </w:r>
      <w:r w:rsidR="00530790" w:rsidRPr="005D5566">
        <w:t>y cacherai</w:t>
      </w:r>
      <w:r>
        <w:t xml:space="preserve"> ; </w:t>
      </w:r>
      <w:r w:rsidR="00530790" w:rsidRPr="005D5566">
        <w:t>ensuite</w:t>
      </w:r>
      <w:r>
        <w:t xml:space="preserve">, </w:t>
      </w:r>
      <w:r w:rsidR="00530790" w:rsidRPr="005D5566">
        <w:t>j</w:t>
      </w:r>
      <w:r>
        <w:t>’</w:t>
      </w:r>
      <w:r w:rsidR="00530790" w:rsidRPr="005D5566">
        <w:t>avertirai les camarades</w:t>
      </w:r>
      <w:r>
        <w:t xml:space="preserve">, </w:t>
      </w:r>
      <w:r w:rsidR="00530790" w:rsidRPr="005D5566">
        <w:t>je leur dirai</w:t>
      </w:r>
      <w:r>
        <w:t xml:space="preserve"> : – </w:t>
      </w:r>
      <w:r w:rsidR="00530790" w:rsidRPr="005D5566">
        <w:t>Venez et servez-vous</w:t>
      </w:r>
      <w:r>
        <w:t xml:space="preserve">. </w:t>
      </w:r>
      <w:r w:rsidR="00530790" w:rsidRPr="005D5566">
        <w:t>C</w:t>
      </w:r>
      <w:r>
        <w:t>’</w:t>
      </w:r>
      <w:r w:rsidR="00530790" w:rsidRPr="005D5566">
        <w:t xml:space="preserve">est </w:t>
      </w:r>
      <w:r w:rsidR="00530790" w:rsidRPr="005D5566">
        <w:lastRenderedPageBreak/>
        <w:t>ce qu</w:t>
      </w:r>
      <w:r>
        <w:t>’</w:t>
      </w:r>
      <w:r w:rsidR="00530790" w:rsidRPr="005D5566">
        <w:t>il y a de mieux à faire</w:t>
      </w:r>
      <w:r>
        <w:t xml:space="preserve">… </w:t>
      </w:r>
      <w:r w:rsidR="00530790" w:rsidRPr="005D5566">
        <w:t>Si je distribuais les papiers moi-même et qu</w:t>
      </w:r>
      <w:r>
        <w:t>’</w:t>
      </w:r>
      <w:r w:rsidR="00530790" w:rsidRPr="005D5566">
        <w:t>on m</w:t>
      </w:r>
      <w:r>
        <w:t>’</w:t>
      </w:r>
      <w:r w:rsidR="00530790" w:rsidRPr="005D5566">
        <w:t>attrapât</w:t>
      </w:r>
      <w:r>
        <w:t xml:space="preserve">, </w:t>
      </w:r>
      <w:r w:rsidR="00530790" w:rsidRPr="005D5566">
        <w:t>ce serait dommage pour les journaux</w:t>
      </w:r>
      <w:r>
        <w:t xml:space="preserve">… </w:t>
      </w:r>
      <w:r w:rsidR="00530790" w:rsidRPr="005D5566">
        <w:t>Il y en a déjà si peu</w:t>
      </w:r>
      <w:r>
        <w:t xml:space="preserve">, </w:t>
      </w:r>
      <w:r w:rsidR="00530790" w:rsidRPr="005D5566">
        <w:t>il faut en prendre grand soin</w:t>
      </w:r>
      <w:r>
        <w:t>.</w:t>
      </w:r>
    </w:p>
    <w:p w14:paraId="7C8AF846" w14:textId="77777777" w:rsidR="001C0413" w:rsidRDefault="001C0413" w:rsidP="001C0413">
      <w:r>
        <w:t>— </w:t>
      </w:r>
      <w:r w:rsidR="00530790" w:rsidRPr="005D5566">
        <w:t>Et ta peur</w:t>
      </w:r>
      <w:r>
        <w:t xml:space="preserve">, </w:t>
      </w:r>
      <w:r w:rsidR="00530790" w:rsidRPr="005D5566">
        <w:t>qu</w:t>
      </w:r>
      <w:r>
        <w:t>’</w:t>
      </w:r>
      <w:r w:rsidR="00530790" w:rsidRPr="005D5566">
        <w:t>en fais-tu</w:t>
      </w:r>
      <w:r>
        <w:t xml:space="preserve"> ? </w:t>
      </w:r>
      <w:r w:rsidR="00530790" w:rsidRPr="005D5566">
        <w:t>demanda de nouveau la mère</w:t>
      </w:r>
      <w:r>
        <w:t>.</w:t>
      </w:r>
    </w:p>
    <w:p w14:paraId="573CD2F2" w14:textId="77777777" w:rsidR="001C0413" w:rsidRDefault="00530790" w:rsidP="001C0413">
      <w:r w:rsidRPr="005D5566">
        <w:t>Ce solide gaillard à la tête bouclée l</w:t>
      </w:r>
      <w:r w:rsidR="001C0413">
        <w:t>’</w:t>
      </w:r>
      <w:r w:rsidRPr="005D5566">
        <w:t>amusait par la sincérité qui résonnait dans chacune de ses paroles</w:t>
      </w:r>
      <w:r w:rsidR="001C0413">
        <w:t xml:space="preserve">, </w:t>
      </w:r>
      <w:r w:rsidRPr="005D5566">
        <w:t>par son visage rond et son air obstiné</w:t>
      </w:r>
      <w:r w:rsidR="001C0413">
        <w:t>.</w:t>
      </w:r>
    </w:p>
    <w:p w14:paraId="5B6799C8" w14:textId="77777777" w:rsidR="001C0413" w:rsidRDefault="001C0413" w:rsidP="001C0413">
      <w:r>
        <w:t>— </w:t>
      </w:r>
      <w:r w:rsidR="00530790" w:rsidRPr="005D5566">
        <w:t>La peur c</w:t>
      </w:r>
      <w:r>
        <w:t>’</w:t>
      </w:r>
      <w:r w:rsidR="00530790" w:rsidRPr="005D5566">
        <w:t>est la peur</w:t>
      </w:r>
      <w:r>
        <w:t xml:space="preserve">, </w:t>
      </w:r>
      <w:r w:rsidR="00530790" w:rsidRPr="005D5566">
        <w:t>et les affaires sont les affaires</w:t>
      </w:r>
      <w:r>
        <w:t xml:space="preserve"> ! </w:t>
      </w:r>
      <w:r w:rsidR="00530790" w:rsidRPr="005D5566">
        <w:t>répliqua-t-il en découvrant les dents</w:t>
      </w:r>
      <w:r>
        <w:t xml:space="preserve">. </w:t>
      </w:r>
      <w:r w:rsidR="00530790" w:rsidRPr="005D5566">
        <w:t>Pourquoi vous moquez-vous de moi</w:t>
      </w:r>
      <w:r>
        <w:t xml:space="preserve"> ? </w:t>
      </w:r>
      <w:r w:rsidR="00530790" w:rsidRPr="005D5566">
        <w:t>Voyez-vous ça</w:t>
      </w:r>
      <w:r>
        <w:t xml:space="preserve"> !… </w:t>
      </w:r>
      <w:r w:rsidR="00530790" w:rsidRPr="005D5566">
        <w:t>Est-ce que ce n</w:t>
      </w:r>
      <w:r>
        <w:t>’</w:t>
      </w:r>
      <w:r w:rsidR="00530790" w:rsidRPr="005D5566">
        <w:t>est pas effrayant peut-être</w:t>
      </w:r>
      <w:r>
        <w:t xml:space="preserve"> ? </w:t>
      </w:r>
      <w:r w:rsidR="00530790" w:rsidRPr="005D5566">
        <w:t>Mais si c</w:t>
      </w:r>
      <w:r>
        <w:t>’</w:t>
      </w:r>
      <w:r w:rsidR="00530790" w:rsidRPr="005D5566">
        <w:t>est nécessaire</w:t>
      </w:r>
      <w:r>
        <w:t xml:space="preserve">, </w:t>
      </w:r>
      <w:r w:rsidR="00530790" w:rsidRPr="005D5566">
        <w:t>on passera par le feu</w:t>
      </w:r>
      <w:r>
        <w:t xml:space="preserve">… </w:t>
      </w:r>
      <w:r w:rsidR="00530790" w:rsidRPr="005D5566">
        <w:t>Quand il s</w:t>
      </w:r>
      <w:r>
        <w:t>’</w:t>
      </w:r>
      <w:r w:rsidR="00530790" w:rsidRPr="005D5566">
        <w:t>agit d</w:t>
      </w:r>
      <w:r>
        <w:t>’</w:t>
      </w:r>
      <w:r w:rsidR="00530790" w:rsidRPr="005D5566">
        <w:t>une affaire pareille</w:t>
      </w:r>
      <w:r>
        <w:t xml:space="preserve">… </w:t>
      </w:r>
      <w:r w:rsidR="00530790" w:rsidRPr="005D5566">
        <w:t>il faut</w:t>
      </w:r>
      <w:r>
        <w:t>…</w:t>
      </w:r>
    </w:p>
    <w:p w14:paraId="3F2E61E4" w14:textId="77777777" w:rsidR="001C0413" w:rsidRDefault="001C0413" w:rsidP="001C0413">
      <w:r>
        <w:t>— </w:t>
      </w:r>
      <w:r w:rsidR="00530790" w:rsidRPr="005D5566">
        <w:t>Ah</w:t>
      </w:r>
      <w:r>
        <w:t xml:space="preserve">… </w:t>
      </w:r>
      <w:r w:rsidR="00530790" w:rsidRPr="005D5566">
        <w:t>ah</w:t>
      </w:r>
      <w:r>
        <w:t xml:space="preserve"> ! </w:t>
      </w:r>
      <w:r w:rsidR="00530790" w:rsidRPr="005D5566">
        <w:t>mon enfant</w:t>
      </w:r>
      <w:r>
        <w:t xml:space="preserve"> ! </w:t>
      </w:r>
      <w:r w:rsidR="00530790" w:rsidRPr="005D5566">
        <w:t>s</w:t>
      </w:r>
      <w:r>
        <w:t>’</w:t>
      </w:r>
      <w:r w:rsidR="00530790" w:rsidRPr="005D5566">
        <w:t>exclama involontairement la mère</w:t>
      </w:r>
      <w:r>
        <w:t xml:space="preserve">, </w:t>
      </w:r>
      <w:r w:rsidR="00530790" w:rsidRPr="005D5566">
        <w:t>en se laissant aller au sentiment de joie qu</w:t>
      </w:r>
      <w:r>
        <w:t>’</w:t>
      </w:r>
      <w:r w:rsidR="00530790" w:rsidRPr="005D5566">
        <w:t>il provoquait en elle</w:t>
      </w:r>
      <w:r>
        <w:t>.</w:t>
      </w:r>
    </w:p>
    <w:p w14:paraId="2DC30FD4" w14:textId="77777777" w:rsidR="001C0413" w:rsidRDefault="00530790" w:rsidP="001C0413">
      <w:r w:rsidRPr="005D5566">
        <w:t>Il sourit avec embarras</w:t>
      </w:r>
      <w:r w:rsidR="001C0413">
        <w:t>.</w:t>
      </w:r>
    </w:p>
    <w:p w14:paraId="3A365A0F" w14:textId="77777777" w:rsidR="001C0413" w:rsidRDefault="001C0413" w:rsidP="001C0413">
      <w:r>
        <w:t>— </w:t>
      </w:r>
      <w:r w:rsidR="00530790" w:rsidRPr="005D5566">
        <w:t>Voilà encore</w:t>
      </w:r>
      <w:r>
        <w:t xml:space="preserve">… </w:t>
      </w:r>
      <w:r w:rsidR="00530790" w:rsidRPr="005D5566">
        <w:t>moi</w:t>
      </w:r>
      <w:r>
        <w:t xml:space="preserve">, </w:t>
      </w:r>
      <w:r w:rsidR="00530790" w:rsidRPr="005D5566">
        <w:t>un enfant</w:t>
      </w:r>
      <w:r>
        <w:t> !</w:t>
      </w:r>
    </w:p>
    <w:p w14:paraId="2948DD78" w14:textId="77777777" w:rsidR="001C0413" w:rsidRDefault="00530790" w:rsidP="001C0413">
      <w:r w:rsidRPr="005D5566">
        <w:t>Nicolas</w:t>
      </w:r>
      <w:r w:rsidR="001C0413">
        <w:t xml:space="preserve">, </w:t>
      </w:r>
      <w:r w:rsidRPr="005D5566">
        <w:t>qui n</w:t>
      </w:r>
      <w:r w:rsidR="001C0413">
        <w:t>’</w:t>
      </w:r>
      <w:r w:rsidRPr="005D5566">
        <w:t>avait cessé de considérer amicalement le jeune homme</w:t>
      </w:r>
      <w:r w:rsidR="001C0413">
        <w:t xml:space="preserve">, </w:t>
      </w:r>
      <w:r w:rsidRPr="005D5566">
        <w:t>prit la parole</w:t>
      </w:r>
      <w:r w:rsidR="001C0413">
        <w:t>.</w:t>
      </w:r>
    </w:p>
    <w:p w14:paraId="1F0E73DD" w14:textId="77777777" w:rsidR="001C0413" w:rsidRDefault="001C0413" w:rsidP="001C0413">
      <w:r>
        <w:t>— </w:t>
      </w:r>
      <w:r w:rsidR="00530790" w:rsidRPr="005D5566">
        <w:t>Vous n</w:t>
      </w:r>
      <w:r>
        <w:t>’</w:t>
      </w:r>
      <w:r w:rsidR="00530790" w:rsidRPr="005D5566">
        <w:t>irez pas là-bas</w:t>
      </w:r>
      <w:r>
        <w:t>…</w:t>
      </w:r>
    </w:p>
    <w:p w14:paraId="24D1A2F5" w14:textId="77777777" w:rsidR="001C0413" w:rsidRDefault="001C0413" w:rsidP="001C0413">
      <w:r>
        <w:t>— </w:t>
      </w:r>
      <w:r w:rsidR="00530790" w:rsidRPr="005D5566">
        <w:t>Et que dois-je faire</w:t>
      </w:r>
      <w:r>
        <w:t xml:space="preserve"> ? </w:t>
      </w:r>
      <w:r w:rsidR="00530790" w:rsidRPr="005D5566">
        <w:t>Où faut-il aller</w:t>
      </w:r>
      <w:r>
        <w:t xml:space="preserve"> ? </w:t>
      </w:r>
      <w:r w:rsidR="00530790" w:rsidRPr="005D5566">
        <w:t>demanda Ignati</w:t>
      </w:r>
      <w:r>
        <w:t xml:space="preserve">, </w:t>
      </w:r>
      <w:r w:rsidR="00530790" w:rsidRPr="005D5566">
        <w:t>inquiet</w:t>
      </w:r>
      <w:r>
        <w:t>.</w:t>
      </w:r>
    </w:p>
    <w:p w14:paraId="617900E2" w14:textId="77777777" w:rsidR="001C0413" w:rsidRDefault="001C0413" w:rsidP="001C0413">
      <w:r>
        <w:t>— </w:t>
      </w:r>
      <w:r w:rsidR="00530790" w:rsidRPr="005D5566">
        <w:t>C</w:t>
      </w:r>
      <w:r>
        <w:t>’</w:t>
      </w:r>
      <w:r w:rsidR="00530790" w:rsidRPr="005D5566">
        <w:t>est un autre qui ira</w:t>
      </w:r>
      <w:r>
        <w:t xml:space="preserve">, </w:t>
      </w:r>
      <w:r w:rsidR="00530790" w:rsidRPr="005D5566">
        <w:t>et vous lui expliquerez en détail comment il devra s</w:t>
      </w:r>
      <w:r>
        <w:t>’</w:t>
      </w:r>
      <w:r w:rsidR="00530790" w:rsidRPr="005D5566">
        <w:t>y prendre</w:t>
      </w:r>
      <w:r>
        <w:t xml:space="preserve"> !… </w:t>
      </w:r>
      <w:r w:rsidR="00530790" w:rsidRPr="005D5566">
        <w:t>Voulez-vous</w:t>
      </w:r>
      <w:r>
        <w:t> ?</w:t>
      </w:r>
    </w:p>
    <w:p w14:paraId="48AD5AB4" w14:textId="77777777" w:rsidR="001C0413" w:rsidRDefault="001C0413" w:rsidP="001C0413">
      <w:r>
        <w:t>— </w:t>
      </w:r>
      <w:r w:rsidR="00530790" w:rsidRPr="005D5566">
        <w:t>Bien</w:t>
      </w:r>
      <w:r>
        <w:t xml:space="preserve"> ! </w:t>
      </w:r>
      <w:r w:rsidR="00530790" w:rsidRPr="005D5566">
        <w:t>répondit Ignati à contre-cœur</w:t>
      </w:r>
      <w:r>
        <w:t xml:space="preserve">, </w:t>
      </w:r>
      <w:r w:rsidR="00530790" w:rsidRPr="005D5566">
        <w:t>après un instant d</w:t>
      </w:r>
      <w:r>
        <w:t>’</w:t>
      </w:r>
      <w:r w:rsidR="00530790" w:rsidRPr="005D5566">
        <w:t>hésitation</w:t>
      </w:r>
      <w:r>
        <w:t>.</w:t>
      </w:r>
    </w:p>
    <w:p w14:paraId="14027362" w14:textId="77777777" w:rsidR="001C0413" w:rsidRDefault="001C0413" w:rsidP="001C0413">
      <w:r>
        <w:lastRenderedPageBreak/>
        <w:t>— </w:t>
      </w:r>
      <w:r w:rsidR="00530790" w:rsidRPr="005D5566">
        <w:t>Nous vous fournirons des papiers et nous vous trouverons une place de garde forestier</w:t>
      </w:r>
      <w:r>
        <w:t>.</w:t>
      </w:r>
    </w:p>
    <w:p w14:paraId="58D8384C" w14:textId="77777777" w:rsidR="001C0413" w:rsidRDefault="001C0413" w:rsidP="001C0413">
      <w:r>
        <w:t>— </w:t>
      </w:r>
      <w:r w:rsidR="00530790" w:rsidRPr="005D5566">
        <w:t>Mais si les paysans viennent prendre du bois ou braconner</w:t>
      </w:r>
      <w:r>
        <w:t xml:space="preserve">… </w:t>
      </w:r>
      <w:r w:rsidR="00530790" w:rsidRPr="005D5566">
        <w:t>que faudra-t-il faire</w:t>
      </w:r>
      <w:r>
        <w:t xml:space="preserve"> ? </w:t>
      </w:r>
      <w:r w:rsidR="00530790" w:rsidRPr="005D5566">
        <w:t>Les arrêter</w:t>
      </w:r>
      <w:r>
        <w:t xml:space="preserve"> ? </w:t>
      </w:r>
      <w:r w:rsidR="00530790" w:rsidRPr="005D5566">
        <w:t>Cela ne me va pas</w:t>
      </w:r>
      <w:r>
        <w:t>…</w:t>
      </w:r>
    </w:p>
    <w:p w14:paraId="364737C3" w14:textId="77777777" w:rsidR="001C0413" w:rsidRDefault="00530790" w:rsidP="001C0413">
      <w:r w:rsidRPr="005D5566">
        <w:t>La mère se mit à rire</w:t>
      </w:r>
      <w:r w:rsidR="001C0413">
        <w:t xml:space="preserve">, </w:t>
      </w:r>
      <w:r w:rsidRPr="005D5566">
        <w:t>ainsi que Nicolas</w:t>
      </w:r>
      <w:r w:rsidR="001C0413">
        <w:t xml:space="preserve">, </w:t>
      </w:r>
      <w:r w:rsidRPr="005D5566">
        <w:t>ce qui troubla et chagrina de nouveau le paysan</w:t>
      </w:r>
      <w:r w:rsidR="001C0413">
        <w:t>.</w:t>
      </w:r>
    </w:p>
    <w:p w14:paraId="710E2FFC" w14:textId="77777777" w:rsidR="001C0413" w:rsidRDefault="001C0413" w:rsidP="001C0413">
      <w:r>
        <w:t>— </w:t>
      </w:r>
      <w:r w:rsidR="00530790" w:rsidRPr="005D5566">
        <w:t>Soyez sans crainte</w:t>
      </w:r>
      <w:r>
        <w:t xml:space="preserve"> ! </w:t>
      </w:r>
      <w:r w:rsidR="00530790" w:rsidRPr="005D5566">
        <w:t>fit Nicolas</w:t>
      </w:r>
      <w:r>
        <w:t xml:space="preserve">. </w:t>
      </w:r>
      <w:r w:rsidR="00530790" w:rsidRPr="005D5566">
        <w:t>Vous n</w:t>
      </w:r>
      <w:r>
        <w:t>’</w:t>
      </w:r>
      <w:r w:rsidR="00530790" w:rsidRPr="005D5566">
        <w:t>en aurez pas l</w:t>
      </w:r>
      <w:r>
        <w:t>’</w:t>
      </w:r>
      <w:r w:rsidR="00530790" w:rsidRPr="005D5566">
        <w:t>occasion</w:t>
      </w:r>
      <w:r>
        <w:t xml:space="preserve">… </w:t>
      </w:r>
      <w:r w:rsidR="00530790" w:rsidRPr="005D5566">
        <w:t>Croyez-moi</w:t>
      </w:r>
      <w:r>
        <w:t> !</w:t>
      </w:r>
    </w:p>
    <w:p w14:paraId="538A93AF" w14:textId="77777777" w:rsidR="001C0413" w:rsidRDefault="001C0413" w:rsidP="001C0413">
      <w:r>
        <w:t>— </w:t>
      </w:r>
      <w:r w:rsidR="00530790" w:rsidRPr="005D5566">
        <w:t>Alors</w:t>
      </w:r>
      <w:r>
        <w:t xml:space="preserve">, </w:t>
      </w:r>
      <w:r w:rsidR="00530790" w:rsidRPr="005D5566">
        <w:t>c</w:t>
      </w:r>
      <w:r>
        <w:t>’</w:t>
      </w:r>
      <w:r w:rsidR="00530790" w:rsidRPr="005D5566">
        <w:t>est différent</w:t>
      </w:r>
      <w:r>
        <w:t xml:space="preserve"> ! </w:t>
      </w:r>
      <w:r w:rsidR="00530790" w:rsidRPr="005D5566">
        <w:t>dit Ignati</w:t>
      </w:r>
      <w:r>
        <w:t>. (</w:t>
      </w:r>
      <w:r w:rsidR="00530790" w:rsidRPr="005D5566">
        <w:t>Il se tranquillisa et sourit à Nicolas d</w:t>
      </w:r>
      <w:r>
        <w:t>’</w:t>
      </w:r>
      <w:r w:rsidR="00530790" w:rsidRPr="005D5566">
        <w:t>un air confiant et joyeux</w:t>
      </w:r>
      <w:r>
        <w:t xml:space="preserve">.) </w:t>
      </w:r>
      <w:r w:rsidR="00530790" w:rsidRPr="005D5566">
        <w:t>J</w:t>
      </w:r>
      <w:r>
        <w:t>’</w:t>
      </w:r>
      <w:r w:rsidR="00530790" w:rsidRPr="005D5566">
        <w:t>aimerais aller à la fabrique</w:t>
      </w:r>
      <w:r>
        <w:t xml:space="preserve">, </w:t>
      </w:r>
      <w:r w:rsidR="00530790" w:rsidRPr="005D5566">
        <w:t>on dit qu</w:t>
      </w:r>
      <w:r>
        <w:t>’</w:t>
      </w:r>
      <w:r w:rsidR="00530790" w:rsidRPr="005D5566">
        <w:t>il y a des gens assez intelligents</w:t>
      </w:r>
      <w:r>
        <w:t>…</w:t>
      </w:r>
    </w:p>
    <w:p w14:paraId="5C493A14" w14:textId="77777777" w:rsidR="001C0413" w:rsidRDefault="00530790" w:rsidP="001C0413">
      <w:r w:rsidRPr="005D5566">
        <w:t>Il semblait que dans sa large poitrine</w:t>
      </w:r>
      <w:r w:rsidR="001C0413">
        <w:t xml:space="preserve">, </w:t>
      </w:r>
      <w:r w:rsidRPr="005D5566">
        <w:t>un feu brûlât</w:t>
      </w:r>
      <w:r w:rsidR="001C0413">
        <w:t xml:space="preserve">, </w:t>
      </w:r>
      <w:r w:rsidRPr="005D5566">
        <w:t>inégal encore</w:t>
      </w:r>
      <w:r w:rsidR="001C0413">
        <w:t xml:space="preserve">, </w:t>
      </w:r>
      <w:r w:rsidRPr="005D5566">
        <w:t>et s</w:t>
      </w:r>
      <w:r w:rsidR="001C0413">
        <w:t>’</w:t>
      </w:r>
      <w:r w:rsidRPr="005D5566">
        <w:t>éteignît ne laissant voir que la fumée de la perplexité et de l</w:t>
      </w:r>
      <w:r w:rsidR="001C0413">
        <w:t>’</w:t>
      </w:r>
      <w:r w:rsidRPr="005D5566">
        <w:t>inquiétude</w:t>
      </w:r>
      <w:r w:rsidR="001C0413">
        <w:t>.</w:t>
      </w:r>
    </w:p>
    <w:p w14:paraId="176744D1" w14:textId="77777777" w:rsidR="001C0413" w:rsidRDefault="00530790" w:rsidP="001C0413">
      <w:r w:rsidRPr="005D5566">
        <w:t>La mère se leva de table et alla vers la fenêtre en disant d</w:t>
      </w:r>
      <w:r w:rsidR="001C0413">
        <w:t>’</w:t>
      </w:r>
      <w:r w:rsidRPr="005D5566">
        <w:t>un ton pensif</w:t>
      </w:r>
      <w:r w:rsidR="001C0413">
        <w:t> :</w:t>
      </w:r>
    </w:p>
    <w:p w14:paraId="5E064E9A" w14:textId="77777777" w:rsidR="001C0413" w:rsidRDefault="001C0413" w:rsidP="001C0413">
      <w:r>
        <w:t>— </w:t>
      </w:r>
      <w:r w:rsidR="00530790" w:rsidRPr="005D5566">
        <w:t>Hé</w:t>
      </w:r>
      <w:r>
        <w:t xml:space="preserve"> ! </w:t>
      </w:r>
      <w:r w:rsidR="00530790" w:rsidRPr="005D5566">
        <w:t>la vie est bizarre</w:t>
      </w:r>
      <w:r>
        <w:t xml:space="preserve"> !… </w:t>
      </w:r>
      <w:r w:rsidR="00530790" w:rsidRPr="005D5566">
        <w:t>on rit cinq fois par jour</w:t>
      </w:r>
      <w:r>
        <w:t xml:space="preserve">… </w:t>
      </w:r>
      <w:r w:rsidR="00530790" w:rsidRPr="005D5566">
        <w:t>on pleure tout autant</w:t>
      </w:r>
      <w:r>
        <w:t xml:space="preserve">… </w:t>
      </w:r>
      <w:r w:rsidR="00530790" w:rsidRPr="005D5566">
        <w:t>C</w:t>
      </w:r>
      <w:r>
        <w:t>’</w:t>
      </w:r>
      <w:r w:rsidR="00530790" w:rsidRPr="005D5566">
        <w:t>est agréable</w:t>
      </w:r>
      <w:r>
        <w:t xml:space="preserve"> !… </w:t>
      </w:r>
      <w:r w:rsidR="00530790" w:rsidRPr="005D5566">
        <w:t>Tu as fini Ignati</w:t>
      </w:r>
      <w:r>
        <w:t xml:space="preserve"> ? </w:t>
      </w:r>
      <w:r w:rsidR="00530790" w:rsidRPr="005D5566">
        <w:t>Va dormir</w:t>
      </w:r>
      <w:r>
        <w:t> !</w:t>
      </w:r>
    </w:p>
    <w:p w14:paraId="7870CD61" w14:textId="77777777" w:rsidR="001C0413" w:rsidRDefault="001C0413" w:rsidP="001C0413">
      <w:r>
        <w:t>— </w:t>
      </w:r>
      <w:r w:rsidR="00530790" w:rsidRPr="005D5566">
        <w:t>Non</w:t>
      </w:r>
      <w:r>
        <w:t xml:space="preserve">, </w:t>
      </w:r>
      <w:r w:rsidR="00530790" w:rsidRPr="005D5566">
        <w:t>je ne veux pas</w:t>
      </w:r>
      <w:r>
        <w:t> !</w:t>
      </w:r>
    </w:p>
    <w:p w14:paraId="53BACDAE" w14:textId="77777777" w:rsidR="001C0413" w:rsidRDefault="001C0413" w:rsidP="001C0413">
      <w:r>
        <w:t>— </w:t>
      </w:r>
      <w:r w:rsidR="00530790" w:rsidRPr="005D5566">
        <w:t>Va dormir</w:t>
      </w:r>
      <w:r>
        <w:t xml:space="preserve">, </w:t>
      </w:r>
      <w:r w:rsidR="00530790" w:rsidRPr="005D5566">
        <w:t>te dis-je</w:t>
      </w:r>
      <w:r>
        <w:t> !</w:t>
      </w:r>
    </w:p>
    <w:p w14:paraId="588D3C18" w14:textId="77777777" w:rsidR="001C0413" w:rsidRDefault="001C0413" w:rsidP="001C0413">
      <w:r>
        <w:t>— </w:t>
      </w:r>
      <w:r w:rsidR="00530790" w:rsidRPr="005D5566">
        <w:t>Vous êtes bien sévère</w:t>
      </w:r>
      <w:r>
        <w:t xml:space="preserve"> ! </w:t>
      </w:r>
      <w:r w:rsidR="00530790" w:rsidRPr="005D5566">
        <w:t>Eh bien</w:t>
      </w:r>
      <w:r>
        <w:t xml:space="preserve">, </w:t>
      </w:r>
      <w:r w:rsidR="00530790" w:rsidRPr="005D5566">
        <w:t>j</w:t>
      </w:r>
      <w:r>
        <w:t>’</w:t>
      </w:r>
      <w:r w:rsidR="00530790" w:rsidRPr="005D5566">
        <w:t>y vais</w:t>
      </w:r>
      <w:r>
        <w:t xml:space="preserve"> ! </w:t>
      </w:r>
      <w:r w:rsidR="00530790" w:rsidRPr="005D5566">
        <w:t>Merci pour le thé</w:t>
      </w:r>
      <w:r>
        <w:t xml:space="preserve">, </w:t>
      </w:r>
      <w:r w:rsidR="00530790" w:rsidRPr="005D5566">
        <w:t>pour le sucre</w:t>
      </w:r>
      <w:r>
        <w:t xml:space="preserve">… </w:t>
      </w:r>
      <w:r w:rsidR="00530790" w:rsidRPr="005D5566">
        <w:t>pour l</w:t>
      </w:r>
      <w:r>
        <w:t>’</w:t>
      </w:r>
      <w:r w:rsidR="00530790" w:rsidRPr="005D5566">
        <w:t>amitié</w:t>
      </w:r>
      <w:r>
        <w:t>.</w:t>
      </w:r>
    </w:p>
    <w:p w14:paraId="7179E2A5" w14:textId="77777777" w:rsidR="001C0413" w:rsidRDefault="00530790" w:rsidP="001C0413">
      <w:r w:rsidRPr="005D5566">
        <w:t>Il se coucha sur le lit de la mère et murmura en se grattant la tête</w:t>
      </w:r>
      <w:r w:rsidR="001C0413">
        <w:t> :</w:t>
      </w:r>
    </w:p>
    <w:p w14:paraId="4129610F" w14:textId="77777777" w:rsidR="001C0413" w:rsidRDefault="001C0413" w:rsidP="001C0413">
      <w:r>
        <w:lastRenderedPageBreak/>
        <w:t>— </w:t>
      </w:r>
      <w:r w:rsidR="00530790" w:rsidRPr="005D5566">
        <w:t>Maintenant</w:t>
      </w:r>
      <w:r>
        <w:t xml:space="preserve">, </w:t>
      </w:r>
      <w:r w:rsidR="00530790" w:rsidRPr="005D5566">
        <w:t>tout sentira le goudron chez vous</w:t>
      </w:r>
      <w:r>
        <w:t xml:space="preserve">… </w:t>
      </w:r>
      <w:r w:rsidR="00530790" w:rsidRPr="005D5566">
        <w:t>Vous avez tort</w:t>
      </w:r>
      <w:r>
        <w:t xml:space="preserve"> !… </w:t>
      </w:r>
      <w:r w:rsidR="00530790" w:rsidRPr="005D5566">
        <w:t>Vous me gâtez</w:t>
      </w:r>
      <w:r>
        <w:t xml:space="preserve"> ! </w:t>
      </w:r>
      <w:r w:rsidR="00530790" w:rsidRPr="005D5566">
        <w:t>Je n</w:t>
      </w:r>
      <w:r>
        <w:t>’</w:t>
      </w:r>
      <w:r w:rsidR="00530790" w:rsidRPr="005D5566">
        <w:t>ai pas sommeil</w:t>
      </w:r>
      <w:r>
        <w:t xml:space="preserve">… </w:t>
      </w:r>
      <w:r w:rsidR="00530790" w:rsidRPr="005D5566">
        <w:t>Vous êtes de braves gens</w:t>
      </w:r>
      <w:r>
        <w:t xml:space="preserve">… </w:t>
      </w:r>
      <w:r w:rsidR="00530790" w:rsidRPr="005D5566">
        <w:t>Je n</w:t>
      </w:r>
      <w:r>
        <w:t>’</w:t>
      </w:r>
      <w:r w:rsidR="00530790" w:rsidRPr="005D5566">
        <w:t>y comprends plus rien</w:t>
      </w:r>
      <w:r>
        <w:t xml:space="preserve">… </w:t>
      </w:r>
      <w:r w:rsidR="00530790" w:rsidRPr="005D5566">
        <w:t>on se croirait à cent mille kilomètres du village</w:t>
      </w:r>
      <w:r>
        <w:t xml:space="preserve">… </w:t>
      </w:r>
      <w:r w:rsidR="00530790" w:rsidRPr="005D5566">
        <w:t>Comme il a bien parlé à propos du milieu</w:t>
      </w:r>
      <w:r>
        <w:t xml:space="preserve">… </w:t>
      </w:r>
      <w:r w:rsidR="00530790" w:rsidRPr="005D5566">
        <w:t>Au milieu</w:t>
      </w:r>
      <w:r>
        <w:t xml:space="preserve">, </w:t>
      </w:r>
      <w:r w:rsidR="00530790" w:rsidRPr="005D5566">
        <w:t>il y a ceux qui lèchent les mains</w:t>
      </w:r>
      <w:r>
        <w:t xml:space="preserve">… </w:t>
      </w:r>
      <w:r w:rsidR="00530790" w:rsidRPr="005D5566">
        <w:t>des gens qui battent les autres</w:t>
      </w:r>
      <w:r>
        <w:t xml:space="preserve">… </w:t>
      </w:r>
      <w:r w:rsidR="00530790" w:rsidRPr="005D5566">
        <w:t>Diable</w:t>
      </w:r>
      <w:r>
        <w:t> !…</w:t>
      </w:r>
    </w:p>
    <w:p w14:paraId="3FA6C61C" w14:textId="77777777" w:rsidR="001C0413" w:rsidRDefault="00530790" w:rsidP="001C0413">
      <w:r w:rsidRPr="005D5566">
        <w:t>Et soudain</w:t>
      </w:r>
      <w:r w:rsidR="001C0413">
        <w:t xml:space="preserve">, </w:t>
      </w:r>
      <w:r w:rsidRPr="005D5566">
        <w:t>avec un ronflement sonore</w:t>
      </w:r>
      <w:r w:rsidR="001C0413">
        <w:t xml:space="preserve">, </w:t>
      </w:r>
      <w:r w:rsidRPr="005D5566">
        <w:t>il s</w:t>
      </w:r>
      <w:r w:rsidR="001C0413">
        <w:t>’</w:t>
      </w:r>
      <w:r w:rsidRPr="005D5566">
        <w:t>endormit</w:t>
      </w:r>
      <w:r w:rsidR="001C0413">
        <w:t xml:space="preserve">, </w:t>
      </w:r>
      <w:r w:rsidRPr="005D5566">
        <w:t>les sourcils relevés</w:t>
      </w:r>
      <w:r w:rsidR="001C0413">
        <w:t xml:space="preserve">, </w:t>
      </w:r>
      <w:r w:rsidRPr="005D5566">
        <w:t>la bouche entr</w:t>
      </w:r>
      <w:r w:rsidR="001C0413">
        <w:t>’</w:t>
      </w:r>
      <w:r w:rsidRPr="005D5566">
        <w:t>ouverte</w:t>
      </w:r>
      <w:r w:rsidR="001C0413">
        <w:t>…</w:t>
      </w:r>
    </w:p>
    <w:p w14:paraId="172C5A2A" w14:textId="6B7D4401" w:rsidR="00530790" w:rsidRPr="003B37B8" w:rsidRDefault="00530790" w:rsidP="001C0413">
      <w:pPr>
        <w:pStyle w:val="Titre2"/>
        <w:rPr>
          <w:szCs w:val="44"/>
        </w:rPr>
      </w:pPr>
      <w:bookmarkStart w:id="52" w:name="_Toc202279573"/>
      <w:r w:rsidRPr="003B37B8">
        <w:rPr>
          <w:szCs w:val="44"/>
        </w:rPr>
        <w:lastRenderedPageBreak/>
        <w:t>XX</w:t>
      </w:r>
      <w:bookmarkEnd w:id="52"/>
      <w:r w:rsidRPr="003B37B8">
        <w:rPr>
          <w:szCs w:val="44"/>
        </w:rPr>
        <w:br/>
      </w:r>
    </w:p>
    <w:p w14:paraId="4F2816C5" w14:textId="77777777" w:rsidR="001C0413" w:rsidRDefault="00530790" w:rsidP="001C0413">
      <w:r w:rsidRPr="005D5566">
        <w:t>Très tard dans la soirée</w:t>
      </w:r>
      <w:r w:rsidR="001C0413">
        <w:t xml:space="preserve">, </w:t>
      </w:r>
      <w:r w:rsidRPr="005D5566">
        <w:t>Ignati se trouvait dans un sous-sol assis en face de Vessoftchikov</w:t>
      </w:r>
      <w:r w:rsidR="001C0413">
        <w:t xml:space="preserve">, </w:t>
      </w:r>
      <w:r w:rsidRPr="005D5566">
        <w:t>et lui disait</w:t>
      </w:r>
      <w:r w:rsidR="001C0413">
        <w:t xml:space="preserve">, </w:t>
      </w:r>
      <w:r w:rsidRPr="005D5566">
        <w:t>en chuchotant</w:t>
      </w:r>
      <w:r w:rsidR="001C0413">
        <w:t> :</w:t>
      </w:r>
    </w:p>
    <w:p w14:paraId="6D04686F" w14:textId="77777777" w:rsidR="001C0413" w:rsidRDefault="001C0413" w:rsidP="001C0413">
      <w:r>
        <w:t>— </w:t>
      </w:r>
      <w:r w:rsidR="00530790" w:rsidRPr="005D5566">
        <w:t>Quatre fois</w:t>
      </w:r>
      <w:r>
        <w:t xml:space="preserve">, </w:t>
      </w:r>
      <w:r w:rsidR="00530790" w:rsidRPr="005D5566">
        <w:t>à la fenêtre du milieu</w:t>
      </w:r>
      <w:r>
        <w:t>…</w:t>
      </w:r>
    </w:p>
    <w:p w14:paraId="4851BB47" w14:textId="77777777" w:rsidR="001C0413" w:rsidRDefault="001C0413" w:rsidP="001C0413">
      <w:r>
        <w:t>— </w:t>
      </w:r>
      <w:r w:rsidR="00530790" w:rsidRPr="005D5566">
        <w:t>Quatre</w:t>
      </w:r>
      <w:r>
        <w:t xml:space="preserve"> ? </w:t>
      </w:r>
      <w:r w:rsidR="00530790" w:rsidRPr="005D5566">
        <w:t>répéta le grêlé d</w:t>
      </w:r>
      <w:r>
        <w:t>’</w:t>
      </w:r>
      <w:r w:rsidR="00530790" w:rsidRPr="005D5566">
        <w:t>un air soucieux</w:t>
      </w:r>
      <w:r>
        <w:t>.</w:t>
      </w:r>
    </w:p>
    <w:p w14:paraId="142B6C61" w14:textId="77777777" w:rsidR="001C0413" w:rsidRDefault="001C0413" w:rsidP="001C0413">
      <w:r>
        <w:t>— </w:t>
      </w:r>
      <w:r w:rsidR="00530790" w:rsidRPr="005D5566">
        <w:t>D</w:t>
      </w:r>
      <w:r>
        <w:t>’</w:t>
      </w:r>
      <w:r w:rsidR="00530790" w:rsidRPr="005D5566">
        <w:t>abord trois</w:t>
      </w:r>
      <w:r>
        <w:t xml:space="preserve">, </w:t>
      </w:r>
      <w:r w:rsidR="00530790" w:rsidRPr="005D5566">
        <w:t>comme cela</w:t>
      </w:r>
      <w:r>
        <w:t>…</w:t>
      </w:r>
    </w:p>
    <w:p w14:paraId="790DBE8A" w14:textId="77777777" w:rsidR="001C0413" w:rsidRDefault="00530790" w:rsidP="001C0413">
      <w:r w:rsidRPr="005D5566">
        <w:t>Et il frappa sur la table avec son doigt replié</w:t>
      </w:r>
      <w:r w:rsidR="001C0413">
        <w:t xml:space="preserve">, </w:t>
      </w:r>
      <w:r w:rsidRPr="005D5566">
        <w:t>en comptant</w:t>
      </w:r>
      <w:r w:rsidR="001C0413">
        <w:t> :</w:t>
      </w:r>
    </w:p>
    <w:p w14:paraId="6700F298" w14:textId="77777777" w:rsidR="001C0413" w:rsidRDefault="001C0413" w:rsidP="001C0413">
      <w:r>
        <w:t>— </w:t>
      </w:r>
      <w:r w:rsidR="00530790" w:rsidRPr="005D5566">
        <w:t>Une</w:t>
      </w:r>
      <w:r>
        <w:t xml:space="preserve">, </w:t>
      </w:r>
      <w:r w:rsidR="00530790" w:rsidRPr="005D5566">
        <w:t>deux</w:t>
      </w:r>
      <w:r>
        <w:t xml:space="preserve">, </w:t>
      </w:r>
      <w:r w:rsidR="00530790" w:rsidRPr="005D5566">
        <w:t>trois</w:t>
      </w:r>
      <w:r>
        <w:t xml:space="preserve"> ; </w:t>
      </w:r>
      <w:r w:rsidR="00530790" w:rsidRPr="005D5566">
        <w:t>puis</w:t>
      </w:r>
      <w:r>
        <w:t xml:space="preserve">, </w:t>
      </w:r>
      <w:r w:rsidR="00530790" w:rsidRPr="005D5566">
        <w:t>encore une fois</w:t>
      </w:r>
      <w:r>
        <w:t xml:space="preserve">, </w:t>
      </w:r>
      <w:r w:rsidR="00530790" w:rsidRPr="005D5566">
        <w:t>après un petit instant</w:t>
      </w:r>
      <w:r>
        <w:t>…</w:t>
      </w:r>
    </w:p>
    <w:p w14:paraId="63D55305" w14:textId="77777777" w:rsidR="001C0413" w:rsidRDefault="001C0413" w:rsidP="001C0413">
      <w:r>
        <w:t>— </w:t>
      </w:r>
      <w:r w:rsidR="00530790" w:rsidRPr="005D5566">
        <w:t>Je comprends</w:t>
      </w:r>
      <w:r>
        <w:t>…</w:t>
      </w:r>
    </w:p>
    <w:p w14:paraId="46462884" w14:textId="77777777" w:rsidR="001C0413" w:rsidRDefault="001C0413" w:rsidP="001C0413">
      <w:r>
        <w:t>— </w:t>
      </w:r>
      <w:r w:rsidR="00530790" w:rsidRPr="005D5566">
        <w:t>Un paysan à cheveux rouges vous ouvrira</w:t>
      </w:r>
      <w:r>
        <w:t xml:space="preserve"> ; </w:t>
      </w:r>
      <w:r w:rsidR="00530790" w:rsidRPr="005D5566">
        <w:t>il vous demandera</w:t>
      </w:r>
      <w:r>
        <w:t xml:space="preserve"> : – </w:t>
      </w:r>
      <w:r w:rsidR="00530790" w:rsidRPr="005D5566">
        <w:t>C</w:t>
      </w:r>
      <w:r>
        <w:t>’</w:t>
      </w:r>
      <w:r w:rsidR="00530790" w:rsidRPr="005D5566">
        <w:t>est pour la sage-femme</w:t>
      </w:r>
      <w:r>
        <w:t xml:space="preserve"> ? </w:t>
      </w:r>
      <w:r w:rsidR="00530790" w:rsidRPr="005D5566">
        <w:t>Vous lui direz</w:t>
      </w:r>
      <w:r>
        <w:t xml:space="preserve"> : – </w:t>
      </w:r>
      <w:r w:rsidR="00530790" w:rsidRPr="005D5566">
        <w:t>Oui</w:t>
      </w:r>
      <w:r>
        <w:t xml:space="preserve">, </w:t>
      </w:r>
      <w:r w:rsidR="00530790" w:rsidRPr="005D5566">
        <w:t>de la part du propriétaire</w:t>
      </w:r>
      <w:r>
        <w:t xml:space="preserve"> ! </w:t>
      </w:r>
      <w:r w:rsidR="00530790" w:rsidRPr="005D5566">
        <w:t>Rien de plus</w:t>
      </w:r>
      <w:r>
        <w:t xml:space="preserve">, </w:t>
      </w:r>
      <w:r w:rsidR="00530790" w:rsidRPr="005D5566">
        <w:t>il comprendra de quoi il s</w:t>
      </w:r>
      <w:r>
        <w:t>’</w:t>
      </w:r>
      <w:r w:rsidR="00530790" w:rsidRPr="005D5566">
        <w:t>agit</w:t>
      </w:r>
      <w:r>
        <w:t> !</w:t>
      </w:r>
    </w:p>
    <w:p w14:paraId="1E6983D8" w14:textId="77777777" w:rsidR="001C0413" w:rsidRDefault="00530790" w:rsidP="001C0413">
      <w:r w:rsidRPr="005D5566">
        <w:t>Leurs têtes se rapprochaient</w:t>
      </w:r>
      <w:r w:rsidR="001C0413">
        <w:t xml:space="preserve"> ; </w:t>
      </w:r>
      <w:r w:rsidRPr="005D5566">
        <w:t>tous les deux</w:t>
      </w:r>
      <w:r w:rsidR="001C0413">
        <w:t xml:space="preserve">, </w:t>
      </w:r>
      <w:r w:rsidRPr="005D5566">
        <w:t>robustes et grands</w:t>
      </w:r>
      <w:r w:rsidR="001C0413">
        <w:t xml:space="preserve">, </w:t>
      </w:r>
      <w:r w:rsidRPr="005D5566">
        <w:t>ils parlaient en étouffant leur voix</w:t>
      </w:r>
      <w:r w:rsidR="001C0413">
        <w:t xml:space="preserve"> ; </w:t>
      </w:r>
      <w:r w:rsidRPr="005D5566">
        <w:t>les bras croisés sur la poitrine</w:t>
      </w:r>
      <w:r w:rsidR="001C0413">
        <w:t xml:space="preserve">, </w:t>
      </w:r>
      <w:r w:rsidRPr="005D5566">
        <w:t>la mère les regardait</w:t>
      </w:r>
      <w:r w:rsidR="001C0413">
        <w:t xml:space="preserve">, </w:t>
      </w:r>
      <w:r w:rsidRPr="005D5566">
        <w:t>debout près de la table</w:t>
      </w:r>
      <w:r w:rsidR="001C0413">
        <w:t xml:space="preserve">. </w:t>
      </w:r>
      <w:r w:rsidRPr="005D5566">
        <w:t>Tous ces signes mystérieux</w:t>
      </w:r>
      <w:r w:rsidR="001C0413">
        <w:t xml:space="preserve">, </w:t>
      </w:r>
      <w:r w:rsidRPr="005D5566">
        <w:t>ces questions et ces réponses convenues la faisaient sourire</w:t>
      </w:r>
      <w:r w:rsidR="001C0413">
        <w:t xml:space="preserve"> ; </w:t>
      </w:r>
      <w:r w:rsidRPr="005D5566">
        <w:t>elle pensait</w:t>
      </w:r>
      <w:r w:rsidR="001C0413">
        <w:t> :</w:t>
      </w:r>
    </w:p>
    <w:p w14:paraId="12C2EA61" w14:textId="0C8D28F9" w:rsidR="001C0413" w:rsidRDefault="001C0413" w:rsidP="001C0413">
      <w:r>
        <w:t>« </w:t>
      </w:r>
      <w:r w:rsidR="00530790" w:rsidRPr="005D5566">
        <w:t>Ce sont encore des enfants</w:t>
      </w:r>
      <w:r>
        <w:t> ! »</w:t>
      </w:r>
    </w:p>
    <w:p w14:paraId="2F9F3256" w14:textId="77777777" w:rsidR="001C0413" w:rsidRDefault="00530790" w:rsidP="001C0413">
      <w:r w:rsidRPr="005D5566">
        <w:t>Au mur</w:t>
      </w:r>
      <w:r w:rsidR="001C0413">
        <w:t xml:space="preserve">, </w:t>
      </w:r>
      <w:r w:rsidRPr="005D5566">
        <w:t>une lampe brillait</w:t>
      </w:r>
      <w:r w:rsidR="001C0413">
        <w:t xml:space="preserve">, </w:t>
      </w:r>
      <w:r w:rsidRPr="005D5566">
        <w:t>éclairant les sombres taches de moisissure</w:t>
      </w:r>
      <w:r w:rsidR="001C0413">
        <w:t xml:space="preserve">, </w:t>
      </w:r>
      <w:r w:rsidRPr="005D5566">
        <w:t>les images découpées dans des journaux</w:t>
      </w:r>
      <w:r w:rsidR="001C0413">
        <w:t xml:space="preserve"> ; </w:t>
      </w:r>
      <w:r w:rsidRPr="005D5566">
        <w:t xml:space="preserve">sur </w:t>
      </w:r>
      <w:r w:rsidRPr="005D5566">
        <w:lastRenderedPageBreak/>
        <w:t>le sol traînaient des seaux bosselés</w:t>
      </w:r>
      <w:r w:rsidR="001C0413">
        <w:t xml:space="preserve">, </w:t>
      </w:r>
      <w:r w:rsidRPr="005D5566">
        <w:t>des débris de zinc</w:t>
      </w:r>
      <w:r w:rsidR="001C0413">
        <w:t xml:space="preserve"> ; </w:t>
      </w:r>
      <w:r w:rsidRPr="005D5566">
        <w:t>par la fenêtre</w:t>
      </w:r>
      <w:r w:rsidR="001C0413">
        <w:t xml:space="preserve">, </w:t>
      </w:r>
      <w:r w:rsidRPr="005D5566">
        <w:t>on apercevait au ciel obscur une grande étoile scintillante</w:t>
      </w:r>
      <w:r w:rsidR="001C0413">
        <w:t xml:space="preserve">. </w:t>
      </w:r>
      <w:r w:rsidRPr="005D5566">
        <w:t>Une odeur de rouille</w:t>
      </w:r>
      <w:r w:rsidR="001C0413">
        <w:t xml:space="preserve">, </w:t>
      </w:r>
      <w:r w:rsidRPr="005D5566">
        <w:t>de couleur à l</w:t>
      </w:r>
      <w:r w:rsidR="001C0413">
        <w:t>’</w:t>
      </w:r>
      <w:r w:rsidRPr="005D5566">
        <w:t>huile et d</w:t>
      </w:r>
      <w:r w:rsidR="001C0413">
        <w:t>’</w:t>
      </w:r>
      <w:r w:rsidRPr="005D5566">
        <w:t>humidité remplissait la pièce</w:t>
      </w:r>
      <w:r w:rsidR="001C0413">
        <w:t>.</w:t>
      </w:r>
    </w:p>
    <w:p w14:paraId="7D51D9F7" w14:textId="77777777" w:rsidR="001C0413" w:rsidRDefault="00530790" w:rsidP="001C0413">
      <w:r w:rsidRPr="005D5566">
        <w:t>Ignati était revêtu d</w:t>
      </w:r>
      <w:r w:rsidR="001C0413">
        <w:t>’</w:t>
      </w:r>
      <w:r w:rsidRPr="005D5566">
        <w:t>un épais pardessus en drap velu qui lui plaisait beaucoup</w:t>
      </w:r>
      <w:r w:rsidR="001C0413">
        <w:t xml:space="preserve"> ; </w:t>
      </w:r>
      <w:r w:rsidRPr="005D5566">
        <w:t>la mère le voyait caresser avec amour sa manche</w:t>
      </w:r>
      <w:r w:rsidR="001C0413">
        <w:t xml:space="preserve"> ; </w:t>
      </w:r>
      <w:r w:rsidRPr="005D5566">
        <w:t>il tordait avec effort son gros cou pour mieux s</w:t>
      </w:r>
      <w:r w:rsidR="001C0413">
        <w:t>’</w:t>
      </w:r>
      <w:r w:rsidRPr="005D5566">
        <w:t>admirer</w:t>
      </w:r>
      <w:r w:rsidR="001C0413">
        <w:t xml:space="preserve">. </w:t>
      </w:r>
      <w:r w:rsidRPr="005D5566">
        <w:t>Et une pensée martelait le cœur de Pélaguée</w:t>
      </w:r>
      <w:r w:rsidR="001C0413">
        <w:t>.</w:t>
      </w:r>
    </w:p>
    <w:p w14:paraId="6DE22AD1" w14:textId="095AD95F" w:rsidR="001C0413" w:rsidRDefault="001C0413" w:rsidP="001C0413">
      <w:r>
        <w:t>« </w:t>
      </w:r>
      <w:r w:rsidR="00530790" w:rsidRPr="005D5566">
        <w:t>Enfants</w:t>
      </w:r>
      <w:r>
        <w:t xml:space="preserve"> !… </w:t>
      </w:r>
      <w:r w:rsidR="00530790" w:rsidRPr="005D5566">
        <w:t>mes chers enfants</w:t>
      </w:r>
      <w:r>
        <w:t> !… »</w:t>
      </w:r>
    </w:p>
    <w:p w14:paraId="203DD20E" w14:textId="77777777" w:rsidR="001C0413" w:rsidRDefault="001C0413" w:rsidP="001C0413">
      <w:r>
        <w:t>— </w:t>
      </w:r>
      <w:r w:rsidR="00530790" w:rsidRPr="005D5566">
        <w:t>Voilà</w:t>
      </w:r>
      <w:r>
        <w:t xml:space="preserve"> ! </w:t>
      </w:r>
      <w:r w:rsidR="00530790" w:rsidRPr="005D5566">
        <w:t>dit Ignati en se levant</w:t>
      </w:r>
      <w:r>
        <w:t xml:space="preserve">. </w:t>
      </w:r>
      <w:r w:rsidR="00530790" w:rsidRPr="005D5566">
        <w:t>Donc</w:t>
      </w:r>
      <w:r>
        <w:t xml:space="preserve">, </w:t>
      </w:r>
      <w:r w:rsidR="00530790" w:rsidRPr="005D5566">
        <w:t>rappelez-vous</w:t>
      </w:r>
      <w:r>
        <w:t xml:space="preserve"> ! </w:t>
      </w:r>
      <w:r w:rsidR="00530790" w:rsidRPr="005D5566">
        <w:t>d</w:t>
      </w:r>
      <w:r>
        <w:t>’</w:t>
      </w:r>
      <w:r w:rsidR="00530790" w:rsidRPr="005D5566">
        <w:t>abord chez Mouratov</w:t>
      </w:r>
      <w:r>
        <w:t xml:space="preserve">, </w:t>
      </w:r>
      <w:r w:rsidR="00530790" w:rsidRPr="005D5566">
        <w:t>demander le grand-père</w:t>
      </w:r>
      <w:r>
        <w:t>…</w:t>
      </w:r>
    </w:p>
    <w:p w14:paraId="48F04F59" w14:textId="77777777" w:rsidR="001C0413" w:rsidRDefault="001C0413" w:rsidP="001C0413">
      <w:r>
        <w:t>— </w:t>
      </w:r>
      <w:r w:rsidR="00530790" w:rsidRPr="005D5566">
        <w:t>Je me rappelle</w:t>
      </w:r>
      <w:r>
        <w:t xml:space="preserve"> ! </w:t>
      </w:r>
      <w:r w:rsidR="00530790" w:rsidRPr="005D5566">
        <w:t>répondit Vessoftchikov</w:t>
      </w:r>
      <w:r>
        <w:t>.</w:t>
      </w:r>
    </w:p>
    <w:p w14:paraId="78448ECE" w14:textId="77777777" w:rsidR="001C0413" w:rsidRDefault="00530790" w:rsidP="001C0413">
      <w:r w:rsidRPr="005D5566">
        <w:t>Mais Ignati n</w:t>
      </w:r>
      <w:r w:rsidR="001C0413">
        <w:t>’</w:t>
      </w:r>
      <w:r w:rsidRPr="005D5566">
        <w:t>avait pas l</w:t>
      </w:r>
      <w:r w:rsidR="001C0413">
        <w:t>’</w:t>
      </w:r>
      <w:r w:rsidRPr="005D5566">
        <w:t>air de le croire</w:t>
      </w:r>
      <w:r w:rsidR="001C0413">
        <w:t xml:space="preserve">, </w:t>
      </w:r>
      <w:r w:rsidRPr="005D5566">
        <w:t>il lui répéta encore tous les signaux</w:t>
      </w:r>
      <w:r w:rsidR="001C0413">
        <w:t xml:space="preserve">, </w:t>
      </w:r>
      <w:r w:rsidRPr="005D5566">
        <w:t>et les mots de passe</w:t>
      </w:r>
      <w:r w:rsidR="001C0413">
        <w:t xml:space="preserve"> ; </w:t>
      </w:r>
      <w:r w:rsidRPr="005D5566">
        <w:t>enfin</w:t>
      </w:r>
      <w:r w:rsidR="001C0413">
        <w:t xml:space="preserve">, </w:t>
      </w:r>
      <w:r w:rsidRPr="005D5566">
        <w:t>il lui tendit la main</w:t>
      </w:r>
      <w:r w:rsidR="001C0413">
        <w:t>.</w:t>
      </w:r>
    </w:p>
    <w:p w14:paraId="7AB34783" w14:textId="77777777" w:rsidR="001C0413" w:rsidRDefault="001C0413" w:rsidP="001C0413">
      <w:r>
        <w:t>— </w:t>
      </w:r>
      <w:r w:rsidR="00530790" w:rsidRPr="005D5566">
        <w:t>Maintenant</w:t>
      </w:r>
      <w:r>
        <w:t xml:space="preserve">, </w:t>
      </w:r>
      <w:r w:rsidR="00530790" w:rsidRPr="005D5566">
        <w:t>c</w:t>
      </w:r>
      <w:r>
        <w:t>’</w:t>
      </w:r>
      <w:r w:rsidR="00530790" w:rsidRPr="005D5566">
        <w:t>est tout</w:t>
      </w:r>
      <w:r>
        <w:t xml:space="preserve"> ! </w:t>
      </w:r>
      <w:r w:rsidR="00530790" w:rsidRPr="005D5566">
        <w:t>Adieu</w:t>
      </w:r>
      <w:r>
        <w:t xml:space="preserve">, </w:t>
      </w:r>
      <w:r w:rsidR="00530790" w:rsidRPr="005D5566">
        <w:t>camarade</w:t>
      </w:r>
      <w:r>
        <w:t xml:space="preserve"> ! </w:t>
      </w:r>
      <w:r w:rsidR="00530790" w:rsidRPr="005D5566">
        <w:t>Saluez-les de ma part</w:t>
      </w:r>
      <w:r>
        <w:t xml:space="preserve"> ! </w:t>
      </w:r>
      <w:r w:rsidR="00530790" w:rsidRPr="005D5566">
        <w:t>Dites-leur</w:t>
      </w:r>
      <w:r>
        <w:t xml:space="preserve"> : – </w:t>
      </w:r>
      <w:r w:rsidR="00530790" w:rsidRPr="005D5566">
        <w:t>Ignati est vivant et bien portant</w:t>
      </w:r>
      <w:r>
        <w:t xml:space="preserve">. </w:t>
      </w:r>
      <w:r w:rsidR="00530790" w:rsidRPr="005D5566">
        <w:t>Ce sont de braves gens</w:t>
      </w:r>
      <w:r>
        <w:t xml:space="preserve">, </w:t>
      </w:r>
      <w:r w:rsidR="00530790" w:rsidRPr="005D5566">
        <w:t>vous verrez</w:t>
      </w:r>
      <w:r>
        <w:t>…</w:t>
      </w:r>
    </w:p>
    <w:p w14:paraId="79F3EFA9" w14:textId="77777777" w:rsidR="001C0413" w:rsidRDefault="00530790" w:rsidP="001C0413">
      <w:r w:rsidRPr="005D5566">
        <w:t>Il se contempla d</w:t>
      </w:r>
      <w:r w:rsidR="001C0413">
        <w:t>’</w:t>
      </w:r>
      <w:r w:rsidRPr="005D5566">
        <w:t>un air satisfait</w:t>
      </w:r>
      <w:r w:rsidR="001C0413">
        <w:t xml:space="preserve">, </w:t>
      </w:r>
      <w:r w:rsidRPr="005D5566">
        <w:t>passa la main sur son pardessus et demanda à la mère</w:t>
      </w:r>
      <w:r w:rsidR="001C0413">
        <w:t> :</w:t>
      </w:r>
    </w:p>
    <w:p w14:paraId="51642D04" w14:textId="77777777" w:rsidR="001C0413" w:rsidRDefault="001C0413" w:rsidP="001C0413">
      <w:r>
        <w:t>— </w:t>
      </w:r>
      <w:r w:rsidR="00530790" w:rsidRPr="005D5566">
        <w:t>Puis-je partir</w:t>
      </w:r>
      <w:r>
        <w:t> ?</w:t>
      </w:r>
    </w:p>
    <w:p w14:paraId="5E1848FA" w14:textId="77777777" w:rsidR="001C0413" w:rsidRDefault="001C0413" w:rsidP="001C0413">
      <w:r>
        <w:t>— </w:t>
      </w:r>
      <w:r w:rsidR="00530790" w:rsidRPr="005D5566">
        <w:t>Tu trouveras le chemin</w:t>
      </w:r>
      <w:r>
        <w:t> ?</w:t>
      </w:r>
    </w:p>
    <w:p w14:paraId="7CB0841A" w14:textId="77777777" w:rsidR="001C0413" w:rsidRDefault="001C0413" w:rsidP="001C0413">
      <w:r>
        <w:t>— </w:t>
      </w:r>
      <w:r w:rsidR="00530790" w:rsidRPr="005D5566">
        <w:t>Bien sûr</w:t>
      </w:r>
      <w:r>
        <w:t xml:space="preserve"> !… </w:t>
      </w:r>
      <w:r w:rsidR="00530790" w:rsidRPr="005D5566">
        <w:t>Au revoir</w:t>
      </w:r>
      <w:r>
        <w:t xml:space="preserve">, </w:t>
      </w:r>
      <w:r w:rsidR="00530790" w:rsidRPr="005D5566">
        <w:t>camarades</w:t>
      </w:r>
      <w:r>
        <w:t> !</w:t>
      </w:r>
    </w:p>
    <w:p w14:paraId="27CB1630" w14:textId="77777777" w:rsidR="001C0413" w:rsidRDefault="00530790" w:rsidP="001C0413">
      <w:r w:rsidRPr="005D5566">
        <w:t>Il s</w:t>
      </w:r>
      <w:r w:rsidR="001C0413">
        <w:t>’</w:t>
      </w:r>
      <w:r w:rsidRPr="005D5566">
        <w:t>en alla</w:t>
      </w:r>
      <w:r w:rsidR="001C0413">
        <w:t xml:space="preserve">, </w:t>
      </w:r>
      <w:r w:rsidRPr="005D5566">
        <w:t>les épaules hautes</w:t>
      </w:r>
      <w:r w:rsidR="001C0413">
        <w:t xml:space="preserve">, </w:t>
      </w:r>
      <w:r w:rsidRPr="005D5566">
        <w:t>bombant la poitrine</w:t>
      </w:r>
      <w:r w:rsidR="001C0413">
        <w:t xml:space="preserve">, </w:t>
      </w:r>
      <w:r w:rsidRPr="005D5566">
        <w:t>son chapeau neuf sur l</w:t>
      </w:r>
      <w:r w:rsidR="001C0413">
        <w:t>’</w:t>
      </w:r>
      <w:r w:rsidRPr="005D5566">
        <w:t>oreille</w:t>
      </w:r>
      <w:r w:rsidR="001C0413">
        <w:t xml:space="preserve">, </w:t>
      </w:r>
      <w:r w:rsidRPr="005D5566">
        <w:t>les mains enfoncées dans ses poches</w:t>
      </w:r>
      <w:r w:rsidR="001C0413">
        <w:t xml:space="preserve">. </w:t>
      </w:r>
      <w:r w:rsidRPr="005D5566">
        <w:t>Sur son front et ses tempes</w:t>
      </w:r>
      <w:r w:rsidR="001C0413">
        <w:t xml:space="preserve">, </w:t>
      </w:r>
      <w:r w:rsidRPr="005D5566">
        <w:t>des bouclettes claires et enfantines tremblaient gaiement</w:t>
      </w:r>
      <w:r w:rsidR="001C0413">
        <w:t>.</w:t>
      </w:r>
    </w:p>
    <w:p w14:paraId="7E8F0A2F" w14:textId="77777777" w:rsidR="001C0413" w:rsidRDefault="001C0413" w:rsidP="001C0413">
      <w:r>
        <w:lastRenderedPageBreak/>
        <w:t>— </w:t>
      </w:r>
      <w:r w:rsidR="00530790" w:rsidRPr="005D5566">
        <w:t>Enfin</w:t>
      </w:r>
      <w:r>
        <w:t xml:space="preserve">, </w:t>
      </w:r>
      <w:r w:rsidR="00530790" w:rsidRPr="005D5566">
        <w:t>j</w:t>
      </w:r>
      <w:r>
        <w:t>’</w:t>
      </w:r>
      <w:r w:rsidR="00530790" w:rsidRPr="005D5566">
        <w:t>ai aussi de l</w:t>
      </w:r>
      <w:r>
        <w:t>’</w:t>
      </w:r>
      <w:r w:rsidR="00530790" w:rsidRPr="005D5566">
        <w:t>ouvrage</w:t>
      </w:r>
      <w:r>
        <w:t xml:space="preserve"> ! </w:t>
      </w:r>
      <w:r w:rsidR="00530790" w:rsidRPr="005D5566">
        <w:t>dit Vessoftchikov en s</w:t>
      </w:r>
      <w:r>
        <w:t>’</w:t>
      </w:r>
      <w:r w:rsidR="00530790" w:rsidRPr="005D5566">
        <w:t>approchant de la mère</w:t>
      </w:r>
      <w:r>
        <w:t xml:space="preserve">. </w:t>
      </w:r>
      <w:r w:rsidR="00530790" w:rsidRPr="005D5566">
        <w:t>Je m</w:t>
      </w:r>
      <w:r>
        <w:t>’</w:t>
      </w:r>
      <w:r w:rsidR="00530790" w:rsidRPr="005D5566">
        <w:t>ennuyais</w:t>
      </w:r>
      <w:r>
        <w:t xml:space="preserve">… </w:t>
      </w:r>
      <w:r w:rsidR="00530790" w:rsidRPr="005D5566">
        <w:t>je me demandais pourquoi j</w:t>
      </w:r>
      <w:r>
        <w:t>’</w:t>
      </w:r>
      <w:r w:rsidR="00530790" w:rsidRPr="005D5566">
        <w:t>étais sorti de prison</w:t>
      </w:r>
      <w:r>
        <w:t xml:space="preserve">… </w:t>
      </w:r>
      <w:r w:rsidR="00530790" w:rsidRPr="005D5566">
        <w:t>Je ne fais que me cacher</w:t>
      </w:r>
      <w:r>
        <w:t xml:space="preserve">… </w:t>
      </w:r>
      <w:r w:rsidR="00530790" w:rsidRPr="005D5566">
        <w:t>En prison</w:t>
      </w:r>
      <w:r>
        <w:t xml:space="preserve">, </w:t>
      </w:r>
      <w:r w:rsidR="00530790" w:rsidRPr="005D5566">
        <w:t>j</w:t>
      </w:r>
      <w:r>
        <w:t>’</w:t>
      </w:r>
      <w:r w:rsidR="00530790" w:rsidRPr="005D5566">
        <w:t>apprenais</w:t>
      </w:r>
      <w:r>
        <w:t xml:space="preserve">… </w:t>
      </w:r>
      <w:r w:rsidR="00530790" w:rsidRPr="005D5566">
        <w:t>Pavel nous remplissait le cerveau que c</w:t>
      </w:r>
      <w:r>
        <w:t>’</w:t>
      </w:r>
      <w:r w:rsidR="00530790" w:rsidRPr="005D5566">
        <w:t>était un plaisir</w:t>
      </w:r>
      <w:r>
        <w:t xml:space="preserve"> ! </w:t>
      </w:r>
      <w:r w:rsidR="00530790" w:rsidRPr="005D5566">
        <w:t>Et André nous dégourdissait aussi</w:t>
      </w:r>
      <w:r>
        <w:t xml:space="preserve">… </w:t>
      </w:r>
      <w:r w:rsidR="00530790" w:rsidRPr="005D5566">
        <w:t>Eh bien</w:t>
      </w:r>
      <w:r>
        <w:t xml:space="preserve">, </w:t>
      </w:r>
      <w:r w:rsidR="00530790" w:rsidRPr="005D5566">
        <w:t>mère</w:t>
      </w:r>
      <w:r>
        <w:t xml:space="preserve">, </w:t>
      </w:r>
      <w:r w:rsidR="00530790" w:rsidRPr="005D5566">
        <w:t>qu</w:t>
      </w:r>
      <w:r>
        <w:t>’</w:t>
      </w:r>
      <w:r w:rsidR="00530790" w:rsidRPr="005D5566">
        <w:t>a-t-on décidé de l</w:t>
      </w:r>
      <w:r>
        <w:t>’</w:t>
      </w:r>
      <w:r w:rsidR="00530790" w:rsidRPr="005D5566">
        <w:t>évasion</w:t>
      </w:r>
      <w:r>
        <w:t xml:space="preserve">, </w:t>
      </w:r>
      <w:r w:rsidR="00530790" w:rsidRPr="005D5566">
        <w:t>l</w:t>
      </w:r>
      <w:r>
        <w:t>’</w:t>
      </w:r>
      <w:r w:rsidR="00530790" w:rsidRPr="005D5566">
        <w:t>organise-t-on</w:t>
      </w:r>
      <w:r>
        <w:t> ?</w:t>
      </w:r>
    </w:p>
    <w:p w14:paraId="578D472A" w14:textId="77777777" w:rsidR="001C0413" w:rsidRDefault="001C0413" w:rsidP="001C0413">
      <w:r>
        <w:t>— </w:t>
      </w:r>
      <w:r w:rsidR="00530790" w:rsidRPr="005D5566">
        <w:t>Je le saurai après-demain</w:t>
      </w:r>
      <w:r>
        <w:t xml:space="preserve"> ! </w:t>
      </w:r>
      <w:r w:rsidR="00530790" w:rsidRPr="005D5566">
        <w:t>répondit-elle</w:t>
      </w:r>
      <w:r>
        <w:t xml:space="preserve">, </w:t>
      </w:r>
      <w:r w:rsidR="00530790" w:rsidRPr="005D5566">
        <w:t>et elle répéta en soupirant sans le vouloir</w:t>
      </w:r>
      <w:r>
        <w:t> :</w:t>
      </w:r>
    </w:p>
    <w:p w14:paraId="4FC33F42" w14:textId="77777777" w:rsidR="001C0413" w:rsidRDefault="001C0413" w:rsidP="001C0413">
      <w:r>
        <w:t>— </w:t>
      </w:r>
      <w:r w:rsidR="00530790" w:rsidRPr="005D5566">
        <w:t>Après-demain</w:t>
      </w:r>
      <w:r>
        <w:t>…</w:t>
      </w:r>
    </w:p>
    <w:p w14:paraId="1A40989C" w14:textId="77777777" w:rsidR="001C0413" w:rsidRDefault="00530790" w:rsidP="001C0413">
      <w:r w:rsidRPr="005D5566">
        <w:t>Le grêlé reprit en s</w:t>
      </w:r>
      <w:r w:rsidR="001C0413">
        <w:t>’</w:t>
      </w:r>
      <w:r w:rsidRPr="005D5566">
        <w:t>approchant d</w:t>
      </w:r>
      <w:r w:rsidR="001C0413">
        <w:t>’</w:t>
      </w:r>
      <w:r w:rsidRPr="005D5566">
        <w:t>elle et en lui posant sa lourde main sur l</w:t>
      </w:r>
      <w:r w:rsidR="001C0413">
        <w:t>’</w:t>
      </w:r>
      <w:r w:rsidRPr="005D5566">
        <w:t>épaule</w:t>
      </w:r>
      <w:r w:rsidR="001C0413">
        <w:t> :</w:t>
      </w:r>
    </w:p>
    <w:p w14:paraId="064348EC" w14:textId="77777777" w:rsidR="001C0413" w:rsidRDefault="001C0413" w:rsidP="001C0413">
      <w:r>
        <w:t>— </w:t>
      </w:r>
      <w:r w:rsidR="00530790" w:rsidRPr="005D5566">
        <w:t>Dis donc aux chefs que c</w:t>
      </w:r>
      <w:r>
        <w:t>’</w:t>
      </w:r>
      <w:r w:rsidR="00530790" w:rsidRPr="005D5566">
        <w:t>est très facile</w:t>
      </w:r>
      <w:r>
        <w:t xml:space="preserve">… </w:t>
      </w:r>
      <w:r w:rsidR="00530790" w:rsidRPr="005D5566">
        <w:t>ils t</w:t>
      </w:r>
      <w:r>
        <w:t>’</w:t>
      </w:r>
      <w:r w:rsidR="00530790" w:rsidRPr="005D5566">
        <w:t>écouteront</w:t>
      </w:r>
      <w:r>
        <w:t xml:space="preserve"> ! </w:t>
      </w:r>
      <w:r w:rsidR="00530790" w:rsidRPr="005D5566">
        <w:t>Regarde toi-même</w:t>
      </w:r>
      <w:r>
        <w:t xml:space="preserve">… </w:t>
      </w:r>
      <w:r w:rsidR="00530790" w:rsidRPr="005D5566">
        <w:t>voilà le mur de la prison</w:t>
      </w:r>
      <w:r>
        <w:t xml:space="preserve">, </w:t>
      </w:r>
      <w:r w:rsidR="00530790" w:rsidRPr="005D5566">
        <w:t>près du réverbère</w:t>
      </w:r>
      <w:r>
        <w:t xml:space="preserve">. </w:t>
      </w:r>
      <w:r w:rsidR="00530790" w:rsidRPr="005D5566">
        <w:t>En face</w:t>
      </w:r>
      <w:r>
        <w:t xml:space="preserve">, </w:t>
      </w:r>
      <w:r w:rsidR="00530790" w:rsidRPr="005D5566">
        <w:t>un terrain vague</w:t>
      </w:r>
      <w:r>
        <w:t xml:space="preserve">, </w:t>
      </w:r>
      <w:r w:rsidR="00530790" w:rsidRPr="005D5566">
        <w:t>à gauche le cimetière</w:t>
      </w:r>
      <w:r>
        <w:t xml:space="preserve">, </w:t>
      </w:r>
      <w:r w:rsidR="00530790" w:rsidRPr="005D5566">
        <w:t>à droite</w:t>
      </w:r>
      <w:r>
        <w:t xml:space="preserve">, </w:t>
      </w:r>
      <w:r w:rsidR="00530790" w:rsidRPr="005D5566">
        <w:t>la rue</w:t>
      </w:r>
      <w:r>
        <w:t xml:space="preserve">, </w:t>
      </w:r>
      <w:r w:rsidR="00530790" w:rsidRPr="005D5566">
        <w:t>la ville</w:t>
      </w:r>
      <w:r>
        <w:t xml:space="preserve">. </w:t>
      </w:r>
      <w:r w:rsidR="00530790" w:rsidRPr="005D5566">
        <w:t>Un allumeur vient pour nettoyer le réverbère en plein jour</w:t>
      </w:r>
      <w:r>
        <w:t xml:space="preserve"> ; </w:t>
      </w:r>
      <w:r w:rsidR="00530790" w:rsidRPr="005D5566">
        <w:t>il place son échelle contre le mur</w:t>
      </w:r>
      <w:r>
        <w:t xml:space="preserve">, </w:t>
      </w:r>
      <w:r w:rsidR="00530790" w:rsidRPr="005D5566">
        <w:t>il monte</w:t>
      </w:r>
      <w:r>
        <w:t xml:space="preserve">, </w:t>
      </w:r>
      <w:r w:rsidR="00530790" w:rsidRPr="005D5566">
        <w:t>il accroche au faîte du mur les anneaux d</w:t>
      </w:r>
      <w:r>
        <w:t>’</w:t>
      </w:r>
      <w:r w:rsidR="00530790" w:rsidRPr="005D5566">
        <w:t>une échelle de corde</w:t>
      </w:r>
      <w:r>
        <w:t xml:space="preserve">, </w:t>
      </w:r>
      <w:r w:rsidR="00530790" w:rsidRPr="005D5566">
        <w:t>qui se déroulera à l</w:t>
      </w:r>
      <w:r>
        <w:t>’</w:t>
      </w:r>
      <w:r w:rsidR="00530790" w:rsidRPr="005D5566">
        <w:t>intérieur de la cour</w:t>
      </w:r>
      <w:r>
        <w:t xml:space="preserve">, </w:t>
      </w:r>
      <w:r w:rsidR="00530790" w:rsidRPr="005D5566">
        <w:t>et c</w:t>
      </w:r>
      <w:r>
        <w:t>’</w:t>
      </w:r>
      <w:r w:rsidR="00530790" w:rsidRPr="005D5566">
        <w:t>est prêt</w:t>
      </w:r>
      <w:r>
        <w:t xml:space="preserve"> ! </w:t>
      </w:r>
      <w:r w:rsidR="00530790" w:rsidRPr="005D5566">
        <w:t>Dans la prison</w:t>
      </w:r>
      <w:r>
        <w:t xml:space="preserve">, </w:t>
      </w:r>
      <w:r w:rsidR="00530790" w:rsidRPr="005D5566">
        <w:t>on connaît l</w:t>
      </w:r>
      <w:r>
        <w:t>’</w:t>
      </w:r>
      <w:r w:rsidR="00530790" w:rsidRPr="005D5566">
        <w:t>heure</w:t>
      </w:r>
      <w:r>
        <w:t xml:space="preserve">, </w:t>
      </w:r>
      <w:r w:rsidR="00530790" w:rsidRPr="005D5566">
        <w:t>on demande aux prisonniers de droit commun de faire du désordre</w:t>
      </w:r>
      <w:r>
        <w:t xml:space="preserve">, </w:t>
      </w:r>
      <w:r w:rsidR="00530790" w:rsidRPr="005D5566">
        <w:t>ou on en fait soi-même</w:t>
      </w:r>
      <w:r>
        <w:t xml:space="preserve"> ; </w:t>
      </w:r>
      <w:r w:rsidR="00530790" w:rsidRPr="005D5566">
        <w:t>pendant ce temps</w:t>
      </w:r>
      <w:r>
        <w:t xml:space="preserve">, </w:t>
      </w:r>
      <w:r w:rsidR="00530790" w:rsidRPr="005D5566">
        <w:t>ceux qui sont désignés grimpent l</w:t>
      </w:r>
      <w:r>
        <w:t>’</w:t>
      </w:r>
      <w:r w:rsidR="00530790" w:rsidRPr="005D5566">
        <w:t>échelle</w:t>
      </w:r>
      <w:r>
        <w:t xml:space="preserve">, </w:t>
      </w:r>
      <w:r w:rsidR="00530790" w:rsidRPr="005D5566">
        <w:t>et voilà tout</w:t>
      </w:r>
      <w:r>
        <w:t xml:space="preserve"> ! </w:t>
      </w:r>
      <w:r w:rsidR="00530790" w:rsidRPr="005D5566">
        <w:t>Et ils s</w:t>
      </w:r>
      <w:r>
        <w:t>’</w:t>
      </w:r>
      <w:r w:rsidR="00530790" w:rsidRPr="005D5566">
        <w:t>en vont tranquillement à la ville</w:t>
      </w:r>
      <w:r>
        <w:t xml:space="preserve">, </w:t>
      </w:r>
      <w:r w:rsidR="00530790" w:rsidRPr="005D5566">
        <w:t>parce qu</w:t>
      </w:r>
      <w:r>
        <w:t>’</w:t>
      </w:r>
      <w:r w:rsidR="00530790" w:rsidRPr="005D5566">
        <w:t>on les cherchera d</w:t>
      </w:r>
      <w:r>
        <w:t>’</w:t>
      </w:r>
      <w:r w:rsidR="00530790" w:rsidRPr="005D5566">
        <w:t>abord dans le cimetière</w:t>
      </w:r>
      <w:r>
        <w:t xml:space="preserve">, </w:t>
      </w:r>
      <w:r w:rsidR="00530790" w:rsidRPr="005D5566">
        <w:t>dans le terrain vague</w:t>
      </w:r>
      <w:r>
        <w:t>…</w:t>
      </w:r>
    </w:p>
    <w:p w14:paraId="6C12898A" w14:textId="77777777" w:rsidR="001C0413" w:rsidRDefault="00530790" w:rsidP="001C0413">
      <w:r w:rsidRPr="005D5566">
        <w:t>Il gesticulait avec vivacité en exposant son plan</w:t>
      </w:r>
      <w:r w:rsidR="001C0413">
        <w:t xml:space="preserve">, </w:t>
      </w:r>
      <w:r w:rsidRPr="005D5566">
        <w:t>qui lui paraissait simple</w:t>
      </w:r>
      <w:r w:rsidR="001C0413">
        <w:t xml:space="preserve">, </w:t>
      </w:r>
      <w:r w:rsidRPr="005D5566">
        <w:t>clair et adroit</w:t>
      </w:r>
      <w:r w:rsidR="001C0413">
        <w:t xml:space="preserve">. </w:t>
      </w:r>
      <w:r w:rsidRPr="005D5566">
        <w:t>La mère avait connu le jeune homme lourd et gauche</w:t>
      </w:r>
      <w:r w:rsidR="001C0413">
        <w:t xml:space="preserve"> ; </w:t>
      </w:r>
      <w:r w:rsidRPr="005D5566">
        <w:t>il lui semblait étrange de voir ce visage grêlé si animé et mobile</w:t>
      </w:r>
      <w:r w:rsidR="001C0413">
        <w:t xml:space="preserve">. </w:t>
      </w:r>
      <w:r w:rsidRPr="005D5566">
        <w:t>Auparavant</w:t>
      </w:r>
      <w:r w:rsidR="001C0413">
        <w:t xml:space="preserve">, </w:t>
      </w:r>
      <w:r w:rsidRPr="005D5566">
        <w:t>les yeux étroits de Vessoftchikov regardaient tout avec irritation et défiance</w:t>
      </w:r>
      <w:r w:rsidR="001C0413">
        <w:t xml:space="preserve"> ; </w:t>
      </w:r>
      <w:r w:rsidRPr="005D5566">
        <w:t>maintenant on eût dit qu</w:t>
      </w:r>
      <w:r w:rsidR="001C0413">
        <w:t>’</w:t>
      </w:r>
      <w:r w:rsidRPr="005D5566">
        <w:t xml:space="preserve">ils avaient été remplacés par </w:t>
      </w:r>
      <w:r w:rsidRPr="005D5566">
        <w:lastRenderedPageBreak/>
        <w:t>d</w:t>
      </w:r>
      <w:r w:rsidR="001C0413">
        <w:t>’</w:t>
      </w:r>
      <w:r w:rsidRPr="005D5566">
        <w:t>autres</w:t>
      </w:r>
      <w:r w:rsidR="001C0413">
        <w:t xml:space="preserve"> ; </w:t>
      </w:r>
      <w:r w:rsidRPr="005D5566">
        <w:t>ils étaient ovales et brillaient d</w:t>
      </w:r>
      <w:r w:rsidR="001C0413">
        <w:t>’</w:t>
      </w:r>
      <w:r w:rsidRPr="005D5566">
        <w:t>un feu égal et sombre</w:t>
      </w:r>
      <w:r w:rsidR="001C0413">
        <w:t xml:space="preserve">, </w:t>
      </w:r>
      <w:r w:rsidRPr="005D5566">
        <w:t>qui convainquait et troublait la mère</w:t>
      </w:r>
      <w:r w:rsidR="001C0413">
        <w:t>.</w:t>
      </w:r>
    </w:p>
    <w:p w14:paraId="3308482A" w14:textId="77777777" w:rsidR="001C0413" w:rsidRDefault="001C0413" w:rsidP="001C0413">
      <w:r>
        <w:t>— </w:t>
      </w:r>
      <w:r w:rsidR="00530790" w:rsidRPr="005D5566">
        <w:t>Réfléchis donc</w:t>
      </w:r>
      <w:r>
        <w:t xml:space="preserve">, </w:t>
      </w:r>
      <w:r w:rsidR="00530790" w:rsidRPr="005D5566">
        <w:t>ce sera de jour</w:t>
      </w:r>
      <w:r>
        <w:t xml:space="preserve"> !… </w:t>
      </w:r>
      <w:r w:rsidR="00530790" w:rsidRPr="005D5566">
        <w:t>Oui</w:t>
      </w:r>
      <w:r>
        <w:t xml:space="preserve">, </w:t>
      </w:r>
      <w:r w:rsidR="00530790" w:rsidRPr="005D5566">
        <w:t>de jour</w:t>
      </w:r>
      <w:r>
        <w:t xml:space="preserve"> ! </w:t>
      </w:r>
      <w:r w:rsidR="00530790" w:rsidRPr="005D5566">
        <w:t>Qui penserait jamais qu</w:t>
      </w:r>
      <w:r>
        <w:t>’</w:t>
      </w:r>
      <w:r w:rsidR="00530790" w:rsidRPr="005D5566">
        <w:t>un prisonnier oserait s</w:t>
      </w:r>
      <w:r>
        <w:t>’</w:t>
      </w:r>
      <w:r w:rsidR="00530790" w:rsidRPr="005D5566">
        <w:t>enfuir de jour</w:t>
      </w:r>
      <w:r>
        <w:t xml:space="preserve">, </w:t>
      </w:r>
      <w:r w:rsidR="00530790" w:rsidRPr="005D5566">
        <w:t>sous les yeux de toute la prison</w:t>
      </w:r>
      <w:r>
        <w:t> ?</w:t>
      </w:r>
    </w:p>
    <w:p w14:paraId="2F11AAEB" w14:textId="77777777" w:rsidR="001C0413" w:rsidRDefault="001C0413" w:rsidP="001C0413">
      <w:r>
        <w:t>— </w:t>
      </w:r>
      <w:r w:rsidR="00530790" w:rsidRPr="005D5566">
        <w:t>Et si on les fusillait</w:t>
      </w:r>
      <w:r>
        <w:t xml:space="preserve"> ? </w:t>
      </w:r>
      <w:r w:rsidR="00530790" w:rsidRPr="005D5566">
        <w:t>fit la mère en frémissant</w:t>
      </w:r>
      <w:r>
        <w:t>.</w:t>
      </w:r>
    </w:p>
    <w:p w14:paraId="732F7343" w14:textId="77777777" w:rsidR="001C0413" w:rsidRDefault="001C0413" w:rsidP="001C0413">
      <w:r>
        <w:t>— </w:t>
      </w:r>
      <w:r w:rsidR="00530790" w:rsidRPr="005D5566">
        <w:t>Qui</w:t>
      </w:r>
      <w:r>
        <w:t xml:space="preserve"> ? </w:t>
      </w:r>
      <w:r w:rsidR="00530790" w:rsidRPr="005D5566">
        <w:t>Il n</w:t>
      </w:r>
      <w:r>
        <w:t>’</w:t>
      </w:r>
      <w:r w:rsidR="00530790" w:rsidRPr="005D5566">
        <w:t>y a pas de soldats</w:t>
      </w:r>
      <w:r>
        <w:t xml:space="preserve"> ; </w:t>
      </w:r>
      <w:r w:rsidR="00530790" w:rsidRPr="005D5566">
        <w:t>et les geôliers se servent de leur revolver pour planter des clous</w:t>
      </w:r>
      <w:r>
        <w:t>…</w:t>
      </w:r>
    </w:p>
    <w:p w14:paraId="20085725" w14:textId="77777777" w:rsidR="001C0413" w:rsidRDefault="001C0413" w:rsidP="001C0413">
      <w:r>
        <w:t>— </w:t>
      </w:r>
      <w:r w:rsidR="00530790" w:rsidRPr="005D5566">
        <w:t>C</w:t>
      </w:r>
      <w:r>
        <w:t>’</w:t>
      </w:r>
      <w:r w:rsidR="00530790" w:rsidRPr="005D5566">
        <w:t>est presque trop simple</w:t>
      </w:r>
      <w:r>
        <w:t xml:space="preserve">, </w:t>
      </w:r>
      <w:r w:rsidR="00530790" w:rsidRPr="005D5566">
        <w:t>tout cela</w:t>
      </w:r>
      <w:r>
        <w:t> !</w:t>
      </w:r>
    </w:p>
    <w:p w14:paraId="5E6CD6CD" w14:textId="77777777" w:rsidR="001C0413" w:rsidRDefault="001C0413" w:rsidP="001C0413">
      <w:r>
        <w:t>— </w:t>
      </w:r>
      <w:r w:rsidR="00530790" w:rsidRPr="005D5566">
        <w:t>Tu verras</w:t>
      </w:r>
      <w:r>
        <w:t xml:space="preserve">, </w:t>
      </w:r>
      <w:r w:rsidR="00530790" w:rsidRPr="005D5566">
        <w:t>ce sera comme je te le dis</w:t>
      </w:r>
      <w:r>
        <w:t xml:space="preserve"> ! </w:t>
      </w:r>
      <w:r w:rsidR="00530790" w:rsidRPr="005D5566">
        <w:t>Parles-en donc aux autres</w:t>
      </w:r>
      <w:r>
        <w:t xml:space="preserve"> ! </w:t>
      </w:r>
      <w:r w:rsidR="00530790" w:rsidRPr="005D5566">
        <w:t>J</w:t>
      </w:r>
      <w:r>
        <w:t>’</w:t>
      </w:r>
      <w:r w:rsidR="00530790" w:rsidRPr="005D5566">
        <w:t>ai déjà tout préparé</w:t>
      </w:r>
      <w:r>
        <w:t xml:space="preserve">, </w:t>
      </w:r>
      <w:r w:rsidR="00530790" w:rsidRPr="005D5566">
        <w:t>l</w:t>
      </w:r>
      <w:r>
        <w:t>’</w:t>
      </w:r>
      <w:r w:rsidR="00530790" w:rsidRPr="005D5566">
        <w:t>échelle de corde</w:t>
      </w:r>
      <w:r>
        <w:t xml:space="preserve">, </w:t>
      </w:r>
      <w:r w:rsidR="00530790" w:rsidRPr="005D5566">
        <w:t>les crochets</w:t>
      </w:r>
      <w:r>
        <w:t xml:space="preserve">… </w:t>
      </w:r>
      <w:r w:rsidR="00530790" w:rsidRPr="005D5566">
        <w:t>j</w:t>
      </w:r>
      <w:r>
        <w:t>’</w:t>
      </w:r>
      <w:r w:rsidR="00530790" w:rsidRPr="005D5566">
        <w:t>ai parlé à mon logeur</w:t>
      </w:r>
      <w:r>
        <w:t xml:space="preserve">… </w:t>
      </w:r>
      <w:r w:rsidR="00530790" w:rsidRPr="005D5566">
        <w:t>il fera l</w:t>
      </w:r>
      <w:r>
        <w:t>’</w:t>
      </w:r>
      <w:r w:rsidR="00530790" w:rsidRPr="005D5566">
        <w:t>allumeur</w:t>
      </w:r>
      <w:r>
        <w:t>…</w:t>
      </w:r>
    </w:p>
    <w:p w14:paraId="18E8604A" w14:textId="77777777" w:rsidR="001C0413" w:rsidRDefault="00530790" w:rsidP="001C0413">
      <w:r w:rsidRPr="005D5566">
        <w:t>Derrière la porte</w:t>
      </w:r>
      <w:r w:rsidR="001C0413">
        <w:t xml:space="preserve">, </w:t>
      </w:r>
      <w:r w:rsidRPr="005D5566">
        <w:t>quelqu</w:t>
      </w:r>
      <w:r w:rsidR="001C0413">
        <w:t>’</w:t>
      </w:r>
      <w:r w:rsidRPr="005D5566">
        <w:t>un remuait et toussait</w:t>
      </w:r>
      <w:r w:rsidR="001C0413">
        <w:t xml:space="preserve">, </w:t>
      </w:r>
      <w:r w:rsidRPr="005D5566">
        <w:t>un bruit de ferraille entrechoquée résonnait</w:t>
      </w:r>
      <w:r w:rsidR="001C0413">
        <w:t>.</w:t>
      </w:r>
    </w:p>
    <w:p w14:paraId="39A68ABB" w14:textId="77777777" w:rsidR="001C0413" w:rsidRDefault="001C0413" w:rsidP="001C0413">
      <w:r>
        <w:t>— </w:t>
      </w:r>
      <w:r w:rsidR="00530790" w:rsidRPr="005D5566">
        <w:t>Le voilà</w:t>
      </w:r>
      <w:r>
        <w:t xml:space="preserve">, </w:t>
      </w:r>
      <w:r w:rsidR="00530790" w:rsidRPr="005D5566">
        <w:t>le logeur</w:t>
      </w:r>
      <w:r>
        <w:t xml:space="preserve"> ! </w:t>
      </w:r>
      <w:r w:rsidR="00530790" w:rsidRPr="005D5566">
        <w:t>s</w:t>
      </w:r>
      <w:r>
        <w:t>’</w:t>
      </w:r>
      <w:r w:rsidR="00530790" w:rsidRPr="005D5566">
        <w:t>écria le grêlé</w:t>
      </w:r>
      <w:r>
        <w:t>.</w:t>
      </w:r>
    </w:p>
    <w:p w14:paraId="363AEC31" w14:textId="77777777" w:rsidR="001C0413" w:rsidRDefault="00530790" w:rsidP="001C0413">
      <w:r w:rsidRPr="005D5566">
        <w:t>Une baignoire de zinc apparut dans l</w:t>
      </w:r>
      <w:r w:rsidR="001C0413">
        <w:t>’</w:t>
      </w:r>
      <w:r w:rsidRPr="005D5566">
        <w:t>entre-bâillement de la porte</w:t>
      </w:r>
      <w:r w:rsidR="001C0413">
        <w:t xml:space="preserve">, </w:t>
      </w:r>
      <w:r w:rsidRPr="005D5566">
        <w:t>une voix enrouée dit</w:t>
      </w:r>
      <w:r w:rsidR="001C0413">
        <w:t> :</w:t>
      </w:r>
    </w:p>
    <w:p w14:paraId="16F058E5" w14:textId="77777777" w:rsidR="001C0413" w:rsidRDefault="001C0413" w:rsidP="001C0413">
      <w:r>
        <w:t>— </w:t>
      </w:r>
      <w:r w:rsidR="00530790" w:rsidRPr="005D5566">
        <w:t>Entre</w:t>
      </w:r>
      <w:r>
        <w:t xml:space="preserve">, </w:t>
      </w:r>
      <w:r w:rsidR="00530790" w:rsidRPr="005D5566">
        <w:t>diable</w:t>
      </w:r>
      <w:r>
        <w:t> !</w:t>
      </w:r>
    </w:p>
    <w:p w14:paraId="122C7609" w14:textId="77777777" w:rsidR="001C0413" w:rsidRDefault="00530790" w:rsidP="001C0413">
      <w:pPr>
        <w:rPr>
          <w:bCs/>
        </w:rPr>
      </w:pPr>
      <w:r w:rsidRPr="005D5566">
        <w:rPr>
          <w:bCs/>
        </w:rPr>
        <w:t>Puis on aperçut une tête ronde et barbue</w:t>
      </w:r>
      <w:r w:rsidR="001C0413">
        <w:rPr>
          <w:bCs/>
        </w:rPr>
        <w:t xml:space="preserve">, </w:t>
      </w:r>
      <w:r w:rsidRPr="005D5566">
        <w:t xml:space="preserve">à </w:t>
      </w:r>
      <w:r w:rsidRPr="005D5566">
        <w:rPr>
          <w:bCs/>
        </w:rPr>
        <w:t>cheveux gris</w:t>
      </w:r>
      <w:r w:rsidR="001C0413">
        <w:rPr>
          <w:bCs/>
        </w:rPr>
        <w:t xml:space="preserve">, </w:t>
      </w:r>
      <w:r w:rsidRPr="005D5566">
        <w:rPr>
          <w:bCs/>
        </w:rPr>
        <w:t>sans coiffure</w:t>
      </w:r>
      <w:r w:rsidR="001C0413">
        <w:rPr>
          <w:bCs/>
        </w:rPr>
        <w:t xml:space="preserve">, </w:t>
      </w:r>
      <w:r w:rsidRPr="005D5566">
        <w:rPr>
          <w:bCs/>
        </w:rPr>
        <w:t>à l</w:t>
      </w:r>
      <w:r w:rsidR="001C0413">
        <w:rPr>
          <w:bCs/>
        </w:rPr>
        <w:t>’</w:t>
      </w:r>
      <w:r w:rsidRPr="005D5566">
        <w:rPr>
          <w:bCs/>
        </w:rPr>
        <w:t>expression débonnaire et aux yeux bombés</w:t>
      </w:r>
      <w:r w:rsidR="001C0413">
        <w:rPr>
          <w:bCs/>
        </w:rPr>
        <w:t>.</w:t>
      </w:r>
    </w:p>
    <w:p w14:paraId="2A318F1C" w14:textId="77777777" w:rsidR="001C0413" w:rsidRDefault="00530790" w:rsidP="001C0413">
      <w:pPr>
        <w:rPr>
          <w:bCs/>
        </w:rPr>
      </w:pPr>
      <w:r w:rsidRPr="005D5566">
        <w:rPr>
          <w:bCs/>
        </w:rPr>
        <w:t>Vessoftchikov aida l</w:t>
      </w:r>
      <w:r w:rsidR="001C0413">
        <w:rPr>
          <w:bCs/>
        </w:rPr>
        <w:t>’</w:t>
      </w:r>
      <w:r w:rsidRPr="005D5566">
        <w:rPr>
          <w:bCs/>
        </w:rPr>
        <w:t>homme à faire entrer la baignoire</w:t>
      </w:r>
      <w:r w:rsidR="001C0413">
        <w:rPr>
          <w:bCs/>
        </w:rPr>
        <w:t xml:space="preserve"> ; </w:t>
      </w:r>
      <w:r w:rsidRPr="005D5566">
        <w:rPr>
          <w:bCs/>
        </w:rPr>
        <w:t xml:space="preserve">puis le nouveau </w:t>
      </w:r>
      <w:r w:rsidRPr="005D5566">
        <w:t>venu</w:t>
      </w:r>
      <w:r w:rsidR="001C0413">
        <w:t xml:space="preserve">, </w:t>
      </w:r>
      <w:r w:rsidRPr="005D5566">
        <w:rPr>
          <w:bCs/>
        </w:rPr>
        <w:t>grand gaillard voûté</w:t>
      </w:r>
      <w:r w:rsidR="001C0413">
        <w:rPr>
          <w:bCs/>
        </w:rPr>
        <w:t xml:space="preserve">, </w:t>
      </w:r>
      <w:r w:rsidRPr="005D5566">
        <w:rPr>
          <w:bCs/>
        </w:rPr>
        <w:t>toussa en gonflant ses joues glabres</w:t>
      </w:r>
      <w:r w:rsidR="001C0413">
        <w:rPr>
          <w:bCs/>
        </w:rPr>
        <w:t xml:space="preserve">, </w:t>
      </w:r>
      <w:r w:rsidRPr="005D5566">
        <w:rPr>
          <w:bCs/>
        </w:rPr>
        <w:t>cracha et dit de la même voix enrouée</w:t>
      </w:r>
      <w:r w:rsidR="001C0413">
        <w:rPr>
          <w:bCs/>
        </w:rPr>
        <w:t> :</w:t>
      </w:r>
    </w:p>
    <w:p w14:paraId="5B7B21B3" w14:textId="77777777" w:rsidR="001C0413" w:rsidRDefault="001C0413" w:rsidP="001C0413">
      <w:pPr>
        <w:rPr>
          <w:bCs/>
        </w:rPr>
      </w:pPr>
      <w:r>
        <w:t>— </w:t>
      </w:r>
      <w:r w:rsidR="00530790" w:rsidRPr="005D5566">
        <w:rPr>
          <w:bCs/>
        </w:rPr>
        <w:t>Bonsoir</w:t>
      </w:r>
      <w:r>
        <w:rPr>
          <w:bCs/>
        </w:rPr>
        <w:t> !</w:t>
      </w:r>
    </w:p>
    <w:p w14:paraId="36D033D2" w14:textId="77777777" w:rsidR="001C0413" w:rsidRDefault="001C0413" w:rsidP="001C0413">
      <w:pPr>
        <w:rPr>
          <w:bCs/>
        </w:rPr>
      </w:pPr>
      <w:r>
        <w:t>— </w:t>
      </w:r>
      <w:r w:rsidR="00530790" w:rsidRPr="005D5566">
        <w:rPr>
          <w:bCs/>
        </w:rPr>
        <w:t>Eh bien</w:t>
      </w:r>
      <w:r>
        <w:rPr>
          <w:bCs/>
        </w:rPr>
        <w:t xml:space="preserve">, </w:t>
      </w:r>
      <w:r w:rsidR="00530790" w:rsidRPr="005D5566">
        <w:rPr>
          <w:bCs/>
        </w:rPr>
        <w:t>demande-lui</w:t>
      </w:r>
      <w:r>
        <w:rPr>
          <w:bCs/>
        </w:rPr>
        <w:t xml:space="preserve"> ! </w:t>
      </w:r>
      <w:r w:rsidR="00530790" w:rsidRPr="005D5566">
        <w:rPr>
          <w:bCs/>
        </w:rPr>
        <w:t>s</w:t>
      </w:r>
      <w:r>
        <w:rPr>
          <w:bCs/>
        </w:rPr>
        <w:t>’</w:t>
      </w:r>
      <w:r w:rsidR="00530790" w:rsidRPr="005D5566">
        <w:rPr>
          <w:bCs/>
        </w:rPr>
        <w:t>écria le jeune homme</w:t>
      </w:r>
      <w:r>
        <w:rPr>
          <w:bCs/>
        </w:rPr>
        <w:t>.</w:t>
      </w:r>
    </w:p>
    <w:p w14:paraId="591228B2" w14:textId="77777777" w:rsidR="001C0413" w:rsidRDefault="001C0413" w:rsidP="001C0413">
      <w:pPr>
        <w:rPr>
          <w:bCs/>
          <w:i/>
          <w:iCs/>
        </w:rPr>
      </w:pPr>
      <w:r>
        <w:lastRenderedPageBreak/>
        <w:t>— </w:t>
      </w:r>
      <w:r w:rsidR="00530790" w:rsidRPr="005D5566">
        <w:rPr>
          <w:bCs/>
        </w:rPr>
        <w:t>Quoi</w:t>
      </w:r>
      <w:r>
        <w:rPr>
          <w:bCs/>
        </w:rPr>
        <w:t xml:space="preserve"> ? </w:t>
      </w:r>
      <w:r w:rsidR="00530790" w:rsidRPr="005D5566">
        <w:rPr>
          <w:bCs/>
        </w:rPr>
        <w:t>Que voulez-vous me demander</w:t>
      </w:r>
      <w:r>
        <w:rPr>
          <w:bCs/>
          <w:i/>
          <w:iCs/>
        </w:rPr>
        <w:t> ?</w:t>
      </w:r>
    </w:p>
    <w:p w14:paraId="06F527D9" w14:textId="77777777" w:rsidR="001C0413" w:rsidRDefault="001C0413" w:rsidP="001C0413">
      <w:pPr>
        <w:rPr>
          <w:bCs/>
        </w:rPr>
      </w:pPr>
      <w:r>
        <w:t>— </w:t>
      </w:r>
      <w:r w:rsidR="00530790" w:rsidRPr="005D5566">
        <w:rPr>
          <w:bCs/>
        </w:rPr>
        <w:t>À propos de l</w:t>
      </w:r>
      <w:r>
        <w:rPr>
          <w:bCs/>
        </w:rPr>
        <w:t>’</w:t>
      </w:r>
      <w:r w:rsidR="00530790" w:rsidRPr="005D5566">
        <w:rPr>
          <w:bCs/>
        </w:rPr>
        <w:t>évasion</w:t>
      </w:r>
      <w:r>
        <w:rPr>
          <w:bCs/>
        </w:rPr>
        <w:t>…</w:t>
      </w:r>
    </w:p>
    <w:p w14:paraId="3CF76C90" w14:textId="77777777" w:rsidR="001C0413" w:rsidRDefault="001C0413" w:rsidP="001C0413">
      <w:pPr>
        <w:rPr>
          <w:bCs/>
        </w:rPr>
      </w:pPr>
      <w:r>
        <w:t>— </w:t>
      </w:r>
      <w:r w:rsidR="00530790" w:rsidRPr="005D5566">
        <w:rPr>
          <w:bCs/>
        </w:rPr>
        <w:t>Ah</w:t>
      </w:r>
      <w:r>
        <w:rPr>
          <w:bCs/>
        </w:rPr>
        <w:t xml:space="preserve"> ! </w:t>
      </w:r>
      <w:r w:rsidR="00530790" w:rsidRPr="005D5566">
        <w:rPr>
          <w:bCs/>
        </w:rPr>
        <w:t xml:space="preserve">dit le vieillard </w:t>
      </w:r>
      <w:r w:rsidR="00530790" w:rsidRPr="005D5566">
        <w:t xml:space="preserve">en </w:t>
      </w:r>
      <w:r w:rsidR="00530790" w:rsidRPr="005D5566">
        <w:rPr>
          <w:bCs/>
        </w:rPr>
        <w:t>essuyant sa moustache de ses doigts noirs</w:t>
      </w:r>
      <w:r>
        <w:rPr>
          <w:bCs/>
        </w:rPr>
        <w:t>.</w:t>
      </w:r>
    </w:p>
    <w:p w14:paraId="2F97EF76" w14:textId="77777777" w:rsidR="001C0413" w:rsidRDefault="001C0413" w:rsidP="001C0413">
      <w:pPr>
        <w:rPr>
          <w:bCs/>
        </w:rPr>
      </w:pPr>
      <w:r>
        <w:t>— </w:t>
      </w:r>
      <w:r w:rsidR="00530790" w:rsidRPr="005D5566">
        <w:rPr>
          <w:bCs/>
        </w:rPr>
        <w:t>Voyez-vous</w:t>
      </w:r>
      <w:r>
        <w:rPr>
          <w:bCs/>
        </w:rPr>
        <w:t xml:space="preserve">, </w:t>
      </w:r>
      <w:r w:rsidR="00530790" w:rsidRPr="005D5566">
        <w:rPr>
          <w:bCs/>
        </w:rPr>
        <w:t>Jacob</w:t>
      </w:r>
      <w:r>
        <w:rPr>
          <w:bCs/>
        </w:rPr>
        <w:t xml:space="preserve">, </w:t>
      </w:r>
      <w:r w:rsidR="00530790" w:rsidRPr="005D5566">
        <w:rPr>
          <w:bCs/>
        </w:rPr>
        <w:t>elle ne croit pas que ce soit très facile à organiser</w:t>
      </w:r>
      <w:r>
        <w:rPr>
          <w:bCs/>
        </w:rPr>
        <w:t>…</w:t>
      </w:r>
    </w:p>
    <w:p w14:paraId="582D006D" w14:textId="77777777" w:rsidR="001C0413" w:rsidRDefault="001C0413" w:rsidP="001C0413">
      <w:pPr>
        <w:rPr>
          <w:bCs/>
        </w:rPr>
      </w:pPr>
      <w:r>
        <w:t>— </w:t>
      </w:r>
      <w:r w:rsidR="00530790" w:rsidRPr="005D5566">
        <w:rPr>
          <w:bCs/>
        </w:rPr>
        <w:t>Ah</w:t>
      </w:r>
      <w:r>
        <w:rPr>
          <w:bCs/>
        </w:rPr>
        <w:t xml:space="preserve"> ! </w:t>
      </w:r>
      <w:r w:rsidR="00530790" w:rsidRPr="005D5566">
        <w:rPr>
          <w:bCs/>
        </w:rPr>
        <w:t xml:space="preserve">elle </w:t>
      </w:r>
      <w:r w:rsidR="00530790" w:rsidRPr="005D5566">
        <w:t xml:space="preserve">ne voit </w:t>
      </w:r>
      <w:r w:rsidR="00530790" w:rsidRPr="005D5566">
        <w:rPr>
          <w:bCs/>
        </w:rPr>
        <w:t>pas</w:t>
      </w:r>
      <w:r>
        <w:rPr>
          <w:bCs/>
        </w:rPr>
        <w:t xml:space="preserve"> ? </w:t>
      </w:r>
      <w:r w:rsidR="00530790" w:rsidRPr="005D5566">
        <w:rPr>
          <w:bCs/>
        </w:rPr>
        <w:t>Elle ne croit pas</w:t>
      </w:r>
      <w:r>
        <w:rPr>
          <w:bCs/>
        </w:rPr>
        <w:t xml:space="preserve">, </w:t>
      </w:r>
      <w:r w:rsidR="00530790" w:rsidRPr="005D5566">
        <w:rPr>
          <w:bCs/>
        </w:rPr>
        <w:t>c</w:t>
      </w:r>
      <w:r>
        <w:rPr>
          <w:bCs/>
        </w:rPr>
        <w:t>’</w:t>
      </w:r>
      <w:r w:rsidR="00530790" w:rsidRPr="005D5566">
        <w:rPr>
          <w:bCs/>
        </w:rPr>
        <w:t>est-à-dire qu</w:t>
      </w:r>
      <w:r>
        <w:rPr>
          <w:bCs/>
        </w:rPr>
        <w:t>’</w:t>
      </w:r>
      <w:r w:rsidR="00530790" w:rsidRPr="005D5566">
        <w:rPr>
          <w:bCs/>
        </w:rPr>
        <w:t>elle ne veut pas</w:t>
      </w:r>
      <w:r>
        <w:rPr>
          <w:bCs/>
        </w:rPr>
        <w:t xml:space="preserve">. </w:t>
      </w:r>
      <w:r w:rsidR="00530790" w:rsidRPr="005D5566">
        <w:rPr>
          <w:bCs/>
        </w:rPr>
        <w:t>Mais nous deux</w:t>
      </w:r>
      <w:r>
        <w:rPr>
          <w:bCs/>
        </w:rPr>
        <w:t xml:space="preserve">, </w:t>
      </w:r>
      <w:r w:rsidR="00530790" w:rsidRPr="005D5566">
        <w:rPr>
          <w:bCs/>
        </w:rPr>
        <w:t xml:space="preserve">comme nous voulons </w:t>
      </w:r>
      <w:r w:rsidR="00530790" w:rsidRPr="005D5566">
        <w:t xml:space="preserve">que </w:t>
      </w:r>
      <w:r w:rsidR="00530790" w:rsidRPr="005D5566">
        <w:rPr>
          <w:bCs/>
        </w:rPr>
        <w:t>ça se fasse</w:t>
      </w:r>
      <w:r>
        <w:rPr>
          <w:bCs/>
        </w:rPr>
        <w:t xml:space="preserve">, </w:t>
      </w:r>
      <w:r w:rsidR="00530790" w:rsidRPr="005D5566">
        <w:rPr>
          <w:bCs/>
        </w:rPr>
        <w:t>nous croyons que c</w:t>
      </w:r>
      <w:r>
        <w:rPr>
          <w:bCs/>
        </w:rPr>
        <w:t>’</w:t>
      </w:r>
      <w:r w:rsidR="00530790" w:rsidRPr="005D5566">
        <w:rPr>
          <w:bCs/>
        </w:rPr>
        <w:t>est très facile</w:t>
      </w:r>
      <w:r>
        <w:rPr>
          <w:bCs/>
        </w:rPr>
        <w:t xml:space="preserve">, </w:t>
      </w:r>
      <w:r w:rsidR="00530790" w:rsidRPr="005D5566">
        <w:rPr>
          <w:bCs/>
        </w:rPr>
        <w:t>répliqua tranquillement l</w:t>
      </w:r>
      <w:r>
        <w:rPr>
          <w:bCs/>
        </w:rPr>
        <w:t>’</w:t>
      </w:r>
      <w:r w:rsidR="00530790" w:rsidRPr="005D5566">
        <w:rPr>
          <w:bCs/>
        </w:rPr>
        <w:t>homme</w:t>
      </w:r>
      <w:r>
        <w:rPr>
          <w:bCs/>
        </w:rPr>
        <w:t>.</w:t>
      </w:r>
    </w:p>
    <w:p w14:paraId="3DFB2DE1" w14:textId="77777777" w:rsidR="001C0413" w:rsidRDefault="00530790" w:rsidP="001C0413">
      <w:r w:rsidRPr="005D5566">
        <w:rPr>
          <w:bCs/>
        </w:rPr>
        <w:t>Se pliant à angle droit</w:t>
      </w:r>
      <w:r w:rsidR="001C0413">
        <w:rPr>
          <w:bCs/>
        </w:rPr>
        <w:t xml:space="preserve">, </w:t>
      </w:r>
      <w:r w:rsidRPr="005D5566">
        <w:rPr>
          <w:bCs/>
        </w:rPr>
        <w:t>il fut repris d</w:t>
      </w:r>
      <w:r w:rsidR="001C0413">
        <w:rPr>
          <w:bCs/>
        </w:rPr>
        <w:t>’</w:t>
      </w:r>
      <w:r w:rsidRPr="005D5566">
        <w:rPr>
          <w:bCs/>
        </w:rPr>
        <w:t>une quinte de toux</w:t>
      </w:r>
      <w:r w:rsidR="001C0413">
        <w:rPr>
          <w:bCs/>
        </w:rPr>
        <w:t xml:space="preserve">, </w:t>
      </w:r>
      <w:r w:rsidRPr="005D5566">
        <w:rPr>
          <w:bCs/>
        </w:rPr>
        <w:t xml:space="preserve">puis resta longtemps au milieu de la pièce </w:t>
      </w:r>
      <w:r w:rsidRPr="005D5566">
        <w:t xml:space="preserve">en </w:t>
      </w:r>
      <w:r w:rsidRPr="005D5566">
        <w:rPr>
          <w:bCs/>
        </w:rPr>
        <w:t>reniflant et en se frottant la poitrine</w:t>
      </w:r>
      <w:r w:rsidR="001C0413">
        <w:rPr>
          <w:bCs/>
        </w:rPr>
        <w:t xml:space="preserve">. </w:t>
      </w:r>
      <w:r w:rsidRPr="005D5566">
        <w:rPr>
          <w:bCs/>
        </w:rPr>
        <w:t>Les yeux écarquillés</w:t>
      </w:r>
      <w:r w:rsidR="001C0413">
        <w:rPr>
          <w:bCs/>
        </w:rPr>
        <w:t xml:space="preserve">, </w:t>
      </w:r>
      <w:r w:rsidRPr="005D5566">
        <w:rPr>
          <w:bCs/>
        </w:rPr>
        <w:t xml:space="preserve">il regardait la </w:t>
      </w:r>
      <w:r w:rsidRPr="005D5566">
        <w:t>mère</w:t>
      </w:r>
      <w:r w:rsidR="001C0413">
        <w:t>.</w:t>
      </w:r>
    </w:p>
    <w:p w14:paraId="0EAA67FB" w14:textId="77777777" w:rsidR="001C0413" w:rsidRDefault="001C0413" w:rsidP="001C0413">
      <w:pPr>
        <w:rPr>
          <w:bCs/>
        </w:rPr>
      </w:pPr>
      <w:r>
        <w:t>— </w:t>
      </w:r>
      <w:r w:rsidR="00530790" w:rsidRPr="005D5566">
        <w:rPr>
          <w:bCs/>
        </w:rPr>
        <w:t>Mais ce n</w:t>
      </w:r>
      <w:r>
        <w:rPr>
          <w:bCs/>
        </w:rPr>
        <w:t>’</w:t>
      </w:r>
      <w:r w:rsidR="00530790" w:rsidRPr="005D5566">
        <w:rPr>
          <w:bCs/>
        </w:rPr>
        <w:t>est pas moi qui décide de cette question</w:t>
      </w:r>
      <w:r>
        <w:rPr>
          <w:bCs/>
        </w:rPr>
        <w:t xml:space="preserve"> ! </w:t>
      </w:r>
      <w:r w:rsidR="00530790" w:rsidRPr="005D5566">
        <w:rPr>
          <w:bCs/>
        </w:rPr>
        <w:t>fit observer la mère</w:t>
      </w:r>
      <w:r>
        <w:rPr>
          <w:bCs/>
        </w:rPr>
        <w:t>.</w:t>
      </w:r>
    </w:p>
    <w:p w14:paraId="1F231412" w14:textId="77777777" w:rsidR="001C0413" w:rsidRDefault="001C0413" w:rsidP="001C0413">
      <w:pPr>
        <w:rPr>
          <w:bCs/>
        </w:rPr>
      </w:pPr>
      <w:r>
        <w:t>— </w:t>
      </w:r>
      <w:r w:rsidR="00530790" w:rsidRPr="005D5566">
        <w:rPr>
          <w:bCs/>
        </w:rPr>
        <w:t>Parle avec les autres</w:t>
      </w:r>
      <w:r>
        <w:rPr>
          <w:bCs/>
        </w:rPr>
        <w:t xml:space="preserve">, </w:t>
      </w:r>
      <w:r w:rsidR="00530790" w:rsidRPr="005D5566">
        <w:rPr>
          <w:bCs/>
        </w:rPr>
        <w:t>dis-leur que tout est prêt</w:t>
      </w:r>
      <w:r>
        <w:rPr>
          <w:bCs/>
        </w:rPr>
        <w:t xml:space="preserve"> ! </w:t>
      </w:r>
      <w:r w:rsidR="00530790" w:rsidRPr="005D5566">
        <w:rPr>
          <w:bCs/>
        </w:rPr>
        <w:t>Ah</w:t>
      </w:r>
      <w:r>
        <w:rPr>
          <w:bCs/>
        </w:rPr>
        <w:t xml:space="preserve"> ! </w:t>
      </w:r>
      <w:r w:rsidR="00530790" w:rsidRPr="005D5566">
        <w:rPr>
          <w:bCs/>
        </w:rPr>
        <w:t>si je pouvais les voir</w:t>
      </w:r>
      <w:r>
        <w:rPr>
          <w:bCs/>
        </w:rPr>
        <w:t xml:space="preserve">, </w:t>
      </w:r>
      <w:r w:rsidR="00530790" w:rsidRPr="005D5566">
        <w:rPr>
          <w:bCs/>
        </w:rPr>
        <w:t>je saurais bien les convaincre</w:t>
      </w:r>
      <w:r>
        <w:rPr>
          <w:bCs/>
        </w:rPr>
        <w:t xml:space="preserve"> ! </w:t>
      </w:r>
      <w:r w:rsidR="00530790" w:rsidRPr="005D5566">
        <w:rPr>
          <w:bCs/>
        </w:rPr>
        <w:t>s</w:t>
      </w:r>
      <w:r>
        <w:rPr>
          <w:bCs/>
        </w:rPr>
        <w:t>’</w:t>
      </w:r>
      <w:r w:rsidR="00530790" w:rsidRPr="005D5566">
        <w:rPr>
          <w:bCs/>
        </w:rPr>
        <w:t>écria le grêlé</w:t>
      </w:r>
      <w:r>
        <w:rPr>
          <w:bCs/>
        </w:rPr>
        <w:t>.</w:t>
      </w:r>
    </w:p>
    <w:p w14:paraId="7D06EDE6" w14:textId="77777777" w:rsidR="001C0413" w:rsidRDefault="00530790" w:rsidP="001C0413">
      <w:pPr>
        <w:rPr>
          <w:bCs/>
        </w:rPr>
      </w:pPr>
      <w:r w:rsidRPr="005D5566">
        <w:rPr>
          <w:bCs/>
        </w:rPr>
        <w:t>Il étendit les bras en un large geste</w:t>
      </w:r>
      <w:r w:rsidR="001C0413">
        <w:rPr>
          <w:bCs/>
        </w:rPr>
        <w:t xml:space="preserve">, </w:t>
      </w:r>
      <w:r w:rsidRPr="005D5566">
        <w:rPr>
          <w:bCs/>
        </w:rPr>
        <w:t xml:space="preserve">puis </w:t>
      </w:r>
      <w:r w:rsidRPr="005D5566">
        <w:t xml:space="preserve">les </w:t>
      </w:r>
      <w:r w:rsidRPr="005D5566">
        <w:rPr>
          <w:bCs/>
        </w:rPr>
        <w:t>croisa comme pour étreindre on ne sait quoi</w:t>
      </w:r>
      <w:r w:rsidR="001C0413">
        <w:rPr>
          <w:bCs/>
        </w:rPr>
        <w:t xml:space="preserve"> ; </w:t>
      </w:r>
      <w:r w:rsidRPr="005D5566">
        <w:rPr>
          <w:bCs/>
        </w:rPr>
        <w:t>dans sa voix</w:t>
      </w:r>
      <w:r w:rsidR="001C0413">
        <w:rPr>
          <w:bCs/>
        </w:rPr>
        <w:t xml:space="preserve">, </w:t>
      </w:r>
      <w:r w:rsidRPr="005D5566">
        <w:rPr>
          <w:bCs/>
        </w:rPr>
        <w:t>un sentiment dont l</w:t>
      </w:r>
      <w:r w:rsidR="001C0413">
        <w:rPr>
          <w:bCs/>
        </w:rPr>
        <w:t>’</w:t>
      </w:r>
      <w:r w:rsidRPr="005D5566">
        <w:rPr>
          <w:bCs/>
        </w:rPr>
        <w:t>énergie étonnait la mère</w:t>
      </w:r>
      <w:r w:rsidR="001C0413">
        <w:rPr>
          <w:bCs/>
        </w:rPr>
        <w:t xml:space="preserve">, </w:t>
      </w:r>
      <w:r w:rsidRPr="005D5566">
        <w:rPr>
          <w:bCs/>
        </w:rPr>
        <w:t>résonnait avec ardeur</w:t>
      </w:r>
      <w:r w:rsidR="001C0413">
        <w:rPr>
          <w:bCs/>
        </w:rPr>
        <w:t>.</w:t>
      </w:r>
    </w:p>
    <w:p w14:paraId="1F5ECC8A" w14:textId="77777777" w:rsidR="001C0413" w:rsidRDefault="001C0413" w:rsidP="001C0413">
      <w:r>
        <w:t>— </w:t>
      </w:r>
      <w:r w:rsidR="00530790" w:rsidRPr="005D5566">
        <w:rPr>
          <w:bCs/>
        </w:rPr>
        <w:t>Voyez-vous</w:t>
      </w:r>
      <w:r>
        <w:rPr>
          <w:bCs/>
        </w:rPr>
        <w:t xml:space="preserve">, </w:t>
      </w:r>
      <w:r w:rsidR="00530790" w:rsidRPr="005D5566">
        <w:rPr>
          <w:bCs/>
        </w:rPr>
        <w:t>comme il a changé</w:t>
      </w:r>
      <w:r>
        <w:rPr>
          <w:bCs/>
        </w:rPr>
        <w:t xml:space="preserve"> ! </w:t>
      </w:r>
      <w:r w:rsidR="00530790" w:rsidRPr="005D5566">
        <w:rPr>
          <w:bCs/>
        </w:rPr>
        <w:t>pensa-t-elle</w:t>
      </w:r>
      <w:r>
        <w:rPr>
          <w:bCs/>
        </w:rPr>
        <w:t xml:space="preserve">, </w:t>
      </w:r>
      <w:r w:rsidR="00530790" w:rsidRPr="005D5566">
        <w:rPr>
          <w:bCs/>
        </w:rPr>
        <w:t xml:space="preserve">et elle reprit à haute </w:t>
      </w:r>
      <w:r w:rsidR="00530790" w:rsidRPr="005D5566">
        <w:t>voix</w:t>
      </w:r>
      <w:r>
        <w:t> :</w:t>
      </w:r>
    </w:p>
    <w:p w14:paraId="3ECE2329" w14:textId="77777777" w:rsidR="001C0413" w:rsidRDefault="001C0413" w:rsidP="001C0413">
      <w:pPr>
        <w:rPr>
          <w:bCs/>
        </w:rPr>
      </w:pPr>
      <w:r>
        <w:t>— </w:t>
      </w:r>
      <w:r w:rsidR="00530790" w:rsidRPr="005D5566">
        <w:rPr>
          <w:bCs/>
        </w:rPr>
        <w:t>C</w:t>
      </w:r>
      <w:r>
        <w:rPr>
          <w:bCs/>
        </w:rPr>
        <w:t>’</w:t>
      </w:r>
      <w:r w:rsidR="00530790" w:rsidRPr="005D5566">
        <w:rPr>
          <w:bCs/>
        </w:rPr>
        <w:t xml:space="preserve">est Pavel </w:t>
      </w:r>
      <w:r w:rsidR="00530790" w:rsidRPr="005D5566">
        <w:t xml:space="preserve">et </w:t>
      </w:r>
      <w:r w:rsidR="00530790" w:rsidRPr="005D5566">
        <w:rPr>
          <w:bCs/>
        </w:rPr>
        <w:t>ses camarades qui décideront</w:t>
      </w:r>
      <w:r>
        <w:rPr>
          <w:bCs/>
        </w:rPr>
        <w:t>…</w:t>
      </w:r>
    </w:p>
    <w:p w14:paraId="5EE12590" w14:textId="77777777" w:rsidR="001C0413" w:rsidRDefault="00530790" w:rsidP="001C0413">
      <w:r w:rsidRPr="005D5566">
        <w:rPr>
          <w:bCs/>
        </w:rPr>
        <w:t>Pensif</w:t>
      </w:r>
      <w:r w:rsidR="001C0413">
        <w:rPr>
          <w:bCs/>
        </w:rPr>
        <w:t xml:space="preserve">, </w:t>
      </w:r>
      <w:r w:rsidRPr="005D5566">
        <w:rPr>
          <w:bCs/>
        </w:rPr>
        <w:t xml:space="preserve">le grêlé baissa la </w:t>
      </w:r>
      <w:r w:rsidRPr="005D5566">
        <w:t>tête</w:t>
      </w:r>
      <w:r w:rsidR="001C0413">
        <w:t>.</w:t>
      </w:r>
    </w:p>
    <w:p w14:paraId="67AEADEE" w14:textId="77777777" w:rsidR="001C0413" w:rsidRDefault="001C0413" w:rsidP="001C0413">
      <w:pPr>
        <w:rPr>
          <w:bCs/>
        </w:rPr>
      </w:pPr>
      <w:r>
        <w:lastRenderedPageBreak/>
        <w:t>— </w:t>
      </w:r>
      <w:r w:rsidR="00530790" w:rsidRPr="005D5566">
        <w:rPr>
          <w:bCs/>
        </w:rPr>
        <w:t>Qui est ce Pavel</w:t>
      </w:r>
      <w:r>
        <w:rPr>
          <w:bCs/>
        </w:rPr>
        <w:t xml:space="preserve"> ? </w:t>
      </w:r>
      <w:r w:rsidR="00530790" w:rsidRPr="005D5566">
        <w:rPr>
          <w:bCs/>
        </w:rPr>
        <w:t>demanda le vieillard en s</w:t>
      </w:r>
      <w:r>
        <w:rPr>
          <w:bCs/>
        </w:rPr>
        <w:t>’</w:t>
      </w:r>
      <w:r w:rsidR="00530790" w:rsidRPr="005D5566">
        <w:rPr>
          <w:bCs/>
        </w:rPr>
        <w:t>asseyant</w:t>
      </w:r>
      <w:r>
        <w:rPr>
          <w:bCs/>
        </w:rPr>
        <w:t>.</w:t>
      </w:r>
    </w:p>
    <w:p w14:paraId="2200CFB2" w14:textId="77777777" w:rsidR="001C0413" w:rsidRDefault="001C0413" w:rsidP="001C0413">
      <w:pPr>
        <w:rPr>
          <w:bCs/>
        </w:rPr>
      </w:pPr>
      <w:r>
        <w:t>— </w:t>
      </w:r>
      <w:r w:rsidR="00530790" w:rsidRPr="005D5566">
        <w:rPr>
          <w:bCs/>
        </w:rPr>
        <w:t>Mon fils</w:t>
      </w:r>
      <w:r>
        <w:rPr>
          <w:bCs/>
        </w:rPr>
        <w:t> !</w:t>
      </w:r>
    </w:p>
    <w:p w14:paraId="1073F6F5" w14:textId="77777777" w:rsidR="001C0413" w:rsidRDefault="001C0413" w:rsidP="001C0413">
      <w:pPr>
        <w:rPr>
          <w:bCs/>
        </w:rPr>
      </w:pPr>
      <w:r>
        <w:t>— </w:t>
      </w:r>
      <w:r w:rsidR="00530790" w:rsidRPr="005D5566">
        <w:rPr>
          <w:bCs/>
        </w:rPr>
        <w:t xml:space="preserve">Quel est son </w:t>
      </w:r>
      <w:r w:rsidR="00530790" w:rsidRPr="005D5566">
        <w:t xml:space="preserve">nom </w:t>
      </w:r>
      <w:r w:rsidR="00530790" w:rsidRPr="005D5566">
        <w:rPr>
          <w:bCs/>
        </w:rPr>
        <w:t>de famille</w:t>
      </w:r>
      <w:r>
        <w:rPr>
          <w:bCs/>
        </w:rPr>
        <w:t> ?</w:t>
      </w:r>
    </w:p>
    <w:p w14:paraId="621A3822" w14:textId="77777777" w:rsidR="001C0413" w:rsidRDefault="001C0413" w:rsidP="001C0413">
      <w:pPr>
        <w:rPr>
          <w:bCs/>
        </w:rPr>
      </w:pPr>
      <w:r>
        <w:t>— </w:t>
      </w:r>
      <w:r w:rsidR="00530790" w:rsidRPr="005D5566">
        <w:rPr>
          <w:bCs/>
        </w:rPr>
        <w:t>Vlassov</w:t>
      </w:r>
      <w:r>
        <w:rPr>
          <w:bCs/>
        </w:rPr>
        <w:t>.</w:t>
      </w:r>
    </w:p>
    <w:p w14:paraId="44FD0544" w14:textId="77777777" w:rsidR="001C0413" w:rsidRDefault="00530790" w:rsidP="001C0413">
      <w:pPr>
        <w:rPr>
          <w:bCs/>
        </w:rPr>
      </w:pPr>
      <w:r w:rsidRPr="005D5566">
        <w:rPr>
          <w:bCs/>
        </w:rPr>
        <w:t>Il hocha la tête</w:t>
      </w:r>
      <w:r w:rsidR="001C0413">
        <w:rPr>
          <w:bCs/>
        </w:rPr>
        <w:t xml:space="preserve">, </w:t>
      </w:r>
      <w:r w:rsidRPr="005D5566">
        <w:rPr>
          <w:bCs/>
        </w:rPr>
        <w:t>sortit sa blague à tabac de sa poche et dit en bourrant sa pipe</w:t>
      </w:r>
      <w:r w:rsidR="001C0413">
        <w:rPr>
          <w:bCs/>
        </w:rPr>
        <w:t> :</w:t>
      </w:r>
    </w:p>
    <w:p w14:paraId="0F5F004B" w14:textId="77777777" w:rsidR="001C0413" w:rsidRDefault="001C0413" w:rsidP="001C0413">
      <w:pPr>
        <w:rPr>
          <w:bCs/>
        </w:rPr>
      </w:pPr>
      <w:r>
        <w:t>— </w:t>
      </w:r>
      <w:r w:rsidR="00530790" w:rsidRPr="005D5566">
        <w:rPr>
          <w:bCs/>
        </w:rPr>
        <w:t>J</w:t>
      </w:r>
      <w:r>
        <w:rPr>
          <w:bCs/>
        </w:rPr>
        <w:t>’</w:t>
      </w:r>
      <w:r w:rsidR="00530790" w:rsidRPr="005D5566">
        <w:rPr>
          <w:bCs/>
        </w:rPr>
        <w:t>ai entendu ce nom</w:t>
      </w:r>
      <w:r>
        <w:rPr>
          <w:bCs/>
        </w:rPr>
        <w:t xml:space="preserve">. </w:t>
      </w:r>
      <w:r w:rsidR="00530790" w:rsidRPr="005D5566">
        <w:rPr>
          <w:bCs/>
        </w:rPr>
        <w:t>Mon neveu le connaît</w:t>
      </w:r>
      <w:r>
        <w:rPr>
          <w:bCs/>
        </w:rPr>
        <w:t xml:space="preserve">. </w:t>
      </w:r>
      <w:r w:rsidR="00530790" w:rsidRPr="005D5566">
        <w:rPr>
          <w:bCs/>
        </w:rPr>
        <w:t>Il est aussi en prison</w:t>
      </w:r>
      <w:r>
        <w:rPr>
          <w:bCs/>
        </w:rPr>
        <w:t xml:space="preserve">, </w:t>
      </w:r>
      <w:r w:rsidR="00530790" w:rsidRPr="005D5566">
        <w:rPr>
          <w:bCs/>
        </w:rPr>
        <w:t>mon neveu</w:t>
      </w:r>
      <w:r>
        <w:rPr>
          <w:bCs/>
        </w:rPr>
        <w:t xml:space="preserve"> ; </w:t>
      </w:r>
      <w:r w:rsidR="00530790" w:rsidRPr="005D5566">
        <w:rPr>
          <w:bCs/>
        </w:rPr>
        <w:t>il s</w:t>
      </w:r>
      <w:r>
        <w:rPr>
          <w:bCs/>
        </w:rPr>
        <w:t>’</w:t>
      </w:r>
      <w:r w:rsidR="00530790" w:rsidRPr="005D5566">
        <w:rPr>
          <w:bCs/>
        </w:rPr>
        <w:t>appelle Evtchenko</w:t>
      </w:r>
      <w:r>
        <w:rPr>
          <w:bCs/>
        </w:rPr>
        <w:t xml:space="preserve">. </w:t>
      </w:r>
      <w:r w:rsidR="00530790" w:rsidRPr="005D5566">
        <w:rPr>
          <w:bCs/>
        </w:rPr>
        <w:t>Vous le connaissez</w:t>
      </w:r>
      <w:r>
        <w:rPr>
          <w:bCs/>
        </w:rPr>
        <w:t xml:space="preserve"> ? </w:t>
      </w:r>
      <w:r w:rsidR="00530790" w:rsidRPr="005D5566">
        <w:rPr>
          <w:bCs/>
        </w:rPr>
        <w:t>Mon nom est Gadoune</w:t>
      </w:r>
      <w:r>
        <w:rPr>
          <w:bCs/>
        </w:rPr>
        <w:t xml:space="preserve">. </w:t>
      </w:r>
      <w:r w:rsidR="00530790" w:rsidRPr="005D5566">
        <w:rPr>
          <w:bCs/>
        </w:rPr>
        <w:t>Bientôt tout le monde sera en prison</w:t>
      </w:r>
      <w:r>
        <w:rPr>
          <w:bCs/>
        </w:rPr>
        <w:t xml:space="preserve"> ; </w:t>
      </w:r>
      <w:r w:rsidR="00530790" w:rsidRPr="005D5566">
        <w:rPr>
          <w:bCs/>
        </w:rPr>
        <w:t>nous serons alors heureux et tranquilles</w:t>
      </w:r>
      <w:r>
        <w:rPr>
          <w:bCs/>
        </w:rPr>
        <w:t xml:space="preserve">, </w:t>
      </w:r>
      <w:r w:rsidR="00530790" w:rsidRPr="005D5566">
        <w:rPr>
          <w:bCs/>
        </w:rPr>
        <w:t>nous autres</w:t>
      </w:r>
      <w:r>
        <w:rPr>
          <w:bCs/>
        </w:rPr>
        <w:t xml:space="preserve">, </w:t>
      </w:r>
      <w:r w:rsidR="00530790" w:rsidRPr="005D5566">
        <w:rPr>
          <w:bCs/>
        </w:rPr>
        <w:t>les vieux</w:t>
      </w:r>
      <w:r>
        <w:rPr>
          <w:bCs/>
        </w:rPr>
        <w:t xml:space="preserve">. </w:t>
      </w:r>
      <w:r w:rsidR="00530790" w:rsidRPr="005D5566">
        <w:rPr>
          <w:bCs/>
        </w:rPr>
        <w:t>Le gendarme m</w:t>
      </w:r>
      <w:r>
        <w:rPr>
          <w:bCs/>
        </w:rPr>
        <w:t>’</w:t>
      </w:r>
      <w:r w:rsidR="00530790" w:rsidRPr="005D5566">
        <w:rPr>
          <w:bCs/>
        </w:rPr>
        <w:t>a promis d</w:t>
      </w:r>
      <w:r>
        <w:rPr>
          <w:bCs/>
        </w:rPr>
        <w:t>’</w:t>
      </w:r>
      <w:r w:rsidR="00530790" w:rsidRPr="005D5566">
        <w:rPr>
          <w:bCs/>
        </w:rPr>
        <w:t>envoyer mon neveu en Sibérie</w:t>
      </w:r>
      <w:r>
        <w:rPr>
          <w:bCs/>
        </w:rPr>
        <w:t xml:space="preserve">… </w:t>
      </w:r>
      <w:r w:rsidR="00530790" w:rsidRPr="005D5566">
        <w:rPr>
          <w:bCs/>
        </w:rPr>
        <w:t>Et il le fera</w:t>
      </w:r>
      <w:r>
        <w:rPr>
          <w:bCs/>
        </w:rPr>
        <w:t xml:space="preserve">, </w:t>
      </w:r>
      <w:r w:rsidR="00530790" w:rsidRPr="005D5566">
        <w:rPr>
          <w:bCs/>
        </w:rPr>
        <w:t>le maudit</w:t>
      </w:r>
      <w:r>
        <w:rPr>
          <w:bCs/>
        </w:rPr>
        <w:t> !</w:t>
      </w:r>
    </w:p>
    <w:p w14:paraId="365F2BE1" w14:textId="77777777" w:rsidR="001C0413" w:rsidRDefault="00530790" w:rsidP="001C0413">
      <w:pPr>
        <w:rPr>
          <w:bCs/>
        </w:rPr>
      </w:pPr>
      <w:r w:rsidRPr="005D5566">
        <w:rPr>
          <w:bCs/>
        </w:rPr>
        <w:t>Il se mit à fumer en crachant à terre de temps à autre</w:t>
      </w:r>
      <w:r w:rsidR="001C0413">
        <w:rPr>
          <w:bCs/>
        </w:rPr>
        <w:t>.</w:t>
      </w:r>
    </w:p>
    <w:p w14:paraId="6A53CEBB" w14:textId="77777777" w:rsidR="001C0413" w:rsidRDefault="001C0413" w:rsidP="001C0413">
      <w:pPr>
        <w:rPr>
          <w:bCs/>
        </w:rPr>
      </w:pPr>
      <w:r>
        <w:t>— </w:t>
      </w:r>
      <w:r w:rsidR="00530790" w:rsidRPr="005D5566">
        <w:rPr>
          <w:bCs/>
        </w:rPr>
        <w:t>Ah</w:t>
      </w:r>
      <w:r>
        <w:rPr>
          <w:bCs/>
        </w:rPr>
        <w:t xml:space="preserve"> ! </w:t>
      </w:r>
      <w:r w:rsidR="00530790" w:rsidRPr="005D5566">
        <w:rPr>
          <w:bCs/>
        </w:rPr>
        <w:t>elle ne veut pas</w:t>
      </w:r>
      <w:r>
        <w:rPr>
          <w:bCs/>
        </w:rPr>
        <w:t xml:space="preserve"> ? </w:t>
      </w:r>
      <w:r w:rsidR="00530790" w:rsidRPr="005D5566">
        <w:rPr>
          <w:bCs/>
        </w:rPr>
        <w:t>continua-t-il en s</w:t>
      </w:r>
      <w:r>
        <w:rPr>
          <w:bCs/>
        </w:rPr>
        <w:t>’</w:t>
      </w:r>
      <w:r w:rsidR="00530790" w:rsidRPr="005D5566">
        <w:rPr>
          <w:bCs/>
        </w:rPr>
        <w:t>adressant au jeune homme</w:t>
      </w:r>
      <w:r>
        <w:rPr>
          <w:bCs/>
        </w:rPr>
        <w:t xml:space="preserve">. </w:t>
      </w:r>
      <w:r w:rsidR="00530790" w:rsidRPr="005D5566">
        <w:rPr>
          <w:bCs/>
        </w:rPr>
        <w:t>C</w:t>
      </w:r>
      <w:r>
        <w:rPr>
          <w:bCs/>
        </w:rPr>
        <w:t>’</w:t>
      </w:r>
      <w:r w:rsidR="00530790" w:rsidRPr="005D5566">
        <w:rPr>
          <w:bCs/>
        </w:rPr>
        <w:t>est son affaire</w:t>
      </w:r>
      <w:r>
        <w:rPr>
          <w:bCs/>
        </w:rPr>
        <w:t xml:space="preserve">… </w:t>
      </w:r>
      <w:r w:rsidR="00530790" w:rsidRPr="005D5566">
        <w:rPr>
          <w:bCs/>
        </w:rPr>
        <w:t>L</w:t>
      </w:r>
      <w:r>
        <w:rPr>
          <w:bCs/>
        </w:rPr>
        <w:t>’</w:t>
      </w:r>
      <w:r w:rsidR="00530790" w:rsidRPr="005D5566">
        <w:rPr>
          <w:bCs/>
        </w:rPr>
        <w:t>homme est libre</w:t>
      </w:r>
      <w:r>
        <w:rPr>
          <w:bCs/>
        </w:rPr>
        <w:t xml:space="preserve">… </w:t>
      </w:r>
      <w:r w:rsidR="00530790" w:rsidRPr="005D5566">
        <w:rPr>
          <w:bCs/>
        </w:rPr>
        <w:t>S</w:t>
      </w:r>
      <w:r>
        <w:rPr>
          <w:bCs/>
        </w:rPr>
        <w:t>’</w:t>
      </w:r>
      <w:r w:rsidR="00530790" w:rsidRPr="005D5566">
        <w:rPr>
          <w:bCs/>
        </w:rPr>
        <w:t>il est fatigué</w:t>
      </w:r>
      <w:r>
        <w:rPr>
          <w:bCs/>
        </w:rPr>
        <w:t xml:space="preserve">, </w:t>
      </w:r>
      <w:r w:rsidR="00530790" w:rsidRPr="005D5566">
        <w:rPr>
          <w:bCs/>
        </w:rPr>
        <w:t>qu</w:t>
      </w:r>
      <w:r>
        <w:rPr>
          <w:bCs/>
        </w:rPr>
        <w:t>’</w:t>
      </w:r>
      <w:r w:rsidR="00530790" w:rsidRPr="005D5566">
        <w:rPr>
          <w:bCs/>
        </w:rPr>
        <w:t>il s</w:t>
      </w:r>
      <w:r>
        <w:rPr>
          <w:bCs/>
        </w:rPr>
        <w:t>’</w:t>
      </w:r>
      <w:r w:rsidR="00530790" w:rsidRPr="005D5566">
        <w:rPr>
          <w:bCs/>
        </w:rPr>
        <w:t>asseye</w:t>
      </w:r>
      <w:r>
        <w:rPr>
          <w:bCs/>
        </w:rPr>
        <w:t xml:space="preserve"> ; </w:t>
      </w:r>
      <w:r w:rsidR="00530790" w:rsidRPr="005D5566">
        <w:rPr>
          <w:bCs/>
        </w:rPr>
        <w:t>s</w:t>
      </w:r>
      <w:r>
        <w:rPr>
          <w:bCs/>
        </w:rPr>
        <w:t>’</w:t>
      </w:r>
      <w:r w:rsidR="00530790" w:rsidRPr="005D5566">
        <w:rPr>
          <w:bCs/>
        </w:rPr>
        <w:t>il est las d</w:t>
      </w:r>
      <w:r>
        <w:rPr>
          <w:bCs/>
        </w:rPr>
        <w:t>’</w:t>
      </w:r>
      <w:r w:rsidR="00530790" w:rsidRPr="005D5566">
        <w:rPr>
          <w:bCs/>
        </w:rPr>
        <w:t>être assis</w:t>
      </w:r>
      <w:r>
        <w:rPr>
          <w:bCs/>
        </w:rPr>
        <w:t xml:space="preserve">, </w:t>
      </w:r>
      <w:r w:rsidR="00530790" w:rsidRPr="005D5566">
        <w:rPr>
          <w:bCs/>
        </w:rPr>
        <w:t>qu</w:t>
      </w:r>
      <w:r>
        <w:rPr>
          <w:bCs/>
        </w:rPr>
        <w:t>’</w:t>
      </w:r>
      <w:r w:rsidR="00530790" w:rsidRPr="005D5566">
        <w:rPr>
          <w:bCs/>
        </w:rPr>
        <w:t>il marche</w:t>
      </w:r>
      <w:r>
        <w:rPr>
          <w:bCs/>
        </w:rPr>
        <w:t xml:space="preserve">… </w:t>
      </w:r>
      <w:r w:rsidR="00530790" w:rsidRPr="005D5566">
        <w:rPr>
          <w:bCs/>
        </w:rPr>
        <w:t>Si on le dépouille</w:t>
      </w:r>
      <w:r>
        <w:rPr>
          <w:bCs/>
        </w:rPr>
        <w:t xml:space="preserve">, </w:t>
      </w:r>
      <w:r w:rsidR="00530790" w:rsidRPr="005D5566">
        <w:rPr>
          <w:bCs/>
        </w:rPr>
        <w:t>qu</w:t>
      </w:r>
      <w:r>
        <w:rPr>
          <w:bCs/>
        </w:rPr>
        <w:t>’</w:t>
      </w:r>
      <w:r w:rsidR="00530790" w:rsidRPr="005D5566">
        <w:rPr>
          <w:bCs/>
        </w:rPr>
        <w:t>il se taise</w:t>
      </w:r>
      <w:r>
        <w:rPr>
          <w:bCs/>
        </w:rPr>
        <w:t xml:space="preserve"> ; </w:t>
      </w:r>
      <w:r w:rsidR="00530790" w:rsidRPr="005D5566">
        <w:rPr>
          <w:bCs/>
        </w:rPr>
        <w:t>si on le bat</w:t>
      </w:r>
      <w:r>
        <w:rPr>
          <w:bCs/>
        </w:rPr>
        <w:t xml:space="preserve">, </w:t>
      </w:r>
      <w:r w:rsidR="00530790" w:rsidRPr="005D5566">
        <w:rPr>
          <w:bCs/>
        </w:rPr>
        <w:t>qu</w:t>
      </w:r>
      <w:r>
        <w:rPr>
          <w:bCs/>
        </w:rPr>
        <w:t>’</w:t>
      </w:r>
      <w:r w:rsidR="00530790" w:rsidRPr="005D5566">
        <w:rPr>
          <w:bCs/>
        </w:rPr>
        <w:t>il le supporte avec patience</w:t>
      </w:r>
      <w:r>
        <w:rPr>
          <w:bCs/>
        </w:rPr>
        <w:t xml:space="preserve">. </w:t>
      </w:r>
      <w:r w:rsidR="00530790" w:rsidRPr="005D5566">
        <w:rPr>
          <w:bCs/>
        </w:rPr>
        <w:t>Si on le tue</w:t>
      </w:r>
      <w:r>
        <w:rPr>
          <w:bCs/>
        </w:rPr>
        <w:t xml:space="preserve">, </w:t>
      </w:r>
      <w:r w:rsidR="00530790" w:rsidRPr="005D5566">
        <w:rPr>
          <w:bCs/>
        </w:rPr>
        <w:t>qu</w:t>
      </w:r>
      <w:r>
        <w:rPr>
          <w:bCs/>
        </w:rPr>
        <w:t>’</w:t>
      </w:r>
      <w:r w:rsidR="00530790" w:rsidRPr="005D5566">
        <w:rPr>
          <w:bCs/>
        </w:rPr>
        <w:t>il tombe</w:t>
      </w:r>
      <w:r>
        <w:rPr>
          <w:bCs/>
        </w:rPr>
        <w:t xml:space="preserve">… </w:t>
      </w:r>
      <w:r w:rsidR="00530790" w:rsidRPr="005D5566">
        <w:rPr>
          <w:bCs/>
        </w:rPr>
        <w:t>C</w:t>
      </w:r>
      <w:r>
        <w:rPr>
          <w:bCs/>
        </w:rPr>
        <w:t>’</w:t>
      </w:r>
      <w:r w:rsidR="00530790" w:rsidRPr="005D5566">
        <w:rPr>
          <w:bCs/>
        </w:rPr>
        <w:t>est bien certain</w:t>
      </w:r>
      <w:r>
        <w:rPr>
          <w:bCs/>
        </w:rPr>
        <w:t xml:space="preserve">… </w:t>
      </w:r>
      <w:r w:rsidR="00530790" w:rsidRPr="005D5566">
        <w:rPr>
          <w:bCs/>
        </w:rPr>
        <w:t>Mais moi</w:t>
      </w:r>
      <w:r>
        <w:rPr>
          <w:bCs/>
        </w:rPr>
        <w:t xml:space="preserve">, </w:t>
      </w:r>
      <w:r w:rsidR="00530790" w:rsidRPr="005D5566">
        <w:rPr>
          <w:bCs/>
        </w:rPr>
        <w:t>je ferai sortir mon neveu</w:t>
      </w:r>
      <w:r>
        <w:rPr>
          <w:bCs/>
        </w:rPr>
        <w:t xml:space="preserve">… </w:t>
      </w:r>
      <w:r w:rsidR="00530790" w:rsidRPr="005D5566">
        <w:rPr>
          <w:bCs/>
        </w:rPr>
        <w:t>Je le ferai sortir</w:t>
      </w:r>
      <w:r>
        <w:rPr>
          <w:bCs/>
        </w:rPr>
        <w:t>…</w:t>
      </w:r>
    </w:p>
    <w:p w14:paraId="1CA8FD6C" w14:textId="77777777" w:rsidR="001C0413" w:rsidRDefault="00530790" w:rsidP="001C0413">
      <w:pPr>
        <w:rPr>
          <w:bCs/>
        </w:rPr>
      </w:pPr>
      <w:r w:rsidRPr="005D5566">
        <w:rPr>
          <w:bCs/>
        </w:rPr>
        <w:t>Ses phrases courtes</w:t>
      </w:r>
      <w:r w:rsidR="001C0413">
        <w:rPr>
          <w:bCs/>
        </w:rPr>
        <w:t xml:space="preserve">, </w:t>
      </w:r>
      <w:r w:rsidRPr="005D5566">
        <w:rPr>
          <w:bCs/>
        </w:rPr>
        <w:t>pareilles à des jappements</w:t>
      </w:r>
      <w:r w:rsidR="001C0413">
        <w:rPr>
          <w:bCs/>
        </w:rPr>
        <w:t xml:space="preserve">, </w:t>
      </w:r>
      <w:r w:rsidRPr="005D5566">
        <w:rPr>
          <w:bCs/>
        </w:rPr>
        <w:t>rendirent la mère perplexe</w:t>
      </w:r>
      <w:r w:rsidR="001C0413">
        <w:rPr>
          <w:bCs/>
        </w:rPr>
        <w:t xml:space="preserve"> ; </w:t>
      </w:r>
      <w:r w:rsidRPr="005D5566">
        <w:rPr>
          <w:bCs/>
        </w:rPr>
        <w:t>sa jalousie fut excitée par les derniers mots du vieillard</w:t>
      </w:r>
      <w:r w:rsidR="001C0413">
        <w:rPr>
          <w:bCs/>
        </w:rPr>
        <w:t>.</w:t>
      </w:r>
    </w:p>
    <w:p w14:paraId="49895EA9" w14:textId="77777777" w:rsidR="001C0413" w:rsidRDefault="00530790" w:rsidP="001C0413">
      <w:pPr>
        <w:rPr>
          <w:bCs/>
        </w:rPr>
      </w:pPr>
      <w:r w:rsidRPr="005D5566">
        <w:rPr>
          <w:bCs/>
        </w:rPr>
        <w:t>Dans la rue</w:t>
      </w:r>
      <w:r w:rsidR="001C0413">
        <w:rPr>
          <w:bCs/>
        </w:rPr>
        <w:t xml:space="preserve">, </w:t>
      </w:r>
      <w:r w:rsidRPr="005D5566">
        <w:rPr>
          <w:bCs/>
        </w:rPr>
        <w:t>elle allait sous le vent froid et la pluie et pensait à Vessoftchikov</w:t>
      </w:r>
      <w:r w:rsidR="001C0413">
        <w:rPr>
          <w:bCs/>
        </w:rPr>
        <w:t>.</w:t>
      </w:r>
    </w:p>
    <w:p w14:paraId="6DFF5E27" w14:textId="77777777" w:rsidR="001C0413" w:rsidRDefault="001C0413" w:rsidP="001C0413">
      <w:pPr>
        <w:rPr>
          <w:bCs/>
        </w:rPr>
      </w:pPr>
      <w:r>
        <w:t>— </w:t>
      </w:r>
      <w:r w:rsidR="00530790" w:rsidRPr="005D5566">
        <w:rPr>
          <w:bCs/>
        </w:rPr>
        <w:t>Comme il a changé</w:t>
      </w:r>
      <w:r>
        <w:rPr>
          <w:bCs/>
        </w:rPr>
        <w:t xml:space="preserve">… </w:t>
      </w:r>
      <w:r w:rsidR="00530790" w:rsidRPr="005D5566">
        <w:rPr>
          <w:bCs/>
        </w:rPr>
        <w:t>voyez-vous ça</w:t>
      </w:r>
      <w:r>
        <w:rPr>
          <w:bCs/>
        </w:rPr>
        <w:t> !</w:t>
      </w:r>
    </w:p>
    <w:p w14:paraId="43B9A1F8" w14:textId="77777777" w:rsidR="001C0413" w:rsidRDefault="00530790" w:rsidP="001C0413">
      <w:pPr>
        <w:rPr>
          <w:bCs/>
        </w:rPr>
      </w:pPr>
      <w:r w:rsidRPr="005D5566">
        <w:rPr>
          <w:bCs/>
        </w:rPr>
        <w:t>Et</w:t>
      </w:r>
      <w:r w:rsidR="001C0413">
        <w:rPr>
          <w:bCs/>
        </w:rPr>
        <w:t xml:space="preserve">, </w:t>
      </w:r>
      <w:r w:rsidRPr="005D5566">
        <w:rPr>
          <w:bCs/>
        </w:rPr>
        <w:t>songeant à Gadoune</w:t>
      </w:r>
      <w:r w:rsidR="001C0413">
        <w:rPr>
          <w:bCs/>
        </w:rPr>
        <w:t xml:space="preserve">, </w:t>
      </w:r>
      <w:r w:rsidRPr="005D5566">
        <w:rPr>
          <w:bCs/>
        </w:rPr>
        <w:t>elle médita</w:t>
      </w:r>
      <w:r w:rsidR="001C0413">
        <w:rPr>
          <w:bCs/>
        </w:rPr>
        <w:t xml:space="preserve">, </w:t>
      </w:r>
      <w:r w:rsidRPr="005D5566">
        <w:rPr>
          <w:bCs/>
        </w:rPr>
        <w:t>presque pieusement</w:t>
      </w:r>
      <w:r w:rsidR="001C0413">
        <w:rPr>
          <w:bCs/>
        </w:rPr>
        <w:t> :</w:t>
      </w:r>
    </w:p>
    <w:p w14:paraId="3DE07FB9" w14:textId="77777777" w:rsidR="001C0413" w:rsidRDefault="001C0413" w:rsidP="001C0413">
      <w:pPr>
        <w:rPr>
          <w:bCs/>
        </w:rPr>
      </w:pPr>
      <w:r>
        <w:lastRenderedPageBreak/>
        <w:t>— </w:t>
      </w:r>
      <w:r w:rsidR="00530790" w:rsidRPr="005D5566">
        <w:rPr>
          <w:bCs/>
        </w:rPr>
        <w:t>À ce qu</w:t>
      </w:r>
      <w:r>
        <w:rPr>
          <w:bCs/>
        </w:rPr>
        <w:t>’</w:t>
      </w:r>
      <w:r w:rsidR="00530790" w:rsidRPr="005D5566">
        <w:rPr>
          <w:bCs/>
        </w:rPr>
        <w:t>il paraît</w:t>
      </w:r>
      <w:r>
        <w:rPr>
          <w:bCs/>
        </w:rPr>
        <w:t xml:space="preserve">, </w:t>
      </w:r>
      <w:r w:rsidR="00530790" w:rsidRPr="005D5566">
        <w:rPr>
          <w:bCs/>
        </w:rPr>
        <w:t>je ne suis pas la seule à vivre la vie nouvelle</w:t>
      </w:r>
      <w:r>
        <w:rPr>
          <w:bCs/>
        </w:rPr>
        <w:t>.</w:t>
      </w:r>
    </w:p>
    <w:p w14:paraId="142BAA72" w14:textId="77777777" w:rsidR="001C0413" w:rsidRDefault="00530790" w:rsidP="001C0413">
      <w:pPr>
        <w:rPr>
          <w:bCs/>
        </w:rPr>
      </w:pPr>
      <w:r w:rsidRPr="005D5566">
        <w:rPr>
          <w:bCs/>
        </w:rPr>
        <w:t>Puis</w:t>
      </w:r>
      <w:r w:rsidR="001C0413">
        <w:rPr>
          <w:bCs/>
        </w:rPr>
        <w:t xml:space="preserve">, </w:t>
      </w:r>
      <w:r w:rsidRPr="005D5566">
        <w:rPr>
          <w:bCs/>
        </w:rPr>
        <w:t>dans son cœur se dressa l</w:t>
      </w:r>
      <w:r w:rsidR="001C0413">
        <w:rPr>
          <w:bCs/>
        </w:rPr>
        <w:t>’</w:t>
      </w:r>
      <w:r w:rsidRPr="005D5566">
        <w:rPr>
          <w:bCs/>
        </w:rPr>
        <w:t>image de son fils</w:t>
      </w:r>
      <w:r w:rsidR="001C0413">
        <w:rPr>
          <w:bCs/>
        </w:rPr>
        <w:t> :</w:t>
      </w:r>
    </w:p>
    <w:p w14:paraId="4BA8C569" w14:textId="77777777" w:rsidR="001C0413" w:rsidRDefault="001C0413" w:rsidP="001C0413">
      <w:pPr>
        <w:rPr>
          <w:bCs/>
        </w:rPr>
      </w:pPr>
      <w:r>
        <w:t>— </w:t>
      </w:r>
      <w:r w:rsidR="00530790" w:rsidRPr="005D5566">
        <w:rPr>
          <w:bCs/>
        </w:rPr>
        <w:t>Si seulement il consentait</w:t>
      </w:r>
      <w:r>
        <w:rPr>
          <w:bCs/>
        </w:rPr>
        <w:t> !…</w:t>
      </w:r>
    </w:p>
    <w:p w14:paraId="6CAFED76" w14:textId="6A36996C" w:rsidR="00530790" w:rsidRPr="003B37B8" w:rsidRDefault="00530790" w:rsidP="001C0413">
      <w:pPr>
        <w:pStyle w:val="Titre2"/>
        <w:rPr>
          <w:szCs w:val="44"/>
        </w:rPr>
      </w:pPr>
      <w:bookmarkStart w:id="53" w:name="_Toc202279574"/>
      <w:r w:rsidRPr="003B37B8">
        <w:rPr>
          <w:szCs w:val="44"/>
        </w:rPr>
        <w:lastRenderedPageBreak/>
        <w:t>XXI</w:t>
      </w:r>
      <w:bookmarkEnd w:id="53"/>
      <w:r w:rsidRPr="003B37B8">
        <w:rPr>
          <w:szCs w:val="44"/>
        </w:rPr>
        <w:br/>
      </w:r>
    </w:p>
    <w:p w14:paraId="2FEE44CE" w14:textId="77777777" w:rsidR="001C0413" w:rsidRDefault="00530790" w:rsidP="001C0413">
      <w:pPr>
        <w:rPr>
          <w:bCs/>
        </w:rPr>
      </w:pPr>
      <w:r w:rsidRPr="005D5566">
        <w:rPr>
          <w:bCs/>
        </w:rPr>
        <w:t>Le dimanche suivant</w:t>
      </w:r>
      <w:r w:rsidR="001C0413">
        <w:rPr>
          <w:bCs/>
        </w:rPr>
        <w:t xml:space="preserve">, </w:t>
      </w:r>
      <w:r w:rsidRPr="005D5566">
        <w:rPr>
          <w:bCs/>
        </w:rPr>
        <w:t>en prenant congé de Pavel</w:t>
      </w:r>
      <w:r w:rsidR="001C0413">
        <w:rPr>
          <w:bCs/>
        </w:rPr>
        <w:t xml:space="preserve">, </w:t>
      </w:r>
      <w:r w:rsidRPr="005D5566">
        <w:rPr>
          <w:bCs/>
        </w:rPr>
        <w:t>au greffe de la prison</w:t>
      </w:r>
      <w:r w:rsidR="001C0413">
        <w:rPr>
          <w:bCs/>
        </w:rPr>
        <w:t xml:space="preserve">, </w:t>
      </w:r>
      <w:r w:rsidRPr="005D5566">
        <w:rPr>
          <w:bCs/>
        </w:rPr>
        <w:t>elle sentit dans sa main une petite boulette de papier</w:t>
      </w:r>
      <w:r w:rsidR="001C0413">
        <w:rPr>
          <w:bCs/>
        </w:rPr>
        <w:t xml:space="preserve">. </w:t>
      </w:r>
      <w:r w:rsidRPr="005D5566">
        <w:rPr>
          <w:bCs/>
        </w:rPr>
        <w:t>Cela la fit tressaillir</w:t>
      </w:r>
      <w:r w:rsidR="001C0413">
        <w:rPr>
          <w:bCs/>
        </w:rPr>
        <w:t xml:space="preserve">, </w:t>
      </w:r>
      <w:r w:rsidRPr="005D5566">
        <w:rPr>
          <w:bCs/>
        </w:rPr>
        <w:t>et elle jeta sur son fils un regard interrogateur et suppliant</w:t>
      </w:r>
      <w:r w:rsidR="001C0413">
        <w:rPr>
          <w:bCs/>
        </w:rPr>
        <w:t xml:space="preserve"> ; </w:t>
      </w:r>
      <w:r w:rsidRPr="005D5566">
        <w:rPr>
          <w:bCs/>
        </w:rPr>
        <w:t>mais Pavel ne lui donna aucune réponse</w:t>
      </w:r>
      <w:r w:rsidR="001C0413">
        <w:rPr>
          <w:bCs/>
        </w:rPr>
        <w:t xml:space="preserve">. </w:t>
      </w:r>
      <w:r w:rsidRPr="005D5566">
        <w:rPr>
          <w:bCs/>
        </w:rPr>
        <w:t>Ses yeux bleus avaient comme d</w:t>
      </w:r>
      <w:r w:rsidR="001C0413">
        <w:rPr>
          <w:bCs/>
        </w:rPr>
        <w:t>’</w:t>
      </w:r>
      <w:r w:rsidRPr="005D5566">
        <w:rPr>
          <w:bCs/>
        </w:rPr>
        <w:t>habitude le sourire tranquille et ferme qu</w:t>
      </w:r>
      <w:r w:rsidR="001C0413">
        <w:rPr>
          <w:bCs/>
        </w:rPr>
        <w:t>’</w:t>
      </w:r>
      <w:r w:rsidRPr="005D5566">
        <w:rPr>
          <w:bCs/>
        </w:rPr>
        <w:t>elle connaissait bien</w:t>
      </w:r>
      <w:r w:rsidR="001C0413">
        <w:rPr>
          <w:bCs/>
        </w:rPr>
        <w:t>.</w:t>
      </w:r>
    </w:p>
    <w:p w14:paraId="3B1657BF" w14:textId="77777777" w:rsidR="001C0413" w:rsidRDefault="001C0413" w:rsidP="001C0413">
      <w:pPr>
        <w:rPr>
          <w:bCs/>
        </w:rPr>
      </w:pPr>
      <w:r>
        <w:t>— </w:t>
      </w:r>
      <w:r w:rsidR="00530790" w:rsidRPr="005D5566">
        <w:rPr>
          <w:bCs/>
        </w:rPr>
        <w:t>Adieu</w:t>
      </w:r>
      <w:r>
        <w:rPr>
          <w:bCs/>
        </w:rPr>
        <w:t xml:space="preserve"> ! </w:t>
      </w:r>
      <w:r w:rsidR="00530790" w:rsidRPr="005D5566">
        <w:rPr>
          <w:bCs/>
        </w:rPr>
        <w:t>dit-elle en soupirant</w:t>
      </w:r>
      <w:r>
        <w:rPr>
          <w:bCs/>
        </w:rPr>
        <w:t>.</w:t>
      </w:r>
    </w:p>
    <w:p w14:paraId="6E68B527" w14:textId="77777777" w:rsidR="001C0413" w:rsidRDefault="00530790" w:rsidP="001C0413">
      <w:pPr>
        <w:rPr>
          <w:bCs/>
        </w:rPr>
      </w:pPr>
      <w:r w:rsidRPr="005D5566">
        <w:rPr>
          <w:bCs/>
        </w:rPr>
        <w:t>De nouveau</w:t>
      </w:r>
      <w:r w:rsidR="001C0413">
        <w:rPr>
          <w:bCs/>
        </w:rPr>
        <w:t xml:space="preserve">, </w:t>
      </w:r>
      <w:r w:rsidRPr="005D5566">
        <w:rPr>
          <w:bCs/>
        </w:rPr>
        <w:t>Pavel lui tendit la main</w:t>
      </w:r>
      <w:r w:rsidR="001C0413">
        <w:rPr>
          <w:bCs/>
        </w:rPr>
        <w:t xml:space="preserve">, </w:t>
      </w:r>
      <w:r w:rsidRPr="005D5566">
        <w:rPr>
          <w:bCs/>
        </w:rPr>
        <w:t>tandis que son visage prenait une expression caressante</w:t>
      </w:r>
      <w:r w:rsidR="001C0413">
        <w:rPr>
          <w:bCs/>
        </w:rPr>
        <w:t>.</w:t>
      </w:r>
    </w:p>
    <w:p w14:paraId="42488C62" w14:textId="77777777" w:rsidR="001C0413" w:rsidRDefault="001C0413" w:rsidP="001C0413">
      <w:pPr>
        <w:rPr>
          <w:bCs/>
        </w:rPr>
      </w:pPr>
      <w:r>
        <w:t>— </w:t>
      </w:r>
      <w:r w:rsidR="00530790" w:rsidRPr="005D5566">
        <w:t>Adieu</w:t>
      </w:r>
      <w:r>
        <w:t xml:space="preserve">, </w:t>
      </w:r>
      <w:r w:rsidR="00530790" w:rsidRPr="005D5566">
        <w:rPr>
          <w:bCs/>
        </w:rPr>
        <w:t>maman</w:t>
      </w:r>
      <w:r>
        <w:rPr>
          <w:bCs/>
        </w:rPr>
        <w:t> !</w:t>
      </w:r>
    </w:p>
    <w:p w14:paraId="1AAC3BDF" w14:textId="77777777" w:rsidR="001C0413" w:rsidRDefault="00530790" w:rsidP="001C0413">
      <w:r w:rsidRPr="005D5566">
        <w:t>Elle attendit</w:t>
      </w:r>
      <w:r w:rsidR="001C0413">
        <w:t xml:space="preserve">, </w:t>
      </w:r>
      <w:r w:rsidRPr="005D5566">
        <w:t>retenant la main de son fils</w:t>
      </w:r>
      <w:r w:rsidR="001C0413">
        <w:t>.</w:t>
      </w:r>
    </w:p>
    <w:p w14:paraId="702C50F1" w14:textId="77777777" w:rsidR="001C0413" w:rsidRDefault="001C0413" w:rsidP="001C0413">
      <w:r>
        <w:t>— </w:t>
      </w:r>
      <w:r w:rsidR="00530790" w:rsidRPr="005D5566">
        <w:t>Ne t</w:t>
      </w:r>
      <w:r>
        <w:t>’</w:t>
      </w:r>
      <w:r w:rsidR="00530790" w:rsidRPr="005D5566">
        <w:t>inquiète pas</w:t>
      </w:r>
      <w:r>
        <w:t xml:space="preserve">… </w:t>
      </w:r>
      <w:r w:rsidR="00530790" w:rsidRPr="005D5566">
        <w:t>ne te fâche pas</w:t>
      </w:r>
      <w:r>
        <w:t xml:space="preserve">…, </w:t>
      </w:r>
      <w:r w:rsidR="00530790" w:rsidRPr="005D5566">
        <w:t>reprit-il</w:t>
      </w:r>
      <w:r>
        <w:t>.</w:t>
      </w:r>
    </w:p>
    <w:p w14:paraId="403B5616" w14:textId="77777777" w:rsidR="001C0413" w:rsidRDefault="00530790" w:rsidP="001C0413">
      <w:r w:rsidRPr="005D5566">
        <w:t>Ces paroles et le pli obstiné de son front donnèrent à la mère la réponse attendue</w:t>
      </w:r>
      <w:r w:rsidR="001C0413">
        <w:t>.</w:t>
      </w:r>
    </w:p>
    <w:p w14:paraId="39E51359" w14:textId="77777777" w:rsidR="001C0413" w:rsidRDefault="001C0413" w:rsidP="001C0413">
      <w:r>
        <w:t>— </w:t>
      </w:r>
      <w:r w:rsidR="00530790" w:rsidRPr="005D5566">
        <w:t>Pourquoi dis-tu cela</w:t>
      </w:r>
      <w:r>
        <w:t xml:space="preserve"> ? </w:t>
      </w:r>
      <w:r w:rsidR="00530790" w:rsidRPr="005D5566">
        <w:t>murmura-t-elle en baissant la tête</w:t>
      </w:r>
      <w:r>
        <w:t xml:space="preserve">. </w:t>
      </w:r>
      <w:r w:rsidR="00530790" w:rsidRPr="005D5566">
        <w:t>Qu</w:t>
      </w:r>
      <w:r>
        <w:t>’</w:t>
      </w:r>
      <w:r w:rsidR="00530790" w:rsidRPr="005D5566">
        <w:t>y a-t-il là</w:t>
      </w:r>
      <w:r>
        <w:t> ?…</w:t>
      </w:r>
    </w:p>
    <w:p w14:paraId="1782C5B2" w14:textId="77777777" w:rsidR="001C0413" w:rsidRDefault="00530790" w:rsidP="001C0413">
      <w:r w:rsidRPr="005D5566">
        <w:t>Et elle sortit vivement sans le regarder</w:t>
      </w:r>
      <w:r w:rsidR="001C0413">
        <w:t xml:space="preserve">, </w:t>
      </w:r>
      <w:r w:rsidRPr="005D5566">
        <w:t>afin que ses larmes ne trahissent pas ses sentiments</w:t>
      </w:r>
      <w:r w:rsidR="001C0413">
        <w:t xml:space="preserve">. </w:t>
      </w:r>
      <w:r w:rsidRPr="005D5566">
        <w:t>En chemin</w:t>
      </w:r>
      <w:r w:rsidR="001C0413">
        <w:t xml:space="preserve">, </w:t>
      </w:r>
      <w:r w:rsidRPr="005D5566">
        <w:t>il lui semblait qu</w:t>
      </w:r>
      <w:r w:rsidR="001C0413">
        <w:t>’</w:t>
      </w:r>
      <w:r w:rsidRPr="005D5566">
        <w:t>elle avait mal à la main qui serrait le billet de son fils</w:t>
      </w:r>
      <w:r w:rsidR="001C0413">
        <w:t xml:space="preserve"> ; </w:t>
      </w:r>
      <w:r w:rsidRPr="005D5566">
        <w:t>son bras était pesant comme si elle avait reçu un coup à l</w:t>
      </w:r>
      <w:r w:rsidR="001C0413">
        <w:t>’</w:t>
      </w:r>
      <w:r w:rsidRPr="005D5566">
        <w:t>épaule</w:t>
      </w:r>
      <w:r w:rsidR="001C0413">
        <w:t xml:space="preserve">. </w:t>
      </w:r>
      <w:r w:rsidRPr="005D5566">
        <w:t>En rentrant</w:t>
      </w:r>
      <w:r w:rsidR="001C0413">
        <w:t xml:space="preserve">, </w:t>
      </w:r>
      <w:r w:rsidRPr="005D5566">
        <w:t>elle remit la boulette de papier à Nicolas</w:t>
      </w:r>
      <w:r w:rsidR="001C0413">
        <w:t xml:space="preserve">. </w:t>
      </w:r>
      <w:r w:rsidRPr="005D5566">
        <w:t>Tout en le regardant défaire le papier fortement comprimé</w:t>
      </w:r>
      <w:r w:rsidR="001C0413">
        <w:t xml:space="preserve">, </w:t>
      </w:r>
      <w:r w:rsidRPr="005D5566">
        <w:t>elle eut de nouveau un peu d</w:t>
      </w:r>
      <w:r w:rsidR="001C0413">
        <w:t>’</w:t>
      </w:r>
      <w:r w:rsidRPr="005D5566">
        <w:t>espoir</w:t>
      </w:r>
      <w:r w:rsidR="001C0413">
        <w:t xml:space="preserve">. </w:t>
      </w:r>
      <w:r w:rsidRPr="005D5566">
        <w:t>Mais Nicolas lui dit</w:t>
      </w:r>
      <w:r w:rsidR="001C0413">
        <w:t> :</w:t>
      </w:r>
    </w:p>
    <w:p w14:paraId="444FC960" w14:textId="24241693" w:rsidR="001C0413" w:rsidRDefault="001C0413" w:rsidP="001C0413">
      <w:r>
        <w:lastRenderedPageBreak/>
        <w:t>— </w:t>
      </w:r>
      <w:r w:rsidR="00530790" w:rsidRPr="005D5566">
        <w:t>Je le savais</w:t>
      </w:r>
      <w:r>
        <w:t xml:space="preserve"> ! </w:t>
      </w:r>
      <w:r w:rsidR="00530790" w:rsidRPr="005D5566">
        <w:t>Voilà ce qu</w:t>
      </w:r>
      <w:r>
        <w:t>’</w:t>
      </w:r>
      <w:r w:rsidR="00530790" w:rsidRPr="005D5566">
        <w:t>il a écrit</w:t>
      </w:r>
      <w:r>
        <w:t> : « </w:t>
      </w:r>
      <w:r w:rsidR="00530790" w:rsidRPr="005D5566">
        <w:t>Camarades</w:t>
      </w:r>
      <w:r>
        <w:t xml:space="preserve">, </w:t>
      </w:r>
      <w:r w:rsidR="00530790" w:rsidRPr="005D5566">
        <w:t>nous ne nous évaderons pas</w:t>
      </w:r>
      <w:r>
        <w:t xml:space="preserve">, </w:t>
      </w:r>
      <w:r w:rsidR="00530790" w:rsidRPr="005D5566">
        <w:t>nous ne le pouvons pas</w:t>
      </w:r>
      <w:r>
        <w:t xml:space="preserve">… </w:t>
      </w:r>
      <w:r w:rsidR="00530790" w:rsidRPr="005D5566">
        <w:t>aucun d</w:t>
      </w:r>
      <w:r>
        <w:t>’</w:t>
      </w:r>
      <w:r w:rsidR="00530790" w:rsidRPr="005D5566">
        <w:t>entre nous n</w:t>
      </w:r>
      <w:r>
        <w:t>’</w:t>
      </w:r>
      <w:r w:rsidR="00530790" w:rsidRPr="005D5566">
        <w:t>y consent</w:t>
      </w:r>
      <w:r>
        <w:t xml:space="preserve">. </w:t>
      </w:r>
      <w:r w:rsidR="00530790" w:rsidRPr="005D5566">
        <w:t>Nous perdrions le respect de nous-mêmes</w:t>
      </w:r>
      <w:r>
        <w:t xml:space="preserve">. </w:t>
      </w:r>
      <w:r w:rsidR="00530790" w:rsidRPr="005D5566">
        <w:t>Occupez-vous plutôt du paysan récemment arrêté</w:t>
      </w:r>
      <w:r>
        <w:t xml:space="preserve">. </w:t>
      </w:r>
      <w:r w:rsidR="00530790" w:rsidRPr="005D5566">
        <w:t>Il mérite votre sollicitude</w:t>
      </w:r>
      <w:r>
        <w:t xml:space="preserve">, </w:t>
      </w:r>
      <w:r w:rsidR="00530790" w:rsidRPr="005D5566">
        <w:t>il est digne de vos efforts</w:t>
      </w:r>
      <w:r>
        <w:t xml:space="preserve">. </w:t>
      </w:r>
      <w:r w:rsidR="00530790" w:rsidRPr="005D5566">
        <w:t>Il souffre trop ici</w:t>
      </w:r>
      <w:r>
        <w:t xml:space="preserve">. </w:t>
      </w:r>
      <w:r w:rsidR="00530790" w:rsidRPr="005D5566">
        <w:t>Chaque jour</w:t>
      </w:r>
      <w:r>
        <w:t xml:space="preserve">, </w:t>
      </w:r>
      <w:r w:rsidR="00530790" w:rsidRPr="005D5566">
        <w:t>il est aux prises avec les autorités</w:t>
      </w:r>
      <w:r>
        <w:t xml:space="preserve">. </w:t>
      </w:r>
      <w:r w:rsidR="00530790" w:rsidRPr="005D5566">
        <w:t>Il a déjà passé vingt-quatre heures au cachot</w:t>
      </w:r>
      <w:r>
        <w:t xml:space="preserve">. </w:t>
      </w:r>
      <w:r w:rsidR="00530790" w:rsidRPr="005D5566">
        <w:t>On le tourmente sans répit</w:t>
      </w:r>
      <w:r>
        <w:t xml:space="preserve">. </w:t>
      </w:r>
      <w:r w:rsidR="00530790" w:rsidRPr="005D5566">
        <w:t>Nous intercédons tous pour lui</w:t>
      </w:r>
      <w:r>
        <w:t xml:space="preserve">. </w:t>
      </w:r>
      <w:r w:rsidR="00530790" w:rsidRPr="005D5566">
        <w:t>Consolez ma mère</w:t>
      </w:r>
      <w:r>
        <w:t xml:space="preserve">, </w:t>
      </w:r>
      <w:r w:rsidR="00530790" w:rsidRPr="005D5566">
        <w:t>soignez-la</w:t>
      </w:r>
      <w:r>
        <w:t xml:space="preserve">. </w:t>
      </w:r>
      <w:r w:rsidR="00530790" w:rsidRPr="005D5566">
        <w:t>Racontez-lui cela</w:t>
      </w:r>
      <w:r>
        <w:t xml:space="preserve">, </w:t>
      </w:r>
      <w:r w:rsidR="00530790" w:rsidRPr="005D5566">
        <w:t>elle comprendra tout</w:t>
      </w:r>
      <w:r>
        <w:t xml:space="preserve">, </w:t>
      </w:r>
      <w:r w:rsidR="00530790" w:rsidRPr="005D5566">
        <w:t>Pavel</w:t>
      </w:r>
      <w:r>
        <w:t>. »</w:t>
      </w:r>
    </w:p>
    <w:p w14:paraId="4BDD8DD6" w14:textId="77777777" w:rsidR="001C0413" w:rsidRDefault="00530790" w:rsidP="001C0413">
      <w:r w:rsidRPr="005D5566">
        <w:t>Pélaguée leva la tête et dit d</w:t>
      </w:r>
      <w:r w:rsidR="001C0413">
        <w:t>’</w:t>
      </w:r>
      <w:r w:rsidRPr="005D5566">
        <w:t>une voix ferme</w:t>
      </w:r>
      <w:r w:rsidR="001C0413">
        <w:t> :</w:t>
      </w:r>
    </w:p>
    <w:p w14:paraId="7C7FA17C" w14:textId="77777777" w:rsidR="001C0413" w:rsidRDefault="001C0413" w:rsidP="001C0413">
      <w:r>
        <w:t>— </w:t>
      </w:r>
      <w:r w:rsidR="00530790" w:rsidRPr="005D5566">
        <w:t>Me raconter quoi</w:t>
      </w:r>
      <w:r>
        <w:t xml:space="preserve"> ? </w:t>
      </w:r>
      <w:r w:rsidR="00530790" w:rsidRPr="005D5566">
        <w:t>Je comprends déjà</w:t>
      </w:r>
      <w:r>
        <w:t> !</w:t>
      </w:r>
    </w:p>
    <w:p w14:paraId="3D8F40B5" w14:textId="77777777" w:rsidR="001C0413" w:rsidRDefault="00530790" w:rsidP="001C0413">
      <w:r w:rsidRPr="005D5566">
        <w:t>Nicolas se tourna soudain</w:t>
      </w:r>
      <w:r w:rsidR="001C0413">
        <w:t xml:space="preserve">, </w:t>
      </w:r>
      <w:r w:rsidRPr="005D5566">
        <w:t>sortit son mouchoir de poche et</w:t>
      </w:r>
      <w:r w:rsidR="001C0413">
        <w:t xml:space="preserve">, </w:t>
      </w:r>
      <w:r w:rsidRPr="005D5566">
        <w:t>s</w:t>
      </w:r>
      <w:r w:rsidR="001C0413">
        <w:t>’</w:t>
      </w:r>
      <w:r w:rsidRPr="005D5566">
        <w:t>étant mouché avec bruit</w:t>
      </w:r>
      <w:r w:rsidR="001C0413">
        <w:t xml:space="preserve">, </w:t>
      </w:r>
      <w:r w:rsidRPr="005D5566">
        <w:t>murmura</w:t>
      </w:r>
      <w:r w:rsidR="001C0413">
        <w:t> :</w:t>
      </w:r>
    </w:p>
    <w:p w14:paraId="3CCBCB40" w14:textId="77777777" w:rsidR="001C0413" w:rsidRDefault="001C0413" w:rsidP="001C0413">
      <w:r>
        <w:t>— </w:t>
      </w:r>
      <w:r w:rsidR="00530790" w:rsidRPr="005D5566">
        <w:t>J</w:t>
      </w:r>
      <w:r>
        <w:t>’</w:t>
      </w:r>
      <w:r w:rsidR="00530790" w:rsidRPr="005D5566">
        <w:t>ai pris un rhume</w:t>
      </w:r>
      <w:r>
        <w:t>…</w:t>
      </w:r>
    </w:p>
    <w:p w14:paraId="6943FD8A" w14:textId="77777777" w:rsidR="001C0413" w:rsidRDefault="001C0413" w:rsidP="001C0413">
      <w:r>
        <w:t>— </w:t>
      </w:r>
      <w:r w:rsidR="00530790" w:rsidRPr="005D5566">
        <w:t>Il se cacha les yeux de la main</w:t>
      </w:r>
      <w:r>
        <w:t xml:space="preserve">, </w:t>
      </w:r>
      <w:r w:rsidR="00530790" w:rsidRPr="005D5566">
        <w:t>sous prétexte de remettre ses lunettes</w:t>
      </w:r>
      <w:r>
        <w:t xml:space="preserve">, </w:t>
      </w:r>
      <w:r w:rsidR="00530790" w:rsidRPr="005D5566">
        <w:t>et continua en allant et venant dans la pièce</w:t>
      </w:r>
      <w:r>
        <w:t> :</w:t>
      </w:r>
    </w:p>
    <w:p w14:paraId="0E4C72D6" w14:textId="77777777" w:rsidR="001C0413" w:rsidRDefault="001C0413" w:rsidP="001C0413">
      <w:r>
        <w:t>— </w:t>
      </w:r>
      <w:r w:rsidR="00530790" w:rsidRPr="005D5566">
        <w:t>Voyez-vous</w:t>
      </w:r>
      <w:r>
        <w:t xml:space="preserve">… </w:t>
      </w:r>
      <w:r w:rsidR="00530790" w:rsidRPr="005D5566">
        <w:t>nous aurions quand même échoué</w:t>
      </w:r>
      <w:r>
        <w:t>…</w:t>
      </w:r>
    </w:p>
    <w:p w14:paraId="57BAC988" w14:textId="77777777" w:rsidR="001C0413" w:rsidRDefault="001C0413" w:rsidP="001C0413">
      <w:r>
        <w:t>— </w:t>
      </w:r>
      <w:r w:rsidR="00530790" w:rsidRPr="005D5566">
        <w:t>Qu</w:t>
      </w:r>
      <w:r>
        <w:t>’</w:t>
      </w:r>
      <w:r w:rsidR="00530790" w:rsidRPr="005D5566">
        <w:t>importe</w:t>
      </w:r>
      <w:r>
        <w:t xml:space="preserve"> ! </w:t>
      </w:r>
      <w:r w:rsidR="00530790" w:rsidRPr="005D5566">
        <w:t>Qu</w:t>
      </w:r>
      <w:r>
        <w:t>’</w:t>
      </w:r>
      <w:r w:rsidR="00530790" w:rsidRPr="005D5566">
        <w:t>on le juge</w:t>
      </w:r>
      <w:r>
        <w:t xml:space="preserve"> ! </w:t>
      </w:r>
      <w:r w:rsidR="00530790" w:rsidRPr="005D5566">
        <w:t>dit la mère</w:t>
      </w:r>
      <w:r>
        <w:t xml:space="preserve">, </w:t>
      </w:r>
      <w:r w:rsidR="00530790" w:rsidRPr="005D5566">
        <w:t>tandis que sa poitrine se remplissait d</w:t>
      </w:r>
      <w:r>
        <w:t>’</w:t>
      </w:r>
      <w:r w:rsidR="00530790" w:rsidRPr="005D5566">
        <w:t>une angoisse vague</w:t>
      </w:r>
      <w:r>
        <w:t>…</w:t>
      </w:r>
    </w:p>
    <w:p w14:paraId="265EA6E2" w14:textId="77777777" w:rsidR="001C0413" w:rsidRDefault="001C0413" w:rsidP="001C0413">
      <w:r>
        <w:t>— </w:t>
      </w:r>
      <w:r w:rsidR="00530790" w:rsidRPr="005D5566">
        <w:t>Je viens de recevoir une lettre d</w:t>
      </w:r>
      <w:r>
        <w:t>’</w:t>
      </w:r>
      <w:r w:rsidR="00530790" w:rsidRPr="005D5566">
        <w:t>un camarade de Pétersbourg</w:t>
      </w:r>
      <w:r>
        <w:t>…</w:t>
      </w:r>
    </w:p>
    <w:p w14:paraId="4531C039" w14:textId="77777777" w:rsidR="001C0413" w:rsidRDefault="001C0413" w:rsidP="001C0413">
      <w:r>
        <w:t>— </w:t>
      </w:r>
      <w:r w:rsidR="00530790" w:rsidRPr="005D5566">
        <w:t>Il peut s</w:t>
      </w:r>
      <w:r>
        <w:t>’</w:t>
      </w:r>
      <w:r w:rsidR="00530790" w:rsidRPr="005D5566">
        <w:t>enfuir de Sibérie aussi</w:t>
      </w:r>
      <w:r>
        <w:t xml:space="preserve">, </w:t>
      </w:r>
      <w:r w:rsidR="00530790" w:rsidRPr="005D5566">
        <w:t>n</w:t>
      </w:r>
      <w:r>
        <w:t>’</w:t>
      </w:r>
      <w:r w:rsidR="00530790" w:rsidRPr="005D5566">
        <w:t>est-ce pas</w:t>
      </w:r>
      <w:r>
        <w:t> ?</w:t>
      </w:r>
    </w:p>
    <w:p w14:paraId="6D7DA14E" w14:textId="77777777" w:rsidR="001C0413" w:rsidRDefault="001C0413" w:rsidP="001C0413">
      <w:pPr>
        <w:rPr>
          <w:rFonts w:eastAsia="Georgia" w:cs="Georgia"/>
        </w:rPr>
      </w:pPr>
      <w:r>
        <w:t>— </w:t>
      </w:r>
      <w:r w:rsidR="00530790" w:rsidRPr="005D5566">
        <w:t>Bien entendu</w:t>
      </w:r>
      <w:r>
        <w:t xml:space="preserve">… </w:t>
      </w:r>
      <w:r w:rsidR="00530790" w:rsidRPr="005D5566">
        <w:t>Mon camarade m</w:t>
      </w:r>
      <w:r>
        <w:t>’</w:t>
      </w:r>
      <w:r w:rsidR="00530790" w:rsidRPr="005D5566">
        <w:t>écrit que l</w:t>
      </w:r>
      <w:r>
        <w:t>’</w:t>
      </w:r>
      <w:r w:rsidR="00530790" w:rsidRPr="005D5566">
        <w:t>affaire sera bientôt jugée</w:t>
      </w:r>
      <w:r>
        <w:t xml:space="preserve"> ; </w:t>
      </w:r>
      <w:r w:rsidR="00530790" w:rsidRPr="005D5566">
        <w:t>le verdict est déjà connu</w:t>
      </w:r>
      <w:r>
        <w:t xml:space="preserve"> ? </w:t>
      </w:r>
      <w:r w:rsidR="00530790" w:rsidRPr="005D5566">
        <w:t>c</w:t>
      </w:r>
      <w:r>
        <w:t>’</w:t>
      </w:r>
      <w:r w:rsidR="00530790" w:rsidRPr="005D5566">
        <w:t>est la déportation pour tous</w:t>
      </w:r>
      <w:r>
        <w:t xml:space="preserve">… </w:t>
      </w:r>
      <w:r w:rsidR="00530790" w:rsidRPr="005D5566">
        <w:t>Vous voyez</w:t>
      </w:r>
      <w:r>
        <w:t xml:space="preserve">… </w:t>
      </w:r>
      <w:r w:rsidR="00530790" w:rsidRPr="005D5566">
        <w:t xml:space="preserve">Ces vils coquins font de la </w:t>
      </w:r>
      <w:r w:rsidR="00530790" w:rsidRPr="005D5566">
        <w:lastRenderedPageBreak/>
        <w:t>justice une infâme comédie</w:t>
      </w:r>
      <w:r>
        <w:t xml:space="preserve">… </w:t>
      </w:r>
      <w:r w:rsidR="00530790" w:rsidRPr="005D5566">
        <w:t>Comprenez-vous</w:t>
      </w:r>
      <w:r>
        <w:t xml:space="preserve">, </w:t>
      </w:r>
      <w:r w:rsidR="00530790" w:rsidRPr="005D5566">
        <w:t>le jugement est rendu à Pétersbourg</w:t>
      </w:r>
      <w:r>
        <w:t xml:space="preserve">, </w:t>
      </w:r>
      <w:r w:rsidR="00530790" w:rsidRPr="005D5566">
        <w:t>avant le verdict</w:t>
      </w:r>
      <w:r>
        <w:rPr>
          <w:rFonts w:eastAsia="Georgia" w:cs="Georgia"/>
        </w:rPr>
        <w:t>…</w:t>
      </w:r>
    </w:p>
    <w:p w14:paraId="719D7131" w14:textId="77777777" w:rsidR="001C0413" w:rsidRDefault="001C0413" w:rsidP="001C0413">
      <w:r>
        <w:rPr>
          <w:rFonts w:eastAsia="Georgia"/>
        </w:rPr>
        <w:t>— </w:t>
      </w:r>
      <w:r w:rsidR="00530790" w:rsidRPr="005D5566">
        <w:t>Laissez cela</w:t>
      </w:r>
      <w:r>
        <w:t xml:space="preserve">, </w:t>
      </w:r>
      <w:r w:rsidR="00530790" w:rsidRPr="005D5566">
        <w:t>Nicolas</w:t>
      </w:r>
      <w:r>
        <w:t xml:space="preserve">, </w:t>
      </w:r>
      <w:r w:rsidR="00530790" w:rsidRPr="005D5566">
        <w:t>dit la mère résolue</w:t>
      </w:r>
      <w:r>
        <w:t xml:space="preserve">. </w:t>
      </w:r>
      <w:r w:rsidR="00530790" w:rsidRPr="005D5566">
        <w:t>Il est inutile de vouloir me consoler ou de m</w:t>
      </w:r>
      <w:r>
        <w:t>’</w:t>
      </w:r>
      <w:r w:rsidR="00530790" w:rsidRPr="005D5566">
        <w:t>expliquer quoi que ce soit</w:t>
      </w:r>
      <w:r>
        <w:t xml:space="preserve">… </w:t>
      </w:r>
      <w:r w:rsidR="00530790" w:rsidRPr="005D5566">
        <w:t>Pavel ne fera jamais rien de mal</w:t>
      </w:r>
      <w:r>
        <w:t xml:space="preserve">… </w:t>
      </w:r>
      <w:r w:rsidR="00530790" w:rsidRPr="005D5566">
        <w:t>il ne se tourmentera jamais en vain</w:t>
      </w:r>
      <w:r>
        <w:t>…</w:t>
      </w:r>
    </w:p>
    <w:p w14:paraId="32E57338" w14:textId="77777777" w:rsidR="001C0413" w:rsidRDefault="00530790" w:rsidP="001C0413">
      <w:r w:rsidRPr="005D5566">
        <w:t>Elle s</w:t>
      </w:r>
      <w:r w:rsidR="001C0413">
        <w:t>’</w:t>
      </w:r>
      <w:r w:rsidRPr="005D5566">
        <w:t>arrêta et reprit haleine</w:t>
      </w:r>
      <w:r w:rsidR="001C0413">
        <w:t>…</w:t>
      </w:r>
    </w:p>
    <w:p w14:paraId="3DD1FE81" w14:textId="77777777" w:rsidR="001C0413" w:rsidRDefault="001C0413" w:rsidP="001C0413">
      <w:r>
        <w:t>— </w:t>
      </w:r>
      <w:r w:rsidR="00530790" w:rsidRPr="005D5566">
        <w:t>Pas plus qu</w:t>
      </w:r>
      <w:r>
        <w:t>’</w:t>
      </w:r>
      <w:r w:rsidR="00530790" w:rsidRPr="005D5566">
        <w:t>il ne tourmentera inutilement les autres</w:t>
      </w:r>
      <w:r>
        <w:t xml:space="preserve"> !… </w:t>
      </w:r>
      <w:r w:rsidR="00530790" w:rsidRPr="005D5566">
        <w:t>Et il m</w:t>
      </w:r>
      <w:r>
        <w:t>’</w:t>
      </w:r>
      <w:r w:rsidR="00530790" w:rsidRPr="005D5566">
        <w:t>aime oui</w:t>
      </w:r>
      <w:r>
        <w:t xml:space="preserve"> ! </w:t>
      </w:r>
      <w:r w:rsidR="00530790" w:rsidRPr="005D5566">
        <w:t>Vous voyez</w:t>
      </w:r>
      <w:r>
        <w:t xml:space="preserve">, </w:t>
      </w:r>
      <w:r w:rsidR="00530790" w:rsidRPr="005D5566">
        <w:t>il a pensé à moi</w:t>
      </w:r>
      <w:r>
        <w:t xml:space="preserve">… </w:t>
      </w:r>
      <w:r w:rsidR="00530790" w:rsidRPr="005D5566">
        <w:t>Qu</w:t>
      </w:r>
      <w:r>
        <w:t>’</w:t>
      </w:r>
      <w:r w:rsidR="00530790" w:rsidRPr="005D5566">
        <w:t>a-t-il écrit</w:t>
      </w:r>
      <w:r>
        <w:t> : « </w:t>
      </w:r>
      <w:r w:rsidR="00530790" w:rsidRPr="005D5566">
        <w:t>Consolez-la</w:t>
      </w:r>
      <w:r>
        <w:t> ! »</w:t>
      </w:r>
      <w:r w:rsidR="00530790" w:rsidRPr="005D5566">
        <w:t xml:space="preserve"> hein</w:t>
      </w:r>
      <w:r>
        <w:t> ?</w:t>
      </w:r>
    </w:p>
    <w:p w14:paraId="4E1EF113" w14:textId="77777777" w:rsidR="001C0413" w:rsidRDefault="00530790" w:rsidP="001C0413">
      <w:r w:rsidRPr="005D5566">
        <w:t>Son cœur battait à grands coups</w:t>
      </w:r>
      <w:r w:rsidR="001C0413">
        <w:t xml:space="preserve">, </w:t>
      </w:r>
      <w:r w:rsidRPr="005D5566">
        <w:t>l</w:t>
      </w:r>
      <w:r w:rsidR="001C0413">
        <w:t>’</w:t>
      </w:r>
      <w:r w:rsidRPr="005D5566">
        <w:t>excitation lui faisait un peu tourner la tête</w:t>
      </w:r>
      <w:r w:rsidR="001C0413">
        <w:t>.</w:t>
      </w:r>
    </w:p>
    <w:p w14:paraId="42E2BDCA" w14:textId="77777777" w:rsidR="001C0413" w:rsidRDefault="001C0413" w:rsidP="001C0413">
      <w:r>
        <w:t>— </w:t>
      </w:r>
      <w:r w:rsidR="00530790" w:rsidRPr="005D5566">
        <w:t>Votre fils est une belle âme</w:t>
      </w:r>
      <w:r>
        <w:t xml:space="preserve"> ! </w:t>
      </w:r>
      <w:r w:rsidR="00530790" w:rsidRPr="005D5566">
        <w:t>s</w:t>
      </w:r>
      <w:r>
        <w:t>’</w:t>
      </w:r>
      <w:r w:rsidR="00530790" w:rsidRPr="005D5566">
        <w:t>écria Nicolas</w:t>
      </w:r>
      <w:r>
        <w:t xml:space="preserve">, </w:t>
      </w:r>
      <w:r w:rsidR="00530790" w:rsidRPr="005D5566">
        <w:t>d</w:t>
      </w:r>
      <w:r>
        <w:t>’</w:t>
      </w:r>
      <w:r w:rsidR="00530790" w:rsidRPr="005D5566">
        <w:t>une voix étrangement éclatante</w:t>
      </w:r>
      <w:r>
        <w:t xml:space="preserve">. </w:t>
      </w:r>
      <w:r w:rsidR="00530790" w:rsidRPr="005D5566">
        <w:t>Je l</w:t>
      </w:r>
      <w:r>
        <w:t>’</w:t>
      </w:r>
      <w:r w:rsidR="00530790" w:rsidRPr="005D5566">
        <w:t>aime et je l</w:t>
      </w:r>
      <w:r>
        <w:t>’</w:t>
      </w:r>
      <w:r w:rsidR="00530790" w:rsidRPr="005D5566">
        <w:t>estime beaucoup</w:t>
      </w:r>
      <w:r>
        <w:t> !…</w:t>
      </w:r>
    </w:p>
    <w:p w14:paraId="4B9E7340" w14:textId="77777777" w:rsidR="001C0413" w:rsidRDefault="001C0413" w:rsidP="001C0413">
      <w:r>
        <w:t>— </w:t>
      </w:r>
      <w:r w:rsidR="00530790" w:rsidRPr="005D5566">
        <w:t>Si nous parlions de Rybine</w:t>
      </w:r>
      <w:r>
        <w:t xml:space="preserve"> ! </w:t>
      </w:r>
      <w:r w:rsidR="00530790" w:rsidRPr="005D5566">
        <w:t>proposa la mère</w:t>
      </w:r>
      <w:r>
        <w:t>.</w:t>
      </w:r>
    </w:p>
    <w:p w14:paraId="7043A565" w14:textId="77777777" w:rsidR="001C0413" w:rsidRDefault="00530790" w:rsidP="001C0413">
      <w:r w:rsidRPr="005D5566">
        <w:t>Elle aurait voulu agir immédiatement</w:t>
      </w:r>
      <w:r w:rsidR="001C0413">
        <w:t xml:space="preserve">, </w:t>
      </w:r>
      <w:r w:rsidRPr="005D5566">
        <w:t>partir</w:t>
      </w:r>
      <w:r w:rsidR="001C0413">
        <w:t xml:space="preserve">, </w:t>
      </w:r>
      <w:r w:rsidRPr="005D5566">
        <w:t>marcher jusqu</w:t>
      </w:r>
      <w:r w:rsidR="001C0413">
        <w:t>’</w:t>
      </w:r>
      <w:r w:rsidRPr="005D5566">
        <w:t>à en tomber de fatigue</w:t>
      </w:r>
      <w:r w:rsidR="001C0413">
        <w:t xml:space="preserve">, </w:t>
      </w:r>
      <w:r w:rsidRPr="005D5566">
        <w:t>puis s</w:t>
      </w:r>
      <w:r w:rsidR="001C0413">
        <w:t>’</w:t>
      </w:r>
      <w:r w:rsidRPr="005D5566">
        <w:t>endormir satisfaite de sa journée de labeur</w:t>
      </w:r>
      <w:r w:rsidR="001C0413">
        <w:t>.</w:t>
      </w:r>
    </w:p>
    <w:p w14:paraId="4DB81F88" w14:textId="77777777" w:rsidR="001C0413" w:rsidRDefault="001C0413" w:rsidP="001C0413">
      <w:r>
        <w:t>— </w:t>
      </w:r>
      <w:r w:rsidR="00530790" w:rsidRPr="005D5566">
        <w:t>Oui</w:t>
      </w:r>
      <w:r>
        <w:t xml:space="preserve">, </w:t>
      </w:r>
      <w:r w:rsidR="00530790" w:rsidRPr="005D5566">
        <w:t>en effet</w:t>
      </w:r>
      <w:r>
        <w:t xml:space="preserve"> ! </w:t>
      </w:r>
      <w:r w:rsidR="00530790" w:rsidRPr="005D5566">
        <w:t>répondit Nicolas</w:t>
      </w:r>
      <w:r>
        <w:t xml:space="preserve">, </w:t>
      </w:r>
      <w:r w:rsidR="00530790" w:rsidRPr="005D5566">
        <w:t>en continuant à arpenter la pièce</w:t>
      </w:r>
      <w:r>
        <w:t xml:space="preserve">. </w:t>
      </w:r>
      <w:r w:rsidR="00530790" w:rsidRPr="005D5566">
        <w:t>Que faire</w:t>
      </w:r>
      <w:r>
        <w:t xml:space="preserve"> ?… </w:t>
      </w:r>
      <w:r w:rsidR="00530790" w:rsidRPr="005D5566">
        <w:t>Il faudrait que Sachenka</w:t>
      </w:r>
      <w:r>
        <w:t>…</w:t>
      </w:r>
    </w:p>
    <w:p w14:paraId="7DA562CB" w14:textId="77777777" w:rsidR="001C0413" w:rsidRDefault="001C0413" w:rsidP="001C0413">
      <w:r>
        <w:t>— </w:t>
      </w:r>
      <w:r w:rsidR="00530790" w:rsidRPr="005D5566">
        <w:t>Elle va venir</w:t>
      </w:r>
      <w:r>
        <w:t xml:space="preserve">… </w:t>
      </w:r>
      <w:r w:rsidR="00530790" w:rsidRPr="005D5566">
        <w:t>Elle vient toujours quand elle sait que j</w:t>
      </w:r>
      <w:r>
        <w:t>’</w:t>
      </w:r>
      <w:r w:rsidR="00530790" w:rsidRPr="005D5566">
        <w:t>ai été voir Pavel</w:t>
      </w:r>
      <w:r>
        <w:t>…</w:t>
      </w:r>
    </w:p>
    <w:p w14:paraId="47DF661D" w14:textId="77777777" w:rsidR="001C0413" w:rsidRDefault="00530790" w:rsidP="001C0413">
      <w:r w:rsidRPr="005D5566">
        <w:t>La tête baissée et l</w:t>
      </w:r>
      <w:r w:rsidR="001C0413">
        <w:t>’</w:t>
      </w:r>
      <w:r w:rsidRPr="005D5566">
        <w:t>air pensif</w:t>
      </w:r>
      <w:r w:rsidR="001C0413">
        <w:t xml:space="preserve">, </w:t>
      </w:r>
      <w:r w:rsidRPr="005D5566">
        <w:t>Nicolas s</w:t>
      </w:r>
      <w:r w:rsidR="001C0413">
        <w:t>’</w:t>
      </w:r>
      <w:r w:rsidRPr="005D5566">
        <w:t>assit sur le canapé à côté de la mère</w:t>
      </w:r>
      <w:r w:rsidR="001C0413">
        <w:t xml:space="preserve"> ; </w:t>
      </w:r>
      <w:r w:rsidRPr="005D5566">
        <w:t>il se mordait les lèvres et jouait avec sa barbiche</w:t>
      </w:r>
      <w:r w:rsidR="001C0413">
        <w:t>.</w:t>
      </w:r>
    </w:p>
    <w:p w14:paraId="7489D3E6" w14:textId="77777777" w:rsidR="001C0413" w:rsidRDefault="001C0413" w:rsidP="001C0413">
      <w:r>
        <w:t>— </w:t>
      </w:r>
      <w:r w:rsidR="00530790" w:rsidRPr="005D5566">
        <w:t>Quel dommage que ma sœur ne soit pas là</w:t>
      </w:r>
      <w:r>
        <w:t xml:space="preserve"> !… </w:t>
      </w:r>
      <w:r w:rsidR="00530790" w:rsidRPr="005D5566">
        <w:t>elle se serait occupée de l</w:t>
      </w:r>
      <w:r>
        <w:t>’</w:t>
      </w:r>
      <w:r w:rsidR="00530790" w:rsidRPr="005D5566">
        <w:t>évasion de Rybine</w:t>
      </w:r>
      <w:r>
        <w:t>…</w:t>
      </w:r>
    </w:p>
    <w:p w14:paraId="31E80EA4" w14:textId="77777777" w:rsidR="001C0413" w:rsidRDefault="001C0413" w:rsidP="001C0413">
      <w:r>
        <w:lastRenderedPageBreak/>
        <w:t>— </w:t>
      </w:r>
      <w:r w:rsidR="00530790" w:rsidRPr="005D5566">
        <w:t>Si on pouvait l</w:t>
      </w:r>
      <w:r>
        <w:t>’</w:t>
      </w:r>
      <w:r w:rsidR="00530790" w:rsidRPr="005D5566">
        <w:t>organiser tout de suite</w:t>
      </w:r>
      <w:r>
        <w:t xml:space="preserve">, </w:t>
      </w:r>
      <w:r w:rsidR="00530790" w:rsidRPr="005D5566">
        <w:t>pendant que Pavel est encore là</w:t>
      </w:r>
      <w:r>
        <w:t xml:space="preserve">… </w:t>
      </w:r>
      <w:r w:rsidR="00530790" w:rsidRPr="005D5566">
        <w:t>il serait si content</w:t>
      </w:r>
      <w:r>
        <w:t xml:space="preserve"> ! </w:t>
      </w:r>
      <w:r w:rsidR="00530790" w:rsidRPr="005D5566">
        <w:t>dit la mère</w:t>
      </w:r>
      <w:r>
        <w:t>.</w:t>
      </w:r>
    </w:p>
    <w:p w14:paraId="76C33031" w14:textId="77777777" w:rsidR="001C0413" w:rsidRDefault="00530790" w:rsidP="001C0413">
      <w:r w:rsidRPr="005D5566">
        <w:t>Elle se tut</w:t>
      </w:r>
      <w:r w:rsidR="001C0413">
        <w:t xml:space="preserve">, </w:t>
      </w:r>
      <w:r w:rsidRPr="005D5566">
        <w:t>puis reprit soudain d</w:t>
      </w:r>
      <w:r w:rsidR="001C0413">
        <w:t>’</w:t>
      </w:r>
      <w:r w:rsidRPr="005D5566">
        <w:t>une voix basse et lente</w:t>
      </w:r>
      <w:r w:rsidR="001C0413">
        <w:t> :</w:t>
      </w:r>
    </w:p>
    <w:p w14:paraId="1D0424A3" w14:textId="77777777" w:rsidR="001C0413" w:rsidRDefault="001C0413" w:rsidP="001C0413">
      <w:r>
        <w:t>— </w:t>
      </w:r>
      <w:r w:rsidR="00530790" w:rsidRPr="005D5566">
        <w:t>Je ne comprends pas</w:t>
      </w:r>
      <w:r>
        <w:t xml:space="preserve">… </w:t>
      </w:r>
      <w:r w:rsidR="00530790" w:rsidRPr="005D5566">
        <w:t>pourquoi refuse-t-il</w:t>
      </w:r>
      <w:r>
        <w:t xml:space="preserve">… </w:t>
      </w:r>
      <w:r w:rsidR="00530790" w:rsidRPr="005D5566">
        <w:t>puisqu</w:t>
      </w:r>
      <w:r>
        <w:t>’</w:t>
      </w:r>
      <w:r w:rsidR="00530790" w:rsidRPr="005D5566">
        <w:t>il peut</w:t>
      </w:r>
      <w:r>
        <w:t> ?</w:t>
      </w:r>
    </w:p>
    <w:p w14:paraId="2F74423D" w14:textId="77777777" w:rsidR="001C0413" w:rsidRDefault="00530790" w:rsidP="001C0413">
      <w:r w:rsidRPr="005D5566">
        <w:t>Un coup de sonnette retentit</w:t>
      </w:r>
      <w:r w:rsidR="001C0413">
        <w:t xml:space="preserve">. </w:t>
      </w:r>
      <w:r w:rsidRPr="005D5566">
        <w:t>Nicolas se leva brusquement</w:t>
      </w:r>
      <w:r w:rsidR="001C0413">
        <w:t xml:space="preserve">. </w:t>
      </w:r>
      <w:r w:rsidRPr="005D5566">
        <w:t>La mère et lui se regardèrent</w:t>
      </w:r>
      <w:r w:rsidR="001C0413">
        <w:t>.</w:t>
      </w:r>
    </w:p>
    <w:p w14:paraId="0883E369" w14:textId="77777777" w:rsidR="001C0413" w:rsidRDefault="001C0413" w:rsidP="001C0413">
      <w:r>
        <w:t>— </w:t>
      </w:r>
      <w:r w:rsidR="00530790" w:rsidRPr="005D5566">
        <w:t>C</w:t>
      </w:r>
      <w:r>
        <w:t>’</w:t>
      </w:r>
      <w:r w:rsidR="00530790" w:rsidRPr="005D5566">
        <w:t>est Sachenka</w:t>
      </w:r>
      <w:r>
        <w:t xml:space="preserve"> ! </w:t>
      </w:r>
      <w:r w:rsidR="00530790" w:rsidRPr="005D5566">
        <w:t>fit le jeune homme</w:t>
      </w:r>
      <w:r>
        <w:t xml:space="preserve">, </w:t>
      </w:r>
      <w:r w:rsidR="00530790" w:rsidRPr="005D5566">
        <w:t>tout bas</w:t>
      </w:r>
      <w:r>
        <w:t>.</w:t>
      </w:r>
    </w:p>
    <w:p w14:paraId="1A30BB41" w14:textId="77777777" w:rsidR="001C0413" w:rsidRDefault="001C0413" w:rsidP="001C0413">
      <w:r>
        <w:t>— </w:t>
      </w:r>
      <w:r w:rsidR="00530790" w:rsidRPr="005D5566">
        <w:t>Comment lui dire</w:t>
      </w:r>
      <w:r>
        <w:t xml:space="preserve"> ? </w:t>
      </w:r>
      <w:r w:rsidR="00530790" w:rsidRPr="005D5566">
        <w:t>demanda la mère sur le même ton</w:t>
      </w:r>
      <w:r>
        <w:t>.</w:t>
      </w:r>
    </w:p>
    <w:p w14:paraId="55BC8A9F" w14:textId="77777777" w:rsidR="001C0413" w:rsidRDefault="001C0413" w:rsidP="001C0413">
      <w:r>
        <w:t>— </w:t>
      </w:r>
      <w:r w:rsidR="00530790" w:rsidRPr="005D5566">
        <w:t>Oui</w:t>
      </w:r>
      <w:r>
        <w:t xml:space="preserve">… </w:t>
      </w:r>
      <w:r w:rsidR="00530790" w:rsidRPr="005D5566">
        <w:t>c</w:t>
      </w:r>
      <w:r>
        <w:t>’</w:t>
      </w:r>
      <w:r w:rsidR="00530790" w:rsidRPr="005D5566">
        <w:t>est difficile</w:t>
      </w:r>
      <w:r>
        <w:t> !</w:t>
      </w:r>
    </w:p>
    <w:p w14:paraId="64BE19B5" w14:textId="77777777" w:rsidR="001C0413" w:rsidRDefault="001C0413" w:rsidP="001C0413">
      <w:r>
        <w:t>— </w:t>
      </w:r>
      <w:r w:rsidR="00530790" w:rsidRPr="005D5566">
        <w:t>Elle me fait pitié</w:t>
      </w:r>
      <w:r>
        <w:t>…</w:t>
      </w:r>
    </w:p>
    <w:p w14:paraId="02247A13" w14:textId="77777777" w:rsidR="001C0413" w:rsidRDefault="00530790" w:rsidP="001C0413">
      <w:r w:rsidRPr="005D5566">
        <w:t>Le coup de sonnette se répéta</w:t>
      </w:r>
      <w:r w:rsidR="001C0413">
        <w:t xml:space="preserve">, </w:t>
      </w:r>
      <w:r w:rsidRPr="005D5566">
        <w:t>mais avec moins de force</w:t>
      </w:r>
      <w:r w:rsidR="001C0413">
        <w:t xml:space="preserve"> ; </w:t>
      </w:r>
      <w:r w:rsidRPr="005D5566">
        <w:t>on aurait dit que celle qui était derrière la porte hésitait aussi</w:t>
      </w:r>
      <w:r w:rsidR="001C0413">
        <w:t xml:space="preserve">. </w:t>
      </w:r>
      <w:r w:rsidRPr="005D5566">
        <w:t>Nicolas et la mère allèrent ouvrir ensemble</w:t>
      </w:r>
      <w:r w:rsidR="001C0413">
        <w:t xml:space="preserve"> ; </w:t>
      </w:r>
      <w:r w:rsidRPr="005D5566">
        <w:t>mais</w:t>
      </w:r>
      <w:r w:rsidR="001C0413">
        <w:t xml:space="preserve">, </w:t>
      </w:r>
      <w:r w:rsidRPr="005D5566">
        <w:t>arrivé à la porte de la cuisine</w:t>
      </w:r>
      <w:r w:rsidR="001C0413">
        <w:t xml:space="preserve">, </w:t>
      </w:r>
      <w:r w:rsidRPr="005D5566">
        <w:t>Nicolas recula en chuchotant</w:t>
      </w:r>
      <w:r w:rsidR="001C0413">
        <w:t> :</w:t>
      </w:r>
    </w:p>
    <w:p w14:paraId="5F7E9516" w14:textId="77777777" w:rsidR="001C0413" w:rsidRDefault="001C0413" w:rsidP="001C0413">
      <w:r>
        <w:t>— </w:t>
      </w:r>
      <w:r w:rsidR="00530790" w:rsidRPr="005D5566">
        <w:t>Il vaut mieux que ce soit vous</w:t>
      </w:r>
      <w:r>
        <w:t>…</w:t>
      </w:r>
    </w:p>
    <w:p w14:paraId="70E8F428" w14:textId="77777777" w:rsidR="001C0413" w:rsidRDefault="001C0413" w:rsidP="001C0413">
      <w:r>
        <w:t>— </w:t>
      </w:r>
      <w:r w:rsidR="00530790" w:rsidRPr="005D5566">
        <w:t>Il refuse de s</w:t>
      </w:r>
      <w:r>
        <w:t>’</w:t>
      </w:r>
      <w:r w:rsidR="00530790" w:rsidRPr="005D5566">
        <w:t>évader</w:t>
      </w:r>
      <w:r>
        <w:t xml:space="preserve"> ? </w:t>
      </w:r>
      <w:r w:rsidR="00530790" w:rsidRPr="005D5566">
        <w:t>demanda la jeune fille avec fermeté</w:t>
      </w:r>
      <w:r>
        <w:t xml:space="preserve">, </w:t>
      </w:r>
      <w:r w:rsidR="00530790" w:rsidRPr="005D5566">
        <w:t>lorsque la mère lui eut ouvert la porte</w:t>
      </w:r>
      <w:r>
        <w:t>.</w:t>
      </w:r>
    </w:p>
    <w:p w14:paraId="71A979CC" w14:textId="77777777" w:rsidR="001C0413" w:rsidRDefault="001C0413" w:rsidP="001C0413">
      <w:r>
        <w:t>— </w:t>
      </w:r>
      <w:r w:rsidR="00530790" w:rsidRPr="005D5566">
        <w:t>Oui</w:t>
      </w:r>
      <w:r>
        <w:t> !</w:t>
      </w:r>
    </w:p>
    <w:p w14:paraId="138B0A92" w14:textId="77777777" w:rsidR="001C0413" w:rsidRDefault="001C0413" w:rsidP="001C0413">
      <w:r>
        <w:t>— </w:t>
      </w:r>
      <w:r w:rsidR="00530790" w:rsidRPr="005D5566">
        <w:t>Je le savais</w:t>
      </w:r>
      <w:r>
        <w:t xml:space="preserve"> ! </w:t>
      </w:r>
      <w:r w:rsidR="00530790" w:rsidRPr="005D5566">
        <w:t>dit simplement Sachenka</w:t>
      </w:r>
      <w:r>
        <w:t>.</w:t>
      </w:r>
    </w:p>
    <w:p w14:paraId="0E68C9CA" w14:textId="77777777" w:rsidR="001C0413" w:rsidRDefault="00530790" w:rsidP="001C0413">
      <w:r w:rsidRPr="005D5566">
        <w:t>Mais elle pâlit</w:t>
      </w:r>
      <w:r w:rsidR="001C0413">
        <w:t xml:space="preserve">. </w:t>
      </w:r>
      <w:r w:rsidRPr="005D5566">
        <w:t>Elle déboutonna sa jaquette à moitié et essaya en vain de l</w:t>
      </w:r>
      <w:r w:rsidR="001C0413">
        <w:t>’</w:t>
      </w:r>
      <w:r w:rsidRPr="005D5566">
        <w:t>enlever sans y parvenir</w:t>
      </w:r>
      <w:r w:rsidR="001C0413">
        <w:t xml:space="preserve">. </w:t>
      </w:r>
      <w:r w:rsidRPr="005D5566">
        <w:t>Elle reprit alors</w:t>
      </w:r>
      <w:r w:rsidR="001C0413">
        <w:t> :</w:t>
      </w:r>
    </w:p>
    <w:p w14:paraId="011BF1E1" w14:textId="77777777" w:rsidR="001C0413" w:rsidRDefault="001C0413" w:rsidP="001C0413">
      <w:r>
        <w:t>— </w:t>
      </w:r>
      <w:r w:rsidR="00530790" w:rsidRPr="005D5566">
        <w:t>Il vente</w:t>
      </w:r>
      <w:r>
        <w:t xml:space="preserve">, </w:t>
      </w:r>
      <w:r w:rsidR="00530790" w:rsidRPr="005D5566">
        <w:t>il pleut</w:t>
      </w:r>
      <w:r>
        <w:t xml:space="preserve">, </w:t>
      </w:r>
      <w:r w:rsidR="00530790" w:rsidRPr="005D5566">
        <w:t>quel temps abominable</w:t>
      </w:r>
      <w:r>
        <w:t xml:space="preserve"> !… </w:t>
      </w:r>
      <w:r w:rsidR="00530790" w:rsidRPr="005D5566">
        <w:t>Il est bien portant</w:t>
      </w:r>
      <w:r>
        <w:t> ?</w:t>
      </w:r>
    </w:p>
    <w:p w14:paraId="2C9A5433" w14:textId="77777777" w:rsidR="001C0413" w:rsidRDefault="001C0413" w:rsidP="001C0413">
      <w:r>
        <w:t>— </w:t>
      </w:r>
      <w:r w:rsidR="00530790" w:rsidRPr="005D5566">
        <w:t>Oui</w:t>
      </w:r>
      <w:r>
        <w:t> !</w:t>
      </w:r>
    </w:p>
    <w:p w14:paraId="1BC2E528" w14:textId="77777777" w:rsidR="001C0413" w:rsidRDefault="001C0413" w:rsidP="001C0413">
      <w:r>
        <w:lastRenderedPageBreak/>
        <w:t>— </w:t>
      </w:r>
      <w:r w:rsidR="00530790" w:rsidRPr="005D5566">
        <w:t>Content et en bonne santé</w:t>
      </w:r>
      <w:r>
        <w:t xml:space="preserve">… </w:t>
      </w:r>
      <w:r w:rsidR="00530790" w:rsidRPr="005D5566">
        <w:t>comme toujours</w:t>
      </w:r>
      <w:r>
        <w:t xml:space="preserve"> ! </w:t>
      </w:r>
      <w:r w:rsidR="00530790" w:rsidRPr="005D5566">
        <w:t>dit Sachenka à mi-voix</w:t>
      </w:r>
      <w:r>
        <w:t xml:space="preserve">, </w:t>
      </w:r>
      <w:r w:rsidR="00530790" w:rsidRPr="005D5566">
        <w:t>en examinant sa main</w:t>
      </w:r>
      <w:r>
        <w:t>.</w:t>
      </w:r>
    </w:p>
    <w:p w14:paraId="4482510F" w14:textId="77777777" w:rsidR="001C0413" w:rsidRDefault="001C0413" w:rsidP="001C0413">
      <w:r>
        <w:t>— </w:t>
      </w:r>
      <w:r w:rsidR="00530790" w:rsidRPr="005D5566">
        <w:t>Il nous écrit de faire évader Rybine</w:t>
      </w:r>
      <w:r>
        <w:t xml:space="preserve">, </w:t>
      </w:r>
      <w:r w:rsidR="00530790" w:rsidRPr="005D5566">
        <w:t>annonça la mère</w:t>
      </w:r>
      <w:r>
        <w:t xml:space="preserve">, </w:t>
      </w:r>
      <w:r w:rsidR="00530790" w:rsidRPr="005D5566">
        <w:t>sans la regarder</w:t>
      </w:r>
      <w:r>
        <w:t>.</w:t>
      </w:r>
    </w:p>
    <w:p w14:paraId="1B46439E" w14:textId="77777777" w:rsidR="001C0413" w:rsidRDefault="001C0413" w:rsidP="001C0413">
      <w:r>
        <w:t>— </w:t>
      </w:r>
      <w:r w:rsidR="00530790" w:rsidRPr="005D5566">
        <w:t>Vraiment</w:t>
      </w:r>
      <w:r>
        <w:t xml:space="preserve"> ? </w:t>
      </w:r>
      <w:r w:rsidR="00530790" w:rsidRPr="005D5566">
        <w:t>Il faut mettre ce projet à exécution</w:t>
      </w:r>
      <w:r>
        <w:t xml:space="preserve"> ! </w:t>
      </w:r>
      <w:r w:rsidR="00530790" w:rsidRPr="005D5566">
        <w:t>dit la jeune fille avec lenteur</w:t>
      </w:r>
      <w:r>
        <w:t>.</w:t>
      </w:r>
    </w:p>
    <w:p w14:paraId="29180691" w14:textId="77777777" w:rsidR="001C0413" w:rsidRDefault="001C0413" w:rsidP="001C0413">
      <w:r>
        <w:t>— </w:t>
      </w:r>
      <w:r w:rsidR="00530790" w:rsidRPr="005D5566">
        <w:t>Je suis du même avis</w:t>
      </w:r>
      <w:r>
        <w:t xml:space="preserve"> ! </w:t>
      </w:r>
      <w:r w:rsidR="00530790" w:rsidRPr="005D5566">
        <w:t>déclara Nicolas en se montrant sur le seuil</w:t>
      </w:r>
      <w:r>
        <w:t xml:space="preserve">. </w:t>
      </w:r>
      <w:r w:rsidR="00530790" w:rsidRPr="005D5566">
        <w:t>Bonsoir</w:t>
      </w:r>
      <w:r>
        <w:t xml:space="preserve">, </w:t>
      </w:r>
      <w:r w:rsidR="00530790" w:rsidRPr="005D5566">
        <w:t>Sachenka</w:t>
      </w:r>
      <w:r>
        <w:t> !</w:t>
      </w:r>
    </w:p>
    <w:p w14:paraId="126919D6" w14:textId="77777777" w:rsidR="001C0413" w:rsidRDefault="00530790" w:rsidP="001C0413">
      <w:r w:rsidRPr="005D5566">
        <w:t>La jeune fille lui tendit la main et demanda</w:t>
      </w:r>
      <w:r w:rsidR="001C0413">
        <w:t> :</w:t>
      </w:r>
    </w:p>
    <w:p w14:paraId="53651E72" w14:textId="77777777" w:rsidR="001C0413" w:rsidRDefault="001C0413" w:rsidP="001C0413">
      <w:r>
        <w:t>— </w:t>
      </w:r>
      <w:r w:rsidR="00530790" w:rsidRPr="005D5566">
        <w:t>Quel obstacle y a-t-il</w:t>
      </w:r>
      <w:r>
        <w:t xml:space="preserve"> ? </w:t>
      </w:r>
      <w:r w:rsidR="00530790" w:rsidRPr="005D5566">
        <w:t>Tous reconnaissent que le plan est ingénieux</w:t>
      </w:r>
      <w:r>
        <w:t xml:space="preserve">, </w:t>
      </w:r>
      <w:r w:rsidR="00530790" w:rsidRPr="005D5566">
        <w:t>n</w:t>
      </w:r>
      <w:r>
        <w:t>’</w:t>
      </w:r>
      <w:r w:rsidR="00530790" w:rsidRPr="005D5566">
        <w:t>est-ce pas</w:t>
      </w:r>
      <w:r>
        <w:t xml:space="preserve"> ? </w:t>
      </w:r>
      <w:r w:rsidR="00530790" w:rsidRPr="005D5566">
        <w:t>Je le sais</w:t>
      </w:r>
      <w:r>
        <w:t xml:space="preserve">, </w:t>
      </w:r>
      <w:r w:rsidR="00530790" w:rsidRPr="005D5566">
        <w:t>tout le monde est de cet avis</w:t>
      </w:r>
      <w:r>
        <w:t>…</w:t>
      </w:r>
    </w:p>
    <w:p w14:paraId="6A346DB2" w14:textId="77777777" w:rsidR="001C0413" w:rsidRDefault="001C0413" w:rsidP="001C0413">
      <w:r>
        <w:t>— </w:t>
      </w:r>
      <w:r w:rsidR="00530790" w:rsidRPr="005D5566">
        <w:t>Mais qui se chargera de l</w:t>
      </w:r>
      <w:r>
        <w:t>’</w:t>
      </w:r>
      <w:r w:rsidR="00530790" w:rsidRPr="005D5566">
        <w:t>organisation</w:t>
      </w:r>
      <w:r>
        <w:t xml:space="preserve"> ? </w:t>
      </w:r>
      <w:r w:rsidR="00530790" w:rsidRPr="005D5566">
        <w:t>Chacun est occupé</w:t>
      </w:r>
      <w:r>
        <w:t>…</w:t>
      </w:r>
    </w:p>
    <w:p w14:paraId="45D671ED" w14:textId="77777777" w:rsidR="001C0413" w:rsidRDefault="001C0413" w:rsidP="001C0413">
      <w:r>
        <w:t>— </w:t>
      </w:r>
      <w:r w:rsidR="00530790" w:rsidRPr="005D5566">
        <w:t>Moi</w:t>
      </w:r>
      <w:r>
        <w:t xml:space="preserve">, </w:t>
      </w:r>
      <w:r w:rsidR="00530790" w:rsidRPr="005D5566">
        <w:t>dit vivement la jeune fille en se levant</w:t>
      </w:r>
      <w:r>
        <w:t xml:space="preserve">. </w:t>
      </w:r>
      <w:r w:rsidR="00530790" w:rsidRPr="005D5566">
        <w:t>Moi</w:t>
      </w:r>
      <w:r>
        <w:t xml:space="preserve">, </w:t>
      </w:r>
      <w:r w:rsidR="00530790" w:rsidRPr="005D5566">
        <w:t>j</w:t>
      </w:r>
      <w:r>
        <w:t>’</w:t>
      </w:r>
      <w:r w:rsidR="00530790" w:rsidRPr="005D5566">
        <w:t>ai le temps</w:t>
      </w:r>
      <w:r>
        <w:t>…</w:t>
      </w:r>
    </w:p>
    <w:p w14:paraId="1E315850" w14:textId="77777777" w:rsidR="001C0413" w:rsidRDefault="001C0413" w:rsidP="001C0413">
      <w:r>
        <w:t>— </w:t>
      </w:r>
      <w:r w:rsidR="00530790" w:rsidRPr="005D5566">
        <w:t>Soit</w:t>
      </w:r>
      <w:r>
        <w:t xml:space="preserve"> ! </w:t>
      </w:r>
      <w:r w:rsidR="00530790" w:rsidRPr="005D5566">
        <w:t>mais il faut encore d</w:t>
      </w:r>
      <w:r>
        <w:t>’</w:t>
      </w:r>
      <w:r w:rsidR="00530790" w:rsidRPr="005D5566">
        <w:t>autres collaborateurs</w:t>
      </w:r>
      <w:r>
        <w:t>…</w:t>
      </w:r>
    </w:p>
    <w:p w14:paraId="68DB3D33" w14:textId="77777777" w:rsidR="001C0413" w:rsidRDefault="001C0413" w:rsidP="001C0413">
      <w:r>
        <w:t>— </w:t>
      </w:r>
      <w:r w:rsidR="00530790" w:rsidRPr="005D5566">
        <w:t>Bien</w:t>
      </w:r>
      <w:r>
        <w:t xml:space="preserve">… </w:t>
      </w:r>
      <w:r w:rsidR="00530790" w:rsidRPr="005D5566">
        <w:t>j</w:t>
      </w:r>
      <w:r>
        <w:t>’</w:t>
      </w:r>
      <w:r w:rsidR="00530790" w:rsidRPr="005D5566">
        <w:t>en trouverai</w:t>
      </w:r>
      <w:r>
        <w:t xml:space="preserve">… </w:t>
      </w:r>
      <w:r w:rsidR="00530790" w:rsidRPr="005D5566">
        <w:t>J</w:t>
      </w:r>
      <w:r>
        <w:t>’</w:t>
      </w:r>
      <w:r w:rsidR="00530790" w:rsidRPr="005D5566">
        <w:t>y vais à l</w:t>
      </w:r>
      <w:r>
        <w:t>’</w:t>
      </w:r>
      <w:r w:rsidR="00530790" w:rsidRPr="005D5566">
        <w:t>instant</w:t>
      </w:r>
      <w:r>
        <w:t>…</w:t>
      </w:r>
    </w:p>
    <w:p w14:paraId="307506EC" w14:textId="77777777" w:rsidR="001C0413" w:rsidRDefault="001C0413" w:rsidP="001C0413">
      <w:r>
        <w:t>— </w:t>
      </w:r>
      <w:r w:rsidR="00530790" w:rsidRPr="005D5566">
        <w:rPr>
          <w:bCs/>
        </w:rPr>
        <w:t xml:space="preserve">Si </w:t>
      </w:r>
      <w:r w:rsidR="00530790" w:rsidRPr="005D5566">
        <w:t>vous vous reposiez</w:t>
      </w:r>
      <w:r>
        <w:t xml:space="preserve"> ! </w:t>
      </w:r>
      <w:r w:rsidR="00530790" w:rsidRPr="005D5566">
        <w:t>proposa la mère</w:t>
      </w:r>
      <w:r>
        <w:t>.</w:t>
      </w:r>
    </w:p>
    <w:p w14:paraId="0FBBC318" w14:textId="77777777" w:rsidR="001C0413" w:rsidRDefault="00530790" w:rsidP="001C0413">
      <w:r w:rsidRPr="005D5566">
        <w:t>La jeune fille sourit</w:t>
      </w:r>
      <w:r w:rsidR="001C0413">
        <w:t xml:space="preserve">, </w:t>
      </w:r>
      <w:r w:rsidRPr="005D5566">
        <w:t>et répondit en adoucissant la voix</w:t>
      </w:r>
      <w:r w:rsidR="001C0413">
        <w:t> :</w:t>
      </w:r>
    </w:p>
    <w:p w14:paraId="52BEFA6B" w14:textId="77777777" w:rsidR="001C0413" w:rsidRDefault="001C0413" w:rsidP="001C0413">
      <w:r>
        <w:t>— </w:t>
      </w:r>
      <w:r w:rsidR="00530790" w:rsidRPr="005D5566">
        <w:t>Ne vous inquiétez pas de moi</w:t>
      </w:r>
      <w:r>
        <w:t xml:space="preserve">… </w:t>
      </w:r>
      <w:r w:rsidR="00530790" w:rsidRPr="005D5566">
        <w:t>je ne suis pas fatiguée</w:t>
      </w:r>
      <w:r>
        <w:t>…</w:t>
      </w:r>
    </w:p>
    <w:p w14:paraId="3E990F0B" w14:textId="77777777" w:rsidR="001C0413" w:rsidRDefault="00530790" w:rsidP="001C0413">
      <w:r w:rsidRPr="005D5566">
        <w:t>Elle leur serra la main en silence et s</w:t>
      </w:r>
      <w:r w:rsidR="001C0413">
        <w:t>’</w:t>
      </w:r>
      <w:r w:rsidRPr="005D5566">
        <w:t>en alla</w:t>
      </w:r>
      <w:r w:rsidR="001C0413">
        <w:t xml:space="preserve">, </w:t>
      </w:r>
      <w:r w:rsidRPr="005D5566">
        <w:t>de nouveau froide et sévère</w:t>
      </w:r>
      <w:r w:rsidR="001C0413">
        <w:t>…</w:t>
      </w:r>
    </w:p>
    <w:p w14:paraId="6C82594F" w14:textId="77777777" w:rsidR="001C0413" w:rsidRDefault="00530790" w:rsidP="001C0413">
      <w:r w:rsidRPr="005D5566">
        <w:lastRenderedPageBreak/>
        <w:t>La mère et Nicolas s</w:t>
      </w:r>
      <w:r w:rsidR="001C0413">
        <w:t>’</w:t>
      </w:r>
      <w:r w:rsidRPr="005D5566">
        <w:t>approchèrent de la fenêtre et la suivirent des yeux</w:t>
      </w:r>
      <w:r w:rsidR="001C0413">
        <w:t xml:space="preserve"> ; </w:t>
      </w:r>
      <w:r w:rsidRPr="005D5566">
        <w:t>elle traversa la cour et disparut derrière la grille</w:t>
      </w:r>
      <w:r w:rsidR="001C0413">
        <w:t xml:space="preserve">. </w:t>
      </w:r>
      <w:r w:rsidRPr="005D5566">
        <w:t>Nicolas se mit à siffloter</w:t>
      </w:r>
      <w:r w:rsidR="001C0413">
        <w:t xml:space="preserve">, </w:t>
      </w:r>
      <w:r w:rsidRPr="005D5566">
        <w:t>puis s</w:t>
      </w:r>
      <w:r w:rsidR="001C0413">
        <w:t>’</w:t>
      </w:r>
      <w:r w:rsidRPr="005D5566">
        <w:t>assit à la table et prit sa plume</w:t>
      </w:r>
      <w:r w:rsidR="001C0413">
        <w:t>.</w:t>
      </w:r>
    </w:p>
    <w:p w14:paraId="77485732" w14:textId="77777777" w:rsidR="001C0413" w:rsidRDefault="001C0413" w:rsidP="001C0413">
      <w:r>
        <w:t>— </w:t>
      </w:r>
      <w:r w:rsidR="00530790" w:rsidRPr="005D5566">
        <w:t>Elle s</w:t>
      </w:r>
      <w:r>
        <w:t>’</w:t>
      </w:r>
      <w:r w:rsidR="00530790" w:rsidRPr="005D5566">
        <w:t>occupera de cette affaire et cela la soulagera</w:t>
      </w:r>
      <w:r>
        <w:t xml:space="preserve"> ! </w:t>
      </w:r>
      <w:r w:rsidR="00530790" w:rsidRPr="005D5566">
        <w:t>dit la mère à mi-voix</w:t>
      </w:r>
      <w:r>
        <w:t>.</w:t>
      </w:r>
    </w:p>
    <w:p w14:paraId="76C64B9E" w14:textId="77777777" w:rsidR="001C0413" w:rsidRDefault="001C0413" w:rsidP="001C0413">
      <w:r>
        <w:t>— </w:t>
      </w:r>
      <w:r w:rsidR="00530790" w:rsidRPr="005D5566">
        <w:t>Évidemment</w:t>
      </w:r>
      <w:r>
        <w:t xml:space="preserve"> ! </w:t>
      </w:r>
      <w:r w:rsidR="00530790" w:rsidRPr="005D5566">
        <w:t>répliqua Nicolas</w:t>
      </w:r>
      <w:r>
        <w:t xml:space="preserve"> ; </w:t>
      </w:r>
      <w:r w:rsidR="00530790" w:rsidRPr="005D5566">
        <w:t>et</w:t>
      </w:r>
      <w:r>
        <w:t xml:space="preserve">, </w:t>
      </w:r>
      <w:r w:rsidR="00530790" w:rsidRPr="005D5566">
        <w:t>se tournant vers la mère</w:t>
      </w:r>
      <w:r>
        <w:t xml:space="preserve">, </w:t>
      </w:r>
      <w:r w:rsidR="00530790" w:rsidRPr="005D5566">
        <w:t>il lui demanda</w:t>
      </w:r>
      <w:r>
        <w:t xml:space="preserve">, </w:t>
      </w:r>
      <w:r w:rsidR="00530790" w:rsidRPr="005D5566">
        <w:t>son bon visage illuminé par un sourire</w:t>
      </w:r>
      <w:r>
        <w:t xml:space="preserve"> : </w:t>
      </w:r>
      <w:r w:rsidR="00530790" w:rsidRPr="005D5566">
        <w:t>Cette coupe a été épargnée à vos lèvres</w:t>
      </w:r>
      <w:r>
        <w:t xml:space="preserve">, </w:t>
      </w:r>
      <w:r w:rsidR="00530790" w:rsidRPr="005D5566">
        <w:t>mère</w:t>
      </w:r>
      <w:r>
        <w:t xml:space="preserve">… </w:t>
      </w:r>
      <w:r w:rsidR="00530790" w:rsidRPr="005D5566">
        <w:t>Vous n</w:t>
      </w:r>
      <w:r>
        <w:t>’</w:t>
      </w:r>
      <w:r w:rsidR="00530790" w:rsidRPr="005D5566">
        <w:t>avez jamais soupiré après l</w:t>
      </w:r>
      <w:r>
        <w:t>’</w:t>
      </w:r>
      <w:r w:rsidR="00530790" w:rsidRPr="005D5566">
        <w:t>homme aimé</w:t>
      </w:r>
      <w:r>
        <w:t> ?</w:t>
      </w:r>
    </w:p>
    <w:p w14:paraId="037CD58F" w14:textId="77777777" w:rsidR="001C0413" w:rsidRDefault="001C0413" w:rsidP="001C0413">
      <w:r>
        <w:t>— </w:t>
      </w:r>
      <w:r w:rsidR="00530790" w:rsidRPr="005D5566">
        <w:t>Quelle idée</w:t>
      </w:r>
      <w:r>
        <w:t xml:space="preserve"> ! </w:t>
      </w:r>
      <w:r w:rsidR="00530790" w:rsidRPr="005D5566">
        <w:t>s</w:t>
      </w:r>
      <w:r>
        <w:t>’</w:t>
      </w:r>
      <w:r w:rsidR="00530790" w:rsidRPr="005D5566">
        <w:t>écria-t-elle</w:t>
      </w:r>
      <w:r>
        <w:t xml:space="preserve">, </w:t>
      </w:r>
      <w:r w:rsidR="00530790" w:rsidRPr="005D5566">
        <w:t>en agitant la main</w:t>
      </w:r>
      <w:r>
        <w:t xml:space="preserve">. </w:t>
      </w:r>
      <w:r w:rsidR="00530790" w:rsidRPr="005D5566">
        <w:t>Moi</w:t>
      </w:r>
      <w:r>
        <w:t xml:space="preserve">, </w:t>
      </w:r>
      <w:r w:rsidR="00530790" w:rsidRPr="005D5566">
        <w:t>soupirer</w:t>
      </w:r>
      <w:r>
        <w:t xml:space="preserve"> ? </w:t>
      </w:r>
      <w:r w:rsidR="00530790" w:rsidRPr="005D5566">
        <w:t>J</w:t>
      </w:r>
      <w:r>
        <w:t>’</w:t>
      </w:r>
      <w:r w:rsidR="00530790" w:rsidRPr="005D5566">
        <w:t>avais seulement peur qu</w:t>
      </w:r>
      <w:r>
        <w:t>’</w:t>
      </w:r>
      <w:r w:rsidR="00530790" w:rsidRPr="005D5566">
        <w:t>on m</w:t>
      </w:r>
      <w:r>
        <w:t>’</w:t>
      </w:r>
      <w:r w:rsidR="00530790" w:rsidRPr="005D5566">
        <w:t>obligeât à épouser l</w:t>
      </w:r>
      <w:r>
        <w:t>’</w:t>
      </w:r>
      <w:r w:rsidR="00530790" w:rsidRPr="005D5566">
        <w:t>un ou l</w:t>
      </w:r>
      <w:r>
        <w:t>’</w:t>
      </w:r>
      <w:r w:rsidR="00530790" w:rsidRPr="005D5566">
        <w:t>autre</w:t>
      </w:r>
      <w:r>
        <w:t>…</w:t>
      </w:r>
    </w:p>
    <w:p w14:paraId="57740F5D" w14:textId="77777777" w:rsidR="001C0413" w:rsidRDefault="001C0413" w:rsidP="001C0413">
      <w:r>
        <w:t>— </w:t>
      </w:r>
      <w:r w:rsidR="00530790" w:rsidRPr="005D5566">
        <w:t>Personne ne vous plaisait</w:t>
      </w:r>
      <w:r>
        <w:t> ?</w:t>
      </w:r>
    </w:p>
    <w:p w14:paraId="7BEAC9A0" w14:textId="77777777" w:rsidR="001C0413" w:rsidRDefault="00530790" w:rsidP="001C0413">
      <w:r w:rsidRPr="005D5566">
        <w:t>Elle réfléchit et répondit</w:t>
      </w:r>
      <w:r w:rsidR="001C0413">
        <w:t> :</w:t>
      </w:r>
    </w:p>
    <w:p w14:paraId="0B4D4344" w14:textId="77777777" w:rsidR="001C0413" w:rsidRDefault="001C0413" w:rsidP="001C0413">
      <w:r>
        <w:t>— </w:t>
      </w:r>
      <w:r w:rsidR="00530790" w:rsidRPr="005D5566">
        <w:t>Je ne m</w:t>
      </w:r>
      <w:r>
        <w:t>’</w:t>
      </w:r>
      <w:r w:rsidR="00530790" w:rsidRPr="005D5566">
        <w:t>en souviens pas</w:t>
      </w:r>
      <w:r>
        <w:t xml:space="preserve">, </w:t>
      </w:r>
      <w:r w:rsidR="00530790" w:rsidRPr="005D5566">
        <w:t>mon ami</w:t>
      </w:r>
      <w:r>
        <w:t xml:space="preserve">… </w:t>
      </w:r>
      <w:r w:rsidR="00530790" w:rsidRPr="005D5566">
        <w:t>Il est probable qu</w:t>
      </w:r>
      <w:r>
        <w:t>’</w:t>
      </w:r>
      <w:r w:rsidR="00530790" w:rsidRPr="005D5566">
        <w:t>il y en avait un qui me plaisait mieux que les autres</w:t>
      </w:r>
      <w:r>
        <w:t xml:space="preserve">… </w:t>
      </w:r>
      <w:r w:rsidR="00530790" w:rsidRPr="005D5566">
        <w:t>Comment en serait-il autrement</w:t>
      </w:r>
      <w:r>
        <w:t xml:space="preserve"> ?… </w:t>
      </w:r>
      <w:r w:rsidR="00530790" w:rsidRPr="005D5566">
        <w:t>Mais je ne m</w:t>
      </w:r>
      <w:r>
        <w:t>’</w:t>
      </w:r>
      <w:r w:rsidR="00530790" w:rsidRPr="005D5566">
        <w:t>en souviens pas</w:t>
      </w:r>
      <w:r>
        <w:t>.</w:t>
      </w:r>
    </w:p>
    <w:p w14:paraId="40AA9662" w14:textId="77777777" w:rsidR="001C0413" w:rsidRDefault="00530790" w:rsidP="001C0413">
      <w:r w:rsidRPr="005D5566">
        <w:t>Elle le regarda et conclut avec une tristesse pénible</w:t>
      </w:r>
      <w:r w:rsidR="001C0413">
        <w:t> :</w:t>
      </w:r>
    </w:p>
    <w:p w14:paraId="286AAB05" w14:textId="77777777" w:rsidR="001C0413" w:rsidRDefault="001C0413" w:rsidP="001C0413">
      <w:r>
        <w:t>— </w:t>
      </w:r>
      <w:r w:rsidR="00530790" w:rsidRPr="005D5566">
        <w:t>Mon mari m</w:t>
      </w:r>
      <w:r>
        <w:t>’</w:t>
      </w:r>
      <w:r w:rsidR="00530790" w:rsidRPr="005D5566">
        <w:t>a tellement battue</w:t>
      </w:r>
      <w:r>
        <w:t xml:space="preserve">, </w:t>
      </w:r>
      <w:r w:rsidR="00530790" w:rsidRPr="005D5566">
        <w:t>que tout ce qui s</w:t>
      </w:r>
      <w:r>
        <w:t>’</w:t>
      </w:r>
      <w:r w:rsidR="00530790" w:rsidRPr="005D5566">
        <w:t>est passé avant s</w:t>
      </w:r>
      <w:r>
        <w:t>’</w:t>
      </w:r>
      <w:r w:rsidR="00530790" w:rsidRPr="005D5566">
        <w:t>est effacé de mon âme</w:t>
      </w:r>
      <w:r>
        <w:t>…</w:t>
      </w:r>
    </w:p>
    <w:p w14:paraId="04B4D7BE" w14:textId="77777777" w:rsidR="001C0413" w:rsidRDefault="00530790" w:rsidP="001C0413">
      <w:r w:rsidRPr="005D5566">
        <w:t>La mère sortit un instant</w:t>
      </w:r>
      <w:r w:rsidR="001C0413">
        <w:t xml:space="preserve"> ; </w:t>
      </w:r>
      <w:r w:rsidRPr="005D5566">
        <w:t>quand elle revint</w:t>
      </w:r>
      <w:r w:rsidR="001C0413">
        <w:t xml:space="preserve">, </w:t>
      </w:r>
      <w:r w:rsidRPr="005D5566">
        <w:t>Nicolas lui dit avec un regard affectueux</w:t>
      </w:r>
      <w:r w:rsidR="001C0413">
        <w:t xml:space="preserve">, </w:t>
      </w:r>
      <w:r w:rsidRPr="005D5566">
        <w:t>comme pour caresser ses souvenirs avec des mots tendres et amoureux</w:t>
      </w:r>
      <w:r w:rsidR="001C0413">
        <w:t> :</w:t>
      </w:r>
    </w:p>
    <w:p w14:paraId="32749543" w14:textId="77777777" w:rsidR="001C0413" w:rsidRDefault="001C0413" w:rsidP="001C0413">
      <w:r>
        <w:t>— </w:t>
      </w:r>
      <w:r w:rsidR="00530790" w:rsidRPr="005D5566">
        <w:t>Voyez-vous</w:t>
      </w:r>
      <w:r>
        <w:t xml:space="preserve">… </w:t>
      </w:r>
      <w:r w:rsidR="00530790" w:rsidRPr="005D5566">
        <w:t>moi aussi</w:t>
      </w:r>
      <w:r>
        <w:t xml:space="preserve">, </w:t>
      </w:r>
      <w:r w:rsidR="00530790" w:rsidRPr="005D5566">
        <w:t>j</w:t>
      </w:r>
      <w:r>
        <w:t>’</w:t>
      </w:r>
      <w:r w:rsidR="00530790" w:rsidRPr="005D5566">
        <w:t>ai eu une</w:t>
      </w:r>
      <w:r>
        <w:t xml:space="preserve">… </w:t>
      </w:r>
      <w:r w:rsidR="00530790" w:rsidRPr="005D5566">
        <w:t>histoire</w:t>
      </w:r>
      <w:r>
        <w:t xml:space="preserve">… </w:t>
      </w:r>
      <w:r w:rsidR="00530790" w:rsidRPr="005D5566">
        <w:t>comme Sachenka</w:t>
      </w:r>
      <w:r>
        <w:t xml:space="preserve">. </w:t>
      </w:r>
      <w:r w:rsidR="00530790" w:rsidRPr="005D5566">
        <w:t>J</w:t>
      </w:r>
      <w:r>
        <w:t>’</w:t>
      </w:r>
      <w:r w:rsidR="00530790" w:rsidRPr="005D5566">
        <w:t>aimais une jeune fille</w:t>
      </w:r>
      <w:r>
        <w:t xml:space="preserve">, </w:t>
      </w:r>
      <w:r w:rsidR="00530790" w:rsidRPr="005D5566">
        <w:t>une créature exquise</w:t>
      </w:r>
      <w:r>
        <w:t xml:space="preserve"> ; </w:t>
      </w:r>
      <w:r w:rsidR="00530790" w:rsidRPr="005D5566">
        <w:t>elle était l</w:t>
      </w:r>
      <w:r>
        <w:t>’</w:t>
      </w:r>
      <w:r w:rsidR="00530790" w:rsidRPr="005D5566">
        <w:t>étoile qui me guidait</w:t>
      </w:r>
      <w:r>
        <w:t xml:space="preserve">… </w:t>
      </w:r>
      <w:r w:rsidR="00530790" w:rsidRPr="005D5566">
        <w:t xml:space="preserve">Il y a vingt ans que </w:t>
      </w:r>
      <w:r w:rsidR="00530790" w:rsidRPr="005D5566">
        <w:lastRenderedPageBreak/>
        <w:t>je la connais et que je l</w:t>
      </w:r>
      <w:r>
        <w:t>’</w:t>
      </w:r>
      <w:r w:rsidR="00530790" w:rsidRPr="005D5566">
        <w:t>aime</w:t>
      </w:r>
      <w:r>
        <w:t xml:space="preserve">… </w:t>
      </w:r>
      <w:r w:rsidR="00530790" w:rsidRPr="005D5566">
        <w:t>je l</w:t>
      </w:r>
      <w:r>
        <w:t>’</w:t>
      </w:r>
      <w:r w:rsidR="00530790" w:rsidRPr="005D5566">
        <w:t>aime maintenant encore</w:t>
      </w:r>
      <w:r>
        <w:t xml:space="preserve">, </w:t>
      </w:r>
      <w:r w:rsidR="00530790" w:rsidRPr="005D5566">
        <w:t>à vrai dire</w:t>
      </w:r>
      <w:r>
        <w:t xml:space="preserve">… </w:t>
      </w:r>
      <w:r w:rsidR="00530790" w:rsidRPr="005D5566">
        <w:t>Je l</w:t>
      </w:r>
      <w:r>
        <w:t>’</w:t>
      </w:r>
      <w:r w:rsidR="00530790" w:rsidRPr="005D5566">
        <w:t>aime toujours autant</w:t>
      </w:r>
      <w:r>
        <w:t xml:space="preserve">… </w:t>
      </w:r>
      <w:r w:rsidR="00530790" w:rsidRPr="005D5566">
        <w:t>de toute mon âme</w:t>
      </w:r>
      <w:r>
        <w:t xml:space="preserve">, </w:t>
      </w:r>
      <w:r w:rsidR="00530790" w:rsidRPr="005D5566">
        <w:t>avec gratitude</w:t>
      </w:r>
      <w:r>
        <w:t>…</w:t>
      </w:r>
    </w:p>
    <w:p w14:paraId="2F233149" w14:textId="77777777" w:rsidR="001C0413" w:rsidRDefault="00530790" w:rsidP="001C0413">
      <w:r w:rsidRPr="005D5566">
        <w:t>La mère voyait ses yeux illuminés d</w:t>
      </w:r>
      <w:r w:rsidR="001C0413">
        <w:t>’</w:t>
      </w:r>
      <w:r w:rsidRPr="005D5566">
        <w:t>une flamme vive et chaude</w:t>
      </w:r>
      <w:r w:rsidR="001C0413">
        <w:t xml:space="preserve">. </w:t>
      </w:r>
      <w:r w:rsidRPr="005D5566">
        <w:t>Il avait posé sa tête sur ses bras appuyés au dossier de son fauteuil</w:t>
      </w:r>
      <w:r w:rsidR="001C0413">
        <w:t xml:space="preserve">, </w:t>
      </w:r>
      <w:r w:rsidRPr="005D5566">
        <w:t>et regardait au loin</w:t>
      </w:r>
      <w:r w:rsidR="001C0413">
        <w:t xml:space="preserve">, </w:t>
      </w:r>
      <w:r w:rsidRPr="005D5566">
        <w:t>on ne sait où</w:t>
      </w:r>
      <w:r w:rsidR="001C0413">
        <w:t xml:space="preserve"> ; </w:t>
      </w:r>
      <w:r w:rsidRPr="005D5566">
        <w:t>tout son corps</w:t>
      </w:r>
      <w:r w:rsidR="001C0413">
        <w:t xml:space="preserve">, </w:t>
      </w:r>
      <w:r w:rsidRPr="005D5566">
        <w:t>maigre et mince</w:t>
      </w:r>
      <w:r w:rsidR="001C0413">
        <w:t xml:space="preserve">, </w:t>
      </w:r>
      <w:r w:rsidRPr="005D5566">
        <w:t>mais robuste semblait se tendre en avant</w:t>
      </w:r>
      <w:r w:rsidR="001C0413">
        <w:t xml:space="preserve">, </w:t>
      </w:r>
      <w:r w:rsidRPr="005D5566">
        <w:t>telle une tige qui se tourne vers la lumière du soleil</w:t>
      </w:r>
      <w:r w:rsidR="001C0413">
        <w:t>.</w:t>
      </w:r>
    </w:p>
    <w:p w14:paraId="0658C3CE" w14:textId="77777777" w:rsidR="001C0413" w:rsidRDefault="001C0413" w:rsidP="001C0413">
      <w:r>
        <w:t>— </w:t>
      </w:r>
      <w:r w:rsidR="00530790" w:rsidRPr="005D5566">
        <w:t>Mais alors</w:t>
      </w:r>
      <w:r>
        <w:t xml:space="preserve">… </w:t>
      </w:r>
      <w:r w:rsidR="00530790" w:rsidRPr="005D5566">
        <w:t>mariez-vous</w:t>
      </w:r>
      <w:r>
        <w:t xml:space="preserve"> ! </w:t>
      </w:r>
      <w:r w:rsidR="00530790" w:rsidRPr="005D5566">
        <w:t>conseilla la mère</w:t>
      </w:r>
      <w:r>
        <w:t>.</w:t>
      </w:r>
    </w:p>
    <w:p w14:paraId="7468DAE7" w14:textId="77777777" w:rsidR="001C0413" w:rsidRDefault="001C0413" w:rsidP="001C0413">
      <w:r>
        <w:t>— </w:t>
      </w:r>
      <w:r w:rsidR="00530790" w:rsidRPr="005D5566">
        <w:t>Oh</w:t>
      </w:r>
      <w:r>
        <w:t xml:space="preserve"> ! </w:t>
      </w:r>
      <w:r w:rsidR="00530790" w:rsidRPr="005D5566">
        <w:t>Il y a cinq ans qu</w:t>
      </w:r>
      <w:r>
        <w:t>’</w:t>
      </w:r>
      <w:r w:rsidR="00530790" w:rsidRPr="005D5566">
        <w:t>elle est mariée</w:t>
      </w:r>
      <w:r>
        <w:t> !</w:t>
      </w:r>
    </w:p>
    <w:p w14:paraId="7E6DF12A" w14:textId="77777777" w:rsidR="001C0413" w:rsidRDefault="001C0413" w:rsidP="001C0413">
      <w:r>
        <w:t>— </w:t>
      </w:r>
      <w:r w:rsidR="00530790" w:rsidRPr="005D5566">
        <w:t>Pourquoi ne l</w:t>
      </w:r>
      <w:r>
        <w:t>’</w:t>
      </w:r>
      <w:r w:rsidR="00530790" w:rsidRPr="005D5566">
        <w:t>avez-vous pas épousée avant</w:t>
      </w:r>
      <w:r>
        <w:t xml:space="preserve"> ? </w:t>
      </w:r>
      <w:r w:rsidR="00530790" w:rsidRPr="005D5566">
        <w:t>Elle ne vous aimait pas</w:t>
      </w:r>
      <w:r>
        <w:t> ?</w:t>
      </w:r>
    </w:p>
    <w:p w14:paraId="0D9BABF2" w14:textId="77777777" w:rsidR="001C0413" w:rsidRDefault="00530790" w:rsidP="001C0413">
      <w:r w:rsidRPr="005D5566">
        <w:t>Il répondit après un instant de réflexion</w:t>
      </w:r>
      <w:r w:rsidR="001C0413">
        <w:t> :</w:t>
      </w:r>
    </w:p>
    <w:p w14:paraId="6FF9C3AA" w14:textId="77777777" w:rsidR="001C0413" w:rsidRDefault="001C0413" w:rsidP="001C0413">
      <w:r>
        <w:t>— </w:t>
      </w:r>
      <w:r w:rsidR="00530790" w:rsidRPr="005D5566">
        <w:t>Je crois qu</w:t>
      </w:r>
      <w:r>
        <w:t>’</w:t>
      </w:r>
      <w:r w:rsidR="00530790" w:rsidRPr="005D5566">
        <w:t>elle m</w:t>
      </w:r>
      <w:r>
        <w:t>’</w:t>
      </w:r>
      <w:r w:rsidR="00530790" w:rsidRPr="005D5566">
        <w:t>aimait</w:t>
      </w:r>
      <w:r>
        <w:t xml:space="preserve">… </w:t>
      </w:r>
      <w:r w:rsidR="00530790" w:rsidRPr="005D5566">
        <w:t>j</w:t>
      </w:r>
      <w:r>
        <w:t>’</w:t>
      </w:r>
      <w:r w:rsidR="00530790" w:rsidRPr="005D5566">
        <w:t>en suis même sûr</w:t>
      </w:r>
      <w:r>
        <w:t xml:space="preserve"> ! </w:t>
      </w:r>
      <w:r w:rsidR="00530790" w:rsidRPr="005D5566">
        <w:t>Mais</w:t>
      </w:r>
      <w:r>
        <w:t xml:space="preserve">, </w:t>
      </w:r>
      <w:r w:rsidR="00530790" w:rsidRPr="005D5566">
        <w:t>voyez-vous</w:t>
      </w:r>
      <w:r>
        <w:t xml:space="preserve">, </w:t>
      </w:r>
      <w:r w:rsidR="00530790" w:rsidRPr="005D5566">
        <w:t>nous avons eu de la malchance</w:t>
      </w:r>
      <w:r>
        <w:t xml:space="preserve"> : </w:t>
      </w:r>
      <w:r w:rsidR="00530790" w:rsidRPr="005D5566">
        <w:t>quand elle était en liberté</w:t>
      </w:r>
      <w:r>
        <w:t xml:space="preserve">, </w:t>
      </w:r>
      <w:r w:rsidR="00530790" w:rsidRPr="005D5566">
        <w:t>c</w:t>
      </w:r>
      <w:r>
        <w:t>’</w:t>
      </w:r>
      <w:r w:rsidR="00530790" w:rsidRPr="005D5566">
        <w:t>est moi qui étais en prison et quand j</w:t>
      </w:r>
      <w:r>
        <w:t>’</w:t>
      </w:r>
      <w:r w:rsidR="00530790" w:rsidRPr="005D5566">
        <w:t>étais en liberté</w:t>
      </w:r>
      <w:r>
        <w:t xml:space="preserve">, </w:t>
      </w:r>
      <w:r w:rsidR="00530790" w:rsidRPr="005D5566">
        <w:t>c</w:t>
      </w:r>
      <w:r>
        <w:t>’</w:t>
      </w:r>
      <w:r w:rsidR="00530790" w:rsidRPr="005D5566">
        <w:t>est elle qui était en prison</w:t>
      </w:r>
      <w:r>
        <w:t xml:space="preserve">. </w:t>
      </w:r>
      <w:r w:rsidR="00530790" w:rsidRPr="005D5566">
        <w:t>Nous étions dans la même situation que Sachenka et Pavel</w:t>
      </w:r>
      <w:r>
        <w:t xml:space="preserve"> ! </w:t>
      </w:r>
      <w:r w:rsidR="00530790" w:rsidRPr="005D5566">
        <w:t>Enfin</w:t>
      </w:r>
      <w:r>
        <w:t xml:space="preserve">, </w:t>
      </w:r>
      <w:r w:rsidR="00530790" w:rsidRPr="005D5566">
        <w:t>on l</w:t>
      </w:r>
      <w:r>
        <w:t>’</w:t>
      </w:r>
      <w:r w:rsidR="00530790" w:rsidRPr="005D5566">
        <w:t>a envoyée en Sibérie pour dix ans</w:t>
      </w:r>
      <w:r>
        <w:t xml:space="preserve">… </w:t>
      </w:r>
      <w:r w:rsidR="00530790" w:rsidRPr="005D5566">
        <w:t>terriblement loin</w:t>
      </w:r>
      <w:r>
        <w:t xml:space="preserve"> ! </w:t>
      </w:r>
      <w:r w:rsidR="00530790" w:rsidRPr="005D5566">
        <w:t>Je voulais la suivre</w:t>
      </w:r>
      <w:r>
        <w:t xml:space="preserve">… </w:t>
      </w:r>
      <w:r w:rsidR="00530790" w:rsidRPr="005D5566">
        <w:t>Mais nous avons eu honte tous les deux</w:t>
      </w:r>
      <w:r>
        <w:t xml:space="preserve">… </w:t>
      </w:r>
      <w:r w:rsidR="00530790" w:rsidRPr="005D5566">
        <w:t>Et je suis resté</w:t>
      </w:r>
      <w:r>
        <w:t xml:space="preserve">… </w:t>
      </w:r>
      <w:r w:rsidR="00530790" w:rsidRPr="005D5566">
        <w:t>Là-bas</w:t>
      </w:r>
      <w:r>
        <w:t xml:space="preserve">, </w:t>
      </w:r>
      <w:r w:rsidR="00530790" w:rsidRPr="005D5566">
        <w:t>elle a fait la connaissance d</w:t>
      </w:r>
      <w:r>
        <w:t>’</w:t>
      </w:r>
      <w:r w:rsidR="00530790" w:rsidRPr="005D5566">
        <w:t>un de mes camarades</w:t>
      </w:r>
      <w:r>
        <w:t xml:space="preserve">, </w:t>
      </w:r>
      <w:r w:rsidR="00530790" w:rsidRPr="005D5566">
        <w:t>un très brave garçon</w:t>
      </w:r>
      <w:r>
        <w:t xml:space="preserve">. </w:t>
      </w:r>
      <w:r w:rsidR="00530790" w:rsidRPr="005D5566">
        <w:t>Ils se sont évadés ensemble</w:t>
      </w:r>
      <w:r>
        <w:t xml:space="preserve">… </w:t>
      </w:r>
      <w:r w:rsidR="00530790" w:rsidRPr="005D5566">
        <w:t>et maintenant</w:t>
      </w:r>
      <w:r>
        <w:t xml:space="preserve">, </w:t>
      </w:r>
      <w:r w:rsidR="00530790" w:rsidRPr="005D5566">
        <w:t>ils vivent à l</w:t>
      </w:r>
      <w:r>
        <w:t>’</w:t>
      </w:r>
      <w:r w:rsidR="00530790" w:rsidRPr="005D5566">
        <w:t>étranger</w:t>
      </w:r>
      <w:r>
        <w:t>…</w:t>
      </w:r>
    </w:p>
    <w:p w14:paraId="792A7698" w14:textId="77777777" w:rsidR="001C0413" w:rsidRDefault="00530790" w:rsidP="001C0413">
      <w:r w:rsidRPr="005D5566">
        <w:t>Nicolas enleva ses lunettes qu</w:t>
      </w:r>
      <w:r w:rsidR="001C0413">
        <w:t>’</w:t>
      </w:r>
      <w:r w:rsidRPr="005D5566">
        <w:t>il essuya</w:t>
      </w:r>
      <w:r w:rsidR="001C0413">
        <w:t xml:space="preserve">, </w:t>
      </w:r>
      <w:r w:rsidRPr="005D5566">
        <w:t>puis regarda les verres à la lumière et commença de nouveau à les frotter</w:t>
      </w:r>
      <w:r w:rsidR="001C0413">
        <w:t>.</w:t>
      </w:r>
    </w:p>
    <w:p w14:paraId="4AED1FA3" w14:textId="77777777" w:rsidR="001C0413" w:rsidRDefault="001C0413" w:rsidP="001C0413">
      <w:r>
        <w:t>— </w:t>
      </w:r>
      <w:r w:rsidR="00530790" w:rsidRPr="005D5566">
        <w:t>Ah</w:t>
      </w:r>
      <w:r>
        <w:t xml:space="preserve"> ! </w:t>
      </w:r>
      <w:r w:rsidR="00530790" w:rsidRPr="005D5566">
        <w:t>mon cher ami</w:t>
      </w:r>
      <w:r>
        <w:t xml:space="preserve"> ! </w:t>
      </w:r>
      <w:r w:rsidR="00530790" w:rsidRPr="005D5566">
        <w:t>dit affectueusement la mère en branlant la tête</w:t>
      </w:r>
      <w:r>
        <w:t>.</w:t>
      </w:r>
    </w:p>
    <w:p w14:paraId="0317A513" w14:textId="77777777" w:rsidR="001C0413" w:rsidRDefault="00530790" w:rsidP="001C0413">
      <w:r w:rsidRPr="005D5566">
        <w:lastRenderedPageBreak/>
        <w:t>Elle le plaignait et</w:t>
      </w:r>
      <w:r w:rsidR="001C0413">
        <w:t xml:space="preserve">, </w:t>
      </w:r>
      <w:r w:rsidRPr="005D5566">
        <w:t>en même temps</w:t>
      </w:r>
      <w:r w:rsidR="001C0413">
        <w:t xml:space="preserve">, </w:t>
      </w:r>
      <w:r w:rsidRPr="005D5566">
        <w:t>il y avait en lui quelque chose qui obligea Pélaguée à sourire d</w:t>
      </w:r>
      <w:r w:rsidR="001C0413">
        <w:t>’</w:t>
      </w:r>
      <w:r w:rsidRPr="005D5566">
        <w:t>un bon sourire maternel</w:t>
      </w:r>
      <w:r w:rsidR="001C0413">
        <w:t xml:space="preserve">. </w:t>
      </w:r>
      <w:r w:rsidRPr="005D5566">
        <w:t>Nicolas changea d</w:t>
      </w:r>
      <w:r w:rsidR="001C0413">
        <w:t>’</w:t>
      </w:r>
      <w:r w:rsidRPr="005D5566">
        <w:t>attitude</w:t>
      </w:r>
      <w:r w:rsidR="001C0413">
        <w:t xml:space="preserve">, </w:t>
      </w:r>
      <w:r w:rsidRPr="005D5566">
        <w:t>reprit sa plume</w:t>
      </w:r>
      <w:r w:rsidR="001C0413">
        <w:t xml:space="preserve">, </w:t>
      </w:r>
      <w:r w:rsidRPr="005D5566">
        <w:t>qu</w:t>
      </w:r>
      <w:r w:rsidR="001C0413">
        <w:t>’</w:t>
      </w:r>
      <w:r w:rsidRPr="005D5566">
        <w:t>il secouait au rythme de ses paroles</w:t>
      </w:r>
      <w:r w:rsidR="001C0413">
        <w:t xml:space="preserve">, </w:t>
      </w:r>
      <w:r w:rsidRPr="005D5566">
        <w:t>et dit</w:t>
      </w:r>
      <w:r w:rsidR="001C0413">
        <w:t> :</w:t>
      </w:r>
    </w:p>
    <w:p w14:paraId="3CF8F7C2" w14:textId="77777777" w:rsidR="001C0413" w:rsidRDefault="001C0413" w:rsidP="001C0413">
      <w:r>
        <w:t>— </w:t>
      </w:r>
      <w:r w:rsidR="00530790" w:rsidRPr="005D5566">
        <w:t>La vie de famille diminue l</w:t>
      </w:r>
      <w:r>
        <w:t>’</w:t>
      </w:r>
      <w:r w:rsidR="00530790" w:rsidRPr="005D5566">
        <w:t>énergie du révolutionnaire</w:t>
      </w:r>
      <w:r>
        <w:t xml:space="preserve"> ; </w:t>
      </w:r>
      <w:r w:rsidR="00530790" w:rsidRPr="005D5566">
        <w:t>oui</w:t>
      </w:r>
      <w:r>
        <w:t xml:space="preserve">, </w:t>
      </w:r>
      <w:r w:rsidR="00530790" w:rsidRPr="005D5566">
        <w:t>elle la diminue toujours</w:t>
      </w:r>
      <w:r>
        <w:t xml:space="preserve"> ! </w:t>
      </w:r>
      <w:r w:rsidR="00530790" w:rsidRPr="005D5566">
        <w:t>Les enfants naissent</w:t>
      </w:r>
      <w:r>
        <w:t xml:space="preserve">, </w:t>
      </w:r>
      <w:r w:rsidR="00530790" w:rsidRPr="005D5566">
        <w:t>l</w:t>
      </w:r>
      <w:r>
        <w:t>’</w:t>
      </w:r>
      <w:r w:rsidR="00530790" w:rsidRPr="005D5566">
        <w:t>argent devient rare</w:t>
      </w:r>
      <w:r>
        <w:t xml:space="preserve">, </w:t>
      </w:r>
      <w:r w:rsidR="00530790" w:rsidRPr="005D5566">
        <w:t>il faut travailler pour gagner du pain</w:t>
      </w:r>
      <w:r>
        <w:t xml:space="preserve">… </w:t>
      </w:r>
      <w:r w:rsidR="00530790" w:rsidRPr="005D5566">
        <w:t>Et le vrai révolutionnaire doit développer son énergie sans se lasser</w:t>
      </w:r>
      <w:r>
        <w:t xml:space="preserve">, </w:t>
      </w:r>
      <w:r w:rsidR="00530790" w:rsidRPr="005D5566">
        <w:t>il faut du temps pour cela</w:t>
      </w:r>
      <w:r>
        <w:t xml:space="preserve">. </w:t>
      </w:r>
      <w:r w:rsidR="00530790" w:rsidRPr="005D5566">
        <w:t>Si nous restons en arrière</w:t>
      </w:r>
      <w:r>
        <w:t xml:space="preserve">, </w:t>
      </w:r>
      <w:r w:rsidR="00530790" w:rsidRPr="005D5566">
        <w:t>vaincus par la fatigue ou séduits par la possibilité d</w:t>
      </w:r>
      <w:r>
        <w:t>’</w:t>
      </w:r>
      <w:r w:rsidR="00530790" w:rsidRPr="005D5566">
        <w:t>une petite conquête</w:t>
      </w:r>
      <w:r>
        <w:t xml:space="preserve">, </w:t>
      </w:r>
      <w:r w:rsidR="00530790" w:rsidRPr="005D5566">
        <w:t>nous trahissons presque la cause du peuple</w:t>
      </w:r>
      <w:r>
        <w:t>…</w:t>
      </w:r>
    </w:p>
    <w:p w14:paraId="264261DB" w14:textId="77777777" w:rsidR="001C0413" w:rsidRDefault="00530790" w:rsidP="001C0413">
      <w:r w:rsidRPr="005D5566">
        <w:t>Sa voix était ferme</w:t>
      </w:r>
      <w:r w:rsidR="001C0413">
        <w:t xml:space="preserve">, </w:t>
      </w:r>
      <w:r w:rsidRPr="005D5566">
        <w:t>et</w:t>
      </w:r>
      <w:r w:rsidR="001C0413">
        <w:t xml:space="preserve">, </w:t>
      </w:r>
      <w:r w:rsidRPr="005D5566">
        <w:t>quoique son visage eût pâli</w:t>
      </w:r>
      <w:r w:rsidR="001C0413">
        <w:t xml:space="preserve">, </w:t>
      </w:r>
      <w:r w:rsidRPr="005D5566">
        <w:t>dans ses yeux brillait une énergie égale et soutenue</w:t>
      </w:r>
      <w:r w:rsidR="001C0413">
        <w:t xml:space="preserve">. </w:t>
      </w:r>
      <w:r w:rsidRPr="005D5566">
        <w:t>De nouveau</w:t>
      </w:r>
      <w:r w:rsidR="001C0413">
        <w:t xml:space="preserve">, </w:t>
      </w:r>
      <w:r w:rsidRPr="005D5566">
        <w:t>un violent coup de sonnette retentit</w:t>
      </w:r>
      <w:r w:rsidR="001C0413">
        <w:t xml:space="preserve">, </w:t>
      </w:r>
      <w:r w:rsidRPr="005D5566">
        <w:t>interrompant le discours de Nicolas</w:t>
      </w:r>
      <w:r w:rsidR="001C0413">
        <w:t xml:space="preserve">. </w:t>
      </w:r>
      <w:r w:rsidRPr="005D5566">
        <w:t>C</w:t>
      </w:r>
      <w:r w:rsidR="001C0413">
        <w:t>’</w:t>
      </w:r>
      <w:r w:rsidRPr="005D5566">
        <w:t>était Lioudmila</w:t>
      </w:r>
      <w:r w:rsidR="001C0413">
        <w:t xml:space="preserve">, </w:t>
      </w:r>
      <w:r w:rsidRPr="005D5566">
        <w:t>les joues rouges de froid</w:t>
      </w:r>
      <w:r w:rsidR="001C0413">
        <w:t xml:space="preserve">. </w:t>
      </w:r>
      <w:r w:rsidRPr="005D5566">
        <w:t>Tout en enlevant ses caoutchoucs</w:t>
      </w:r>
      <w:r w:rsidR="001C0413">
        <w:t xml:space="preserve">, </w:t>
      </w:r>
      <w:r w:rsidRPr="005D5566">
        <w:t>elle dit d</w:t>
      </w:r>
      <w:r w:rsidR="001C0413">
        <w:t>’</w:t>
      </w:r>
      <w:r w:rsidRPr="005D5566">
        <w:t>une voix irritée</w:t>
      </w:r>
      <w:r w:rsidR="001C0413">
        <w:t> :</w:t>
      </w:r>
    </w:p>
    <w:p w14:paraId="27360343" w14:textId="77777777" w:rsidR="001C0413" w:rsidRDefault="001C0413" w:rsidP="001C0413">
      <w:r>
        <w:t>— </w:t>
      </w:r>
      <w:r w:rsidR="00530790" w:rsidRPr="005D5566">
        <w:t>Le jour du jugement est fixé</w:t>
      </w:r>
      <w:r>
        <w:t xml:space="preserve">, </w:t>
      </w:r>
      <w:r w:rsidR="00530790" w:rsidRPr="005D5566">
        <w:t>ce sera dans une semaine</w:t>
      </w:r>
      <w:r>
        <w:t> !</w:t>
      </w:r>
    </w:p>
    <w:p w14:paraId="3C83206A" w14:textId="77777777" w:rsidR="001C0413" w:rsidRDefault="001C0413" w:rsidP="001C0413">
      <w:r>
        <w:t>— </w:t>
      </w:r>
      <w:r w:rsidR="00530790" w:rsidRPr="005D5566">
        <w:t>Est-ce certain</w:t>
      </w:r>
      <w:r>
        <w:t xml:space="preserve"> ? </w:t>
      </w:r>
      <w:r w:rsidR="00530790" w:rsidRPr="005D5566">
        <w:t>cria Nicolas de sa chambre</w:t>
      </w:r>
      <w:r>
        <w:t>.</w:t>
      </w:r>
    </w:p>
    <w:p w14:paraId="66CD991E" w14:textId="77777777" w:rsidR="001C0413" w:rsidRDefault="00530790" w:rsidP="001C0413">
      <w:r w:rsidRPr="005D5566">
        <w:t>La mère courut à lui</w:t>
      </w:r>
      <w:r w:rsidR="001C0413">
        <w:t xml:space="preserve">, </w:t>
      </w:r>
      <w:r w:rsidRPr="005D5566">
        <w:t>sans savoir si c</w:t>
      </w:r>
      <w:r w:rsidR="001C0413">
        <w:t>’</w:t>
      </w:r>
      <w:r w:rsidRPr="005D5566">
        <w:t>était la joie ou la crainte qui la troublait</w:t>
      </w:r>
      <w:r w:rsidR="001C0413">
        <w:t xml:space="preserve">. </w:t>
      </w:r>
      <w:r w:rsidRPr="005D5566">
        <w:t>Lioudmila la suivit et continua de sa voix basse et ironique</w:t>
      </w:r>
      <w:r w:rsidR="001C0413">
        <w:t> :</w:t>
      </w:r>
    </w:p>
    <w:p w14:paraId="309CA725" w14:textId="77777777" w:rsidR="001C0413" w:rsidRDefault="001C0413" w:rsidP="001C0413">
      <w:r>
        <w:t>— </w:t>
      </w:r>
      <w:r w:rsidR="00530790" w:rsidRPr="005D5566">
        <w:t>Oui</w:t>
      </w:r>
      <w:r>
        <w:t xml:space="preserve"> ! </w:t>
      </w:r>
      <w:r w:rsidR="00530790" w:rsidRPr="005D5566">
        <w:t>le substitut du procureur Chostak vient de dresser l</w:t>
      </w:r>
      <w:r>
        <w:t>’</w:t>
      </w:r>
      <w:r w:rsidR="00530790" w:rsidRPr="005D5566">
        <w:t>acte d</w:t>
      </w:r>
      <w:r>
        <w:t>’</w:t>
      </w:r>
      <w:r w:rsidR="00530790" w:rsidRPr="005D5566">
        <w:t>accusation</w:t>
      </w:r>
      <w:r>
        <w:t xml:space="preserve">. </w:t>
      </w:r>
      <w:r w:rsidR="00530790" w:rsidRPr="005D5566">
        <w:t>Au tribunal</w:t>
      </w:r>
      <w:r>
        <w:t xml:space="preserve">, </w:t>
      </w:r>
      <w:r w:rsidR="00530790" w:rsidRPr="005D5566">
        <w:t>on dit ouvertement que le verdict est déjà rendu</w:t>
      </w:r>
      <w:r>
        <w:t xml:space="preserve">. </w:t>
      </w:r>
      <w:r w:rsidR="00530790" w:rsidRPr="005D5566">
        <w:t>Que signifie cela</w:t>
      </w:r>
      <w:r>
        <w:t xml:space="preserve"> ? </w:t>
      </w:r>
      <w:r w:rsidR="00530790" w:rsidRPr="005D5566">
        <w:t>Le gouvernement a-t-il donc peur que les fonctionnaires traitent ses ennemis avec douceur</w:t>
      </w:r>
      <w:r>
        <w:t xml:space="preserve"> ? </w:t>
      </w:r>
      <w:r w:rsidR="00530790" w:rsidRPr="005D5566">
        <w:t>Après avoir perverti ses serviteurs avec tant de zèle et pendant si longtemps</w:t>
      </w:r>
      <w:r>
        <w:t xml:space="preserve">, </w:t>
      </w:r>
      <w:r w:rsidR="00530790" w:rsidRPr="005D5566">
        <w:t>il n</w:t>
      </w:r>
      <w:r>
        <w:t>’</w:t>
      </w:r>
      <w:r w:rsidR="00530790" w:rsidRPr="005D5566">
        <w:t>est donc pas sûr de leur bassesse</w:t>
      </w:r>
      <w:r>
        <w:t> ?</w:t>
      </w:r>
    </w:p>
    <w:p w14:paraId="16F1AD20" w14:textId="77777777" w:rsidR="001C0413" w:rsidRDefault="00530790" w:rsidP="001C0413">
      <w:r w:rsidRPr="005D5566">
        <w:lastRenderedPageBreak/>
        <w:t>Lioudmila s</w:t>
      </w:r>
      <w:r w:rsidR="001C0413">
        <w:t>’</w:t>
      </w:r>
      <w:r w:rsidRPr="005D5566">
        <w:t>assit sur le canapé en frottant ses joues caves</w:t>
      </w:r>
      <w:r w:rsidR="001C0413">
        <w:t xml:space="preserve"> ; </w:t>
      </w:r>
      <w:r w:rsidRPr="005D5566">
        <w:t>ses yeux sans éclat étaient pleins de mépris</w:t>
      </w:r>
      <w:r w:rsidR="001C0413">
        <w:t xml:space="preserve">, </w:t>
      </w:r>
      <w:r w:rsidRPr="005D5566">
        <w:t>tandis que sa voix se faisait de plus en plus courroucée</w:t>
      </w:r>
      <w:r w:rsidR="001C0413">
        <w:t> :</w:t>
      </w:r>
    </w:p>
    <w:p w14:paraId="0D1BAAFB" w14:textId="77777777" w:rsidR="001C0413" w:rsidRDefault="001C0413" w:rsidP="001C0413">
      <w:r>
        <w:t>— </w:t>
      </w:r>
      <w:r w:rsidR="00530790" w:rsidRPr="005D5566">
        <w:t>Ne dépensez donc pas votre poudre en vain</w:t>
      </w:r>
      <w:r>
        <w:t xml:space="preserve">, </w:t>
      </w:r>
      <w:r w:rsidR="00530790" w:rsidRPr="005D5566">
        <w:t>Lioudmila</w:t>
      </w:r>
      <w:r>
        <w:t xml:space="preserve"> ! </w:t>
      </w:r>
      <w:r w:rsidR="00530790" w:rsidRPr="005D5566">
        <w:t>lui dit Nicolas</w:t>
      </w:r>
      <w:r>
        <w:t xml:space="preserve">, </w:t>
      </w:r>
      <w:r w:rsidR="00530790" w:rsidRPr="005D5566">
        <w:t>le gouvernement ne vous entend pas</w:t>
      </w:r>
      <w:r>
        <w:t>…</w:t>
      </w:r>
    </w:p>
    <w:p w14:paraId="04B24A9A" w14:textId="77777777" w:rsidR="001C0413" w:rsidRDefault="00530790" w:rsidP="001C0413">
      <w:r w:rsidRPr="005D5566">
        <w:t>Les cernes qui entouraient les yeux de la femme se noircirent encore</w:t>
      </w:r>
      <w:r w:rsidR="001C0413">
        <w:t xml:space="preserve">, </w:t>
      </w:r>
      <w:r w:rsidRPr="005D5566">
        <w:t>couvrant son visage d</w:t>
      </w:r>
      <w:r w:rsidR="001C0413">
        <w:t>’</w:t>
      </w:r>
      <w:r w:rsidRPr="005D5566">
        <w:t>une ombre menaçante</w:t>
      </w:r>
      <w:r w:rsidR="001C0413">
        <w:t xml:space="preserve"> ; </w:t>
      </w:r>
      <w:r w:rsidRPr="005D5566">
        <w:t>elle continua en se mordant les lèvres</w:t>
      </w:r>
      <w:r w:rsidR="001C0413">
        <w:t> :</w:t>
      </w:r>
    </w:p>
    <w:p w14:paraId="4B83FA15" w14:textId="77777777" w:rsidR="001C0413" w:rsidRDefault="001C0413" w:rsidP="001C0413">
      <w:r>
        <w:t>— </w:t>
      </w:r>
      <w:r w:rsidR="00530790" w:rsidRPr="005D5566">
        <w:t>Je marche contre le gouvernement</w:t>
      </w:r>
      <w:r>
        <w:t xml:space="preserve">. </w:t>
      </w:r>
      <w:r w:rsidR="00530790" w:rsidRPr="005D5566">
        <w:t>Qu</w:t>
      </w:r>
      <w:r>
        <w:t>’</w:t>
      </w:r>
      <w:r w:rsidR="00530790" w:rsidRPr="005D5566">
        <w:t>il me tue</w:t>
      </w:r>
      <w:r>
        <w:t xml:space="preserve">, </w:t>
      </w:r>
      <w:r w:rsidR="00530790" w:rsidRPr="005D5566">
        <w:t>c</w:t>
      </w:r>
      <w:r>
        <w:t>’</w:t>
      </w:r>
      <w:r w:rsidR="00530790" w:rsidRPr="005D5566">
        <w:t>est son droit</w:t>
      </w:r>
      <w:r>
        <w:t xml:space="preserve">, </w:t>
      </w:r>
      <w:r w:rsidR="00530790" w:rsidRPr="005D5566">
        <w:t>je suis son ennemie</w:t>
      </w:r>
      <w:r>
        <w:t xml:space="preserve">. </w:t>
      </w:r>
      <w:r w:rsidR="00530790" w:rsidRPr="005D5566">
        <w:t>Mais qu</w:t>
      </w:r>
      <w:r>
        <w:t>’</w:t>
      </w:r>
      <w:r w:rsidR="00530790" w:rsidRPr="005D5566">
        <w:t>il ne corrompe pas les gens pour défendre son pouvoir</w:t>
      </w:r>
      <w:r>
        <w:t xml:space="preserve"> ; </w:t>
      </w:r>
      <w:r w:rsidR="00530790" w:rsidRPr="005D5566">
        <w:t>qu</w:t>
      </w:r>
      <w:r>
        <w:t>’</w:t>
      </w:r>
      <w:r w:rsidR="00530790" w:rsidRPr="005D5566">
        <w:t>il ne m</w:t>
      </w:r>
      <w:r>
        <w:t>’</w:t>
      </w:r>
      <w:r w:rsidR="00530790" w:rsidRPr="005D5566">
        <w:t>oblige pas à les mépriser</w:t>
      </w:r>
      <w:r>
        <w:t xml:space="preserve">, </w:t>
      </w:r>
      <w:r w:rsidR="00530790" w:rsidRPr="005D5566">
        <w:t>qu</w:t>
      </w:r>
      <w:r>
        <w:t>’</w:t>
      </w:r>
      <w:r w:rsidR="00530790" w:rsidRPr="005D5566">
        <w:t>il n</w:t>
      </w:r>
      <w:r>
        <w:t>’</w:t>
      </w:r>
      <w:r w:rsidR="00530790" w:rsidRPr="005D5566">
        <w:t>empoisonne pas mon âme par son cynisme</w:t>
      </w:r>
      <w:r>
        <w:t>…</w:t>
      </w:r>
    </w:p>
    <w:p w14:paraId="0E840B15" w14:textId="77777777" w:rsidR="001C0413" w:rsidRDefault="00530790" w:rsidP="001C0413">
      <w:r w:rsidRPr="005D5566">
        <w:t>Nicolas la regarda à travers ses lunettes</w:t>
      </w:r>
      <w:r w:rsidR="001C0413">
        <w:t xml:space="preserve">, </w:t>
      </w:r>
      <w:r w:rsidRPr="005D5566">
        <w:t>plissant les paupières et hochant la tête</w:t>
      </w:r>
      <w:r w:rsidR="001C0413">
        <w:t xml:space="preserve">. </w:t>
      </w:r>
      <w:r w:rsidRPr="005D5566">
        <w:t>La jeune femme continuait à discourir comme si ceux qu</w:t>
      </w:r>
      <w:r w:rsidR="001C0413">
        <w:t>’</w:t>
      </w:r>
      <w:r w:rsidRPr="005D5566">
        <w:t>elle haïssait étaient devant elle</w:t>
      </w:r>
      <w:r w:rsidR="001C0413">
        <w:t xml:space="preserve">. </w:t>
      </w:r>
      <w:r w:rsidRPr="005D5566">
        <w:t>La mère écoutait attentivement ses paroles</w:t>
      </w:r>
      <w:r w:rsidR="001C0413">
        <w:t xml:space="preserve">, </w:t>
      </w:r>
      <w:r w:rsidRPr="005D5566">
        <w:t>mais ne les comprenait pas</w:t>
      </w:r>
      <w:r w:rsidR="001C0413">
        <w:t xml:space="preserve"> ; </w:t>
      </w:r>
      <w:r w:rsidRPr="005D5566">
        <w:t>elle se répétait machinalement les mêmes mots</w:t>
      </w:r>
      <w:r w:rsidR="001C0413">
        <w:t> :</w:t>
      </w:r>
    </w:p>
    <w:p w14:paraId="608F5895" w14:textId="77777777" w:rsidR="001C0413" w:rsidRDefault="001C0413" w:rsidP="001C0413">
      <w:r>
        <w:t>— </w:t>
      </w:r>
      <w:r w:rsidR="00530790" w:rsidRPr="005D5566">
        <w:t>Le jugement</w:t>
      </w:r>
      <w:r>
        <w:t xml:space="preserve">… </w:t>
      </w:r>
      <w:r w:rsidR="00530790" w:rsidRPr="005D5566">
        <w:t>dans une semaine</w:t>
      </w:r>
      <w:r>
        <w:t xml:space="preserve">… </w:t>
      </w:r>
      <w:r w:rsidR="00530790" w:rsidRPr="005D5566">
        <w:t>le jugement</w:t>
      </w:r>
      <w:r>
        <w:t>…</w:t>
      </w:r>
    </w:p>
    <w:p w14:paraId="7F72C700" w14:textId="77777777" w:rsidR="001C0413" w:rsidRDefault="00530790" w:rsidP="001C0413">
      <w:r w:rsidRPr="005D5566">
        <w:t>Elle ne pouvait pas se représenter ce qui arriverait</w:t>
      </w:r>
      <w:r w:rsidR="001C0413">
        <w:t xml:space="preserve">, </w:t>
      </w:r>
      <w:r w:rsidRPr="005D5566">
        <w:t>ni comment les juges traiteraient Pavel</w:t>
      </w:r>
      <w:r w:rsidR="001C0413">
        <w:t xml:space="preserve">. </w:t>
      </w:r>
      <w:r w:rsidRPr="005D5566">
        <w:t>Mais elle sentait l</w:t>
      </w:r>
      <w:r w:rsidR="001C0413">
        <w:t>’</w:t>
      </w:r>
      <w:r w:rsidRPr="005D5566">
        <w:t>approche de quelque chose d</w:t>
      </w:r>
      <w:r w:rsidR="001C0413">
        <w:t>’</w:t>
      </w:r>
      <w:r w:rsidRPr="005D5566">
        <w:t>impitoyable</w:t>
      </w:r>
      <w:r w:rsidR="001C0413">
        <w:t xml:space="preserve">, </w:t>
      </w:r>
      <w:r w:rsidRPr="005D5566">
        <w:t>dont la cruauté et la férocité n</w:t>
      </w:r>
      <w:r w:rsidR="001C0413">
        <w:t>’</w:t>
      </w:r>
      <w:r w:rsidRPr="005D5566">
        <w:t>avaient plus rien d</w:t>
      </w:r>
      <w:r w:rsidR="001C0413">
        <w:t>’</w:t>
      </w:r>
      <w:r w:rsidRPr="005D5566">
        <w:t>humain</w:t>
      </w:r>
      <w:r w:rsidR="001C0413">
        <w:t xml:space="preserve">. </w:t>
      </w:r>
      <w:r w:rsidRPr="005D5566">
        <w:t>Ses pensées lui troublaient le cerveau</w:t>
      </w:r>
      <w:r w:rsidR="001C0413">
        <w:t xml:space="preserve">, </w:t>
      </w:r>
      <w:r w:rsidRPr="005D5566">
        <w:t>voilaient ses yeux d</w:t>
      </w:r>
      <w:r w:rsidR="001C0413">
        <w:t>’</w:t>
      </w:r>
      <w:r w:rsidRPr="005D5566">
        <w:t>une buée bleuâtre et la plongeaient dans quelque chose de froidement visqueux qui la faisait frissonner</w:t>
      </w:r>
      <w:r w:rsidR="001C0413">
        <w:t xml:space="preserve">, </w:t>
      </w:r>
      <w:r w:rsidRPr="005D5566">
        <w:t>lui donnait des nausées</w:t>
      </w:r>
      <w:r w:rsidR="001C0413">
        <w:t xml:space="preserve">, </w:t>
      </w:r>
      <w:r w:rsidRPr="005D5566">
        <w:t>s</w:t>
      </w:r>
      <w:r w:rsidR="001C0413">
        <w:t>’</w:t>
      </w:r>
      <w:r w:rsidRPr="005D5566">
        <w:t>infiltrait dans son sang</w:t>
      </w:r>
      <w:r w:rsidR="001C0413">
        <w:t xml:space="preserve">, </w:t>
      </w:r>
      <w:r w:rsidRPr="005D5566">
        <w:t>arrivait au cœur</w:t>
      </w:r>
      <w:r w:rsidR="001C0413">
        <w:t xml:space="preserve">, </w:t>
      </w:r>
      <w:r w:rsidRPr="005D5566">
        <w:t>étouffant en elle toute vaillance</w:t>
      </w:r>
      <w:r w:rsidR="001C0413">
        <w:t>.</w:t>
      </w:r>
    </w:p>
    <w:p w14:paraId="5838B97B" w14:textId="76463BD8" w:rsidR="00530790" w:rsidRPr="003B37B8" w:rsidRDefault="00530790" w:rsidP="001C0413">
      <w:pPr>
        <w:pStyle w:val="Titre2"/>
        <w:rPr>
          <w:szCs w:val="44"/>
        </w:rPr>
      </w:pPr>
      <w:bookmarkStart w:id="54" w:name="_Toc202279575"/>
      <w:r w:rsidRPr="003B37B8">
        <w:rPr>
          <w:szCs w:val="44"/>
        </w:rPr>
        <w:lastRenderedPageBreak/>
        <w:t>XXII</w:t>
      </w:r>
      <w:bookmarkEnd w:id="54"/>
      <w:r w:rsidRPr="003B37B8">
        <w:rPr>
          <w:szCs w:val="44"/>
        </w:rPr>
        <w:br/>
      </w:r>
    </w:p>
    <w:p w14:paraId="059F9375" w14:textId="77777777" w:rsidR="001C0413" w:rsidRDefault="00530790" w:rsidP="001C0413">
      <w:r w:rsidRPr="005D5566">
        <w:t>Elle passa deux jours dans ce nuage de perplexité et d</w:t>
      </w:r>
      <w:r w:rsidR="001C0413">
        <w:t>’</w:t>
      </w:r>
      <w:r w:rsidRPr="005D5566">
        <w:t>angoisse</w:t>
      </w:r>
      <w:r w:rsidR="001C0413">
        <w:t xml:space="preserve">. </w:t>
      </w:r>
      <w:r w:rsidRPr="005D5566">
        <w:t>Le troisième jour</w:t>
      </w:r>
      <w:r w:rsidR="001C0413">
        <w:t xml:space="preserve">, </w:t>
      </w:r>
      <w:r w:rsidRPr="005D5566">
        <w:t>Sachenka vint</w:t>
      </w:r>
      <w:r w:rsidR="001C0413">
        <w:t xml:space="preserve">, </w:t>
      </w:r>
      <w:r w:rsidRPr="005D5566">
        <w:t>et dit à Nicolas</w:t>
      </w:r>
      <w:r w:rsidR="001C0413">
        <w:t> :</w:t>
      </w:r>
    </w:p>
    <w:p w14:paraId="5662C424" w14:textId="77777777" w:rsidR="001C0413" w:rsidRDefault="001C0413" w:rsidP="001C0413">
      <w:r>
        <w:t>— </w:t>
      </w:r>
      <w:r w:rsidR="00530790" w:rsidRPr="005D5566">
        <w:t>Tout est prêt</w:t>
      </w:r>
      <w:r>
        <w:t xml:space="preserve">. </w:t>
      </w:r>
      <w:r w:rsidR="00530790" w:rsidRPr="005D5566">
        <w:t>C</w:t>
      </w:r>
      <w:r>
        <w:t>’</w:t>
      </w:r>
      <w:r w:rsidR="00530790" w:rsidRPr="005D5566">
        <w:t>est pour aujourd</w:t>
      </w:r>
      <w:r>
        <w:t>’</w:t>
      </w:r>
      <w:r w:rsidR="00530790" w:rsidRPr="005D5566">
        <w:t>hui</w:t>
      </w:r>
      <w:r>
        <w:t xml:space="preserve">, </w:t>
      </w:r>
      <w:r w:rsidR="00530790" w:rsidRPr="005D5566">
        <w:t>à une heure</w:t>
      </w:r>
      <w:r>
        <w:t>…</w:t>
      </w:r>
    </w:p>
    <w:p w14:paraId="240767B9" w14:textId="77777777" w:rsidR="001C0413" w:rsidRDefault="001C0413" w:rsidP="001C0413">
      <w:r>
        <w:t>— </w:t>
      </w:r>
      <w:r w:rsidR="00530790" w:rsidRPr="005D5566">
        <w:t>Déjà</w:t>
      </w:r>
      <w:r>
        <w:t xml:space="preserve"> ? </w:t>
      </w:r>
      <w:r w:rsidR="00530790" w:rsidRPr="005D5566">
        <w:t>fit-il</w:t>
      </w:r>
      <w:r>
        <w:t xml:space="preserve">, </w:t>
      </w:r>
      <w:r w:rsidR="00530790" w:rsidRPr="005D5566">
        <w:t>étonné</w:t>
      </w:r>
      <w:r>
        <w:t>.</w:t>
      </w:r>
    </w:p>
    <w:p w14:paraId="12BC061F" w14:textId="77777777" w:rsidR="001C0413" w:rsidRDefault="001C0413" w:rsidP="001C0413">
      <w:r>
        <w:t>— </w:t>
      </w:r>
      <w:r w:rsidR="00530790" w:rsidRPr="005D5566">
        <w:t>Ce n</w:t>
      </w:r>
      <w:r>
        <w:t>’</w:t>
      </w:r>
      <w:r w:rsidR="00530790" w:rsidRPr="005D5566">
        <w:t>était pas bien compliqué</w:t>
      </w:r>
      <w:r>
        <w:t xml:space="preserve"> ! </w:t>
      </w:r>
      <w:r w:rsidR="00530790" w:rsidRPr="005D5566">
        <w:t>Je n</w:t>
      </w:r>
      <w:r>
        <w:t>’</w:t>
      </w:r>
      <w:r w:rsidR="00530790" w:rsidRPr="005D5566">
        <w:t>avais qu</w:t>
      </w:r>
      <w:r>
        <w:t>’</w:t>
      </w:r>
      <w:r w:rsidR="00530790" w:rsidRPr="005D5566">
        <w:t>à me procurer des vêtements pour Rybine et trouver un endroit pour le cacher</w:t>
      </w:r>
      <w:r>
        <w:t xml:space="preserve">… </w:t>
      </w:r>
      <w:r w:rsidR="00530790" w:rsidRPr="005D5566">
        <w:t>Le reste c</w:t>
      </w:r>
      <w:r>
        <w:t>’</w:t>
      </w:r>
      <w:r w:rsidR="00530790" w:rsidRPr="005D5566">
        <w:t>est Gadoune qui s</w:t>
      </w:r>
      <w:r>
        <w:t>’</w:t>
      </w:r>
      <w:r w:rsidR="00530790" w:rsidRPr="005D5566">
        <w:t>en est chargé</w:t>
      </w:r>
      <w:r>
        <w:t xml:space="preserve">… </w:t>
      </w:r>
      <w:r w:rsidR="00530790" w:rsidRPr="005D5566">
        <w:t>Rybine n</w:t>
      </w:r>
      <w:r>
        <w:t>’</w:t>
      </w:r>
      <w:r w:rsidR="00530790" w:rsidRPr="005D5566">
        <w:t>aura que quelques centaines de pas à faire</w:t>
      </w:r>
      <w:r>
        <w:t xml:space="preserve">. </w:t>
      </w:r>
      <w:r w:rsidR="00530790" w:rsidRPr="005D5566">
        <w:t>Vessoftchikov</w:t>
      </w:r>
      <w:r>
        <w:t xml:space="preserve"> ; </w:t>
      </w:r>
      <w:r w:rsidR="00530790" w:rsidRPr="005D5566">
        <w:t>déguisé</w:t>
      </w:r>
      <w:r>
        <w:t xml:space="preserve">, </w:t>
      </w:r>
      <w:r w:rsidR="00530790" w:rsidRPr="005D5566">
        <w:t>bien entendu</w:t>
      </w:r>
      <w:r>
        <w:t xml:space="preserve">, </w:t>
      </w:r>
      <w:r w:rsidR="00530790" w:rsidRPr="005D5566">
        <w:t>ira au-devant de lui et lui donnera un pardessus</w:t>
      </w:r>
      <w:r>
        <w:t xml:space="preserve">, </w:t>
      </w:r>
      <w:r w:rsidR="00530790" w:rsidRPr="005D5566">
        <w:t>une casquette</w:t>
      </w:r>
      <w:r>
        <w:t xml:space="preserve"> ; </w:t>
      </w:r>
      <w:r w:rsidR="00530790" w:rsidRPr="005D5566">
        <w:t>il lui dira où aller</w:t>
      </w:r>
      <w:r>
        <w:t xml:space="preserve">… </w:t>
      </w:r>
      <w:r w:rsidR="00530790" w:rsidRPr="005D5566">
        <w:t>Moi</w:t>
      </w:r>
      <w:r>
        <w:t xml:space="preserve">, </w:t>
      </w:r>
      <w:r w:rsidR="00530790" w:rsidRPr="005D5566">
        <w:t>j</w:t>
      </w:r>
      <w:r>
        <w:t>’</w:t>
      </w:r>
      <w:r w:rsidR="00530790" w:rsidRPr="005D5566">
        <w:t>attendrai Rybine et l</w:t>
      </w:r>
      <w:r>
        <w:t>’</w:t>
      </w:r>
      <w:r w:rsidR="00530790" w:rsidRPr="005D5566">
        <w:t>emmènerai</w:t>
      </w:r>
      <w:r>
        <w:t> !</w:t>
      </w:r>
    </w:p>
    <w:p w14:paraId="02E57A3A" w14:textId="77777777" w:rsidR="001C0413" w:rsidRDefault="001C0413" w:rsidP="001C0413">
      <w:r>
        <w:t>— </w:t>
      </w:r>
      <w:r w:rsidR="00530790" w:rsidRPr="005D5566">
        <w:t>C</w:t>
      </w:r>
      <w:r>
        <w:t>’</w:t>
      </w:r>
      <w:r w:rsidR="00530790" w:rsidRPr="005D5566">
        <w:t>est très bien</w:t>
      </w:r>
      <w:r>
        <w:t xml:space="preserve">… </w:t>
      </w:r>
      <w:r w:rsidR="00530790" w:rsidRPr="005D5566">
        <w:t>Qui est Gadoune</w:t>
      </w:r>
      <w:r>
        <w:t xml:space="preserve"> ? </w:t>
      </w:r>
      <w:r w:rsidR="00530790" w:rsidRPr="005D5566">
        <w:t>demanda Nicolas</w:t>
      </w:r>
      <w:r>
        <w:t>.</w:t>
      </w:r>
    </w:p>
    <w:p w14:paraId="535A68ED" w14:textId="77777777" w:rsidR="001C0413" w:rsidRDefault="001C0413" w:rsidP="001C0413">
      <w:r>
        <w:t>— </w:t>
      </w:r>
      <w:r w:rsidR="00530790" w:rsidRPr="005D5566">
        <w:t>Vous le connaissez</w:t>
      </w:r>
      <w:r>
        <w:t xml:space="preserve">. </w:t>
      </w:r>
      <w:r w:rsidR="00530790" w:rsidRPr="005D5566">
        <w:t>C</w:t>
      </w:r>
      <w:r>
        <w:t>’</w:t>
      </w:r>
      <w:r w:rsidR="00530790" w:rsidRPr="005D5566">
        <w:t>est chez lui que vous faisiez des lectures aux serruriers</w:t>
      </w:r>
      <w:r>
        <w:t>…</w:t>
      </w:r>
    </w:p>
    <w:p w14:paraId="715D04FB" w14:textId="77777777" w:rsidR="001C0413" w:rsidRDefault="001C0413" w:rsidP="001C0413">
      <w:r>
        <w:t>— </w:t>
      </w:r>
      <w:r w:rsidR="00530790" w:rsidRPr="005D5566">
        <w:t>Ah</w:t>
      </w:r>
      <w:r>
        <w:t xml:space="preserve"> ! </w:t>
      </w:r>
      <w:r w:rsidR="00530790" w:rsidRPr="005D5566">
        <w:t>je m</w:t>
      </w:r>
      <w:r>
        <w:t>’</w:t>
      </w:r>
      <w:r w:rsidR="00530790" w:rsidRPr="005D5566">
        <w:t>en souviens</w:t>
      </w:r>
      <w:r>
        <w:t xml:space="preserve"> !… </w:t>
      </w:r>
      <w:r w:rsidR="00530790" w:rsidRPr="005D5566">
        <w:t>Un vieillard bizarre</w:t>
      </w:r>
      <w:r>
        <w:t>…</w:t>
      </w:r>
    </w:p>
    <w:p w14:paraId="255687ED" w14:textId="77777777" w:rsidR="001C0413" w:rsidRDefault="001C0413" w:rsidP="001C0413">
      <w:r>
        <w:t>— </w:t>
      </w:r>
      <w:r w:rsidR="00530790" w:rsidRPr="005D5566">
        <w:t>C</w:t>
      </w:r>
      <w:r>
        <w:t>’</w:t>
      </w:r>
      <w:r w:rsidR="00530790" w:rsidRPr="005D5566">
        <w:t>est un couvreur</w:t>
      </w:r>
      <w:r>
        <w:t xml:space="preserve">, </w:t>
      </w:r>
      <w:r w:rsidR="00530790" w:rsidRPr="005D5566">
        <w:t>un ancien soldat</w:t>
      </w:r>
      <w:r>
        <w:t xml:space="preserve">… </w:t>
      </w:r>
      <w:r w:rsidR="00530790" w:rsidRPr="005D5566">
        <w:t>Il est peu développé</w:t>
      </w:r>
      <w:r>
        <w:t xml:space="preserve">, </w:t>
      </w:r>
      <w:r w:rsidR="00530790" w:rsidRPr="005D5566">
        <w:t>il a une haine inépuisable pour toute violence et pour tous les oppresseurs</w:t>
      </w:r>
      <w:r>
        <w:t xml:space="preserve">. </w:t>
      </w:r>
      <w:r w:rsidR="00530790" w:rsidRPr="005D5566">
        <w:t>C</w:t>
      </w:r>
      <w:r>
        <w:t>’</w:t>
      </w:r>
      <w:r w:rsidR="00530790" w:rsidRPr="005D5566">
        <w:t>est un peu un philosophe</w:t>
      </w:r>
      <w:r>
        <w:t xml:space="preserve">, </w:t>
      </w:r>
      <w:r w:rsidR="00530790" w:rsidRPr="005D5566">
        <w:t>dit pensivement Sachenka en regardant par la fenêtre</w:t>
      </w:r>
      <w:r>
        <w:t>.</w:t>
      </w:r>
    </w:p>
    <w:p w14:paraId="137F4422" w14:textId="77777777" w:rsidR="001C0413" w:rsidRDefault="00530790" w:rsidP="001C0413">
      <w:r w:rsidRPr="005D5566">
        <w:t>La mère l</w:t>
      </w:r>
      <w:r w:rsidR="001C0413">
        <w:t>’</w:t>
      </w:r>
      <w:r w:rsidRPr="005D5566">
        <w:t>écoutait en silence</w:t>
      </w:r>
      <w:r w:rsidR="001C0413">
        <w:t xml:space="preserve"> ; </w:t>
      </w:r>
      <w:r w:rsidRPr="005D5566">
        <w:t>peu à peu une idée vague mûrissait en elle</w:t>
      </w:r>
      <w:r w:rsidR="001C0413">
        <w:t>.</w:t>
      </w:r>
    </w:p>
    <w:p w14:paraId="14DD1A14" w14:textId="77777777" w:rsidR="001C0413" w:rsidRDefault="001C0413" w:rsidP="001C0413">
      <w:r>
        <w:t>— </w:t>
      </w:r>
      <w:r w:rsidR="00530790" w:rsidRPr="005D5566">
        <w:t>Gadoune veut faire évader son neveu</w:t>
      </w:r>
      <w:r>
        <w:t xml:space="preserve">, </w:t>
      </w:r>
      <w:r w:rsidR="00530790" w:rsidRPr="005D5566">
        <w:t>Evtchenko</w:t>
      </w:r>
      <w:r>
        <w:t xml:space="preserve">, </w:t>
      </w:r>
      <w:r w:rsidR="00530790" w:rsidRPr="005D5566">
        <w:t>ce forgeron qui vous plaisait tant par sa propreté et sa coquetterie</w:t>
      </w:r>
      <w:r>
        <w:t xml:space="preserve">, </w:t>
      </w:r>
      <w:r w:rsidR="00530790" w:rsidRPr="005D5566">
        <w:t>vous souvenez-vous</w:t>
      </w:r>
      <w:r>
        <w:t> ?</w:t>
      </w:r>
    </w:p>
    <w:p w14:paraId="49DD6A22" w14:textId="77777777" w:rsidR="001C0413" w:rsidRDefault="00530790" w:rsidP="001C0413">
      <w:r w:rsidRPr="005D5566">
        <w:lastRenderedPageBreak/>
        <w:t>Nicolas hocha la tête</w:t>
      </w:r>
      <w:r w:rsidR="001C0413">
        <w:t>.</w:t>
      </w:r>
    </w:p>
    <w:p w14:paraId="26183F04" w14:textId="77777777" w:rsidR="001C0413" w:rsidRDefault="001C0413" w:rsidP="001C0413">
      <w:r>
        <w:t>— </w:t>
      </w:r>
      <w:r w:rsidR="00530790" w:rsidRPr="005D5566">
        <w:t>Il a tout arrangé à la perfection</w:t>
      </w:r>
      <w:r>
        <w:t xml:space="preserve">, </w:t>
      </w:r>
      <w:r w:rsidR="00530790" w:rsidRPr="005D5566">
        <w:t>continua Sachenka</w:t>
      </w:r>
      <w:r>
        <w:t xml:space="preserve">, </w:t>
      </w:r>
      <w:r w:rsidR="00530790" w:rsidRPr="005D5566">
        <w:t>seulement je commence à douter du succès</w:t>
      </w:r>
      <w:r>
        <w:t xml:space="preserve">… </w:t>
      </w:r>
      <w:r w:rsidR="00530790" w:rsidRPr="005D5566">
        <w:t>Les prisonniers se promènent tous à la même heure</w:t>
      </w:r>
      <w:r>
        <w:t xml:space="preserve"> ; </w:t>
      </w:r>
      <w:r w:rsidR="00530790" w:rsidRPr="005D5566">
        <w:t>quand ils verront l</w:t>
      </w:r>
      <w:r>
        <w:t>’</w:t>
      </w:r>
      <w:r w:rsidR="00530790" w:rsidRPr="005D5566">
        <w:t>échelle</w:t>
      </w:r>
      <w:r>
        <w:t xml:space="preserve">, </w:t>
      </w:r>
      <w:r w:rsidR="00530790" w:rsidRPr="005D5566">
        <w:t>il y en a beaucoup qui voudront s</w:t>
      </w:r>
      <w:r>
        <w:t>’</w:t>
      </w:r>
      <w:r w:rsidR="00530790" w:rsidRPr="005D5566">
        <w:t>enfuir</w:t>
      </w:r>
      <w:r>
        <w:t>…</w:t>
      </w:r>
    </w:p>
    <w:p w14:paraId="3D9C584D" w14:textId="77777777" w:rsidR="001C0413" w:rsidRDefault="00530790" w:rsidP="001C0413">
      <w:r w:rsidRPr="005D5566">
        <w:t>Elle ferma les yeux et se tut</w:t>
      </w:r>
      <w:r w:rsidR="001C0413">
        <w:t xml:space="preserve"> ; </w:t>
      </w:r>
      <w:r w:rsidRPr="005D5566">
        <w:t>la mère s</w:t>
      </w:r>
      <w:r w:rsidR="001C0413">
        <w:t>’</w:t>
      </w:r>
      <w:r w:rsidRPr="005D5566">
        <w:t>approcha d</w:t>
      </w:r>
      <w:r w:rsidR="001C0413">
        <w:t>’</w:t>
      </w:r>
      <w:r w:rsidRPr="005D5566">
        <w:t>elle</w:t>
      </w:r>
      <w:r w:rsidR="001C0413">
        <w:t>.</w:t>
      </w:r>
    </w:p>
    <w:p w14:paraId="033CF13A" w14:textId="77777777" w:rsidR="001C0413" w:rsidRDefault="001C0413" w:rsidP="001C0413">
      <w:r>
        <w:t xml:space="preserve">— … </w:t>
      </w:r>
      <w:r w:rsidR="00530790" w:rsidRPr="005D5566">
        <w:t>Et ils se gêneront mutuellement</w:t>
      </w:r>
      <w:r>
        <w:t>.</w:t>
      </w:r>
    </w:p>
    <w:p w14:paraId="74DBECAC" w14:textId="77777777" w:rsidR="001C0413" w:rsidRDefault="00530790" w:rsidP="001C0413">
      <w:r w:rsidRPr="005D5566">
        <w:t>Ils étaient tous trois debout près de la fenêtre</w:t>
      </w:r>
      <w:r w:rsidR="001C0413">
        <w:t xml:space="preserve">, </w:t>
      </w:r>
      <w:r w:rsidRPr="005D5566">
        <w:t>la mère derrière Nicolas et Sachenka</w:t>
      </w:r>
      <w:r w:rsidR="001C0413">
        <w:t xml:space="preserve">. </w:t>
      </w:r>
      <w:r w:rsidRPr="005D5566">
        <w:t>Leur conversation rapide réveillait de plus en plus en Pélaguée un vague sentiment</w:t>
      </w:r>
      <w:r w:rsidR="001C0413">
        <w:t>…</w:t>
      </w:r>
    </w:p>
    <w:p w14:paraId="68956D9F" w14:textId="77777777" w:rsidR="001C0413" w:rsidRDefault="001C0413" w:rsidP="001C0413">
      <w:r>
        <w:t>— </w:t>
      </w:r>
      <w:r w:rsidR="00530790" w:rsidRPr="005D5566">
        <w:t>J</w:t>
      </w:r>
      <w:r>
        <w:t>’</w:t>
      </w:r>
      <w:r w:rsidR="00530790" w:rsidRPr="005D5566">
        <w:t>irai</w:t>
      </w:r>
      <w:r>
        <w:t xml:space="preserve"> ! </w:t>
      </w:r>
      <w:r w:rsidR="00530790" w:rsidRPr="005D5566">
        <w:t>dit-elle soudain</w:t>
      </w:r>
      <w:r>
        <w:t>.</w:t>
      </w:r>
    </w:p>
    <w:p w14:paraId="2C51E3B6" w14:textId="77777777" w:rsidR="001C0413" w:rsidRDefault="001C0413" w:rsidP="001C0413">
      <w:r>
        <w:t>— </w:t>
      </w:r>
      <w:r w:rsidR="00530790" w:rsidRPr="005D5566">
        <w:t>Pourquoi</w:t>
      </w:r>
      <w:r>
        <w:t xml:space="preserve"> ? </w:t>
      </w:r>
      <w:r w:rsidR="00530790" w:rsidRPr="005D5566">
        <w:t>demanda Sachenka</w:t>
      </w:r>
      <w:r>
        <w:t>.</w:t>
      </w:r>
    </w:p>
    <w:p w14:paraId="09F6758D" w14:textId="77777777" w:rsidR="001C0413" w:rsidRDefault="001C0413" w:rsidP="001C0413">
      <w:r>
        <w:t>— </w:t>
      </w:r>
      <w:r w:rsidR="00530790" w:rsidRPr="005D5566">
        <w:t>Non</w:t>
      </w:r>
      <w:r>
        <w:t xml:space="preserve">, </w:t>
      </w:r>
      <w:r w:rsidR="00530790" w:rsidRPr="005D5566">
        <w:t>non</w:t>
      </w:r>
      <w:r>
        <w:t xml:space="preserve">, </w:t>
      </w:r>
      <w:r w:rsidR="00530790" w:rsidRPr="005D5566">
        <w:t>mon amie</w:t>
      </w:r>
      <w:r>
        <w:t xml:space="preserve"> ! </w:t>
      </w:r>
      <w:r w:rsidR="00530790" w:rsidRPr="005D5566">
        <w:t>Il vous arriverait quelque chose</w:t>
      </w:r>
      <w:r>
        <w:t xml:space="preserve"> ! </w:t>
      </w:r>
      <w:r w:rsidR="00530790" w:rsidRPr="005D5566">
        <w:t>Non</w:t>
      </w:r>
      <w:r>
        <w:t xml:space="preserve"> ! </w:t>
      </w:r>
      <w:r w:rsidR="00530790" w:rsidRPr="005D5566">
        <w:t>conseilla Nicolas</w:t>
      </w:r>
      <w:r>
        <w:t>.</w:t>
      </w:r>
    </w:p>
    <w:p w14:paraId="0FC38F12" w14:textId="77777777" w:rsidR="001C0413" w:rsidRDefault="00530790" w:rsidP="001C0413">
      <w:r w:rsidRPr="005D5566">
        <w:t>La mère les regarda et répéta</w:t>
      </w:r>
      <w:r w:rsidR="001C0413">
        <w:t xml:space="preserve">, </w:t>
      </w:r>
      <w:r w:rsidRPr="005D5566">
        <w:t>plus bas</w:t>
      </w:r>
      <w:r w:rsidR="001C0413">
        <w:t xml:space="preserve">, </w:t>
      </w:r>
      <w:r w:rsidRPr="005D5566">
        <w:t>avec insistance</w:t>
      </w:r>
      <w:r w:rsidR="001C0413">
        <w:t> :</w:t>
      </w:r>
    </w:p>
    <w:p w14:paraId="2BFE9395" w14:textId="77777777" w:rsidR="001C0413" w:rsidRDefault="001C0413" w:rsidP="001C0413">
      <w:r>
        <w:t>— </w:t>
      </w:r>
      <w:r w:rsidR="00530790" w:rsidRPr="005D5566">
        <w:t>Si</w:t>
      </w:r>
      <w:r>
        <w:t xml:space="preserve">, </w:t>
      </w:r>
      <w:r w:rsidR="00530790" w:rsidRPr="005D5566">
        <w:t>j</w:t>
      </w:r>
      <w:r>
        <w:t>’</w:t>
      </w:r>
      <w:r w:rsidR="00530790" w:rsidRPr="005D5566">
        <w:t>irai</w:t>
      </w:r>
      <w:r>
        <w:t> !</w:t>
      </w:r>
    </w:p>
    <w:p w14:paraId="57947C58" w14:textId="77777777" w:rsidR="001C0413" w:rsidRDefault="00530790" w:rsidP="001C0413">
      <w:r w:rsidRPr="005D5566">
        <w:t>Nicolas et la jeune fille échangèrent un coup d</w:t>
      </w:r>
      <w:r w:rsidR="001C0413">
        <w:t>’</w:t>
      </w:r>
      <w:r w:rsidRPr="005D5566">
        <w:t>œil</w:t>
      </w:r>
      <w:r w:rsidR="001C0413">
        <w:t xml:space="preserve">. </w:t>
      </w:r>
      <w:r w:rsidRPr="005D5566">
        <w:t>Sachenka haussa les épaules et dit</w:t>
      </w:r>
      <w:r w:rsidR="001C0413">
        <w:t> :</w:t>
      </w:r>
    </w:p>
    <w:p w14:paraId="3C48A7A2" w14:textId="77777777" w:rsidR="001C0413" w:rsidRDefault="001C0413" w:rsidP="001C0413">
      <w:r>
        <w:t>— </w:t>
      </w:r>
      <w:r w:rsidR="00530790" w:rsidRPr="005D5566">
        <w:t>C</w:t>
      </w:r>
      <w:r>
        <w:t>’</w:t>
      </w:r>
      <w:r w:rsidR="00530790" w:rsidRPr="005D5566">
        <w:t>est compréhensible</w:t>
      </w:r>
      <w:r>
        <w:t>…</w:t>
      </w:r>
    </w:p>
    <w:p w14:paraId="0B471C26" w14:textId="77777777" w:rsidR="001C0413" w:rsidRDefault="00530790" w:rsidP="001C0413">
      <w:r w:rsidRPr="005D5566">
        <w:t>Puis</w:t>
      </w:r>
      <w:r w:rsidR="001C0413">
        <w:t xml:space="preserve">, </w:t>
      </w:r>
      <w:r w:rsidRPr="005D5566">
        <w:t>se tournant vers la mère elle la prit par le bras</w:t>
      </w:r>
      <w:r w:rsidR="001C0413">
        <w:t xml:space="preserve">, </w:t>
      </w:r>
      <w:r w:rsidRPr="005D5566">
        <w:t>se pencha vers elle et déclara d</w:t>
      </w:r>
      <w:r w:rsidR="001C0413">
        <w:t>’</w:t>
      </w:r>
      <w:r w:rsidRPr="005D5566">
        <w:t>une voix simple et cordiale</w:t>
      </w:r>
      <w:r w:rsidR="001C0413">
        <w:t> :</w:t>
      </w:r>
    </w:p>
    <w:p w14:paraId="6BE8F5F2" w14:textId="77777777" w:rsidR="001C0413" w:rsidRDefault="001C0413" w:rsidP="001C0413">
      <w:r>
        <w:t>— </w:t>
      </w:r>
      <w:r w:rsidR="00530790" w:rsidRPr="005D5566">
        <w:t>Pourtant</w:t>
      </w:r>
      <w:r>
        <w:t xml:space="preserve">, </w:t>
      </w:r>
      <w:r w:rsidR="00530790" w:rsidRPr="005D5566">
        <w:t>je vous avertis</w:t>
      </w:r>
      <w:r>
        <w:t xml:space="preserve">, </w:t>
      </w:r>
      <w:r w:rsidR="00530790" w:rsidRPr="005D5566">
        <w:t>c</w:t>
      </w:r>
      <w:r>
        <w:t>’</w:t>
      </w:r>
      <w:r w:rsidR="00530790" w:rsidRPr="005D5566">
        <w:t>est en vain que vous espérez</w:t>
      </w:r>
      <w:r>
        <w:t>…</w:t>
      </w:r>
    </w:p>
    <w:p w14:paraId="49D90FAF" w14:textId="77777777" w:rsidR="001C0413" w:rsidRDefault="001C0413" w:rsidP="001C0413">
      <w:r>
        <w:t>— </w:t>
      </w:r>
      <w:r w:rsidR="00530790" w:rsidRPr="005D5566">
        <w:t>Ma chérie</w:t>
      </w:r>
      <w:r>
        <w:t xml:space="preserve"> ! </w:t>
      </w:r>
      <w:r w:rsidR="00530790" w:rsidRPr="005D5566">
        <w:t>s</w:t>
      </w:r>
      <w:r>
        <w:t>’</w:t>
      </w:r>
      <w:r w:rsidR="00530790" w:rsidRPr="005D5566">
        <w:t>écria la mère en l</w:t>
      </w:r>
      <w:r>
        <w:t>’</w:t>
      </w:r>
      <w:r w:rsidR="00530790" w:rsidRPr="005D5566">
        <w:t>attirant à elle d</w:t>
      </w:r>
      <w:r>
        <w:t>’</w:t>
      </w:r>
      <w:r w:rsidR="00530790" w:rsidRPr="005D5566">
        <w:t>une main tremblante</w:t>
      </w:r>
      <w:r>
        <w:t xml:space="preserve">, </w:t>
      </w:r>
      <w:r w:rsidR="00530790" w:rsidRPr="005D5566">
        <w:t>emmenez-moi</w:t>
      </w:r>
      <w:r>
        <w:t xml:space="preserve">… </w:t>
      </w:r>
      <w:r w:rsidR="00530790" w:rsidRPr="005D5566">
        <w:t>je ne vous gênerai pas</w:t>
      </w:r>
      <w:r>
        <w:t xml:space="preserve">… </w:t>
      </w:r>
      <w:r w:rsidR="00530790" w:rsidRPr="005D5566">
        <w:t xml:space="preserve">Il </w:t>
      </w:r>
      <w:r w:rsidR="00530790" w:rsidRPr="005D5566">
        <w:lastRenderedPageBreak/>
        <w:t>faut que je voie</w:t>
      </w:r>
      <w:r>
        <w:t xml:space="preserve">… </w:t>
      </w:r>
      <w:r w:rsidR="00530790" w:rsidRPr="005D5566">
        <w:t>Je ne crois pas que ce soit possible</w:t>
      </w:r>
      <w:r>
        <w:t xml:space="preserve">… </w:t>
      </w:r>
      <w:r w:rsidR="00530790" w:rsidRPr="005D5566">
        <w:t>une évasion</w:t>
      </w:r>
      <w:r>
        <w:t> !</w:t>
      </w:r>
    </w:p>
    <w:p w14:paraId="33FEE6E5" w14:textId="77777777" w:rsidR="001C0413" w:rsidRDefault="001C0413" w:rsidP="001C0413">
      <w:r>
        <w:t>— </w:t>
      </w:r>
      <w:r w:rsidR="00530790" w:rsidRPr="005D5566">
        <w:t>Elle viendra</w:t>
      </w:r>
      <w:r>
        <w:t xml:space="preserve"> ! </w:t>
      </w:r>
      <w:r w:rsidR="00530790" w:rsidRPr="005D5566">
        <w:t>dit simplement la jeune fille à Nicolas</w:t>
      </w:r>
      <w:r>
        <w:t>.</w:t>
      </w:r>
    </w:p>
    <w:p w14:paraId="149DC675" w14:textId="77777777" w:rsidR="001C0413" w:rsidRDefault="001C0413" w:rsidP="001C0413">
      <w:r>
        <w:t>— </w:t>
      </w:r>
      <w:r w:rsidR="00530790" w:rsidRPr="005D5566">
        <w:t>C</w:t>
      </w:r>
      <w:r>
        <w:t>’</w:t>
      </w:r>
      <w:r w:rsidR="00530790" w:rsidRPr="005D5566">
        <w:t>est votre affaire</w:t>
      </w:r>
      <w:r>
        <w:t xml:space="preserve"> ! </w:t>
      </w:r>
      <w:r w:rsidR="00530790" w:rsidRPr="005D5566">
        <w:t>répondit-il en baissant la tête</w:t>
      </w:r>
      <w:r>
        <w:t>.</w:t>
      </w:r>
    </w:p>
    <w:p w14:paraId="58826265" w14:textId="77777777" w:rsidR="001C0413" w:rsidRDefault="001C0413" w:rsidP="001C0413">
      <w:r>
        <w:t>— </w:t>
      </w:r>
      <w:r w:rsidR="00530790" w:rsidRPr="005D5566">
        <w:t>Mais nous ne pourrons pas rester ensemble</w:t>
      </w:r>
      <w:r>
        <w:t xml:space="preserve">, </w:t>
      </w:r>
      <w:r w:rsidR="00530790" w:rsidRPr="005D5566">
        <w:t>mère</w:t>
      </w:r>
      <w:r>
        <w:t xml:space="preserve">. </w:t>
      </w:r>
      <w:r w:rsidR="00530790" w:rsidRPr="005D5566">
        <w:t>Allez dans les champs</w:t>
      </w:r>
      <w:r>
        <w:t xml:space="preserve">, </w:t>
      </w:r>
      <w:r w:rsidR="00530790" w:rsidRPr="005D5566">
        <w:t>dans les jardins</w:t>
      </w:r>
      <w:r>
        <w:t xml:space="preserve">… </w:t>
      </w:r>
      <w:r w:rsidR="00530790" w:rsidRPr="005D5566">
        <w:t>De là on voit les murs de la prison</w:t>
      </w:r>
      <w:r>
        <w:t xml:space="preserve">… </w:t>
      </w:r>
      <w:r w:rsidR="00530790" w:rsidRPr="005D5566">
        <w:t>Autrement on vous demanderait ce que vous faites là</w:t>
      </w:r>
      <w:r>
        <w:t> ?</w:t>
      </w:r>
    </w:p>
    <w:p w14:paraId="7D3870DF" w14:textId="77777777" w:rsidR="001C0413" w:rsidRDefault="00530790" w:rsidP="001C0413">
      <w:r w:rsidRPr="005D5566">
        <w:t>Pélaguée s</w:t>
      </w:r>
      <w:r w:rsidR="001C0413">
        <w:t>’</w:t>
      </w:r>
      <w:r w:rsidRPr="005D5566">
        <w:t>écria avec assurance</w:t>
      </w:r>
      <w:r w:rsidR="001C0413">
        <w:t> :</w:t>
      </w:r>
    </w:p>
    <w:p w14:paraId="6C356EE5" w14:textId="77777777" w:rsidR="001C0413" w:rsidRDefault="001C0413" w:rsidP="001C0413">
      <w:r>
        <w:t>— </w:t>
      </w:r>
      <w:r w:rsidR="00530790" w:rsidRPr="005D5566">
        <w:t>Je trouverai bien une réponse</w:t>
      </w:r>
      <w:r>
        <w:t> !</w:t>
      </w:r>
    </w:p>
    <w:p w14:paraId="768AF857" w14:textId="77777777" w:rsidR="001C0413" w:rsidRDefault="001C0413" w:rsidP="001C0413">
      <w:r>
        <w:t>— </w:t>
      </w:r>
      <w:r w:rsidR="00530790" w:rsidRPr="005D5566">
        <w:t>N</w:t>
      </w:r>
      <w:r>
        <w:t>’</w:t>
      </w:r>
      <w:r w:rsidR="00530790" w:rsidRPr="005D5566">
        <w:t>oubliez pas que les surveillants de la prison vous connaissent</w:t>
      </w:r>
      <w:r>
        <w:t xml:space="preserve"> ! </w:t>
      </w:r>
      <w:r w:rsidR="00530790" w:rsidRPr="005D5566">
        <w:t>dit Sachenka</w:t>
      </w:r>
      <w:r>
        <w:t xml:space="preserve">. </w:t>
      </w:r>
      <w:r w:rsidR="00530790" w:rsidRPr="005D5566">
        <w:t>S</w:t>
      </w:r>
      <w:r>
        <w:t>’</w:t>
      </w:r>
      <w:r w:rsidR="00530790" w:rsidRPr="005D5566">
        <w:t>ils vous voient là</w:t>
      </w:r>
      <w:r>
        <w:t>…</w:t>
      </w:r>
    </w:p>
    <w:p w14:paraId="01ED1966" w14:textId="77777777" w:rsidR="001C0413" w:rsidRDefault="001C0413" w:rsidP="001C0413">
      <w:r>
        <w:t>— </w:t>
      </w:r>
      <w:r w:rsidR="00530790" w:rsidRPr="005D5566">
        <w:t>Ils ne me verront pas</w:t>
      </w:r>
      <w:r>
        <w:t xml:space="preserve"> ! </w:t>
      </w:r>
      <w:r w:rsidR="00530790" w:rsidRPr="005D5566">
        <w:t>s</w:t>
      </w:r>
      <w:r>
        <w:t>’</w:t>
      </w:r>
      <w:r w:rsidR="00530790" w:rsidRPr="005D5566">
        <w:t>exclama la mère</w:t>
      </w:r>
      <w:r>
        <w:t>.</w:t>
      </w:r>
    </w:p>
    <w:p w14:paraId="5398E5D4" w14:textId="77777777" w:rsidR="001C0413" w:rsidRDefault="00530790" w:rsidP="001C0413">
      <w:r w:rsidRPr="005D5566">
        <w:t>Soudain l</w:t>
      </w:r>
      <w:r w:rsidR="001C0413">
        <w:t>’</w:t>
      </w:r>
      <w:r w:rsidRPr="005D5566">
        <w:t>espérance qui avait toujours couvé en elle sans qu</w:t>
      </w:r>
      <w:r w:rsidR="001C0413">
        <w:t>’</w:t>
      </w:r>
      <w:r w:rsidRPr="005D5566">
        <w:t>elle s</w:t>
      </w:r>
      <w:r w:rsidR="001C0413">
        <w:t>’</w:t>
      </w:r>
      <w:r w:rsidRPr="005D5566">
        <w:t>en doutât</w:t>
      </w:r>
      <w:r w:rsidR="001C0413">
        <w:t xml:space="preserve">, </w:t>
      </w:r>
      <w:r w:rsidRPr="005D5566">
        <w:t>s</w:t>
      </w:r>
      <w:r w:rsidR="001C0413">
        <w:t>’</w:t>
      </w:r>
      <w:r w:rsidRPr="005D5566">
        <w:t>enflamma et l</w:t>
      </w:r>
      <w:r w:rsidR="001C0413">
        <w:t>’</w:t>
      </w:r>
      <w:r w:rsidRPr="005D5566">
        <w:t>anima</w:t>
      </w:r>
      <w:r w:rsidR="001C0413">
        <w:t> :</w:t>
      </w:r>
    </w:p>
    <w:p w14:paraId="77B1E4B6" w14:textId="77777777" w:rsidR="001C0413" w:rsidRDefault="001C0413" w:rsidP="001C0413">
      <w:r>
        <w:t>— </w:t>
      </w:r>
      <w:r w:rsidR="00530790" w:rsidRPr="005D5566">
        <w:t>Peut</w:t>
      </w:r>
      <w:r w:rsidR="00530790" w:rsidRPr="005D5566">
        <w:rPr>
          <w:bCs/>
        </w:rPr>
        <w:t xml:space="preserve">-être </w:t>
      </w:r>
      <w:r w:rsidR="00530790" w:rsidRPr="005D5566">
        <w:t>que</w:t>
      </w:r>
      <w:r>
        <w:t xml:space="preserve">… </w:t>
      </w:r>
      <w:r w:rsidR="00530790" w:rsidRPr="005D5566">
        <w:t>lui aussi</w:t>
      </w:r>
      <w:r>
        <w:t xml:space="preserve">… </w:t>
      </w:r>
      <w:r w:rsidR="00530790" w:rsidRPr="005D5566">
        <w:t>pensa-t-elle</w:t>
      </w:r>
      <w:r>
        <w:t xml:space="preserve">, </w:t>
      </w:r>
      <w:r w:rsidR="00530790" w:rsidRPr="005D5566">
        <w:t>en s</w:t>
      </w:r>
      <w:r>
        <w:t>’</w:t>
      </w:r>
      <w:r w:rsidR="00530790" w:rsidRPr="005D5566">
        <w:t>habillant à la hâte</w:t>
      </w:r>
      <w:r>
        <w:t>.</w:t>
      </w:r>
    </w:p>
    <w:p w14:paraId="5F3B4C3E" w14:textId="77777777" w:rsidR="001C0413" w:rsidRDefault="00530790" w:rsidP="001C0413">
      <w:r w:rsidRPr="005D5566">
        <w:t>Une heure après</w:t>
      </w:r>
      <w:r w:rsidR="001C0413">
        <w:t xml:space="preserve">, </w:t>
      </w:r>
      <w:r w:rsidRPr="005D5566">
        <w:t>elle était dans les champs</w:t>
      </w:r>
      <w:r w:rsidR="001C0413">
        <w:t xml:space="preserve">, </w:t>
      </w:r>
      <w:r w:rsidRPr="005D5566">
        <w:t>près de la prison</w:t>
      </w:r>
      <w:r w:rsidR="001C0413">
        <w:t xml:space="preserve">. </w:t>
      </w:r>
      <w:r w:rsidRPr="005D5566">
        <w:t>Un vent vif soufflait</w:t>
      </w:r>
      <w:r w:rsidR="001C0413">
        <w:t xml:space="preserve">, </w:t>
      </w:r>
      <w:r w:rsidRPr="005D5566">
        <w:t>gonflant ses jupes</w:t>
      </w:r>
      <w:r w:rsidR="001C0413">
        <w:t xml:space="preserve">, </w:t>
      </w:r>
      <w:r w:rsidRPr="005D5566">
        <w:t>battant le sol gelé</w:t>
      </w:r>
      <w:r w:rsidR="001C0413">
        <w:t xml:space="preserve">, </w:t>
      </w:r>
      <w:r w:rsidRPr="005D5566">
        <w:t>faisant chanceler la vieille clôture d</w:t>
      </w:r>
      <w:r w:rsidR="001C0413">
        <w:t>’</w:t>
      </w:r>
      <w:r w:rsidRPr="005D5566">
        <w:t>un jardin</w:t>
      </w:r>
      <w:r w:rsidR="001C0413">
        <w:t xml:space="preserve">, </w:t>
      </w:r>
      <w:r w:rsidRPr="005D5566">
        <w:t>frappant avec violence la muraille basse de la prison</w:t>
      </w:r>
      <w:r w:rsidR="001C0413">
        <w:t xml:space="preserve">, </w:t>
      </w:r>
      <w:r w:rsidRPr="005D5566">
        <w:t>tombant dans la cour</w:t>
      </w:r>
      <w:r w:rsidR="001C0413">
        <w:t xml:space="preserve">, </w:t>
      </w:r>
      <w:r w:rsidRPr="005D5566">
        <w:t>qu</w:t>
      </w:r>
      <w:r w:rsidR="001C0413">
        <w:t>’</w:t>
      </w:r>
      <w:r w:rsidRPr="005D5566">
        <w:t>il balayait des cris entraînés au ciel par son souffle irrésistible</w:t>
      </w:r>
      <w:r w:rsidR="001C0413">
        <w:t xml:space="preserve">. </w:t>
      </w:r>
      <w:r w:rsidRPr="005D5566">
        <w:t>Des nuages couraient</w:t>
      </w:r>
      <w:r w:rsidR="001C0413">
        <w:t xml:space="preserve">, </w:t>
      </w:r>
      <w:r w:rsidRPr="005D5566">
        <w:t>laissant entrevoir la profondeur bleue</w:t>
      </w:r>
      <w:r w:rsidR="001C0413">
        <w:t>…</w:t>
      </w:r>
    </w:p>
    <w:p w14:paraId="7CB83AFD" w14:textId="77777777" w:rsidR="001C0413" w:rsidRDefault="00530790" w:rsidP="001C0413">
      <w:r w:rsidRPr="005D5566">
        <w:t>Derrière la mère s</w:t>
      </w:r>
      <w:r w:rsidR="001C0413">
        <w:t>’</w:t>
      </w:r>
      <w:r w:rsidRPr="005D5566">
        <w:t>étalait la ville</w:t>
      </w:r>
      <w:r w:rsidR="001C0413">
        <w:t xml:space="preserve"> ; </w:t>
      </w:r>
      <w:r w:rsidRPr="005D5566">
        <w:t>devant elle</w:t>
      </w:r>
      <w:r w:rsidR="001C0413">
        <w:t xml:space="preserve">, </w:t>
      </w:r>
      <w:r w:rsidRPr="005D5566">
        <w:t>le cimetière</w:t>
      </w:r>
      <w:r w:rsidR="001C0413">
        <w:t xml:space="preserve">. </w:t>
      </w:r>
      <w:r w:rsidRPr="005D5566">
        <w:t>À droite</w:t>
      </w:r>
      <w:r w:rsidR="001C0413">
        <w:t xml:space="preserve">, </w:t>
      </w:r>
      <w:r w:rsidRPr="005D5566">
        <w:t>à une vingtaine de mètres</w:t>
      </w:r>
      <w:r w:rsidR="001C0413">
        <w:t xml:space="preserve">, </w:t>
      </w:r>
      <w:r w:rsidRPr="005D5566">
        <w:t>s</w:t>
      </w:r>
      <w:r w:rsidR="001C0413">
        <w:t>’</w:t>
      </w:r>
      <w:r w:rsidRPr="005D5566">
        <w:t>élevait la prison</w:t>
      </w:r>
      <w:r w:rsidR="001C0413">
        <w:t xml:space="preserve">. </w:t>
      </w:r>
      <w:r w:rsidRPr="005D5566">
        <w:lastRenderedPageBreak/>
        <w:t>Près du cimetière</w:t>
      </w:r>
      <w:r w:rsidR="001C0413">
        <w:t xml:space="preserve">, </w:t>
      </w:r>
      <w:r w:rsidRPr="005D5566">
        <w:t>deux soldats promenant un cheval</w:t>
      </w:r>
      <w:r w:rsidR="001C0413">
        <w:t xml:space="preserve">, </w:t>
      </w:r>
      <w:r w:rsidRPr="005D5566">
        <w:t>marchaient à pas pesants</w:t>
      </w:r>
      <w:r w:rsidR="001C0413">
        <w:t xml:space="preserve">, </w:t>
      </w:r>
      <w:r w:rsidRPr="005D5566">
        <w:t>sifflaient et riaient</w:t>
      </w:r>
      <w:r w:rsidR="001C0413">
        <w:t>…</w:t>
      </w:r>
    </w:p>
    <w:p w14:paraId="3E905B2B" w14:textId="77777777" w:rsidR="001C0413" w:rsidRDefault="00530790" w:rsidP="001C0413">
      <w:r w:rsidRPr="005D5566">
        <w:t>Obéissant à une impulsion instinctive</w:t>
      </w:r>
      <w:r w:rsidR="001C0413">
        <w:t xml:space="preserve">, </w:t>
      </w:r>
      <w:r w:rsidRPr="005D5566">
        <w:t>la mère s</w:t>
      </w:r>
      <w:r w:rsidR="001C0413">
        <w:t>’</w:t>
      </w:r>
      <w:r w:rsidRPr="005D5566">
        <w:t>approcha de ces hommes et leur cria</w:t>
      </w:r>
      <w:r w:rsidR="001C0413">
        <w:t> :</w:t>
      </w:r>
    </w:p>
    <w:p w14:paraId="66EB857A" w14:textId="77777777" w:rsidR="001C0413" w:rsidRDefault="001C0413" w:rsidP="001C0413">
      <w:r>
        <w:t>— </w:t>
      </w:r>
      <w:r w:rsidR="00530790" w:rsidRPr="005D5566">
        <w:t>Soldats</w:t>
      </w:r>
      <w:r>
        <w:t xml:space="preserve">, </w:t>
      </w:r>
      <w:r w:rsidR="00530790" w:rsidRPr="005D5566">
        <w:t>avez-vous vu ma chèvre</w:t>
      </w:r>
      <w:r>
        <w:t xml:space="preserve"> ? </w:t>
      </w:r>
      <w:r w:rsidR="00530790" w:rsidRPr="005D5566">
        <w:t>Elle n</w:t>
      </w:r>
      <w:r>
        <w:t>’</w:t>
      </w:r>
      <w:r w:rsidR="00530790" w:rsidRPr="005D5566">
        <w:t>est pas venue ici</w:t>
      </w:r>
      <w:r>
        <w:t> ?</w:t>
      </w:r>
    </w:p>
    <w:p w14:paraId="0056D463" w14:textId="77777777" w:rsidR="001C0413" w:rsidRDefault="001C0413" w:rsidP="001C0413">
      <w:r>
        <w:t>— </w:t>
      </w:r>
      <w:r w:rsidR="00530790" w:rsidRPr="005D5566">
        <w:t>Non</w:t>
      </w:r>
      <w:r>
        <w:t xml:space="preserve">, </w:t>
      </w:r>
      <w:r w:rsidR="00530790" w:rsidRPr="005D5566">
        <w:t>nous ne l</w:t>
      </w:r>
      <w:r>
        <w:t>’</w:t>
      </w:r>
      <w:r w:rsidR="00530790" w:rsidRPr="005D5566">
        <w:t>avons pas vue</w:t>
      </w:r>
      <w:r>
        <w:t xml:space="preserve">, </w:t>
      </w:r>
      <w:r w:rsidR="00530790" w:rsidRPr="005D5566">
        <w:t>répondit l</w:t>
      </w:r>
      <w:r>
        <w:t>’</w:t>
      </w:r>
      <w:r w:rsidR="00530790" w:rsidRPr="005D5566">
        <w:t>un d</w:t>
      </w:r>
      <w:r>
        <w:t>’</w:t>
      </w:r>
      <w:r w:rsidR="00530790" w:rsidRPr="005D5566">
        <w:t>eux</w:t>
      </w:r>
      <w:r>
        <w:t>.</w:t>
      </w:r>
    </w:p>
    <w:p w14:paraId="173BA1AC" w14:textId="77777777" w:rsidR="001C0413" w:rsidRDefault="00530790" w:rsidP="001C0413">
      <w:r w:rsidRPr="005D5566">
        <w:t>Lentement</w:t>
      </w:r>
      <w:r w:rsidR="001C0413">
        <w:t xml:space="preserve">, </w:t>
      </w:r>
      <w:r w:rsidRPr="005D5566">
        <w:t>elle s</w:t>
      </w:r>
      <w:r w:rsidR="001C0413">
        <w:t>’</w:t>
      </w:r>
      <w:r w:rsidRPr="005D5566">
        <w:t>éloigna</w:t>
      </w:r>
      <w:r w:rsidR="001C0413">
        <w:t xml:space="preserve">, </w:t>
      </w:r>
      <w:r w:rsidRPr="005D5566">
        <w:t>les dépassant et se dirigeant Vers le mur du cimetière</w:t>
      </w:r>
      <w:r w:rsidR="001C0413">
        <w:t xml:space="preserve">, </w:t>
      </w:r>
      <w:r w:rsidRPr="005D5566">
        <w:t xml:space="preserve">tout en regardant </w:t>
      </w:r>
      <w:r w:rsidRPr="005D5566">
        <w:rPr>
          <w:bCs/>
        </w:rPr>
        <w:t xml:space="preserve">à </w:t>
      </w:r>
      <w:r w:rsidRPr="005D5566">
        <w:t>la dérobée</w:t>
      </w:r>
      <w:r w:rsidR="001C0413">
        <w:t xml:space="preserve">. </w:t>
      </w:r>
      <w:r w:rsidRPr="005D5566">
        <w:t>Soudain</w:t>
      </w:r>
      <w:r w:rsidR="001C0413">
        <w:t xml:space="preserve">, </w:t>
      </w:r>
      <w:r w:rsidRPr="005D5566">
        <w:t>elle sentit que ses jambes fléchissaient</w:t>
      </w:r>
      <w:r w:rsidR="001C0413">
        <w:t xml:space="preserve">, </w:t>
      </w:r>
      <w:r w:rsidRPr="005D5566">
        <w:t>s</w:t>
      </w:r>
      <w:r w:rsidR="001C0413">
        <w:t>’</w:t>
      </w:r>
      <w:r w:rsidRPr="005D5566">
        <w:t>alourdissaient</w:t>
      </w:r>
      <w:r w:rsidR="001C0413">
        <w:t xml:space="preserve">, </w:t>
      </w:r>
      <w:r w:rsidRPr="005D5566">
        <w:t>comme si le gel les eût collées au sol</w:t>
      </w:r>
      <w:r w:rsidR="001C0413">
        <w:t xml:space="preserve"> ; </w:t>
      </w:r>
      <w:r w:rsidRPr="005D5566">
        <w:t>à l</w:t>
      </w:r>
      <w:r w:rsidR="001C0413">
        <w:t>’</w:t>
      </w:r>
      <w:r w:rsidRPr="005D5566">
        <w:t>angle de la prison</w:t>
      </w:r>
      <w:r w:rsidR="001C0413">
        <w:t xml:space="preserve">, </w:t>
      </w:r>
      <w:r w:rsidRPr="005D5566">
        <w:t>un allumeur de réverbères</w:t>
      </w:r>
      <w:r w:rsidR="001C0413">
        <w:t xml:space="preserve">, </w:t>
      </w:r>
      <w:r w:rsidRPr="005D5566">
        <w:t>le dos courbé sous une petite échelle</w:t>
      </w:r>
      <w:r w:rsidR="001C0413">
        <w:t xml:space="preserve">, </w:t>
      </w:r>
      <w:r w:rsidRPr="005D5566">
        <w:t>apparut</w:t>
      </w:r>
      <w:r w:rsidR="001C0413">
        <w:t xml:space="preserve">, </w:t>
      </w:r>
      <w:r w:rsidRPr="005D5566">
        <w:t>en courant</w:t>
      </w:r>
      <w:r w:rsidR="001C0413">
        <w:t xml:space="preserve">, </w:t>
      </w:r>
      <w:r w:rsidRPr="005D5566">
        <w:t>comme le font ses semblables</w:t>
      </w:r>
      <w:r w:rsidR="001C0413">
        <w:t xml:space="preserve">. </w:t>
      </w:r>
      <w:r w:rsidRPr="005D5566">
        <w:t>Après un cillement d</w:t>
      </w:r>
      <w:r w:rsidR="001C0413">
        <w:t>’</w:t>
      </w:r>
      <w:r w:rsidRPr="005D5566">
        <w:t>effroi</w:t>
      </w:r>
      <w:r w:rsidR="001C0413">
        <w:t xml:space="preserve">, </w:t>
      </w:r>
      <w:r w:rsidRPr="005D5566">
        <w:t>Pélaguée regarda du côté des soldats</w:t>
      </w:r>
      <w:r w:rsidR="001C0413">
        <w:t xml:space="preserve"> ; </w:t>
      </w:r>
      <w:r w:rsidRPr="005D5566">
        <w:t>ils piétinaient sur place</w:t>
      </w:r>
      <w:r w:rsidR="001C0413">
        <w:t xml:space="preserve">, </w:t>
      </w:r>
      <w:r w:rsidRPr="005D5566">
        <w:t>le cheval tournait en rond autour d</w:t>
      </w:r>
      <w:r w:rsidR="001C0413">
        <w:t>’</w:t>
      </w:r>
      <w:r w:rsidRPr="005D5566">
        <w:t>eux</w:t>
      </w:r>
      <w:r w:rsidR="001C0413">
        <w:t xml:space="preserve"> ; </w:t>
      </w:r>
      <w:r w:rsidRPr="005D5566">
        <w:t>puis elle vit que l</w:t>
      </w:r>
      <w:r w:rsidR="001C0413">
        <w:t>’</w:t>
      </w:r>
      <w:r w:rsidRPr="005D5566">
        <w:t>homme avait déjà placé son échelle contre le mur</w:t>
      </w:r>
      <w:r w:rsidR="001C0413">
        <w:t xml:space="preserve"> ; </w:t>
      </w:r>
      <w:r w:rsidRPr="005D5566">
        <w:t>il y grimpait sans se presser</w:t>
      </w:r>
      <w:r w:rsidR="001C0413">
        <w:t xml:space="preserve">… </w:t>
      </w:r>
      <w:r w:rsidRPr="005D5566">
        <w:t>Il fit un geste de la main</w:t>
      </w:r>
      <w:r w:rsidR="001C0413">
        <w:t xml:space="preserve">, </w:t>
      </w:r>
      <w:r w:rsidRPr="005D5566">
        <w:t>descendit vivement et disparut au coin de la prison</w:t>
      </w:r>
      <w:r w:rsidR="001C0413">
        <w:t xml:space="preserve">. </w:t>
      </w:r>
      <w:r w:rsidRPr="005D5566">
        <w:t>Le cœur de la mère battait à grands coups</w:t>
      </w:r>
      <w:r w:rsidR="001C0413">
        <w:t xml:space="preserve"> ; </w:t>
      </w:r>
      <w:r w:rsidRPr="005D5566">
        <w:t>les secondes s</w:t>
      </w:r>
      <w:r w:rsidR="001C0413">
        <w:t>’</w:t>
      </w:r>
      <w:r w:rsidRPr="005D5566">
        <w:t>écoulaient lentement</w:t>
      </w:r>
      <w:r w:rsidR="001C0413">
        <w:t xml:space="preserve">… </w:t>
      </w:r>
      <w:r w:rsidRPr="005D5566">
        <w:t>L</w:t>
      </w:r>
      <w:r w:rsidR="001C0413">
        <w:t>’</w:t>
      </w:r>
      <w:r w:rsidRPr="005D5566">
        <w:t>échelle était à peine visible parmi les taches de boue et de plâtre écaillé qui laissait voir les briques</w:t>
      </w:r>
      <w:r w:rsidR="001C0413">
        <w:t xml:space="preserve">… </w:t>
      </w:r>
      <w:r w:rsidRPr="005D5566">
        <w:t>Soudain</w:t>
      </w:r>
      <w:r w:rsidR="001C0413">
        <w:t xml:space="preserve">, </w:t>
      </w:r>
      <w:r w:rsidRPr="005D5566">
        <w:t>apparut au sommet du mur la tête noire de Rybine</w:t>
      </w:r>
      <w:r w:rsidR="001C0413">
        <w:t xml:space="preserve"> ; </w:t>
      </w:r>
      <w:r w:rsidRPr="005D5566">
        <w:t>puis son corps se montra</w:t>
      </w:r>
      <w:r w:rsidR="001C0413">
        <w:t xml:space="preserve">, </w:t>
      </w:r>
      <w:r w:rsidRPr="005D5566">
        <w:t>passa de l</w:t>
      </w:r>
      <w:r w:rsidR="001C0413">
        <w:t>’</w:t>
      </w:r>
      <w:r w:rsidRPr="005D5566">
        <w:t>autre côté et glissa</w:t>
      </w:r>
      <w:r w:rsidR="001C0413">
        <w:t xml:space="preserve">… </w:t>
      </w:r>
      <w:r w:rsidRPr="005D5566">
        <w:t>Une seconde tête</w:t>
      </w:r>
      <w:r w:rsidR="001C0413">
        <w:t xml:space="preserve">, </w:t>
      </w:r>
      <w:r w:rsidRPr="005D5566">
        <w:t>coiffée d</w:t>
      </w:r>
      <w:r w:rsidR="001C0413">
        <w:t>’</w:t>
      </w:r>
      <w:r w:rsidRPr="005D5566">
        <w:t>une casquette velue</w:t>
      </w:r>
      <w:r w:rsidR="001C0413">
        <w:t xml:space="preserve">, </w:t>
      </w:r>
      <w:r w:rsidRPr="005D5566">
        <w:t>surgit</w:t>
      </w:r>
      <w:r w:rsidR="001C0413">
        <w:t xml:space="preserve">, </w:t>
      </w:r>
      <w:r w:rsidRPr="005D5566">
        <w:t>une pelote noire roula sur le sol et disparut au tournant du bâtiment</w:t>
      </w:r>
      <w:r w:rsidR="001C0413">
        <w:t xml:space="preserve">. </w:t>
      </w:r>
      <w:r w:rsidRPr="005D5566">
        <w:t>Rybine se redressa</w:t>
      </w:r>
      <w:r w:rsidR="001C0413">
        <w:t xml:space="preserve">, </w:t>
      </w:r>
      <w:r w:rsidRPr="005D5566">
        <w:t>regarda autour de lui</w:t>
      </w:r>
      <w:r w:rsidR="001C0413">
        <w:t xml:space="preserve">, </w:t>
      </w:r>
      <w:r w:rsidRPr="005D5566">
        <w:t>hocha la tête</w:t>
      </w:r>
      <w:r w:rsidR="001C0413">
        <w:t>…</w:t>
      </w:r>
    </w:p>
    <w:p w14:paraId="130373B2" w14:textId="77777777" w:rsidR="001C0413" w:rsidRDefault="001C0413" w:rsidP="001C0413">
      <w:r>
        <w:t>— </w:t>
      </w:r>
      <w:r w:rsidR="00530790" w:rsidRPr="005D5566">
        <w:t>Sauve-toi</w:t>
      </w:r>
      <w:r>
        <w:t xml:space="preserve"> ! </w:t>
      </w:r>
      <w:r w:rsidR="00530790" w:rsidRPr="005D5566">
        <w:t>sauve-toi</w:t>
      </w:r>
      <w:r>
        <w:t xml:space="preserve"> ! </w:t>
      </w:r>
      <w:r w:rsidR="00530790" w:rsidRPr="005D5566">
        <w:t>chuchota la mère en frappant du pied</w:t>
      </w:r>
      <w:r>
        <w:t>.</w:t>
      </w:r>
    </w:p>
    <w:p w14:paraId="16DAA626" w14:textId="77777777" w:rsidR="001C0413" w:rsidRDefault="00530790" w:rsidP="001C0413">
      <w:r w:rsidRPr="005D5566">
        <w:lastRenderedPageBreak/>
        <w:t>Elle avait des bourdonnements dans les oreilles</w:t>
      </w:r>
      <w:r w:rsidR="001C0413">
        <w:t xml:space="preserve"> ; </w:t>
      </w:r>
      <w:r w:rsidRPr="005D5566">
        <w:t>des cris arrivaient jusqu</w:t>
      </w:r>
      <w:r w:rsidR="001C0413">
        <w:t>’</w:t>
      </w:r>
      <w:r w:rsidRPr="005D5566">
        <w:t>à elle</w:t>
      </w:r>
      <w:r w:rsidR="001C0413">
        <w:t xml:space="preserve"> ; </w:t>
      </w:r>
      <w:r w:rsidRPr="005D5566">
        <w:t>une troisième tête</w:t>
      </w:r>
      <w:r w:rsidR="001C0413">
        <w:t xml:space="preserve">, </w:t>
      </w:r>
      <w:r w:rsidRPr="005D5566">
        <w:t>blonde</w:t>
      </w:r>
      <w:r w:rsidR="001C0413">
        <w:t xml:space="preserve">, </w:t>
      </w:r>
      <w:r w:rsidRPr="005D5566">
        <w:t>celle-là</w:t>
      </w:r>
      <w:r w:rsidR="001C0413">
        <w:t xml:space="preserve">, </w:t>
      </w:r>
      <w:r w:rsidRPr="005D5566">
        <w:t>émergea à la crête du mur</w:t>
      </w:r>
      <w:r w:rsidR="001C0413">
        <w:t xml:space="preserve">. </w:t>
      </w:r>
      <w:r w:rsidRPr="005D5566">
        <w:t>Saisissant sa poitrine des deux mains</w:t>
      </w:r>
      <w:r w:rsidR="001C0413">
        <w:t xml:space="preserve">, </w:t>
      </w:r>
      <w:r w:rsidRPr="005D5566">
        <w:t>la mère regardait</w:t>
      </w:r>
      <w:r w:rsidR="001C0413">
        <w:t xml:space="preserve">, </w:t>
      </w:r>
      <w:r w:rsidRPr="005D5566">
        <w:t>pétrifiée</w:t>
      </w:r>
      <w:r w:rsidR="001C0413">
        <w:t xml:space="preserve">… </w:t>
      </w:r>
      <w:r w:rsidRPr="005D5566">
        <w:t>La tête blonde et imberbe eut un élan en l</w:t>
      </w:r>
      <w:r w:rsidR="001C0413">
        <w:t>’</w:t>
      </w:r>
      <w:r w:rsidRPr="005D5566">
        <w:t>air comme pour s</w:t>
      </w:r>
      <w:r w:rsidR="001C0413">
        <w:t>’</w:t>
      </w:r>
      <w:r w:rsidRPr="005D5566">
        <w:t>arracher du corps</w:t>
      </w:r>
      <w:r w:rsidR="001C0413">
        <w:t xml:space="preserve">, </w:t>
      </w:r>
      <w:r w:rsidRPr="005D5566">
        <w:t>puis disparut derrière le mur</w:t>
      </w:r>
      <w:r w:rsidR="001C0413">
        <w:t xml:space="preserve">. </w:t>
      </w:r>
      <w:r w:rsidRPr="005D5566">
        <w:t>Les cris devenaient plus bruyants et impétueux</w:t>
      </w:r>
      <w:r w:rsidR="001C0413">
        <w:t xml:space="preserve"> ; </w:t>
      </w:r>
      <w:r w:rsidRPr="005D5566">
        <w:t>le vent les entraînait dans l</w:t>
      </w:r>
      <w:r w:rsidR="001C0413">
        <w:t>’</w:t>
      </w:r>
      <w:r w:rsidRPr="005D5566">
        <w:t>espace avec les trilles aigus des coups de sifflets</w:t>
      </w:r>
      <w:r w:rsidR="001C0413">
        <w:t xml:space="preserve">… </w:t>
      </w:r>
      <w:r w:rsidRPr="005D5566">
        <w:t>Rybine longea le mur</w:t>
      </w:r>
      <w:r w:rsidR="001C0413">
        <w:t xml:space="preserve">, </w:t>
      </w:r>
      <w:r w:rsidRPr="005D5566">
        <w:t>puis franchit un terrain qui séparait la prison des maisons de la ville</w:t>
      </w:r>
      <w:r w:rsidR="001C0413">
        <w:t xml:space="preserve">. </w:t>
      </w:r>
      <w:r w:rsidRPr="005D5566">
        <w:t>La mère trouva qu</w:t>
      </w:r>
      <w:r w:rsidR="001C0413">
        <w:t>’</w:t>
      </w:r>
      <w:r w:rsidRPr="005D5566">
        <w:t>il allait bien lentement et qu</w:t>
      </w:r>
      <w:r w:rsidR="001C0413">
        <w:t>’</w:t>
      </w:r>
      <w:r w:rsidRPr="005D5566">
        <w:t>il levait trop la tête</w:t>
      </w:r>
      <w:r w:rsidR="001C0413">
        <w:t xml:space="preserve"> ; </w:t>
      </w:r>
      <w:r w:rsidRPr="005D5566">
        <w:t>sûrement</w:t>
      </w:r>
      <w:r w:rsidR="001C0413">
        <w:t xml:space="preserve">, </w:t>
      </w:r>
      <w:r w:rsidRPr="005D5566">
        <w:t>ceux qu</w:t>
      </w:r>
      <w:r w:rsidR="001C0413">
        <w:t>’</w:t>
      </w:r>
      <w:r w:rsidRPr="005D5566">
        <w:t>il croisait n</w:t>
      </w:r>
      <w:r w:rsidR="001C0413">
        <w:t>’</w:t>
      </w:r>
      <w:r w:rsidRPr="005D5566">
        <w:t>oublieraient pas ses traits</w:t>
      </w:r>
      <w:r w:rsidR="001C0413">
        <w:t>.</w:t>
      </w:r>
    </w:p>
    <w:p w14:paraId="67AD7868" w14:textId="77777777" w:rsidR="001C0413" w:rsidRDefault="001C0413" w:rsidP="001C0413">
      <w:r>
        <w:t>— </w:t>
      </w:r>
      <w:r w:rsidR="00530790" w:rsidRPr="005D5566">
        <w:t>Vite</w:t>
      </w:r>
      <w:r>
        <w:t xml:space="preserve">… </w:t>
      </w:r>
      <w:r w:rsidR="00530790" w:rsidRPr="005D5566">
        <w:t>plus vite</w:t>
      </w:r>
      <w:r>
        <w:t xml:space="preserve"> !… </w:t>
      </w:r>
      <w:r w:rsidR="00530790" w:rsidRPr="005D5566">
        <w:t>chuchota-t-elle</w:t>
      </w:r>
      <w:r>
        <w:t>.</w:t>
      </w:r>
    </w:p>
    <w:p w14:paraId="3213BE84" w14:textId="77777777" w:rsidR="001C0413" w:rsidRDefault="00530790" w:rsidP="001C0413">
      <w:r w:rsidRPr="005D5566">
        <w:t>Dans la cour de la prison</w:t>
      </w:r>
      <w:r w:rsidR="001C0413">
        <w:t xml:space="preserve">, </w:t>
      </w:r>
      <w:r w:rsidRPr="005D5566">
        <w:t>quelque chose claqua sèchement</w:t>
      </w:r>
      <w:r w:rsidR="001C0413">
        <w:t xml:space="preserve">… </w:t>
      </w:r>
      <w:r w:rsidRPr="005D5566">
        <w:t>on entendit le son grêle du verre brisé</w:t>
      </w:r>
      <w:r w:rsidR="001C0413">
        <w:t xml:space="preserve">. </w:t>
      </w:r>
      <w:r w:rsidRPr="005D5566">
        <w:t>S</w:t>
      </w:r>
      <w:r w:rsidR="001C0413">
        <w:t>’</w:t>
      </w:r>
      <w:r w:rsidRPr="005D5566">
        <w:t>appuyant au sol de toute sa force</w:t>
      </w:r>
      <w:r w:rsidR="001C0413">
        <w:t xml:space="preserve">, </w:t>
      </w:r>
      <w:r w:rsidRPr="005D5566">
        <w:t>le soldat tirait le cheval à lui</w:t>
      </w:r>
      <w:r w:rsidR="001C0413">
        <w:t xml:space="preserve"> ; </w:t>
      </w:r>
      <w:r w:rsidRPr="005D5566">
        <w:t>l</w:t>
      </w:r>
      <w:r w:rsidR="001C0413">
        <w:t>’</w:t>
      </w:r>
      <w:r w:rsidRPr="005D5566">
        <w:t>autre portait son poing à la bouche</w:t>
      </w:r>
      <w:r w:rsidR="001C0413">
        <w:t xml:space="preserve">, </w:t>
      </w:r>
      <w:r w:rsidRPr="005D5566">
        <w:t>criait on ne sait quoi dans la direction de la prison</w:t>
      </w:r>
      <w:r w:rsidR="001C0413">
        <w:t xml:space="preserve">, </w:t>
      </w:r>
      <w:r w:rsidRPr="005D5566">
        <w:t>puis tendait l</w:t>
      </w:r>
      <w:r w:rsidR="001C0413">
        <w:t>’</w:t>
      </w:r>
      <w:r w:rsidRPr="005D5566">
        <w:t>oreille et tournait la tête de ce côté-là</w:t>
      </w:r>
      <w:r w:rsidR="001C0413">
        <w:t>.</w:t>
      </w:r>
    </w:p>
    <w:p w14:paraId="71F487F9" w14:textId="77777777" w:rsidR="001C0413" w:rsidRDefault="00530790" w:rsidP="001C0413">
      <w:r w:rsidRPr="005D5566">
        <w:t>Crispée</w:t>
      </w:r>
      <w:r w:rsidR="001C0413">
        <w:t xml:space="preserve">, </w:t>
      </w:r>
      <w:r w:rsidRPr="005D5566">
        <w:t>la mère regardait</w:t>
      </w:r>
      <w:r w:rsidR="001C0413">
        <w:t xml:space="preserve"> ; </w:t>
      </w:r>
      <w:r w:rsidRPr="005D5566">
        <w:t>ses yeux</w:t>
      </w:r>
      <w:r w:rsidR="001C0413">
        <w:t xml:space="preserve">, </w:t>
      </w:r>
      <w:r w:rsidRPr="005D5566">
        <w:t>qui avaient tout vu</w:t>
      </w:r>
      <w:r w:rsidR="001C0413">
        <w:t xml:space="preserve">, </w:t>
      </w:r>
      <w:r w:rsidRPr="005D5566">
        <w:t>ne croyaient à rien</w:t>
      </w:r>
      <w:r w:rsidR="001C0413">
        <w:t xml:space="preserve">. </w:t>
      </w:r>
      <w:r w:rsidRPr="005D5566">
        <w:t>L</w:t>
      </w:r>
      <w:r w:rsidR="001C0413">
        <w:t>’</w:t>
      </w:r>
      <w:r w:rsidRPr="005D5566">
        <w:t>évasion</w:t>
      </w:r>
      <w:r w:rsidR="001C0413">
        <w:t xml:space="preserve">, </w:t>
      </w:r>
      <w:r w:rsidRPr="005D5566">
        <w:t>qu</w:t>
      </w:r>
      <w:r w:rsidR="001C0413">
        <w:t>’</w:t>
      </w:r>
      <w:r w:rsidRPr="005D5566">
        <w:t>elle s</w:t>
      </w:r>
      <w:r w:rsidR="001C0413">
        <w:t>’</w:t>
      </w:r>
      <w:r w:rsidRPr="005D5566">
        <w:t>était figurée si terrible et compliquée</w:t>
      </w:r>
      <w:r w:rsidR="001C0413">
        <w:t xml:space="preserve">, </w:t>
      </w:r>
      <w:r w:rsidRPr="005D5566">
        <w:t>s</w:t>
      </w:r>
      <w:r w:rsidR="001C0413">
        <w:t>’</w:t>
      </w:r>
      <w:r w:rsidRPr="005D5566">
        <w:t>était faite trop vite et trop simplement pour qu</w:t>
      </w:r>
      <w:r w:rsidR="001C0413">
        <w:t>’</w:t>
      </w:r>
      <w:r w:rsidRPr="005D5566">
        <w:t>elle en eût pleinement conscience</w:t>
      </w:r>
      <w:r w:rsidR="001C0413">
        <w:t xml:space="preserve">. </w:t>
      </w:r>
      <w:r w:rsidRPr="005D5566">
        <w:t>Dans la rue</w:t>
      </w:r>
      <w:r w:rsidR="001C0413">
        <w:t xml:space="preserve">, </w:t>
      </w:r>
      <w:r w:rsidRPr="005D5566">
        <w:t>on ne voyait déjà plus Rybine</w:t>
      </w:r>
      <w:r w:rsidR="001C0413">
        <w:t xml:space="preserve">. </w:t>
      </w:r>
      <w:r w:rsidRPr="005D5566">
        <w:t>Un homme de haute taille vêtu d</w:t>
      </w:r>
      <w:r w:rsidR="001C0413">
        <w:t>’</w:t>
      </w:r>
      <w:r w:rsidRPr="005D5566">
        <w:t>un long pardessus et une fillette étaient les seuls passants</w:t>
      </w:r>
      <w:r w:rsidR="001C0413">
        <w:t xml:space="preserve">… </w:t>
      </w:r>
      <w:r w:rsidRPr="005D5566">
        <w:t>Trois surveillants se montrèrent au coin de la prison</w:t>
      </w:r>
      <w:r w:rsidR="001C0413">
        <w:t xml:space="preserve"> ; </w:t>
      </w:r>
      <w:r w:rsidRPr="005D5566">
        <w:t>ils couraient serrés l</w:t>
      </w:r>
      <w:r w:rsidR="001C0413">
        <w:t>’</w:t>
      </w:r>
      <w:r w:rsidRPr="005D5566">
        <w:t>un contre l</w:t>
      </w:r>
      <w:r w:rsidR="001C0413">
        <w:t>’</w:t>
      </w:r>
      <w:r w:rsidRPr="005D5566">
        <w:t>autre</w:t>
      </w:r>
      <w:r w:rsidR="001C0413">
        <w:t xml:space="preserve">, </w:t>
      </w:r>
      <w:r w:rsidRPr="005D5566">
        <w:t>le bras droit tendu en avant</w:t>
      </w:r>
      <w:r w:rsidR="001C0413">
        <w:t xml:space="preserve">. </w:t>
      </w:r>
      <w:r w:rsidRPr="005D5566">
        <w:t>Un des soldats se précipita à leur rencontre</w:t>
      </w:r>
      <w:r w:rsidR="001C0413">
        <w:t xml:space="preserve"> ; </w:t>
      </w:r>
      <w:r w:rsidRPr="005D5566">
        <w:t>l</w:t>
      </w:r>
      <w:r w:rsidR="001C0413">
        <w:t>’</w:t>
      </w:r>
      <w:r w:rsidRPr="005D5566">
        <w:t>autre suivait le cheval essayant de sauter à sa tête</w:t>
      </w:r>
      <w:r w:rsidR="001C0413">
        <w:t xml:space="preserve">, </w:t>
      </w:r>
      <w:r w:rsidRPr="005D5566">
        <w:t>qui se dérobait et bondissait</w:t>
      </w:r>
      <w:r w:rsidR="001C0413">
        <w:t xml:space="preserve"> ; </w:t>
      </w:r>
      <w:r w:rsidRPr="005D5566">
        <w:t>il sembla à la mère que tout oscillait autour d</w:t>
      </w:r>
      <w:r w:rsidR="001C0413">
        <w:t>’</w:t>
      </w:r>
      <w:r w:rsidRPr="005D5566">
        <w:t>elle</w:t>
      </w:r>
      <w:r w:rsidR="001C0413">
        <w:t xml:space="preserve">. </w:t>
      </w:r>
      <w:r w:rsidRPr="005D5566">
        <w:t>Les coups de sifflet déchiraient l</w:t>
      </w:r>
      <w:r w:rsidR="001C0413">
        <w:t>’</w:t>
      </w:r>
      <w:r w:rsidRPr="005D5566">
        <w:t xml:space="preserve">air de leur trille incessant et </w:t>
      </w:r>
      <w:r w:rsidRPr="005D5566">
        <w:lastRenderedPageBreak/>
        <w:t>désespéré</w:t>
      </w:r>
      <w:r w:rsidR="001C0413">
        <w:t xml:space="preserve">. </w:t>
      </w:r>
      <w:r w:rsidRPr="005D5566">
        <w:t>Pélaguée comprit alors le danger qu</w:t>
      </w:r>
      <w:r w:rsidR="001C0413">
        <w:t>’</w:t>
      </w:r>
      <w:r w:rsidRPr="005D5566">
        <w:t>elle courait</w:t>
      </w:r>
      <w:r w:rsidR="001C0413">
        <w:t xml:space="preserve">. </w:t>
      </w:r>
      <w:r w:rsidRPr="005D5566">
        <w:t>Toute frémissante</w:t>
      </w:r>
      <w:r w:rsidR="001C0413">
        <w:t xml:space="preserve">, </w:t>
      </w:r>
      <w:r w:rsidRPr="005D5566">
        <w:t>elle s</w:t>
      </w:r>
      <w:r w:rsidR="001C0413">
        <w:t>’</w:t>
      </w:r>
      <w:r w:rsidRPr="005D5566">
        <w:t>en alla le long de la clôture du cimetière</w:t>
      </w:r>
      <w:r w:rsidR="001C0413">
        <w:t xml:space="preserve">, </w:t>
      </w:r>
      <w:r w:rsidRPr="005D5566">
        <w:t>suivant de l</w:t>
      </w:r>
      <w:r w:rsidR="001C0413">
        <w:t>’</w:t>
      </w:r>
      <w:r w:rsidRPr="005D5566">
        <w:t>œil les gardiens</w:t>
      </w:r>
      <w:r w:rsidR="001C0413">
        <w:t xml:space="preserve"> ; </w:t>
      </w:r>
      <w:r w:rsidRPr="005D5566">
        <w:t>ceux-ci s</w:t>
      </w:r>
      <w:r w:rsidR="001C0413">
        <w:t>’</w:t>
      </w:r>
      <w:r w:rsidRPr="005D5566">
        <w:t>élancèrent vers l</w:t>
      </w:r>
      <w:r w:rsidR="001C0413">
        <w:t>’</w:t>
      </w:r>
      <w:r w:rsidRPr="005D5566">
        <w:t>autre coin de la prison et disparurent</w:t>
      </w:r>
      <w:r w:rsidR="001C0413">
        <w:t xml:space="preserve">, </w:t>
      </w:r>
      <w:r w:rsidRPr="005D5566">
        <w:t>ainsi que les soldats</w:t>
      </w:r>
      <w:r w:rsidR="001C0413">
        <w:rPr>
          <w:rFonts w:eastAsia="Georgia" w:cs="Georgia"/>
        </w:rPr>
        <w:t xml:space="preserve">… </w:t>
      </w:r>
      <w:r w:rsidRPr="005D5566">
        <w:t>Elle vit le sous-directeur</w:t>
      </w:r>
      <w:r w:rsidR="001C0413">
        <w:t xml:space="preserve">, </w:t>
      </w:r>
      <w:r w:rsidRPr="005D5566">
        <w:t>qu</w:t>
      </w:r>
      <w:r w:rsidR="001C0413">
        <w:t>’</w:t>
      </w:r>
      <w:r w:rsidRPr="005D5566">
        <w:t>elle connaissait bien</w:t>
      </w:r>
      <w:r w:rsidR="001C0413">
        <w:t xml:space="preserve">, </w:t>
      </w:r>
      <w:r w:rsidRPr="005D5566">
        <w:t>prendre la même direction</w:t>
      </w:r>
      <w:r w:rsidR="001C0413">
        <w:t xml:space="preserve"> ; </w:t>
      </w:r>
      <w:r w:rsidRPr="005D5566">
        <w:t>son uniforme était déboutonné</w:t>
      </w:r>
      <w:r w:rsidR="001C0413">
        <w:t xml:space="preserve">… </w:t>
      </w:r>
      <w:r w:rsidRPr="005D5566">
        <w:t>Des agents survinrent</w:t>
      </w:r>
      <w:r w:rsidR="001C0413">
        <w:t xml:space="preserve">, </w:t>
      </w:r>
      <w:r w:rsidRPr="005D5566">
        <w:t>la foule s</w:t>
      </w:r>
      <w:r w:rsidR="001C0413">
        <w:t>’</w:t>
      </w:r>
      <w:r w:rsidRPr="005D5566">
        <w:t>assembla</w:t>
      </w:r>
      <w:r w:rsidR="001C0413">
        <w:t>…</w:t>
      </w:r>
    </w:p>
    <w:p w14:paraId="295BA92B" w14:textId="77777777" w:rsidR="001C0413" w:rsidRDefault="00530790" w:rsidP="001C0413">
      <w:r w:rsidRPr="005D5566">
        <w:t>Le vent tourbillonnait et se démenait comme s</w:t>
      </w:r>
      <w:r w:rsidR="001C0413">
        <w:t>’</w:t>
      </w:r>
      <w:r w:rsidRPr="005D5566">
        <w:t>il eût été satisfait</w:t>
      </w:r>
      <w:r w:rsidR="001C0413">
        <w:t xml:space="preserve"> ; </w:t>
      </w:r>
      <w:r w:rsidRPr="005D5566">
        <w:t>il apportait aux oreilles de Pélaguée des lambeaux d</w:t>
      </w:r>
      <w:r w:rsidR="001C0413">
        <w:t>’</w:t>
      </w:r>
      <w:r w:rsidRPr="005D5566">
        <w:t>exclamations confuses</w:t>
      </w:r>
      <w:r w:rsidR="001C0413">
        <w:t> :</w:t>
      </w:r>
    </w:p>
    <w:p w14:paraId="057904A9" w14:textId="77777777" w:rsidR="001C0413" w:rsidRDefault="001C0413" w:rsidP="001C0413">
      <w:r>
        <w:t>— </w:t>
      </w:r>
      <w:r w:rsidR="00530790" w:rsidRPr="005D5566">
        <w:t>Elle est encore là</w:t>
      </w:r>
      <w:r>
        <w:t> !</w:t>
      </w:r>
    </w:p>
    <w:p w14:paraId="3E759C31" w14:textId="77777777" w:rsidR="001C0413" w:rsidRDefault="001C0413" w:rsidP="001C0413">
      <w:r>
        <w:t>— </w:t>
      </w:r>
      <w:r w:rsidR="00530790" w:rsidRPr="005D5566">
        <w:t>L</w:t>
      </w:r>
      <w:r>
        <w:t>’</w:t>
      </w:r>
      <w:r w:rsidR="00530790" w:rsidRPr="005D5566">
        <w:t>échelle</w:t>
      </w:r>
      <w:r>
        <w:t> ?</w:t>
      </w:r>
    </w:p>
    <w:p w14:paraId="311FA6F4" w14:textId="77777777" w:rsidR="001C0413" w:rsidRDefault="001C0413" w:rsidP="001C0413">
      <w:r>
        <w:t>— </w:t>
      </w:r>
      <w:r w:rsidR="00530790" w:rsidRPr="005D5566">
        <w:t>Que le diable vous emporte</w:t>
      </w:r>
      <w:r>
        <w:t xml:space="preserve"> ! </w:t>
      </w:r>
      <w:r w:rsidR="00530790" w:rsidRPr="005D5566">
        <w:t>qu</w:t>
      </w:r>
      <w:r>
        <w:t>’</w:t>
      </w:r>
      <w:r w:rsidR="00530790" w:rsidRPr="005D5566">
        <w:t>avez-vous donc</w:t>
      </w:r>
      <w:r>
        <w:t> ?…</w:t>
      </w:r>
    </w:p>
    <w:p w14:paraId="185ED914" w14:textId="77777777" w:rsidR="001C0413" w:rsidRDefault="00530790" w:rsidP="001C0413">
      <w:r w:rsidRPr="005D5566">
        <w:t>De nouveau</w:t>
      </w:r>
      <w:r w:rsidR="001C0413">
        <w:t xml:space="preserve">, </w:t>
      </w:r>
      <w:r w:rsidRPr="005D5566">
        <w:t>des coups de sifflets retentirent</w:t>
      </w:r>
      <w:r w:rsidR="001C0413">
        <w:t xml:space="preserve">. </w:t>
      </w:r>
      <w:r w:rsidRPr="005D5566">
        <w:t>Ce tumulte enchanta la mère</w:t>
      </w:r>
      <w:r w:rsidR="001C0413">
        <w:t xml:space="preserve"> ; </w:t>
      </w:r>
      <w:r w:rsidRPr="005D5566">
        <w:t>elle hâta le pas</w:t>
      </w:r>
      <w:r w:rsidR="001C0413">
        <w:t xml:space="preserve">, </w:t>
      </w:r>
      <w:r w:rsidRPr="005D5566">
        <w:t>se disant</w:t>
      </w:r>
      <w:r w:rsidR="001C0413">
        <w:t> :</w:t>
      </w:r>
    </w:p>
    <w:p w14:paraId="54EAAAB4" w14:textId="77777777" w:rsidR="001C0413" w:rsidRDefault="001C0413" w:rsidP="001C0413">
      <w:r>
        <w:t>— </w:t>
      </w:r>
      <w:r w:rsidR="00530790" w:rsidRPr="005D5566">
        <w:t>Donc</w:t>
      </w:r>
      <w:r>
        <w:t xml:space="preserve">, </w:t>
      </w:r>
      <w:r w:rsidR="00530790" w:rsidRPr="005D5566">
        <w:t>c</w:t>
      </w:r>
      <w:r>
        <w:t>’</w:t>
      </w:r>
      <w:r w:rsidR="00530790" w:rsidRPr="005D5566">
        <w:t>était possible</w:t>
      </w:r>
      <w:r>
        <w:t xml:space="preserve"> !… </w:t>
      </w:r>
      <w:r w:rsidR="00530790" w:rsidRPr="005D5566">
        <w:t>il aurait pu s</w:t>
      </w:r>
      <w:r>
        <w:t>’</w:t>
      </w:r>
      <w:r w:rsidR="00530790" w:rsidRPr="005D5566">
        <w:t>il avait voulu</w:t>
      </w:r>
      <w:r>
        <w:t> !…</w:t>
      </w:r>
    </w:p>
    <w:p w14:paraId="22CEF38C" w14:textId="77777777" w:rsidR="001C0413" w:rsidRDefault="00530790" w:rsidP="001C0413">
      <w:r w:rsidRPr="005D5566">
        <w:t>Soudain</w:t>
      </w:r>
      <w:r w:rsidR="001C0413">
        <w:t xml:space="preserve">, </w:t>
      </w:r>
      <w:r w:rsidRPr="005D5566">
        <w:t>à un angle de la clôture</w:t>
      </w:r>
      <w:r w:rsidR="001C0413">
        <w:t xml:space="preserve">, </w:t>
      </w:r>
      <w:r w:rsidRPr="005D5566">
        <w:t>elle se heurta à deux agents de police</w:t>
      </w:r>
      <w:r w:rsidR="001C0413">
        <w:t xml:space="preserve">, </w:t>
      </w:r>
      <w:r w:rsidRPr="005D5566">
        <w:t>accompagnés d</w:t>
      </w:r>
      <w:r w:rsidR="001C0413">
        <w:t>’</w:t>
      </w:r>
      <w:r w:rsidRPr="005D5566">
        <w:t>un sergent</w:t>
      </w:r>
      <w:r w:rsidR="001C0413">
        <w:t>.</w:t>
      </w:r>
    </w:p>
    <w:p w14:paraId="65D35EF3" w14:textId="77777777" w:rsidR="001C0413" w:rsidRDefault="001C0413" w:rsidP="001C0413">
      <w:r>
        <w:t>— </w:t>
      </w:r>
      <w:r w:rsidR="00530790" w:rsidRPr="005D5566">
        <w:t>Arrête</w:t>
      </w:r>
      <w:r>
        <w:t xml:space="preserve"> ! </w:t>
      </w:r>
      <w:r w:rsidR="00530790" w:rsidRPr="005D5566">
        <w:t>s</w:t>
      </w:r>
      <w:r>
        <w:t>’</w:t>
      </w:r>
      <w:r w:rsidR="00530790" w:rsidRPr="005D5566">
        <w:t>écria celui-ci</w:t>
      </w:r>
      <w:r>
        <w:t xml:space="preserve">, </w:t>
      </w:r>
      <w:r w:rsidR="00530790" w:rsidRPr="005D5566">
        <w:t>haletant</w:t>
      </w:r>
      <w:r>
        <w:t xml:space="preserve">… </w:t>
      </w:r>
      <w:r w:rsidR="00530790" w:rsidRPr="005D5566">
        <w:t>Tu n</w:t>
      </w:r>
      <w:r>
        <w:t>’</w:t>
      </w:r>
      <w:r w:rsidR="00530790" w:rsidRPr="005D5566">
        <w:t>as pas vu un homme</w:t>
      </w:r>
      <w:r>
        <w:t xml:space="preserve">… </w:t>
      </w:r>
      <w:r w:rsidR="00530790" w:rsidRPr="005D5566">
        <w:t>avec une barbe</w:t>
      </w:r>
      <w:r>
        <w:t xml:space="preserve"> ? </w:t>
      </w:r>
      <w:r w:rsidR="00530790" w:rsidRPr="005D5566">
        <w:t>Il n</w:t>
      </w:r>
      <w:r>
        <w:t>’</w:t>
      </w:r>
      <w:r w:rsidR="00530790" w:rsidRPr="005D5566">
        <w:t>a pas couru par ici</w:t>
      </w:r>
      <w:r>
        <w:t> ?</w:t>
      </w:r>
    </w:p>
    <w:p w14:paraId="6F583C53" w14:textId="77777777" w:rsidR="001C0413" w:rsidRDefault="00530790" w:rsidP="001C0413">
      <w:r w:rsidRPr="005D5566">
        <w:t>Elle montra du doigt la campagne et répondit tranquillement</w:t>
      </w:r>
      <w:r w:rsidR="001C0413">
        <w:t> :</w:t>
      </w:r>
    </w:p>
    <w:p w14:paraId="0BC260E2" w14:textId="77777777" w:rsidR="001C0413" w:rsidRDefault="001C0413" w:rsidP="001C0413">
      <w:r>
        <w:t>— </w:t>
      </w:r>
      <w:r w:rsidR="00530790" w:rsidRPr="005D5566">
        <w:t>Oui</w:t>
      </w:r>
      <w:r>
        <w:t xml:space="preserve">, </w:t>
      </w:r>
      <w:r w:rsidR="00530790" w:rsidRPr="005D5566">
        <w:t>il s</w:t>
      </w:r>
      <w:r>
        <w:t>’</w:t>
      </w:r>
      <w:r w:rsidR="00530790" w:rsidRPr="005D5566">
        <w:t>est dirigé par là</w:t>
      </w:r>
      <w:r>
        <w:t> !…</w:t>
      </w:r>
    </w:p>
    <w:p w14:paraId="3FFA38FB" w14:textId="77777777" w:rsidR="001C0413" w:rsidRDefault="001C0413" w:rsidP="001C0413">
      <w:r>
        <w:t>— </w:t>
      </w:r>
      <w:r w:rsidR="00530790" w:rsidRPr="005D5566">
        <w:t>Jégourov</w:t>
      </w:r>
      <w:r>
        <w:t xml:space="preserve"> ! </w:t>
      </w:r>
      <w:r w:rsidR="00530790" w:rsidRPr="005D5566">
        <w:t>Cours</w:t>
      </w:r>
      <w:r>
        <w:t xml:space="preserve">… </w:t>
      </w:r>
      <w:r w:rsidR="00530790" w:rsidRPr="005D5566">
        <w:t>siffle</w:t>
      </w:r>
      <w:r>
        <w:t xml:space="preserve"> ! </w:t>
      </w:r>
      <w:r w:rsidR="00530790" w:rsidRPr="005D5566">
        <w:t>hurla le sergent</w:t>
      </w:r>
      <w:r>
        <w:t xml:space="preserve">. </w:t>
      </w:r>
      <w:r w:rsidR="00530790" w:rsidRPr="005D5566">
        <w:t>Il y a longtemps</w:t>
      </w:r>
      <w:r>
        <w:t> ?…</w:t>
      </w:r>
    </w:p>
    <w:p w14:paraId="3B33AFD3" w14:textId="77777777" w:rsidR="001C0413" w:rsidRDefault="001C0413" w:rsidP="001C0413">
      <w:r>
        <w:t>— </w:t>
      </w:r>
      <w:r w:rsidR="00530790" w:rsidRPr="005D5566">
        <w:t>Une minute</w:t>
      </w:r>
      <w:r>
        <w:t xml:space="preserve">, </w:t>
      </w:r>
      <w:r w:rsidR="00530790" w:rsidRPr="005D5566">
        <w:t>peut-être</w:t>
      </w:r>
      <w:r>
        <w:t>…</w:t>
      </w:r>
    </w:p>
    <w:p w14:paraId="463850F7" w14:textId="77777777" w:rsidR="001C0413" w:rsidRDefault="00530790" w:rsidP="001C0413">
      <w:r w:rsidRPr="005D5566">
        <w:lastRenderedPageBreak/>
        <w:t>Mais sa voix fut dominée par un coup de sifflet</w:t>
      </w:r>
      <w:r w:rsidR="001C0413">
        <w:t xml:space="preserve">. </w:t>
      </w:r>
      <w:r w:rsidRPr="005D5566">
        <w:t>Sans attendre la réponse</w:t>
      </w:r>
      <w:r w:rsidR="001C0413">
        <w:t xml:space="preserve">, </w:t>
      </w:r>
      <w:r w:rsidRPr="005D5566">
        <w:t>le sergent se mit à courir parmi les tas de boue gelée</w:t>
      </w:r>
      <w:r w:rsidR="001C0413">
        <w:t xml:space="preserve">, </w:t>
      </w:r>
      <w:r w:rsidRPr="005D5566">
        <w:t>en agitant les mains dans la direction des jardins</w:t>
      </w:r>
      <w:r w:rsidR="001C0413">
        <w:t xml:space="preserve">. </w:t>
      </w:r>
      <w:r w:rsidRPr="005D5566">
        <w:t>Tête baissée</w:t>
      </w:r>
      <w:r w:rsidR="001C0413">
        <w:t xml:space="preserve">, </w:t>
      </w:r>
      <w:r w:rsidRPr="005D5566">
        <w:t>le sifflet à la bouche</w:t>
      </w:r>
      <w:r w:rsidR="001C0413">
        <w:t xml:space="preserve">, </w:t>
      </w:r>
      <w:r w:rsidRPr="005D5566">
        <w:t>les agents de police se précipitèrent sur ses traces</w:t>
      </w:r>
      <w:r w:rsidR="001C0413">
        <w:t>…</w:t>
      </w:r>
    </w:p>
    <w:p w14:paraId="4A48F535" w14:textId="77777777" w:rsidR="001C0413" w:rsidRDefault="00530790" w:rsidP="001C0413">
      <w:r w:rsidRPr="005D5566">
        <w:t>La mère les suivit un instant de l</w:t>
      </w:r>
      <w:r w:rsidR="001C0413">
        <w:t>’</w:t>
      </w:r>
      <w:r w:rsidRPr="005D5566">
        <w:t>œil et rentra à la maison</w:t>
      </w:r>
      <w:r w:rsidR="001C0413">
        <w:t xml:space="preserve">. </w:t>
      </w:r>
      <w:r w:rsidRPr="005D5566">
        <w:t>Sans penser à rien en particulier</w:t>
      </w:r>
      <w:r w:rsidR="001C0413">
        <w:t xml:space="preserve">, </w:t>
      </w:r>
      <w:r w:rsidRPr="005D5566">
        <w:t>elle regrettait quelque chose</w:t>
      </w:r>
      <w:r w:rsidR="001C0413">
        <w:t xml:space="preserve"> ; </w:t>
      </w:r>
      <w:r w:rsidRPr="005D5566">
        <w:t>elle avait dans le cœur de l</w:t>
      </w:r>
      <w:r w:rsidR="001C0413">
        <w:t>’</w:t>
      </w:r>
      <w:r w:rsidRPr="005D5566">
        <w:t>amertume et du dépit</w:t>
      </w:r>
      <w:r w:rsidR="001C0413">
        <w:t xml:space="preserve">… </w:t>
      </w:r>
      <w:r w:rsidRPr="005D5566">
        <w:t>Lorsqu</w:t>
      </w:r>
      <w:r w:rsidR="001C0413">
        <w:t>’</w:t>
      </w:r>
      <w:r w:rsidRPr="005D5566">
        <w:t>elle arriva près de la ville</w:t>
      </w:r>
      <w:r w:rsidR="001C0413">
        <w:t xml:space="preserve">, </w:t>
      </w:r>
      <w:r w:rsidRPr="005D5566">
        <w:t>un fiacre la fit s</w:t>
      </w:r>
      <w:r w:rsidR="001C0413">
        <w:t>’</w:t>
      </w:r>
      <w:r w:rsidRPr="005D5566">
        <w:t>arrêter</w:t>
      </w:r>
      <w:r w:rsidR="001C0413">
        <w:t xml:space="preserve">. </w:t>
      </w:r>
      <w:r w:rsidRPr="005D5566">
        <w:t>Elle leva la tête et aperçut dans la voiture un jeune homme à la moustache blonde</w:t>
      </w:r>
      <w:r w:rsidR="001C0413">
        <w:t xml:space="preserve">, </w:t>
      </w:r>
      <w:r w:rsidRPr="005D5566">
        <w:t>au visage pâle et fatigué</w:t>
      </w:r>
      <w:r w:rsidR="001C0413">
        <w:t xml:space="preserve">. </w:t>
      </w:r>
      <w:r w:rsidRPr="005D5566">
        <w:t>Il la regarda aussi</w:t>
      </w:r>
      <w:r w:rsidR="001C0413">
        <w:t xml:space="preserve">. </w:t>
      </w:r>
      <w:r w:rsidRPr="005D5566">
        <w:t>Il était assis de biais</w:t>
      </w:r>
      <w:r w:rsidR="001C0413">
        <w:t xml:space="preserve"> ; </w:t>
      </w:r>
      <w:r w:rsidRPr="005D5566">
        <w:t>c</w:t>
      </w:r>
      <w:r w:rsidR="001C0413">
        <w:t>’</w:t>
      </w:r>
      <w:r w:rsidRPr="005D5566">
        <w:t>est peut-être pourquoi son épaule droite était plus haute que la gauche</w:t>
      </w:r>
      <w:r w:rsidR="001C0413">
        <w:t>…</w:t>
      </w:r>
    </w:p>
    <w:p w14:paraId="049E72BD" w14:textId="77777777" w:rsidR="001C0413" w:rsidRDefault="00530790" w:rsidP="001C0413">
      <w:r w:rsidRPr="005D5566">
        <w:t>Nicolas accueillit la mère avec un soupir de soulagement</w:t>
      </w:r>
      <w:r w:rsidR="001C0413">
        <w:t>.</w:t>
      </w:r>
    </w:p>
    <w:p w14:paraId="368056A2" w14:textId="77777777" w:rsidR="001C0413" w:rsidRDefault="001C0413" w:rsidP="001C0413">
      <w:r>
        <w:t>— </w:t>
      </w:r>
      <w:r w:rsidR="00530790" w:rsidRPr="005D5566">
        <w:t>Vous êtes saine et sauve</w:t>
      </w:r>
      <w:r>
        <w:t xml:space="preserve"> ? </w:t>
      </w:r>
      <w:r w:rsidR="00530790" w:rsidRPr="005D5566">
        <w:t>Eh bien</w:t>
      </w:r>
      <w:r>
        <w:t xml:space="preserve">, </w:t>
      </w:r>
      <w:r w:rsidR="00530790" w:rsidRPr="005D5566">
        <w:t>comment cela s</w:t>
      </w:r>
      <w:r>
        <w:t>’</w:t>
      </w:r>
      <w:r w:rsidR="00530790" w:rsidRPr="005D5566">
        <w:t>est-il passé</w:t>
      </w:r>
      <w:r>
        <w:t> ?</w:t>
      </w:r>
    </w:p>
    <w:p w14:paraId="2B91E169" w14:textId="77777777" w:rsidR="001C0413" w:rsidRDefault="00530790" w:rsidP="001C0413">
      <w:r w:rsidRPr="005D5566">
        <w:t>Tout en s</w:t>
      </w:r>
      <w:r w:rsidR="001C0413">
        <w:t>’</w:t>
      </w:r>
      <w:r w:rsidRPr="005D5566">
        <w:t>efforçant de se remémorer les moindres détails</w:t>
      </w:r>
      <w:r w:rsidR="001C0413">
        <w:t xml:space="preserve">, </w:t>
      </w:r>
      <w:r w:rsidRPr="005D5566">
        <w:t>elle raconta l</w:t>
      </w:r>
      <w:r w:rsidR="001C0413">
        <w:t>’</w:t>
      </w:r>
      <w:r w:rsidRPr="005D5566">
        <w:t>évasion</w:t>
      </w:r>
      <w:r w:rsidR="001C0413">
        <w:t xml:space="preserve">, </w:t>
      </w:r>
      <w:r w:rsidRPr="005D5566">
        <w:t>comme si elle eût répété une histoire invraisemblable</w:t>
      </w:r>
      <w:r w:rsidR="001C0413">
        <w:t>.</w:t>
      </w:r>
    </w:p>
    <w:p w14:paraId="7706857F" w14:textId="77777777" w:rsidR="001C0413" w:rsidRDefault="001C0413" w:rsidP="001C0413">
      <w:r>
        <w:t>— </w:t>
      </w:r>
      <w:r w:rsidR="00530790" w:rsidRPr="005D5566">
        <w:t>Voyez-vous</w:t>
      </w:r>
      <w:r>
        <w:t xml:space="preserve">, </w:t>
      </w:r>
      <w:r w:rsidR="00530790" w:rsidRPr="005D5566">
        <w:t>nous avons de la chance</w:t>
      </w:r>
      <w:r>
        <w:t xml:space="preserve"> ! </w:t>
      </w:r>
      <w:r w:rsidR="00530790" w:rsidRPr="005D5566">
        <w:t>dit Nicolas en se frottant les mains</w:t>
      </w:r>
      <w:r>
        <w:t xml:space="preserve">. </w:t>
      </w:r>
      <w:r w:rsidR="00530790" w:rsidRPr="005D5566">
        <w:t>Mais que j</w:t>
      </w:r>
      <w:r>
        <w:t>’</w:t>
      </w:r>
      <w:r w:rsidR="00530790" w:rsidRPr="005D5566">
        <w:t>ai donc eu peur à cause de vous</w:t>
      </w:r>
      <w:r>
        <w:t xml:space="preserve"> ! </w:t>
      </w:r>
      <w:r w:rsidR="00530790" w:rsidRPr="005D5566">
        <w:t>Vous ne pouvez pas vous imaginer</w:t>
      </w:r>
      <w:r>
        <w:t xml:space="preserve"> !… </w:t>
      </w:r>
      <w:r w:rsidR="00530790" w:rsidRPr="005D5566">
        <w:t>N</w:t>
      </w:r>
      <w:r>
        <w:t>’</w:t>
      </w:r>
      <w:r w:rsidR="00530790" w:rsidRPr="005D5566">
        <w:t>ayez pas peur du jugement</w:t>
      </w:r>
      <w:r>
        <w:t xml:space="preserve">, </w:t>
      </w:r>
      <w:r w:rsidR="00530790" w:rsidRPr="005D5566">
        <w:t>mère</w:t>
      </w:r>
      <w:r>
        <w:t xml:space="preserve">… </w:t>
      </w:r>
      <w:r w:rsidR="00530790" w:rsidRPr="005D5566">
        <w:t>Plus vite il arrivera</w:t>
      </w:r>
      <w:r>
        <w:t xml:space="preserve">, </w:t>
      </w:r>
      <w:r w:rsidR="00530790" w:rsidRPr="005D5566">
        <w:t>plus le jour de la libération de Pavel sera proche</w:t>
      </w:r>
      <w:r>
        <w:t xml:space="preserve">, </w:t>
      </w:r>
      <w:r w:rsidR="00530790" w:rsidRPr="005D5566">
        <w:t>croyez-le</w:t>
      </w:r>
      <w:r>
        <w:t xml:space="preserve"> ! </w:t>
      </w:r>
      <w:r w:rsidR="00530790" w:rsidRPr="005D5566">
        <w:t>Peut-être même pourra-t-il s</w:t>
      </w:r>
      <w:r>
        <w:t>’</w:t>
      </w:r>
      <w:r w:rsidR="00530790" w:rsidRPr="005D5566">
        <w:t>évader en partant pour la Sibérie</w:t>
      </w:r>
      <w:r>
        <w:t xml:space="preserve">… </w:t>
      </w:r>
      <w:r w:rsidR="00530790" w:rsidRPr="005D5566">
        <w:t>Quant au jugement</w:t>
      </w:r>
      <w:r>
        <w:t xml:space="preserve">, </w:t>
      </w:r>
      <w:r w:rsidR="00530790" w:rsidRPr="005D5566">
        <w:t>voilà à peu près ce que c</w:t>
      </w:r>
      <w:r>
        <w:t>’</w:t>
      </w:r>
      <w:r w:rsidR="00530790" w:rsidRPr="005D5566">
        <w:t>est</w:t>
      </w:r>
      <w:r>
        <w:t>…</w:t>
      </w:r>
    </w:p>
    <w:p w14:paraId="34FFFE94" w14:textId="77777777" w:rsidR="001C0413" w:rsidRDefault="00530790" w:rsidP="001C0413">
      <w:r w:rsidRPr="005D5566">
        <w:t>Il se mit à lui décrire le tribunal</w:t>
      </w:r>
      <w:r w:rsidR="001C0413">
        <w:t xml:space="preserve">. </w:t>
      </w:r>
      <w:r w:rsidRPr="005D5566">
        <w:t>La mère l</w:t>
      </w:r>
      <w:r w:rsidR="001C0413">
        <w:t>’</w:t>
      </w:r>
      <w:r w:rsidRPr="005D5566">
        <w:t>écoutait</w:t>
      </w:r>
      <w:r w:rsidR="001C0413">
        <w:t xml:space="preserve">, </w:t>
      </w:r>
      <w:r w:rsidRPr="005D5566">
        <w:t>devinant qu</w:t>
      </w:r>
      <w:r w:rsidR="001C0413">
        <w:t>’</w:t>
      </w:r>
      <w:r w:rsidRPr="005D5566">
        <w:t>il redoutait quelque chose et s</w:t>
      </w:r>
      <w:r w:rsidR="001C0413">
        <w:t>’</w:t>
      </w:r>
      <w:r w:rsidRPr="005D5566">
        <w:t>efforçait de la rassurer</w:t>
      </w:r>
      <w:r w:rsidR="001C0413">
        <w:t>…</w:t>
      </w:r>
    </w:p>
    <w:p w14:paraId="4757E5E3" w14:textId="77777777" w:rsidR="001C0413" w:rsidRDefault="001C0413" w:rsidP="001C0413">
      <w:r>
        <w:lastRenderedPageBreak/>
        <w:t>— </w:t>
      </w:r>
      <w:r w:rsidR="00530790" w:rsidRPr="005D5566">
        <w:t>Vous pensez peut-être que je parlerai aux juges</w:t>
      </w:r>
      <w:r>
        <w:t xml:space="preserve">, </w:t>
      </w:r>
      <w:r w:rsidR="00530790" w:rsidRPr="005D5566">
        <w:t>que je leur adresserai une requête</w:t>
      </w:r>
      <w:r>
        <w:t xml:space="preserve"> ? </w:t>
      </w:r>
      <w:r w:rsidR="00530790" w:rsidRPr="005D5566">
        <w:t>dit-elle</w:t>
      </w:r>
      <w:r>
        <w:t>.</w:t>
      </w:r>
    </w:p>
    <w:p w14:paraId="31A8A636" w14:textId="77777777" w:rsidR="001C0413" w:rsidRDefault="00530790" w:rsidP="001C0413">
      <w:r w:rsidRPr="005D5566">
        <w:t>Il se leva brusquement</w:t>
      </w:r>
      <w:r w:rsidR="001C0413">
        <w:t xml:space="preserve">, </w:t>
      </w:r>
      <w:r w:rsidRPr="005D5566">
        <w:t>agita la main et s</w:t>
      </w:r>
      <w:r w:rsidR="001C0413">
        <w:t>’</w:t>
      </w:r>
      <w:r w:rsidRPr="005D5566">
        <w:t>écria d</w:t>
      </w:r>
      <w:r w:rsidR="001C0413">
        <w:t>’</w:t>
      </w:r>
      <w:r w:rsidRPr="005D5566">
        <w:t>un ton offensé</w:t>
      </w:r>
      <w:r w:rsidR="001C0413">
        <w:t> :</w:t>
      </w:r>
    </w:p>
    <w:p w14:paraId="634DCD27" w14:textId="77777777" w:rsidR="001C0413" w:rsidRDefault="001C0413" w:rsidP="001C0413">
      <w:r>
        <w:t>— </w:t>
      </w:r>
      <w:r w:rsidR="00530790" w:rsidRPr="005D5566">
        <w:t>Que dites-vous</w:t>
      </w:r>
      <w:r>
        <w:t xml:space="preserve"> ? </w:t>
      </w:r>
      <w:r w:rsidR="00530790" w:rsidRPr="005D5566">
        <w:t>Je n</w:t>
      </w:r>
      <w:r>
        <w:t>’</w:t>
      </w:r>
      <w:r w:rsidR="00530790" w:rsidRPr="005D5566">
        <w:t>y ai jamais pensé</w:t>
      </w:r>
      <w:r>
        <w:t>.</w:t>
      </w:r>
    </w:p>
    <w:p w14:paraId="1789A5A9" w14:textId="77777777" w:rsidR="001C0413" w:rsidRDefault="001C0413" w:rsidP="001C0413">
      <w:r>
        <w:t>— </w:t>
      </w:r>
      <w:r w:rsidR="00530790" w:rsidRPr="005D5566">
        <w:t>J</w:t>
      </w:r>
      <w:r>
        <w:t>’</w:t>
      </w:r>
      <w:r w:rsidR="00530790" w:rsidRPr="005D5566">
        <w:t>ai peur</w:t>
      </w:r>
      <w:r>
        <w:t xml:space="preserve">, </w:t>
      </w:r>
      <w:r w:rsidR="00530790" w:rsidRPr="005D5566">
        <w:t>c</w:t>
      </w:r>
      <w:r>
        <w:t>’</w:t>
      </w:r>
      <w:r w:rsidR="00530790" w:rsidRPr="005D5566">
        <w:t>est vrai</w:t>
      </w:r>
      <w:r>
        <w:t xml:space="preserve"> ! </w:t>
      </w:r>
      <w:r w:rsidR="00530790" w:rsidRPr="005D5566">
        <w:t>j</w:t>
      </w:r>
      <w:r>
        <w:t>’</w:t>
      </w:r>
      <w:r w:rsidR="00530790" w:rsidRPr="005D5566">
        <w:t>ai peur</w:t>
      </w:r>
      <w:r>
        <w:t xml:space="preserve">, </w:t>
      </w:r>
      <w:r w:rsidR="00530790" w:rsidRPr="005D5566">
        <w:t>et je ne sais pas de quoi</w:t>
      </w:r>
      <w:r>
        <w:t> !</w:t>
      </w:r>
    </w:p>
    <w:p w14:paraId="55BCAA08" w14:textId="77777777" w:rsidR="001C0413" w:rsidRDefault="00530790" w:rsidP="001C0413">
      <w:r w:rsidRPr="005D5566">
        <w:t>Elle se tut</w:t>
      </w:r>
      <w:r w:rsidR="001C0413">
        <w:t xml:space="preserve">, </w:t>
      </w:r>
      <w:r w:rsidRPr="005D5566">
        <w:t>laissant son regard errer dans la pièce</w:t>
      </w:r>
      <w:r w:rsidR="001C0413">
        <w:t>.</w:t>
      </w:r>
    </w:p>
    <w:p w14:paraId="7613E287" w14:textId="77777777" w:rsidR="001C0413" w:rsidRDefault="001C0413" w:rsidP="001C0413">
      <w:r>
        <w:t>— </w:t>
      </w:r>
      <w:r w:rsidR="00530790" w:rsidRPr="005D5566">
        <w:t>Par moments</w:t>
      </w:r>
      <w:r>
        <w:t xml:space="preserve">, </w:t>
      </w:r>
      <w:r w:rsidR="00530790" w:rsidRPr="005D5566">
        <w:t>il me semble qu</w:t>
      </w:r>
      <w:r>
        <w:t>’</w:t>
      </w:r>
      <w:r w:rsidR="00530790" w:rsidRPr="005D5566">
        <w:t>on se moquera de Pavel</w:t>
      </w:r>
      <w:r>
        <w:t xml:space="preserve">, </w:t>
      </w:r>
      <w:r w:rsidR="00530790" w:rsidRPr="005D5566">
        <w:t>qu</w:t>
      </w:r>
      <w:r>
        <w:t>’</w:t>
      </w:r>
      <w:r w:rsidR="00530790" w:rsidRPr="005D5566">
        <w:t>on l</w:t>
      </w:r>
      <w:r>
        <w:t>’</w:t>
      </w:r>
      <w:r w:rsidR="00530790" w:rsidRPr="005D5566">
        <w:t>insultera</w:t>
      </w:r>
      <w:r>
        <w:t xml:space="preserve">, </w:t>
      </w:r>
      <w:r w:rsidR="00530790" w:rsidRPr="005D5566">
        <w:t>qu</w:t>
      </w:r>
      <w:r>
        <w:t>’</w:t>
      </w:r>
      <w:r w:rsidR="00530790" w:rsidRPr="005D5566">
        <w:t>on lui dira</w:t>
      </w:r>
      <w:r>
        <w:t xml:space="preserve"> : – </w:t>
      </w:r>
      <w:r w:rsidR="00530790" w:rsidRPr="005D5566">
        <w:t>Hé</w:t>
      </w:r>
      <w:r>
        <w:t xml:space="preserve"> ! </w:t>
      </w:r>
      <w:r w:rsidR="00530790" w:rsidRPr="005D5566">
        <w:t>paysan</w:t>
      </w:r>
      <w:r>
        <w:t xml:space="preserve">, </w:t>
      </w:r>
      <w:r w:rsidR="00530790" w:rsidRPr="005D5566">
        <w:t>fils de paysan</w:t>
      </w:r>
      <w:r>
        <w:t xml:space="preserve"> ! </w:t>
      </w:r>
      <w:r w:rsidR="00530790" w:rsidRPr="005D5566">
        <w:t>qu</w:t>
      </w:r>
      <w:r>
        <w:t>’</w:t>
      </w:r>
      <w:r w:rsidR="00530790" w:rsidRPr="005D5566">
        <w:t>as-tu donc inventé</w:t>
      </w:r>
      <w:r>
        <w:t xml:space="preserve"> ? </w:t>
      </w:r>
      <w:r w:rsidR="00530790" w:rsidRPr="005D5566">
        <w:t>Et Pavel est fier</w:t>
      </w:r>
      <w:r>
        <w:t xml:space="preserve">… </w:t>
      </w:r>
      <w:r w:rsidR="00530790" w:rsidRPr="005D5566">
        <w:t>Il leur répondra</w:t>
      </w:r>
      <w:r>
        <w:t xml:space="preserve">… </w:t>
      </w:r>
      <w:r w:rsidR="00530790" w:rsidRPr="005D5566">
        <w:t>Ou bien André se moquera d</w:t>
      </w:r>
      <w:r>
        <w:t>’</w:t>
      </w:r>
      <w:r w:rsidR="00530790" w:rsidRPr="005D5566">
        <w:t>eux</w:t>
      </w:r>
      <w:r>
        <w:t xml:space="preserve">… </w:t>
      </w:r>
      <w:r w:rsidR="00530790" w:rsidRPr="005D5566">
        <w:t>Ils sont tous si ardents</w:t>
      </w:r>
      <w:r>
        <w:t xml:space="preserve">, </w:t>
      </w:r>
      <w:r w:rsidR="00530790" w:rsidRPr="005D5566">
        <w:t>si loyaux</w:t>
      </w:r>
      <w:r>
        <w:t xml:space="preserve">, </w:t>
      </w:r>
      <w:r w:rsidR="00530790" w:rsidRPr="005D5566">
        <w:t>les nôtres</w:t>
      </w:r>
      <w:r>
        <w:t xml:space="preserve"> !… </w:t>
      </w:r>
      <w:r w:rsidR="00530790" w:rsidRPr="005D5566">
        <w:t>Et voilà</w:t>
      </w:r>
      <w:r>
        <w:t xml:space="preserve">, </w:t>
      </w:r>
      <w:r w:rsidR="00530790" w:rsidRPr="005D5566">
        <w:t>je me dis</w:t>
      </w:r>
      <w:r>
        <w:t xml:space="preserve"> : – </w:t>
      </w:r>
      <w:r w:rsidR="00530790" w:rsidRPr="005D5566">
        <w:t>S</w:t>
      </w:r>
      <w:r>
        <w:t>’</w:t>
      </w:r>
      <w:r w:rsidR="00530790" w:rsidRPr="005D5566">
        <w:t>il arrivait quoi que ce fût</w:t>
      </w:r>
      <w:r>
        <w:t xml:space="preserve">, </w:t>
      </w:r>
      <w:r w:rsidR="00530790" w:rsidRPr="005D5566">
        <w:t>si l</w:t>
      </w:r>
      <w:r>
        <w:t>’</w:t>
      </w:r>
      <w:r w:rsidR="00530790" w:rsidRPr="005D5566">
        <w:t>un d</w:t>
      </w:r>
      <w:r>
        <w:t>’</w:t>
      </w:r>
      <w:r w:rsidR="00530790" w:rsidRPr="005D5566">
        <w:t>eux perdait patience</w:t>
      </w:r>
      <w:r>
        <w:t xml:space="preserve">… </w:t>
      </w:r>
      <w:r w:rsidR="00530790" w:rsidRPr="005D5566">
        <w:t>les autres le soutiendraient</w:t>
      </w:r>
      <w:r>
        <w:t xml:space="preserve">… </w:t>
      </w:r>
      <w:r w:rsidR="00530790" w:rsidRPr="005D5566">
        <w:t>et on les condamnerait</w:t>
      </w:r>
      <w:r>
        <w:t xml:space="preserve">… </w:t>
      </w:r>
      <w:r w:rsidR="00530790" w:rsidRPr="005D5566">
        <w:t>de manière à ne les revoir jamais</w:t>
      </w:r>
      <w:r>
        <w:t>.</w:t>
      </w:r>
    </w:p>
    <w:p w14:paraId="67B1746D" w14:textId="77777777" w:rsidR="001C0413" w:rsidRDefault="00530790" w:rsidP="001C0413">
      <w:r w:rsidRPr="005D5566">
        <w:t>Nicolas</w:t>
      </w:r>
      <w:r w:rsidR="001C0413">
        <w:t xml:space="preserve">, </w:t>
      </w:r>
      <w:r w:rsidRPr="005D5566">
        <w:t>l</w:t>
      </w:r>
      <w:r w:rsidR="001C0413">
        <w:t>’</w:t>
      </w:r>
      <w:r w:rsidRPr="005D5566">
        <w:t>air sombre</w:t>
      </w:r>
      <w:r w:rsidR="001C0413">
        <w:t xml:space="preserve">, </w:t>
      </w:r>
      <w:r w:rsidRPr="005D5566">
        <w:t>tiraillant sa barbe</w:t>
      </w:r>
      <w:r w:rsidR="001C0413">
        <w:t xml:space="preserve">, </w:t>
      </w:r>
      <w:r w:rsidRPr="005D5566">
        <w:t>gardait le silence</w:t>
      </w:r>
      <w:r w:rsidR="001C0413">
        <w:t>.</w:t>
      </w:r>
    </w:p>
    <w:p w14:paraId="4516A56D" w14:textId="77777777" w:rsidR="001C0413" w:rsidRDefault="001C0413" w:rsidP="001C0413">
      <w:r>
        <w:t>— </w:t>
      </w:r>
      <w:r w:rsidR="00530790" w:rsidRPr="005D5566">
        <w:t>Je ne peux pas m</w:t>
      </w:r>
      <w:r>
        <w:t>’</w:t>
      </w:r>
      <w:r w:rsidR="00530790" w:rsidRPr="005D5566">
        <w:t>enlever ces idées de la tête</w:t>
      </w:r>
      <w:r>
        <w:t xml:space="preserve"> ! </w:t>
      </w:r>
      <w:r w:rsidR="00530790" w:rsidRPr="005D5566">
        <w:t>continua la mère à voix basse</w:t>
      </w:r>
      <w:r>
        <w:t xml:space="preserve">. </w:t>
      </w:r>
      <w:r w:rsidR="00530790" w:rsidRPr="005D5566">
        <w:t>C</w:t>
      </w:r>
      <w:r>
        <w:t>’</w:t>
      </w:r>
      <w:r w:rsidR="00530790" w:rsidRPr="005D5566">
        <w:t>est terrible</w:t>
      </w:r>
      <w:r>
        <w:t xml:space="preserve">, </w:t>
      </w:r>
      <w:r w:rsidR="00530790" w:rsidRPr="005D5566">
        <w:t>un jugement</w:t>
      </w:r>
      <w:r>
        <w:t xml:space="preserve"> ! </w:t>
      </w:r>
      <w:r w:rsidR="00530790" w:rsidRPr="005D5566">
        <w:t>Ils vont se mettre à tout examiner</w:t>
      </w:r>
      <w:r>
        <w:t xml:space="preserve">, </w:t>
      </w:r>
      <w:r w:rsidR="00530790" w:rsidRPr="005D5566">
        <w:t>à tout soupeser</w:t>
      </w:r>
      <w:r>
        <w:t xml:space="preserve">… </w:t>
      </w:r>
      <w:r w:rsidR="00530790" w:rsidRPr="005D5566">
        <w:t>ils chercheront où est la vérité</w:t>
      </w:r>
      <w:r>
        <w:t xml:space="preserve"> ! </w:t>
      </w:r>
      <w:r w:rsidR="00530790" w:rsidRPr="005D5566">
        <w:t>C</w:t>
      </w:r>
      <w:r>
        <w:t>’</w:t>
      </w:r>
      <w:r w:rsidR="00530790" w:rsidRPr="005D5566">
        <w:t>est vraiment affreux</w:t>
      </w:r>
      <w:r>
        <w:t xml:space="preserve"> !… </w:t>
      </w:r>
      <w:r w:rsidR="00530790" w:rsidRPr="005D5566">
        <w:t>Ce n</w:t>
      </w:r>
      <w:r>
        <w:t>’</w:t>
      </w:r>
      <w:r w:rsidR="00530790" w:rsidRPr="005D5566">
        <w:t>est pas le châtiment qui est effrayant</w:t>
      </w:r>
      <w:r>
        <w:t xml:space="preserve">, </w:t>
      </w:r>
      <w:r w:rsidR="00530790" w:rsidRPr="005D5566">
        <w:t>mais le jugement</w:t>
      </w:r>
      <w:r>
        <w:t xml:space="preserve">… </w:t>
      </w:r>
      <w:r w:rsidR="00530790" w:rsidRPr="005D5566">
        <w:t>l</w:t>
      </w:r>
      <w:r>
        <w:t>’</w:t>
      </w:r>
      <w:r w:rsidR="00530790" w:rsidRPr="005D5566">
        <w:t>évaluation de la vérité</w:t>
      </w:r>
      <w:r>
        <w:t xml:space="preserve">… </w:t>
      </w:r>
      <w:r w:rsidR="00530790" w:rsidRPr="005D5566">
        <w:t>Je ne sais comment dire</w:t>
      </w:r>
      <w:r>
        <w:t>…</w:t>
      </w:r>
    </w:p>
    <w:p w14:paraId="5A0E0895" w14:textId="77777777" w:rsidR="001C0413" w:rsidRDefault="00530790" w:rsidP="001C0413">
      <w:r w:rsidRPr="005D5566">
        <w:t>Elle sentait que Nicolas ne comprenait pas sa terreur</w:t>
      </w:r>
      <w:r w:rsidR="001C0413">
        <w:t xml:space="preserve">, </w:t>
      </w:r>
      <w:r w:rsidRPr="005D5566">
        <w:t>et cela l</w:t>
      </w:r>
      <w:r w:rsidR="001C0413">
        <w:t>’</w:t>
      </w:r>
      <w:r w:rsidRPr="005D5566">
        <w:t>embarrassait encore davantage dans ses explications</w:t>
      </w:r>
      <w:r w:rsidR="001C0413">
        <w:t>…</w:t>
      </w:r>
    </w:p>
    <w:p w14:paraId="1A0F6DED" w14:textId="10D51833" w:rsidR="00530790" w:rsidRPr="003B37B8" w:rsidRDefault="00530790" w:rsidP="001C0413">
      <w:pPr>
        <w:pStyle w:val="Titre2"/>
        <w:rPr>
          <w:szCs w:val="44"/>
        </w:rPr>
      </w:pPr>
      <w:bookmarkStart w:id="55" w:name="_Toc202279576"/>
      <w:r w:rsidRPr="003B37B8">
        <w:rPr>
          <w:szCs w:val="44"/>
        </w:rPr>
        <w:lastRenderedPageBreak/>
        <w:t>XXIII</w:t>
      </w:r>
      <w:bookmarkEnd w:id="55"/>
      <w:r w:rsidRPr="003B37B8">
        <w:rPr>
          <w:szCs w:val="44"/>
        </w:rPr>
        <w:br/>
      </w:r>
    </w:p>
    <w:p w14:paraId="535989B4" w14:textId="77777777" w:rsidR="001C0413" w:rsidRDefault="00530790" w:rsidP="001C0413">
      <w:r w:rsidRPr="005D5566">
        <w:t xml:space="preserve">Cette terreur ne fit que </w:t>
      </w:r>
      <w:r w:rsidRPr="00D210FA">
        <w:t>croî</w:t>
      </w:r>
      <w:r w:rsidRPr="005D5566">
        <w:t>tre dans l</w:t>
      </w:r>
      <w:r w:rsidR="001C0413">
        <w:t>’</w:t>
      </w:r>
      <w:r w:rsidRPr="005D5566">
        <w:t>esprit de Pélaguée pendant les trois journées qui la séparaient du jugement et</w:t>
      </w:r>
      <w:r w:rsidR="001C0413">
        <w:t xml:space="preserve">, </w:t>
      </w:r>
      <w:r w:rsidRPr="005D5566">
        <w:t>ce moment venu</w:t>
      </w:r>
      <w:r w:rsidR="001C0413">
        <w:t xml:space="preserve">, </w:t>
      </w:r>
      <w:r w:rsidRPr="005D5566">
        <w:t>elle emporta avec elle</w:t>
      </w:r>
      <w:r w:rsidR="001C0413">
        <w:t xml:space="preserve">, </w:t>
      </w:r>
      <w:r w:rsidRPr="005D5566">
        <w:t>au tribunal</w:t>
      </w:r>
      <w:r w:rsidR="001C0413">
        <w:t xml:space="preserve">, </w:t>
      </w:r>
      <w:r w:rsidRPr="005D5566">
        <w:t>un fardeau qui la ployait en deux</w:t>
      </w:r>
      <w:r w:rsidR="001C0413">
        <w:t>.</w:t>
      </w:r>
    </w:p>
    <w:p w14:paraId="27FCD6D1" w14:textId="77777777" w:rsidR="001C0413" w:rsidRDefault="00530790" w:rsidP="001C0413">
      <w:r w:rsidRPr="005D5566">
        <w:t>Dans la rue elle reconnut d</w:t>
      </w:r>
      <w:r w:rsidR="001C0413">
        <w:t>’</w:t>
      </w:r>
      <w:r w:rsidRPr="005D5566">
        <w:t>anciens voisins du faubourg</w:t>
      </w:r>
      <w:r w:rsidR="001C0413">
        <w:t xml:space="preserve">, </w:t>
      </w:r>
      <w:r w:rsidRPr="005D5566">
        <w:t>s</w:t>
      </w:r>
      <w:r w:rsidR="001C0413">
        <w:t>’</w:t>
      </w:r>
      <w:r w:rsidRPr="005D5566">
        <w:t>inclina silencieusement pour répondre à leur salut et se fraya à la hâte un chemin à travers la foule sombre</w:t>
      </w:r>
      <w:r w:rsidR="001C0413">
        <w:t xml:space="preserve">. </w:t>
      </w:r>
      <w:r w:rsidRPr="005D5566">
        <w:t>Elle se heurta dans les corridors</w:t>
      </w:r>
      <w:r w:rsidR="001C0413">
        <w:t xml:space="preserve">, </w:t>
      </w:r>
      <w:r w:rsidRPr="005D5566">
        <w:t>puis dans la salle</w:t>
      </w:r>
      <w:r w:rsidR="001C0413">
        <w:t xml:space="preserve">, </w:t>
      </w:r>
      <w:r w:rsidRPr="005D5566">
        <w:t>aux familles des prévenus</w:t>
      </w:r>
      <w:r w:rsidR="001C0413">
        <w:t xml:space="preserve">. </w:t>
      </w:r>
      <w:r w:rsidRPr="005D5566">
        <w:t>On parlait à voix étouffée</w:t>
      </w:r>
      <w:r w:rsidR="001C0413">
        <w:t xml:space="preserve"> ; </w:t>
      </w:r>
      <w:r w:rsidRPr="005D5566">
        <w:t>on échangeait des propos qu</w:t>
      </w:r>
      <w:r w:rsidR="001C0413">
        <w:t>’</w:t>
      </w:r>
      <w:r w:rsidRPr="005D5566">
        <w:t>elle ne comprenait pas</w:t>
      </w:r>
      <w:r w:rsidR="001C0413">
        <w:t xml:space="preserve">. </w:t>
      </w:r>
      <w:r w:rsidRPr="005D5566">
        <w:t>De la cohue se dégageait un sentiment poignant qui se communiquait à la mère et l</w:t>
      </w:r>
      <w:r w:rsidR="001C0413">
        <w:t>’</w:t>
      </w:r>
      <w:r w:rsidRPr="005D5566">
        <w:t>oppressait encore davantage</w:t>
      </w:r>
      <w:r w:rsidR="001C0413">
        <w:t>.</w:t>
      </w:r>
    </w:p>
    <w:p w14:paraId="414DBF0F" w14:textId="77777777" w:rsidR="001C0413" w:rsidRDefault="001C0413" w:rsidP="001C0413">
      <w:r>
        <w:t>— </w:t>
      </w:r>
      <w:r w:rsidR="00530790" w:rsidRPr="005D5566">
        <w:t>Assieds-toi</w:t>
      </w:r>
      <w:r>
        <w:t xml:space="preserve">, </w:t>
      </w:r>
      <w:r w:rsidR="00530790" w:rsidRPr="005D5566">
        <w:t>dit Sizov en lui faisant place sur le banc à côté de lui</w:t>
      </w:r>
      <w:r>
        <w:t>.</w:t>
      </w:r>
    </w:p>
    <w:p w14:paraId="5821AE08" w14:textId="77777777" w:rsidR="001C0413" w:rsidRDefault="00530790" w:rsidP="001C0413">
      <w:r w:rsidRPr="005D5566">
        <w:t>Elle obéit</w:t>
      </w:r>
      <w:r w:rsidR="001C0413">
        <w:t xml:space="preserve">, </w:t>
      </w:r>
      <w:r w:rsidRPr="005D5566">
        <w:t>arrangea les plis de sa robe et regarda autour d</w:t>
      </w:r>
      <w:r w:rsidR="001C0413">
        <w:t>’</w:t>
      </w:r>
      <w:r w:rsidRPr="005D5566">
        <w:t>elle</w:t>
      </w:r>
      <w:r w:rsidR="001C0413">
        <w:t xml:space="preserve">… </w:t>
      </w:r>
      <w:r w:rsidRPr="005D5566">
        <w:t>Elle aperçut vaguement des bandes vertes et cramoisies</w:t>
      </w:r>
      <w:r w:rsidR="001C0413">
        <w:t xml:space="preserve">, </w:t>
      </w:r>
      <w:r w:rsidRPr="005D5566">
        <w:t>des taches</w:t>
      </w:r>
      <w:r w:rsidR="001C0413">
        <w:t xml:space="preserve">, </w:t>
      </w:r>
      <w:r w:rsidRPr="005D5566">
        <w:t>des fils jaunes et minces qui brillaient</w:t>
      </w:r>
      <w:r w:rsidR="001C0413">
        <w:t>.</w:t>
      </w:r>
    </w:p>
    <w:p w14:paraId="67D0C119" w14:textId="77777777" w:rsidR="001C0413" w:rsidRDefault="001C0413" w:rsidP="001C0413">
      <w:r>
        <w:t>— </w:t>
      </w:r>
      <w:r w:rsidR="00530790" w:rsidRPr="005D5566">
        <w:t>Ton fils a mené le mien à sa ruine</w:t>
      </w:r>
      <w:r>
        <w:t xml:space="preserve"> ! </w:t>
      </w:r>
      <w:r w:rsidR="00530790" w:rsidRPr="005D5566">
        <w:t>fit à voix basse une femme assise près d</w:t>
      </w:r>
      <w:r>
        <w:t>’</w:t>
      </w:r>
      <w:r w:rsidR="00530790" w:rsidRPr="005D5566">
        <w:t>elle</w:t>
      </w:r>
      <w:r>
        <w:t>.</w:t>
      </w:r>
    </w:p>
    <w:p w14:paraId="0B4AE0F2" w14:textId="77777777" w:rsidR="001C0413" w:rsidRDefault="001C0413" w:rsidP="001C0413">
      <w:r>
        <w:t>— </w:t>
      </w:r>
      <w:r w:rsidR="00530790" w:rsidRPr="005D5566">
        <w:t>Tais-toi donc</w:t>
      </w:r>
      <w:r>
        <w:t xml:space="preserve">, </w:t>
      </w:r>
      <w:r w:rsidR="00530790" w:rsidRPr="005D5566">
        <w:t>Nathalie</w:t>
      </w:r>
      <w:r>
        <w:t xml:space="preserve"> ! </w:t>
      </w:r>
      <w:r w:rsidR="00530790" w:rsidRPr="005D5566">
        <w:t>interrompit Sizov d</w:t>
      </w:r>
      <w:r>
        <w:t>’</w:t>
      </w:r>
      <w:r w:rsidR="00530790" w:rsidRPr="005D5566">
        <w:t>un air morne</w:t>
      </w:r>
      <w:r>
        <w:t>.</w:t>
      </w:r>
    </w:p>
    <w:p w14:paraId="08F823A1" w14:textId="77777777" w:rsidR="001C0413" w:rsidRDefault="00530790" w:rsidP="001C0413">
      <w:r w:rsidRPr="005D5566">
        <w:t>La mère leva les yeux vers la femme</w:t>
      </w:r>
      <w:r w:rsidR="001C0413">
        <w:t xml:space="preserve"> ; </w:t>
      </w:r>
      <w:r w:rsidRPr="005D5566">
        <w:t>c</w:t>
      </w:r>
      <w:r w:rsidR="001C0413">
        <w:t>’</w:t>
      </w:r>
      <w:r w:rsidRPr="005D5566">
        <w:t>était la mère de Samoïlov</w:t>
      </w:r>
      <w:r w:rsidR="001C0413">
        <w:t xml:space="preserve">. </w:t>
      </w:r>
      <w:r w:rsidRPr="005D5566">
        <w:t>Un peu plus loin</w:t>
      </w:r>
      <w:r w:rsidR="001C0413">
        <w:t xml:space="preserve">, </w:t>
      </w:r>
      <w:r w:rsidRPr="005D5566">
        <w:t>se trouvait le père</w:t>
      </w:r>
      <w:r w:rsidR="001C0413">
        <w:t xml:space="preserve">, </w:t>
      </w:r>
      <w:r w:rsidRPr="005D5566">
        <w:t>homme chauve</w:t>
      </w:r>
      <w:r w:rsidR="001C0413">
        <w:t xml:space="preserve">, </w:t>
      </w:r>
      <w:r w:rsidRPr="005D5566">
        <w:t>au beau visage orné d</w:t>
      </w:r>
      <w:r w:rsidR="001C0413">
        <w:t>’</w:t>
      </w:r>
      <w:r w:rsidRPr="005D5566">
        <w:t>une barbe rousse en éventail</w:t>
      </w:r>
      <w:r w:rsidR="001C0413">
        <w:t xml:space="preserve">. </w:t>
      </w:r>
      <w:r w:rsidRPr="005D5566">
        <w:t>Les paupières plissées</w:t>
      </w:r>
      <w:r w:rsidR="001C0413">
        <w:t xml:space="preserve">, </w:t>
      </w:r>
      <w:r w:rsidRPr="005D5566">
        <w:t>il portait le regard en avant</w:t>
      </w:r>
      <w:r w:rsidR="001C0413">
        <w:t xml:space="preserve"> ; </w:t>
      </w:r>
      <w:r w:rsidRPr="005D5566">
        <w:t>sa barbe tremblait</w:t>
      </w:r>
      <w:r w:rsidR="001C0413">
        <w:t>…</w:t>
      </w:r>
    </w:p>
    <w:p w14:paraId="483B9B27" w14:textId="77777777" w:rsidR="001C0413" w:rsidRDefault="00530790" w:rsidP="001C0413">
      <w:r w:rsidRPr="005D5566">
        <w:lastRenderedPageBreak/>
        <w:t>Des hautes croisées de la salle tombait une lumière égale et trouble</w:t>
      </w:r>
      <w:r w:rsidR="001C0413">
        <w:t xml:space="preserve"> ; </w:t>
      </w:r>
      <w:r w:rsidRPr="005D5566">
        <w:t>des flocons de neige glissaient sur les vitres</w:t>
      </w:r>
      <w:r w:rsidR="001C0413">
        <w:t xml:space="preserve">. </w:t>
      </w:r>
      <w:r w:rsidRPr="005D5566">
        <w:t>Entre les fenêtres</w:t>
      </w:r>
      <w:r w:rsidR="001C0413">
        <w:t xml:space="preserve">, </w:t>
      </w:r>
      <w:r w:rsidRPr="005D5566">
        <w:t>on voyait un immense portrait du tsar entouré d</w:t>
      </w:r>
      <w:r w:rsidR="001C0413">
        <w:t>’</w:t>
      </w:r>
      <w:r w:rsidRPr="005D5566">
        <w:t>un épais cadre doré</w:t>
      </w:r>
      <w:r w:rsidR="001C0413">
        <w:t xml:space="preserve">, </w:t>
      </w:r>
      <w:r w:rsidRPr="005D5566">
        <w:t>aux reflets gras et dont les côtés étaient cachés sous les plis raides des lourdes draperies tombant des fenêtres</w:t>
      </w:r>
      <w:r w:rsidR="001C0413">
        <w:t xml:space="preserve">. </w:t>
      </w:r>
      <w:r w:rsidRPr="005D5566">
        <w:t>Devant le portrait</w:t>
      </w:r>
      <w:r w:rsidR="001C0413">
        <w:t xml:space="preserve">, </w:t>
      </w:r>
      <w:r w:rsidRPr="005D5566">
        <w:t>une table</w:t>
      </w:r>
      <w:r w:rsidR="001C0413">
        <w:t xml:space="preserve">, </w:t>
      </w:r>
      <w:r w:rsidRPr="005D5566">
        <w:t>couverte de drap vert occupait presque toute la largeur de la salle</w:t>
      </w:r>
      <w:r w:rsidR="001C0413">
        <w:t xml:space="preserve"> ; </w:t>
      </w:r>
      <w:r w:rsidRPr="005D5566">
        <w:t>à droite</w:t>
      </w:r>
      <w:r w:rsidR="001C0413">
        <w:t xml:space="preserve">, </w:t>
      </w:r>
      <w:r w:rsidRPr="005D5566">
        <w:t>derrière un grillage</w:t>
      </w:r>
      <w:r w:rsidR="001C0413">
        <w:t xml:space="preserve">, </w:t>
      </w:r>
      <w:r w:rsidRPr="005D5566">
        <w:t>deux bancs de bois</w:t>
      </w:r>
      <w:r w:rsidR="001C0413">
        <w:t xml:space="preserve"> ; </w:t>
      </w:r>
      <w:r w:rsidRPr="005D5566">
        <w:t>à gauche</w:t>
      </w:r>
      <w:r w:rsidR="001C0413">
        <w:t xml:space="preserve">, </w:t>
      </w:r>
      <w:r w:rsidRPr="005D5566">
        <w:t>deux rangées de fauteuils cramoisis</w:t>
      </w:r>
      <w:r w:rsidR="001C0413">
        <w:t xml:space="preserve">. </w:t>
      </w:r>
      <w:r w:rsidRPr="005D5566">
        <w:t>Des huissiers à col vert et à boutons dorés allaient et venaient à pas de loup</w:t>
      </w:r>
      <w:r w:rsidR="001C0413">
        <w:t xml:space="preserve">. </w:t>
      </w:r>
      <w:r w:rsidRPr="005D5566">
        <w:t>Dans l</w:t>
      </w:r>
      <w:r w:rsidR="001C0413">
        <w:t>’</w:t>
      </w:r>
      <w:r w:rsidRPr="005D5566">
        <w:t>air louche tremblaient des chuchotements étouffés</w:t>
      </w:r>
      <w:r w:rsidR="001C0413">
        <w:t xml:space="preserve"> ; </w:t>
      </w:r>
      <w:r w:rsidRPr="005D5566">
        <w:t>une vague odeur de pharmacie arrivait on ne sait d</w:t>
      </w:r>
      <w:r w:rsidR="001C0413">
        <w:t>’</w:t>
      </w:r>
      <w:r w:rsidRPr="005D5566">
        <w:t>où</w:t>
      </w:r>
      <w:r w:rsidR="001C0413">
        <w:t xml:space="preserve">. </w:t>
      </w:r>
      <w:r w:rsidRPr="005D5566">
        <w:t>Les couleurs et les scintillements aveuglaient les yeux</w:t>
      </w:r>
      <w:r w:rsidR="001C0413">
        <w:t xml:space="preserve">, </w:t>
      </w:r>
      <w:r w:rsidRPr="005D5566">
        <w:t>et dans la poitrine pénétraient les odeurs du local en même temps que la respiration</w:t>
      </w:r>
      <w:r w:rsidR="001C0413">
        <w:t xml:space="preserve"> ; </w:t>
      </w:r>
      <w:r w:rsidRPr="005D5566">
        <w:t>on se sentait le cœur noyé d</w:t>
      </w:r>
      <w:r w:rsidR="001C0413">
        <w:t>’</w:t>
      </w:r>
      <w:r w:rsidRPr="005D5566">
        <w:t>une crainte trouble</w:t>
      </w:r>
      <w:r w:rsidR="001C0413">
        <w:t>.</w:t>
      </w:r>
    </w:p>
    <w:p w14:paraId="1517D48C" w14:textId="77777777" w:rsidR="001C0413" w:rsidRDefault="00530790" w:rsidP="001C0413">
      <w:r w:rsidRPr="005D5566">
        <w:t>Soudain</w:t>
      </w:r>
      <w:r w:rsidR="001C0413">
        <w:t xml:space="preserve">, </w:t>
      </w:r>
      <w:r w:rsidRPr="005D5566">
        <w:t>quelqu</w:t>
      </w:r>
      <w:r w:rsidR="001C0413">
        <w:t>’</w:t>
      </w:r>
      <w:r w:rsidRPr="005D5566">
        <w:t>un se mit à parler à haute voix</w:t>
      </w:r>
      <w:r w:rsidR="001C0413">
        <w:t xml:space="preserve"> ; </w:t>
      </w:r>
      <w:r w:rsidRPr="005D5566">
        <w:t>tout le monde se leva</w:t>
      </w:r>
      <w:r w:rsidR="001C0413">
        <w:t xml:space="preserve">, </w:t>
      </w:r>
      <w:r w:rsidRPr="005D5566">
        <w:t>la mère frémit et se dressa aussi</w:t>
      </w:r>
      <w:r w:rsidR="001C0413">
        <w:t xml:space="preserve">, </w:t>
      </w:r>
      <w:r w:rsidRPr="005D5566">
        <w:t>s</w:t>
      </w:r>
      <w:r w:rsidR="001C0413">
        <w:t>’</w:t>
      </w:r>
      <w:r w:rsidRPr="005D5566">
        <w:t>accrochant au bras de Sizov</w:t>
      </w:r>
      <w:r w:rsidR="001C0413">
        <w:t>.</w:t>
      </w:r>
    </w:p>
    <w:p w14:paraId="4B156B63" w14:textId="77777777" w:rsidR="001C0413" w:rsidRDefault="00530790" w:rsidP="001C0413">
      <w:r w:rsidRPr="005D5566">
        <w:t>À l</w:t>
      </w:r>
      <w:r w:rsidR="001C0413">
        <w:t>’</w:t>
      </w:r>
      <w:r w:rsidRPr="005D5566">
        <w:t>angle de gauche</w:t>
      </w:r>
      <w:r w:rsidR="001C0413">
        <w:t xml:space="preserve">, </w:t>
      </w:r>
      <w:r w:rsidRPr="005D5566">
        <w:t>une haute porte s</w:t>
      </w:r>
      <w:r w:rsidR="001C0413">
        <w:t>’</w:t>
      </w:r>
      <w:r w:rsidRPr="005D5566">
        <w:t>était ouverte</w:t>
      </w:r>
      <w:r w:rsidR="001C0413">
        <w:t xml:space="preserve">, </w:t>
      </w:r>
      <w:r w:rsidRPr="005D5566">
        <w:t>livrant passage à un petit vieillard à lunettes</w:t>
      </w:r>
      <w:r w:rsidR="001C0413">
        <w:t xml:space="preserve">, </w:t>
      </w:r>
      <w:r w:rsidRPr="005D5566">
        <w:t>tout chancelant</w:t>
      </w:r>
      <w:r w:rsidR="001C0413">
        <w:t xml:space="preserve">. </w:t>
      </w:r>
      <w:r w:rsidRPr="005D5566">
        <w:t>De maigres favoris tremblotaient sur sa petite figure grise</w:t>
      </w:r>
      <w:r w:rsidR="001C0413">
        <w:t xml:space="preserve"> ; </w:t>
      </w:r>
      <w:r w:rsidRPr="005D5566">
        <w:t>la lèvre supérieure</w:t>
      </w:r>
      <w:r w:rsidR="001C0413">
        <w:t xml:space="preserve">, </w:t>
      </w:r>
      <w:r w:rsidRPr="005D5566">
        <w:t>qui était rasée</w:t>
      </w:r>
      <w:r w:rsidR="001C0413">
        <w:t xml:space="preserve">, </w:t>
      </w:r>
      <w:r w:rsidRPr="005D5566">
        <w:t>s</w:t>
      </w:r>
      <w:r w:rsidR="001C0413">
        <w:t>’</w:t>
      </w:r>
      <w:r w:rsidRPr="005D5566">
        <w:t>effondrait dans la bouche</w:t>
      </w:r>
      <w:r w:rsidR="001C0413">
        <w:t xml:space="preserve">. </w:t>
      </w:r>
      <w:r w:rsidRPr="005D5566">
        <w:t>Les pommettes saillantes et le menton s</w:t>
      </w:r>
      <w:r w:rsidR="001C0413">
        <w:t>’</w:t>
      </w:r>
      <w:r w:rsidRPr="005D5566">
        <w:t>appuyaient sur le haut col de l</w:t>
      </w:r>
      <w:r w:rsidR="001C0413">
        <w:t>’</w:t>
      </w:r>
      <w:r w:rsidRPr="005D5566">
        <w:t>uniforme</w:t>
      </w:r>
      <w:r w:rsidR="001C0413">
        <w:t xml:space="preserve"> ; </w:t>
      </w:r>
      <w:r w:rsidRPr="005D5566">
        <w:t>on eût dit que</w:t>
      </w:r>
      <w:r w:rsidR="001C0413">
        <w:t xml:space="preserve">, </w:t>
      </w:r>
      <w:r w:rsidRPr="005D5566">
        <w:t>dessous</w:t>
      </w:r>
      <w:r w:rsidR="001C0413">
        <w:t xml:space="preserve">, </w:t>
      </w:r>
      <w:r w:rsidRPr="005D5566">
        <w:t>il n</w:t>
      </w:r>
      <w:r w:rsidR="001C0413">
        <w:t>’</w:t>
      </w:r>
      <w:r w:rsidRPr="005D5566">
        <w:t>y avait pas de cou</w:t>
      </w:r>
      <w:r w:rsidR="001C0413">
        <w:t xml:space="preserve">. </w:t>
      </w:r>
      <w:r w:rsidRPr="005D5566">
        <w:t>Le vieillard était soutenu par un grand jeune homme au visage de porcelaine</w:t>
      </w:r>
      <w:r w:rsidR="001C0413">
        <w:t xml:space="preserve">, </w:t>
      </w:r>
      <w:r w:rsidRPr="005D5566">
        <w:t>rond et rose</w:t>
      </w:r>
      <w:r w:rsidR="001C0413">
        <w:t xml:space="preserve"> ; </w:t>
      </w:r>
      <w:r w:rsidRPr="005D5566">
        <w:t>derrière eux marchaient trois personnages revêtus d</w:t>
      </w:r>
      <w:r w:rsidR="001C0413">
        <w:t>’</w:t>
      </w:r>
      <w:r w:rsidRPr="005D5566">
        <w:t>uniformes chamarrés et trois messieurs en civils</w:t>
      </w:r>
      <w:r w:rsidR="001C0413">
        <w:t>.</w:t>
      </w:r>
    </w:p>
    <w:p w14:paraId="27AE35E6" w14:textId="77777777" w:rsidR="001C0413" w:rsidRDefault="00530790" w:rsidP="001C0413">
      <w:r w:rsidRPr="005D5566">
        <w:t>Longuement</w:t>
      </w:r>
      <w:r w:rsidR="001C0413">
        <w:t xml:space="preserve">, </w:t>
      </w:r>
      <w:r w:rsidRPr="005D5566">
        <w:t>ils délibérèrent autour de la table</w:t>
      </w:r>
      <w:r w:rsidR="001C0413">
        <w:t xml:space="preserve"> ; </w:t>
      </w:r>
      <w:r w:rsidRPr="005D5566">
        <w:t>puis ils s</w:t>
      </w:r>
      <w:r w:rsidR="001C0413">
        <w:t>’</w:t>
      </w:r>
      <w:r w:rsidRPr="005D5566">
        <w:t>assirent</w:t>
      </w:r>
      <w:r w:rsidR="001C0413">
        <w:t xml:space="preserve">. </w:t>
      </w:r>
      <w:r w:rsidRPr="005D5566">
        <w:t>Lorsque tous furent placés</w:t>
      </w:r>
      <w:r w:rsidR="001C0413">
        <w:t xml:space="preserve">, </w:t>
      </w:r>
      <w:r w:rsidRPr="005D5566">
        <w:t>l</w:t>
      </w:r>
      <w:r w:rsidR="001C0413">
        <w:t>’</w:t>
      </w:r>
      <w:r w:rsidRPr="005D5566">
        <w:t>un d</w:t>
      </w:r>
      <w:r w:rsidR="001C0413">
        <w:t>’</w:t>
      </w:r>
      <w:r w:rsidRPr="005D5566">
        <w:t>eux</w:t>
      </w:r>
      <w:r w:rsidR="001C0413">
        <w:t xml:space="preserve">, </w:t>
      </w:r>
      <w:r w:rsidRPr="005D5566">
        <w:t>au visage glabre et dont l</w:t>
      </w:r>
      <w:r w:rsidR="001C0413">
        <w:t>’</w:t>
      </w:r>
      <w:r w:rsidRPr="005D5566">
        <w:t>uniforme était déboutonné</w:t>
      </w:r>
      <w:r w:rsidR="001C0413">
        <w:t xml:space="preserve">, </w:t>
      </w:r>
      <w:r w:rsidRPr="005D5566">
        <w:t xml:space="preserve">parla au vieillard </w:t>
      </w:r>
      <w:r w:rsidRPr="005D5566">
        <w:lastRenderedPageBreak/>
        <w:t>d</w:t>
      </w:r>
      <w:r w:rsidR="001C0413">
        <w:t>’</w:t>
      </w:r>
      <w:r w:rsidRPr="005D5566">
        <w:t>un air nonchalant</w:t>
      </w:r>
      <w:r w:rsidR="001C0413">
        <w:t xml:space="preserve">, </w:t>
      </w:r>
      <w:r w:rsidRPr="005D5566">
        <w:t>en remuant lourdement ses lèvres gonflées</w:t>
      </w:r>
      <w:r w:rsidR="001C0413">
        <w:t xml:space="preserve">. </w:t>
      </w:r>
      <w:r w:rsidRPr="005D5566">
        <w:t>Le vieillard écoutait</w:t>
      </w:r>
      <w:r w:rsidR="001C0413">
        <w:t xml:space="preserve">. </w:t>
      </w:r>
      <w:r w:rsidRPr="005D5566">
        <w:t>Raide et immobile</w:t>
      </w:r>
      <w:r w:rsidR="001C0413">
        <w:t xml:space="preserve">, </w:t>
      </w:r>
      <w:r w:rsidRPr="005D5566">
        <w:t>la mère voyait deux petites taches incolores derrière les verres de ses lunettes</w:t>
      </w:r>
      <w:r w:rsidR="001C0413">
        <w:t>.</w:t>
      </w:r>
    </w:p>
    <w:p w14:paraId="4FEAAD7E" w14:textId="77777777" w:rsidR="001C0413" w:rsidRDefault="00530790" w:rsidP="001C0413">
      <w:r w:rsidRPr="005D5566">
        <w:t>Près d</w:t>
      </w:r>
      <w:r w:rsidR="001C0413">
        <w:t>’</w:t>
      </w:r>
      <w:r w:rsidRPr="005D5566">
        <w:t>un étroit pupitre</w:t>
      </w:r>
      <w:r w:rsidR="001C0413">
        <w:t xml:space="preserve">, </w:t>
      </w:r>
      <w:r w:rsidRPr="005D5566">
        <w:t>à l</w:t>
      </w:r>
      <w:r w:rsidR="001C0413">
        <w:t>’</w:t>
      </w:r>
      <w:r w:rsidRPr="005D5566">
        <w:t>extrémité de la table</w:t>
      </w:r>
      <w:r w:rsidR="001C0413">
        <w:t xml:space="preserve">, </w:t>
      </w:r>
      <w:r w:rsidRPr="005D5566">
        <w:t>un homme grand et chauve feuilletait des papiers en toussotant</w:t>
      </w:r>
      <w:r w:rsidR="001C0413">
        <w:t>.</w:t>
      </w:r>
    </w:p>
    <w:p w14:paraId="429B57D9" w14:textId="77777777" w:rsidR="001C0413" w:rsidRDefault="00530790" w:rsidP="001C0413">
      <w:r w:rsidRPr="005D5566">
        <w:t>Le vieillard oscilla en avant et se mit à parler</w:t>
      </w:r>
      <w:r w:rsidR="001C0413">
        <w:t xml:space="preserve">. </w:t>
      </w:r>
      <w:r w:rsidRPr="005D5566">
        <w:t>Il prononça le premier mot distinctement</w:t>
      </w:r>
      <w:r w:rsidR="001C0413">
        <w:t xml:space="preserve"> ; </w:t>
      </w:r>
      <w:r w:rsidRPr="005D5566">
        <w:t>mais les autres semblèrent glisser sur ses lèvres minces et grises</w:t>
      </w:r>
      <w:r w:rsidR="001C0413">
        <w:t>.</w:t>
      </w:r>
    </w:p>
    <w:p w14:paraId="1CEFF454" w14:textId="77777777" w:rsidR="001C0413" w:rsidRDefault="001C0413" w:rsidP="001C0413">
      <w:r>
        <w:t>— </w:t>
      </w:r>
      <w:r w:rsidR="00530790" w:rsidRPr="005D5566">
        <w:t>Je déclare</w:t>
      </w:r>
      <w:r>
        <w:t>…</w:t>
      </w:r>
    </w:p>
    <w:p w14:paraId="21D9A2E5" w14:textId="77777777" w:rsidR="001C0413" w:rsidRDefault="001C0413" w:rsidP="001C0413">
      <w:r>
        <w:t>— </w:t>
      </w:r>
      <w:r w:rsidR="00530790" w:rsidRPr="005D5566">
        <w:t>Regarde</w:t>
      </w:r>
      <w:r>
        <w:t xml:space="preserve"> ! </w:t>
      </w:r>
      <w:r w:rsidR="00530790" w:rsidRPr="005D5566">
        <w:t>chuchota Sizov</w:t>
      </w:r>
      <w:r>
        <w:t xml:space="preserve">, </w:t>
      </w:r>
      <w:r w:rsidR="00530790" w:rsidRPr="005D5566">
        <w:t>en poussant légèrement la mère et en se levant</w:t>
      </w:r>
      <w:r>
        <w:t>.</w:t>
      </w:r>
    </w:p>
    <w:p w14:paraId="14589747" w14:textId="77777777" w:rsidR="001C0413" w:rsidRDefault="00530790" w:rsidP="001C0413">
      <w:r w:rsidRPr="005D5566">
        <w:t>Derrière le grillage</w:t>
      </w:r>
      <w:r w:rsidR="001C0413">
        <w:t xml:space="preserve">, </w:t>
      </w:r>
      <w:r w:rsidRPr="005D5566">
        <w:t>une porte s</w:t>
      </w:r>
      <w:r w:rsidR="001C0413">
        <w:t>’</w:t>
      </w:r>
      <w:r w:rsidRPr="005D5566">
        <w:t>ouvrit</w:t>
      </w:r>
      <w:r w:rsidR="001C0413">
        <w:t xml:space="preserve">, </w:t>
      </w:r>
      <w:r w:rsidRPr="005D5566">
        <w:t>laissant passer un soldat</w:t>
      </w:r>
      <w:r w:rsidR="001C0413">
        <w:t xml:space="preserve">, </w:t>
      </w:r>
      <w:r w:rsidRPr="005D5566">
        <w:t>l</w:t>
      </w:r>
      <w:r w:rsidR="001C0413">
        <w:t>’</w:t>
      </w:r>
      <w:r w:rsidRPr="005D5566">
        <w:t>épée nue sur l</w:t>
      </w:r>
      <w:r w:rsidR="001C0413">
        <w:t>’</w:t>
      </w:r>
      <w:r w:rsidRPr="005D5566">
        <w:t>épaule</w:t>
      </w:r>
      <w:r w:rsidR="001C0413">
        <w:t xml:space="preserve">, </w:t>
      </w:r>
      <w:r w:rsidRPr="005D5566">
        <w:t>puis Pavel</w:t>
      </w:r>
      <w:r w:rsidR="001C0413">
        <w:t xml:space="preserve">, </w:t>
      </w:r>
      <w:r w:rsidRPr="005D5566">
        <w:t>André</w:t>
      </w:r>
      <w:r w:rsidR="001C0413">
        <w:t xml:space="preserve">, </w:t>
      </w:r>
      <w:r w:rsidRPr="005D5566">
        <w:t>Fédia Mazine</w:t>
      </w:r>
      <w:r w:rsidR="001C0413">
        <w:t xml:space="preserve">, </w:t>
      </w:r>
      <w:r w:rsidRPr="005D5566">
        <w:t>les frères Goussev</w:t>
      </w:r>
      <w:r w:rsidR="001C0413">
        <w:t xml:space="preserve">, </w:t>
      </w:r>
      <w:r w:rsidRPr="005D5566">
        <w:t>Boukine</w:t>
      </w:r>
      <w:r w:rsidR="001C0413">
        <w:t xml:space="preserve">, </w:t>
      </w:r>
      <w:r w:rsidRPr="005D5566">
        <w:t>Samoïlov et cinq autres jeunes gens que la mère ne connaissait pas</w:t>
      </w:r>
      <w:r w:rsidR="001C0413">
        <w:t xml:space="preserve">. </w:t>
      </w:r>
      <w:r w:rsidRPr="005D5566">
        <w:t>Pavel souriait</w:t>
      </w:r>
      <w:r w:rsidR="001C0413">
        <w:t xml:space="preserve">, </w:t>
      </w:r>
      <w:r w:rsidRPr="005D5566">
        <w:t>André salua la mère d</w:t>
      </w:r>
      <w:r w:rsidR="001C0413">
        <w:t>’</w:t>
      </w:r>
      <w:r w:rsidRPr="005D5566">
        <w:t>un signe de tête</w:t>
      </w:r>
      <w:r w:rsidR="001C0413">
        <w:t xml:space="preserve">. </w:t>
      </w:r>
      <w:r w:rsidRPr="005D5566">
        <w:t>Leurs sourires</w:t>
      </w:r>
      <w:r w:rsidR="001C0413">
        <w:t xml:space="preserve">, </w:t>
      </w:r>
      <w:r w:rsidRPr="005D5566">
        <w:t>leurs visages et leurs gestes animés firent paraître moins hautain le silence et rendirent la salle plus lumineuse</w:t>
      </w:r>
      <w:r w:rsidR="001C0413">
        <w:t xml:space="preserve"> ; </w:t>
      </w:r>
      <w:r w:rsidRPr="005D5566">
        <w:t>l</w:t>
      </w:r>
      <w:r w:rsidR="001C0413">
        <w:t>’</w:t>
      </w:r>
      <w:r w:rsidRPr="005D5566">
        <w:t>éclat gras de l</w:t>
      </w:r>
      <w:r w:rsidR="001C0413">
        <w:t>’</w:t>
      </w:r>
      <w:r w:rsidRPr="005D5566">
        <w:t>or des uniformes s</w:t>
      </w:r>
      <w:r w:rsidR="001C0413">
        <w:t>’</w:t>
      </w:r>
      <w:r w:rsidRPr="005D5566">
        <w:t>adoucit</w:t>
      </w:r>
      <w:r w:rsidR="001C0413">
        <w:t xml:space="preserve"> ; </w:t>
      </w:r>
      <w:r w:rsidRPr="005D5566">
        <w:t>un souffle d</w:t>
      </w:r>
      <w:r w:rsidR="001C0413">
        <w:t>’</w:t>
      </w:r>
      <w:r w:rsidRPr="005D5566">
        <w:t>assurance</w:t>
      </w:r>
      <w:r w:rsidR="001C0413">
        <w:t xml:space="preserve">, </w:t>
      </w:r>
      <w:r w:rsidRPr="005D5566">
        <w:t>une vapeur de force vivante arrivèrent au cœur de la mère et la tirèrent de sa torpeur</w:t>
      </w:r>
      <w:r w:rsidR="001C0413">
        <w:t xml:space="preserve">. </w:t>
      </w:r>
      <w:r w:rsidRPr="005D5566">
        <w:t>Derrière elle</w:t>
      </w:r>
      <w:r w:rsidR="001C0413">
        <w:t xml:space="preserve">, </w:t>
      </w:r>
      <w:r w:rsidRPr="005D5566">
        <w:t>sur les bancs où jusqu</w:t>
      </w:r>
      <w:r w:rsidR="001C0413">
        <w:t>’</w:t>
      </w:r>
      <w:r w:rsidRPr="005D5566">
        <w:t>alors la foule avait attendu</w:t>
      </w:r>
      <w:r w:rsidR="001C0413">
        <w:t xml:space="preserve">, </w:t>
      </w:r>
      <w:r w:rsidRPr="005D5566">
        <w:t>accablée</w:t>
      </w:r>
      <w:r w:rsidR="001C0413">
        <w:t xml:space="preserve">, </w:t>
      </w:r>
      <w:r w:rsidRPr="005D5566">
        <w:t>un bruit sourd et contenu répondait au salut des prévenus</w:t>
      </w:r>
      <w:r w:rsidR="001C0413">
        <w:t>.</w:t>
      </w:r>
    </w:p>
    <w:p w14:paraId="76BB6DBF" w14:textId="77777777" w:rsidR="001C0413" w:rsidRDefault="001C0413" w:rsidP="001C0413">
      <w:r>
        <w:t>— </w:t>
      </w:r>
      <w:r w:rsidR="00530790" w:rsidRPr="005D5566">
        <w:t>Ils n</w:t>
      </w:r>
      <w:r>
        <w:t>’</w:t>
      </w:r>
      <w:r w:rsidR="00530790" w:rsidRPr="005D5566">
        <w:t>ont pas peur</w:t>
      </w:r>
      <w:r>
        <w:t xml:space="preserve"> ! </w:t>
      </w:r>
      <w:r w:rsidR="00530790" w:rsidRPr="005D5566">
        <w:t>entendit-elle Sizov chuchoter</w:t>
      </w:r>
      <w:r>
        <w:t xml:space="preserve"> ; </w:t>
      </w:r>
      <w:r w:rsidR="00530790" w:rsidRPr="005D5566">
        <w:t>à sa droite</w:t>
      </w:r>
      <w:r>
        <w:t xml:space="preserve">, </w:t>
      </w:r>
      <w:r w:rsidR="00530790" w:rsidRPr="005D5566">
        <w:t>la mère de Samoïlov éclata en sanglots</w:t>
      </w:r>
      <w:r>
        <w:t>.</w:t>
      </w:r>
    </w:p>
    <w:p w14:paraId="1404B904" w14:textId="77777777" w:rsidR="001C0413" w:rsidRDefault="001C0413" w:rsidP="001C0413">
      <w:r>
        <w:t>— </w:t>
      </w:r>
      <w:r w:rsidR="00530790" w:rsidRPr="005D5566">
        <w:t>Silence</w:t>
      </w:r>
      <w:r>
        <w:t xml:space="preserve"> ! </w:t>
      </w:r>
      <w:r w:rsidR="00530790" w:rsidRPr="005D5566">
        <w:t>cria une voix sévère</w:t>
      </w:r>
      <w:r>
        <w:t>.</w:t>
      </w:r>
    </w:p>
    <w:p w14:paraId="26D05405" w14:textId="77777777" w:rsidR="001C0413" w:rsidRDefault="001C0413" w:rsidP="001C0413">
      <w:r>
        <w:t>— </w:t>
      </w:r>
      <w:r w:rsidR="00530790" w:rsidRPr="005D5566">
        <w:t>Je vous préviens</w:t>
      </w:r>
      <w:r>
        <w:t xml:space="preserve">… </w:t>
      </w:r>
      <w:r w:rsidR="00530790" w:rsidRPr="005D5566">
        <w:t>dit le vieillard</w:t>
      </w:r>
      <w:r>
        <w:t>.</w:t>
      </w:r>
    </w:p>
    <w:p w14:paraId="628B9F71" w14:textId="77777777" w:rsidR="001C0413" w:rsidRDefault="00530790" w:rsidP="001C0413">
      <w:r w:rsidRPr="005D5566">
        <w:lastRenderedPageBreak/>
        <w:t>Pavel et André étaient l</w:t>
      </w:r>
      <w:r w:rsidR="001C0413">
        <w:t>’</w:t>
      </w:r>
      <w:r w:rsidRPr="005D5566">
        <w:t>un à côté de l</w:t>
      </w:r>
      <w:r w:rsidR="001C0413">
        <w:t>’</w:t>
      </w:r>
      <w:r w:rsidRPr="005D5566">
        <w:t>autre</w:t>
      </w:r>
      <w:r w:rsidR="001C0413">
        <w:t xml:space="preserve">, </w:t>
      </w:r>
      <w:r w:rsidRPr="005D5566">
        <w:t>puis venaient Mazine</w:t>
      </w:r>
      <w:r w:rsidR="001C0413">
        <w:t xml:space="preserve">, </w:t>
      </w:r>
      <w:r w:rsidRPr="005D5566">
        <w:t>Samoïlov et les frères Goussev</w:t>
      </w:r>
      <w:r w:rsidR="001C0413">
        <w:t xml:space="preserve">, </w:t>
      </w:r>
      <w:r w:rsidRPr="005D5566">
        <w:t>tous sur le premier banc</w:t>
      </w:r>
      <w:r w:rsidR="001C0413">
        <w:t xml:space="preserve">. </w:t>
      </w:r>
      <w:r w:rsidRPr="005D5566">
        <w:t>André s</w:t>
      </w:r>
      <w:r w:rsidR="001C0413">
        <w:t>’</w:t>
      </w:r>
      <w:r w:rsidRPr="005D5566">
        <w:t>était coupé la barbe</w:t>
      </w:r>
      <w:r w:rsidR="001C0413">
        <w:t xml:space="preserve">, </w:t>
      </w:r>
      <w:r w:rsidRPr="005D5566">
        <w:t>sa moustache avait poussé et les pointes tombantes s</w:t>
      </w:r>
      <w:r w:rsidR="001C0413">
        <w:t>’</w:t>
      </w:r>
      <w:r w:rsidRPr="005D5566">
        <w:t>en rejoignaient</w:t>
      </w:r>
      <w:r w:rsidR="001C0413">
        <w:t xml:space="preserve">, </w:t>
      </w:r>
      <w:r w:rsidRPr="005D5566">
        <w:t>faisant ressembler sa tête ronde à celle d</w:t>
      </w:r>
      <w:r w:rsidR="001C0413">
        <w:t>’</w:t>
      </w:r>
      <w:r w:rsidRPr="005D5566">
        <w:t>un chat</w:t>
      </w:r>
      <w:r w:rsidR="001C0413">
        <w:t xml:space="preserve">. </w:t>
      </w:r>
      <w:r w:rsidRPr="005D5566">
        <w:t>Sa physionomie avait une expression nouvelle</w:t>
      </w:r>
      <w:r w:rsidR="001C0413">
        <w:t xml:space="preserve"> : </w:t>
      </w:r>
      <w:r w:rsidRPr="005D5566">
        <w:t>dans les plis de sa bouche</w:t>
      </w:r>
      <w:r w:rsidR="001C0413">
        <w:t xml:space="preserve">, </w:t>
      </w:r>
      <w:r w:rsidRPr="005D5566">
        <w:t>il y avait quelque chose d</w:t>
      </w:r>
      <w:r w:rsidR="001C0413">
        <w:t>’</w:t>
      </w:r>
      <w:r w:rsidRPr="005D5566">
        <w:t>aigu</w:t>
      </w:r>
      <w:r w:rsidR="001C0413">
        <w:t xml:space="preserve"> ; </w:t>
      </w:r>
      <w:r w:rsidRPr="005D5566">
        <w:t>son regard était sombre</w:t>
      </w:r>
      <w:r w:rsidR="001C0413">
        <w:t xml:space="preserve">. </w:t>
      </w:r>
      <w:r w:rsidRPr="005D5566">
        <w:t>Chez Mazine</w:t>
      </w:r>
      <w:r w:rsidR="001C0413">
        <w:t xml:space="preserve">, </w:t>
      </w:r>
      <w:r w:rsidRPr="005D5566">
        <w:t>la lèvre supérieure était ombrée de deux traits foncés</w:t>
      </w:r>
      <w:r w:rsidR="001C0413">
        <w:t xml:space="preserve"> ; </w:t>
      </w:r>
      <w:r w:rsidRPr="005D5566">
        <w:t>le visage avait grossi</w:t>
      </w:r>
      <w:r w:rsidR="001C0413">
        <w:t xml:space="preserve"> ; </w:t>
      </w:r>
      <w:r w:rsidRPr="005D5566">
        <w:t>Samoïlov était aussi bouclé qu</w:t>
      </w:r>
      <w:r w:rsidR="001C0413">
        <w:t>’</w:t>
      </w:r>
      <w:r w:rsidRPr="005D5566">
        <w:t>auparavant</w:t>
      </w:r>
      <w:r w:rsidR="001C0413">
        <w:t xml:space="preserve">. </w:t>
      </w:r>
      <w:r w:rsidRPr="005D5566">
        <w:t>Ivan Goussev avait toujours le même large sourire</w:t>
      </w:r>
      <w:r w:rsidR="001C0413">
        <w:t>.</w:t>
      </w:r>
    </w:p>
    <w:p w14:paraId="775A087C" w14:textId="77777777" w:rsidR="001C0413" w:rsidRDefault="001C0413" w:rsidP="001C0413">
      <w:r>
        <w:t>— </w:t>
      </w:r>
      <w:r w:rsidR="00530790" w:rsidRPr="005D5566">
        <w:t>Fédia</w:t>
      </w:r>
      <w:r>
        <w:t xml:space="preserve"> ! </w:t>
      </w:r>
      <w:r w:rsidR="00530790" w:rsidRPr="005D5566">
        <w:t>Fédia</w:t>
      </w:r>
      <w:r>
        <w:t xml:space="preserve"> ! </w:t>
      </w:r>
      <w:r w:rsidR="00530790" w:rsidRPr="005D5566">
        <w:t>soupira Sizov en baissant la tête</w:t>
      </w:r>
      <w:r>
        <w:t>.</w:t>
      </w:r>
    </w:p>
    <w:p w14:paraId="4C6824DC" w14:textId="77777777" w:rsidR="001C0413" w:rsidRDefault="00530790" w:rsidP="001C0413">
      <w:r w:rsidRPr="005D5566">
        <w:t>La mère respirait plus facilement</w:t>
      </w:r>
      <w:r w:rsidR="001C0413">
        <w:t xml:space="preserve">. </w:t>
      </w:r>
      <w:r w:rsidRPr="005D5566">
        <w:t>Elle prêtait l</w:t>
      </w:r>
      <w:r w:rsidR="001C0413">
        <w:t>’</w:t>
      </w:r>
      <w:r w:rsidRPr="005D5566">
        <w:t>oreille aux questions indistinctes du vieillard qui interrogeait les prévenus sans les regarder</w:t>
      </w:r>
      <w:r w:rsidR="001C0413">
        <w:t xml:space="preserve">, </w:t>
      </w:r>
      <w:r w:rsidRPr="005D5566">
        <w:t>la tête immobile sur le col de l</w:t>
      </w:r>
      <w:r w:rsidR="001C0413">
        <w:t>’</w:t>
      </w:r>
      <w:r w:rsidRPr="005D5566">
        <w:t>uniforme</w:t>
      </w:r>
      <w:r w:rsidR="001C0413">
        <w:t xml:space="preserve">. </w:t>
      </w:r>
      <w:r w:rsidRPr="005D5566">
        <w:t>Pélaguée écoutait les réponses brèves et paisibles de son fils</w:t>
      </w:r>
      <w:r w:rsidR="001C0413">
        <w:t xml:space="preserve">. </w:t>
      </w:r>
      <w:r w:rsidRPr="005D5566">
        <w:t>Il lui semblait que le président et les juges ne pouvaient pas être des gens méchants et cruels</w:t>
      </w:r>
      <w:r w:rsidR="001C0413">
        <w:t xml:space="preserve">. </w:t>
      </w:r>
      <w:r w:rsidRPr="005D5566">
        <w:t>Elle examinait en détail leur physionomie</w:t>
      </w:r>
      <w:r w:rsidR="001C0413">
        <w:t xml:space="preserve">, </w:t>
      </w:r>
      <w:r w:rsidRPr="005D5566">
        <w:t>essayant de deviner leurs sentiments</w:t>
      </w:r>
      <w:r w:rsidR="001C0413">
        <w:t xml:space="preserve">, </w:t>
      </w:r>
      <w:r w:rsidRPr="005D5566">
        <w:t>et sentait un espoir nouveau naître en son cœur</w:t>
      </w:r>
      <w:r w:rsidR="001C0413">
        <w:t>.</w:t>
      </w:r>
    </w:p>
    <w:p w14:paraId="04F95255" w14:textId="77777777" w:rsidR="001C0413" w:rsidRDefault="00530790" w:rsidP="001C0413">
      <w:r w:rsidRPr="005D5566">
        <w:t>Indifférent</w:t>
      </w:r>
      <w:r w:rsidR="001C0413">
        <w:t xml:space="preserve">, </w:t>
      </w:r>
      <w:r w:rsidRPr="005D5566">
        <w:t>l</w:t>
      </w:r>
      <w:r w:rsidR="001C0413">
        <w:t>’</w:t>
      </w:r>
      <w:r w:rsidRPr="005D5566">
        <w:t>homme au masque de porcelaine lisait un document</w:t>
      </w:r>
      <w:r w:rsidR="001C0413">
        <w:t xml:space="preserve"> ; </w:t>
      </w:r>
      <w:r w:rsidRPr="005D5566">
        <w:t>sa voix mesurée remplissait la salle d</w:t>
      </w:r>
      <w:r w:rsidR="001C0413">
        <w:t>’</w:t>
      </w:r>
      <w:r w:rsidRPr="005D5566">
        <w:t>un ennui qui engourdissait le public</w:t>
      </w:r>
      <w:r w:rsidR="001C0413">
        <w:t xml:space="preserve">. </w:t>
      </w:r>
      <w:r w:rsidRPr="005D5566">
        <w:t>D</w:t>
      </w:r>
      <w:r w:rsidR="001C0413">
        <w:t>’</w:t>
      </w:r>
      <w:r w:rsidRPr="005D5566">
        <w:t>une voix basse et animée</w:t>
      </w:r>
      <w:r w:rsidR="001C0413">
        <w:t xml:space="preserve">, </w:t>
      </w:r>
      <w:r w:rsidRPr="005D5566">
        <w:t>quatre avocats s</w:t>
      </w:r>
      <w:r w:rsidR="001C0413">
        <w:t>’</w:t>
      </w:r>
      <w:r w:rsidRPr="005D5566">
        <w:t>entretenaient avec les condamnés</w:t>
      </w:r>
      <w:r w:rsidR="001C0413">
        <w:t xml:space="preserve"> ; </w:t>
      </w:r>
      <w:r w:rsidRPr="005D5566">
        <w:t>ils avaient tous des gestes nets et vigoureux et faisaient penser à de gros oiseaux noirs</w:t>
      </w:r>
      <w:r w:rsidR="001C0413">
        <w:t>.</w:t>
      </w:r>
    </w:p>
    <w:p w14:paraId="63574ECE" w14:textId="77777777" w:rsidR="001C0413" w:rsidRDefault="00530790" w:rsidP="001C0413">
      <w:r w:rsidRPr="005D5566">
        <w:t>À la droite du vieillard</w:t>
      </w:r>
      <w:r w:rsidR="001C0413">
        <w:t xml:space="preserve">, </w:t>
      </w:r>
      <w:r w:rsidRPr="005D5566">
        <w:t>un juge ventru</w:t>
      </w:r>
      <w:r w:rsidR="001C0413">
        <w:t xml:space="preserve">, </w:t>
      </w:r>
      <w:r w:rsidRPr="005D5566">
        <w:t>aux petits yeux noyés dans la graisse</w:t>
      </w:r>
      <w:r w:rsidR="001C0413">
        <w:t xml:space="preserve">, </w:t>
      </w:r>
      <w:r w:rsidRPr="005D5566">
        <w:t>remplissait tout le fauteuil de son corps</w:t>
      </w:r>
      <w:r w:rsidR="001C0413">
        <w:t xml:space="preserve"> ; </w:t>
      </w:r>
      <w:r w:rsidRPr="005D5566">
        <w:t>à gauche</w:t>
      </w:r>
      <w:r w:rsidR="001C0413">
        <w:t xml:space="preserve">, </w:t>
      </w:r>
      <w:r w:rsidRPr="005D5566">
        <w:t>il y avait un homme voûté</w:t>
      </w:r>
      <w:r w:rsidR="001C0413">
        <w:t xml:space="preserve">, </w:t>
      </w:r>
      <w:r w:rsidRPr="005D5566">
        <w:t>à la moustache rouge</w:t>
      </w:r>
      <w:r w:rsidR="001C0413">
        <w:t xml:space="preserve">, </w:t>
      </w:r>
      <w:r w:rsidRPr="005D5566">
        <w:t>au visage pâli</w:t>
      </w:r>
      <w:r w:rsidR="001C0413">
        <w:t xml:space="preserve">. </w:t>
      </w:r>
      <w:r w:rsidRPr="005D5566">
        <w:t>Il appuyait avec lassitude la tête contre le dossier de son siège</w:t>
      </w:r>
      <w:r w:rsidR="001C0413">
        <w:t xml:space="preserve"> ; </w:t>
      </w:r>
      <w:r w:rsidRPr="005D5566">
        <w:t>les paupières à demi fermées</w:t>
      </w:r>
      <w:r w:rsidR="001C0413">
        <w:t xml:space="preserve">, </w:t>
      </w:r>
      <w:r w:rsidRPr="005D5566">
        <w:t>il réfléchissait</w:t>
      </w:r>
      <w:r w:rsidR="001C0413">
        <w:t xml:space="preserve">. </w:t>
      </w:r>
      <w:r w:rsidRPr="005D5566">
        <w:t>Le procureur avait aussi l</w:t>
      </w:r>
      <w:r w:rsidR="001C0413">
        <w:t>’</w:t>
      </w:r>
      <w:r w:rsidRPr="005D5566">
        <w:t>air fatigué</w:t>
      </w:r>
      <w:r w:rsidR="001C0413">
        <w:t xml:space="preserve">, </w:t>
      </w:r>
      <w:r w:rsidRPr="005D5566">
        <w:t xml:space="preserve">ennuyé et </w:t>
      </w:r>
      <w:r w:rsidRPr="005D5566">
        <w:lastRenderedPageBreak/>
        <w:t>indifférent</w:t>
      </w:r>
      <w:r w:rsidR="001C0413">
        <w:t xml:space="preserve">. </w:t>
      </w:r>
      <w:r w:rsidRPr="005D5566">
        <w:t>Derrière les juges</w:t>
      </w:r>
      <w:r w:rsidR="001C0413">
        <w:t xml:space="preserve">, </w:t>
      </w:r>
      <w:r w:rsidRPr="005D5566">
        <w:t>les fauteuils étaient occupés par divers personnages</w:t>
      </w:r>
      <w:r w:rsidR="001C0413">
        <w:t xml:space="preserve"> ; </w:t>
      </w:r>
      <w:r w:rsidRPr="005D5566">
        <w:t>un homme robuste et élancé se caressait la joue d</w:t>
      </w:r>
      <w:r w:rsidR="001C0413">
        <w:t>’</w:t>
      </w:r>
      <w:r w:rsidRPr="005D5566">
        <w:t>un air pensif</w:t>
      </w:r>
      <w:r w:rsidR="001C0413">
        <w:t xml:space="preserve"> ; </w:t>
      </w:r>
      <w:r w:rsidRPr="005D5566">
        <w:t>le maréchal de la noblesse</w:t>
      </w:r>
      <w:r w:rsidR="001C0413">
        <w:t xml:space="preserve">, </w:t>
      </w:r>
      <w:r w:rsidRPr="005D5566">
        <w:t>aux cheveux gris</w:t>
      </w:r>
      <w:r w:rsidR="001C0413">
        <w:t xml:space="preserve">, </w:t>
      </w:r>
      <w:r w:rsidRPr="005D5566">
        <w:t>au visage rubicond</w:t>
      </w:r>
      <w:r w:rsidR="001C0413">
        <w:t xml:space="preserve">, </w:t>
      </w:r>
      <w:r w:rsidRPr="005D5566">
        <w:t>à la longue barbe</w:t>
      </w:r>
      <w:r w:rsidR="001C0413">
        <w:t xml:space="preserve">, </w:t>
      </w:r>
      <w:r w:rsidRPr="005D5566">
        <w:t>promenait le regard de ses grands yeux doux</w:t>
      </w:r>
      <w:r w:rsidR="001C0413">
        <w:t xml:space="preserve"> ; </w:t>
      </w:r>
      <w:r w:rsidRPr="005D5566">
        <w:t>le syndic du bailliage</w:t>
      </w:r>
      <w:r w:rsidR="001C0413">
        <w:t xml:space="preserve">, </w:t>
      </w:r>
      <w:r w:rsidRPr="005D5566">
        <w:t>que son énorme ventre gênait visiblement</w:t>
      </w:r>
      <w:r w:rsidR="001C0413">
        <w:t xml:space="preserve">, </w:t>
      </w:r>
      <w:r w:rsidRPr="005D5566">
        <w:t>s</w:t>
      </w:r>
      <w:r w:rsidR="001C0413">
        <w:t>’</w:t>
      </w:r>
      <w:r w:rsidRPr="005D5566">
        <w:t>efforçait de le cacher sous un pan de sa blouse</w:t>
      </w:r>
      <w:r w:rsidR="001C0413">
        <w:t xml:space="preserve">, </w:t>
      </w:r>
      <w:r w:rsidRPr="005D5566">
        <w:t>qui glissait toujours</w:t>
      </w:r>
      <w:r w:rsidR="001C0413">
        <w:t>.</w:t>
      </w:r>
    </w:p>
    <w:p w14:paraId="1E274CC3" w14:textId="77777777" w:rsidR="001C0413" w:rsidRDefault="001C0413" w:rsidP="001C0413">
      <w:r>
        <w:t>— </w:t>
      </w:r>
      <w:r w:rsidR="00530790" w:rsidRPr="005D5566">
        <w:t>Il n</w:t>
      </w:r>
      <w:r>
        <w:t>’</w:t>
      </w:r>
      <w:r w:rsidR="00530790" w:rsidRPr="005D5566">
        <w:t>y a ici ni criminels</w:t>
      </w:r>
      <w:r>
        <w:t xml:space="preserve">, </w:t>
      </w:r>
      <w:r w:rsidR="00530790" w:rsidRPr="005D5566">
        <w:t>ni juges</w:t>
      </w:r>
      <w:r>
        <w:t xml:space="preserve">, </w:t>
      </w:r>
      <w:r w:rsidR="00530790" w:rsidRPr="005D5566">
        <w:t>proclama la voix ferme de Pavel</w:t>
      </w:r>
      <w:r>
        <w:t xml:space="preserve">, </w:t>
      </w:r>
      <w:r w:rsidR="00530790" w:rsidRPr="005D5566">
        <w:t>il n</w:t>
      </w:r>
      <w:r>
        <w:t>’</w:t>
      </w:r>
      <w:r w:rsidR="00530790" w:rsidRPr="005D5566">
        <w:t>y a que des captifs et des vainqueurs</w:t>
      </w:r>
      <w:r>
        <w:t> !…</w:t>
      </w:r>
    </w:p>
    <w:p w14:paraId="19717926" w14:textId="77777777" w:rsidR="001C0413" w:rsidRDefault="00530790" w:rsidP="001C0413">
      <w:r w:rsidRPr="005D5566">
        <w:t>Un silence se fit</w:t>
      </w:r>
      <w:r w:rsidR="001C0413">
        <w:t xml:space="preserve">. </w:t>
      </w:r>
      <w:r w:rsidRPr="005D5566">
        <w:t>Pendant quelques secondes</w:t>
      </w:r>
      <w:r w:rsidR="001C0413">
        <w:t xml:space="preserve">, </w:t>
      </w:r>
      <w:r w:rsidRPr="005D5566">
        <w:t>l</w:t>
      </w:r>
      <w:r w:rsidR="001C0413">
        <w:t>’</w:t>
      </w:r>
      <w:r w:rsidRPr="005D5566">
        <w:t>oreille de la mère ne perçut que le grincement précipité et grêle de la plume sur le papier et les battements de son propre cœur</w:t>
      </w:r>
      <w:r w:rsidR="001C0413">
        <w:t>.</w:t>
      </w:r>
    </w:p>
    <w:p w14:paraId="33E9458D" w14:textId="77777777" w:rsidR="001C0413" w:rsidRDefault="00530790" w:rsidP="001C0413">
      <w:r w:rsidRPr="005D5566">
        <w:t>Le président du tribunal semblait aussi écouter quelque chose et attendre</w:t>
      </w:r>
      <w:r w:rsidR="001C0413">
        <w:t xml:space="preserve">. </w:t>
      </w:r>
      <w:r w:rsidRPr="005D5566">
        <w:t>Ses collègues s</w:t>
      </w:r>
      <w:r w:rsidR="001C0413">
        <w:t>’</w:t>
      </w:r>
      <w:r w:rsidRPr="005D5566">
        <w:t>agitèrent</w:t>
      </w:r>
      <w:r w:rsidR="001C0413">
        <w:t xml:space="preserve">. </w:t>
      </w:r>
      <w:r w:rsidRPr="005D5566">
        <w:t>Alors il dit</w:t>
      </w:r>
      <w:r w:rsidR="001C0413">
        <w:t> :</w:t>
      </w:r>
    </w:p>
    <w:p w14:paraId="77684BFB" w14:textId="77777777" w:rsidR="001C0413" w:rsidRDefault="001C0413" w:rsidP="001C0413">
      <w:r>
        <w:t>— </w:t>
      </w:r>
      <w:r w:rsidR="00530790" w:rsidRPr="005D5566">
        <w:t>Oui</w:t>
      </w:r>
      <w:r>
        <w:t xml:space="preserve"> !… </w:t>
      </w:r>
      <w:r w:rsidR="00530790" w:rsidRPr="005D5566">
        <w:t>André Nakhodka</w:t>
      </w:r>
      <w:r>
        <w:t xml:space="preserve"> !… </w:t>
      </w:r>
      <w:r w:rsidR="00530790" w:rsidRPr="005D5566">
        <w:t>Reconnaissez-vous</w:t>
      </w:r>
      <w:r>
        <w:t>…</w:t>
      </w:r>
    </w:p>
    <w:p w14:paraId="33AA23C0" w14:textId="77777777" w:rsidR="001C0413" w:rsidRDefault="00530790" w:rsidP="001C0413">
      <w:r w:rsidRPr="005D5566">
        <w:t>Quelqu</w:t>
      </w:r>
      <w:r w:rsidR="001C0413">
        <w:t>’</w:t>
      </w:r>
      <w:r w:rsidRPr="005D5566">
        <w:t>un chuchota</w:t>
      </w:r>
      <w:r w:rsidR="001C0413">
        <w:t> :</w:t>
      </w:r>
    </w:p>
    <w:p w14:paraId="6D5D5226" w14:textId="77777777" w:rsidR="001C0413" w:rsidRDefault="001C0413" w:rsidP="001C0413">
      <w:r>
        <w:t>— </w:t>
      </w:r>
      <w:r w:rsidR="00530790" w:rsidRPr="005D5566">
        <w:t>Lève-toi</w:t>
      </w:r>
      <w:r>
        <w:t xml:space="preserve"> !… </w:t>
      </w:r>
      <w:r w:rsidR="00530790" w:rsidRPr="005D5566">
        <w:t>Levez-vous</w:t>
      </w:r>
      <w:r>
        <w:t> !</w:t>
      </w:r>
    </w:p>
    <w:p w14:paraId="289A6FE8" w14:textId="77777777" w:rsidR="001C0413" w:rsidRDefault="00530790" w:rsidP="001C0413">
      <w:r w:rsidRPr="005D5566">
        <w:t>André se redressa lentement et regarda le vieillard en dessous</w:t>
      </w:r>
      <w:r w:rsidR="001C0413">
        <w:t xml:space="preserve">, </w:t>
      </w:r>
      <w:r w:rsidRPr="005D5566">
        <w:t>tout en tortillant sa moustache</w:t>
      </w:r>
      <w:r w:rsidR="001C0413">
        <w:t>.</w:t>
      </w:r>
    </w:p>
    <w:p w14:paraId="41317904" w14:textId="77777777" w:rsidR="001C0413" w:rsidRDefault="001C0413" w:rsidP="001C0413">
      <w:r>
        <w:t>— </w:t>
      </w:r>
      <w:r w:rsidR="00530790" w:rsidRPr="005D5566">
        <w:t>De quoi puis-je me reconnaître coupable</w:t>
      </w:r>
      <w:r>
        <w:t xml:space="preserve"> ? </w:t>
      </w:r>
      <w:r w:rsidR="00530790" w:rsidRPr="005D5566">
        <w:t>dit en haussant les épaules le Petit-Russien de sa voix chantante et traînante</w:t>
      </w:r>
      <w:r>
        <w:t xml:space="preserve">. </w:t>
      </w:r>
      <w:r w:rsidR="00530790" w:rsidRPr="005D5566">
        <w:t>Je n</w:t>
      </w:r>
      <w:r>
        <w:t>’</w:t>
      </w:r>
      <w:r w:rsidR="00530790" w:rsidRPr="005D5566">
        <w:t>ai ni tué</w:t>
      </w:r>
      <w:r>
        <w:t xml:space="preserve">, </w:t>
      </w:r>
      <w:r w:rsidR="00530790" w:rsidRPr="005D5566">
        <w:t>ni volé</w:t>
      </w:r>
      <w:r>
        <w:t xml:space="preserve"> : </w:t>
      </w:r>
      <w:r w:rsidR="00530790" w:rsidRPr="005D5566">
        <w:t>seulement je n</w:t>
      </w:r>
      <w:r>
        <w:t>’</w:t>
      </w:r>
      <w:r w:rsidR="00530790" w:rsidRPr="005D5566">
        <w:t xml:space="preserve">admets pas cette organisation de la vie qui oblige les hommes </w:t>
      </w:r>
      <w:r w:rsidR="00530790" w:rsidRPr="005D5566">
        <w:rPr>
          <w:bCs/>
        </w:rPr>
        <w:t xml:space="preserve">à </w:t>
      </w:r>
      <w:r w:rsidR="00530790" w:rsidRPr="005D5566">
        <w:t>se dépouiller et à s</w:t>
      </w:r>
      <w:r>
        <w:t>’</w:t>
      </w:r>
      <w:r w:rsidR="00530790" w:rsidRPr="005D5566">
        <w:t>assassiner mutuellement</w:t>
      </w:r>
      <w:r>
        <w:t>…</w:t>
      </w:r>
    </w:p>
    <w:p w14:paraId="68571827" w14:textId="77777777" w:rsidR="001C0413" w:rsidRDefault="001C0413" w:rsidP="001C0413">
      <w:r>
        <w:t>— </w:t>
      </w:r>
      <w:r w:rsidR="00530790" w:rsidRPr="005D5566">
        <w:t>Répondez par oui ou par non</w:t>
      </w:r>
      <w:r>
        <w:t xml:space="preserve"> ! </w:t>
      </w:r>
      <w:r w:rsidR="00530790" w:rsidRPr="005D5566">
        <w:t>dit le vieillard avec effort</w:t>
      </w:r>
      <w:r>
        <w:t xml:space="preserve">, </w:t>
      </w:r>
      <w:r w:rsidR="00530790" w:rsidRPr="005D5566">
        <w:t>mais distinctement</w:t>
      </w:r>
      <w:r>
        <w:t>.</w:t>
      </w:r>
    </w:p>
    <w:p w14:paraId="5BCA58F4" w14:textId="77777777" w:rsidR="001C0413" w:rsidRDefault="00530790" w:rsidP="001C0413">
      <w:r w:rsidRPr="005D5566">
        <w:lastRenderedPageBreak/>
        <w:t>La mère sentait que</w:t>
      </w:r>
      <w:r w:rsidR="001C0413">
        <w:t xml:space="preserve">, </w:t>
      </w:r>
      <w:r w:rsidRPr="005D5566">
        <w:t>derrière elle</w:t>
      </w:r>
      <w:r w:rsidR="001C0413">
        <w:t xml:space="preserve">, </w:t>
      </w:r>
      <w:r w:rsidRPr="005D5566">
        <w:t>grondait une excitation</w:t>
      </w:r>
      <w:r w:rsidR="001C0413">
        <w:t xml:space="preserve"> ; </w:t>
      </w:r>
      <w:r w:rsidRPr="005D5566">
        <w:t>les voisins chuchotaient et remuaient comme pour se débarrasser de la toile d</w:t>
      </w:r>
      <w:r w:rsidR="001C0413">
        <w:t>’</w:t>
      </w:r>
      <w:r w:rsidRPr="005D5566">
        <w:t>araignée que semblaient tisser les paroles grises de l</w:t>
      </w:r>
      <w:r w:rsidR="001C0413">
        <w:t>’</w:t>
      </w:r>
      <w:r w:rsidRPr="005D5566">
        <w:t>homme en porcelaine</w:t>
      </w:r>
      <w:r w:rsidR="001C0413">
        <w:t>.</w:t>
      </w:r>
    </w:p>
    <w:p w14:paraId="6FF34B5A" w14:textId="77777777" w:rsidR="001C0413" w:rsidRDefault="001C0413" w:rsidP="001C0413">
      <w:r>
        <w:t>— </w:t>
      </w:r>
      <w:r w:rsidR="00530790" w:rsidRPr="005D5566">
        <w:t>Tu entends comme ils répondent</w:t>
      </w:r>
      <w:r>
        <w:t xml:space="preserve"> ? </w:t>
      </w:r>
      <w:r w:rsidR="00530790" w:rsidRPr="005D5566">
        <w:t>chuchota Sizov à la mère</w:t>
      </w:r>
      <w:r>
        <w:t>.</w:t>
      </w:r>
    </w:p>
    <w:p w14:paraId="58E95757" w14:textId="77777777" w:rsidR="001C0413" w:rsidRDefault="001C0413" w:rsidP="001C0413">
      <w:r>
        <w:t>— </w:t>
      </w:r>
      <w:r w:rsidR="00530790" w:rsidRPr="005D5566">
        <w:t>Oui</w:t>
      </w:r>
      <w:r>
        <w:t> !</w:t>
      </w:r>
    </w:p>
    <w:p w14:paraId="485FD052" w14:textId="77777777" w:rsidR="001C0413" w:rsidRDefault="001C0413" w:rsidP="001C0413">
      <w:r>
        <w:t>— </w:t>
      </w:r>
      <w:r w:rsidR="00530790" w:rsidRPr="005D5566">
        <w:t>Fédia Mazine</w:t>
      </w:r>
      <w:r>
        <w:t xml:space="preserve">, </w:t>
      </w:r>
      <w:r w:rsidR="00530790" w:rsidRPr="005D5566">
        <w:t>répondez</w:t>
      </w:r>
      <w:r>
        <w:t> !</w:t>
      </w:r>
    </w:p>
    <w:p w14:paraId="6C62EEC1" w14:textId="77777777" w:rsidR="001C0413" w:rsidRDefault="001C0413" w:rsidP="001C0413">
      <w:r>
        <w:t>— </w:t>
      </w:r>
      <w:r w:rsidR="00530790" w:rsidRPr="005D5566">
        <w:t>Je ne veux pas</w:t>
      </w:r>
      <w:r>
        <w:t xml:space="preserve"> ! </w:t>
      </w:r>
      <w:r w:rsidR="00530790" w:rsidRPr="005D5566">
        <w:t>dit Fédia nettement en se levant</w:t>
      </w:r>
      <w:r>
        <w:t>.</w:t>
      </w:r>
    </w:p>
    <w:p w14:paraId="67543408" w14:textId="77777777" w:rsidR="001C0413" w:rsidRDefault="00530790" w:rsidP="001C0413">
      <w:r w:rsidRPr="005D5566">
        <w:t>Son visage était rouge d</w:t>
      </w:r>
      <w:r w:rsidR="001C0413">
        <w:t>’</w:t>
      </w:r>
      <w:r w:rsidRPr="005D5566">
        <w:t>émotion</w:t>
      </w:r>
      <w:r w:rsidR="001C0413">
        <w:t xml:space="preserve">, </w:t>
      </w:r>
      <w:r w:rsidRPr="005D5566">
        <w:t>ses yeux brillaient</w:t>
      </w:r>
      <w:r w:rsidR="001C0413">
        <w:t>.</w:t>
      </w:r>
    </w:p>
    <w:p w14:paraId="1E6CAB77" w14:textId="77777777" w:rsidR="001C0413" w:rsidRDefault="00530790" w:rsidP="001C0413">
      <w:r w:rsidRPr="005D5566">
        <w:t xml:space="preserve">Sizov poussa un </w:t>
      </w:r>
      <w:r w:rsidR="001C0413">
        <w:t>« </w:t>
      </w:r>
      <w:r w:rsidRPr="005D5566">
        <w:t>Ah</w:t>
      </w:r>
      <w:r w:rsidR="001C0413">
        <w:t> ! »</w:t>
      </w:r>
      <w:r w:rsidRPr="005D5566">
        <w:t xml:space="preserve"> étouffé</w:t>
      </w:r>
      <w:r w:rsidR="001C0413">
        <w:t>.</w:t>
      </w:r>
    </w:p>
    <w:p w14:paraId="30487932" w14:textId="77777777" w:rsidR="001C0413" w:rsidRDefault="001C0413" w:rsidP="001C0413">
      <w:r>
        <w:t>— </w:t>
      </w:r>
      <w:r w:rsidR="00530790" w:rsidRPr="005D5566">
        <w:t>Je n</w:t>
      </w:r>
      <w:r>
        <w:t>’</w:t>
      </w:r>
      <w:r w:rsidR="00530790" w:rsidRPr="005D5566">
        <w:t>ai pas voulu de défenseur</w:t>
      </w:r>
      <w:r>
        <w:t xml:space="preserve">… </w:t>
      </w:r>
      <w:r w:rsidR="00530790" w:rsidRPr="005D5566">
        <w:t>je ne veux rien dire</w:t>
      </w:r>
      <w:r>
        <w:t xml:space="preserve">… </w:t>
      </w:r>
      <w:r w:rsidR="00530790" w:rsidRPr="005D5566">
        <w:t>je considère votre jugement comme illégitime</w:t>
      </w:r>
      <w:r>
        <w:t xml:space="preserve">… </w:t>
      </w:r>
      <w:r w:rsidR="00530790" w:rsidRPr="005D5566">
        <w:t>Qui êtes-vous</w:t>
      </w:r>
      <w:r>
        <w:t xml:space="preserve"> ? </w:t>
      </w:r>
      <w:r w:rsidR="00530790" w:rsidRPr="005D5566">
        <w:t>Est-ce le peuple qui vous a donné le droit de nous juger</w:t>
      </w:r>
      <w:r>
        <w:t xml:space="preserve"> ? </w:t>
      </w:r>
      <w:r w:rsidR="00530790" w:rsidRPr="005D5566">
        <w:t>Non</w:t>
      </w:r>
      <w:r>
        <w:t xml:space="preserve">, </w:t>
      </w:r>
      <w:r w:rsidR="00530790" w:rsidRPr="005D5566">
        <w:t>il ne vous l</w:t>
      </w:r>
      <w:r>
        <w:t>’</w:t>
      </w:r>
      <w:r w:rsidR="00530790" w:rsidRPr="005D5566">
        <w:t>a pas donné</w:t>
      </w:r>
      <w:r>
        <w:t xml:space="preserve"> ! </w:t>
      </w:r>
      <w:r w:rsidR="00530790" w:rsidRPr="005D5566">
        <w:t>Je ne vous connais pas</w:t>
      </w:r>
      <w:r>
        <w:t> !</w:t>
      </w:r>
    </w:p>
    <w:p w14:paraId="23BABF35" w14:textId="77777777" w:rsidR="001C0413" w:rsidRDefault="00530790" w:rsidP="001C0413">
      <w:r w:rsidRPr="005D5566">
        <w:t>Il s</w:t>
      </w:r>
      <w:r w:rsidR="001C0413">
        <w:t>’</w:t>
      </w:r>
      <w:r w:rsidRPr="005D5566">
        <w:t>assit et dissimula son visage enflammé derrière l</w:t>
      </w:r>
      <w:r w:rsidR="001C0413">
        <w:t>’</w:t>
      </w:r>
      <w:r w:rsidRPr="005D5566">
        <w:t>épaule d</w:t>
      </w:r>
      <w:r w:rsidR="001C0413">
        <w:t>’</w:t>
      </w:r>
      <w:r w:rsidRPr="005D5566">
        <w:t>André</w:t>
      </w:r>
      <w:r w:rsidR="001C0413">
        <w:t>.</w:t>
      </w:r>
    </w:p>
    <w:p w14:paraId="7194AC3B" w14:textId="77777777" w:rsidR="001C0413" w:rsidRDefault="00530790" w:rsidP="001C0413">
      <w:r w:rsidRPr="005D5566">
        <w:t>Le gros juge se pencha vers le président en chuchotant</w:t>
      </w:r>
      <w:r w:rsidR="001C0413">
        <w:t xml:space="preserve">. </w:t>
      </w:r>
      <w:r w:rsidRPr="005D5566">
        <w:t>Le juge au visage pâle jeta un coup d</w:t>
      </w:r>
      <w:r w:rsidR="001C0413">
        <w:t>’</w:t>
      </w:r>
      <w:r w:rsidRPr="005D5566">
        <w:t>œil oblique sur les prévenus et barra quelque chose au crayon</w:t>
      </w:r>
      <w:r w:rsidR="001C0413">
        <w:t xml:space="preserve">, </w:t>
      </w:r>
      <w:r w:rsidRPr="005D5566">
        <w:t>sur le papier qui se trouvait devant lui</w:t>
      </w:r>
      <w:r w:rsidR="001C0413">
        <w:t xml:space="preserve">. </w:t>
      </w:r>
      <w:r w:rsidRPr="005D5566">
        <w:t>Le syndic du bailliage hocha la tête et remua les pieds avec précaution</w:t>
      </w:r>
      <w:r w:rsidR="001C0413">
        <w:t xml:space="preserve">. </w:t>
      </w:r>
      <w:r w:rsidRPr="005D5566">
        <w:t>Le maréchal de la noblesse conversait avec le procureur</w:t>
      </w:r>
      <w:r w:rsidR="001C0413">
        <w:t xml:space="preserve">, </w:t>
      </w:r>
      <w:r w:rsidRPr="005D5566">
        <w:t>le maire prêtait l</w:t>
      </w:r>
      <w:r w:rsidR="001C0413">
        <w:t>’</w:t>
      </w:r>
      <w:r w:rsidRPr="005D5566">
        <w:t>oreille et souriait en se frottant la joue</w:t>
      </w:r>
      <w:r w:rsidR="001C0413">
        <w:t>.</w:t>
      </w:r>
    </w:p>
    <w:p w14:paraId="7148AD7A" w14:textId="77777777" w:rsidR="001C0413" w:rsidRDefault="00530790" w:rsidP="001C0413">
      <w:r w:rsidRPr="005D5566">
        <w:t>De nouveau</w:t>
      </w:r>
      <w:r w:rsidR="001C0413">
        <w:t xml:space="preserve">, </w:t>
      </w:r>
      <w:r w:rsidRPr="005D5566">
        <w:t>le président se mit à parler de sa voix terne</w:t>
      </w:r>
      <w:r w:rsidR="001C0413">
        <w:t>.</w:t>
      </w:r>
    </w:p>
    <w:p w14:paraId="47A35BAB" w14:textId="77777777" w:rsidR="001C0413" w:rsidRDefault="00530790" w:rsidP="001C0413">
      <w:r w:rsidRPr="005D5566">
        <w:lastRenderedPageBreak/>
        <w:t>Les quatre avocats écoutaient avec attention</w:t>
      </w:r>
      <w:r w:rsidR="001C0413">
        <w:t xml:space="preserve"> ; </w:t>
      </w:r>
      <w:r w:rsidRPr="005D5566">
        <w:t>les prévenus chuchotaient entre eux</w:t>
      </w:r>
      <w:r w:rsidR="001C0413">
        <w:t xml:space="preserve"> ; </w:t>
      </w:r>
      <w:r w:rsidRPr="005D5566">
        <w:t>Fédia se cachait toujours en souriant avec embarras</w:t>
      </w:r>
      <w:r w:rsidR="001C0413">
        <w:t>.</w:t>
      </w:r>
    </w:p>
    <w:p w14:paraId="6AFDC946" w14:textId="77777777" w:rsidR="001C0413" w:rsidRDefault="001C0413" w:rsidP="001C0413">
      <w:r>
        <w:t>— </w:t>
      </w:r>
      <w:r w:rsidR="00530790" w:rsidRPr="005D5566">
        <w:t>As-tu vu ça</w:t>
      </w:r>
      <w:r>
        <w:t xml:space="preserve"> ?… </w:t>
      </w:r>
      <w:r w:rsidR="00530790" w:rsidRPr="005D5566">
        <w:t>Il a mieux parlé que tous les autres</w:t>
      </w:r>
      <w:r>
        <w:t xml:space="preserve"> ! </w:t>
      </w:r>
      <w:r w:rsidR="00530790" w:rsidRPr="005D5566">
        <w:t xml:space="preserve">chuchota Sizov </w:t>
      </w:r>
      <w:r w:rsidR="00530790" w:rsidRPr="005D5566">
        <w:rPr>
          <w:bCs/>
        </w:rPr>
        <w:t xml:space="preserve">à </w:t>
      </w:r>
      <w:r w:rsidR="00530790" w:rsidRPr="005D5566">
        <w:t>l</w:t>
      </w:r>
      <w:r>
        <w:t>’</w:t>
      </w:r>
      <w:r w:rsidR="00530790" w:rsidRPr="005D5566">
        <w:t>oreille de la mère</w:t>
      </w:r>
      <w:r>
        <w:t xml:space="preserve">. </w:t>
      </w:r>
      <w:r w:rsidR="00530790" w:rsidRPr="005D5566">
        <w:t>Ah</w:t>
      </w:r>
      <w:r>
        <w:t xml:space="preserve"> ! </w:t>
      </w:r>
      <w:r w:rsidR="00530790" w:rsidRPr="005D5566">
        <w:t>ce polisson</w:t>
      </w:r>
      <w:r>
        <w:t> !</w:t>
      </w:r>
    </w:p>
    <w:p w14:paraId="3FE9EBD1" w14:textId="7C2DF402" w:rsidR="001C0413" w:rsidRDefault="00530790" w:rsidP="001C0413">
      <w:r w:rsidRPr="005D5566">
        <w:t>La mère sourit</w:t>
      </w:r>
      <w:r w:rsidR="001C0413">
        <w:t xml:space="preserve">, </w:t>
      </w:r>
      <w:r w:rsidRPr="005D5566">
        <w:t>sans comprendre</w:t>
      </w:r>
      <w:r w:rsidR="001C0413">
        <w:t xml:space="preserve">… </w:t>
      </w:r>
      <w:r w:rsidRPr="005D5566">
        <w:t>Tout ce qui se passait n</w:t>
      </w:r>
      <w:r w:rsidR="001C0413">
        <w:t>’</w:t>
      </w:r>
      <w:r w:rsidRPr="005D5566">
        <w:t>était pour elle que la préface inutile et forcée de quelque chose de terrible dont la venue écraserait tous les assistants d</w:t>
      </w:r>
      <w:r w:rsidR="001C0413">
        <w:t>’</w:t>
      </w:r>
      <w:r w:rsidRPr="005D5566">
        <w:t>une froide terreur</w:t>
      </w:r>
      <w:r w:rsidR="001C0413">
        <w:t xml:space="preserve">. </w:t>
      </w:r>
      <w:r w:rsidRPr="005D5566">
        <w:t>Mais les réponses paisibles de Pavel et d</w:t>
      </w:r>
      <w:r w:rsidR="001C0413">
        <w:t>’</w:t>
      </w:r>
      <w:r w:rsidRPr="005D5566">
        <w:t>André avaient autant de fermeté et d</w:t>
      </w:r>
      <w:r w:rsidR="001C0413">
        <w:t>’</w:t>
      </w:r>
      <w:r w:rsidRPr="005D5566">
        <w:t>intrépidité que si elles eussent été prononcées dans la petite maison du faubourg et non devant des juges</w:t>
      </w:r>
      <w:r w:rsidR="001C0413">
        <w:t xml:space="preserve">. </w:t>
      </w:r>
      <w:r w:rsidRPr="005D5566">
        <w:t xml:space="preserve">La </w:t>
      </w:r>
      <w:r w:rsidR="004A6531">
        <w:t>répartie</w:t>
      </w:r>
      <w:r w:rsidR="004A6531" w:rsidRPr="005D5566">
        <w:t xml:space="preserve"> </w:t>
      </w:r>
      <w:r w:rsidRPr="005D5566">
        <w:t>ardente et juvénile de Fédia lui semblait amusante</w:t>
      </w:r>
      <w:r w:rsidR="001C0413">
        <w:t xml:space="preserve">. </w:t>
      </w:r>
      <w:r w:rsidRPr="005D5566">
        <w:t>Un sentiment d</w:t>
      </w:r>
      <w:r w:rsidR="001C0413">
        <w:t>’</w:t>
      </w:r>
      <w:r w:rsidRPr="005D5566">
        <w:t>audace et de fraîcheur naissait dans la salle</w:t>
      </w:r>
      <w:r w:rsidR="001C0413">
        <w:t xml:space="preserve"> ; </w:t>
      </w:r>
      <w:r w:rsidRPr="005D5566">
        <w:t>et</w:t>
      </w:r>
      <w:r w:rsidR="001C0413">
        <w:t xml:space="preserve">, </w:t>
      </w:r>
      <w:r w:rsidRPr="005D5566">
        <w:t>par les mouvements de ceux qui étaient derrière elle</w:t>
      </w:r>
      <w:r w:rsidR="001C0413">
        <w:t xml:space="preserve">, </w:t>
      </w:r>
      <w:r w:rsidRPr="005D5566">
        <w:t>la mère sentait qu</w:t>
      </w:r>
      <w:r w:rsidR="001C0413">
        <w:t>’</w:t>
      </w:r>
      <w:r w:rsidRPr="005D5566">
        <w:t>elle n</w:t>
      </w:r>
      <w:r w:rsidR="001C0413">
        <w:t>’</w:t>
      </w:r>
      <w:r w:rsidRPr="005D5566">
        <w:t>était pas seule à l</w:t>
      </w:r>
      <w:r w:rsidR="001C0413">
        <w:t>’</w:t>
      </w:r>
      <w:r w:rsidRPr="005D5566">
        <w:t>éprouver</w:t>
      </w:r>
      <w:r w:rsidR="001C0413">
        <w:t>.</w:t>
      </w:r>
    </w:p>
    <w:p w14:paraId="3C508EF0" w14:textId="77777777" w:rsidR="001C0413" w:rsidRDefault="001C0413" w:rsidP="001C0413">
      <w:r>
        <w:t>— </w:t>
      </w:r>
      <w:r w:rsidR="00530790" w:rsidRPr="005D5566">
        <w:t>Votre opinion</w:t>
      </w:r>
      <w:r>
        <w:t xml:space="preserve"> ? </w:t>
      </w:r>
      <w:r w:rsidR="00530790" w:rsidRPr="005D5566">
        <w:t>demanda le vieillard</w:t>
      </w:r>
      <w:r>
        <w:t>.</w:t>
      </w:r>
    </w:p>
    <w:p w14:paraId="029D156F" w14:textId="77777777" w:rsidR="001C0413" w:rsidRDefault="00530790" w:rsidP="001C0413">
      <w:r w:rsidRPr="005D5566">
        <w:t>Le procureur chauve se leva en se tenant d</w:t>
      </w:r>
      <w:r w:rsidR="001C0413">
        <w:t>’</w:t>
      </w:r>
      <w:r w:rsidRPr="005D5566">
        <w:t>une main à son pupitre</w:t>
      </w:r>
      <w:r w:rsidR="001C0413">
        <w:t xml:space="preserve"> ; </w:t>
      </w:r>
      <w:r w:rsidRPr="005D5566">
        <w:t>il pérora avec rapidité en citant des chiffres</w:t>
      </w:r>
      <w:r w:rsidR="001C0413">
        <w:t xml:space="preserve">. </w:t>
      </w:r>
      <w:r w:rsidRPr="005D5566">
        <w:t>Il n</w:t>
      </w:r>
      <w:r w:rsidR="001C0413">
        <w:t>’</w:t>
      </w:r>
      <w:r w:rsidRPr="005D5566">
        <w:t>y avait rien de terrible dans sa voix</w:t>
      </w:r>
      <w:r w:rsidR="001C0413">
        <w:t xml:space="preserve">. </w:t>
      </w:r>
      <w:r w:rsidRPr="005D5566">
        <w:t>Cependant en l</w:t>
      </w:r>
      <w:r w:rsidR="001C0413">
        <w:t>’</w:t>
      </w:r>
      <w:r w:rsidRPr="005D5566">
        <w:t>entendant</w:t>
      </w:r>
      <w:r w:rsidR="001C0413">
        <w:t xml:space="preserve">, </w:t>
      </w:r>
      <w:r w:rsidRPr="005D5566">
        <w:t>Pélaguée sentit comme un coup de poignard au cœur</w:t>
      </w:r>
      <w:r w:rsidR="001C0413">
        <w:t xml:space="preserve"> : </w:t>
      </w:r>
      <w:r w:rsidRPr="005D5566">
        <w:t>c</w:t>
      </w:r>
      <w:r w:rsidR="001C0413">
        <w:t>’</w:t>
      </w:r>
      <w:r w:rsidRPr="005D5566">
        <w:t>était une vague sensation de quelque chose d</w:t>
      </w:r>
      <w:r w:rsidR="001C0413">
        <w:t>’</w:t>
      </w:r>
      <w:r w:rsidRPr="005D5566">
        <w:t>hostile</w:t>
      </w:r>
      <w:r w:rsidR="001C0413">
        <w:t xml:space="preserve"> ; </w:t>
      </w:r>
      <w:r w:rsidRPr="005D5566">
        <w:t>cela lui parut se développer lentement en une masse insaisissable</w:t>
      </w:r>
      <w:r w:rsidR="001C0413">
        <w:t xml:space="preserve">. </w:t>
      </w:r>
      <w:r w:rsidRPr="005D5566">
        <w:t>La mère considérait les juges</w:t>
      </w:r>
      <w:r w:rsidR="001C0413">
        <w:t xml:space="preserve">, </w:t>
      </w:r>
      <w:r w:rsidRPr="005D5566">
        <w:t>mais elle ne les comprenait pas</w:t>
      </w:r>
      <w:r w:rsidR="001C0413">
        <w:t xml:space="preserve"> : </w:t>
      </w:r>
      <w:r w:rsidRPr="005D5566">
        <w:t>contrairement à son attente</w:t>
      </w:r>
      <w:r w:rsidR="001C0413">
        <w:t xml:space="preserve">, </w:t>
      </w:r>
      <w:r w:rsidRPr="005D5566">
        <w:t>ils ne s</w:t>
      </w:r>
      <w:r w:rsidR="001C0413">
        <w:t>’</w:t>
      </w:r>
      <w:r w:rsidRPr="005D5566">
        <w:t>irritaient pas contre Pavel et Fédia</w:t>
      </w:r>
      <w:r w:rsidR="001C0413">
        <w:t xml:space="preserve">, </w:t>
      </w:r>
      <w:r w:rsidRPr="005D5566">
        <w:t>ils n</w:t>
      </w:r>
      <w:r w:rsidR="001C0413">
        <w:t>’</w:t>
      </w:r>
      <w:r w:rsidRPr="005D5566">
        <w:t>avaient pas de mots blessants</w:t>
      </w:r>
      <w:r w:rsidR="001C0413">
        <w:t xml:space="preserve">, </w:t>
      </w:r>
      <w:r w:rsidRPr="005D5566">
        <w:t>elle trouvait que toutes les questions qu</w:t>
      </w:r>
      <w:r w:rsidR="001C0413">
        <w:t>’</w:t>
      </w:r>
      <w:r w:rsidRPr="005D5566">
        <w:t>ils posaient n</w:t>
      </w:r>
      <w:r w:rsidR="001C0413">
        <w:t>’</w:t>
      </w:r>
      <w:r w:rsidRPr="005D5566">
        <w:t>avaient pas d</w:t>
      </w:r>
      <w:r w:rsidR="001C0413">
        <w:t>’</w:t>
      </w:r>
      <w:r w:rsidRPr="005D5566">
        <w:t>importance pour eux</w:t>
      </w:r>
      <w:r w:rsidR="001C0413">
        <w:t xml:space="preserve"> ; </w:t>
      </w:r>
      <w:r w:rsidRPr="005D5566">
        <w:t>ils avaient l</w:t>
      </w:r>
      <w:r w:rsidR="001C0413">
        <w:t>’</w:t>
      </w:r>
      <w:r w:rsidRPr="005D5566">
        <w:t>air d</w:t>
      </w:r>
      <w:r w:rsidR="001C0413">
        <w:t>’</w:t>
      </w:r>
      <w:r w:rsidRPr="005D5566">
        <w:t>interroger à contre-cœur</w:t>
      </w:r>
      <w:r w:rsidR="001C0413">
        <w:t xml:space="preserve">, </w:t>
      </w:r>
      <w:r w:rsidRPr="005D5566">
        <w:t>ils écoutaient avec effort les réponses</w:t>
      </w:r>
      <w:r w:rsidR="001C0413">
        <w:t xml:space="preserve"> ; </w:t>
      </w:r>
      <w:r w:rsidRPr="005D5566">
        <w:t>rien ne les intéressait</w:t>
      </w:r>
      <w:r w:rsidR="001C0413">
        <w:t xml:space="preserve">, </w:t>
      </w:r>
      <w:r w:rsidRPr="005D5566">
        <w:t>ils savaient tout d</w:t>
      </w:r>
      <w:r w:rsidR="001C0413">
        <w:t>’</w:t>
      </w:r>
      <w:r w:rsidRPr="005D5566">
        <w:t>avance</w:t>
      </w:r>
      <w:r w:rsidR="001C0413">
        <w:t>.</w:t>
      </w:r>
    </w:p>
    <w:p w14:paraId="7DB885A1" w14:textId="77777777" w:rsidR="001C0413" w:rsidRDefault="00530790" w:rsidP="001C0413">
      <w:r w:rsidRPr="005D5566">
        <w:lastRenderedPageBreak/>
        <w:t>Maintenant</w:t>
      </w:r>
      <w:r w:rsidR="001C0413">
        <w:t xml:space="preserve">, </w:t>
      </w:r>
      <w:r w:rsidRPr="005D5566">
        <w:t>un gendarme se tenait devant eux et parlait d</w:t>
      </w:r>
      <w:r w:rsidR="001C0413">
        <w:t>’</w:t>
      </w:r>
      <w:r w:rsidRPr="005D5566">
        <w:t>une voix de basse</w:t>
      </w:r>
      <w:r w:rsidR="001C0413">
        <w:t>.</w:t>
      </w:r>
    </w:p>
    <w:p w14:paraId="25EB3FAC" w14:textId="77777777" w:rsidR="001C0413" w:rsidRDefault="001C0413" w:rsidP="001C0413">
      <w:r>
        <w:t>— </w:t>
      </w:r>
      <w:r w:rsidR="00530790" w:rsidRPr="005D5566">
        <w:t>Tout le monde a désigné Pavel Vlassov comme le principal instigateur</w:t>
      </w:r>
      <w:r>
        <w:t>.</w:t>
      </w:r>
    </w:p>
    <w:p w14:paraId="25B4945F" w14:textId="77777777" w:rsidR="001C0413" w:rsidRDefault="001C0413" w:rsidP="001C0413">
      <w:r>
        <w:t>— </w:t>
      </w:r>
      <w:r w:rsidR="00530790" w:rsidRPr="005D5566">
        <w:t>Et André Nakhodka</w:t>
      </w:r>
      <w:r>
        <w:t xml:space="preserve"> ? </w:t>
      </w:r>
      <w:r w:rsidR="00530790" w:rsidRPr="005D5566">
        <w:t>demanda le gros juge nonchalamment</w:t>
      </w:r>
      <w:r>
        <w:t>.</w:t>
      </w:r>
    </w:p>
    <w:p w14:paraId="5080E908" w14:textId="77777777" w:rsidR="001C0413" w:rsidRDefault="001C0413" w:rsidP="001C0413">
      <w:r>
        <w:t>— </w:t>
      </w:r>
      <w:r w:rsidR="00530790" w:rsidRPr="005D5566">
        <w:t>Lui aussi</w:t>
      </w:r>
      <w:r>
        <w:t> !</w:t>
      </w:r>
    </w:p>
    <w:p w14:paraId="3E58D1C6" w14:textId="77777777" w:rsidR="001C0413" w:rsidRDefault="00530790" w:rsidP="001C0413">
      <w:r w:rsidRPr="005D5566">
        <w:t>L</w:t>
      </w:r>
      <w:r w:rsidR="001C0413">
        <w:t>’</w:t>
      </w:r>
      <w:r w:rsidRPr="005D5566">
        <w:t>un des avocats se leva et dit</w:t>
      </w:r>
      <w:r w:rsidR="001C0413">
        <w:t> :</w:t>
      </w:r>
    </w:p>
    <w:p w14:paraId="3D278F77" w14:textId="77777777" w:rsidR="001C0413" w:rsidRDefault="001C0413" w:rsidP="001C0413">
      <w:r>
        <w:t>— </w:t>
      </w:r>
      <w:r w:rsidR="00530790" w:rsidRPr="005D5566">
        <w:t>Puis-je</w:t>
      </w:r>
      <w:r>
        <w:t> ?</w:t>
      </w:r>
    </w:p>
    <w:p w14:paraId="6BB1EB24" w14:textId="77777777" w:rsidR="001C0413" w:rsidRDefault="00530790" w:rsidP="001C0413">
      <w:r w:rsidRPr="005D5566">
        <w:t>Le vieillard demanda à quelqu</w:t>
      </w:r>
      <w:r w:rsidR="001C0413">
        <w:t>’</w:t>
      </w:r>
      <w:r w:rsidRPr="005D5566">
        <w:t>un</w:t>
      </w:r>
      <w:r w:rsidR="001C0413">
        <w:t> :</w:t>
      </w:r>
    </w:p>
    <w:p w14:paraId="686821BF" w14:textId="77777777" w:rsidR="001C0413" w:rsidRDefault="001C0413" w:rsidP="001C0413">
      <w:r>
        <w:t>— </w:t>
      </w:r>
      <w:r w:rsidR="00530790" w:rsidRPr="005D5566">
        <w:t>Vous n</w:t>
      </w:r>
      <w:r>
        <w:t>’</w:t>
      </w:r>
      <w:r w:rsidR="00530790" w:rsidRPr="005D5566">
        <w:t>avez pas d</w:t>
      </w:r>
      <w:r>
        <w:t>’</w:t>
      </w:r>
      <w:r w:rsidR="00530790" w:rsidRPr="005D5566">
        <w:t>objection</w:t>
      </w:r>
      <w:r>
        <w:t> ?</w:t>
      </w:r>
    </w:p>
    <w:p w14:paraId="1FF27EEB" w14:textId="77777777" w:rsidR="001C0413" w:rsidRDefault="00530790" w:rsidP="001C0413">
      <w:r w:rsidRPr="005D5566">
        <w:t>Il semblait à la mère que les juges étaient tous malades</w:t>
      </w:r>
      <w:r w:rsidR="001C0413">
        <w:t xml:space="preserve">. </w:t>
      </w:r>
      <w:r w:rsidRPr="005D5566">
        <w:t>Une lassitude morbide se dégageait de leurs attitudes</w:t>
      </w:r>
      <w:r w:rsidR="001C0413">
        <w:t xml:space="preserve">, </w:t>
      </w:r>
      <w:r w:rsidRPr="005D5566">
        <w:t>de leur voix</w:t>
      </w:r>
      <w:r w:rsidR="001C0413">
        <w:t xml:space="preserve">, </w:t>
      </w:r>
      <w:r w:rsidRPr="005D5566">
        <w:t>de leur visage</w:t>
      </w:r>
      <w:r w:rsidR="001C0413">
        <w:t xml:space="preserve">. </w:t>
      </w:r>
      <w:r w:rsidRPr="005D5566">
        <w:t>On voyait que tout les dégoûtait</w:t>
      </w:r>
      <w:r w:rsidR="001C0413">
        <w:t xml:space="preserve"> : </w:t>
      </w:r>
      <w:r w:rsidRPr="005D5566">
        <w:t>les uniformes</w:t>
      </w:r>
      <w:r w:rsidR="001C0413">
        <w:t xml:space="preserve">, </w:t>
      </w:r>
      <w:r w:rsidRPr="005D5566">
        <w:t>la salle</w:t>
      </w:r>
      <w:r w:rsidR="001C0413">
        <w:t xml:space="preserve">, </w:t>
      </w:r>
      <w:r w:rsidRPr="005D5566">
        <w:t>les gendarmes</w:t>
      </w:r>
      <w:r w:rsidR="001C0413">
        <w:t xml:space="preserve">, </w:t>
      </w:r>
      <w:r w:rsidRPr="005D5566">
        <w:t>les avocats</w:t>
      </w:r>
      <w:r w:rsidR="001C0413">
        <w:t xml:space="preserve">, </w:t>
      </w:r>
      <w:r w:rsidRPr="005D5566">
        <w:t>l</w:t>
      </w:r>
      <w:r w:rsidR="001C0413">
        <w:t>’</w:t>
      </w:r>
      <w:r w:rsidRPr="005D5566">
        <w:t>obligation de rester dans leurs fauteuils</w:t>
      </w:r>
      <w:r w:rsidR="001C0413">
        <w:t xml:space="preserve">, </w:t>
      </w:r>
      <w:r w:rsidRPr="005D5566">
        <w:t>d</w:t>
      </w:r>
      <w:r w:rsidR="001C0413">
        <w:t>’</w:t>
      </w:r>
      <w:r w:rsidRPr="005D5566">
        <w:t>interroger et d</w:t>
      </w:r>
      <w:r w:rsidR="001C0413">
        <w:t>’</w:t>
      </w:r>
      <w:r w:rsidRPr="005D5566">
        <w:t>écouter</w:t>
      </w:r>
      <w:r w:rsidR="001C0413">
        <w:t xml:space="preserve">. </w:t>
      </w:r>
      <w:r w:rsidRPr="005D5566">
        <w:t>Rarement Pélaguée avait rencontré des gens d</w:t>
      </w:r>
      <w:r w:rsidR="001C0413">
        <w:t>’</w:t>
      </w:r>
      <w:r w:rsidRPr="005D5566">
        <w:t>une situation élevée</w:t>
      </w:r>
      <w:r w:rsidR="001C0413">
        <w:t xml:space="preserve"> ; </w:t>
      </w:r>
      <w:r w:rsidRPr="005D5566">
        <w:t>depuis quelques années</w:t>
      </w:r>
      <w:r w:rsidR="001C0413">
        <w:t xml:space="preserve">, </w:t>
      </w:r>
      <w:r w:rsidRPr="005D5566">
        <w:t>elle n</w:t>
      </w:r>
      <w:r w:rsidR="001C0413">
        <w:t>’</w:t>
      </w:r>
      <w:r w:rsidRPr="005D5566">
        <w:t>en voyait plus du tout</w:t>
      </w:r>
      <w:r w:rsidR="001C0413">
        <w:t xml:space="preserve"> ; </w:t>
      </w:r>
      <w:r w:rsidRPr="005D5566">
        <w:t>et elle considérait les traits des juges comme quelque chose de tout à fait nouveau</w:t>
      </w:r>
      <w:r w:rsidR="001C0413">
        <w:t xml:space="preserve">, </w:t>
      </w:r>
      <w:r w:rsidRPr="005D5566">
        <w:t>incompréhensible</w:t>
      </w:r>
      <w:r w:rsidR="001C0413">
        <w:t xml:space="preserve">, </w:t>
      </w:r>
      <w:r w:rsidRPr="005D5566">
        <w:t>mais plutôt pitoyable que terrible</w:t>
      </w:r>
      <w:r w:rsidR="001C0413">
        <w:t>.</w:t>
      </w:r>
    </w:p>
    <w:p w14:paraId="388831D0" w14:textId="77777777" w:rsidR="001C0413" w:rsidRDefault="00530790" w:rsidP="001C0413">
      <w:r w:rsidRPr="005D5566">
        <w:t>À présent</w:t>
      </w:r>
      <w:r w:rsidR="001C0413">
        <w:t xml:space="preserve">, </w:t>
      </w:r>
      <w:r w:rsidRPr="005D5566">
        <w:t>parlait l</w:t>
      </w:r>
      <w:r w:rsidR="001C0413">
        <w:t>’</w:t>
      </w:r>
      <w:r w:rsidRPr="005D5566">
        <w:t>officier au visage jaune qu</w:t>
      </w:r>
      <w:r w:rsidR="001C0413">
        <w:t>’</w:t>
      </w:r>
      <w:r w:rsidRPr="005D5566">
        <w:t>elle connaissait bien</w:t>
      </w:r>
      <w:r w:rsidR="001C0413">
        <w:t xml:space="preserve"> ; </w:t>
      </w:r>
      <w:r w:rsidRPr="005D5566">
        <w:t>il parlait d</w:t>
      </w:r>
      <w:r w:rsidR="001C0413">
        <w:t>’</w:t>
      </w:r>
      <w:r w:rsidRPr="005D5566">
        <w:t>André et de Pavel</w:t>
      </w:r>
      <w:r w:rsidR="001C0413">
        <w:t xml:space="preserve">, </w:t>
      </w:r>
      <w:r w:rsidRPr="005D5566">
        <w:t>traînant les mots avec emphase</w:t>
      </w:r>
      <w:r w:rsidR="001C0413">
        <w:t xml:space="preserve">… </w:t>
      </w:r>
      <w:r w:rsidRPr="005D5566">
        <w:t>En l</w:t>
      </w:r>
      <w:r w:rsidR="001C0413">
        <w:t>’</w:t>
      </w:r>
      <w:r w:rsidRPr="005D5566">
        <w:t>écoutant</w:t>
      </w:r>
      <w:r w:rsidR="001C0413">
        <w:t xml:space="preserve">, </w:t>
      </w:r>
      <w:r w:rsidRPr="005D5566">
        <w:t>la mère se disait</w:t>
      </w:r>
      <w:r w:rsidR="001C0413">
        <w:t> :</w:t>
      </w:r>
    </w:p>
    <w:p w14:paraId="7FCE5847" w14:textId="77777777" w:rsidR="001C0413" w:rsidRDefault="001C0413" w:rsidP="001C0413">
      <w:r>
        <w:t>— </w:t>
      </w:r>
      <w:r w:rsidR="00530790" w:rsidRPr="005D5566">
        <w:t>Tu ne sais pas grand</w:t>
      </w:r>
      <w:r>
        <w:t>’</w:t>
      </w:r>
      <w:r w:rsidR="00530790" w:rsidRPr="005D5566">
        <w:t>chose</w:t>
      </w:r>
      <w:r>
        <w:t xml:space="preserve">, </w:t>
      </w:r>
      <w:r w:rsidR="00530790" w:rsidRPr="005D5566">
        <w:t>mon bonhomme</w:t>
      </w:r>
      <w:r>
        <w:t> !</w:t>
      </w:r>
    </w:p>
    <w:p w14:paraId="4CA5DB01" w14:textId="77777777" w:rsidR="001C0413" w:rsidRDefault="00530790" w:rsidP="001C0413">
      <w:r w:rsidRPr="005D5566">
        <w:t>Elle n</w:t>
      </w:r>
      <w:r w:rsidR="001C0413">
        <w:t>’</w:t>
      </w:r>
      <w:r w:rsidRPr="005D5566">
        <w:t>avait plus de pitié ni de crainte au sujet de ceux qui étaient derrière le grillage</w:t>
      </w:r>
      <w:r w:rsidR="001C0413">
        <w:t xml:space="preserve"> ; </w:t>
      </w:r>
      <w:r w:rsidRPr="005D5566">
        <w:t>elle n</w:t>
      </w:r>
      <w:r w:rsidR="001C0413">
        <w:t>’</w:t>
      </w:r>
      <w:r w:rsidRPr="005D5566">
        <w:t>avait plus peur pour eux</w:t>
      </w:r>
      <w:r w:rsidR="001C0413">
        <w:t xml:space="preserve"> ; </w:t>
      </w:r>
      <w:r w:rsidRPr="005D5566">
        <w:t xml:space="preserve">sa </w:t>
      </w:r>
      <w:r w:rsidRPr="005D5566">
        <w:lastRenderedPageBreak/>
        <w:t>pitié ne voulait pas s</w:t>
      </w:r>
      <w:r w:rsidR="001C0413">
        <w:t>’</w:t>
      </w:r>
      <w:r w:rsidRPr="005D5566">
        <w:t>adresser à eux</w:t>
      </w:r>
      <w:r w:rsidR="001C0413">
        <w:t xml:space="preserve"> ; </w:t>
      </w:r>
      <w:r w:rsidRPr="005D5566">
        <w:t>mais tous</w:t>
      </w:r>
      <w:r w:rsidR="001C0413">
        <w:t xml:space="preserve">, </w:t>
      </w:r>
      <w:r w:rsidRPr="005D5566">
        <w:t xml:space="preserve">ils lui inspiraient de </w:t>
      </w:r>
      <w:r w:rsidRPr="005D5566">
        <w:rPr>
          <w:rFonts w:cs="Arial"/>
        </w:rPr>
        <w:t>l</w:t>
      </w:r>
      <w:r w:rsidR="001C0413">
        <w:rPr>
          <w:rFonts w:cs="Arial"/>
        </w:rPr>
        <w:t>’</w:t>
      </w:r>
      <w:r w:rsidRPr="005D5566">
        <w:t>étonnement et un sentiment d</w:t>
      </w:r>
      <w:r w:rsidR="001C0413">
        <w:t>’</w:t>
      </w:r>
      <w:r w:rsidRPr="005D5566">
        <w:t>amour qui lui étreignait doucement le cœur</w:t>
      </w:r>
      <w:r w:rsidR="001C0413">
        <w:t>.</w:t>
      </w:r>
    </w:p>
    <w:p w14:paraId="63BB23CB" w14:textId="77777777" w:rsidR="001C0413" w:rsidRDefault="00530790" w:rsidP="001C0413">
      <w:r w:rsidRPr="005D5566">
        <w:t>Jeunes et robustes</w:t>
      </w:r>
      <w:r w:rsidR="001C0413">
        <w:t xml:space="preserve">, </w:t>
      </w:r>
      <w:r w:rsidRPr="005D5566">
        <w:t>ils étaient assis à l</w:t>
      </w:r>
      <w:r w:rsidR="001C0413">
        <w:t>’</w:t>
      </w:r>
      <w:r w:rsidRPr="005D5566">
        <w:t>écart près du mur et ne se mêlaient presque pas à la conversation monotone des témoins et des juges</w:t>
      </w:r>
      <w:r w:rsidR="001C0413">
        <w:t xml:space="preserve">, </w:t>
      </w:r>
      <w:r w:rsidRPr="005D5566">
        <w:t>aux discussions des avocats et du procureur</w:t>
      </w:r>
      <w:r w:rsidR="001C0413">
        <w:t xml:space="preserve">. </w:t>
      </w:r>
      <w:r w:rsidRPr="005D5566">
        <w:t>Parfois</w:t>
      </w:r>
      <w:r w:rsidR="001C0413">
        <w:t xml:space="preserve">, </w:t>
      </w:r>
      <w:r w:rsidRPr="005D5566">
        <w:t>l</w:t>
      </w:r>
      <w:r w:rsidR="001C0413">
        <w:t>’</w:t>
      </w:r>
      <w:r w:rsidRPr="005D5566">
        <w:t>un d</w:t>
      </w:r>
      <w:r w:rsidR="001C0413">
        <w:t>’</w:t>
      </w:r>
      <w:r w:rsidRPr="005D5566">
        <w:t>eux avait un sourire de mépris et disait quelques mots à ses camarades</w:t>
      </w:r>
      <w:r w:rsidR="001C0413">
        <w:t xml:space="preserve">. </w:t>
      </w:r>
      <w:r w:rsidRPr="005D5566">
        <w:t>Presque tout le temps</w:t>
      </w:r>
      <w:r w:rsidR="001C0413">
        <w:t xml:space="preserve">, </w:t>
      </w:r>
      <w:r w:rsidRPr="005D5566">
        <w:t>André et Pavel parlaient à voix basse avec l</w:t>
      </w:r>
      <w:r w:rsidR="001C0413">
        <w:t>’</w:t>
      </w:r>
      <w:r w:rsidRPr="005D5566">
        <w:t>un des défenseurs</w:t>
      </w:r>
      <w:r w:rsidR="001C0413">
        <w:t xml:space="preserve"> ; </w:t>
      </w:r>
      <w:r w:rsidRPr="005D5566">
        <w:t>la mère avait vu celui-ci la veille</w:t>
      </w:r>
      <w:r w:rsidR="001C0413">
        <w:t xml:space="preserve">, </w:t>
      </w:r>
      <w:r w:rsidRPr="005D5566">
        <w:rPr>
          <w:bCs/>
        </w:rPr>
        <w:t xml:space="preserve">à </w:t>
      </w:r>
      <w:r w:rsidRPr="005D5566">
        <w:t>la maison</w:t>
      </w:r>
      <w:r w:rsidR="001C0413">
        <w:t xml:space="preserve">, </w:t>
      </w:r>
      <w:r w:rsidRPr="005D5566">
        <w:t>et Nicolas l</w:t>
      </w:r>
      <w:r w:rsidR="001C0413">
        <w:t>’</w:t>
      </w:r>
      <w:r w:rsidRPr="005D5566">
        <w:t xml:space="preserve">avait appelé </w:t>
      </w:r>
      <w:r w:rsidR="001C0413">
        <w:t>« </w:t>
      </w:r>
      <w:r w:rsidRPr="005D5566">
        <w:t>camarade</w:t>
      </w:r>
      <w:r w:rsidR="001C0413">
        <w:t xml:space="preserve"> ». </w:t>
      </w:r>
      <w:r w:rsidRPr="005D5566">
        <w:t>Mazine</w:t>
      </w:r>
      <w:r w:rsidR="001C0413">
        <w:t xml:space="preserve">, </w:t>
      </w:r>
      <w:r w:rsidRPr="005D5566">
        <w:t>plus animé et remuant que les autres</w:t>
      </w:r>
      <w:r w:rsidR="001C0413">
        <w:t xml:space="preserve">, </w:t>
      </w:r>
      <w:r w:rsidRPr="005D5566">
        <w:t>prêtait l</w:t>
      </w:r>
      <w:r w:rsidR="001C0413">
        <w:t>’</w:t>
      </w:r>
      <w:r w:rsidRPr="005D5566">
        <w:t>oreille à leur entretien</w:t>
      </w:r>
      <w:r w:rsidR="001C0413">
        <w:t xml:space="preserve">. </w:t>
      </w:r>
      <w:r w:rsidRPr="005D5566">
        <w:t>De temps à autre Samoïlov chuchotait quelques paroles à Ivan Goussev</w:t>
      </w:r>
      <w:r w:rsidR="001C0413">
        <w:t xml:space="preserve">. </w:t>
      </w:r>
      <w:r w:rsidRPr="005D5566">
        <w:t>La mère regardait</w:t>
      </w:r>
      <w:r w:rsidR="001C0413">
        <w:t xml:space="preserve">, </w:t>
      </w:r>
      <w:r w:rsidRPr="005D5566">
        <w:t>comparait</w:t>
      </w:r>
      <w:r w:rsidR="001C0413">
        <w:t xml:space="preserve">, </w:t>
      </w:r>
      <w:r w:rsidRPr="005D5566">
        <w:t>réfléchissait</w:t>
      </w:r>
      <w:r w:rsidR="001C0413">
        <w:t xml:space="preserve">, </w:t>
      </w:r>
      <w:r w:rsidRPr="005D5566">
        <w:t>sans pouvoir encore se rendre compte de la sensation d</w:t>
      </w:r>
      <w:r w:rsidR="001C0413">
        <w:t>’</w:t>
      </w:r>
      <w:r w:rsidRPr="005D5566">
        <w:t>hostilité qui l</w:t>
      </w:r>
      <w:r w:rsidR="001C0413">
        <w:t>’</w:t>
      </w:r>
      <w:r w:rsidRPr="005D5566">
        <w:t>envahissait</w:t>
      </w:r>
      <w:r w:rsidR="001C0413">
        <w:t xml:space="preserve">, </w:t>
      </w:r>
      <w:r w:rsidRPr="005D5566">
        <w:t>ni trouver des mots pour l</w:t>
      </w:r>
      <w:r w:rsidR="001C0413">
        <w:t>’</w:t>
      </w:r>
      <w:r w:rsidRPr="005D5566">
        <w:t>exprimer</w:t>
      </w:r>
      <w:r w:rsidR="001C0413">
        <w:t>…</w:t>
      </w:r>
    </w:p>
    <w:p w14:paraId="7B182A10" w14:textId="77777777" w:rsidR="001C0413" w:rsidRDefault="00530790" w:rsidP="001C0413">
      <w:r w:rsidRPr="005D5566">
        <w:t>Sizov la poussa légèrement du coude</w:t>
      </w:r>
      <w:r w:rsidR="001C0413">
        <w:t xml:space="preserve"> ; </w:t>
      </w:r>
      <w:r w:rsidRPr="005D5566">
        <w:t>elle se tourna vers lui</w:t>
      </w:r>
      <w:r w:rsidR="001C0413">
        <w:t xml:space="preserve"> ; </w:t>
      </w:r>
      <w:r w:rsidRPr="005D5566">
        <w:t>il avait l</w:t>
      </w:r>
      <w:r w:rsidR="001C0413">
        <w:t>’</w:t>
      </w:r>
      <w:r w:rsidRPr="005D5566">
        <w:t>air en même temps satisfait et un peu soucieux</w:t>
      </w:r>
      <w:r w:rsidR="001C0413">
        <w:t xml:space="preserve"> ; </w:t>
      </w:r>
      <w:r w:rsidRPr="005D5566">
        <w:t>il chuchota</w:t>
      </w:r>
      <w:r w:rsidR="001C0413">
        <w:t> :</w:t>
      </w:r>
    </w:p>
    <w:p w14:paraId="0D5F80C9" w14:textId="77777777" w:rsidR="001C0413" w:rsidRDefault="001C0413" w:rsidP="001C0413">
      <w:r>
        <w:t>— </w:t>
      </w:r>
      <w:r w:rsidR="00530790" w:rsidRPr="005D5566">
        <w:t>Regarde un peu comme ils ont de l</w:t>
      </w:r>
      <w:r>
        <w:t>’</w:t>
      </w:r>
      <w:r w:rsidR="00530790" w:rsidRPr="005D5566">
        <w:t>assurance</w:t>
      </w:r>
      <w:r>
        <w:t xml:space="preserve">, </w:t>
      </w:r>
      <w:r w:rsidR="00530790" w:rsidRPr="005D5566">
        <w:t>ces garnements</w:t>
      </w:r>
      <w:r>
        <w:t xml:space="preserve">, </w:t>
      </w:r>
      <w:r w:rsidR="00530790" w:rsidRPr="005D5566">
        <w:t>hein</w:t>
      </w:r>
      <w:r>
        <w:t xml:space="preserve"> ? </w:t>
      </w:r>
      <w:r w:rsidR="00530790" w:rsidRPr="005D5566">
        <w:t>De vrais seigneurs</w:t>
      </w:r>
      <w:r>
        <w:t xml:space="preserve">, </w:t>
      </w:r>
      <w:r w:rsidR="00530790" w:rsidRPr="005D5566">
        <w:t>n</w:t>
      </w:r>
      <w:r>
        <w:t>’</w:t>
      </w:r>
      <w:r w:rsidR="00530790" w:rsidRPr="005D5566">
        <w:t>est-ce pas</w:t>
      </w:r>
      <w:r>
        <w:t xml:space="preserve"> ! </w:t>
      </w:r>
      <w:r w:rsidR="00530790" w:rsidRPr="005D5566">
        <w:t>Et pourtant</w:t>
      </w:r>
      <w:r>
        <w:t xml:space="preserve">, </w:t>
      </w:r>
      <w:r w:rsidR="00530790" w:rsidRPr="005D5566">
        <w:t>on les juge</w:t>
      </w:r>
      <w:r>
        <w:t xml:space="preserve">… </w:t>
      </w:r>
      <w:r w:rsidR="00530790" w:rsidRPr="005D5566">
        <w:t>pour leur apprendre à se mêler de ce qui ne les regarde pas</w:t>
      </w:r>
      <w:r>
        <w:t>…</w:t>
      </w:r>
    </w:p>
    <w:p w14:paraId="56474474" w14:textId="77777777" w:rsidR="001C0413" w:rsidRDefault="00530790" w:rsidP="001C0413">
      <w:r w:rsidRPr="005D5566">
        <w:t>La mère se répéta involontairement</w:t>
      </w:r>
      <w:r w:rsidR="001C0413">
        <w:t> :</w:t>
      </w:r>
    </w:p>
    <w:p w14:paraId="0C1D7F12" w14:textId="77777777" w:rsidR="001C0413" w:rsidRDefault="001C0413" w:rsidP="001C0413">
      <w:r>
        <w:t>— </w:t>
      </w:r>
      <w:r w:rsidR="00530790" w:rsidRPr="005D5566">
        <w:t>On les juge</w:t>
      </w:r>
      <w:r>
        <w:t>…</w:t>
      </w:r>
    </w:p>
    <w:p w14:paraId="443C4A0C" w14:textId="77777777" w:rsidR="001C0413" w:rsidRDefault="00530790" w:rsidP="001C0413">
      <w:r w:rsidRPr="005D5566">
        <w:t>Dans la salle</w:t>
      </w:r>
      <w:r w:rsidR="001C0413">
        <w:t xml:space="preserve">, </w:t>
      </w:r>
      <w:r w:rsidRPr="005D5566">
        <w:t>les témoins déposaient avec des voix incolores et précipitées</w:t>
      </w:r>
      <w:r w:rsidR="001C0413">
        <w:t xml:space="preserve"> ; </w:t>
      </w:r>
      <w:r w:rsidRPr="005D5566">
        <w:t>les juges questionnaient toujours</w:t>
      </w:r>
      <w:r w:rsidR="001C0413">
        <w:t xml:space="preserve">, </w:t>
      </w:r>
      <w:r w:rsidRPr="005D5566">
        <w:t>indifférents et maussades</w:t>
      </w:r>
      <w:r w:rsidR="001C0413">
        <w:t xml:space="preserve">. </w:t>
      </w:r>
      <w:r w:rsidRPr="005D5566">
        <w:t>Le gros juge bâillait</w:t>
      </w:r>
      <w:r w:rsidR="001C0413">
        <w:t xml:space="preserve">, </w:t>
      </w:r>
      <w:r w:rsidRPr="005D5566">
        <w:t>en dissimulant sa bouche sous une main boursouflée</w:t>
      </w:r>
      <w:r w:rsidR="001C0413">
        <w:t xml:space="preserve"> ; </w:t>
      </w:r>
      <w:r w:rsidRPr="005D5566">
        <w:t>son collègue à la moustache rousse était devenu encore plus pâle</w:t>
      </w:r>
      <w:r w:rsidR="001C0413">
        <w:t xml:space="preserve"> ; </w:t>
      </w:r>
      <w:r w:rsidRPr="005D5566">
        <w:t xml:space="preserve">il levait parfois le </w:t>
      </w:r>
      <w:r w:rsidRPr="005D5566">
        <w:lastRenderedPageBreak/>
        <w:t>bras et pressait avec force un doigt sur sa tempe</w:t>
      </w:r>
      <w:r w:rsidR="001C0413">
        <w:t xml:space="preserve"> ; </w:t>
      </w:r>
      <w:r w:rsidRPr="005D5566">
        <w:t>il regardait au plafond sans rien voir</w:t>
      </w:r>
      <w:r w:rsidR="001C0413">
        <w:t xml:space="preserve">. </w:t>
      </w:r>
      <w:r w:rsidRPr="005D5566">
        <w:t>De temps à autre</w:t>
      </w:r>
      <w:r w:rsidR="001C0413">
        <w:t xml:space="preserve">, </w:t>
      </w:r>
      <w:r w:rsidRPr="005D5566">
        <w:t>le procureur écrivait quelques mots au crayon</w:t>
      </w:r>
      <w:r w:rsidR="001C0413">
        <w:t xml:space="preserve">, </w:t>
      </w:r>
      <w:r w:rsidRPr="005D5566">
        <w:t>puis se remettait à chuchoter avec le maréchal de la noblesse</w:t>
      </w:r>
      <w:r w:rsidR="001C0413">
        <w:t xml:space="preserve">. </w:t>
      </w:r>
      <w:r w:rsidRPr="005D5566">
        <w:t>Le maire avait croisé les jambes et tambourinait sur son mollet</w:t>
      </w:r>
      <w:r w:rsidR="001C0413">
        <w:t xml:space="preserve">, </w:t>
      </w:r>
      <w:r w:rsidRPr="005D5566">
        <w:t>le regard gravement fixé sur les mouvements de ses doigts</w:t>
      </w:r>
      <w:r w:rsidR="001C0413">
        <w:t xml:space="preserve">. </w:t>
      </w:r>
      <w:r w:rsidRPr="005D5566">
        <w:t>Son ventre posé sur les genoux et soutenu avec prudence des deux mains</w:t>
      </w:r>
      <w:r w:rsidR="001C0413">
        <w:t xml:space="preserve">, </w:t>
      </w:r>
      <w:r w:rsidRPr="005D5566">
        <w:t>le syndic du bailliage inclinait la tête</w:t>
      </w:r>
      <w:r w:rsidR="001C0413">
        <w:t xml:space="preserve"> ; </w:t>
      </w:r>
      <w:r w:rsidRPr="005D5566">
        <w:t>il semblait être le seul à écouter le murmure monotone des voix</w:t>
      </w:r>
      <w:r w:rsidR="001C0413">
        <w:t xml:space="preserve">, </w:t>
      </w:r>
      <w:r w:rsidRPr="005D5566">
        <w:t>avec le vieillard enfoncé dans son fauteuil et immobile comme une girouette quand le vent ne souffle pas</w:t>
      </w:r>
      <w:r w:rsidR="001C0413">
        <w:t xml:space="preserve">. </w:t>
      </w:r>
      <w:r w:rsidRPr="005D5566">
        <w:t>Cela dura longtemps</w:t>
      </w:r>
      <w:r w:rsidR="001C0413">
        <w:t xml:space="preserve">, </w:t>
      </w:r>
      <w:r w:rsidRPr="005D5566">
        <w:t>et de nouveau</w:t>
      </w:r>
      <w:r w:rsidR="001C0413">
        <w:t xml:space="preserve">, </w:t>
      </w:r>
      <w:r w:rsidRPr="005D5566">
        <w:t>l</w:t>
      </w:r>
      <w:r w:rsidR="001C0413">
        <w:t>’</w:t>
      </w:r>
      <w:r w:rsidRPr="005D5566">
        <w:t>ennui engourdit l</w:t>
      </w:r>
      <w:r w:rsidR="001C0413">
        <w:t>’</w:t>
      </w:r>
      <w:r w:rsidRPr="005D5566">
        <w:t>assistance</w:t>
      </w:r>
      <w:r w:rsidR="001C0413">
        <w:t>.</w:t>
      </w:r>
    </w:p>
    <w:p w14:paraId="67A9C235" w14:textId="09F6E29F" w:rsidR="001C0413" w:rsidRDefault="00530790" w:rsidP="001C0413">
      <w:r w:rsidRPr="005D5566">
        <w:t>La mère sentait que la justice implacable</w:t>
      </w:r>
      <w:r w:rsidR="001C0413">
        <w:t xml:space="preserve">, </w:t>
      </w:r>
      <w:r w:rsidRPr="005D5566">
        <w:t>qui déshabille froidement l</w:t>
      </w:r>
      <w:r w:rsidR="001C0413">
        <w:t>’</w:t>
      </w:r>
      <w:r w:rsidRPr="005D5566">
        <w:t>âme</w:t>
      </w:r>
      <w:r w:rsidR="001C0413">
        <w:t xml:space="preserve">, </w:t>
      </w:r>
      <w:r w:rsidRPr="005D5566">
        <w:t>l</w:t>
      </w:r>
      <w:r w:rsidR="001C0413">
        <w:t>’</w:t>
      </w:r>
      <w:r w:rsidRPr="005D5566">
        <w:t>examine</w:t>
      </w:r>
      <w:r w:rsidR="001C0413">
        <w:t xml:space="preserve">, </w:t>
      </w:r>
      <w:r w:rsidRPr="005D5566">
        <w:t>voit et apprécie tout avec des yeux incorruptibles et pèse tout d</w:t>
      </w:r>
      <w:r w:rsidR="001C0413">
        <w:t>’</w:t>
      </w:r>
      <w:r w:rsidRPr="005D5566">
        <w:t>une main loyale</w:t>
      </w:r>
      <w:r w:rsidR="001C0413">
        <w:t xml:space="preserve">, </w:t>
      </w:r>
      <w:r w:rsidRPr="005D5566">
        <w:t>n</w:t>
      </w:r>
      <w:r w:rsidR="001C0413">
        <w:t>’</w:t>
      </w:r>
      <w:r w:rsidRPr="005D5566">
        <w:t xml:space="preserve">était pas encore apparue dans cette grande </w:t>
      </w:r>
      <w:r w:rsidR="004A6531">
        <w:t>salle</w:t>
      </w:r>
      <w:r w:rsidR="001C0413">
        <w:t xml:space="preserve">. </w:t>
      </w:r>
      <w:r w:rsidRPr="005D5566">
        <w:t>Il n</w:t>
      </w:r>
      <w:r w:rsidR="001C0413">
        <w:t>’</w:t>
      </w:r>
      <w:r w:rsidRPr="005D5566">
        <w:t>y avait là rien qui l</w:t>
      </w:r>
      <w:r w:rsidR="001C0413">
        <w:t>’</w:t>
      </w:r>
      <w:r w:rsidRPr="005D5566">
        <w:t>effrayât par une manifestation de force ou de majesté</w:t>
      </w:r>
      <w:r w:rsidR="001C0413">
        <w:t xml:space="preserve">. </w:t>
      </w:r>
      <w:r w:rsidRPr="005D5566">
        <w:t>Des visages exsangues</w:t>
      </w:r>
      <w:r w:rsidR="001C0413">
        <w:t xml:space="preserve">, </w:t>
      </w:r>
      <w:r w:rsidRPr="005D5566">
        <w:t>des yeux éteints</w:t>
      </w:r>
      <w:r w:rsidR="001C0413">
        <w:t xml:space="preserve">, </w:t>
      </w:r>
      <w:r w:rsidRPr="005D5566">
        <w:t>des voix fatiguées</w:t>
      </w:r>
      <w:r w:rsidR="001C0413">
        <w:t xml:space="preserve">, </w:t>
      </w:r>
      <w:r w:rsidRPr="005D5566">
        <w:t>l</w:t>
      </w:r>
      <w:r w:rsidR="001C0413">
        <w:t>’</w:t>
      </w:r>
      <w:r w:rsidRPr="005D5566">
        <w:t>indifférence terne d</w:t>
      </w:r>
      <w:r w:rsidR="001C0413">
        <w:t>’</w:t>
      </w:r>
      <w:r w:rsidRPr="005D5566">
        <w:t>une froide soirée d</w:t>
      </w:r>
      <w:r w:rsidR="001C0413">
        <w:t>’</w:t>
      </w:r>
      <w:r w:rsidRPr="005D5566">
        <w:t>automne</w:t>
      </w:r>
      <w:r w:rsidR="001C0413">
        <w:t xml:space="preserve">, </w:t>
      </w:r>
      <w:r w:rsidRPr="005D5566">
        <w:t>voilà tout ce qu</w:t>
      </w:r>
      <w:r w:rsidR="001C0413">
        <w:t>’</w:t>
      </w:r>
      <w:r w:rsidRPr="005D5566">
        <w:t>elle constatait autour d</w:t>
      </w:r>
      <w:r w:rsidR="001C0413">
        <w:t>’</w:t>
      </w:r>
      <w:r w:rsidRPr="005D5566">
        <w:t>elle</w:t>
      </w:r>
      <w:r w:rsidR="001C0413">
        <w:t>.</w:t>
      </w:r>
    </w:p>
    <w:p w14:paraId="00180651" w14:textId="77777777" w:rsidR="001C0413" w:rsidRDefault="001C0413" w:rsidP="001C0413">
      <w:r>
        <w:t>— </w:t>
      </w:r>
      <w:r w:rsidR="00530790" w:rsidRPr="005D5566">
        <w:t>Je déclare</w:t>
      </w:r>
      <w:r>
        <w:t xml:space="preserve">… </w:t>
      </w:r>
      <w:r w:rsidR="00530790" w:rsidRPr="005D5566">
        <w:t>dit le vieillard distinctement</w:t>
      </w:r>
      <w:r>
        <w:t xml:space="preserve"> ; </w:t>
      </w:r>
      <w:r w:rsidR="00530790" w:rsidRPr="005D5566">
        <w:t>puis</w:t>
      </w:r>
      <w:r>
        <w:t xml:space="preserve">, </w:t>
      </w:r>
      <w:r w:rsidR="00530790" w:rsidRPr="005D5566">
        <w:t>après avoir étouffé le reste de la phrase sous ses lèvres minces</w:t>
      </w:r>
      <w:r>
        <w:t xml:space="preserve">, </w:t>
      </w:r>
      <w:r w:rsidR="00530790" w:rsidRPr="005D5566">
        <w:t>il se leva</w:t>
      </w:r>
      <w:r>
        <w:t>.</w:t>
      </w:r>
    </w:p>
    <w:p w14:paraId="694745FD" w14:textId="77777777" w:rsidR="001C0413" w:rsidRDefault="00530790" w:rsidP="001C0413">
      <w:r w:rsidRPr="005D5566">
        <w:t>Une rumeur</w:t>
      </w:r>
      <w:r w:rsidR="001C0413">
        <w:t xml:space="preserve">, </w:t>
      </w:r>
      <w:r w:rsidRPr="005D5566">
        <w:t>des soupirs</w:t>
      </w:r>
      <w:r w:rsidR="001C0413">
        <w:t xml:space="preserve">, </w:t>
      </w:r>
      <w:r w:rsidRPr="005D5566">
        <w:t>des exclamations étouffées</w:t>
      </w:r>
      <w:r w:rsidR="001C0413">
        <w:t xml:space="preserve">, </w:t>
      </w:r>
      <w:r w:rsidRPr="005D5566">
        <w:t>des accès de toux</w:t>
      </w:r>
      <w:r w:rsidR="001C0413">
        <w:t xml:space="preserve">, </w:t>
      </w:r>
      <w:r w:rsidRPr="005D5566">
        <w:t>des bruits de pieds remués remplirent la salle</w:t>
      </w:r>
      <w:r w:rsidR="001C0413">
        <w:t xml:space="preserve">. </w:t>
      </w:r>
      <w:r w:rsidRPr="005D5566">
        <w:t>Les prévenus furent emmenés</w:t>
      </w:r>
      <w:r w:rsidR="001C0413">
        <w:t xml:space="preserve"> ; </w:t>
      </w:r>
      <w:r w:rsidRPr="005D5566">
        <w:t>ils hochèrent la tête en souriant dans la direction de leurs parents et amis</w:t>
      </w:r>
      <w:r w:rsidR="001C0413">
        <w:t xml:space="preserve"> ; </w:t>
      </w:r>
      <w:r w:rsidRPr="005D5566">
        <w:t>Ivan Goussev cria doucement on ne sait à qui</w:t>
      </w:r>
      <w:r w:rsidR="001C0413">
        <w:t> :</w:t>
      </w:r>
    </w:p>
    <w:p w14:paraId="4CB99EA3" w14:textId="77777777" w:rsidR="001C0413" w:rsidRDefault="001C0413" w:rsidP="001C0413">
      <w:r>
        <w:t>— </w:t>
      </w:r>
      <w:r w:rsidR="00530790" w:rsidRPr="005D5566">
        <w:t>Ne te laisse pas intimider</w:t>
      </w:r>
      <w:r>
        <w:t xml:space="preserve">, </w:t>
      </w:r>
      <w:r w:rsidR="00530790" w:rsidRPr="005D5566">
        <w:t>camarade</w:t>
      </w:r>
      <w:r>
        <w:t> !…</w:t>
      </w:r>
    </w:p>
    <w:p w14:paraId="2C66A2A7" w14:textId="77777777" w:rsidR="001C0413" w:rsidRDefault="00530790" w:rsidP="001C0413">
      <w:r w:rsidRPr="005D5566">
        <w:t>La mère et Sizov sortirent dans le corridor</w:t>
      </w:r>
      <w:r w:rsidR="001C0413">
        <w:t>.</w:t>
      </w:r>
    </w:p>
    <w:p w14:paraId="1460C0C9" w14:textId="77777777" w:rsidR="001C0413" w:rsidRDefault="001C0413" w:rsidP="001C0413">
      <w:r>
        <w:lastRenderedPageBreak/>
        <w:t>— </w:t>
      </w:r>
      <w:r w:rsidR="00530790" w:rsidRPr="005D5566">
        <w:t>Veux-tu venir prendre du thé à la buvette</w:t>
      </w:r>
      <w:r>
        <w:t xml:space="preserve"> ? </w:t>
      </w:r>
      <w:r w:rsidR="00530790" w:rsidRPr="005D5566">
        <w:t>demanda le vieil ouvrier avec sollicitude</w:t>
      </w:r>
      <w:r>
        <w:t xml:space="preserve">, </w:t>
      </w:r>
      <w:r w:rsidR="00530790" w:rsidRPr="005D5566">
        <w:t>nous avons une heure et demie à attendre</w:t>
      </w:r>
      <w:r>
        <w:t>…</w:t>
      </w:r>
    </w:p>
    <w:p w14:paraId="03545B05" w14:textId="77777777" w:rsidR="001C0413" w:rsidRDefault="001C0413" w:rsidP="001C0413">
      <w:r>
        <w:t>— </w:t>
      </w:r>
      <w:r w:rsidR="00530790" w:rsidRPr="005D5566">
        <w:t>Non</w:t>
      </w:r>
      <w:r>
        <w:t xml:space="preserve">, </w:t>
      </w:r>
      <w:r w:rsidR="00530790" w:rsidRPr="005D5566">
        <w:t>merci</w:t>
      </w:r>
      <w:r>
        <w:t> !</w:t>
      </w:r>
    </w:p>
    <w:p w14:paraId="35A59DDF" w14:textId="77777777" w:rsidR="001C0413" w:rsidRDefault="001C0413" w:rsidP="001C0413">
      <w:r>
        <w:t>— </w:t>
      </w:r>
      <w:r w:rsidR="00530790" w:rsidRPr="005D5566">
        <w:t>Eh bien</w:t>
      </w:r>
      <w:r>
        <w:t xml:space="preserve">, </w:t>
      </w:r>
      <w:r w:rsidR="00530790" w:rsidRPr="005D5566">
        <w:t>je n</w:t>
      </w:r>
      <w:r>
        <w:t>’</w:t>
      </w:r>
      <w:r w:rsidR="00530790" w:rsidRPr="005D5566">
        <w:t>y vais pas non plus</w:t>
      </w:r>
      <w:r>
        <w:t xml:space="preserve"> !… </w:t>
      </w:r>
      <w:r w:rsidR="00530790" w:rsidRPr="005D5566">
        <w:t>Les as-tu vus ces garçons</w:t>
      </w:r>
      <w:r>
        <w:t xml:space="preserve">, </w:t>
      </w:r>
      <w:r w:rsidR="00530790" w:rsidRPr="005D5566">
        <w:t>hein</w:t>
      </w:r>
      <w:r>
        <w:t xml:space="preserve"> ? </w:t>
      </w:r>
      <w:r w:rsidR="00530790" w:rsidRPr="005D5566">
        <w:t>Ils parlent comme si eux seuls étaient les vrais hommes et les autres rien du tout</w:t>
      </w:r>
      <w:r>
        <w:t xml:space="preserve">. </w:t>
      </w:r>
      <w:r w:rsidR="00530790" w:rsidRPr="005D5566">
        <w:t>As-tu entendu Fédia</w:t>
      </w:r>
      <w:r>
        <w:t xml:space="preserve">, </w:t>
      </w:r>
      <w:r w:rsidR="00530790" w:rsidRPr="005D5566">
        <w:t>hein</w:t>
      </w:r>
      <w:r>
        <w:t> ?</w:t>
      </w:r>
    </w:p>
    <w:p w14:paraId="5FF71683" w14:textId="77777777" w:rsidR="001C0413" w:rsidRDefault="00530790" w:rsidP="001C0413">
      <w:r w:rsidRPr="005D5566">
        <w:t>La casquette à la main</w:t>
      </w:r>
      <w:r w:rsidR="001C0413">
        <w:t xml:space="preserve">, </w:t>
      </w:r>
      <w:r w:rsidRPr="005D5566">
        <w:t>le père de Samoïlov s</w:t>
      </w:r>
      <w:r w:rsidR="001C0413">
        <w:t>’</w:t>
      </w:r>
      <w:r w:rsidRPr="005D5566">
        <w:t>approcha d</w:t>
      </w:r>
      <w:r w:rsidR="001C0413">
        <w:t>’</w:t>
      </w:r>
      <w:r w:rsidRPr="005D5566">
        <w:t>eux</w:t>
      </w:r>
      <w:r w:rsidR="001C0413">
        <w:t xml:space="preserve">, </w:t>
      </w:r>
      <w:r w:rsidRPr="005D5566">
        <w:t>avec un sourire morne</w:t>
      </w:r>
      <w:r w:rsidR="001C0413">
        <w:t xml:space="preserve">, </w:t>
      </w:r>
      <w:r w:rsidRPr="005D5566">
        <w:t>et demanda</w:t>
      </w:r>
      <w:r w:rsidR="001C0413">
        <w:t> :</w:t>
      </w:r>
    </w:p>
    <w:p w14:paraId="796F7FD7" w14:textId="77777777" w:rsidR="001C0413" w:rsidRDefault="001C0413" w:rsidP="001C0413">
      <w:r>
        <w:t>— </w:t>
      </w:r>
      <w:r w:rsidR="00530790" w:rsidRPr="005D5566">
        <w:t>Que dites-vous de mon fils</w:t>
      </w:r>
      <w:r>
        <w:t xml:space="preserve"> ? </w:t>
      </w:r>
      <w:r w:rsidR="00530790" w:rsidRPr="005D5566">
        <w:t>Il ne veut pas d</w:t>
      </w:r>
      <w:r>
        <w:t>’</w:t>
      </w:r>
      <w:r w:rsidR="00530790" w:rsidRPr="005D5566">
        <w:t>avocat</w:t>
      </w:r>
      <w:r>
        <w:t xml:space="preserve">, </w:t>
      </w:r>
      <w:r w:rsidR="00530790" w:rsidRPr="005D5566">
        <w:t>il refuse de répondre</w:t>
      </w:r>
      <w:r>
        <w:t xml:space="preserve">… </w:t>
      </w:r>
      <w:r w:rsidR="00530790" w:rsidRPr="005D5566">
        <w:t>C</w:t>
      </w:r>
      <w:r>
        <w:t>’</w:t>
      </w:r>
      <w:r w:rsidR="00530790" w:rsidRPr="005D5566">
        <w:t>est lui qui a trouvé ça</w:t>
      </w:r>
      <w:r>
        <w:t xml:space="preserve">… </w:t>
      </w:r>
      <w:r w:rsidR="00530790" w:rsidRPr="005D5566">
        <w:t>Ton fils tenait pour les avocats</w:t>
      </w:r>
      <w:r>
        <w:t xml:space="preserve">, </w:t>
      </w:r>
      <w:r w:rsidR="00530790" w:rsidRPr="005D5566">
        <w:t>Pélaguée</w:t>
      </w:r>
      <w:r>
        <w:t xml:space="preserve">… </w:t>
      </w:r>
      <w:r w:rsidR="00530790" w:rsidRPr="005D5566">
        <w:t>le mien a dit qu</w:t>
      </w:r>
      <w:r>
        <w:t>’</w:t>
      </w:r>
      <w:r w:rsidR="00530790" w:rsidRPr="005D5566">
        <w:t>il n</w:t>
      </w:r>
      <w:r>
        <w:t>’</w:t>
      </w:r>
      <w:r w:rsidR="00530790" w:rsidRPr="005D5566">
        <w:t>en voulait pas</w:t>
      </w:r>
      <w:r>
        <w:t xml:space="preserve"> ! </w:t>
      </w:r>
      <w:r w:rsidR="00530790" w:rsidRPr="005D5566">
        <w:t>Et alors</w:t>
      </w:r>
      <w:r>
        <w:t xml:space="preserve">, </w:t>
      </w:r>
      <w:r w:rsidR="00530790" w:rsidRPr="005D5566">
        <w:t>il y en a quatre qui l</w:t>
      </w:r>
      <w:r>
        <w:t>’</w:t>
      </w:r>
      <w:r w:rsidR="00530790" w:rsidRPr="005D5566">
        <w:t>ont imité</w:t>
      </w:r>
      <w:r>
        <w:t>…</w:t>
      </w:r>
    </w:p>
    <w:p w14:paraId="1BAAD172" w14:textId="77777777" w:rsidR="001C0413" w:rsidRDefault="00530790" w:rsidP="001C0413">
      <w:r w:rsidRPr="005D5566">
        <w:t>Sa femme était à côté de lui</w:t>
      </w:r>
      <w:r w:rsidR="001C0413">
        <w:t xml:space="preserve">. </w:t>
      </w:r>
      <w:r w:rsidRPr="005D5566">
        <w:t>Elle clignait des yeux fréquemment en s</w:t>
      </w:r>
      <w:r w:rsidR="001C0413">
        <w:t>’</w:t>
      </w:r>
      <w:r w:rsidRPr="005D5566">
        <w:t>essuyant le nez avec la pointe de son mouchoir</w:t>
      </w:r>
      <w:r w:rsidR="001C0413">
        <w:t xml:space="preserve">. </w:t>
      </w:r>
      <w:r w:rsidRPr="005D5566">
        <w:t>Samoïlov rassembla sa barbe dans sa main</w:t>
      </w:r>
      <w:r w:rsidR="001C0413">
        <w:t xml:space="preserve">, </w:t>
      </w:r>
      <w:r w:rsidRPr="005D5566">
        <w:t>et continua</w:t>
      </w:r>
      <w:r w:rsidR="001C0413">
        <w:t> :</w:t>
      </w:r>
    </w:p>
    <w:p w14:paraId="26D94975" w14:textId="77777777" w:rsidR="001C0413" w:rsidRDefault="001C0413" w:rsidP="001C0413">
      <w:r>
        <w:t>— </w:t>
      </w:r>
      <w:r w:rsidR="00530790" w:rsidRPr="005D5566">
        <w:t>Voilà bien une autre affaire</w:t>
      </w:r>
      <w:r>
        <w:t xml:space="preserve"> ! </w:t>
      </w:r>
      <w:r w:rsidR="00530790" w:rsidRPr="005D5566">
        <w:t>Quand on les regarde</w:t>
      </w:r>
      <w:r>
        <w:t xml:space="preserve">, </w:t>
      </w:r>
      <w:r w:rsidR="00530790" w:rsidRPr="005D5566">
        <w:t>ces diables</w:t>
      </w:r>
      <w:r>
        <w:t xml:space="preserve">, </w:t>
      </w:r>
      <w:r w:rsidR="00530790" w:rsidRPr="005D5566">
        <w:t>on se dit qu</w:t>
      </w:r>
      <w:r>
        <w:t>’</w:t>
      </w:r>
      <w:r w:rsidR="00530790" w:rsidRPr="005D5566">
        <w:t>ils ont fait tout cela en vain</w:t>
      </w:r>
      <w:r>
        <w:t xml:space="preserve">, </w:t>
      </w:r>
      <w:r w:rsidR="00530790" w:rsidRPr="005D5566">
        <w:t>qu</w:t>
      </w:r>
      <w:r>
        <w:t>’</w:t>
      </w:r>
      <w:r w:rsidR="00530790" w:rsidRPr="005D5566">
        <w:t>ils ont brisé leur vie inutilement</w:t>
      </w:r>
      <w:r>
        <w:t xml:space="preserve">, </w:t>
      </w:r>
      <w:r w:rsidR="00530790" w:rsidRPr="005D5566">
        <w:t>et</w:t>
      </w:r>
      <w:r>
        <w:t xml:space="preserve">, </w:t>
      </w:r>
      <w:r w:rsidR="00530790" w:rsidRPr="005D5566">
        <w:t>tout à coup</w:t>
      </w:r>
      <w:r>
        <w:t xml:space="preserve">, </w:t>
      </w:r>
      <w:r w:rsidR="00530790" w:rsidRPr="005D5566">
        <w:t>on se met à penser que peut-être ils ont raison</w:t>
      </w:r>
      <w:r>
        <w:t xml:space="preserve">… </w:t>
      </w:r>
      <w:r w:rsidR="00530790" w:rsidRPr="005D5566">
        <w:t>On se rappelle qu</w:t>
      </w:r>
      <w:r>
        <w:t>’</w:t>
      </w:r>
      <w:r w:rsidR="00530790" w:rsidRPr="005D5566">
        <w:t>à la fabrique</w:t>
      </w:r>
      <w:r>
        <w:t xml:space="preserve">, </w:t>
      </w:r>
      <w:r w:rsidR="00530790" w:rsidRPr="005D5566">
        <w:t>leur nombre grandit sans cesse</w:t>
      </w:r>
      <w:r>
        <w:t xml:space="preserve"> ; </w:t>
      </w:r>
      <w:r w:rsidR="00530790" w:rsidRPr="005D5566">
        <w:t>de temps à autre</w:t>
      </w:r>
      <w:r>
        <w:t xml:space="preserve">, </w:t>
      </w:r>
      <w:r w:rsidR="00530790" w:rsidRPr="005D5566">
        <w:t>on les arrête</w:t>
      </w:r>
      <w:r>
        <w:t xml:space="preserve">, </w:t>
      </w:r>
      <w:r w:rsidR="00530790" w:rsidRPr="005D5566">
        <w:t>mais on ne les prend jamais tous</w:t>
      </w:r>
      <w:r>
        <w:t xml:space="preserve">, </w:t>
      </w:r>
      <w:r w:rsidR="00530790" w:rsidRPr="005D5566">
        <w:t>pas plus qu</w:t>
      </w:r>
      <w:r>
        <w:t>’</w:t>
      </w:r>
      <w:r w:rsidR="00530790" w:rsidRPr="005D5566">
        <w:t>on ne prend tous les poissons d</w:t>
      </w:r>
      <w:r>
        <w:t>’</w:t>
      </w:r>
      <w:r w:rsidR="00530790" w:rsidRPr="005D5566">
        <w:t>une rivière</w:t>
      </w:r>
      <w:r>
        <w:t xml:space="preserve"> ! </w:t>
      </w:r>
      <w:r w:rsidR="00530790" w:rsidRPr="005D5566">
        <w:t>Et on se demande de nouveau</w:t>
      </w:r>
      <w:r>
        <w:t xml:space="preserve"> : – </w:t>
      </w:r>
      <w:r w:rsidR="00530790" w:rsidRPr="005D5566">
        <w:t>Peut-être sont-ils dans le vrai</w:t>
      </w:r>
      <w:r>
        <w:t> ?</w:t>
      </w:r>
    </w:p>
    <w:p w14:paraId="56608F7C" w14:textId="77777777" w:rsidR="001C0413" w:rsidRDefault="001C0413" w:rsidP="001C0413">
      <w:r>
        <w:t>— </w:t>
      </w:r>
      <w:r w:rsidR="00530790" w:rsidRPr="005D5566">
        <w:t>Il est difficile pour nous de comprendre cette affaire</w:t>
      </w:r>
      <w:r>
        <w:t xml:space="preserve"> ! </w:t>
      </w:r>
      <w:r w:rsidR="00530790" w:rsidRPr="005D5566">
        <w:t>dit Sizov</w:t>
      </w:r>
      <w:r>
        <w:t>.</w:t>
      </w:r>
    </w:p>
    <w:p w14:paraId="6D4E07C1" w14:textId="77777777" w:rsidR="001C0413" w:rsidRDefault="001C0413" w:rsidP="001C0413">
      <w:r>
        <w:t>— </w:t>
      </w:r>
      <w:r w:rsidR="00530790" w:rsidRPr="005D5566">
        <w:t>Oui</w:t>
      </w:r>
      <w:r>
        <w:t xml:space="preserve">, </w:t>
      </w:r>
      <w:r w:rsidR="00530790" w:rsidRPr="005D5566">
        <w:t>c</w:t>
      </w:r>
      <w:r>
        <w:t>’</w:t>
      </w:r>
      <w:r w:rsidR="00530790" w:rsidRPr="005D5566">
        <w:t>est vrai</w:t>
      </w:r>
      <w:r>
        <w:t xml:space="preserve">, </w:t>
      </w:r>
      <w:r w:rsidR="00530790" w:rsidRPr="005D5566">
        <w:t>acquiesça Samoïlov</w:t>
      </w:r>
      <w:r>
        <w:t>.</w:t>
      </w:r>
    </w:p>
    <w:p w14:paraId="561E0EF3" w14:textId="77777777" w:rsidR="001C0413" w:rsidRDefault="00530790" w:rsidP="001C0413">
      <w:r w:rsidRPr="005D5566">
        <w:lastRenderedPageBreak/>
        <w:t>Sa femme intervint après avoir longuement reniflé</w:t>
      </w:r>
      <w:r w:rsidR="001C0413">
        <w:t>.</w:t>
      </w:r>
    </w:p>
    <w:p w14:paraId="1039B1D1" w14:textId="77777777" w:rsidR="001C0413" w:rsidRDefault="001C0413" w:rsidP="001C0413">
      <w:r>
        <w:t>— </w:t>
      </w:r>
      <w:r w:rsidR="00530790" w:rsidRPr="005D5566">
        <w:t>Ils sont tous bien portants</w:t>
      </w:r>
      <w:r>
        <w:t xml:space="preserve">, </w:t>
      </w:r>
      <w:r w:rsidR="00530790" w:rsidRPr="005D5566">
        <w:t>ces maudits juges</w:t>
      </w:r>
      <w:r>
        <w:t>…</w:t>
      </w:r>
    </w:p>
    <w:p w14:paraId="69A28AA0" w14:textId="77777777" w:rsidR="001C0413" w:rsidRDefault="00530790" w:rsidP="001C0413">
      <w:r w:rsidRPr="005D5566">
        <w:t>Elle continua avec un sourire sur son visage fané</w:t>
      </w:r>
      <w:r w:rsidR="001C0413">
        <w:t> :</w:t>
      </w:r>
    </w:p>
    <w:p w14:paraId="5B49F281" w14:textId="77777777" w:rsidR="001C0413" w:rsidRDefault="001C0413" w:rsidP="001C0413">
      <w:r>
        <w:t>— </w:t>
      </w:r>
      <w:r w:rsidR="00530790" w:rsidRPr="005D5566">
        <w:t>Ne sois pas fâchée</w:t>
      </w:r>
      <w:r>
        <w:t xml:space="preserve">, </w:t>
      </w:r>
      <w:r w:rsidR="00530790" w:rsidRPr="005D5566">
        <w:t>Pélaguée</w:t>
      </w:r>
      <w:r>
        <w:t xml:space="preserve">, </w:t>
      </w:r>
      <w:r w:rsidR="00530790" w:rsidRPr="005D5566">
        <w:t>parce que je t</w:t>
      </w:r>
      <w:r>
        <w:t>’</w:t>
      </w:r>
      <w:r w:rsidR="00530790" w:rsidRPr="005D5566">
        <w:t>ai</w:t>
      </w:r>
      <w:r>
        <w:t xml:space="preserve">, </w:t>
      </w:r>
      <w:r w:rsidR="00530790" w:rsidRPr="005D5566">
        <w:t>dit tout à l</w:t>
      </w:r>
      <w:r>
        <w:t>’</w:t>
      </w:r>
      <w:r w:rsidR="00530790" w:rsidRPr="005D5566">
        <w:t>heure que Pavel était coupable de tout</w:t>
      </w:r>
      <w:r>
        <w:t xml:space="preserve">… </w:t>
      </w:r>
      <w:r w:rsidR="00530790" w:rsidRPr="005D5566">
        <w:t>À parler franchement</w:t>
      </w:r>
      <w:r>
        <w:t xml:space="preserve">, </w:t>
      </w:r>
      <w:r w:rsidR="00530790" w:rsidRPr="005D5566">
        <w:t>on ne sait pas lequel est le plus coupable</w:t>
      </w:r>
      <w:r>
        <w:t xml:space="preserve"> ! </w:t>
      </w:r>
      <w:r w:rsidR="00530790" w:rsidRPr="005D5566">
        <w:t>Tu as entendu ce que les espions et les gendarmes ont rapporté de notre fils</w:t>
      </w:r>
      <w:r>
        <w:t>…</w:t>
      </w:r>
    </w:p>
    <w:p w14:paraId="12CC7BE1" w14:textId="77777777" w:rsidR="001C0413" w:rsidRDefault="00530790" w:rsidP="001C0413">
      <w:r w:rsidRPr="005D5566">
        <w:t>Elle était visiblement fière de son fils</w:t>
      </w:r>
      <w:r w:rsidR="001C0413">
        <w:t xml:space="preserve">, </w:t>
      </w:r>
      <w:r w:rsidRPr="005D5566">
        <w:t>sans peut-être s</w:t>
      </w:r>
      <w:r w:rsidR="001C0413">
        <w:t>’</w:t>
      </w:r>
      <w:r w:rsidRPr="005D5566">
        <w:t>en rendre compte</w:t>
      </w:r>
      <w:r w:rsidR="001C0413">
        <w:t xml:space="preserve"> ; </w:t>
      </w:r>
      <w:r w:rsidRPr="005D5566">
        <w:t>mais la mère connaissait ce sentiment et elle eut un bon sourire</w:t>
      </w:r>
      <w:r w:rsidR="001C0413">
        <w:t>.</w:t>
      </w:r>
    </w:p>
    <w:p w14:paraId="5FB6448D" w14:textId="77777777" w:rsidR="001C0413" w:rsidRDefault="001C0413" w:rsidP="001C0413">
      <w:r>
        <w:t>— </w:t>
      </w:r>
      <w:r w:rsidR="00530790" w:rsidRPr="005D5566">
        <w:t>Les cœurs jeunes sont toujours plus près de la vérité que les vieux</w:t>
      </w:r>
      <w:r>
        <w:t xml:space="preserve"> ! </w:t>
      </w:r>
      <w:r w:rsidR="00530790" w:rsidRPr="005D5566">
        <w:t>dit-elle à voix basse</w:t>
      </w:r>
      <w:r>
        <w:t>.</w:t>
      </w:r>
    </w:p>
    <w:p w14:paraId="78AD344B" w14:textId="77777777" w:rsidR="001C0413" w:rsidRDefault="00530790" w:rsidP="001C0413">
      <w:r w:rsidRPr="005D5566">
        <w:t>Les gens se promenaient dans le corridor</w:t>
      </w:r>
      <w:r w:rsidR="001C0413">
        <w:t xml:space="preserve">, </w:t>
      </w:r>
      <w:r w:rsidRPr="005D5566">
        <w:t>se rassemblaient en groupes et conversaient sourdement</w:t>
      </w:r>
      <w:r w:rsidR="001C0413">
        <w:t xml:space="preserve">, </w:t>
      </w:r>
      <w:r w:rsidRPr="005D5566">
        <w:t>pensifs et animés</w:t>
      </w:r>
      <w:r w:rsidR="001C0413">
        <w:t xml:space="preserve">. </w:t>
      </w:r>
      <w:r w:rsidRPr="005D5566">
        <w:t>Personne ne se tenait à l</w:t>
      </w:r>
      <w:r w:rsidR="001C0413">
        <w:t>’</w:t>
      </w:r>
      <w:r w:rsidRPr="005D5566">
        <w:t>écart</w:t>
      </w:r>
      <w:r w:rsidR="001C0413">
        <w:t xml:space="preserve">, </w:t>
      </w:r>
      <w:r w:rsidRPr="005D5566">
        <w:t>on voyait sur tous les visages le besoin de parler</w:t>
      </w:r>
      <w:r w:rsidR="001C0413">
        <w:t xml:space="preserve">, </w:t>
      </w:r>
      <w:r w:rsidRPr="005D5566">
        <w:t>d</w:t>
      </w:r>
      <w:r w:rsidR="001C0413">
        <w:t>’</w:t>
      </w:r>
      <w:r w:rsidRPr="005D5566">
        <w:t>interroger</w:t>
      </w:r>
      <w:r w:rsidR="001C0413">
        <w:t xml:space="preserve">, </w:t>
      </w:r>
      <w:r w:rsidRPr="005D5566">
        <w:t>d</w:t>
      </w:r>
      <w:r w:rsidR="001C0413">
        <w:t>’</w:t>
      </w:r>
      <w:r w:rsidRPr="005D5566">
        <w:t>écouter</w:t>
      </w:r>
      <w:r w:rsidR="001C0413">
        <w:t xml:space="preserve">. </w:t>
      </w:r>
      <w:r w:rsidRPr="005D5566">
        <w:t>Dans l</w:t>
      </w:r>
      <w:r w:rsidR="001C0413">
        <w:t>’</w:t>
      </w:r>
      <w:r w:rsidRPr="005D5566">
        <w:t>étroit passage</w:t>
      </w:r>
      <w:r w:rsidR="001C0413">
        <w:t xml:space="preserve">, </w:t>
      </w:r>
      <w:r w:rsidRPr="005D5566">
        <w:t>entre les deux murailles blanches</w:t>
      </w:r>
      <w:r w:rsidR="001C0413">
        <w:t xml:space="preserve">, </w:t>
      </w:r>
      <w:r w:rsidRPr="005D5566">
        <w:t>les groupes allaient et venaient</w:t>
      </w:r>
      <w:r w:rsidR="001C0413">
        <w:t xml:space="preserve">, </w:t>
      </w:r>
      <w:r w:rsidRPr="005D5566">
        <w:t>comme si un vent violent les ayant poussés</w:t>
      </w:r>
      <w:r w:rsidR="001C0413">
        <w:t xml:space="preserve">, </w:t>
      </w:r>
      <w:r w:rsidRPr="005D5566">
        <w:t>ils cherchaient à s</w:t>
      </w:r>
      <w:r w:rsidR="001C0413">
        <w:t>’</w:t>
      </w:r>
      <w:r w:rsidRPr="005D5566">
        <w:t>appuyer sur quelque chose de ferme et de sûr</w:t>
      </w:r>
      <w:r w:rsidR="001C0413">
        <w:t>.</w:t>
      </w:r>
    </w:p>
    <w:p w14:paraId="773F4BD0" w14:textId="77777777" w:rsidR="001C0413" w:rsidRDefault="00530790" w:rsidP="001C0413">
      <w:r w:rsidRPr="005D5566">
        <w:t>Le frère aîné de Boukine</w:t>
      </w:r>
      <w:r w:rsidR="001C0413">
        <w:t xml:space="preserve">, </w:t>
      </w:r>
      <w:r w:rsidRPr="005D5566">
        <w:t>grand diable au visage usé</w:t>
      </w:r>
      <w:r w:rsidR="001C0413">
        <w:t xml:space="preserve">, </w:t>
      </w:r>
      <w:r w:rsidRPr="005D5566">
        <w:t>gesticulait en se tournant vivement de tous les côtés</w:t>
      </w:r>
      <w:r w:rsidR="001C0413">
        <w:t xml:space="preserve">. </w:t>
      </w:r>
      <w:r w:rsidRPr="005D5566">
        <w:t>Il déclara</w:t>
      </w:r>
      <w:r w:rsidR="001C0413">
        <w:t> :</w:t>
      </w:r>
    </w:p>
    <w:p w14:paraId="5A1002B5" w14:textId="77777777" w:rsidR="001C0413" w:rsidRDefault="001C0413" w:rsidP="001C0413">
      <w:r>
        <w:t>— </w:t>
      </w:r>
      <w:r w:rsidR="00530790" w:rsidRPr="005D5566">
        <w:t>Le syndic de bailliage n</w:t>
      </w:r>
      <w:r>
        <w:t>’</w:t>
      </w:r>
      <w:r w:rsidR="00530790" w:rsidRPr="005D5566">
        <w:t>a rien à voir dans cette affaire</w:t>
      </w:r>
      <w:r>
        <w:t xml:space="preserve">, </w:t>
      </w:r>
      <w:r w:rsidR="00530790" w:rsidRPr="005D5566">
        <w:t>il n</w:t>
      </w:r>
      <w:r>
        <w:t>’</w:t>
      </w:r>
      <w:r w:rsidR="00530790" w:rsidRPr="005D5566">
        <w:t>est pas à sa place ici</w:t>
      </w:r>
      <w:r>
        <w:t> !</w:t>
      </w:r>
    </w:p>
    <w:p w14:paraId="70E39AC5" w14:textId="77777777" w:rsidR="001C0413" w:rsidRDefault="001C0413" w:rsidP="001C0413">
      <w:r>
        <w:t>— </w:t>
      </w:r>
      <w:r w:rsidR="00530790" w:rsidRPr="005D5566">
        <w:t>Tais-toi</w:t>
      </w:r>
      <w:r>
        <w:t xml:space="preserve">, </w:t>
      </w:r>
      <w:r w:rsidR="00530790" w:rsidRPr="005D5566">
        <w:t>Constantin</w:t>
      </w:r>
      <w:r>
        <w:t xml:space="preserve"> ! </w:t>
      </w:r>
      <w:r w:rsidR="00530790" w:rsidRPr="005D5566">
        <w:t>l</w:t>
      </w:r>
      <w:r>
        <w:t>’</w:t>
      </w:r>
      <w:r w:rsidR="00530790" w:rsidRPr="005D5566">
        <w:t>exhortait son père</w:t>
      </w:r>
      <w:r>
        <w:t xml:space="preserve">, </w:t>
      </w:r>
      <w:r w:rsidR="00530790" w:rsidRPr="005D5566">
        <w:t>petit vieillard qui promenait autour de lui des regards craintifs</w:t>
      </w:r>
      <w:r>
        <w:t>.</w:t>
      </w:r>
    </w:p>
    <w:p w14:paraId="5BA967C3" w14:textId="77777777" w:rsidR="001C0413" w:rsidRDefault="001C0413" w:rsidP="001C0413">
      <w:r>
        <w:lastRenderedPageBreak/>
        <w:t>— </w:t>
      </w:r>
      <w:r w:rsidR="00530790" w:rsidRPr="005D5566">
        <w:t>Non</w:t>
      </w:r>
      <w:r>
        <w:t xml:space="preserve">, </w:t>
      </w:r>
      <w:r w:rsidR="00530790" w:rsidRPr="005D5566">
        <w:t>je veux parler</w:t>
      </w:r>
      <w:r>
        <w:t xml:space="preserve"> ! </w:t>
      </w:r>
      <w:r w:rsidR="00530790" w:rsidRPr="005D5566">
        <w:t>On dit qu</w:t>
      </w:r>
      <w:r>
        <w:t>’</w:t>
      </w:r>
      <w:r w:rsidR="00530790" w:rsidRPr="005D5566">
        <w:t>il a tué son commis l</w:t>
      </w:r>
      <w:r>
        <w:t>’</w:t>
      </w:r>
      <w:r w:rsidR="00530790" w:rsidRPr="005D5566">
        <w:t>année dernière</w:t>
      </w:r>
      <w:r>
        <w:t xml:space="preserve">… </w:t>
      </w:r>
      <w:r w:rsidR="00530790" w:rsidRPr="005D5566">
        <w:t>à cause de sa femme</w:t>
      </w:r>
      <w:r>
        <w:t xml:space="preserve">… </w:t>
      </w:r>
      <w:r w:rsidR="00530790" w:rsidRPr="005D5566">
        <w:t>Quelle espèce de juge est-</w:t>
      </w:r>
      <w:r w:rsidR="00530790" w:rsidRPr="00D210FA">
        <w:t>ce</w:t>
      </w:r>
      <w:r>
        <w:t xml:space="preserve">, </w:t>
      </w:r>
      <w:r w:rsidR="00530790" w:rsidRPr="005D5566">
        <w:t>dites-moi</w:t>
      </w:r>
      <w:r>
        <w:t xml:space="preserve"> ? </w:t>
      </w:r>
      <w:r w:rsidR="00530790" w:rsidRPr="005D5566">
        <w:t>La veuve du commis vit avec lui</w:t>
      </w:r>
      <w:r>
        <w:t xml:space="preserve"> !… </w:t>
      </w:r>
      <w:r w:rsidR="00530790" w:rsidRPr="005D5566">
        <w:t>que faut-il en conclure</w:t>
      </w:r>
      <w:r>
        <w:t xml:space="preserve"> ?… </w:t>
      </w:r>
      <w:r w:rsidR="00530790" w:rsidRPr="005D5566">
        <w:t>De plus</w:t>
      </w:r>
      <w:r>
        <w:t xml:space="preserve">, </w:t>
      </w:r>
      <w:r w:rsidR="00530790" w:rsidRPr="005D5566">
        <w:t>tout le monde sait que c</w:t>
      </w:r>
      <w:r>
        <w:t>’</w:t>
      </w:r>
      <w:r w:rsidR="00530790" w:rsidRPr="005D5566">
        <w:t>est un voleur</w:t>
      </w:r>
      <w:r>
        <w:t>…</w:t>
      </w:r>
    </w:p>
    <w:p w14:paraId="1BCEDAE0" w14:textId="77777777" w:rsidR="001C0413" w:rsidRDefault="001C0413" w:rsidP="001C0413">
      <w:r>
        <w:t>— </w:t>
      </w:r>
      <w:r w:rsidR="00530790" w:rsidRPr="005D5566">
        <w:t>Ah</w:t>
      </w:r>
      <w:r>
        <w:t xml:space="preserve"> ! </w:t>
      </w:r>
      <w:r w:rsidR="00530790" w:rsidRPr="005D5566">
        <w:t>mon Dieu</w:t>
      </w:r>
      <w:r>
        <w:t xml:space="preserve">… </w:t>
      </w:r>
      <w:r w:rsidR="00530790" w:rsidRPr="005D5566">
        <w:t>Constantin</w:t>
      </w:r>
      <w:r>
        <w:t> !</w:t>
      </w:r>
    </w:p>
    <w:p w14:paraId="0C91ADCF" w14:textId="77777777" w:rsidR="001C0413" w:rsidRDefault="001C0413" w:rsidP="001C0413">
      <w:r>
        <w:t>— </w:t>
      </w:r>
      <w:r w:rsidR="00530790" w:rsidRPr="005D5566">
        <w:t>Tu as raison</w:t>
      </w:r>
      <w:r>
        <w:t xml:space="preserve"> ! </w:t>
      </w:r>
      <w:r w:rsidR="00530790" w:rsidRPr="005D5566">
        <w:t>dit Samoïlov</w:t>
      </w:r>
      <w:r>
        <w:t xml:space="preserve">. </w:t>
      </w:r>
      <w:r w:rsidR="00530790" w:rsidRPr="005D5566">
        <w:t>Tu as raison</w:t>
      </w:r>
      <w:r>
        <w:t xml:space="preserve"> ! </w:t>
      </w:r>
      <w:r w:rsidR="00530790" w:rsidRPr="005D5566">
        <w:t>ce n</w:t>
      </w:r>
      <w:r>
        <w:rPr>
          <w:bCs/>
        </w:rPr>
        <w:t>’</w:t>
      </w:r>
      <w:r w:rsidR="00530790" w:rsidRPr="005D5566">
        <w:rPr>
          <w:bCs/>
        </w:rPr>
        <w:t xml:space="preserve">est </w:t>
      </w:r>
      <w:r w:rsidR="00530790" w:rsidRPr="005D5566">
        <w:t>pas un juge honnête</w:t>
      </w:r>
      <w:r>
        <w:t>…</w:t>
      </w:r>
    </w:p>
    <w:p w14:paraId="763E8256" w14:textId="77777777" w:rsidR="001C0413" w:rsidRDefault="00530790" w:rsidP="001C0413">
      <w:r w:rsidRPr="005D5566">
        <w:t>Boukine</w:t>
      </w:r>
      <w:r w:rsidR="001C0413">
        <w:t xml:space="preserve">, </w:t>
      </w:r>
      <w:r w:rsidRPr="005D5566">
        <w:t>qui avait entendu</w:t>
      </w:r>
      <w:r w:rsidR="001C0413">
        <w:t xml:space="preserve">, </w:t>
      </w:r>
      <w:r w:rsidRPr="005D5566">
        <w:t>s</w:t>
      </w:r>
      <w:r w:rsidR="001C0413">
        <w:t>’</w:t>
      </w:r>
      <w:r w:rsidRPr="005D5566">
        <w:t>approcha vivement</w:t>
      </w:r>
      <w:r w:rsidR="001C0413">
        <w:t xml:space="preserve">, </w:t>
      </w:r>
      <w:r w:rsidRPr="005D5566">
        <w:t>entraînant tout un groupe à sa suite</w:t>
      </w:r>
      <w:r w:rsidR="001C0413">
        <w:t xml:space="preserve"> ; </w:t>
      </w:r>
      <w:r w:rsidRPr="005D5566">
        <w:t>rouge d</w:t>
      </w:r>
      <w:r w:rsidR="001C0413">
        <w:t>’</w:t>
      </w:r>
      <w:r w:rsidRPr="005D5566">
        <w:t>excitation</w:t>
      </w:r>
      <w:r w:rsidR="001C0413">
        <w:t xml:space="preserve">, </w:t>
      </w:r>
      <w:r w:rsidRPr="005D5566">
        <w:t>il se mit à parler en agitant les bras</w:t>
      </w:r>
      <w:r w:rsidR="001C0413">
        <w:t> :</w:t>
      </w:r>
    </w:p>
    <w:p w14:paraId="42997A60" w14:textId="77777777" w:rsidR="001C0413" w:rsidRDefault="001C0413" w:rsidP="001C0413">
      <w:r>
        <w:t>— </w:t>
      </w:r>
      <w:r w:rsidR="00530790" w:rsidRPr="005D5566">
        <w:t>Quand il s</w:t>
      </w:r>
      <w:r>
        <w:t>’</w:t>
      </w:r>
      <w:r w:rsidR="00530790" w:rsidRPr="005D5566">
        <w:t>agit de crimes ou de vols</w:t>
      </w:r>
      <w:r>
        <w:t xml:space="preserve">, </w:t>
      </w:r>
      <w:r w:rsidR="00530790" w:rsidRPr="005D5566">
        <w:t>ce sont des jurés qui jugent</w:t>
      </w:r>
      <w:r>
        <w:t xml:space="preserve">, </w:t>
      </w:r>
      <w:r w:rsidR="00530790" w:rsidRPr="005D5566">
        <w:t>des gens ordinaires</w:t>
      </w:r>
      <w:r>
        <w:t xml:space="preserve">, </w:t>
      </w:r>
      <w:r w:rsidR="00530790" w:rsidRPr="005D5566">
        <w:t>des paysans</w:t>
      </w:r>
      <w:r>
        <w:t xml:space="preserve">, </w:t>
      </w:r>
      <w:r w:rsidR="00530790" w:rsidRPr="005D5566">
        <w:t>des bourgeois</w:t>
      </w:r>
      <w:r>
        <w:t xml:space="preserve"> ! </w:t>
      </w:r>
      <w:r w:rsidR="00530790" w:rsidRPr="005D5566">
        <w:t>Et ceux qui sont contre le gouvernement</w:t>
      </w:r>
      <w:r>
        <w:t xml:space="preserve">, </w:t>
      </w:r>
      <w:r w:rsidR="00530790" w:rsidRPr="005D5566">
        <w:t>c</w:t>
      </w:r>
      <w:r>
        <w:t>’</w:t>
      </w:r>
      <w:r w:rsidR="00530790" w:rsidRPr="005D5566">
        <w:t>est le gouvernement qui les juge</w:t>
      </w:r>
      <w:r>
        <w:t xml:space="preserve">… </w:t>
      </w:r>
      <w:r w:rsidR="00530790" w:rsidRPr="005D5566">
        <w:t>est-ce que cela doit être</w:t>
      </w:r>
      <w:r>
        <w:t> ?</w:t>
      </w:r>
    </w:p>
    <w:p w14:paraId="1F316C86" w14:textId="77777777" w:rsidR="001C0413" w:rsidRDefault="001C0413" w:rsidP="001C0413">
      <w:r>
        <w:t>— </w:t>
      </w:r>
      <w:r w:rsidR="00530790" w:rsidRPr="005D5566">
        <w:t>Constantin</w:t>
      </w:r>
      <w:r>
        <w:t xml:space="preserve"> !… </w:t>
      </w:r>
      <w:r w:rsidR="00530790" w:rsidRPr="005D5566">
        <w:t>Mais voyons</w:t>
      </w:r>
      <w:r>
        <w:t xml:space="preserve">, </w:t>
      </w:r>
      <w:r w:rsidR="00530790" w:rsidRPr="005D5566">
        <w:t>sont-ils contre le gouvernement</w:t>
      </w:r>
      <w:r>
        <w:t xml:space="preserve"> ? </w:t>
      </w:r>
      <w:r w:rsidR="00530790" w:rsidRPr="005D5566">
        <w:t>Ah</w:t>
      </w:r>
      <w:r>
        <w:t xml:space="preserve"> ! </w:t>
      </w:r>
      <w:r w:rsidR="00530790" w:rsidRPr="005D5566">
        <w:t>que dis-tu</w:t>
      </w:r>
      <w:r>
        <w:t> ?</w:t>
      </w:r>
    </w:p>
    <w:p w14:paraId="65F27923" w14:textId="77777777" w:rsidR="001C0413" w:rsidRDefault="001C0413" w:rsidP="001C0413">
      <w:r>
        <w:t>— </w:t>
      </w:r>
      <w:r w:rsidR="00530790" w:rsidRPr="005D5566">
        <w:t>Non</w:t>
      </w:r>
      <w:r>
        <w:t xml:space="preserve">, </w:t>
      </w:r>
      <w:r w:rsidR="00530790" w:rsidRPr="005D5566">
        <w:t>attends</w:t>
      </w:r>
      <w:r>
        <w:t xml:space="preserve"> ! </w:t>
      </w:r>
      <w:r w:rsidR="00530790" w:rsidRPr="005D5566">
        <w:t>Fédia Mazine a raison</w:t>
      </w:r>
      <w:r>
        <w:t xml:space="preserve"> ! </w:t>
      </w:r>
      <w:r w:rsidR="00530790" w:rsidRPr="005D5566">
        <w:t>Si tu m</w:t>
      </w:r>
      <w:r>
        <w:t>’</w:t>
      </w:r>
      <w:r w:rsidR="00530790" w:rsidRPr="005D5566">
        <w:t>offenses et que je te donne un soufflet et que tu me juges</w:t>
      </w:r>
      <w:r>
        <w:t xml:space="preserve">, </w:t>
      </w:r>
      <w:r w:rsidR="00530790" w:rsidRPr="005D5566">
        <w:t>c</w:t>
      </w:r>
      <w:r>
        <w:t>’</w:t>
      </w:r>
      <w:r w:rsidR="00530790" w:rsidRPr="005D5566">
        <w:t>est bien sûr que c</w:t>
      </w:r>
      <w:r>
        <w:t>’</w:t>
      </w:r>
      <w:r w:rsidR="00530790" w:rsidRPr="005D5566">
        <w:t>est moi qui serai le coupable</w:t>
      </w:r>
      <w:r>
        <w:t xml:space="preserve"> : </w:t>
      </w:r>
      <w:r w:rsidR="00530790" w:rsidRPr="005D5566">
        <w:t>et pourtant</w:t>
      </w:r>
      <w:r>
        <w:t xml:space="preserve">, </w:t>
      </w:r>
      <w:r w:rsidR="00530790" w:rsidRPr="005D5566">
        <w:t>qui est l</w:t>
      </w:r>
      <w:r>
        <w:t>’</w:t>
      </w:r>
      <w:r w:rsidR="00530790" w:rsidRPr="005D5566">
        <w:t>insulteur</w:t>
      </w:r>
      <w:r>
        <w:t xml:space="preserve"> ? </w:t>
      </w:r>
      <w:r w:rsidR="00530790" w:rsidRPr="005D5566">
        <w:t>Toi</w:t>
      </w:r>
      <w:r>
        <w:t xml:space="preserve"> ! </w:t>
      </w:r>
      <w:r w:rsidR="00530790" w:rsidRPr="005D5566">
        <w:t>toi</w:t>
      </w:r>
      <w:r>
        <w:t> !</w:t>
      </w:r>
    </w:p>
    <w:p w14:paraId="7739E3E6" w14:textId="77777777" w:rsidR="001C0413" w:rsidRDefault="00530790" w:rsidP="001C0413">
      <w:r w:rsidRPr="005D5566">
        <w:t>Un garde âgé</w:t>
      </w:r>
      <w:r w:rsidR="001C0413">
        <w:t xml:space="preserve">, </w:t>
      </w:r>
      <w:r w:rsidRPr="005D5566">
        <w:t>au nez bossu et à la poitrine ornée de médailles</w:t>
      </w:r>
      <w:r w:rsidR="001C0413">
        <w:t xml:space="preserve">, </w:t>
      </w:r>
      <w:r w:rsidRPr="005D5566">
        <w:t>écarta la foule</w:t>
      </w:r>
      <w:r w:rsidR="001C0413">
        <w:t xml:space="preserve">, </w:t>
      </w:r>
      <w:r w:rsidRPr="005D5566">
        <w:t>et dit à Boukine en le menaçant du doigt</w:t>
      </w:r>
      <w:r w:rsidR="001C0413">
        <w:t> :</w:t>
      </w:r>
    </w:p>
    <w:p w14:paraId="3D7B35E2" w14:textId="77777777" w:rsidR="001C0413" w:rsidRDefault="001C0413" w:rsidP="001C0413">
      <w:r>
        <w:t>— </w:t>
      </w:r>
      <w:r w:rsidR="00530790" w:rsidRPr="005D5566">
        <w:t>Hé</w:t>
      </w:r>
      <w:r>
        <w:t xml:space="preserve"> !… </w:t>
      </w:r>
      <w:r w:rsidR="00530790" w:rsidRPr="005D5566">
        <w:t>Ne crie pas</w:t>
      </w:r>
      <w:r>
        <w:t xml:space="preserve"> ! </w:t>
      </w:r>
      <w:r w:rsidR="00530790" w:rsidRPr="005D5566">
        <w:t>Où es-tu</w:t>
      </w:r>
      <w:r>
        <w:t xml:space="preserve"> ? </w:t>
      </w:r>
      <w:r w:rsidR="00530790" w:rsidRPr="005D5566">
        <w:t>Est-ce le cabaret</w:t>
      </w:r>
      <w:r>
        <w:t xml:space="preserve">, </w:t>
      </w:r>
      <w:r w:rsidR="00530790" w:rsidRPr="005D5566">
        <w:t>ici</w:t>
      </w:r>
      <w:r>
        <w:t> ?</w:t>
      </w:r>
    </w:p>
    <w:p w14:paraId="2DFDE316" w14:textId="77777777" w:rsidR="001C0413" w:rsidRDefault="001C0413" w:rsidP="001C0413">
      <w:r>
        <w:t>— </w:t>
      </w:r>
      <w:r w:rsidR="00530790" w:rsidRPr="005D5566">
        <w:t>Permettez</w:t>
      </w:r>
      <w:r>
        <w:t xml:space="preserve">, </w:t>
      </w:r>
      <w:r w:rsidR="00530790" w:rsidRPr="005D5566">
        <w:t>cavalier</w:t>
      </w:r>
      <w:r>
        <w:t xml:space="preserve">… </w:t>
      </w:r>
      <w:r w:rsidR="00530790" w:rsidRPr="005D5566">
        <w:t>je comprends</w:t>
      </w:r>
      <w:r>
        <w:t xml:space="preserve"> ! </w:t>
      </w:r>
      <w:r w:rsidR="00530790" w:rsidRPr="005D5566">
        <w:t>Écoutez</w:t>
      </w:r>
      <w:r>
        <w:t xml:space="preserve">, </w:t>
      </w:r>
      <w:r w:rsidR="00530790" w:rsidRPr="005D5566">
        <w:t>si je vous frappe et que vous me rendiez les coups et que je vous juge</w:t>
      </w:r>
      <w:r>
        <w:t xml:space="preserve">, </w:t>
      </w:r>
      <w:r w:rsidR="00530790" w:rsidRPr="005D5566">
        <w:t>comment pensez-vous</w:t>
      </w:r>
      <w:r>
        <w:t>…</w:t>
      </w:r>
    </w:p>
    <w:p w14:paraId="3BD312F4" w14:textId="77777777" w:rsidR="001C0413" w:rsidRDefault="001C0413" w:rsidP="001C0413">
      <w:r>
        <w:lastRenderedPageBreak/>
        <w:t>— </w:t>
      </w:r>
      <w:r w:rsidR="00530790" w:rsidRPr="005D5566">
        <w:t>Je vais te faire sortir</w:t>
      </w:r>
      <w:r>
        <w:t xml:space="preserve"> ! </w:t>
      </w:r>
      <w:r w:rsidR="00530790" w:rsidRPr="005D5566">
        <w:t>dit le garde avec sévérité</w:t>
      </w:r>
      <w:r>
        <w:t>.</w:t>
      </w:r>
    </w:p>
    <w:p w14:paraId="0BA6F1CF" w14:textId="77777777" w:rsidR="001C0413" w:rsidRDefault="001C0413" w:rsidP="001C0413">
      <w:r>
        <w:t>— </w:t>
      </w:r>
      <w:r w:rsidR="00530790" w:rsidRPr="005D5566">
        <w:t>Où ça</w:t>
      </w:r>
      <w:r>
        <w:t xml:space="preserve"> ? </w:t>
      </w:r>
      <w:r w:rsidR="00530790" w:rsidRPr="005D5566">
        <w:t>Pourquoi</w:t>
      </w:r>
      <w:r>
        <w:t> ?</w:t>
      </w:r>
    </w:p>
    <w:p w14:paraId="2D4484EB" w14:textId="77777777" w:rsidR="001C0413" w:rsidRDefault="001C0413" w:rsidP="001C0413">
      <w:pPr>
        <w:rPr>
          <w:bCs/>
        </w:rPr>
      </w:pPr>
      <w:r>
        <w:t>— </w:t>
      </w:r>
      <w:r w:rsidR="00530790" w:rsidRPr="005D5566">
        <w:t>Dans la rue</w:t>
      </w:r>
      <w:r>
        <w:t xml:space="preserve">. </w:t>
      </w:r>
      <w:r w:rsidR="00530790" w:rsidRPr="005D5566">
        <w:t xml:space="preserve">Pour que tu ne hurles </w:t>
      </w:r>
      <w:r w:rsidR="00530790" w:rsidRPr="005D5566">
        <w:rPr>
          <w:bCs/>
        </w:rPr>
        <w:t>pas</w:t>
      </w:r>
      <w:r>
        <w:rPr>
          <w:bCs/>
        </w:rPr>
        <w:t>…</w:t>
      </w:r>
    </w:p>
    <w:p w14:paraId="3599709B" w14:textId="77777777" w:rsidR="001C0413" w:rsidRDefault="00530790" w:rsidP="001C0413">
      <w:r w:rsidRPr="005D5566">
        <w:t>Boukine promena ses regards autour de lui et dit à mi-voix</w:t>
      </w:r>
      <w:r w:rsidR="001C0413">
        <w:t> :</w:t>
      </w:r>
    </w:p>
    <w:p w14:paraId="3FE9F07E" w14:textId="77777777" w:rsidR="001C0413" w:rsidRDefault="001C0413" w:rsidP="001C0413">
      <w:r>
        <w:t>— </w:t>
      </w:r>
      <w:r w:rsidR="00530790" w:rsidRPr="005D5566">
        <w:t>Pour eux</w:t>
      </w:r>
      <w:r>
        <w:t xml:space="preserve">, </w:t>
      </w:r>
      <w:r w:rsidR="00530790" w:rsidRPr="005D5566">
        <w:t>l</w:t>
      </w:r>
      <w:r>
        <w:t>’</w:t>
      </w:r>
      <w:r w:rsidR="00530790" w:rsidRPr="005D5566">
        <w:t>essentiel est qu</w:t>
      </w:r>
      <w:r>
        <w:t>’</w:t>
      </w:r>
      <w:r w:rsidR="00530790" w:rsidRPr="005D5566">
        <w:t>on se taise</w:t>
      </w:r>
      <w:r>
        <w:t>…</w:t>
      </w:r>
    </w:p>
    <w:p w14:paraId="215EAB4B" w14:textId="77777777" w:rsidR="001C0413" w:rsidRDefault="001C0413" w:rsidP="001C0413">
      <w:r>
        <w:t>— </w:t>
      </w:r>
      <w:r w:rsidR="00530790" w:rsidRPr="005D5566">
        <w:t>Tu ne le savais pas encore</w:t>
      </w:r>
      <w:r>
        <w:t xml:space="preserve"> ? </w:t>
      </w:r>
      <w:r w:rsidR="00530790" w:rsidRPr="005D5566">
        <w:t>répliqua le vieillard avec rudesse</w:t>
      </w:r>
      <w:r>
        <w:t>.</w:t>
      </w:r>
    </w:p>
    <w:p w14:paraId="30F09122" w14:textId="77777777" w:rsidR="001C0413" w:rsidRDefault="00530790" w:rsidP="001C0413">
      <w:r w:rsidRPr="005D5566">
        <w:t>Boukine baissa la voix</w:t>
      </w:r>
      <w:r w:rsidR="001C0413">
        <w:t>.</w:t>
      </w:r>
    </w:p>
    <w:p w14:paraId="506B785F" w14:textId="77777777" w:rsidR="001C0413" w:rsidRDefault="001C0413" w:rsidP="001C0413">
      <w:r>
        <w:t>— </w:t>
      </w:r>
      <w:r w:rsidR="00530790" w:rsidRPr="005D5566">
        <w:t>Et puis</w:t>
      </w:r>
      <w:r>
        <w:t xml:space="preserve">, </w:t>
      </w:r>
      <w:r w:rsidR="00530790" w:rsidRPr="005D5566">
        <w:t>pourquoi le public ne peut-il pas assister au jugement</w:t>
      </w:r>
      <w:r>
        <w:t xml:space="preserve">, </w:t>
      </w:r>
      <w:r w:rsidR="00530790" w:rsidRPr="005D5566">
        <w:t>mais seulement les parents</w:t>
      </w:r>
      <w:r>
        <w:t xml:space="preserve"> ? </w:t>
      </w:r>
      <w:r w:rsidR="00530790" w:rsidRPr="005D5566">
        <w:t>Si on juge avec justice</w:t>
      </w:r>
      <w:r>
        <w:t xml:space="preserve">, </w:t>
      </w:r>
      <w:r w:rsidR="00530790" w:rsidRPr="005D5566">
        <w:t>on peut agir devant le monde</w:t>
      </w:r>
      <w:r>
        <w:t xml:space="preserve">, </w:t>
      </w:r>
      <w:r w:rsidR="00530790" w:rsidRPr="005D5566">
        <w:t>pourquoi aurait-on peur</w:t>
      </w:r>
      <w:r>
        <w:t> ?</w:t>
      </w:r>
    </w:p>
    <w:p w14:paraId="7C70CCE6" w14:textId="77777777" w:rsidR="001C0413" w:rsidRDefault="00530790" w:rsidP="001C0413">
      <w:r w:rsidRPr="005D5566">
        <w:t>Samoïlov répéta</w:t>
      </w:r>
      <w:r w:rsidR="001C0413">
        <w:t xml:space="preserve">, </w:t>
      </w:r>
      <w:r w:rsidRPr="005D5566">
        <w:t>mais avec plus de force</w:t>
      </w:r>
      <w:r w:rsidR="001C0413">
        <w:t> :</w:t>
      </w:r>
    </w:p>
    <w:p w14:paraId="36B1460D" w14:textId="77777777" w:rsidR="001C0413" w:rsidRDefault="001C0413" w:rsidP="001C0413">
      <w:r>
        <w:t>— </w:t>
      </w:r>
      <w:r w:rsidR="00530790" w:rsidRPr="005D5566">
        <w:t>Ça</w:t>
      </w:r>
      <w:r>
        <w:t xml:space="preserve">, </w:t>
      </w:r>
      <w:r w:rsidR="00530790" w:rsidRPr="005D5566">
        <w:t>c</w:t>
      </w:r>
      <w:r>
        <w:t>’</w:t>
      </w:r>
      <w:r w:rsidR="00530790" w:rsidRPr="005D5566">
        <w:t>est vrai</w:t>
      </w:r>
      <w:r>
        <w:t xml:space="preserve">, </w:t>
      </w:r>
      <w:r w:rsidR="00530790" w:rsidRPr="005D5566">
        <w:t>le tribunal ne satisfait pas la conscience</w:t>
      </w:r>
      <w:r>
        <w:t>…</w:t>
      </w:r>
    </w:p>
    <w:p w14:paraId="2CEDA064" w14:textId="77777777" w:rsidR="001C0413" w:rsidRDefault="00530790" w:rsidP="001C0413">
      <w:r w:rsidRPr="005D5566">
        <w:t>La mère aurait voulu lui répéter ce que Nicolas lui avait dit à propos de l</w:t>
      </w:r>
      <w:r w:rsidR="001C0413">
        <w:t>’</w:t>
      </w:r>
      <w:r w:rsidRPr="005D5566">
        <w:t>illégalité du jugement</w:t>
      </w:r>
      <w:r w:rsidR="001C0413">
        <w:t xml:space="preserve"> ; </w:t>
      </w:r>
      <w:r w:rsidRPr="005D5566">
        <w:t>mais elle n</w:t>
      </w:r>
      <w:r w:rsidR="001C0413">
        <w:t>’</w:t>
      </w:r>
      <w:r w:rsidRPr="005D5566">
        <w:t>avait pas bien compris et avait oublié les mots en partie</w:t>
      </w:r>
      <w:r w:rsidR="001C0413">
        <w:t xml:space="preserve">. </w:t>
      </w:r>
      <w:r w:rsidRPr="005D5566">
        <w:t>Pour essayer de se les remémorer</w:t>
      </w:r>
      <w:r w:rsidR="001C0413">
        <w:t xml:space="preserve">, </w:t>
      </w:r>
      <w:r w:rsidRPr="005D5566">
        <w:t>elle s</w:t>
      </w:r>
      <w:r w:rsidR="001C0413">
        <w:t>’</w:t>
      </w:r>
      <w:r w:rsidRPr="005D5566">
        <w:t>écarta de la foule</w:t>
      </w:r>
      <w:r w:rsidR="001C0413">
        <w:t xml:space="preserve"> ; </w:t>
      </w:r>
      <w:r w:rsidRPr="005D5566">
        <w:t>elle vit qu</w:t>
      </w:r>
      <w:r w:rsidR="001C0413">
        <w:t>’</w:t>
      </w:r>
      <w:r w:rsidRPr="005D5566">
        <w:t>un jeune homme à moustache blonde l</w:t>
      </w:r>
      <w:r w:rsidR="001C0413">
        <w:t>’</w:t>
      </w:r>
      <w:r w:rsidRPr="005D5566">
        <w:t>observait</w:t>
      </w:r>
      <w:r w:rsidR="001C0413">
        <w:t xml:space="preserve">. </w:t>
      </w:r>
      <w:r w:rsidRPr="005D5566">
        <w:t>Il avait la main droite plongée dans la poche de son pantalon</w:t>
      </w:r>
      <w:r w:rsidR="001C0413">
        <w:t xml:space="preserve">, </w:t>
      </w:r>
      <w:r w:rsidRPr="005D5566">
        <w:t>ce qui faisait paraître l</w:t>
      </w:r>
      <w:r w:rsidR="001C0413">
        <w:t>’</w:t>
      </w:r>
      <w:r w:rsidRPr="005D5566">
        <w:t>épaule gauche plus basse que l</w:t>
      </w:r>
      <w:r w:rsidR="001C0413">
        <w:t>’</w:t>
      </w:r>
      <w:r w:rsidRPr="005D5566">
        <w:t>autre</w:t>
      </w:r>
      <w:r w:rsidR="001C0413">
        <w:t xml:space="preserve"> ; </w:t>
      </w:r>
      <w:r w:rsidRPr="005D5566">
        <w:t>cette particularité sembla familière à la mère</w:t>
      </w:r>
      <w:r w:rsidR="001C0413">
        <w:t xml:space="preserve">. </w:t>
      </w:r>
      <w:r w:rsidRPr="005D5566">
        <w:t>Mais l</w:t>
      </w:r>
      <w:r w:rsidR="001C0413">
        <w:t>’</w:t>
      </w:r>
      <w:r w:rsidRPr="005D5566">
        <w:t>homme lui tourna le dos</w:t>
      </w:r>
      <w:r w:rsidR="001C0413">
        <w:t xml:space="preserve">, </w:t>
      </w:r>
      <w:r w:rsidRPr="005D5566">
        <w:t>et</w:t>
      </w:r>
      <w:r w:rsidR="001C0413">
        <w:t xml:space="preserve">, </w:t>
      </w:r>
      <w:r w:rsidRPr="005D5566">
        <w:t>préoccupée par ses souvenirs</w:t>
      </w:r>
      <w:r w:rsidR="001C0413">
        <w:t xml:space="preserve">, </w:t>
      </w:r>
      <w:r w:rsidRPr="005D5566">
        <w:t>elle l</w:t>
      </w:r>
      <w:r w:rsidR="001C0413">
        <w:t>’</w:t>
      </w:r>
      <w:r w:rsidRPr="005D5566">
        <w:t>oublia aussitôt</w:t>
      </w:r>
      <w:r w:rsidR="001C0413">
        <w:t>.</w:t>
      </w:r>
    </w:p>
    <w:p w14:paraId="2B7B833C" w14:textId="77777777" w:rsidR="001C0413" w:rsidRDefault="00530790" w:rsidP="001C0413">
      <w:r w:rsidRPr="005D5566">
        <w:t>Un instant après</w:t>
      </w:r>
      <w:r w:rsidR="001C0413">
        <w:t xml:space="preserve">, </w:t>
      </w:r>
      <w:r w:rsidRPr="005D5566">
        <w:t>son oreille saisit un fragment de conversation chuchoté</w:t>
      </w:r>
      <w:r w:rsidR="001C0413">
        <w:t> :</w:t>
      </w:r>
    </w:p>
    <w:p w14:paraId="3E61EF66" w14:textId="77777777" w:rsidR="001C0413" w:rsidRDefault="001C0413" w:rsidP="001C0413">
      <w:r>
        <w:lastRenderedPageBreak/>
        <w:t>— </w:t>
      </w:r>
      <w:r w:rsidR="00530790" w:rsidRPr="005D5566">
        <w:t>Celle-là</w:t>
      </w:r>
      <w:r>
        <w:t xml:space="preserve"> ? </w:t>
      </w:r>
      <w:r w:rsidR="00530790" w:rsidRPr="005D5566">
        <w:t>À gauche</w:t>
      </w:r>
      <w:r>
        <w:t> ?</w:t>
      </w:r>
    </w:p>
    <w:p w14:paraId="3AD98338" w14:textId="77777777" w:rsidR="001C0413" w:rsidRDefault="00530790" w:rsidP="001C0413">
      <w:r w:rsidRPr="005D5566">
        <w:t>Quelqu</w:t>
      </w:r>
      <w:r w:rsidR="001C0413">
        <w:t>’</w:t>
      </w:r>
      <w:r w:rsidRPr="005D5566">
        <w:t>un répondit plus haut</w:t>
      </w:r>
      <w:r w:rsidR="001C0413">
        <w:t xml:space="preserve">, </w:t>
      </w:r>
      <w:r w:rsidRPr="005D5566">
        <w:t>joyeusement</w:t>
      </w:r>
      <w:r w:rsidR="001C0413">
        <w:t> :</w:t>
      </w:r>
    </w:p>
    <w:p w14:paraId="1D568217" w14:textId="77777777" w:rsidR="001C0413" w:rsidRDefault="001C0413" w:rsidP="001C0413">
      <w:r>
        <w:t>— </w:t>
      </w:r>
      <w:r w:rsidR="00530790" w:rsidRPr="005D5566">
        <w:t>Oui</w:t>
      </w:r>
      <w:r>
        <w:t> !</w:t>
      </w:r>
    </w:p>
    <w:p w14:paraId="3B6E148B" w14:textId="77777777" w:rsidR="001C0413" w:rsidRDefault="00530790" w:rsidP="001C0413">
      <w:r w:rsidRPr="005D5566">
        <w:t>Elle regarda autour d</w:t>
      </w:r>
      <w:r w:rsidR="001C0413">
        <w:t>’</w:t>
      </w:r>
      <w:r w:rsidRPr="005D5566">
        <w:t>elle</w:t>
      </w:r>
      <w:r w:rsidR="001C0413">
        <w:t xml:space="preserve">. </w:t>
      </w:r>
      <w:r w:rsidRPr="005D5566">
        <w:t>L</w:t>
      </w:r>
      <w:r w:rsidR="001C0413">
        <w:t>’</w:t>
      </w:r>
      <w:r w:rsidRPr="005D5566">
        <w:t>homme aux épaules inégales était à côté d</w:t>
      </w:r>
      <w:r w:rsidR="001C0413">
        <w:t>’</w:t>
      </w:r>
      <w:r w:rsidRPr="005D5566">
        <w:t>elle et parlait à son voisin</w:t>
      </w:r>
      <w:r w:rsidR="001C0413">
        <w:t xml:space="preserve">, </w:t>
      </w:r>
      <w:r w:rsidRPr="005D5566">
        <w:t>un gaillard à barbe noire</w:t>
      </w:r>
      <w:r w:rsidR="001C0413">
        <w:t xml:space="preserve">, </w:t>
      </w:r>
      <w:r w:rsidRPr="005D5566">
        <w:t>chaussé de grandes bottes et vêtu d</w:t>
      </w:r>
      <w:r w:rsidR="001C0413">
        <w:t>’</w:t>
      </w:r>
      <w:r w:rsidRPr="005D5566">
        <w:t>un paletot court</w:t>
      </w:r>
      <w:r w:rsidR="001C0413">
        <w:t>.</w:t>
      </w:r>
    </w:p>
    <w:p w14:paraId="4D1164CE" w14:textId="77777777" w:rsidR="001C0413" w:rsidRDefault="00530790" w:rsidP="001C0413">
      <w:r w:rsidRPr="005D5566">
        <w:t>Elle tressaillit</w:t>
      </w:r>
      <w:r w:rsidR="001C0413">
        <w:t xml:space="preserve"> ; </w:t>
      </w:r>
      <w:r w:rsidRPr="005D5566">
        <w:t>en même temps</w:t>
      </w:r>
      <w:r w:rsidR="001C0413">
        <w:t xml:space="preserve">, </w:t>
      </w:r>
      <w:r w:rsidRPr="005D5566">
        <w:t>le désir lui vint de parler des croyances de son fils</w:t>
      </w:r>
      <w:r w:rsidR="001C0413">
        <w:t xml:space="preserve">. </w:t>
      </w:r>
      <w:r w:rsidRPr="005D5566">
        <w:t>Elle aurait voulu entendre les objections qu</w:t>
      </w:r>
      <w:r w:rsidR="001C0413">
        <w:t>’</w:t>
      </w:r>
      <w:r w:rsidRPr="005D5566">
        <w:t>on pouvait lui faire</w:t>
      </w:r>
      <w:r w:rsidR="001C0413">
        <w:t xml:space="preserve">, </w:t>
      </w:r>
      <w:r w:rsidRPr="005D5566">
        <w:t>deviner la décision du tribunal d</w:t>
      </w:r>
      <w:r w:rsidR="001C0413">
        <w:t>’</w:t>
      </w:r>
      <w:r w:rsidRPr="005D5566">
        <w:t>après les propos de ceux qui l</w:t>
      </w:r>
      <w:r w:rsidR="001C0413">
        <w:t>’</w:t>
      </w:r>
      <w:r w:rsidRPr="005D5566">
        <w:t>entouraient</w:t>
      </w:r>
      <w:r w:rsidR="001C0413">
        <w:t>.</w:t>
      </w:r>
    </w:p>
    <w:p w14:paraId="6F7D5BDE" w14:textId="77777777" w:rsidR="001C0413" w:rsidRDefault="001C0413" w:rsidP="001C0413">
      <w:r>
        <w:t>— </w:t>
      </w:r>
      <w:r w:rsidR="00530790" w:rsidRPr="005D5566">
        <w:t>Est-ce donc ainsi qu</w:t>
      </w:r>
      <w:r>
        <w:t>’</w:t>
      </w:r>
      <w:r w:rsidR="00530790" w:rsidRPr="005D5566">
        <w:t>on juge</w:t>
      </w:r>
      <w:r>
        <w:t xml:space="preserve"> ? </w:t>
      </w:r>
      <w:r w:rsidR="00530790" w:rsidRPr="005D5566">
        <w:t>commença-t-elle à mi-voix</w:t>
      </w:r>
      <w:r>
        <w:t xml:space="preserve">, </w:t>
      </w:r>
      <w:r w:rsidR="00530790" w:rsidRPr="005D5566">
        <w:t>avec prudence</w:t>
      </w:r>
      <w:r>
        <w:t xml:space="preserve">, </w:t>
      </w:r>
      <w:r w:rsidR="00530790" w:rsidRPr="005D5566">
        <w:t>en s</w:t>
      </w:r>
      <w:r>
        <w:t>’</w:t>
      </w:r>
      <w:r w:rsidR="00530790" w:rsidRPr="005D5566">
        <w:t>adressant à Sizov</w:t>
      </w:r>
      <w:r>
        <w:t xml:space="preserve">. </w:t>
      </w:r>
      <w:r w:rsidR="00530790" w:rsidRPr="005D5566">
        <w:t>Je ne comprends pas cela</w:t>
      </w:r>
      <w:r>
        <w:t xml:space="preserve">… </w:t>
      </w:r>
      <w:r w:rsidR="00530790" w:rsidRPr="005D5566">
        <w:t>Les juges essaient de savoir ce que chacun a fait</w:t>
      </w:r>
      <w:r>
        <w:t xml:space="preserve">, </w:t>
      </w:r>
      <w:r w:rsidR="00530790" w:rsidRPr="005D5566">
        <w:t>mais ils ne demandent pas pourquoi il l</w:t>
      </w:r>
      <w:r>
        <w:t>’</w:t>
      </w:r>
      <w:r w:rsidR="00530790" w:rsidRPr="005D5566">
        <w:t>a fait</w:t>
      </w:r>
      <w:r>
        <w:t xml:space="preserve">… </w:t>
      </w:r>
      <w:r w:rsidR="00530790" w:rsidRPr="005D5566">
        <w:t>Est-ce juste</w:t>
      </w:r>
      <w:r>
        <w:t xml:space="preserve">, </w:t>
      </w:r>
      <w:r w:rsidR="00530790" w:rsidRPr="005D5566">
        <w:t>dites</w:t>
      </w:r>
      <w:r>
        <w:t xml:space="preserve"> ? </w:t>
      </w:r>
      <w:r w:rsidR="00530790" w:rsidRPr="005D5566">
        <w:t>Et ce sont tous des vieux</w:t>
      </w:r>
      <w:r>
        <w:t xml:space="preserve"> ; </w:t>
      </w:r>
      <w:r w:rsidR="00530790" w:rsidRPr="005D5566">
        <w:t>pour juger des jeunes</w:t>
      </w:r>
      <w:r>
        <w:t xml:space="preserve">, </w:t>
      </w:r>
      <w:r w:rsidR="00530790" w:rsidRPr="005D5566">
        <w:t>il faut des jeunes</w:t>
      </w:r>
      <w:r>
        <w:t>…</w:t>
      </w:r>
    </w:p>
    <w:p w14:paraId="50FAE32F" w14:textId="77777777" w:rsidR="001C0413" w:rsidRDefault="001C0413" w:rsidP="001C0413">
      <w:r>
        <w:t>— </w:t>
      </w:r>
      <w:r w:rsidR="00530790" w:rsidRPr="005D5566">
        <w:t>Oui</w:t>
      </w:r>
      <w:r>
        <w:t xml:space="preserve">, </w:t>
      </w:r>
      <w:r w:rsidR="00530790" w:rsidRPr="005D5566">
        <w:t>dit Sizov</w:t>
      </w:r>
      <w:r>
        <w:t xml:space="preserve">. </w:t>
      </w:r>
      <w:r w:rsidR="00530790" w:rsidRPr="005D5566">
        <w:t>Il nous est bien difficile de comprendre cette affaire</w:t>
      </w:r>
      <w:r>
        <w:t xml:space="preserve">… </w:t>
      </w:r>
      <w:r w:rsidR="00530790" w:rsidRPr="005D5566">
        <w:t>bien</w:t>
      </w:r>
      <w:r>
        <w:t xml:space="preserve">, </w:t>
      </w:r>
      <w:r w:rsidR="00530790" w:rsidRPr="005D5566">
        <w:t>bien difficile</w:t>
      </w:r>
      <w:r>
        <w:t xml:space="preserve"> ! </w:t>
      </w:r>
      <w:r w:rsidR="00530790" w:rsidRPr="005D5566">
        <w:t>Et</w:t>
      </w:r>
      <w:r>
        <w:t xml:space="preserve">, </w:t>
      </w:r>
      <w:r w:rsidR="00530790" w:rsidRPr="005D5566">
        <w:t>pensif</w:t>
      </w:r>
      <w:r>
        <w:t xml:space="preserve">, </w:t>
      </w:r>
      <w:r w:rsidR="00530790" w:rsidRPr="005D5566">
        <w:t>il hocha la tête</w:t>
      </w:r>
      <w:r>
        <w:t>.</w:t>
      </w:r>
    </w:p>
    <w:p w14:paraId="123681C7" w14:textId="77777777" w:rsidR="001C0413" w:rsidRDefault="00530790" w:rsidP="001C0413">
      <w:r w:rsidRPr="005D5566">
        <w:t>Le garde ouvrit la porte de la salle en criant</w:t>
      </w:r>
      <w:r w:rsidR="001C0413">
        <w:t> :</w:t>
      </w:r>
    </w:p>
    <w:p w14:paraId="1118601D" w14:textId="77777777" w:rsidR="001C0413" w:rsidRDefault="001C0413" w:rsidP="001C0413">
      <w:r>
        <w:t>— </w:t>
      </w:r>
      <w:r w:rsidR="00530790" w:rsidRPr="005D5566">
        <w:t>Parents</w:t>
      </w:r>
      <w:r>
        <w:t xml:space="preserve">… </w:t>
      </w:r>
      <w:r w:rsidR="00530790" w:rsidRPr="005D5566">
        <w:t>entrez</w:t>
      </w:r>
      <w:r>
        <w:t xml:space="preserve"> ! </w:t>
      </w:r>
      <w:r w:rsidR="00530790" w:rsidRPr="005D5566">
        <w:t>Montrez vos cartes</w:t>
      </w:r>
      <w:r>
        <w:t> !…</w:t>
      </w:r>
    </w:p>
    <w:p w14:paraId="05010A22" w14:textId="77777777" w:rsidR="001C0413" w:rsidRDefault="00530790" w:rsidP="001C0413">
      <w:r w:rsidRPr="005D5566">
        <w:t>Une voix maussade dit lentement</w:t>
      </w:r>
      <w:r w:rsidR="001C0413">
        <w:t> :</w:t>
      </w:r>
    </w:p>
    <w:p w14:paraId="3E11E304" w14:textId="77777777" w:rsidR="001C0413" w:rsidRDefault="001C0413" w:rsidP="001C0413">
      <w:r>
        <w:t>— </w:t>
      </w:r>
      <w:r w:rsidR="00530790" w:rsidRPr="005D5566">
        <w:t>Des cartes</w:t>
      </w:r>
      <w:r>
        <w:t xml:space="preserve">… </w:t>
      </w:r>
      <w:r w:rsidR="00530790" w:rsidRPr="005D5566">
        <w:t>comme au cirque</w:t>
      </w:r>
      <w:r>
        <w:t>…</w:t>
      </w:r>
    </w:p>
    <w:p w14:paraId="3895B49D" w14:textId="77777777" w:rsidR="001C0413" w:rsidRDefault="00530790" w:rsidP="001C0413">
      <w:r w:rsidRPr="005D5566">
        <w:t>On sentait maintenant une irritation générale et sourde</w:t>
      </w:r>
      <w:r w:rsidR="001C0413">
        <w:t xml:space="preserve">, </w:t>
      </w:r>
      <w:r w:rsidRPr="005D5566">
        <w:t>une vague colère</w:t>
      </w:r>
      <w:r w:rsidR="001C0413">
        <w:t xml:space="preserve"> ; </w:t>
      </w:r>
      <w:r w:rsidRPr="005D5566">
        <w:t>les curieux manifestaient plus de sans-gêne qu</w:t>
      </w:r>
      <w:r w:rsidR="001C0413">
        <w:t>’</w:t>
      </w:r>
      <w:r w:rsidRPr="005D5566">
        <w:t>auparavant</w:t>
      </w:r>
      <w:r w:rsidR="001C0413">
        <w:t xml:space="preserve">, </w:t>
      </w:r>
      <w:r w:rsidRPr="005D5566">
        <w:t>ils faisaient du bruit</w:t>
      </w:r>
      <w:r w:rsidR="001C0413">
        <w:t xml:space="preserve">, </w:t>
      </w:r>
      <w:r w:rsidRPr="005D5566">
        <w:t>discutaient avec les gardes</w:t>
      </w:r>
      <w:r w:rsidR="001C0413">
        <w:t>.</w:t>
      </w:r>
    </w:p>
    <w:p w14:paraId="7D3D323E" w14:textId="4F3ED59D" w:rsidR="00530790" w:rsidRPr="003B37B8" w:rsidRDefault="00530790" w:rsidP="001C0413">
      <w:pPr>
        <w:pStyle w:val="Titre2"/>
        <w:rPr>
          <w:szCs w:val="44"/>
        </w:rPr>
      </w:pPr>
      <w:bookmarkStart w:id="56" w:name="_Toc202279577"/>
      <w:r w:rsidRPr="003B37B8">
        <w:rPr>
          <w:szCs w:val="44"/>
        </w:rPr>
        <w:lastRenderedPageBreak/>
        <w:t>XXIV</w:t>
      </w:r>
      <w:bookmarkEnd w:id="56"/>
      <w:r w:rsidRPr="003B37B8">
        <w:rPr>
          <w:szCs w:val="44"/>
        </w:rPr>
        <w:br/>
      </w:r>
    </w:p>
    <w:p w14:paraId="4405740B" w14:textId="77777777" w:rsidR="001C0413" w:rsidRDefault="00530790" w:rsidP="001C0413">
      <w:r w:rsidRPr="005D5566">
        <w:t>Sizov s</w:t>
      </w:r>
      <w:r w:rsidR="001C0413">
        <w:t>’</w:t>
      </w:r>
      <w:r w:rsidRPr="005D5566">
        <w:t>assit sur un banc en grommelant</w:t>
      </w:r>
      <w:r w:rsidR="001C0413">
        <w:t>.</w:t>
      </w:r>
    </w:p>
    <w:p w14:paraId="12454E43" w14:textId="77777777" w:rsidR="001C0413" w:rsidRDefault="001C0413" w:rsidP="001C0413">
      <w:r>
        <w:t>— </w:t>
      </w:r>
      <w:r w:rsidR="00530790" w:rsidRPr="005D5566">
        <w:t>Qu</w:t>
      </w:r>
      <w:r>
        <w:t>’</w:t>
      </w:r>
      <w:r w:rsidR="00530790" w:rsidRPr="005D5566">
        <w:t>as-tu</w:t>
      </w:r>
      <w:r>
        <w:t xml:space="preserve"> ? </w:t>
      </w:r>
      <w:r w:rsidR="00530790" w:rsidRPr="005D5566">
        <w:t>demanda la mère</w:t>
      </w:r>
      <w:r>
        <w:t>.</w:t>
      </w:r>
    </w:p>
    <w:p w14:paraId="06DC11D8" w14:textId="77777777" w:rsidR="001C0413" w:rsidRDefault="001C0413" w:rsidP="001C0413">
      <w:r>
        <w:t>— </w:t>
      </w:r>
      <w:r w:rsidR="00530790" w:rsidRPr="005D5566">
        <w:t>Rien</w:t>
      </w:r>
      <w:r>
        <w:t xml:space="preserve"> ! </w:t>
      </w:r>
      <w:r w:rsidR="00530790" w:rsidRPr="005D5566">
        <w:t>Le peuple est bête</w:t>
      </w:r>
      <w:r>
        <w:t xml:space="preserve">… </w:t>
      </w:r>
      <w:r w:rsidR="00530790" w:rsidRPr="005D5566">
        <w:t>Il ne sait rien</w:t>
      </w:r>
      <w:r>
        <w:t xml:space="preserve">… </w:t>
      </w:r>
      <w:r w:rsidR="00530790" w:rsidRPr="005D5566">
        <w:t>il vit à tâtons</w:t>
      </w:r>
      <w:r>
        <w:t>…</w:t>
      </w:r>
    </w:p>
    <w:p w14:paraId="35725B54" w14:textId="77777777" w:rsidR="001C0413" w:rsidRDefault="00530790" w:rsidP="001C0413">
      <w:r w:rsidRPr="005D5566">
        <w:t>Une sonnette résonna</w:t>
      </w:r>
      <w:r w:rsidR="001C0413">
        <w:t xml:space="preserve">. </w:t>
      </w:r>
      <w:r w:rsidRPr="005D5566">
        <w:t>Quelqu</w:t>
      </w:r>
      <w:r w:rsidR="001C0413">
        <w:t>’</w:t>
      </w:r>
      <w:r w:rsidRPr="005D5566">
        <w:t>un annonça avec indifférence</w:t>
      </w:r>
      <w:r w:rsidR="001C0413">
        <w:t> :</w:t>
      </w:r>
    </w:p>
    <w:p w14:paraId="01A326BD" w14:textId="77777777" w:rsidR="001C0413" w:rsidRDefault="001C0413" w:rsidP="001C0413">
      <w:r>
        <w:t>— </w:t>
      </w:r>
      <w:r w:rsidR="00530790" w:rsidRPr="005D5566">
        <w:t>La cour</w:t>
      </w:r>
      <w:r>
        <w:t> !</w:t>
      </w:r>
    </w:p>
    <w:p w14:paraId="22DF389A" w14:textId="77777777" w:rsidR="001C0413" w:rsidRDefault="00530790" w:rsidP="001C0413">
      <w:r w:rsidRPr="005D5566">
        <w:t>De nouveau</w:t>
      </w:r>
      <w:r w:rsidR="001C0413">
        <w:t xml:space="preserve">, </w:t>
      </w:r>
      <w:r w:rsidRPr="005D5566">
        <w:t>tous se levèrent comme la première fois</w:t>
      </w:r>
      <w:r w:rsidR="001C0413">
        <w:t xml:space="preserve">, </w:t>
      </w:r>
      <w:r w:rsidRPr="005D5566">
        <w:t>les juges entrèrent dans le même ordre</w:t>
      </w:r>
      <w:r w:rsidR="001C0413">
        <w:t xml:space="preserve">, </w:t>
      </w:r>
      <w:r w:rsidRPr="005D5566">
        <w:t>ils s</w:t>
      </w:r>
      <w:r w:rsidR="001C0413">
        <w:t>’</w:t>
      </w:r>
      <w:r w:rsidRPr="005D5566">
        <w:t>assirent</w:t>
      </w:r>
      <w:r w:rsidR="001C0413">
        <w:t xml:space="preserve">. </w:t>
      </w:r>
      <w:r w:rsidRPr="005D5566">
        <w:t>Les accusés furent introduits</w:t>
      </w:r>
      <w:r w:rsidR="001C0413">
        <w:t>.</w:t>
      </w:r>
    </w:p>
    <w:p w14:paraId="3E5DAB98" w14:textId="77777777" w:rsidR="001C0413" w:rsidRDefault="001C0413" w:rsidP="001C0413">
      <w:r>
        <w:t>— </w:t>
      </w:r>
      <w:r w:rsidR="00530790" w:rsidRPr="005D5566">
        <w:t>Attention</w:t>
      </w:r>
      <w:r>
        <w:t xml:space="preserve"> ! </w:t>
      </w:r>
      <w:r w:rsidR="00530790" w:rsidRPr="005D5566">
        <w:t>chuchota Sizov</w:t>
      </w:r>
      <w:r>
        <w:t xml:space="preserve">, </w:t>
      </w:r>
      <w:r w:rsidR="00530790" w:rsidRPr="005D5566">
        <w:t>le procureur va parler</w:t>
      </w:r>
      <w:r>
        <w:t>…</w:t>
      </w:r>
    </w:p>
    <w:p w14:paraId="73801ED4" w14:textId="77777777" w:rsidR="001C0413" w:rsidRDefault="00530790" w:rsidP="001C0413">
      <w:r w:rsidRPr="005D5566">
        <w:t>La mère</w:t>
      </w:r>
      <w:r w:rsidR="001C0413">
        <w:t xml:space="preserve">, </w:t>
      </w:r>
      <w:r w:rsidRPr="005D5566">
        <w:t>tendant le cou</w:t>
      </w:r>
      <w:r w:rsidR="001C0413">
        <w:t xml:space="preserve">, </w:t>
      </w:r>
      <w:r w:rsidRPr="005D5566">
        <w:t>se pencha en avant de tout son corps et se figea dans l</w:t>
      </w:r>
      <w:r w:rsidR="001C0413">
        <w:t>’</w:t>
      </w:r>
      <w:r w:rsidRPr="005D5566">
        <w:t>attente de la chose terrible</w:t>
      </w:r>
      <w:r w:rsidR="001C0413">
        <w:t>.</w:t>
      </w:r>
    </w:p>
    <w:p w14:paraId="43BC7E7A" w14:textId="77777777" w:rsidR="001C0413" w:rsidRDefault="00530790" w:rsidP="001C0413">
      <w:r w:rsidRPr="005D5566">
        <w:t>Debout</w:t>
      </w:r>
      <w:r w:rsidR="001C0413">
        <w:t xml:space="preserve">, </w:t>
      </w:r>
      <w:r w:rsidRPr="005D5566">
        <w:t>la tête tournée vers les juges</w:t>
      </w:r>
      <w:r w:rsidR="001C0413">
        <w:t xml:space="preserve">, </w:t>
      </w:r>
      <w:r w:rsidRPr="005D5566">
        <w:t>le procureur poussa un soupir et se mit à parler en agitant en l</w:t>
      </w:r>
      <w:r w:rsidR="001C0413">
        <w:t>’</w:t>
      </w:r>
      <w:r w:rsidRPr="005D5566">
        <w:t>air sa main droite</w:t>
      </w:r>
      <w:r w:rsidR="001C0413">
        <w:t xml:space="preserve">. </w:t>
      </w:r>
      <w:r w:rsidRPr="005D5566">
        <w:t>La mère ne comprit pas les premières paroles</w:t>
      </w:r>
      <w:r w:rsidR="001C0413">
        <w:t xml:space="preserve"> ; </w:t>
      </w:r>
      <w:r w:rsidRPr="005D5566">
        <w:t>la voix était facile et épaisse</w:t>
      </w:r>
      <w:r w:rsidR="001C0413">
        <w:t xml:space="preserve">, </w:t>
      </w:r>
      <w:r w:rsidRPr="005D5566">
        <w:t>tantôt elle coulait vite</w:t>
      </w:r>
      <w:r w:rsidR="001C0413">
        <w:t xml:space="preserve">, </w:t>
      </w:r>
      <w:r w:rsidRPr="005D5566">
        <w:t>tantôt elle se ralentissait</w:t>
      </w:r>
      <w:r w:rsidR="001C0413">
        <w:t xml:space="preserve">. </w:t>
      </w:r>
      <w:r w:rsidRPr="005D5566">
        <w:t>Les mots s</w:t>
      </w:r>
      <w:r w:rsidR="001C0413">
        <w:t>’</w:t>
      </w:r>
      <w:r w:rsidRPr="005D5566">
        <w:t>étendaient</w:t>
      </w:r>
      <w:r w:rsidR="001C0413">
        <w:t xml:space="preserve">, </w:t>
      </w:r>
      <w:r w:rsidRPr="005D5566">
        <w:t>volaient</w:t>
      </w:r>
      <w:r w:rsidR="001C0413">
        <w:t xml:space="preserve">, </w:t>
      </w:r>
      <w:r w:rsidRPr="005D5566">
        <w:t>tourbillonnaient telle une volée de mouches noires sur un morceau de sucre</w:t>
      </w:r>
      <w:r w:rsidR="001C0413">
        <w:t xml:space="preserve">. </w:t>
      </w:r>
      <w:r w:rsidRPr="005D5566">
        <w:t>Mais Pélaguée ne voyait en eux rien de menaçant ni de terrible</w:t>
      </w:r>
      <w:r w:rsidR="001C0413">
        <w:t xml:space="preserve">. </w:t>
      </w:r>
      <w:r w:rsidRPr="005D5566">
        <w:t>Froids comme la neige</w:t>
      </w:r>
      <w:r w:rsidR="001C0413">
        <w:t xml:space="preserve">, </w:t>
      </w:r>
      <w:r w:rsidRPr="005D5566">
        <w:t>gris comme la cendre</w:t>
      </w:r>
      <w:r w:rsidR="001C0413">
        <w:t xml:space="preserve">, </w:t>
      </w:r>
      <w:r w:rsidRPr="005D5566">
        <w:t>ils s</w:t>
      </w:r>
      <w:r w:rsidR="001C0413">
        <w:t>’</w:t>
      </w:r>
      <w:r w:rsidRPr="005D5566">
        <w:t>égrenaient et remplissaient la salle de quelque chose d</w:t>
      </w:r>
      <w:r w:rsidR="001C0413">
        <w:t>’</w:t>
      </w:r>
      <w:r w:rsidRPr="005D5566">
        <w:t>ennuyeux</w:t>
      </w:r>
      <w:r w:rsidR="001C0413">
        <w:t xml:space="preserve">, </w:t>
      </w:r>
      <w:r w:rsidRPr="005D5566">
        <w:t>d</w:t>
      </w:r>
      <w:r w:rsidR="001C0413">
        <w:t>’</w:t>
      </w:r>
      <w:r w:rsidRPr="005D5566">
        <w:t>horripilant comme une poussière fine et sèche</w:t>
      </w:r>
      <w:r w:rsidR="001C0413">
        <w:t xml:space="preserve">. </w:t>
      </w:r>
      <w:r w:rsidRPr="005D5566">
        <w:t>Ce discours abondant en mots et pauvre en idées n</w:t>
      </w:r>
      <w:r w:rsidR="001C0413">
        <w:t>’</w:t>
      </w:r>
      <w:r w:rsidRPr="005D5566">
        <w:t xml:space="preserve">arrivait sans doute pas </w:t>
      </w:r>
      <w:r w:rsidRPr="005D5566">
        <w:lastRenderedPageBreak/>
        <w:t>jusqu</w:t>
      </w:r>
      <w:r w:rsidR="001C0413">
        <w:t>’</w:t>
      </w:r>
      <w:r w:rsidRPr="005D5566">
        <w:t>à Pavel et ses camarades</w:t>
      </w:r>
      <w:r w:rsidR="001C0413">
        <w:t xml:space="preserve">, </w:t>
      </w:r>
      <w:r w:rsidRPr="005D5566">
        <w:t>qui ne s</w:t>
      </w:r>
      <w:r w:rsidR="001C0413">
        <w:t>’</w:t>
      </w:r>
      <w:r w:rsidRPr="005D5566">
        <w:t>en inquiétaient absolument pas et continuaient à converser paisiblement entre eux</w:t>
      </w:r>
      <w:r w:rsidR="001C0413">
        <w:t xml:space="preserve"> ; </w:t>
      </w:r>
      <w:r w:rsidRPr="005D5566">
        <w:t>tantôt ils souriaient</w:t>
      </w:r>
      <w:r w:rsidR="001C0413">
        <w:t xml:space="preserve">, </w:t>
      </w:r>
      <w:r w:rsidRPr="005D5566">
        <w:t>tantôt ils se renfrognaient pour dissimuler leurs sourires</w:t>
      </w:r>
      <w:r w:rsidR="001C0413">
        <w:t>.</w:t>
      </w:r>
    </w:p>
    <w:p w14:paraId="6BD57CB2" w14:textId="77777777" w:rsidR="001C0413" w:rsidRDefault="001C0413" w:rsidP="001C0413">
      <w:r>
        <w:t>— </w:t>
      </w:r>
      <w:r w:rsidR="00530790" w:rsidRPr="005D5566">
        <w:t>Il ment</w:t>
      </w:r>
      <w:r>
        <w:t xml:space="preserve"> ! </w:t>
      </w:r>
      <w:r w:rsidR="00530790" w:rsidRPr="005D5566">
        <w:t>chuchota Sizov</w:t>
      </w:r>
      <w:r>
        <w:t>.</w:t>
      </w:r>
    </w:p>
    <w:p w14:paraId="2763CD28" w14:textId="77777777" w:rsidR="001C0413" w:rsidRDefault="00530790" w:rsidP="001C0413">
      <w:r w:rsidRPr="005D5566">
        <w:t>La mère n</w:t>
      </w:r>
      <w:r w:rsidR="001C0413">
        <w:t>’</w:t>
      </w:r>
      <w:r w:rsidRPr="005D5566">
        <w:t>aurait pu dire si c</w:t>
      </w:r>
      <w:r w:rsidR="001C0413">
        <w:t>’</w:t>
      </w:r>
      <w:r w:rsidRPr="005D5566">
        <w:t>était vrai</w:t>
      </w:r>
      <w:r w:rsidR="001C0413">
        <w:t xml:space="preserve">. </w:t>
      </w:r>
      <w:r w:rsidRPr="005D5566">
        <w:t>Elle écoutait le procureur</w:t>
      </w:r>
      <w:r w:rsidR="001C0413">
        <w:t xml:space="preserve">, </w:t>
      </w:r>
      <w:r w:rsidRPr="005D5566">
        <w:t>comprenait qu</w:t>
      </w:r>
      <w:r w:rsidR="001C0413">
        <w:t>’</w:t>
      </w:r>
      <w:r w:rsidRPr="005D5566">
        <w:t>il accusait tout le monde</w:t>
      </w:r>
      <w:r w:rsidR="001C0413">
        <w:t xml:space="preserve">, </w:t>
      </w:r>
      <w:r w:rsidRPr="005D5566">
        <w:t>sans prendre personne à partie directement</w:t>
      </w:r>
      <w:r w:rsidR="001C0413">
        <w:t xml:space="preserve">. </w:t>
      </w:r>
      <w:r w:rsidRPr="005D5566">
        <w:t>En citant Pavel</w:t>
      </w:r>
      <w:r w:rsidR="001C0413">
        <w:t xml:space="preserve">, </w:t>
      </w:r>
      <w:r w:rsidRPr="005D5566">
        <w:t>il se mettait à parler de Fédia</w:t>
      </w:r>
      <w:r w:rsidR="001C0413">
        <w:t xml:space="preserve"> ; </w:t>
      </w:r>
      <w:r w:rsidRPr="005D5566">
        <w:t>puis quand il les avait unis</w:t>
      </w:r>
      <w:r w:rsidR="001C0413">
        <w:t xml:space="preserve">, </w:t>
      </w:r>
      <w:r w:rsidRPr="005D5566">
        <w:t>il leur adjoignait Boukine</w:t>
      </w:r>
      <w:r w:rsidR="001C0413">
        <w:t xml:space="preserve"> ; </w:t>
      </w:r>
      <w:r w:rsidRPr="005D5566">
        <w:t>on eût dit qu</w:t>
      </w:r>
      <w:r w:rsidR="001C0413">
        <w:t>’</w:t>
      </w:r>
      <w:r w:rsidRPr="005D5566">
        <w:t>il mettait tous les accusés dans le même sac et les y enfermait en les serrant les uns contre les autres</w:t>
      </w:r>
      <w:r w:rsidR="001C0413">
        <w:t xml:space="preserve">. </w:t>
      </w:r>
      <w:r w:rsidRPr="005D5566">
        <w:t>Mais le sens extérieur de ses paroles ne satisfaisait pas la mère</w:t>
      </w:r>
      <w:r w:rsidR="001C0413">
        <w:t xml:space="preserve"> ; </w:t>
      </w:r>
      <w:r w:rsidRPr="005D5566">
        <w:t>il ne la troublait ni ne la touchait</w:t>
      </w:r>
      <w:r w:rsidR="001C0413">
        <w:t xml:space="preserve"> ; </w:t>
      </w:r>
      <w:r w:rsidRPr="005D5566">
        <w:t>pourtant</w:t>
      </w:r>
      <w:r w:rsidR="001C0413">
        <w:t xml:space="preserve">, </w:t>
      </w:r>
      <w:r w:rsidRPr="005D5566">
        <w:t>elle attendait toujours la chose terrible et la cherchait obstinément sous ces paroles</w:t>
      </w:r>
      <w:r w:rsidR="001C0413">
        <w:t xml:space="preserve">, </w:t>
      </w:r>
      <w:r w:rsidRPr="005D5566">
        <w:t>sur le visage du procureur</w:t>
      </w:r>
      <w:r w:rsidR="001C0413">
        <w:t xml:space="preserve">, </w:t>
      </w:r>
      <w:r w:rsidRPr="005D5566">
        <w:t>dans ses yeux</w:t>
      </w:r>
      <w:r w:rsidR="001C0413">
        <w:t xml:space="preserve">, </w:t>
      </w:r>
      <w:r w:rsidRPr="005D5566">
        <w:t>dans sa voix</w:t>
      </w:r>
      <w:r w:rsidR="001C0413">
        <w:t xml:space="preserve">, </w:t>
      </w:r>
      <w:r w:rsidRPr="005D5566">
        <w:t>dans sa main blanche qu</w:t>
      </w:r>
      <w:r w:rsidR="001C0413">
        <w:t>’</w:t>
      </w:r>
      <w:r w:rsidRPr="005D5566">
        <w:t>il balançait lentement en l</w:t>
      </w:r>
      <w:r w:rsidR="001C0413">
        <w:t>’</w:t>
      </w:r>
      <w:r w:rsidRPr="005D5566">
        <w:t>air</w:t>
      </w:r>
      <w:r w:rsidR="001C0413">
        <w:t xml:space="preserve">. </w:t>
      </w:r>
      <w:r w:rsidRPr="005D5566">
        <w:t>Elle sentait qu</w:t>
      </w:r>
      <w:r w:rsidR="001C0413">
        <w:t>’</w:t>
      </w:r>
      <w:r w:rsidRPr="005D5566">
        <w:t>elle était là</w:t>
      </w:r>
      <w:r w:rsidR="001C0413">
        <w:t xml:space="preserve">, </w:t>
      </w:r>
      <w:r w:rsidRPr="005D5566">
        <w:t>cette chose effrayante</w:t>
      </w:r>
      <w:r w:rsidR="001C0413">
        <w:t xml:space="preserve">, </w:t>
      </w:r>
      <w:r w:rsidRPr="005D5566">
        <w:t>indéfinissable et insaisissable</w:t>
      </w:r>
      <w:r w:rsidR="001C0413">
        <w:t xml:space="preserve"> ; </w:t>
      </w:r>
      <w:r w:rsidRPr="005D5566">
        <w:t>de nouveau son cœur se serra</w:t>
      </w:r>
      <w:r w:rsidR="001C0413">
        <w:t>.</w:t>
      </w:r>
    </w:p>
    <w:p w14:paraId="4BDAF9A2" w14:textId="77777777" w:rsidR="001C0413" w:rsidRDefault="00530790" w:rsidP="001C0413">
      <w:r w:rsidRPr="005D5566">
        <w:t>Elle regarda les jurés</w:t>
      </w:r>
      <w:r w:rsidR="001C0413">
        <w:t xml:space="preserve"> : </w:t>
      </w:r>
      <w:r w:rsidRPr="005D5566">
        <w:t>ce discours les ennuyait visiblement</w:t>
      </w:r>
      <w:r w:rsidR="001C0413">
        <w:t xml:space="preserve">. </w:t>
      </w:r>
      <w:r w:rsidRPr="005D5566">
        <w:t>Les visages jaunes</w:t>
      </w:r>
      <w:r w:rsidR="001C0413">
        <w:t xml:space="preserve">, </w:t>
      </w:r>
      <w:r w:rsidRPr="005D5566">
        <w:t>gris</w:t>
      </w:r>
      <w:r w:rsidR="001C0413">
        <w:t xml:space="preserve">, </w:t>
      </w:r>
      <w:r w:rsidRPr="005D5566">
        <w:t>inanimés</w:t>
      </w:r>
      <w:r w:rsidR="001C0413">
        <w:t xml:space="preserve">, </w:t>
      </w:r>
      <w:r w:rsidRPr="005D5566">
        <w:t>n</w:t>
      </w:r>
      <w:r w:rsidR="001C0413">
        <w:t>’</w:t>
      </w:r>
      <w:r w:rsidRPr="005D5566">
        <w:t>avaient aucune expression</w:t>
      </w:r>
      <w:r w:rsidR="001C0413">
        <w:t xml:space="preserve">, </w:t>
      </w:r>
      <w:r w:rsidRPr="005D5566">
        <w:t>faisaient des taches cadavériques et immobiles</w:t>
      </w:r>
      <w:r w:rsidR="001C0413">
        <w:t xml:space="preserve">. </w:t>
      </w:r>
      <w:r w:rsidRPr="005D5566">
        <w:t>Ces faces d</w:t>
      </w:r>
      <w:r w:rsidR="001C0413">
        <w:t>’</w:t>
      </w:r>
      <w:r w:rsidRPr="005D5566">
        <w:t>une bouffissure maladive ou trop maigres</w:t>
      </w:r>
      <w:r w:rsidR="001C0413">
        <w:t xml:space="preserve">, </w:t>
      </w:r>
      <w:r w:rsidRPr="005D5566">
        <w:t>ternissaient de plus en plus dans la lassitude qui envahissait la salle</w:t>
      </w:r>
      <w:r w:rsidR="001C0413">
        <w:t xml:space="preserve">. </w:t>
      </w:r>
      <w:r w:rsidRPr="005D5566">
        <w:t>Le président ne faisait pas un mouvement</w:t>
      </w:r>
      <w:r w:rsidR="001C0413">
        <w:t xml:space="preserve">, </w:t>
      </w:r>
      <w:r w:rsidRPr="005D5566">
        <w:t>figé dans une attitude raide</w:t>
      </w:r>
      <w:r w:rsidR="001C0413">
        <w:t xml:space="preserve"> ; </w:t>
      </w:r>
      <w:r w:rsidRPr="005D5566">
        <w:t>parfois les taches grises derrière les verres de ses lunettes fondaient sur le visage</w:t>
      </w:r>
      <w:r w:rsidR="001C0413">
        <w:t xml:space="preserve">. </w:t>
      </w:r>
      <w:r w:rsidRPr="005D5566">
        <w:t>Devant cette indifférence glaciale</w:t>
      </w:r>
      <w:r w:rsidR="001C0413">
        <w:t xml:space="preserve">, </w:t>
      </w:r>
      <w:r w:rsidRPr="005D5566">
        <w:t>cette froideur veule</w:t>
      </w:r>
      <w:r w:rsidR="001C0413">
        <w:t xml:space="preserve">, </w:t>
      </w:r>
      <w:r w:rsidRPr="005D5566">
        <w:t>la mère se demandait avec angoisse</w:t>
      </w:r>
      <w:r w:rsidR="001C0413">
        <w:t> :</w:t>
      </w:r>
    </w:p>
    <w:p w14:paraId="786BCCE3" w14:textId="77777777" w:rsidR="001C0413" w:rsidRDefault="001C0413" w:rsidP="001C0413">
      <w:r>
        <w:t>— </w:t>
      </w:r>
      <w:r w:rsidR="00530790" w:rsidRPr="005D5566">
        <w:t>Est-ce qu</w:t>
      </w:r>
      <w:r>
        <w:t>’</w:t>
      </w:r>
      <w:r w:rsidR="00530790" w:rsidRPr="005D5566">
        <w:t>on juge vraiment</w:t>
      </w:r>
      <w:r>
        <w:t> ?</w:t>
      </w:r>
    </w:p>
    <w:p w14:paraId="496030E8" w14:textId="77777777" w:rsidR="001C0413" w:rsidRDefault="00530790" w:rsidP="001C0413">
      <w:r w:rsidRPr="005D5566">
        <w:lastRenderedPageBreak/>
        <w:t>Soudain</w:t>
      </w:r>
      <w:r w:rsidR="001C0413">
        <w:t xml:space="preserve">, </w:t>
      </w:r>
      <w:r w:rsidRPr="005D5566">
        <w:t>le réquisitoire du procureur s</w:t>
      </w:r>
      <w:r w:rsidR="001C0413">
        <w:t>’</w:t>
      </w:r>
      <w:r w:rsidRPr="005D5566">
        <w:t>interrompit comme à l</w:t>
      </w:r>
      <w:r w:rsidR="001C0413">
        <w:t>’</w:t>
      </w:r>
      <w:r w:rsidRPr="005D5566">
        <w:t>improviste</w:t>
      </w:r>
      <w:r w:rsidR="001C0413">
        <w:t xml:space="preserve">, </w:t>
      </w:r>
      <w:r w:rsidRPr="005D5566">
        <w:t>le magistrat s</w:t>
      </w:r>
      <w:r w:rsidR="001C0413">
        <w:t>’</w:t>
      </w:r>
      <w:r w:rsidRPr="005D5566">
        <w:t>inclina devant les juges et s</w:t>
      </w:r>
      <w:r w:rsidR="001C0413">
        <w:t>’</w:t>
      </w:r>
      <w:r w:rsidRPr="005D5566">
        <w:t>assit en se frottant les mains</w:t>
      </w:r>
      <w:r w:rsidR="001C0413">
        <w:t xml:space="preserve">. </w:t>
      </w:r>
      <w:r w:rsidRPr="005D5566">
        <w:t>Le maréchal de la noblesse lui fit un signe de tête en roulant les yeux</w:t>
      </w:r>
      <w:r w:rsidR="001C0413">
        <w:t xml:space="preserve">. </w:t>
      </w:r>
      <w:r w:rsidRPr="005D5566">
        <w:t>Le maire lui tendit la main et le syndic contempla son ventre en souriant</w:t>
      </w:r>
      <w:r w:rsidR="001C0413">
        <w:t>.</w:t>
      </w:r>
    </w:p>
    <w:p w14:paraId="7C7FB02A" w14:textId="77777777" w:rsidR="001C0413" w:rsidRDefault="00530790" w:rsidP="001C0413">
      <w:r w:rsidRPr="005D5566">
        <w:t>Mais on voyait que les juges n</w:t>
      </w:r>
      <w:r w:rsidR="001C0413">
        <w:t>’</w:t>
      </w:r>
      <w:r w:rsidRPr="005D5566">
        <w:t>étaient pas satisfaits du procureur</w:t>
      </w:r>
      <w:r w:rsidR="001C0413">
        <w:t xml:space="preserve">, </w:t>
      </w:r>
      <w:r w:rsidRPr="005D5566">
        <w:t>ils ne firent pas un mouvement</w:t>
      </w:r>
      <w:r w:rsidR="001C0413">
        <w:t>.</w:t>
      </w:r>
    </w:p>
    <w:p w14:paraId="2193E523" w14:textId="77777777" w:rsidR="001C0413" w:rsidRDefault="001C0413" w:rsidP="001C0413">
      <w:r>
        <w:t>— </w:t>
      </w:r>
      <w:r w:rsidR="00530790" w:rsidRPr="005D5566">
        <w:t>Chien galeux</w:t>
      </w:r>
      <w:r>
        <w:t xml:space="preserve"> ! </w:t>
      </w:r>
      <w:r w:rsidR="00530790" w:rsidRPr="005D5566">
        <w:t>grommela Sizov</w:t>
      </w:r>
      <w:r>
        <w:t>.</w:t>
      </w:r>
    </w:p>
    <w:p w14:paraId="080A430C" w14:textId="77777777" w:rsidR="001C0413" w:rsidRDefault="001C0413" w:rsidP="001C0413">
      <w:r>
        <w:t>— </w:t>
      </w:r>
      <w:r w:rsidR="00530790" w:rsidRPr="005D5566">
        <w:t>La parole</w:t>
      </w:r>
      <w:r>
        <w:t xml:space="preserve">… </w:t>
      </w:r>
      <w:r w:rsidR="00530790" w:rsidRPr="005D5566">
        <w:t>dit le petit vieillard en portant un papier à son visage</w:t>
      </w:r>
      <w:r>
        <w:t xml:space="preserve">, </w:t>
      </w:r>
      <w:r w:rsidR="00530790" w:rsidRPr="005D5566">
        <w:t>la parole est au défenseur de</w:t>
      </w:r>
      <w:r>
        <w:t xml:space="preserve">… </w:t>
      </w:r>
      <w:r w:rsidR="00530790" w:rsidRPr="005D5566">
        <w:t>Fédossiev</w:t>
      </w:r>
      <w:r>
        <w:t xml:space="preserve">, </w:t>
      </w:r>
      <w:r w:rsidR="00530790" w:rsidRPr="005D5566">
        <w:t>Markov</w:t>
      </w:r>
      <w:r>
        <w:t xml:space="preserve">, </w:t>
      </w:r>
      <w:r w:rsidR="00530790" w:rsidRPr="005D5566">
        <w:t>Zagarov</w:t>
      </w:r>
      <w:r>
        <w:t>…</w:t>
      </w:r>
    </w:p>
    <w:p w14:paraId="769A03DE" w14:textId="77777777" w:rsidR="001C0413" w:rsidRDefault="00530790" w:rsidP="001C0413">
      <w:r w:rsidRPr="005D5566">
        <w:t>L</w:t>
      </w:r>
      <w:r w:rsidR="001C0413">
        <w:t>’</w:t>
      </w:r>
      <w:r w:rsidRPr="005D5566">
        <w:t>avocat que la mère avait vu chez Nicolas</w:t>
      </w:r>
      <w:r w:rsidR="001C0413">
        <w:t xml:space="preserve">, </w:t>
      </w:r>
      <w:r w:rsidRPr="005D5566">
        <w:t>se leva</w:t>
      </w:r>
      <w:r w:rsidR="001C0413">
        <w:t xml:space="preserve">. </w:t>
      </w:r>
      <w:r w:rsidRPr="005D5566">
        <w:t>Il avait le visage large et l</w:t>
      </w:r>
      <w:r w:rsidR="001C0413">
        <w:t>’</w:t>
      </w:r>
      <w:r w:rsidRPr="005D5566">
        <w:t>air débonnaire</w:t>
      </w:r>
      <w:r w:rsidR="001C0413">
        <w:t xml:space="preserve"> ; </w:t>
      </w:r>
      <w:r w:rsidRPr="005D5566">
        <w:t>ses petits yeux rayonnaient</w:t>
      </w:r>
      <w:r w:rsidR="001C0413">
        <w:t xml:space="preserve"> ; </w:t>
      </w:r>
      <w:r w:rsidRPr="005D5566">
        <w:t>il semblait avoir sous ses sourcils roux deux pointes acérées qui coupaient quelque chose dans l</w:t>
      </w:r>
      <w:r w:rsidR="001C0413">
        <w:t>’</w:t>
      </w:r>
      <w:r w:rsidRPr="005D5566">
        <w:t>air</w:t>
      </w:r>
      <w:r w:rsidR="001C0413">
        <w:t xml:space="preserve">, </w:t>
      </w:r>
      <w:r w:rsidRPr="005D5566">
        <w:t>comme des ciseaux</w:t>
      </w:r>
      <w:r w:rsidR="001C0413">
        <w:t xml:space="preserve">. </w:t>
      </w:r>
      <w:r w:rsidRPr="005D5566">
        <w:t>Il se mit à parler sans se presser</w:t>
      </w:r>
      <w:r w:rsidR="001C0413">
        <w:t xml:space="preserve">, </w:t>
      </w:r>
      <w:r w:rsidRPr="005D5566">
        <w:t>d</w:t>
      </w:r>
      <w:r w:rsidR="001C0413">
        <w:t>’</w:t>
      </w:r>
      <w:r w:rsidRPr="005D5566">
        <w:t>une voix sonore et nette</w:t>
      </w:r>
      <w:r w:rsidR="001C0413">
        <w:t xml:space="preserve"> ; </w:t>
      </w:r>
      <w:r w:rsidRPr="005D5566">
        <w:t>mais la mère ne put l</w:t>
      </w:r>
      <w:r w:rsidR="001C0413">
        <w:t>’</w:t>
      </w:r>
      <w:r w:rsidRPr="005D5566">
        <w:t>écouter</w:t>
      </w:r>
      <w:r w:rsidR="001C0413">
        <w:t xml:space="preserve">, </w:t>
      </w:r>
      <w:r w:rsidRPr="005D5566">
        <w:t>Sizov lui chuchota à l</w:t>
      </w:r>
      <w:r w:rsidR="001C0413">
        <w:t>’</w:t>
      </w:r>
      <w:r w:rsidRPr="005D5566">
        <w:t>oreille</w:t>
      </w:r>
      <w:r w:rsidR="001C0413">
        <w:t> :</w:t>
      </w:r>
    </w:p>
    <w:p w14:paraId="6962AA13" w14:textId="77777777" w:rsidR="001C0413" w:rsidRDefault="001C0413" w:rsidP="001C0413">
      <w:r>
        <w:t>— </w:t>
      </w:r>
      <w:r w:rsidR="00530790" w:rsidRPr="005D5566">
        <w:t>Tu as compris ce qu</w:t>
      </w:r>
      <w:r>
        <w:t>’</w:t>
      </w:r>
      <w:r w:rsidR="00530790" w:rsidRPr="005D5566">
        <w:t>il dit</w:t>
      </w:r>
      <w:r>
        <w:t xml:space="preserve"> ? </w:t>
      </w:r>
      <w:r w:rsidR="00530790" w:rsidRPr="005D5566">
        <w:t>Il dit que ce sont des fous</w:t>
      </w:r>
      <w:r>
        <w:t xml:space="preserve">, </w:t>
      </w:r>
      <w:r w:rsidR="00530790" w:rsidRPr="005D5566">
        <w:t>des mauvais garnements à l</w:t>
      </w:r>
      <w:r>
        <w:t>’</w:t>
      </w:r>
      <w:r w:rsidR="00530790" w:rsidRPr="005D5566">
        <w:t>humeur batailleuse</w:t>
      </w:r>
      <w:r>
        <w:t xml:space="preserve">. </w:t>
      </w:r>
      <w:r w:rsidR="00530790" w:rsidRPr="005D5566">
        <w:t>C</w:t>
      </w:r>
      <w:r>
        <w:t>’</w:t>
      </w:r>
      <w:r w:rsidR="00530790" w:rsidRPr="005D5566">
        <w:t>est de Fédia qu</w:t>
      </w:r>
      <w:r>
        <w:t>’</w:t>
      </w:r>
      <w:r w:rsidR="00530790" w:rsidRPr="005D5566">
        <w:t>il veut parler</w:t>
      </w:r>
      <w:r>
        <w:t> !</w:t>
      </w:r>
    </w:p>
    <w:p w14:paraId="3483DDAF" w14:textId="77777777" w:rsidR="001C0413" w:rsidRDefault="00530790" w:rsidP="001C0413">
      <w:r w:rsidRPr="005D5566">
        <w:t>Elle ne répondit pas</w:t>
      </w:r>
      <w:r w:rsidR="001C0413">
        <w:t xml:space="preserve">, </w:t>
      </w:r>
      <w:r w:rsidRPr="005D5566">
        <w:t>accablée par cette cruelle déception</w:t>
      </w:r>
      <w:r w:rsidR="001C0413">
        <w:t>.</w:t>
      </w:r>
    </w:p>
    <w:p w14:paraId="39A7B029" w14:textId="77777777" w:rsidR="001C0413" w:rsidRDefault="00530790" w:rsidP="001C0413">
      <w:r w:rsidRPr="005D5566">
        <w:t>Son humiliation augmentait</w:t>
      </w:r>
      <w:r w:rsidR="001C0413">
        <w:t xml:space="preserve">, </w:t>
      </w:r>
      <w:r w:rsidRPr="005D5566">
        <w:t>lui oppressait l</w:t>
      </w:r>
      <w:r w:rsidR="001C0413">
        <w:t>’</w:t>
      </w:r>
      <w:r w:rsidRPr="005D5566">
        <w:t>âme</w:t>
      </w:r>
      <w:r w:rsidR="001C0413">
        <w:t xml:space="preserve">. </w:t>
      </w:r>
      <w:r w:rsidRPr="005D5566">
        <w:t>Maintenant</w:t>
      </w:r>
      <w:r w:rsidR="001C0413">
        <w:t xml:space="preserve">, </w:t>
      </w:r>
      <w:r w:rsidRPr="005D5566">
        <w:t>elle comprit pourquoi elle attendait la justice</w:t>
      </w:r>
      <w:r w:rsidR="001C0413">
        <w:t xml:space="preserve">, </w:t>
      </w:r>
      <w:r w:rsidRPr="005D5566">
        <w:t>pourquoi elle pensait assister à une discussion loyale et sévère entre la vérité de son fils et celle des juges</w:t>
      </w:r>
      <w:r w:rsidR="001C0413">
        <w:t xml:space="preserve">. </w:t>
      </w:r>
      <w:r w:rsidRPr="005D5566">
        <w:t>Elle se figurait que les juges interrogeraient Pavel longuement et avec attention sur sa vie</w:t>
      </w:r>
      <w:r w:rsidR="001C0413">
        <w:t xml:space="preserve"> ; </w:t>
      </w:r>
      <w:r w:rsidRPr="005D5566">
        <w:t>qu</w:t>
      </w:r>
      <w:r w:rsidR="001C0413">
        <w:t>’</w:t>
      </w:r>
      <w:r w:rsidRPr="005D5566">
        <w:t>ils examineraient de leurs yeux perspicaces toutes les pensées et les actions de son fils</w:t>
      </w:r>
      <w:r w:rsidR="001C0413">
        <w:t xml:space="preserve">, </w:t>
      </w:r>
      <w:r w:rsidRPr="005D5566">
        <w:t xml:space="preserve">toutes ses </w:t>
      </w:r>
      <w:r w:rsidRPr="005D5566">
        <w:lastRenderedPageBreak/>
        <w:t>journées</w:t>
      </w:r>
      <w:r w:rsidR="001C0413">
        <w:t xml:space="preserve"> ; </w:t>
      </w:r>
      <w:r w:rsidRPr="005D5566">
        <w:t>et</w:t>
      </w:r>
      <w:r w:rsidR="001C0413">
        <w:t xml:space="preserve">, </w:t>
      </w:r>
      <w:r w:rsidRPr="005D5566">
        <w:t>quand ils verraient sa droiture</w:t>
      </w:r>
      <w:r w:rsidR="001C0413">
        <w:t xml:space="preserve">, </w:t>
      </w:r>
      <w:r w:rsidRPr="005D5566">
        <w:t>qu</w:t>
      </w:r>
      <w:r w:rsidR="001C0413">
        <w:t>’</w:t>
      </w:r>
      <w:r w:rsidRPr="005D5566">
        <w:t>ils diraient d</w:t>
      </w:r>
      <w:r w:rsidR="001C0413">
        <w:t>’</w:t>
      </w:r>
      <w:r w:rsidRPr="005D5566">
        <w:t>une voix forte</w:t>
      </w:r>
      <w:r w:rsidR="001C0413">
        <w:t xml:space="preserve"> : </w:t>
      </w:r>
      <w:r w:rsidRPr="005D5566">
        <w:t>Cet homme a raison</w:t>
      </w:r>
      <w:r w:rsidR="001C0413">
        <w:t>.</w:t>
      </w:r>
    </w:p>
    <w:p w14:paraId="23739E72" w14:textId="77777777" w:rsidR="001C0413" w:rsidRDefault="00530790" w:rsidP="001C0413">
      <w:r w:rsidRPr="005D5566">
        <w:t>Mais il ne se passait rien de pareil</w:t>
      </w:r>
      <w:r w:rsidR="001C0413">
        <w:t xml:space="preserve"> ; </w:t>
      </w:r>
      <w:r w:rsidRPr="005D5566">
        <w:t>il semblait que les accusés et les juges fussent à cent lieues les uns des autres et s</w:t>
      </w:r>
      <w:r w:rsidR="001C0413">
        <w:t>’</w:t>
      </w:r>
      <w:r w:rsidRPr="005D5566">
        <w:t>ignorassent mutuellement</w:t>
      </w:r>
      <w:r w:rsidR="001C0413">
        <w:t xml:space="preserve">. </w:t>
      </w:r>
      <w:r w:rsidRPr="005D5566">
        <w:t>Fatiguée par la tension de l</w:t>
      </w:r>
      <w:r w:rsidR="001C0413">
        <w:t>’</w:t>
      </w:r>
      <w:r w:rsidRPr="005D5566">
        <w:t>expectative</w:t>
      </w:r>
      <w:r w:rsidR="001C0413">
        <w:t xml:space="preserve">, </w:t>
      </w:r>
      <w:r w:rsidRPr="005D5566">
        <w:t>Pélaguée ne suivait plus les débats</w:t>
      </w:r>
      <w:r w:rsidR="001C0413">
        <w:t xml:space="preserve"> ; </w:t>
      </w:r>
      <w:r w:rsidRPr="005D5566">
        <w:t>elle pensait</w:t>
      </w:r>
      <w:r w:rsidR="001C0413">
        <w:t xml:space="preserve">, </w:t>
      </w:r>
      <w:r w:rsidRPr="005D5566">
        <w:t>offensée</w:t>
      </w:r>
      <w:r w:rsidR="001C0413">
        <w:t> :</w:t>
      </w:r>
    </w:p>
    <w:p w14:paraId="781744B7" w14:textId="77777777" w:rsidR="001C0413" w:rsidRDefault="001C0413" w:rsidP="001C0413">
      <w:r>
        <w:t>— </w:t>
      </w:r>
      <w:r w:rsidR="00530790" w:rsidRPr="005D5566">
        <w:t>Est-ce ainsi qu</w:t>
      </w:r>
      <w:r>
        <w:t>’</w:t>
      </w:r>
      <w:r w:rsidR="00530790" w:rsidRPr="005D5566">
        <w:t>on juge</w:t>
      </w:r>
      <w:r>
        <w:t xml:space="preserve"> ? </w:t>
      </w:r>
      <w:r w:rsidR="00530790" w:rsidRPr="005D5566">
        <w:t>Le jugement</w:t>
      </w:r>
      <w:r>
        <w:t>…</w:t>
      </w:r>
    </w:p>
    <w:p w14:paraId="2C1D2DE9" w14:textId="77777777" w:rsidR="001C0413" w:rsidRDefault="00530790" w:rsidP="001C0413">
      <w:r w:rsidRPr="005D5566">
        <w:t>Et ce mot lui sembla vide et sonore</w:t>
      </w:r>
      <w:r w:rsidR="001C0413">
        <w:t xml:space="preserve"> ; </w:t>
      </w:r>
      <w:r w:rsidRPr="005D5566">
        <w:t>il résonnait comme un vase d</w:t>
      </w:r>
      <w:r w:rsidR="001C0413">
        <w:t>’</w:t>
      </w:r>
      <w:r w:rsidRPr="005D5566">
        <w:t>argile fêlé</w:t>
      </w:r>
      <w:r w:rsidR="001C0413">
        <w:t>.</w:t>
      </w:r>
    </w:p>
    <w:p w14:paraId="4EC7BCDA" w14:textId="77777777" w:rsidR="001C0413" w:rsidRDefault="001C0413" w:rsidP="001C0413">
      <w:r>
        <w:t>— </w:t>
      </w:r>
      <w:r w:rsidR="00530790" w:rsidRPr="005D5566">
        <w:t>C</w:t>
      </w:r>
      <w:r>
        <w:t>’</w:t>
      </w:r>
      <w:r w:rsidR="00530790" w:rsidRPr="005D5566">
        <w:t>est bien fait</w:t>
      </w:r>
      <w:r>
        <w:t xml:space="preserve"> ! </w:t>
      </w:r>
      <w:r w:rsidR="00530790" w:rsidRPr="005D5566">
        <w:t>chuchota Sizov en approuvant de la tête</w:t>
      </w:r>
      <w:r>
        <w:t>…</w:t>
      </w:r>
    </w:p>
    <w:p w14:paraId="53B73820" w14:textId="77777777" w:rsidR="001C0413" w:rsidRDefault="001C0413" w:rsidP="001C0413">
      <w:r>
        <w:t>— </w:t>
      </w:r>
      <w:r w:rsidR="00530790" w:rsidRPr="005D5566">
        <w:t>On dirait qu</w:t>
      </w:r>
      <w:r>
        <w:t>’</w:t>
      </w:r>
      <w:r w:rsidR="00530790" w:rsidRPr="005D5566">
        <w:t>ils sont morts</w:t>
      </w:r>
      <w:r>
        <w:t xml:space="preserve">, </w:t>
      </w:r>
      <w:r w:rsidR="00530790" w:rsidRPr="005D5566">
        <w:t>les juges</w:t>
      </w:r>
      <w:r>
        <w:t xml:space="preserve"> ! </w:t>
      </w:r>
      <w:r w:rsidR="00530790" w:rsidRPr="005D5566">
        <w:t>soupira la mère</w:t>
      </w:r>
      <w:r>
        <w:t>.</w:t>
      </w:r>
    </w:p>
    <w:p w14:paraId="59746AA8" w14:textId="77777777" w:rsidR="001C0413" w:rsidRDefault="001C0413" w:rsidP="001C0413">
      <w:r>
        <w:t>— </w:t>
      </w:r>
      <w:r w:rsidR="00530790" w:rsidRPr="005D5566">
        <w:t>Ils se ranimeront</w:t>
      </w:r>
      <w:r>
        <w:t> !</w:t>
      </w:r>
    </w:p>
    <w:p w14:paraId="61D66152" w14:textId="77777777" w:rsidR="001C0413" w:rsidRDefault="00530790" w:rsidP="001C0413">
      <w:r w:rsidRPr="005D5566">
        <w:t>En les regardant elle vit</w:t>
      </w:r>
      <w:r w:rsidR="001C0413">
        <w:t xml:space="preserve">, </w:t>
      </w:r>
      <w:r w:rsidRPr="005D5566">
        <w:t>en effet</w:t>
      </w:r>
      <w:r w:rsidR="001C0413">
        <w:t xml:space="preserve">, </w:t>
      </w:r>
      <w:r w:rsidRPr="005D5566">
        <w:t>sur leurs visages une ombre d</w:t>
      </w:r>
      <w:r w:rsidR="001C0413">
        <w:t>’</w:t>
      </w:r>
      <w:r w:rsidRPr="005D5566">
        <w:t>inquiétude</w:t>
      </w:r>
      <w:r w:rsidR="001C0413">
        <w:t xml:space="preserve">. </w:t>
      </w:r>
      <w:r w:rsidRPr="005D5566">
        <w:t>C</w:t>
      </w:r>
      <w:r w:rsidR="001C0413">
        <w:t>’</w:t>
      </w:r>
      <w:r w:rsidRPr="005D5566">
        <w:t>était un autre avocat qui parlait</w:t>
      </w:r>
      <w:r w:rsidR="001C0413">
        <w:t xml:space="preserve">, </w:t>
      </w:r>
      <w:r w:rsidRPr="005D5566">
        <w:t>un petit homme à la physionomie pointue</w:t>
      </w:r>
      <w:r w:rsidR="001C0413">
        <w:t xml:space="preserve">, </w:t>
      </w:r>
      <w:r w:rsidRPr="005D5566">
        <w:t>pâle et ironique</w:t>
      </w:r>
      <w:r w:rsidR="001C0413">
        <w:t xml:space="preserve">. </w:t>
      </w:r>
      <w:r w:rsidRPr="005D5566">
        <w:t>Les juges l</w:t>
      </w:r>
      <w:r w:rsidR="001C0413">
        <w:t>’</w:t>
      </w:r>
      <w:r w:rsidRPr="005D5566">
        <w:t>interrompirent</w:t>
      </w:r>
      <w:r w:rsidR="001C0413">
        <w:t>.</w:t>
      </w:r>
    </w:p>
    <w:p w14:paraId="2587453B" w14:textId="77777777" w:rsidR="001C0413" w:rsidRDefault="00530790" w:rsidP="001C0413">
      <w:r w:rsidRPr="005D5566">
        <w:t>Le procureur se leva brusquement</w:t>
      </w:r>
      <w:r w:rsidR="001C0413">
        <w:t xml:space="preserve">, </w:t>
      </w:r>
      <w:r w:rsidRPr="005D5566">
        <w:t>d</w:t>
      </w:r>
      <w:r w:rsidR="001C0413">
        <w:t>’</w:t>
      </w:r>
      <w:r w:rsidRPr="005D5566">
        <w:t>une voix rapide et irritée</w:t>
      </w:r>
      <w:r w:rsidR="001C0413">
        <w:t xml:space="preserve">, </w:t>
      </w:r>
      <w:r w:rsidRPr="005D5566">
        <w:t>il prononça le mot de procès-verbal et conféra avec le petit vieillard</w:t>
      </w:r>
      <w:r w:rsidR="001C0413">
        <w:t xml:space="preserve">. </w:t>
      </w:r>
      <w:r w:rsidRPr="005D5566">
        <w:t>L</w:t>
      </w:r>
      <w:r w:rsidR="001C0413">
        <w:t>’</w:t>
      </w:r>
      <w:r w:rsidRPr="005D5566">
        <w:t>avocat les écoutait</w:t>
      </w:r>
      <w:r w:rsidR="001C0413">
        <w:t xml:space="preserve">, </w:t>
      </w:r>
      <w:r w:rsidRPr="005D5566">
        <w:t>la tête respectueusement inclinée</w:t>
      </w:r>
      <w:r w:rsidR="001C0413">
        <w:t xml:space="preserve"> ; </w:t>
      </w:r>
      <w:r w:rsidRPr="005D5566">
        <w:t>puis il reprit la parole</w:t>
      </w:r>
      <w:r w:rsidR="001C0413">
        <w:t>.</w:t>
      </w:r>
    </w:p>
    <w:p w14:paraId="7614FAC2" w14:textId="77777777" w:rsidR="001C0413" w:rsidRDefault="001C0413" w:rsidP="001C0413">
      <w:r>
        <w:t>— </w:t>
      </w:r>
      <w:r w:rsidR="00530790" w:rsidRPr="005D5566">
        <w:t>Épluche</w:t>
      </w:r>
      <w:r>
        <w:t xml:space="preserve"> ! </w:t>
      </w:r>
      <w:r w:rsidR="00530790" w:rsidRPr="005D5566">
        <w:t>épluche</w:t>
      </w:r>
      <w:r>
        <w:t xml:space="preserve"> ! </w:t>
      </w:r>
      <w:r w:rsidR="00530790" w:rsidRPr="005D5566">
        <w:t>conseilla Sizov</w:t>
      </w:r>
      <w:r>
        <w:t xml:space="preserve">. </w:t>
      </w:r>
      <w:r w:rsidR="00530790" w:rsidRPr="005D5566">
        <w:t>Cherche donc où est l</w:t>
      </w:r>
      <w:r>
        <w:t>’</w:t>
      </w:r>
      <w:r w:rsidR="00530790" w:rsidRPr="005D5566">
        <w:t>âme</w:t>
      </w:r>
      <w:r>
        <w:t> !…</w:t>
      </w:r>
    </w:p>
    <w:p w14:paraId="7284692D" w14:textId="77777777" w:rsidR="001C0413" w:rsidRDefault="00530790" w:rsidP="001C0413">
      <w:r w:rsidRPr="005D5566">
        <w:t>Dans la salle</w:t>
      </w:r>
      <w:r w:rsidR="001C0413">
        <w:t xml:space="preserve">, </w:t>
      </w:r>
      <w:r w:rsidRPr="005D5566">
        <w:t>l</w:t>
      </w:r>
      <w:r w:rsidR="001C0413">
        <w:t>’</w:t>
      </w:r>
      <w:r w:rsidRPr="005D5566">
        <w:t>animation croissait</w:t>
      </w:r>
      <w:r w:rsidR="001C0413">
        <w:t xml:space="preserve"> ; </w:t>
      </w:r>
      <w:r w:rsidRPr="005D5566">
        <w:t>un emportement belliqueux se faisait jour</w:t>
      </w:r>
      <w:r w:rsidR="001C0413">
        <w:t xml:space="preserve">. </w:t>
      </w:r>
      <w:r w:rsidRPr="005D5566">
        <w:t>L</w:t>
      </w:r>
      <w:r w:rsidR="001C0413">
        <w:t>’</w:t>
      </w:r>
      <w:r w:rsidRPr="005D5566">
        <w:t>avocat attaquait les juges de toutes parts</w:t>
      </w:r>
      <w:r w:rsidR="001C0413">
        <w:t xml:space="preserve">, </w:t>
      </w:r>
      <w:r w:rsidRPr="005D5566">
        <w:t>il piquait leur vieil épiderme par des mots caustiques</w:t>
      </w:r>
      <w:r w:rsidR="001C0413">
        <w:t xml:space="preserve">. </w:t>
      </w:r>
      <w:r w:rsidRPr="005D5566">
        <w:lastRenderedPageBreak/>
        <w:t>Les juges semblèrent se serrer plus étroitement les uns contre les autres</w:t>
      </w:r>
      <w:r w:rsidR="001C0413">
        <w:t xml:space="preserve">, </w:t>
      </w:r>
      <w:r w:rsidRPr="005D5566">
        <w:t>se gonfler et s</w:t>
      </w:r>
      <w:r w:rsidR="001C0413">
        <w:t>’</w:t>
      </w:r>
      <w:r w:rsidRPr="005D5566">
        <w:t>élargir</w:t>
      </w:r>
      <w:r w:rsidR="001C0413">
        <w:t xml:space="preserve">, </w:t>
      </w:r>
      <w:r w:rsidRPr="005D5566">
        <w:t>pour résister aux chiquenaudes de toute la masse de leur corps mou et effondré</w:t>
      </w:r>
      <w:r w:rsidR="001C0413">
        <w:t xml:space="preserve">. </w:t>
      </w:r>
      <w:r w:rsidRPr="005D5566">
        <w:t>La mère les considérait</w:t>
      </w:r>
      <w:r w:rsidR="001C0413">
        <w:t xml:space="preserve"> ; </w:t>
      </w:r>
      <w:r w:rsidRPr="005D5566">
        <w:t>ils paraissaient s</w:t>
      </w:r>
      <w:r w:rsidR="001C0413">
        <w:t>’</w:t>
      </w:r>
      <w:r w:rsidRPr="005D5566">
        <w:t>enfler toujours davantage</w:t>
      </w:r>
      <w:r w:rsidR="001C0413">
        <w:t xml:space="preserve">, </w:t>
      </w:r>
      <w:r w:rsidRPr="005D5566">
        <w:t>comme s</w:t>
      </w:r>
      <w:r w:rsidR="001C0413">
        <w:t>’</w:t>
      </w:r>
      <w:r w:rsidRPr="005D5566">
        <w:t>ils craignaient que les coups de l</w:t>
      </w:r>
      <w:r w:rsidR="001C0413">
        <w:t>’</w:t>
      </w:r>
      <w:r w:rsidRPr="005D5566">
        <w:t>avocat ne fissent résonner dans leur poitrine un écho qui troublerait leur indifférence</w:t>
      </w:r>
      <w:r w:rsidR="001C0413">
        <w:t>.</w:t>
      </w:r>
    </w:p>
    <w:p w14:paraId="625C45A0" w14:textId="77777777" w:rsidR="001C0413" w:rsidRDefault="00530790" w:rsidP="001C0413">
      <w:r w:rsidRPr="005D5566">
        <w:t>Pavel se leva</w:t>
      </w:r>
      <w:r w:rsidR="001C0413">
        <w:t xml:space="preserve">, </w:t>
      </w:r>
      <w:r w:rsidRPr="005D5566">
        <w:t>et soudain le silence se fit</w:t>
      </w:r>
      <w:r w:rsidR="001C0413">
        <w:t xml:space="preserve">. </w:t>
      </w:r>
      <w:r w:rsidRPr="005D5566">
        <w:t>La mère se pencha en avant de tout son corps</w:t>
      </w:r>
      <w:r w:rsidR="001C0413">
        <w:t xml:space="preserve">. </w:t>
      </w:r>
      <w:r w:rsidRPr="005D5566">
        <w:t>Pavel dit avec calme</w:t>
      </w:r>
      <w:r w:rsidR="001C0413">
        <w:t> :</w:t>
      </w:r>
    </w:p>
    <w:p w14:paraId="45D42C0C" w14:textId="77777777" w:rsidR="001C0413" w:rsidRDefault="001C0413" w:rsidP="001C0413">
      <w:r>
        <w:t>— </w:t>
      </w:r>
      <w:r w:rsidR="00530790" w:rsidRPr="005D5566">
        <w:t>Étant l</w:t>
      </w:r>
      <w:r>
        <w:t>’</w:t>
      </w:r>
      <w:r w:rsidR="00530790" w:rsidRPr="005D5566">
        <w:t>homme d</w:t>
      </w:r>
      <w:r>
        <w:t>’</w:t>
      </w:r>
      <w:r w:rsidR="00530790" w:rsidRPr="005D5566">
        <w:t>un parti</w:t>
      </w:r>
      <w:r>
        <w:t xml:space="preserve">, </w:t>
      </w:r>
      <w:r w:rsidR="00530790" w:rsidRPr="005D5566">
        <w:t>je ne reconnais que le tribunal de mon parti</w:t>
      </w:r>
      <w:r>
        <w:t xml:space="preserve"> ; </w:t>
      </w:r>
      <w:r w:rsidR="00530790" w:rsidRPr="005D5566">
        <w:t>je ne parle pas pour me défendre</w:t>
      </w:r>
      <w:r>
        <w:t xml:space="preserve">, </w:t>
      </w:r>
      <w:r w:rsidR="00530790" w:rsidRPr="005D5566">
        <w:t>mais pour satisfaire le désir de ceux de mes camarades qui n</w:t>
      </w:r>
      <w:r>
        <w:t>’</w:t>
      </w:r>
      <w:r w:rsidR="00530790" w:rsidRPr="005D5566">
        <w:t>ont pas voulu non plus de défenseur</w:t>
      </w:r>
      <w:r>
        <w:t xml:space="preserve">… </w:t>
      </w:r>
      <w:r w:rsidR="00530790" w:rsidRPr="005D5566">
        <w:t>Je veux essayer de vous expliquer ce que vous n</w:t>
      </w:r>
      <w:r>
        <w:t>’</w:t>
      </w:r>
      <w:r w:rsidR="00530790" w:rsidRPr="005D5566">
        <w:t>avez pas compris</w:t>
      </w:r>
      <w:r>
        <w:t xml:space="preserve">… </w:t>
      </w:r>
      <w:r w:rsidR="00530790" w:rsidRPr="005D5566">
        <w:t>Le procureur a qualifié notre sortie sous l</w:t>
      </w:r>
      <w:r>
        <w:t>’</w:t>
      </w:r>
      <w:r w:rsidR="00530790" w:rsidRPr="005D5566">
        <w:t>étendard de la démocratie socialiste de révolte contre les autorités suprêmes et a constamment parlé de nous comme de révoltés contre le tsar</w:t>
      </w:r>
      <w:r>
        <w:t xml:space="preserve">. </w:t>
      </w:r>
      <w:r w:rsidR="00530790" w:rsidRPr="005D5566">
        <w:t>Je dois déclarer que pour nous le tsar n</w:t>
      </w:r>
      <w:r>
        <w:t>’</w:t>
      </w:r>
      <w:r w:rsidR="00530790" w:rsidRPr="005D5566">
        <w:t>est pas toute la chaîne qui lie le corps du pays</w:t>
      </w:r>
      <w:r>
        <w:t xml:space="preserve"> ; </w:t>
      </w:r>
      <w:r w:rsidR="00530790" w:rsidRPr="005D5566">
        <w:t>ce n</w:t>
      </w:r>
      <w:r>
        <w:t>’</w:t>
      </w:r>
      <w:r w:rsidR="00530790" w:rsidRPr="005D5566">
        <w:t>est que le premier anneau dont nous devons libérer le peuple</w:t>
      </w:r>
      <w:r>
        <w:t>…</w:t>
      </w:r>
    </w:p>
    <w:p w14:paraId="65D5CA73" w14:textId="77777777" w:rsidR="001C0413" w:rsidRDefault="00530790" w:rsidP="001C0413">
      <w:r w:rsidRPr="005D5566">
        <w:t>Le silence était devenu plus profond encore au son de cette voix ferme</w:t>
      </w:r>
      <w:r w:rsidR="001C0413">
        <w:t xml:space="preserve"> ; </w:t>
      </w:r>
      <w:r w:rsidRPr="005D5566">
        <w:t>la salle semblait s</w:t>
      </w:r>
      <w:r w:rsidR="001C0413">
        <w:t>’</w:t>
      </w:r>
      <w:r w:rsidRPr="005D5566">
        <w:t>élargir et Pavel reculer loin de l</w:t>
      </w:r>
      <w:r w:rsidR="001C0413">
        <w:t>’</w:t>
      </w:r>
      <w:r w:rsidRPr="005D5566">
        <w:t>auditoire</w:t>
      </w:r>
      <w:r w:rsidR="001C0413">
        <w:t xml:space="preserve"> ; </w:t>
      </w:r>
      <w:r w:rsidRPr="005D5566">
        <w:t>il était devenu plus lumineux</w:t>
      </w:r>
      <w:r w:rsidR="001C0413">
        <w:t xml:space="preserve">, </w:t>
      </w:r>
      <w:r w:rsidRPr="005D5566">
        <w:t>plus en relief</w:t>
      </w:r>
      <w:r w:rsidR="001C0413">
        <w:t xml:space="preserve">. </w:t>
      </w:r>
      <w:r w:rsidRPr="005D5566">
        <w:t>La mère fut envahie par une sensation de froid</w:t>
      </w:r>
      <w:r w:rsidR="001C0413">
        <w:t>.</w:t>
      </w:r>
    </w:p>
    <w:p w14:paraId="71C2854D" w14:textId="77777777" w:rsidR="001C0413" w:rsidRDefault="00530790" w:rsidP="001C0413">
      <w:r w:rsidRPr="005D5566">
        <w:t>Les juges s</w:t>
      </w:r>
      <w:r w:rsidR="001C0413">
        <w:t>’</w:t>
      </w:r>
      <w:r w:rsidRPr="005D5566">
        <w:t>agitèrent lourdement et avec inquiétude</w:t>
      </w:r>
      <w:r w:rsidR="001C0413">
        <w:t xml:space="preserve">. </w:t>
      </w:r>
      <w:r w:rsidRPr="005D5566">
        <w:t>Le maréchal de la noblesse chuchota quelques mots au juge nonchalant</w:t>
      </w:r>
      <w:r w:rsidR="001C0413">
        <w:t xml:space="preserve"> ; </w:t>
      </w:r>
      <w:r w:rsidRPr="005D5566">
        <w:t>celui-ci branla la tête et s</w:t>
      </w:r>
      <w:r w:rsidR="001C0413">
        <w:t>’</w:t>
      </w:r>
      <w:r w:rsidRPr="005D5566">
        <w:t>adressa au petit vieillard</w:t>
      </w:r>
      <w:r w:rsidR="001C0413">
        <w:t xml:space="preserve">, </w:t>
      </w:r>
      <w:r w:rsidRPr="005D5566">
        <w:t>auquel le juge à l</w:t>
      </w:r>
      <w:r w:rsidR="001C0413">
        <w:t>’</w:t>
      </w:r>
      <w:r w:rsidRPr="005D5566">
        <w:t>air souffrant parlait à l</w:t>
      </w:r>
      <w:r w:rsidR="001C0413">
        <w:t>’</w:t>
      </w:r>
      <w:r w:rsidRPr="005D5566">
        <w:t>oreille</w:t>
      </w:r>
      <w:r w:rsidR="001C0413">
        <w:t xml:space="preserve">, </w:t>
      </w:r>
      <w:r w:rsidRPr="005D5566">
        <w:t>de l</w:t>
      </w:r>
      <w:r w:rsidR="001C0413">
        <w:t>’</w:t>
      </w:r>
      <w:r w:rsidRPr="005D5566">
        <w:t>autre côté</w:t>
      </w:r>
      <w:r w:rsidR="001C0413">
        <w:t xml:space="preserve">. </w:t>
      </w:r>
      <w:r w:rsidRPr="005D5566">
        <w:t>Le président</w:t>
      </w:r>
      <w:r w:rsidR="001C0413">
        <w:t xml:space="preserve">, </w:t>
      </w:r>
      <w:r w:rsidRPr="005D5566">
        <w:t>vacillant de droite à gauche dans son fauteuil</w:t>
      </w:r>
      <w:r w:rsidR="001C0413">
        <w:t xml:space="preserve">, </w:t>
      </w:r>
      <w:r w:rsidRPr="005D5566">
        <w:t>dit quelque chose à Pavel</w:t>
      </w:r>
      <w:r w:rsidR="001C0413">
        <w:t xml:space="preserve">, </w:t>
      </w:r>
      <w:r w:rsidRPr="005D5566">
        <w:t>mais sa voix se fondit dans le cours large et égal de l</w:t>
      </w:r>
      <w:r w:rsidR="001C0413">
        <w:t>’</w:t>
      </w:r>
      <w:r w:rsidRPr="005D5566">
        <w:t>exposé du jeune homme</w:t>
      </w:r>
      <w:r w:rsidR="001C0413">
        <w:t>.</w:t>
      </w:r>
    </w:p>
    <w:p w14:paraId="4150D47D" w14:textId="77777777" w:rsidR="001C0413" w:rsidRDefault="001C0413" w:rsidP="001C0413">
      <w:r>
        <w:lastRenderedPageBreak/>
        <w:t>— </w:t>
      </w:r>
      <w:r w:rsidR="00530790" w:rsidRPr="005D5566">
        <w:t>Nous sommes des socialistes</w:t>
      </w:r>
      <w:r>
        <w:t xml:space="preserve">. </w:t>
      </w:r>
      <w:r w:rsidR="00530790" w:rsidRPr="005D5566">
        <w:t>Cela signifie que nous sommes les ennemis de la propriété particulière</w:t>
      </w:r>
      <w:r>
        <w:t xml:space="preserve">, </w:t>
      </w:r>
      <w:r w:rsidR="00530790" w:rsidRPr="005D5566">
        <w:t>qui désunit les hommes</w:t>
      </w:r>
      <w:r>
        <w:t xml:space="preserve">, </w:t>
      </w:r>
      <w:r w:rsidR="00530790" w:rsidRPr="005D5566">
        <w:t>les arme les uns contre les autres et crée une rivalité d</w:t>
      </w:r>
      <w:r>
        <w:t>’</w:t>
      </w:r>
      <w:r w:rsidR="00530790" w:rsidRPr="005D5566">
        <w:t>intérêts inconciliables</w:t>
      </w:r>
      <w:r>
        <w:t xml:space="preserve">, </w:t>
      </w:r>
      <w:r w:rsidR="00530790" w:rsidRPr="005D5566">
        <w:t>qui ment en essayant de dissimuler ou de justifier cette hostilité</w:t>
      </w:r>
      <w:r>
        <w:t xml:space="preserve">, </w:t>
      </w:r>
      <w:r w:rsidR="00530790" w:rsidRPr="005D5566">
        <w:t>et pervertit tous les hommes par le mensonge</w:t>
      </w:r>
      <w:r>
        <w:t xml:space="preserve">, </w:t>
      </w:r>
      <w:r w:rsidR="00530790" w:rsidRPr="005D5566">
        <w:t>l</w:t>
      </w:r>
      <w:r>
        <w:t>’</w:t>
      </w:r>
      <w:r w:rsidR="00530790" w:rsidRPr="005D5566">
        <w:t>hypocrisie et la haine</w:t>
      </w:r>
      <w:r>
        <w:t xml:space="preserve">… </w:t>
      </w:r>
      <w:r w:rsidR="00530790" w:rsidRPr="005D5566">
        <w:t>Nous estimons que la société qui considère l</w:t>
      </w:r>
      <w:r>
        <w:t>’</w:t>
      </w:r>
      <w:r w:rsidR="00530790" w:rsidRPr="005D5566">
        <w:t>homme uniquement comme un moyen de s</w:t>
      </w:r>
      <w:r>
        <w:t>’</w:t>
      </w:r>
      <w:r w:rsidR="00530790" w:rsidRPr="005D5566">
        <w:t>enrichir est anti-humaine</w:t>
      </w:r>
      <w:r>
        <w:t xml:space="preserve">, </w:t>
      </w:r>
      <w:r w:rsidR="00530790" w:rsidRPr="005D5566">
        <w:t>qu</w:t>
      </w:r>
      <w:r>
        <w:t>’</w:t>
      </w:r>
      <w:r w:rsidR="00530790" w:rsidRPr="005D5566">
        <w:t>elle nous est hostile</w:t>
      </w:r>
      <w:r>
        <w:t xml:space="preserve"> ; </w:t>
      </w:r>
      <w:r w:rsidR="00530790" w:rsidRPr="005D5566">
        <w:t>nous ne pouvons accepter sa morale à double face</w:t>
      </w:r>
      <w:r>
        <w:t xml:space="preserve">, </w:t>
      </w:r>
      <w:r w:rsidR="00530790" w:rsidRPr="005D5566">
        <w:t>son cynisme éhonté et la cruauté avec laquelle elle traite les individualités qui lui sont opposées</w:t>
      </w:r>
      <w:r>
        <w:t xml:space="preserve"> ; </w:t>
      </w:r>
      <w:r w:rsidR="00530790" w:rsidRPr="005D5566">
        <w:t>nous voulons lutter et nous lutterons contre toutes les formes d</w:t>
      </w:r>
      <w:r>
        <w:t>’</w:t>
      </w:r>
      <w:r w:rsidR="00530790" w:rsidRPr="005D5566">
        <w:t>asservissement physique et moral de l</w:t>
      </w:r>
      <w:r>
        <w:t>’</w:t>
      </w:r>
      <w:r w:rsidR="00530790" w:rsidRPr="005D5566">
        <w:t>homme employées par cette société</w:t>
      </w:r>
      <w:r>
        <w:t xml:space="preserve">, </w:t>
      </w:r>
      <w:r w:rsidR="00530790" w:rsidRPr="005D5566">
        <w:t>contre toutes les méthodes qui fractionnent l</w:t>
      </w:r>
      <w:r>
        <w:t>’</w:t>
      </w:r>
      <w:r w:rsidR="00530790" w:rsidRPr="005D5566">
        <w:t>homme au profit de la cupidité</w:t>
      </w:r>
      <w:r>
        <w:t xml:space="preserve">… </w:t>
      </w:r>
      <w:r w:rsidR="00530790" w:rsidRPr="005D5566">
        <w:t>Nous</w:t>
      </w:r>
      <w:r>
        <w:t xml:space="preserve">, </w:t>
      </w:r>
      <w:r w:rsidR="00530790" w:rsidRPr="005D5566">
        <w:t>les ouvriers</w:t>
      </w:r>
      <w:r>
        <w:t xml:space="preserve">, </w:t>
      </w:r>
      <w:r w:rsidR="00530790" w:rsidRPr="005D5566">
        <w:t>nous sommes ceux dont le travail crée tout</w:t>
      </w:r>
      <w:r>
        <w:t xml:space="preserve">, </w:t>
      </w:r>
      <w:r w:rsidR="00530790" w:rsidRPr="005D5566">
        <w:t>depuis les machines gigantesques jusqu</w:t>
      </w:r>
      <w:r>
        <w:t>’</w:t>
      </w:r>
      <w:r w:rsidR="00530790" w:rsidRPr="005D5566">
        <w:t>aux jouets des enfants</w:t>
      </w:r>
      <w:r>
        <w:t xml:space="preserve">. </w:t>
      </w:r>
      <w:r w:rsidR="00530790" w:rsidRPr="005D5566">
        <w:t>Et nous sommes privés du droit de lutter pour notre dignité humaine</w:t>
      </w:r>
      <w:r>
        <w:t xml:space="preserve"> ; </w:t>
      </w:r>
      <w:r w:rsidR="00530790" w:rsidRPr="005D5566">
        <w:t>chacun s</w:t>
      </w:r>
      <w:r>
        <w:t>’</w:t>
      </w:r>
      <w:r w:rsidR="00530790" w:rsidRPr="005D5566">
        <w:t>arroge le droit de nous transformer en instruments pour atteindre son but</w:t>
      </w:r>
      <w:r>
        <w:t xml:space="preserve"> ; </w:t>
      </w:r>
      <w:r w:rsidR="00530790" w:rsidRPr="005D5566">
        <w:t>nous voulons avoir assez de liberté pour qu</w:t>
      </w:r>
      <w:r>
        <w:t>’</w:t>
      </w:r>
      <w:r w:rsidR="00530790" w:rsidRPr="005D5566">
        <w:t>il nous soit possible</w:t>
      </w:r>
      <w:r>
        <w:t xml:space="preserve">, </w:t>
      </w:r>
      <w:r w:rsidR="00530790" w:rsidRPr="005D5566">
        <w:t>avec le temps</w:t>
      </w:r>
      <w:r>
        <w:t xml:space="preserve">, </w:t>
      </w:r>
      <w:r w:rsidR="00530790" w:rsidRPr="005D5566">
        <w:t>de conquérir le pouvoir</w:t>
      </w:r>
      <w:r>
        <w:t xml:space="preserve">. </w:t>
      </w:r>
      <w:r w:rsidR="00530790" w:rsidRPr="005D5566">
        <w:t>Le pouvoir au peuple</w:t>
      </w:r>
      <w:r>
        <w:t> !…</w:t>
      </w:r>
    </w:p>
    <w:p w14:paraId="48BBC5FF" w14:textId="77777777" w:rsidR="001C0413" w:rsidRDefault="00530790" w:rsidP="001C0413">
      <w:r w:rsidRPr="005D5566">
        <w:t>Pavel sourit et se passa lentement la main dans les cheveux</w:t>
      </w:r>
      <w:r w:rsidR="001C0413">
        <w:t xml:space="preserve"> ; </w:t>
      </w:r>
      <w:r w:rsidRPr="005D5566">
        <w:t>le feu de ses yeux bleus brûla avec plus d</w:t>
      </w:r>
      <w:r w:rsidR="001C0413">
        <w:t>’</w:t>
      </w:r>
      <w:r w:rsidRPr="005D5566">
        <w:t>éclat</w:t>
      </w:r>
      <w:r w:rsidR="001C0413">
        <w:t>.</w:t>
      </w:r>
    </w:p>
    <w:p w14:paraId="48942F5D" w14:textId="77777777" w:rsidR="001C0413" w:rsidRDefault="001C0413" w:rsidP="001C0413">
      <w:r>
        <w:t>— </w:t>
      </w:r>
      <w:r w:rsidR="00530790" w:rsidRPr="005D5566">
        <w:t>Je vous en prie</w:t>
      </w:r>
      <w:r>
        <w:t xml:space="preserve">… </w:t>
      </w:r>
      <w:r w:rsidR="00530790" w:rsidRPr="005D5566">
        <w:t>parlez de l</w:t>
      </w:r>
      <w:r>
        <w:t>’</w:t>
      </w:r>
      <w:r w:rsidR="00530790" w:rsidRPr="005D5566">
        <w:t>affaire</w:t>
      </w:r>
      <w:r>
        <w:t xml:space="preserve"> ! </w:t>
      </w:r>
      <w:r w:rsidR="00530790" w:rsidRPr="005D5566">
        <w:t>dit le président d</w:t>
      </w:r>
      <w:r>
        <w:t>’</w:t>
      </w:r>
      <w:r w:rsidR="00530790" w:rsidRPr="005D5566">
        <w:t>une voix nette et forte</w:t>
      </w:r>
      <w:r>
        <w:t>.</w:t>
      </w:r>
    </w:p>
    <w:p w14:paraId="5FBF2EF2" w14:textId="77777777" w:rsidR="001C0413" w:rsidRDefault="00530790" w:rsidP="001C0413">
      <w:r w:rsidRPr="005D5566">
        <w:t>Il se tournait vers Pavel de toute sa poitrine et le regardait</w:t>
      </w:r>
      <w:r w:rsidR="001C0413">
        <w:t xml:space="preserve"> ; </w:t>
      </w:r>
      <w:r w:rsidRPr="005D5566">
        <w:t>il sembla à la mère que son œil gauche et terne avait une lueur avide et mauvaise</w:t>
      </w:r>
      <w:r w:rsidR="001C0413">
        <w:t xml:space="preserve">. </w:t>
      </w:r>
      <w:r w:rsidRPr="005D5566">
        <w:t>Tous les juges avaient le regard fixé sur le jeune homme</w:t>
      </w:r>
      <w:r w:rsidR="001C0413">
        <w:t xml:space="preserve"> ; </w:t>
      </w:r>
      <w:r w:rsidRPr="005D5566">
        <w:t>leurs yeux semblaient se coller à lui</w:t>
      </w:r>
      <w:r w:rsidR="001C0413">
        <w:t xml:space="preserve">, </w:t>
      </w:r>
      <w:r w:rsidRPr="005D5566">
        <w:t>s</w:t>
      </w:r>
      <w:r w:rsidR="001C0413">
        <w:t>’</w:t>
      </w:r>
      <w:r w:rsidRPr="005D5566">
        <w:t xml:space="preserve">attacher à son corps pour en sucer le sang et ranimer leurs </w:t>
      </w:r>
      <w:r w:rsidRPr="005D5566">
        <w:lastRenderedPageBreak/>
        <w:t>membres usés</w:t>
      </w:r>
      <w:r w:rsidR="001C0413">
        <w:t xml:space="preserve">. </w:t>
      </w:r>
      <w:r w:rsidRPr="005D5566">
        <w:t>Pavel</w:t>
      </w:r>
      <w:r w:rsidR="001C0413">
        <w:t xml:space="preserve">, </w:t>
      </w:r>
      <w:r w:rsidRPr="005D5566">
        <w:t>ferme et résolu</w:t>
      </w:r>
      <w:r w:rsidR="001C0413">
        <w:t xml:space="preserve">, </w:t>
      </w:r>
      <w:r w:rsidRPr="005D5566">
        <w:t>tendit le bras vers eux et continua d</w:t>
      </w:r>
      <w:r w:rsidR="001C0413">
        <w:t>’</w:t>
      </w:r>
      <w:r w:rsidRPr="005D5566">
        <w:t>une voix distincte</w:t>
      </w:r>
      <w:r w:rsidR="001C0413">
        <w:t> :</w:t>
      </w:r>
    </w:p>
    <w:p w14:paraId="6BA2564C" w14:textId="73D95E9D" w:rsidR="001C0413" w:rsidRDefault="001C0413" w:rsidP="001C0413">
      <w:r>
        <w:t>— </w:t>
      </w:r>
      <w:r w:rsidR="00530790" w:rsidRPr="005D5566">
        <w:t>Nous sommes des révolutionnaires et nous le serons tant que les uns ne feront qu</w:t>
      </w:r>
      <w:r>
        <w:t>’</w:t>
      </w:r>
      <w:r w:rsidR="00530790" w:rsidRPr="005D5566">
        <w:t>opprimer les autres</w:t>
      </w:r>
      <w:r>
        <w:t xml:space="preserve">. </w:t>
      </w:r>
      <w:r w:rsidR="00530790" w:rsidRPr="005D5566">
        <w:t>Nous lutterons contre la société dont on vous a ordonné de défendre les intérêts</w:t>
      </w:r>
      <w:r>
        <w:t xml:space="preserve"> ; </w:t>
      </w:r>
      <w:r w:rsidR="00530790" w:rsidRPr="005D5566">
        <w:t>la réconciliation ne sera possible entre nous que lorsque nous vaincrons</w:t>
      </w:r>
      <w:r>
        <w:t xml:space="preserve">. </w:t>
      </w:r>
      <w:r w:rsidR="00530790" w:rsidRPr="005D5566">
        <w:t>Car c</w:t>
      </w:r>
      <w:r>
        <w:t>’</w:t>
      </w:r>
      <w:r w:rsidR="00530790" w:rsidRPr="005D5566">
        <w:t>est nous qui vaincrons</w:t>
      </w:r>
      <w:r>
        <w:t xml:space="preserve">, </w:t>
      </w:r>
      <w:r w:rsidR="00530790" w:rsidRPr="005D5566">
        <w:t>nous</w:t>
      </w:r>
      <w:r>
        <w:t xml:space="preserve">, </w:t>
      </w:r>
      <w:r w:rsidR="00530790" w:rsidRPr="005D5566">
        <w:t>les opprimés</w:t>
      </w:r>
      <w:r>
        <w:t xml:space="preserve"> ! </w:t>
      </w:r>
      <w:r w:rsidR="00530790" w:rsidRPr="005D5566">
        <w:t>Vos mandataires ne sont pas du tout aussi forts qu</w:t>
      </w:r>
      <w:r>
        <w:t>’</w:t>
      </w:r>
      <w:r w:rsidR="00530790" w:rsidRPr="005D5566">
        <w:t>ils le croient</w:t>
      </w:r>
      <w:r>
        <w:t xml:space="preserve">. </w:t>
      </w:r>
      <w:r w:rsidR="00530790" w:rsidRPr="005D5566">
        <w:t>Ces richesses qu</w:t>
      </w:r>
      <w:r>
        <w:t>’</w:t>
      </w:r>
      <w:r w:rsidR="00530790" w:rsidRPr="005D5566">
        <w:t>ils ont amassées et qu</w:t>
      </w:r>
      <w:r>
        <w:t>’</w:t>
      </w:r>
      <w:r w:rsidR="00530790" w:rsidRPr="005D5566">
        <w:t>ils protègent en sacrifiant des millions d</w:t>
      </w:r>
      <w:r>
        <w:t>’</w:t>
      </w:r>
      <w:r w:rsidR="00530790" w:rsidRPr="005D5566">
        <w:t>êtres malheureux</w:t>
      </w:r>
      <w:r>
        <w:t xml:space="preserve">, </w:t>
      </w:r>
      <w:r w:rsidR="00530790" w:rsidRPr="005D5566">
        <w:t>cette force qui leur donne du pouvoir sur nous</w:t>
      </w:r>
      <w:r>
        <w:t xml:space="preserve">, </w:t>
      </w:r>
      <w:r w:rsidR="00530790" w:rsidRPr="005D5566">
        <w:t>font naître parmi eux des flottements hostiles et les ruinent physiquement et moralement</w:t>
      </w:r>
      <w:r>
        <w:t xml:space="preserve">. </w:t>
      </w:r>
      <w:r w:rsidR="00530790" w:rsidRPr="005D5566">
        <w:t>La défense de votre pouvoir exige une tension d</w:t>
      </w:r>
      <w:r>
        <w:t>’</w:t>
      </w:r>
      <w:r w:rsidR="00530790" w:rsidRPr="005D5566">
        <w:t>esprit constante</w:t>
      </w:r>
      <w:r>
        <w:t xml:space="preserve"> ; </w:t>
      </w:r>
      <w:r w:rsidR="00530790" w:rsidRPr="005D5566">
        <w:t>et en réalité</w:t>
      </w:r>
      <w:r>
        <w:t xml:space="preserve">, </w:t>
      </w:r>
      <w:r w:rsidR="00530790" w:rsidRPr="005D5566">
        <w:t>vous</w:t>
      </w:r>
      <w:r>
        <w:t xml:space="preserve">, </w:t>
      </w:r>
      <w:r w:rsidR="00530790" w:rsidRPr="005D5566">
        <w:t>nos maîtres</w:t>
      </w:r>
      <w:r>
        <w:t xml:space="preserve">, </w:t>
      </w:r>
      <w:r w:rsidR="00530790" w:rsidRPr="005D5566">
        <w:t>vous êtes tous plus esclaves que nous</w:t>
      </w:r>
      <w:r>
        <w:t xml:space="preserve">, </w:t>
      </w:r>
      <w:r w:rsidR="00530790" w:rsidRPr="005D5566">
        <w:t>ce sont vos esprits qui sont asservis</w:t>
      </w:r>
      <w:r>
        <w:t xml:space="preserve">, </w:t>
      </w:r>
      <w:r w:rsidR="00530790" w:rsidRPr="005D5566">
        <w:t>tandis que nous</w:t>
      </w:r>
      <w:r>
        <w:t xml:space="preserve">, </w:t>
      </w:r>
      <w:r w:rsidR="00530790" w:rsidRPr="005D5566">
        <w:t>nous ne sommes asservis que physiquement</w:t>
      </w:r>
      <w:r>
        <w:t xml:space="preserve">. </w:t>
      </w:r>
      <w:r w:rsidR="00530790" w:rsidRPr="005D5566">
        <w:t xml:space="preserve">Vous ne pouvez pas vous affranchir du joug des préjugés et des habitudes qui vous </w:t>
      </w:r>
      <w:r w:rsidR="00AD5000">
        <w:t>tuent</w:t>
      </w:r>
      <w:r w:rsidR="00AD5000" w:rsidRPr="005D5566">
        <w:t xml:space="preserve"> </w:t>
      </w:r>
      <w:r w:rsidR="00530790" w:rsidRPr="005D5566">
        <w:t>moralement</w:t>
      </w:r>
      <w:r>
        <w:t xml:space="preserve"> ; </w:t>
      </w:r>
      <w:r w:rsidR="00530790" w:rsidRPr="005D5566">
        <w:t>nous</w:t>
      </w:r>
      <w:r>
        <w:t xml:space="preserve">, </w:t>
      </w:r>
      <w:r w:rsidR="00530790" w:rsidRPr="005D5566">
        <w:t>rien</w:t>
      </w:r>
      <w:r>
        <w:t xml:space="preserve">, </w:t>
      </w:r>
      <w:r w:rsidR="00530790" w:rsidRPr="005D5566">
        <w:t>ne nous empêche d</w:t>
      </w:r>
      <w:r>
        <w:t>’</w:t>
      </w:r>
      <w:r w:rsidR="00530790" w:rsidRPr="005D5566">
        <w:t>être intérieurement libres</w:t>
      </w:r>
      <w:r>
        <w:t xml:space="preserve">. </w:t>
      </w:r>
      <w:r w:rsidR="00530790" w:rsidRPr="005D5566">
        <w:t>Et notre conscience grandit</w:t>
      </w:r>
      <w:r>
        <w:t xml:space="preserve">, </w:t>
      </w:r>
      <w:r w:rsidR="00530790" w:rsidRPr="005D5566">
        <w:t>elle se développe sans s</w:t>
      </w:r>
      <w:r>
        <w:t>’</w:t>
      </w:r>
      <w:r w:rsidR="00530790" w:rsidRPr="005D5566">
        <w:t>arrêter</w:t>
      </w:r>
      <w:r>
        <w:t xml:space="preserve"> ; </w:t>
      </w:r>
      <w:r w:rsidR="00530790" w:rsidRPr="005D5566">
        <w:t>elle s</w:t>
      </w:r>
      <w:r>
        <w:t>’</w:t>
      </w:r>
      <w:r w:rsidR="00530790" w:rsidRPr="005D5566">
        <w:t>enflamme toujours plus et entraîne après elle les meilleurs éléments</w:t>
      </w:r>
      <w:r>
        <w:t xml:space="preserve">, </w:t>
      </w:r>
      <w:r w:rsidR="00530790" w:rsidRPr="005D5566">
        <w:t>moralement sains</w:t>
      </w:r>
      <w:r>
        <w:t xml:space="preserve">, </w:t>
      </w:r>
      <w:r w:rsidR="00530790" w:rsidRPr="005D5566">
        <w:t>même ceux de votre milieu</w:t>
      </w:r>
      <w:r>
        <w:t xml:space="preserve">… </w:t>
      </w:r>
      <w:r w:rsidR="00530790" w:rsidRPr="005D5566">
        <w:t>Voyez plutôt</w:t>
      </w:r>
      <w:r>
        <w:t xml:space="preserve">, </w:t>
      </w:r>
      <w:r w:rsidR="00530790" w:rsidRPr="005D5566">
        <w:t>vous n</w:t>
      </w:r>
      <w:r>
        <w:t>’</w:t>
      </w:r>
      <w:r w:rsidR="00530790" w:rsidRPr="005D5566">
        <w:t>avez déjà plus personne qui puisse lutter au nom de votre puissance avec des pensées</w:t>
      </w:r>
      <w:r>
        <w:t xml:space="preserve"> ; </w:t>
      </w:r>
      <w:r w:rsidR="00530790" w:rsidRPr="005D5566">
        <w:t>vous avez déjà épuisé tous les arguments capables de vous protéger contre l</w:t>
      </w:r>
      <w:r>
        <w:t>’</w:t>
      </w:r>
      <w:r w:rsidR="00530790" w:rsidRPr="005D5566">
        <w:t>assaut de la justice historique</w:t>
      </w:r>
      <w:r>
        <w:t xml:space="preserve"> ; </w:t>
      </w:r>
      <w:r w:rsidR="00530790" w:rsidRPr="005D5566">
        <w:t>vous ne pouvez plus rien créer de neuf dans le domaine intellectuel</w:t>
      </w:r>
      <w:r>
        <w:t xml:space="preserve"> ; </w:t>
      </w:r>
      <w:r w:rsidR="00530790" w:rsidRPr="005D5566">
        <w:t>vous êtes stériles en esprit</w:t>
      </w:r>
      <w:r>
        <w:t xml:space="preserve">. </w:t>
      </w:r>
      <w:r w:rsidR="00530790" w:rsidRPr="005D5566">
        <w:t>Nos idées</w:t>
      </w:r>
      <w:r>
        <w:t xml:space="preserve">, </w:t>
      </w:r>
      <w:r w:rsidR="00530790" w:rsidRPr="005D5566">
        <w:rPr>
          <w:bCs/>
        </w:rPr>
        <w:t xml:space="preserve">à </w:t>
      </w:r>
      <w:r w:rsidR="00530790" w:rsidRPr="005D5566">
        <w:t>nous</w:t>
      </w:r>
      <w:r>
        <w:t xml:space="preserve">, </w:t>
      </w:r>
      <w:r w:rsidR="00530790" w:rsidRPr="005D5566">
        <w:t>se développent avec une force croissante</w:t>
      </w:r>
      <w:r>
        <w:t xml:space="preserve"> ; </w:t>
      </w:r>
      <w:r w:rsidR="00530790" w:rsidRPr="005D5566">
        <w:t>elles pénètrent dans les masses populaires et les organisent en vue de la lutte pour la liberté</w:t>
      </w:r>
      <w:r>
        <w:t xml:space="preserve">, </w:t>
      </w:r>
      <w:r w:rsidR="00530790" w:rsidRPr="005D5566">
        <w:t>lutte acharnée</w:t>
      </w:r>
      <w:r>
        <w:t xml:space="preserve">, </w:t>
      </w:r>
      <w:r w:rsidR="00530790" w:rsidRPr="005D5566">
        <w:t>lutte implacable</w:t>
      </w:r>
      <w:r>
        <w:t xml:space="preserve">. </w:t>
      </w:r>
      <w:r w:rsidR="00530790" w:rsidRPr="005D5566">
        <w:t>Il vous sera impossible d</w:t>
      </w:r>
      <w:r>
        <w:t>’</w:t>
      </w:r>
      <w:r w:rsidR="00530790" w:rsidRPr="005D5566">
        <w:t>arrêter ce mouvement</w:t>
      </w:r>
      <w:r>
        <w:t xml:space="preserve">, </w:t>
      </w:r>
      <w:r w:rsidR="00530790" w:rsidRPr="005D5566">
        <w:t>sinon en vous servant de la cruauté et du cynisme</w:t>
      </w:r>
      <w:r>
        <w:t xml:space="preserve">. </w:t>
      </w:r>
      <w:r w:rsidR="00530790" w:rsidRPr="005D5566">
        <w:t>Mais le cynisme est évident et la cruauté irrite le peuple</w:t>
      </w:r>
      <w:r>
        <w:t xml:space="preserve">. </w:t>
      </w:r>
      <w:r w:rsidR="00530790" w:rsidRPr="005D5566">
        <w:t xml:space="preserve">Les mains </w:t>
      </w:r>
      <w:r w:rsidR="00530790" w:rsidRPr="005D5566">
        <w:lastRenderedPageBreak/>
        <w:t>que vous employez aujourd</w:t>
      </w:r>
      <w:r>
        <w:t>’</w:t>
      </w:r>
      <w:r w:rsidR="00530790" w:rsidRPr="005D5566">
        <w:t>hui pour nous étrangler</w:t>
      </w:r>
      <w:r>
        <w:t xml:space="preserve">, </w:t>
      </w:r>
      <w:r w:rsidR="00530790" w:rsidRPr="005D5566">
        <w:t>serreront demain nos mains en une étreinte fraternelle</w:t>
      </w:r>
      <w:r>
        <w:t xml:space="preserve">. </w:t>
      </w:r>
      <w:r w:rsidR="00530790" w:rsidRPr="005D5566">
        <w:t>Votre énergie</w:t>
      </w:r>
      <w:r>
        <w:t xml:space="preserve">, </w:t>
      </w:r>
      <w:r w:rsidR="00530790" w:rsidRPr="005D5566">
        <w:t>c</w:t>
      </w:r>
      <w:r>
        <w:t>’</w:t>
      </w:r>
      <w:r w:rsidR="00530790" w:rsidRPr="005D5566">
        <w:t>est l</w:t>
      </w:r>
      <w:r>
        <w:t>’</w:t>
      </w:r>
      <w:r w:rsidR="00530790" w:rsidRPr="005D5566">
        <w:t>énergie mécanique produite par l</w:t>
      </w:r>
      <w:r>
        <w:t>’</w:t>
      </w:r>
      <w:r w:rsidR="00530790" w:rsidRPr="005D5566">
        <w:t>augmentation de l</w:t>
      </w:r>
      <w:r>
        <w:t>’</w:t>
      </w:r>
      <w:r w:rsidR="00530790" w:rsidRPr="005D5566">
        <w:t>or</w:t>
      </w:r>
      <w:r>
        <w:t xml:space="preserve"> ; </w:t>
      </w:r>
      <w:r w:rsidR="00530790" w:rsidRPr="005D5566">
        <w:t>elle vous unit en groupes destinés à s</w:t>
      </w:r>
      <w:r>
        <w:t>’</w:t>
      </w:r>
      <w:r w:rsidR="00530790" w:rsidRPr="005D5566">
        <w:t>engloutir mutuellement</w:t>
      </w:r>
      <w:r>
        <w:t xml:space="preserve">. </w:t>
      </w:r>
      <w:r w:rsidR="00530790" w:rsidRPr="005D5566">
        <w:t>Notre énergie à nous</w:t>
      </w:r>
      <w:r>
        <w:t xml:space="preserve">, </w:t>
      </w:r>
      <w:r w:rsidR="00530790" w:rsidRPr="005D5566">
        <w:t>c</w:t>
      </w:r>
      <w:r>
        <w:t>’</w:t>
      </w:r>
      <w:r w:rsidR="00530790" w:rsidRPr="005D5566">
        <w:t>est la force vivante et sans cesse croissante du sentiment de solidarité qui unit tous les opprimés</w:t>
      </w:r>
      <w:r>
        <w:t xml:space="preserve">. </w:t>
      </w:r>
      <w:r w:rsidR="00530790" w:rsidRPr="005D5566">
        <w:t>Tout ce que vous faites est criminel</w:t>
      </w:r>
      <w:r>
        <w:t xml:space="preserve">, </w:t>
      </w:r>
      <w:r w:rsidR="00530790" w:rsidRPr="005D5566">
        <w:t>car vous ne pensez qu</w:t>
      </w:r>
      <w:r>
        <w:t>’</w:t>
      </w:r>
      <w:r w:rsidR="00530790" w:rsidRPr="005D5566">
        <w:t>à asservir l</w:t>
      </w:r>
      <w:r>
        <w:t>’</w:t>
      </w:r>
      <w:r w:rsidR="00530790" w:rsidRPr="005D5566">
        <w:t>homme</w:t>
      </w:r>
      <w:r>
        <w:t xml:space="preserve"> ; </w:t>
      </w:r>
      <w:r w:rsidR="00530790" w:rsidRPr="005D5566">
        <w:t>notre travail à nous affranchit le monde des monstres et des fantômes</w:t>
      </w:r>
      <w:r>
        <w:t xml:space="preserve">, </w:t>
      </w:r>
      <w:r w:rsidR="00530790" w:rsidRPr="005D5566">
        <w:t>créés par votre mensonge</w:t>
      </w:r>
      <w:r>
        <w:t xml:space="preserve">, </w:t>
      </w:r>
      <w:r w:rsidR="00530790" w:rsidRPr="005D5566">
        <w:t>votre cupidité</w:t>
      </w:r>
      <w:r>
        <w:t xml:space="preserve">, </w:t>
      </w:r>
      <w:r w:rsidR="00530790" w:rsidRPr="005D5566">
        <w:t>votre haine</w:t>
      </w:r>
      <w:r>
        <w:t xml:space="preserve">. </w:t>
      </w:r>
      <w:r w:rsidR="00530790" w:rsidRPr="005D5566">
        <w:t>Bientôt</w:t>
      </w:r>
      <w:r>
        <w:t xml:space="preserve">, </w:t>
      </w:r>
      <w:r w:rsidR="00530790" w:rsidRPr="005D5566">
        <w:t>la masse de nos ouvriers et de nos paysans sera libre et créera un monde libre</w:t>
      </w:r>
      <w:r>
        <w:t xml:space="preserve">, </w:t>
      </w:r>
      <w:r w:rsidR="00530790" w:rsidRPr="005D5566">
        <w:t>harmonieux et immense</w:t>
      </w:r>
      <w:r>
        <w:t xml:space="preserve">. </w:t>
      </w:r>
      <w:r w:rsidR="00530790" w:rsidRPr="005D5566">
        <w:t>Et cela sera</w:t>
      </w:r>
      <w:r>
        <w:t> !</w:t>
      </w:r>
    </w:p>
    <w:p w14:paraId="176E3D28" w14:textId="77777777" w:rsidR="001C0413" w:rsidRDefault="00530790" w:rsidP="001C0413">
      <w:r w:rsidRPr="005D5566">
        <w:t>Pavel se tut un instant</w:t>
      </w:r>
      <w:r w:rsidR="001C0413">
        <w:t xml:space="preserve">, </w:t>
      </w:r>
      <w:r w:rsidRPr="005D5566">
        <w:t>puis il répéta avec plus de force encore</w:t>
      </w:r>
      <w:r w:rsidR="001C0413">
        <w:t> :</w:t>
      </w:r>
    </w:p>
    <w:p w14:paraId="05EB6A19" w14:textId="77777777" w:rsidR="001C0413" w:rsidRDefault="001C0413" w:rsidP="001C0413">
      <w:r>
        <w:t>— </w:t>
      </w:r>
      <w:r w:rsidR="00530790" w:rsidRPr="005D5566">
        <w:t>Cela sera</w:t>
      </w:r>
      <w:r>
        <w:t> !</w:t>
      </w:r>
    </w:p>
    <w:p w14:paraId="683179DD" w14:textId="77777777" w:rsidR="001C0413" w:rsidRDefault="00530790" w:rsidP="001C0413">
      <w:r w:rsidRPr="005D5566">
        <w:t>Les juges chuchotaient avec des grimaces bizarres</w:t>
      </w:r>
      <w:r w:rsidR="001C0413">
        <w:t xml:space="preserve">, </w:t>
      </w:r>
      <w:r w:rsidRPr="005D5566">
        <w:t>sans détacher leurs yeux de Pavel</w:t>
      </w:r>
      <w:r w:rsidR="001C0413">
        <w:t xml:space="preserve">. </w:t>
      </w:r>
      <w:r w:rsidRPr="005D5566">
        <w:t>La mère se disait qu</w:t>
      </w:r>
      <w:r w:rsidR="001C0413">
        <w:t>’</w:t>
      </w:r>
      <w:r w:rsidRPr="005D5566">
        <w:t>ils salissaient par leurs regards le corps souple de son fils</w:t>
      </w:r>
      <w:r w:rsidR="001C0413">
        <w:t xml:space="preserve">, </w:t>
      </w:r>
      <w:r w:rsidRPr="005D5566">
        <w:t>dont ils enviaient la santé</w:t>
      </w:r>
      <w:r w:rsidR="001C0413">
        <w:t xml:space="preserve">, </w:t>
      </w:r>
      <w:r w:rsidRPr="005D5566">
        <w:t>la force et la fraîcheur</w:t>
      </w:r>
      <w:r w:rsidR="001C0413">
        <w:t xml:space="preserve">. </w:t>
      </w:r>
      <w:r w:rsidRPr="005D5566">
        <w:t>Les prévenus avaient écouté avec attention les paroles de leur camarade</w:t>
      </w:r>
      <w:r w:rsidR="001C0413">
        <w:t xml:space="preserve"> ; </w:t>
      </w:r>
      <w:r w:rsidRPr="005D5566">
        <w:t>leurs visages avaient pâli</w:t>
      </w:r>
      <w:r w:rsidR="001C0413">
        <w:t xml:space="preserve">, </w:t>
      </w:r>
      <w:r w:rsidRPr="005D5566">
        <w:t>mais une flamme joyeuse étincelait dans leurs yeux</w:t>
      </w:r>
      <w:r w:rsidR="001C0413">
        <w:t xml:space="preserve">. </w:t>
      </w:r>
      <w:r w:rsidRPr="005D5566">
        <w:t>La mère avait dévoré les paroles de son fils</w:t>
      </w:r>
      <w:r w:rsidR="001C0413">
        <w:t xml:space="preserve">, </w:t>
      </w:r>
      <w:r w:rsidRPr="005D5566">
        <w:t>elles se gravaient dans sa mémoire</w:t>
      </w:r>
      <w:r w:rsidR="001C0413">
        <w:t>.</w:t>
      </w:r>
    </w:p>
    <w:p w14:paraId="6C6DD784" w14:textId="77777777" w:rsidR="001C0413" w:rsidRDefault="00530790" w:rsidP="001C0413">
      <w:r w:rsidRPr="005D5566">
        <w:t>À plusieurs reprises</w:t>
      </w:r>
      <w:r w:rsidR="001C0413">
        <w:t xml:space="preserve">, </w:t>
      </w:r>
      <w:r w:rsidRPr="005D5566">
        <w:t>le petit vieillard interrompit Pavel</w:t>
      </w:r>
      <w:r w:rsidR="001C0413">
        <w:t xml:space="preserve">, </w:t>
      </w:r>
      <w:r w:rsidRPr="005D5566">
        <w:t>lui expliquant on ne sait quoi</w:t>
      </w:r>
      <w:r w:rsidR="001C0413">
        <w:t xml:space="preserve"> ; </w:t>
      </w:r>
      <w:r w:rsidRPr="005D5566">
        <w:t>il eut même une fois un sourire triste</w:t>
      </w:r>
      <w:r w:rsidR="001C0413">
        <w:t xml:space="preserve">. </w:t>
      </w:r>
      <w:r w:rsidRPr="005D5566">
        <w:t>Pavel l</w:t>
      </w:r>
      <w:r w:rsidR="001C0413">
        <w:t>’</w:t>
      </w:r>
      <w:r w:rsidRPr="005D5566">
        <w:t>écoutait en silence et reprenait la parole d</w:t>
      </w:r>
      <w:r w:rsidR="001C0413">
        <w:t>’</w:t>
      </w:r>
      <w:r w:rsidRPr="005D5566">
        <w:t>une voix sévère</w:t>
      </w:r>
      <w:r w:rsidR="001C0413">
        <w:t xml:space="preserve">, </w:t>
      </w:r>
      <w:r w:rsidRPr="005D5566">
        <w:t>mais tranquille</w:t>
      </w:r>
      <w:r w:rsidR="001C0413">
        <w:t xml:space="preserve"> : </w:t>
      </w:r>
      <w:r w:rsidRPr="005D5566">
        <w:t>il forçait l</w:t>
      </w:r>
      <w:r w:rsidR="001C0413">
        <w:t>’</w:t>
      </w:r>
      <w:r w:rsidRPr="005D5566">
        <w:t>attention</w:t>
      </w:r>
      <w:r w:rsidR="001C0413">
        <w:t xml:space="preserve">. </w:t>
      </w:r>
      <w:r w:rsidRPr="005D5566">
        <w:t>Cela dura longtemps</w:t>
      </w:r>
      <w:r w:rsidR="001C0413">
        <w:t xml:space="preserve"> ; </w:t>
      </w:r>
      <w:r w:rsidRPr="005D5566">
        <w:t>enfin</w:t>
      </w:r>
      <w:r w:rsidR="001C0413">
        <w:t xml:space="preserve">, </w:t>
      </w:r>
      <w:r w:rsidRPr="005D5566">
        <w:t>le président cria quelques paroles en tendant le bras vers le jeune homme</w:t>
      </w:r>
      <w:r w:rsidR="001C0413">
        <w:t xml:space="preserve">. </w:t>
      </w:r>
      <w:r w:rsidRPr="005D5566">
        <w:t>Celui-ci répondit d</w:t>
      </w:r>
      <w:r w:rsidR="001C0413">
        <w:t>’</w:t>
      </w:r>
      <w:r w:rsidRPr="005D5566">
        <w:t>une voix légèrement ironique</w:t>
      </w:r>
      <w:r w:rsidR="001C0413">
        <w:t> :</w:t>
      </w:r>
    </w:p>
    <w:p w14:paraId="73516D8E" w14:textId="77777777" w:rsidR="001C0413" w:rsidRDefault="001C0413" w:rsidP="001C0413">
      <w:r>
        <w:lastRenderedPageBreak/>
        <w:t>— </w:t>
      </w:r>
      <w:r w:rsidR="00530790" w:rsidRPr="005D5566">
        <w:t>Je conclus</w:t>
      </w:r>
      <w:r>
        <w:t xml:space="preserve">. </w:t>
      </w:r>
      <w:r w:rsidR="00530790" w:rsidRPr="005D5566">
        <w:t>Je ne voulais pas vous offenser personnellement</w:t>
      </w:r>
      <w:r>
        <w:t xml:space="preserve"> ; </w:t>
      </w:r>
      <w:r w:rsidR="00530790" w:rsidRPr="005D5566">
        <w:t>au contraire</w:t>
      </w:r>
      <w:r>
        <w:t xml:space="preserve">, </w:t>
      </w:r>
      <w:r w:rsidR="00530790" w:rsidRPr="005D5566">
        <w:t>assistant par force à cette comédie que vous appelez un jugement</w:t>
      </w:r>
      <w:r>
        <w:t xml:space="preserve">, </w:t>
      </w:r>
      <w:r w:rsidR="00530790" w:rsidRPr="005D5566">
        <w:t>j</w:t>
      </w:r>
      <w:r>
        <w:t>’</w:t>
      </w:r>
      <w:r w:rsidR="00530790" w:rsidRPr="005D5566">
        <w:t>éprouve presque de la compassion pour vous</w:t>
      </w:r>
      <w:r>
        <w:t xml:space="preserve">. </w:t>
      </w:r>
      <w:r w:rsidR="00530790" w:rsidRPr="005D5566">
        <w:t>Malgré tout</w:t>
      </w:r>
      <w:r>
        <w:t xml:space="preserve">, </w:t>
      </w:r>
      <w:r w:rsidR="00530790" w:rsidRPr="005D5566">
        <w:t>vous êtes des hommes et nous sommes toujours humiliés de voir des gens s</w:t>
      </w:r>
      <w:r>
        <w:t>’</w:t>
      </w:r>
      <w:r w:rsidR="00530790" w:rsidRPr="005D5566">
        <w:t>abaisser d</w:t>
      </w:r>
      <w:r>
        <w:t>’</w:t>
      </w:r>
      <w:r w:rsidR="00530790" w:rsidRPr="005D5566">
        <w:t>une façon aussi vile</w:t>
      </w:r>
      <w:r>
        <w:t xml:space="preserve">, </w:t>
      </w:r>
      <w:r w:rsidR="00530790" w:rsidRPr="005D5566">
        <w:t>au service de la violence</w:t>
      </w:r>
      <w:r>
        <w:t xml:space="preserve">, </w:t>
      </w:r>
      <w:r w:rsidR="00530790" w:rsidRPr="005D5566">
        <w:t>perdre à un tel point la conscience de leur dignité humaine</w:t>
      </w:r>
      <w:r>
        <w:t xml:space="preserve">… </w:t>
      </w:r>
      <w:r w:rsidR="00530790" w:rsidRPr="005D5566">
        <w:t>même quand ils sont hostiles à nos desseins</w:t>
      </w:r>
      <w:r>
        <w:t>…</w:t>
      </w:r>
    </w:p>
    <w:p w14:paraId="085F9968" w14:textId="77777777" w:rsidR="001C0413" w:rsidRDefault="00530790" w:rsidP="001C0413">
      <w:r w:rsidRPr="005D5566">
        <w:t>Il s</w:t>
      </w:r>
      <w:r w:rsidR="001C0413">
        <w:t>’</w:t>
      </w:r>
      <w:r w:rsidRPr="005D5566">
        <w:t>assit sans regarder les juges</w:t>
      </w:r>
      <w:r w:rsidR="001C0413">
        <w:t xml:space="preserve">. </w:t>
      </w:r>
      <w:r w:rsidRPr="005D5566">
        <w:t>La mère retint sa respiration pour considérer ceux dont dépendait le sort de son fils et attendit</w:t>
      </w:r>
      <w:r w:rsidR="001C0413">
        <w:t>.</w:t>
      </w:r>
    </w:p>
    <w:p w14:paraId="763CEFE0" w14:textId="77777777" w:rsidR="001C0413" w:rsidRDefault="00530790" w:rsidP="001C0413">
      <w:r w:rsidRPr="005D5566">
        <w:t>André</w:t>
      </w:r>
      <w:r w:rsidR="001C0413">
        <w:t xml:space="preserve">, </w:t>
      </w:r>
      <w:r w:rsidRPr="005D5566">
        <w:t>tout rayonnant</w:t>
      </w:r>
      <w:r w:rsidR="001C0413">
        <w:t xml:space="preserve">, </w:t>
      </w:r>
      <w:r w:rsidRPr="005D5566">
        <w:t>serra la main de Pavel avec vigueur</w:t>
      </w:r>
      <w:r w:rsidR="001C0413">
        <w:t xml:space="preserve">, </w:t>
      </w:r>
      <w:r w:rsidRPr="005D5566">
        <w:t>Samoïlov</w:t>
      </w:r>
      <w:r w:rsidR="001C0413">
        <w:t xml:space="preserve">, </w:t>
      </w:r>
      <w:r w:rsidRPr="005D5566">
        <w:t>Mazine</w:t>
      </w:r>
      <w:r w:rsidR="001C0413">
        <w:t xml:space="preserve">, </w:t>
      </w:r>
      <w:r w:rsidRPr="005D5566">
        <w:t>tous se tournèrent vers lui</w:t>
      </w:r>
      <w:r w:rsidR="001C0413">
        <w:t xml:space="preserve"> ; </w:t>
      </w:r>
      <w:r w:rsidRPr="005D5566">
        <w:t>il sourit un peu embarrassé par l</w:t>
      </w:r>
      <w:r w:rsidR="001C0413">
        <w:t>’</w:t>
      </w:r>
      <w:r w:rsidRPr="005D5566">
        <w:t>enthousiasme de ses camarades</w:t>
      </w:r>
      <w:r w:rsidR="001C0413">
        <w:t xml:space="preserve">, </w:t>
      </w:r>
      <w:r w:rsidRPr="005D5566">
        <w:t>regarda le banc où Pélaguée était assise et fit un signe de tête</w:t>
      </w:r>
      <w:r w:rsidR="001C0413">
        <w:t xml:space="preserve">, </w:t>
      </w:r>
      <w:r w:rsidRPr="005D5566">
        <w:t>comme pour demander</w:t>
      </w:r>
      <w:r w:rsidR="001C0413">
        <w:t> :</w:t>
      </w:r>
    </w:p>
    <w:p w14:paraId="0917A558" w14:textId="77777777" w:rsidR="001C0413" w:rsidRDefault="001C0413" w:rsidP="001C0413">
      <w:r>
        <w:t>— </w:t>
      </w:r>
      <w:r w:rsidR="00530790" w:rsidRPr="005D5566">
        <w:t>Est-ce bien ainsi</w:t>
      </w:r>
      <w:r>
        <w:t> ?</w:t>
      </w:r>
    </w:p>
    <w:p w14:paraId="0033F899" w14:textId="77777777" w:rsidR="001C0413" w:rsidRDefault="00530790" w:rsidP="001C0413">
      <w:r w:rsidRPr="005D5566">
        <w:t>Elle lui répondit par un profond soupir de joie et tressaillit</w:t>
      </w:r>
      <w:r w:rsidR="001C0413">
        <w:t xml:space="preserve">, </w:t>
      </w:r>
      <w:r w:rsidRPr="005D5566">
        <w:t>inondée d</w:t>
      </w:r>
      <w:r w:rsidR="001C0413">
        <w:t>’</w:t>
      </w:r>
      <w:r w:rsidRPr="005D5566">
        <w:t>une ardente vague d</w:t>
      </w:r>
      <w:r w:rsidR="001C0413">
        <w:t>’</w:t>
      </w:r>
      <w:r w:rsidRPr="005D5566">
        <w:t>amour</w:t>
      </w:r>
      <w:r w:rsidR="001C0413">
        <w:t>.</w:t>
      </w:r>
    </w:p>
    <w:p w14:paraId="4DAA1EB2" w14:textId="77777777" w:rsidR="001C0413" w:rsidRDefault="001C0413" w:rsidP="001C0413">
      <w:r>
        <w:t>— </w:t>
      </w:r>
      <w:r w:rsidR="00530790" w:rsidRPr="005D5566">
        <w:t>Voilà</w:t>
      </w:r>
      <w:r>
        <w:t xml:space="preserve">… </w:t>
      </w:r>
      <w:r w:rsidR="00530790" w:rsidRPr="005D5566">
        <w:t>le jugement va commencer</w:t>
      </w:r>
      <w:r>
        <w:t xml:space="preserve"> ! </w:t>
      </w:r>
      <w:r w:rsidR="00530790" w:rsidRPr="005D5566">
        <w:t>chuchota Sizov</w:t>
      </w:r>
      <w:r>
        <w:t xml:space="preserve">. </w:t>
      </w:r>
      <w:r w:rsidR="00530790" w:rsidRPr="005D5566">
        <w:t>Il les a bien arrangés</w:t>
      </w:r>
      <w:r>
        <w:t xml:space="preserve">, </w:t>
      </w:r>
      <w:r w:rsidR="00530790" w:rsidRPr="005D5566">
        <w:t>hein</w:t>
      </w:r>
      <w:r>
        <w:t> ?</w:t>
      </w:r>
    </w:p>
    <w:p w14:paraId="49C9F189" w14:textId="77777777" w:rsidR="001C0413" w:rsidRDefault="00530790" w:rsidP="001C0413">
      <w:r w:rsidRPr="005D5566">
        <w:t>Elle hocha la tête sans répondre</w:t>
      </w:r>
      <w:r w:rsidR="001C0413">
        <w:t xml:space="preserve">, </w:t>
      </w:r>
      <w:r w:rsidRPr="005D5566">
        <w:t>heureuse que son fils eût parlé avec tant de courage</w:t>
      </w:r>
      <w:r w:rsidR="001C0413">
        <w:t xml:space="preserve">, </w:t>
      </w:r>
      <w:r w:rsidRPr="005D5566">
        <w:t>peut-être encore plus heureuse qu</w:t>
      </w:r>
      <w:r w:rsidR="001C0413">
        <w:t>’</w:t>
      </w:r>
      <w:r w:rsidRPr="005D5566">
        <w:t>il eût fini</w:t>
      </w:r>
      <w:r w:rsidR="001C0413">
        <w:t xml:space="preserve">. </w:t>
      </w:r>
      <w:r w:rsidRPr="005D5566">
        <w:t>Son cerveau était martelé par une question</w:t>
      </w:r>
      <w:r w:rsidR="001C0413">
        <w:t> :</w:t>
      </w:r>
    </w:p>
    <w:p w14:paraId="42BACA99" w14:textId="77777777" w:rsidR="001C0413" w:rsidRDefault="001C0413" w:rsidP="001C0413">
      <w:r>
        <w:t>— </w:t>
      </w:r>
      <w:r w:rsidR="00530790" w:rsidRPr="005D5566">
        <w:t>Mes enfants</w:t>
      </w:r>
      <w:r>
        <w:t xml:space="preserve"> ! </w:t>
      </w:r>
      <w:r w:rsidR="00530790" w:rsidRPr="005D5566">
        <w:t>qu</w:t>
      </w:r>
      <w:r>
        <w:t>’</w:t>
      </w:r>
      <w:r w:rsidR="00530790" w:rsidRPr="005D5566">
        <w:t>allez-vous devenir maintenant</w:t>
      </w:r>
      <w:r>
        <w:t> ?</w:t>
      </w:r>
    </w:p>
    <w:p w14:paraId="4A0ED348" w14:textId="77777777" w:rsidR="001C0413" w:rsidRDefault="00530790" w:rsidP="001C0413">
      <w:r w:rsidRPr="005D5566">
        <w:t>Ce que son fils avait dit n</w:t>
      </w:r>
      <w:r w:rsidR="001C0413">
        <w:t>’</w:t>
      </w:r>
      <w:r w:rsidRPr="005D5566">
        <w:t>était pas nouveau pour elle</w:t>
      </w:r>
      <w:r w:rsidR="001C0413">
        <w:t xml:space="preserve"> ; </w:t>
      </w:r>
      <w:r w:rsidRPr="005D5566">
        <w:t xml:space="preserve">elle connaissait ses </w:t>
      </w:r>
      <w:r w:rsidRPr="005D5566">
        <w:rPr>
          <w:bCs/>
        </w:rPr>
        <w:t>opinions</w:t>
      </w:r>
      <w:r w:rsidR="001C0413">
        <w:rPr>
          <w:bCs/>
        </w:rPr>
        <w:t xml:space="preserve"> ; </w:t>
      </w:r>
      <w:r w:rsidRPr="005D5566">
        <w:t>mais c</w:t>
      </w:r>
      <w:r w:rsidR="001C0413">
        <w:t>’</w:t>
      </w:r>
      <w:r w:rsidRPr="005D5566">
        <w:t>était là</w:t>
      </w:r>
      <w:r w:rsidR="001C0413">
        <w:t xml:space="preserve">, </w:t>
      </w:r>
      <w:r w:rsidRPr="005D5566">
        <w:t>devant le tribunal</w:t>
      </w:r>
      <w:r w:rsidR="001C0413">
        <w:t xml:space="preserve">, </w:t>
      </w:r>
      <w:r w:rsidRPr="005D5566">
        <w:t>qu</w:t>
      </w:r>
      <w:r w:rsidR="001C0413">
        <w:t>’</w:t>
      </w:r>
      <w:r w:rsidRPr="005D5566">
        <w:t>elle avait éprouvé pour la première fois la force entraînante et étrange de ses théories</w:t>
      </w:r>
      <w:r w:rsidR="001C0413">
        <w:t xml:space="preserve">. </w:t>
      </w:r>
      <w:r w:rsidRPr="005D5566">
        <w:t xml:space="preserve">Le calme du jeune homme la </w:t>
      </w:r>
      <w:r w:rsidRPr="005D5566">
        <w:lastRenderedPageBreak/>
        <w:t>frappait</w:t>
      </w:r>
      <w:r w:rsidR="001C0413">
        <w:t xml:space="preserve"> ; </w:t>
      </w:r>
      <w:r w:rsidRPr="005D5566">
        <w:t>dans sa poitrine</w:t>
      </w:r>
      <w:r w:rsidR="001C0413">
        <w:t xml:space="preserve">, </w:t>
      </w:r>
      <w:r w:rsidRPr="005D5566">
        <w:t>le discours de Pavel se mêlait à la conviction ferme de la victoire et du bon droit de son fils</w:t>
      </w:r>
      <w:r w:rsidR="001C0413">
        <w:t xml:space="preserve">, </w:t>
      </w:r>
      <w:r w:rsidRPr="005D5566">
        <w:t>qui rayonnait en elle comme une étoile</w:t>
      </w:r>
      <w:r w:rsidR="001C0413">
        <w:t>.</w:t>
      </w:r>
    </w:p>
    <w:p w14:paraId="4AA7E8E4" w14:textId="12FB3437" w:rsidR="00530790" w:rsidRPr="003B37B8" w:rsidRDefault="00530790" w:rsidP="001C0413">
      <w:pPr>
        <w:pStyle w:val="Titre2"/>
        <w:rPr>
          <w:szCs w:val="44"/>
        </w:rPr>
      </w:pPr>
      <w:bookmarkStart w:id="57" w:name="_Toc202279578"/>
      <w:r w:rsidRPr="003B37B8">
        <w:rPr>
          <w:szCs w:val="44"/>
        </w:rPr>
        <w:lastRenderedPageBreak/>
        <w:t>XXV</w:t>
      </w:r>
      <w:bookmarkEnd w:id="57"/>
      <w:r w:rsidRPr="003B37B8">
        <w:rPr>
          <w:szCs w:val="44"/>
        </w:rPr>
        <w:br/>
      </w:r>
    </w:p>
    <w:p w14:paraId="72602BE8" w14:textId="77777777" w:rsidR="001C0413" w:rsidRDefault="00530790" w:rsidP="001C0413">
      <w:r w:rsidRPr="005D5566">
        <w:t>Elle pensait que les juges allaient se mettre à discuter durement avec lui</w:t>
      </w:r>
      <w:r w:rsidR="001C0413">
        <w:t xml:space="preserve">, </w:t>
      </w:r>
      <w:r w:rsidRPr="005D5566">
        <w:t>à lui répliquer avec colère</w:t>
      </w:r>
      <w:r w:rsidR="001C0413">
        <w:t xml:space="preserve">, </w:t>
      </w:r>
      <w:r w:rsidRPr="005D5566">
        <w:t>à exposer leurs arguments</w:t>
      </w:r>
      <w:r w:rsidR="001C0413">
        <w:t>.</w:t>
      </w:r>
    </w:p>
    <w:p w14:paraId="730C3239" w14:textId="77777777" w:rsidR="001C0413" w:rsidRDefault="00530790" w:rsidP="001C0413">
      <w:r w:rsidRPr="005D5566">
        <w:t>Mais voici qu</w:t>
      </w:r>
      <w:r w:rsidR="001C0413">
        <w:t>’</w:t>
      </w:r>
      <w:r w:rsidRPr="005D5566">
        <w:t>André se leva</w:t>
      </w:r>
      <w:r w:rsidR="001C0413">
        <w:t xml:space="preserve">, </w:t>
      </w:r>
      <w:r w:rsidRPr="005D5566">
        <w:t>il jeta un coup d</w:t>
      </w:r>
      <w:r w:rsidR="001C0413">
        <w:t>’</w:t>
      </w:r>
      <w:r w:rsidRPr="005D5566">
        <w:t>œil en dessous sur le tribunal et commença</w:t>
      </w:r>
      <w:r w:rsidR="001C0413">
        <w:t> :</w:t>
      </w:r>
    </w:p>
    <w:p w14:paraId="48D0D6D2" w14:textId="77777777" w:rsidR="001C0413" w:rsidRDefault="001C0413" w:rsidP="001C0413">
      <w:r>
        <w:t>— </w:t>
      </w:r>
      <w:r w:rsidR="00530790" w:rsidRPr="005D5566">
        <w:t>Messieurs les défenseurs</w:t>
      </w:r>
      <w:r>
        <w:t>…</w:t>
      </w:r>
    </w:p>
    <w:p w14:paraId="1392650D" w14:textId="77777777" w:rsidR="001C0413" w:rsidRDefault="001C0413" w:rsidP="001C0413">
      <w:r>
        <w:t>— </w:t>
      </w:r>
      <w:r w:rsidR="00530790" w:rsidRPr="005D5566">
        <w:t>C</w:t>
      </w:r>
      <w:r>
        <w:t>’</w:t>
      </w:r>
      <w:r w:rsidR="00530790" w:rsidRPr="005D5566">
        <w:t>est le tribunal qui est devant vous</w:t>
      </w:r>
      <w:r>
        <w:t xml:space="preserve">, </w:t>
      </w:r>
      <w:r w:rsidR="00530790" w:rsidRPr="005D5566">
        <w:t>et non pas la défense</w:t>
      </w:r>
      <w:r>
        <w:t xml:space="preserve"> ! </w:t>
      </w:r>
      <w:r w:rsidR="00530790" w:rsidRPr="005D5566">
        <w:t>lui cria le juge malade</w:t>
      </w:r>
      <w:r>
        <w:t xml:space="preserve">, </w:t>
      </w:r>
      <w:r w:rsidR="00530790" w:rsidRPr="005D5566">
        <w:t>d</w:t>
      </w:r>
      <w:r>
        <w:t>’</w:t>
      </w:r>
      <w:r w:rsidR="00530790" w:rsidRPr="005D5566">
        <w:t>une voix forte et irritée</w:t>
      </w:r>
      <w:r>
        <w:t>.</w:t>
      </w:r>
    </w:p>
    <w:p w14:paraId="68AFBB28" w14:textId="77777777" w:rsidR="001C0413" w:rsidRDefault="00530790" w:rsidP="001C0413">
      <w:r w:rsidRPr="005D5566">
        <w:t>La mère voyait d</w:t>
      </w:r>
      <w:r w:rsidR="001C0413">
        <w:t>’</w:t>
      </w:r>
      <w:r w:rsidRPr="005D5566">
        <w:t>après la physionomie d</w:t>
      </w:r>
      <w:r w:rsidR="001C0413">
        <w:t>’</w:t>
      </w:r>
      <w:r w:rsidRPr="005D5566">
        <w:t>André qu</w:t>
      </w:r>
      <w:r w:rsidR="001C0413">
        <w:t>’</w:t>
      </w:r>
      <w:r w:rsidRPr="005D5566">
        <w:t>il voulait plaisanter</w:t>
      </w:r>
      <w:r w:rsidR="001C0413">
        <w:t xml:space="preserve"> ; </w:t>
      </w:r>
      <w:r w:rsidRPr="005D5566">
        <w:t>sa moustache tremblait</w:t>
      </w:r>
      <w:r w:rsidR="001C0413">
        <w:t xml:space="preserve"> ; </w:t>
      </w:r>
      <w:r w:rsidRPr="005D5566">
        <w:t>il avait dans les yeux une expression féline et douce qu</w:t>
      </w:r>
      <w:r w:rsidR="001C0413">
        <w:t>’</w:t>
      </w:r>
      <w:r w:rsidRPr="005D5566">
        <w:t>elle connaissait bien</w:t>
      </w:r>
      <w:r w:rsidR="001C0413">
        <w:t xml:space="preserve">. </w:t>
      </w:r>
      <w:r w:rsidRPr="005D5566">
        <w:t>Il se frotta vigoureusement la tête de ses longues mains et poussa un soupir</w:t>
      </w:r>
      <w:r w:rsidR="001C0413">
        <w:t>…</w:t>
      </w:r>
    </w:p>
    <w:p w14:paraId="328D87DB" w14:textId="77777777" w:rsidR="001C0413" w:rsidRDefault="001C0413" w:rsidP="001C0413">
      <w:r>
        <w:t>— </w:t>
      </w:r>
      <w:r w:rsidR="00530790" w:rsidRPr="005D5566">
        <w:t>Est-ce possible</w:t>
      </w:r>
      <w:r>
        <w:t xml:space="preserve"> ? </w:t>
      </w:r>
      <w:r w:rsidR="00530790" w:rsidRPr="005D5566">
        <w:t>demanda-t-il en hochant la tête</w:t>
      </w:r>
      <w:r>
        <w:t xml:space="preserve">. </w:t>
      </w:r>
      <w:r w:rsidR="00530790" w:rsidRPr="005D5566">
        <w:t>Je croyais que ce n</w:t>
      </w:r>
      <w:r>
        <w:t>’</w:t>
      </w:r>
      <w:r w:rsidR="00530790" w:rsidRPr="005D5566">
        <w:t>était pas vrai</w:t>
      </w:r>
      <w:r>
        <w:t xml:space="preserve">, </w:t>
      </w:r>
      <w:r w:rsidR="00530790" w:rsidRPr="005D5566">
        <w:t>que vous étiez non pas des juges</w:t>
      </w:r>
      <w:r>
        <w:t xml:space="preserve">, </w:t>
      </w:r>
      <w:r w:rsidR="00530790" w:rsidRPr="005D5566">
        <w:t>mais seulement des défenseurs</w:t>
      </w:r>
      <w:r>
        <w:t>…</w:t>
      </w:r>
    </w:p>
    <w:p w14:paraId="268953A1" w14:textId="77777777" w:rsidR="001C0413" w:rsidRDefault="001C0413" w:rsidP="001C0413">
      <w:r>
        <w:t>— </w:t>
      </w:r>
      <w:r w:rsidR="00530790" w:rsidRPr="005D5566">
        <w:t>Je vous prie de parler du fond de l</w:t>
      </w:r>
      <w:r>
        <w:t>’</w:t>
      </w:r>
      <w:r w:rsidR="00530790" w:rsidRPr="005D5566">
        <w:t>affaire</w:t>
      </w:r>
      <w:r>
        <w:t xml:space="preserve"> ! </w:t>
      </w:r>
      <w:r w:rsidR="00530790" w:rsidRPr="005D5566">
        <w:t>fit le petit vieillard avec sécheresse</w:t>
      </w:r>
      <w:r>
        <w:t>.</w:t>
      </w:r>
    </w:p>
    <w:p w14:paraId="01EC112A" w14:textId="77777777" w:rsidR="001C0413" w:rsidRDefault="001C0413" w:rsidP="001C0413">
      <w:r>
        <w:t>— </w:t>
      </w:r>
      <w:r w:rsidR="00530790" w:rsidRPr="005D5566">
        <w:t>Du fond</w:t>
      </w:r>
      <w:r>
        <w:t xml:space="preserve"> ? </w:t>
      </w:r>
      <w:r w:rsidR="00530790" w:rsidRPr="005D5566">
        <w:t>Bien</w:t>
      </w:r>
      <w:r>
        <w:t xml:space="preserve">. </w:t>
      </w:r>
      <w:r w:rsidR="00530790" w:rsidRPr="005D5566">
        <w:t>Je veux donc croire que vous êtes réellement des juges</w:t>
      </w:r>
      <w:r>
        <w:t xml:space="preserve">, </w:t>
      </w:r>
      <w:r w:rsidR="00530790" w:rsidRPr="005D5566">
        <w:t>c</w:t>
      </w:r>
      <w:r>
        <w:t>’</w:t>
      </w:r>
      <w:r w:rsidR="00530790" w:rsidRPr="005D5566">
        <w:t>est-à-dire des gens indépendants</w:t>
      </w:r>
      <w:r>
        <w:t xml:space="preserve">, </w:t>
      </w:r>
      <w:r w:rsidR="00530790" w:rsidRPr="005D5566">
        <w:t>loyaux</w:t>
      </w:r>
      <w:r>
        <w:t>…</w:t>
      </w:r>
    </w:p>
    <w:p w14:paraId="39E0BD0B" w14:textId="77777777" w:rsidR="001C0413" w:rsidRDefault="001C0413" w:rsidP="001C0413">
      <w:r>
        <w:t>— </w:t>
      </w:r>
      <w:r w:rsidR="00530790" w:rsidRPr="005D5566">
        <w:t>Le tribunal n</w:t>
      </w:r>
      <w:r>
        <w:t>’</w:t>
      </w:r>
      <w:r w:rsidR="00530790" w:rsidRPr="005D5566">
        <w:t>a pas besoin de votre opinion</w:t>
      </w:r>
      <w:r>
        <w:t>…</w:t>
      </w:r>
    </w:p>
    <w:p w14:paraId="7798BC48" w14:textId="77777777" w:rsidR="001C0413" w:rsidRDefault="001C0413" w:rsidP="001C0413">
      <w:r>
        <w:t>— </w:t>
      </w:r>
      <w:r w:rsidR="00530790" w:rsidRPr="005D5566">
        <w:t>Comment</w:t>
      </w:r>
      <w:r>
        <w:t xml:space="preserve">, </w:t>
      </w:r>
      <w:r w:rsidR="00530790" w:rsidRPr="005D5566">
        <w:t>il n</w:t>
      </w:r>
      <w:r>
        <w:t>’</w:t>
      </w:r>
      <w:r w:rsidR="00530790" w:rsidRPr="005D5566">
        <w:t>a pas besoin d</w:t>
      </w:r>
      <w:r>
        <w:t>’</w:t>
      </w:r>
      <w:r w:rsidR="00530790" w:rsidRPr="005D5566">
        <w:t>un pareil éloge</w:t>
      </w:r>
      <w:r>
        <w:t xml:space="preserve"> ?… </w:t>
      </w:r>
      <w:r w:rsidR="00530790" w:rsidRPr="005D5566">
        <w:t>Hum</w:t>
      </w:r>
      <w:r>
        <w:t xml:space="preserve"> !… </w:t>
      </w:r>
      <w:r w:rsidR="00530790" w:rsidRPr="005D5566">
        <w:t>Néanmoins</w:t>
      </w:r>
      <w:r>
        <w:t xml:space="preserve">, </w:t>
      </w:r>
      <w:r w:rsidR="00530790" w:rsidRPr="005D5566">
        <w:t>je continuerai</w:t>
      </w:r>
      <w:r>
        <w:t xml:space="preserve">… </w:t>
      </w:r>
      <w:r w:rsidR="00530790" w:rsidRPr="005D5566">
        <w:t xml:space="preserve">Vous êtes des hommes </w:t>
      </w:r>
      <w:r w:rsidR="00530790" w:rsidRPr="005D5566">
        <w:lastRenderedPageBreak/>
        <w:t>qui ne font aucune différence entre les amis et les ennemis</w:t>
      </w:r>
      <w:r>
        <w:t xml:space="preserve">, </w:t>
      </w:r>
      <w:r w:rsidR="00530790" w:rsidRPr="005D5566">
        <w:t>vous êtes des êtres libres</w:t>
      </w:r>
      <w:r>
        <w:t xml:space="preserve">. </w:t>
      </w:r>
      <w:r w:rsidR="00530790" w:rsidRPr="005D5566">
        <w:t>Ainsi</w:t>
      </w:r>
      <w:r>
        <w:t xml:space="preserve">, </w:t>
      </w:r>
      <w:r w:rsidR="00530790" w:rsidRPr="005D5566">
        <w:t>vous avez maintenant devant vous deux partis</w:t>
      </w:r>
      <w:r>
        <w:t xml:space="preserve"> ; </w:t>
      </w:r>
      <w:r w:rsidR="00530790" w:rsidRPr="005D5566">
        <w:t>l</w:t>
      </w:r>
      <w:r>
        <w:t>’</w:t>
      </w:r>
      <w:r w:rsidR="00530790" w:rsidRPr="005D5566">
        <w:t>un se plaint d</w:t>
      </w:r>
      <w:r>
        <w:t>’</w:t>
      </w:r>
      <w:r w:rsidR="00530790" w:rsidRPr="005D5566">
        <w:t>avoir été pillé et battu</w:t>
      </w:r>
      <w:r>
        <w:t xml:space="preserve">, </w:t>
      </w:r>
      <w:r w:rsidR="00530790" w:rsidRPr="005D5566">
        <w:t>l</w:t>
      </w:r>
      <w:r>
        <w:t>’</w:t>
      </w:r>
      <w:r w:rsidR="00530790" w:rsidRPr="005D5566">
        <w:t>autre répond qu</w:t>
      </w:r>
      <w:r>
        <w:t>’</w:t>
      </w:r>
      <w:r w:rsidR="00530790" w:rsidRPr="005D5566">
        <w:t>il a le droit de piller et de battre</w:t>
      </w:r>
      <w:r>
        <w:t xml:space="preserve">, </w:t>
      </w:r>
      <w:r w:rsidR="00530790" w:rsidRPr="005D5566">
        <w:t>puisqu</w:t>
      </w:r>
      <w:r>
        <w:t>’</w:t>
      </w:r>
      <w:r w:rsidR="00530790" w:rsidRPr="005D5566">
        <w:t>il a un fusil</w:t>
      </w:r>
      <w:r>
        <w:t>…</w:t>
      </w:r>
    </w:p>
    <w:p w14:paraId="651FBF72" w14:textId="77777777" w:rsidR="001C0413" w:rsidRDefault="001C0413" w:rsidP="001C0413">
      <w:r>
        <w:t>— </w:t>
      </w:r>
      <w:r w:rsidR="00530790" w:rsidRPr="005D5566">
        <w:t>Avez-vous quelque chose à dire à propos de l</w:t>
      </w:r>
      <w:r>
        <w:t>’</w:t>
      </w:r>
      <w:r w:rsidR="00530790" w:rsidRPr="005D5566">
        <w:t>affaire</w:t>
      </w:r>
      <w:r>
        <w:t xml:space="preserve"> ? </w:t>
      </w:r>
      <w:r w:rsidR="00530790" w:rsidRPr="005D5566">
        <w:t>demanda le petit vieillard en élevant la voix</w:t>
      </w:r>
      <w:r>
        <w:t xml:space="preserve">, </w:t>
      </w:r>
      <w:r w:rsidR="00530790" w:rsidRPr="005D5566">
        <w:t>et la main tremblante</w:t>
      </w:r>
      <w:r>
        <w:t>.</w:t>
      </w:r>
    </w:p>
    <w:p w14:paraId="42EF3945" w14:textId="77777777" w:rsidR="001C0413" w:rsidRDefault="00530790" w:rsidP="001C0413">
      <w:r w:rsidRPr="005D5566">
        <w:t>La mère était contente de voir cette irritation</w:t>
      </w:r>
      <w:r w:rsidR="001C0413">
        <w:t xml:space="preserve">. </w:t>
      </w:r>
      <w:r w:rsidRPr="005D5566">
        <w:t>Mais la manière d</w:t>
      </w:r>
      <w:r w:rsidR="001C0413">
        <w:t>’</w:t>
      </w:r>
      <w:r w:rsidRPr="005D5566">
        <w:t>agir d</w:t>
      </w:r>
      <w:r w:rsidR="001C0413">
        <w:t>’</w:t>
      </w:r>
      <w:r w:rsidRPr="005D5566">
        <w:t>André ne lui plaisait pas</w:t>
      </w:r>
      <w:r w:rsidR="001C0413">
        <w:t xml:space="preserve">, </w:t>
      </w:r>
      <w:r w:rsidRPr="005D5566">
        <w:t>elle ne s</w:t>
      </w:r>
      <w:r w:rsidR="001C0413">
        <w:t>’</w:t>
      </w:r>
      <w:r w:rsidRPr="005D5566">
        <w:t>accordait pas avec le discours de Pavel</w:t>
      </w:r>
      <w:r w:rsidR="001C0413">
        <w:t xml:space="preserve">. </w:t>
      </w:r>
      <w:r w:rsidRPr="005D5566">
        <w:t>Pélaguée aurait voulu qu</w:t>
      </w:r>
      <w:r w:rsidR="001C0413">
        <w:t>’</w:t>
      </w:r>
      <w:r w:rsidRPr="005D5566">
        <w:t>une discussion sérieuse et grave s</w:t>
      </w:r>
      <w:r w:rsidR="001C0413">
        <w:t>’</w:t>
      </w:r>
      <w:r w:rsidRPr="005D5566">
        <w:t>engageât</w:t>
      </w:r>
      <w:r w:rsidR="001C0413">
        <w:t>.</w:t>
      </w:r>
    </w:p>
    <w:p w14:paraId="1493B33E" w14:textId="77777777" w:rsidR="001C0413" w:rsidRDefault="00530790" w:rsidP="001C0413">
      <w:r w:rsidRPr="005D5566">
        <w:t>Le Petit-Russien regarda le vieillard sans répondre</w:t>
      </w:r>
      <w:r w:rsidR="001C0413">
        <w:t xml:space="preserve">, </w:t>
      </w:r>
      <w:r w:rsidRPr="005D5566">
        <w:t>puis il dit gravement</w:t>
      </w:r>
      <w:r w:rsidR="001C0413">
        <w:t> :</w:t>
      </w:r>
    </w:p>
    <w:p w14:paraId="76FC15BC" w14:textId="77777777" w:rsidR="001C0413" w:rsidRDefault="001C0413" w:rsidP="001C0413">
      <w:r>
        <w:t>— </w:t>
      </w:r>
      <w:r w:rsidR="00530790" w:rsidRPr="005D5566">
        <w:t>De l</w:t>
      </w:r>
      <w:r>
        <w:t>’</w:t>
      </w:r>
      <w:r w:rsidR="00530790" w:rsidRPr="005D5566">
        <w:t>affaire</w:t>
      </w:r>
      <w:r>
        <w:t xml:space="preserve"> ?… </w:t>
      </w:r>
      <w:r w:rsidR="00530790" w:rsidRPr="005D5566">
        <w:t>Pourquoi vous en parlerais-je</w:t>
      </w:r>
      <w:r>
        <w:t xml:space="preserve"> ? </w:t>
      </w:r>
      <w:r w:rsidR="00530790" w:rsidRPr="005D5566">
        <w:t>Mon camarade vous a dit ce que vous deviez savoir</w:t>
      </w:r>
      <w:r>
        <w:t xml:space="preserve">. </w:t>
      </w:r>
      <w:r w:rsidR="00530790" w:rsidRPr="005D5566">
        <w:t>Le reste</w:t>
      </w:r>
      <w:r>
        <w:t xml:space="preserve">, </w:t>
      </w:r>
      <w:r w:rsidR="00530790" w:rsidRPr="005D5566">
        <w:t>d</w:t>
      </w:r>
      <w:r>
        <w:t>’</w:t>
      </w:r>
      <w:r w:rsidR="00530790" w:rsidRPr="005D5566">
        <w:t>autres vous le diront</w:t>
      </w:r>
      <w:r>
        <w:t xml:space="preserve">, </w:t>
      </w:r>
      <w:r w:rsidR="00530790" w:rsidRPr="005D5566">
        <w:t>quand le moment sera venu</w:t>
      </w:r>
      <w:r>
        <w:t>…</w:t>
      </w:r>
    </w:p>
    <w:p w14:paraId="4974B47E" w14:textId="77777777" w:rsidR="001C0413" w:rsidRDefault="00530790" w:rsidP="001C0413">
      <w:r w:rsidRPr="005D5566">
        <w:t>Le petit vieillard se souleva de son siège et déclara</w:t>
      </w:r>
      <w:r w:rsidR="001C0413">
        <w:t> :</w:t>
      </w:r>
    </w:p>
    <w:p w14:paraId="4AB0D5B3" w14:textId="77777777" w:rsidR="001C0413" w:rsidRDefault="001C0413" w:rsidP="001C0413">
      <w:pPr>
        <w:rPr>
          <w:rFonts w:eastAsia="Georgia" w:cs="Georgia"/>
        </w:rPr>
      </w:pPr>
      <w:r>
        <w:t>— </w:t>
      </w:r>
      <w:r w:rsidR="00530790" w:rsidRPr="005D5566">
        <w:t>Je vous retire la parole</w:t>
      </w:r>
      <w:r>
        <w:t xml:space="preserve"> !… </w:t>
      </w:r>
      <w:r w:rsidR="00530790" w:rsidRPr="005D5566">
        <w:t>Grégoire Samoïlov</w:t>
      </w:r>
      <w:r>
        <w:rPr>
          <w:rFonts w:eastAsia="Georgia" w:cs="Georgia"/>
        </w:rPr>
        <w:t>…</w:t>
      </w:r>
    </w:p>
    <w:p w14:paraId="7C8D88E8" w14:textId="77777777" w:rsidR="001C0413" w:rsidRDefault="00530790" w:rsidP="001C0413">
      <w:r w:rsidRPr="005D5566">
        <w:t>Les lèvres serrées avec force</w:t>
      </w:r>
      <w:r w:rsidR="001C0413">
        <w:t xml:space="preserve">, </w:t>
      </w:r>
      <w:r w:rsidRPr="005D5566">
        <w:t>le Petit-Russien se laissa paresseusement tomber sur le banc</w:t>
      </w:r>
      <w:r w:rsidR="001C0413">
        <w:t xml:space="preserve"> ; </w:t>
      </w:r>
      <w:r w:rsidRPr="005D5566">
        <w:t>à côté de lui</w:t>
      </w:r>
      <w:r w:rsidR="001C0413">
        <w:t xml:space="preserve">, </w:t>
      </w:r>
      <w:r w:rsidRPr="005D5566">
        <w:t>Samoïlov se leva en secouant ses boucles</w:t>
      </w:r>
      <w:r w:rsidR="001C0413">
        <w:t>…</w:t>
      </w:r>
    </w:p>
    <w:p w14:paraId="5397DD1A" w14:textId="77777777" w:rsidR="001C0413" w:rsidRDefault="001C0413" w:rsidP="001C0413">
      <w:r>
        <w:t>— </w:t>
      </w:r>
      <w:r w:rsidR="00530790" w:rsidRPr="005D5566">
        <w:t>Le procureur a dit que nous étions des sauvages</w:t>
      </w:r>
      <w:r>
        <w:t xml:space="preserve">, </w:t>
      </w:r>
      <w:r w:rsidR="00530790" w:rsidRPr="005D5566">
        <w:t>des ennemis du progrès</w:t>
      </w:r>
      <w:r>
        <w:t>…</w:t>
      </w:r>
    </w:p>
    <w:p w14:paraId="12792CD6" w14:textId="77777777" w:rsidR="001C0413" w:rsidRDefault="001C0413" w:rsidP="001C0413">
      <w:r>
        <w:t>— </w:t>
      </w:r>
      <w:r w:rsidR="00530790" w:rsidRPr="005D5566">
        <w:t>Ne parlez que de ce qui a trait à votre affaire</w:t>
      </w:r>
      <w:r>
        <w:t> !</w:t>
      </w:r>
    </w:p>
    <w:p w14:paraId="6DAE8B0D" w14:textId="77777777" w:rsidR="001C0413" w:rsidRDefault="001C0413" w:rsidP="001C0413">
      <w:r>
        <w:t>— </w:t>
      </w:r>
      <w:r w:rsidR="00530790" w:rsidRPr="005D5566">
        <w:t>Mais c</w:t>
      </w:r>
      <w:r>
        <w:t>’</w:t>
      </w:r>
      <w:r w:rsidR="00530790" w:rsidRPr="005D5566">
        <w:t>est ce que je fais</w:t>
      </w:r>
      <w:r>
        <w:t xml:space="preserve">… </w:t>
      </w:r>
      <w:r w:rsidR="00530790" w:rsidRPr="005D5566">
        <w:t>Il n</w:t>
      </w:r>
      <w:r>
        <w:t>’</w:t>
      </w:r>
      <w:r w:rsidR="00530790" w:rsidRPr="005D5566">
        <w:t>y a rien dont les honnêtes gens doivent se désintéresser</w:t>
      </w:r>
      <w:r>
        <w:t xml:space="preserve">… </w:t>
      </w:r>
      <w:r w:rsidR="00530790" w:rsidRPr="005D5566">
        <w:t xml:space="preserve">Et je vous prie de ne </w:t>
      </w:r>
      <w:r w:rsidR="00530790" w:rsidRPr="005D5566">
        <w:lastRenderedPageBreak/>
        <w:t>pas m</w:t>
      </w:r>
      <w:r>
        <w:t>’</w:t>
      </w:r>
      <w:r w:rsidR="00530790" w:rsidRPr="005D5566">
        <w:t>interrompre</w:t>
      </w:r>
      <w:r>
        <w:t xml:space="preserve">… </w:t>
      </w:r>
      <w:r w:rsidR="00530790" w:rsidRPr="005D5566">
        <w:t>Je vous le demande</w:t>
      </w:r>
      <w:r>
        <w:t xml:space="preserve"> ; </w:t>
      </w:r>
      <w:r w:rsidR="00530790" w:rsidRPr="005D5566">
        <w:t>quel est donc le degré de votre culture</w:t>
      </w:r>
      <w:r>
        <w:t> ?</w:t>
      </w:r>
    </w:p>
    <w:p w14:paraId="5606907F" w14:textId="77777777" w:rsidR="001C0413" w:rsidRDefault="001C0413" w:rsidP="001C0413">
      <w:r>
        <w:t>— </w:t>
      </w:r>
      <w:r w:rsidR="00530790" w:rsidRPr="005D5566">
        <w:t>Nous ne sommes pas ici pour discuter avec vous</w:t>
      </w:r>
      <w:r>
        <w:t xml:space="preserve"> ! </w:t>
      </w:r>
      <w:r w:rsidR="00530790" w:rsidRPr="005D5566">
        <w:t>Revenons à l</w:t>
      </w:r>
      <w:r>
        <w:t>’</w:t>
      </w:r>
      <w:r w:rsidR="00530790" w:rsidRPr="005D5566">
        <w:t>affaire</w:t>
      </w:r>
      <w:r>
        <w:t xml:space="preserve"> ! </w:t>
      </w:r>
      <w:r w:rsidR="00530790" w:rsidRPr="005D5566">
        <w:t>dit le vieillard en montrant les dents</w:t>
      </w:r>
      <w:r>
        <w:t>.</w:t>
      </w:r>
    </w:p>
    <w:p w14:paraId="08448BB9" w14:textId="77777777" w:rsidR="001C0413" w:rsidRDefault="00530790" w:rsidP="001C0413">
      <w:r w:rsidRPr="005D5566">
        <w:t>Les plaisanteries d</w:t>
      </w:r>
      <w:r w:rsidR="001C0413">
        <w:t>’</w:t>
      </w:r>
      <w:r w:rsidRPr="005D5566">
        <w:t>André avaient visiblement agacé les juges et comme effacé quelque chose en eux</w:t>
      </w:r>
      <w:r w:rsidR="001C0413">
        <w:t xml:space="preserve">. </w:t>
      </w:r>
      <w:r w:rsidRPr="005D5566">
        <w:t>Sur leurs visages gris</w:t>
      </w:r>
      <w:r w:rsidR="001C0413">
        <w:t xml:space="preserve">, </w:t>
      </w:r>
      <w:r w:rsidRPr="005D5566">
        <w:t>des tac</w:t>
      </w:r>
      <w:r w:rsidRPr="00D210FA">
        <w:t>he</w:t>
      </w:r>
      <w:r w:rsidRPr="005D5566">
        <w:t>s rouges apparaissaient et des étincelles froides et vertes brillaient dans leurs yeux</w:t>
      </w:r>
      <w:r w:rsidR="001C0413">
        <w:t xml:space="preserve">. </w:t>
      </w:r>
      <w:r w:rsidRPr="005D5566">
        <w:t>Le discours de Pavel les avait irrités</w:t>
      </w:r>
      <w:r w:rsidR="001C0413">
        <w:t xml:space="preserve">, </w:t>
      </w:r>
      <w:r w:rsidRPr="005D5566">
        <w:t>mais son ton énergique avait réprimé leur colère et forcé leur respect</w:t>
      </w:r>
      <w:r w:rsidR="001C0413">
        <w:t xml:space="preserve">. </w:t>
      </w:r>
      <w:r w:rsidRPr="005D5566">
        <w:t>Le Petit-Russien avait anéanti cette retenue et mis à nu sans effort ce qu</w:t>
      </w:r>
      <w:r w:rsidR="001C0413">
        <w:t>’</w:t>
      </w:r>
      <w:r w:rsidRPr="005D5566">
        <w:t>elle dissimulait</w:t>
      </w:r>
      <w:r w:rsidR="001C0413">
        <w:t xml:space="preserve">. </w:t>
      </w:r>
      <w:r w:rsidRPr="005D5566">
        <w:t>Les traits crispés</w:t>
      </w:r>
      <w:r w:rsidR="001C0413">
        <w:t xml:space="preserve">, </w:t>
      </w:r>
      <w:r w:rsidRPr="005D5566">
        <w:t>ils chuchotaient entre eux</w:t>
      </w:r>
      <w:r w:rsidR="001C0413">
        <w:t xml:space="preserve"> ; </w:t>
      </w:r>
      <w:r w:rsidRPr="005D5566">
        <w:t>leurs gestes devenaient plus précipités et trahissaient leur rage</w:t>
      </w:r>
      <w:r w:rsidR="001C0413">
        <w:t>.</w:t>
      </w:r>
    </w:p>
    <w:p w14:paraId="47FAB6FA" w14:textId="77777777" w:rsidR="001C0413" w:rsidRDefault="001C0413" w:rsidP="001C0413">
      <w:r>
        <w:t>— </w:t>
      </w:r>
      <w:r w:rsidR="00530790" w:rsidRPr="005D5566">
        <w:t>Vous élevez des espions</w:t>
      </w:r>
      <w:r>
        <w:t xml:space="preserve">, </w:t>
      </w:r>
      <w:r w:rsidR="00530790" w:rsidRPr="005D5566">
        <w:t>vous pervertissez les femmes et les jeunes filles</w:t>
      </w:r>
      <w:r>
        <w:t xml:space="preserve">, </w:t>
      </w:r>
      <w:r w:rsidR="00530790" w:rsidRPr="005D5566">
        <w:t>vous placez l</w:t>
      </w:r>
      <w:r>
        <w:t>’</w:t>
      </w:r>
      <w:r w:rsidR="00530790" w:rsidRPr="005D5566">
        <w:t>homme dans la situation d</w:t>
      </w:r>
      <w:r>
        <w:t>’</w:t>
      </w:r>
      <w:r w:rsidR="00530790" w:rsidRPr="005D5566">
        <w:t>un voleur et d</w:t>
      </w:r>
      <w:r>
        <w:t>’</w:t>
      </w:r>
      <w:r w:rsidR="00530790" w:rsidRPr="005D5566">
        <w:t>un assassin</w:t>
      </w:r>
      <w:r>
        <w:t xml:space="preserve">, </w:t>
      </w:r>
      <w:r w:rsidR="00530790" w:rsidRPr="005D5566">
        <w:t>vous l</w:t>
      </w:r>
      <w:r>
        <w:t>’</w:t>
      </w:r>
      <w:r w:rsidR="00530790" w:rsidRPr="005D5566">
        <w:t>empoisonnez avec de l</w:t>
      </w:r>
      <w:r>
        <w:t>’</w:t>
      </w:r>
      <w:r w:rsidR="00530790" w:rsidRPr="005D5566">
        <w:t>eau-de-vie</w:t>
      </w:r>
      <w:r>
        <w:t xml:space="preserve">, </w:t>
      </w:r>
      <w:r w:rsidR="00530790" w:rsidRPr="005D5566">
        <w:t>vous le faites pourrir dans vos prisons</w:t>
      </w:r>
      <w:r>
        <w:t xml:space="preserve">… </w:t>
      </w:r>
      <w:r w:rsidR="00530790" w:rsidRPr="005D5566">
        <w:t>Les guerres internationales</w:t>
      </w:r>
      <w:r>
        <w:t xml:space="preserve">, </w:t>
      </w:r>
      <w:r w:rsidR="00530790" w:rsidRPr="005D5566">
        <w:t>le mensonge</w:t>
      </w:r>
      <w:r>
        <w:t xml:space="preserve">, </w:t>
      </w:r>
      <w:r w:rsidR="00530790" w:rsidRPr="005D5566">
        <w:t>la débauche</w:t>
      </w:r>
      <w:r>
        <w:t xml:space="preserve">, </w:t>
      </w:r>
      <w:r w:rsidR="00530790" w:rsidRPr="005D5566">
        <w:t>l</w:t>
      </w:r>
      <w:r>
        <w:t>’</w:t>
      </w:r>
      <w:r w:rsidR="00530790" w:rsidRPr="005D5566">
        <w:t>abrutissement de toute la nation</w:t>
      </w:r>
      <w:r>
        <w:t xml:space="preserve">, </w:t>
      </w:r>
      <w:r w:rsidR="00530790" w:rsidRPr="005D5566">
        <w:t>voilà votre civilisation</w:t>
      </w:r>
      <w:r>
        <w:t xml:space="preserve"> ! </w:t>
      </w:r>
      <w:r w:rsidR="00530790" w:rsidRPr="005D5566">
        <w:t>Oui</w:t>
      </w:r>
      <w:r>
        <w:t xml:space="preserve">, </w:t>
      </w:r>
      <w:r w:rsidR="00530790" w:rsidRPr="005D5566">
        <w:t>nous sommes les ennemis de cette civilisation-là</w:t>
      </w:r>
      <w:r>
        <w:t> !</w:t>
      </w:r>
    </w:p>
    <w:p w14:paraId="5A6A3C3B" w14:textId="77777777" w:rsidR="001C0413" w:rsidRDefault="001C0413" w:rsidP="001C0413">
      <w:r>
        <w:t>— </w:t>
      </w:r>
      <w:r w:rsidR="00530790" w:rsidRPr="005D5566">
        <w:t>Je vous prie</w:t>
      </w:r>
      <w:r>
        <w:t xml:space="preserve">… </w:t>
      </w:r>
      <w:r w:rsidR="00530790" w:rsidRPr="005D5566">
        <w:t>cria le petit vieillard en hochant le menton</w:t>
      </w:r>
      <w:r>
        <w:t>.</w:t>
      </w:r>
    </w:p>
    <w:p w14:paraId="59B47AF2" w14:textId="77777777" w:rsidR="001C0413" w:rsidRDefault="00530790" w:rsidP="001C0413">
      <w:r w:rsidRPr="005D5566">
        <w:t>Samoïlov</w:t>
      </w:r>
      <w:r w:rsidR="001C0413">
        <w:t xml:space="preserve">, </w:t>
      </w:r>
      <w:r w:rsidRPr="005D5566">
        <w:t>tout rouge</w:t>
      </w:r>
      <w:r w:rsidR="001C0413">
        <w:t xml:space="preserve">, </w:t>
      </w:r>
      <w:r w:rsidRPr="005D5566">
        <w:t>les yeux étincelants</w:t>
      </w:r>
      <w:r w:rsidR="001C0413">
        <w:t xml:space="preserve">, </w:t>
      </w:r>
      <w:r w:rsidRPr="005D5566">
        <w:t>cria encore plus fort que lui</w:t>
      </w:r>
      <w:r w:rsidR="001C0413">
        <w:t>.</w:t>
      </w:r>
    </w:p>
    <w:p w14:paraId="7B1A7981" w14:textId="77777777" w:rsidR="001C0413" w:rsidRDefault="001C0413" w:rsidP="001C0413">
      <w:r>
        <w:t>— </w:t>
      </w:r>
      <w:r w:rsidR="00530790" w:rsidRPr="005D5566">
        <w:t>Mais nous aimons et respectons l</w:t>
      </w:r>
      <w:r>
        <w:t>’</w:t>
      </w:r>
      <w:r w:rsidR="00530790" w:rsidRPr="005D5566">
        <w:t>autre civilisation</w:t>
      </w:r>
      <w:r>
        <w:t xml:space="preserve">, </w:t>
      </w:r>
      <w:r w:rsidR="00530790" w:rsidRPr="005D5566">
        <w:t>celle dont les créateurs ont été mis en prison ou rendus fous par vous</w:t>
      </w:r>
      <w:r>
        <w:t>…</w:t>
      </w:r>
    </w:p>
    <w:p w14:paraId="3A9056AF" w14:textId="77777777" w:rsidR="001C0413" w:rsidRDefault="001C0413" w:rsidP="001C0413">
      <w:r>
        <w:t>— </w:t>
      </w:r>
      <w:r w:rsidR="00530790" w:rsidRPr="005D5566">
        <w:t>Je vous retire la parole</w:t>
      </w:r>
      <w:r>
        <w:t xml:space="preserve"> !… </w:t>
      </w:r>
      <w:r w:rsidR="00530790" w:rsidRPr="005D5566">
        <w:t>Fédia Mazine</w:t>
      </w:r>
      <w:r>
        <w:t> !</w:t>
      </w:r>
    </w:p>
    <w:p w14:paraId="7A623C22" w14:textId="77777777" w:rsidR="001C0413" w:rsidRDefault="00530790" w:rsidP="001C0413">
      <w:r w:rsidRPr="005D5566">
        <w:lastRenderedPageBreak/>
        <w:t>Le petit jeune homme se leva brusquement</w:t>
      </w:r>
      <w:r w:rsidR="001C0413">
        <w:t xml:space="preserve">, </w:t>
      </w:r>
      <w:r w:rsidRPr="005D5566">
        <w:t>comme une alêne sortant d</w:t>
      </w:r>
      <w:r w:rsidR="001C0413">
        <w:t>’</w:t>
      </w:r>
      <w:r w:rsidRPr="005D5566">
        <w:t>un trou</w:t>
      </w:r>
      <w:r w:rsidR="001C0413">
        <w:t xml:space="preserve">, </w:t>
      </w:r>
      <w:r w:rsidRPr="005D5566">
        <w:t>et s</w:t>
      </w:r>
      <w:r w:rsidR="001C0413">
        <w:t>’</w:t>
      </w:r>
      <w:r w:rsidRPr="005D5566">
        <w:t>écria d</w:t>
      </w:r>
      <w:r w:rsidR="001C0413">
        <w:t>’</w:t>
      </w:r>
      <w:r w:rsidRPr="005D5566">
        <w:t>une voix saccadée</w:t>
      </w:r>
      <w:r w:rsidR="001C0413">
        <w:t> :</w:t>
      </w:r>
    </w:p>
    <w:p w14:paraId="0089DA95" w14:textId="77777777" w:rsidR="001C0413" w:rsidRDefault="001C0413" w:rsidP="001C0413">
      <w:r>
        <w:t>— </w:t>
      </w:r>
      <w:r w:rsidR="00530790" w:rsidRPr="005D5566">
        <w:t>Je</w:t>
      </w:r>
      <w:r>
        <w:t xml:space="preserve">… </w:t>
      </w:r>
      <w:r w:rsidR="00530790" w:rsidRPr="005D5566">
        <w:t>je le jure</w:t>
      </w:r>
      <w:r>
        <w:t xml:space="preserve"> !… </w:t>
      </w:r>
      <w:r w:rsidR="00530790" w:rsidRPr="005D5566">
        <w:t>je le sais</w:t>
      </w:r>
      <w:r>
        <w:t xml:space="preserve">, </w:t>
      </w:r>
      <w:r w:rsidR="00530790" w:rsidRPr="005D5566">
        <w:t>vous me condamnerez</w:t>
      </w:r>
      <w:r>
        <w:t>…</w:t>
      </w:r>
    </w:p>
    <w:p w14:paraId="02635D7E" w14:textId="77777777" w:rsidR="001C0413" w:rsidRDefault="00530790" w:rsidP="001C0413">
      <w:r w:rsidRPr="005D5566">
        <w:t>Il suffoqua et pâlit</w:t>
      </w:r>
      <w:r w:rsidR="001C0413">
        <w:t xml:space="preserve"> ; </w:t>
      </w:r>
      <w:r w:rsidRPr="005D5566">
        <w:t>on ne voyait plus que les yeux sur son visage</w:t>
      </w:r>
      <w:r w:rsidR="001C0413">
        <w:t xml:space="preserve"> ; </w:t>
      </w:r>
      <w:r w:rsidRPr="005D5566">
        <w:t>il ajouta</w:t>
      </w:r>
      <w:r w:rsidR="001C0413">
        <w:t xml:space="preserve">, </w:t>
      </w:r>
      <w:r w:rsidRPr="005D5566">
        <w:t>le bras tendu</w:t>
      </w:r>
      <w:r w:rsidR="001C0413">
        <w:t> :</w:t>
      </w:r>
    </w:p>
    <w:p w14:paraId="4693B551" w14:textId="77777777" w:rsidR="001C0413" w:rsidRDefault="001C0413" w:rsidP="001C0413">
      <w:r>
        <w:t>— </w:t>
      </w:r>
      <w:r w:rsidR="00530790" w:rsidRPr="005D5566">
        <w:t>Parole d</w:t>
      </w:r>
      <w:r>
        <w:t>’</w:t>
      </w:r>
      <w:r w:rsidR="00530790" w:rsidRPr="005D5566">
        <w:t>honneur</w:t>
      </w:r>
      <w:r>
        <w:t xml:space="preserve"> ! </w:t>
      </w:r>
      <w:r w:rsidR="00530790" w:rsidRPr="005D5566">
        <w:t>Envoyez-moi où vous voudrez</w:t>
      </w:r>
      <w:r>
        <w:t xml:space="preserve">, </w:t>
      </w:r>
      <w:r w:rsidR="00530790" w:rsidRPr="005D5566">
        <w:t>je m</w:t>
      </w:r>
      <w:r>
        <w:t>’</w:t>
      </w:r>
      <w:r w:rsidR="00530790" w:rsidRPr="005D5566">
        <w:t>enfuirai</w:t>
      </w:r>
      <w:r>
        <w:t xml:space="preserve"> ! </w:t>
      </w:r>
      <w:r w:rsidR="00530790" w:rsidRPr="005D5566">
        <w:t>je reviendrai</w:t>
      </w:r>
      <w:r>
        <w:t xml:space="preserve">… </w:t>
      </w:r>
      <w:r w:rsidR="00530790" w:rsidRPr="005D5566">
        <w:t>je travaillerai toujours à la cause du peuple</w:t>
      </w:r>
      <w:r>
        <w:t xml:space="preserve">… </w:t>
      </w:r>
      <w:r w:rsidR="00530790" w:rsidRPr="005D5566">
        <w:t>pour la liberté du pays</w:t>
      </w:r>
      <w:r>
        <w:t xml:space="preserve">… </w:t>
      </w:r>
      <w:r w:rsidR="00530790" w:rsidRPr="005D5566">
        <w:t>toute ma vie</w:t>
      </w:r>
      <w:r>
        <w:t xml:space="preserve"> ! </w:t>
      </w:r>
      <w:r w:rsidR="00530790" w:rsidRPr="005D5566">
        <w:t>Parole d</w:t>
      </w:r>
      <w:r>
        <w:t>’</w:t>
      </w:r>
      <w:r w:rsidR="00530790" w:rsidRPr="005D5566">
        <w:t>honneur</w:t>
      </w:r>
      <w:r>
        <w:t> !…</w:t>
      </w:r>
    </w:p>
    <w:p w14:paraId="2C27934C" w14:textId="77777777" w:rsidR="001C0413" w:rsidRDefault="00530790" w:rsidP="001C0413">
      <w:r w:rsidRPr="005D5566">
        <w:t>Sizov poussa un petit cri</w:t>
      </w:r>
      <w:r w:rsidR="001C0413">
        <w:t xml:space="preserve">. </w:t>
      </w:r>
      <w:r w:rsidRPr="005D5566">
        <w:t>Tous les assistants</w:t>
      </w:r>
      <w:r w:rsidR="001C0413">
        <w:t xml:space="preserve">, </w:t>
      </w:r>
      <w:r w:rsidRPr="005D5566">
        <w:t>soulevés par une vague d</w:t>
      </w:r>
      <w:r w:rsidR="001C0413">
        <w:t>’</w:t>
      </w:r>
      <w:r w:rsidRPr="005D5566">
        <w:t>excitation</w:t>
      </w:r>
      <w:r w:rsidR="001C0413">
        <w:t xml:space="preserve">, </w:t>
      </w:r>
      <w:r w:rsidRPr="005D5566">
        <w:t>remuaient avec un bruit sourd et étrange</w:t>
      </w:r>
      <w:r w:rsidR="001C0413">
        <w:t xml:space="preserve">. </w:t>
      </w:r>
      <w:r w:rsidRPr="005D5566">
        <w:t>Une femme pleurait</w:t>
      </w:r>
      <w:r w:rsidR="001C0413">
        <w:t xml:space="preserve"> ; </w:t>
      </w:r>
      <w:r w:rsidRPr="005D5566">
        <w:t>quelqu</w:t>
      </w:r>
      <w:r w:rsidR="001C0413">
        <w:t>’</w:t>
      </w:r>
      <w:r w:rsidRPr="005D5566">
        <w:t>un toussait et suffoquait</w:t>
      </w:r>
      <w:r w:rsidR="001C0413">
        <w:t xml:space="preserve">. </w:t>
      </w:r>
      <w:r w:rsidRPr="005D5566">
        <w:t>Les gendarmes considéraient les prévenus avec un étonnement stupide et jetaient des coups d</w:t>
      </w:r>
      <w:r w:rsidR="001C0413">
        <w:t>’</w:t>
      </w:r>
      <w:r w:rsidRPr="005D5566">
        <w:t>œil furieux sur la foule</w:t>
      </w:r>
      <w:r w:rsidR="001C0413">
        <w:t xml:space="preserve">. </w:t>
      </w:r>
      <w:r w:rsidRPr="005D5566">
        <w:t>Les juges se démenèrent</w:t>
      </w:r>
      <w:r w:rsidR="001C0413">
        <w:t xml:space="preserve">, </w:t>
      </w:r>
      <w:r w:rsidRPr="005D5566">
        <w:t>le vieillard cria</w:t>
      </w:r>
      <w:r w:rsidR="001C0413">
        <w:t> :</w:t>
      </w:r>
    </w:p>
    <w:p w14:paraId="189423FB" w14:textId="77777777" w:rsidR="001C0413" w:rsidRDefault="001C0413" w:rsidP="001C0413">
      <w:r>
        <w:t>— </w:t>
      </w:r>
      <w:r w:rsidR="00530790" w:rsidRPr="005D5566">
        <w:t>Goussev Ivan</w:t>
      </w:r>
      <w:r>
        <w:t> !</w:t>
      </w:r>
    </w:p>
    <w:p w14:paraId="3F4DA3B5" w14:textId="77777777" w:rsidR="001C0413" w:rsidRDefault="001C0413" w:rsidP="001C0413">
      <w:r>
        <w:t>— </w:t>
      </w:r>
      <w:r w:rsidR="00530790" w:rsidRPr="005D5566">
        <w:t>Je ne parlerai pas</w:t>
      </w:r>
      <w:r>
        <w:t> !</w:t>
      </w:r>
    </w:p>
    <w:p w14:paraId="0ABCDF74" w14:textId="77777777" w:rsidR="001C0413" w:rsidRDefault="001C0413" w:rsidP="001C0413">
      <w:r>
        <w:t>— </w:t>
      </w:r>
      <w:r w:rsidR="00530790" w:rsidRPr="005D5566">
        <w:t>Goussev Vassili</w:t>
      </w:r>
      <w:r>
        <w:t> !</w:t>
      </w:r>
    </w:p>
    <w:p w14:paraId="2CF5CD5F" w14:textId="77777777" w:rsidR="001C0413" w:rsidRDefault="001C0413" w:rsidP="001C0413">
      <w:r>
        <w:t>— </w:t>
      </w:r>
      <w:r w:rsidR="00530790" w:rsidRPr="005D5566">
        <w:t>Je ne veux pas parler</w:t>
      </w:r>
      <w:r>
        <w:t> !</w:t>
      </w:r>
    </w:p>
    <w:p w14:paraId="3127A5E5" w14:textId="77777777" w:rsidR="001C0413" w:rsidRDefault="001C0413" w:rsidP="001C0413">
      <w:r>
        <w:t>— </w:t>
      </w:r>
      <w:r w:rsidR="00530790" w:rsidRPr="005D5566">
        <w:t>Boukine Sédor</w:t>
      </w:r>
      <w:r>
        <w:t> !</w:t>
      </w:r>
    </w:p>
    <w:p w14:paraId="72144121" w14:textId="77777777" w:rsidR="001C0413" w:rsidRDefault="00530790" w:rsidP="001C0413">
      <w:r w:rsidRPr="005D5566">
        <w:t>Blond et comme décoloré</w:t>
      </w:r>
      <w:r w:rsidR="001C0413">
        <w:t xml:space="preserve">, </w:t>
      </w:r>
      <w:r w:rsidRPr="005D5566">
        <w:t>il se leva lourdement et dit avec lenteur en secouant la tête</w:t>
      </w:r>
      <w:r w:rsidR="001C0413">
        <w:t> :</w:t>
      </w:r>
    </w:p>
    <w:p w14:paraId="1DE7EDE1" w14:textId="77777777" w:rsidR="001C0413" w:rsidRDefault="001C0413" w:rsidP="001C0413">
      <w:r>
        <w:t>— </w:t>
      </w:r>
      <w:r w:rsidR="00530790" w:rsidRPr="005D5566">
        <w:t>Vous devriez avoir honte</w:t>
      </w:r>
      <w:r>
        <w:t xml:space="preserve"> !… </w:t>
      </w:r>
      <w:r w:rsidR="00530790" w:rsidRPr="005D5566">
        <w:t>Moi qui ne suis qu</w:t>
      </w:r>
      <w:r>
        <w:t>’</w:t>
      </w:r>
      <w:r w:rsidR="00530790" w:rsidRPr="005D5566">
        <w:t>un homme ignorant</w:t>
      </w:r>
      <w:r>
        <w:t xml:space="preserve">, </w:t>
      </w:r>
      <w:r w:rsidR="00530790" w:rsidRPr="005D5566">
        <w:t>je comprends pourtant ce que c</w:t>
      </w:r>
      <w:r>
        <w:t>’</w:t>
      </w:r>
      <w:r w:rsidR="00530790" w:rsidRPr="005D5566">
        <w:t>est que la justice</w:t>
      </w:r>
      <w:r>
        <w:t> !</w:t>
      </w:r>
    </w:p>
    <w:p w14:paraId="6A24BE46" w14:textId="77777777" w:rsidR="001C0413" w:rsidRDefault="00530790" w:rsidP="001C0413">
      <w:r w:rsidRPr="005D5566">
        <w:lastRenderedPageBreak/>
        <w:t>Il leva le bras au-dessus de sa tête et se tut</w:t>
      </w:r>
      <w:r w:rsidR="001C0413">
        <w:t xml:space="preserve">, </w:t>
      </w:r>
      <w:r w:rsidRPr="005D5566">
        <w:t>les paupières à demi baissées</w:t>
      </w:r>
      <w:r w:rsidR="001C0413">
        <w:t xml:space="preserve">, </w:t>
      </w:r>
      <w:r w:rsidRPr="005D5566">
        <w:t>comme s</w:t>
      </w:r>
      <w:r w:rsidR="001C0413">
        <w:t>’</w:t>
      </w:r>
      <w:r w:rsidRPr="005D5566">
        <w:t>il regardait quelque chose au loin</w:t>
      </w:r>
      <w:r w:rsidR="001C0413">
        <w:t>.</w:t>
      </w:r>
    </w:p>
    <w:p w14:paraId="28075347" w14:textId="77777777" w:rsidR="001C0413" w:rsidRDefault="001C0413" w:rsidP="001C0413">
      <w:r>
        <w:t>— </w:t>
      </w:r>
      <w:r w:rsidR="00530790" w:rsidRPr="005D5566">
        <w:t>Que dites-vous</w:t>
      </w:r>
      <w:r>
        <w:t xml:space="preserve"> ? </w:t>
      </w:r>
      <w:r w:rsidR="00530790" w:rsidRPr="005D5566">
        <w:t>s</w:t>
      </w:r>
      <w:r>
        <w:t>’</w:t>
      </w:r>
      <w:r w:rsidR="00530790" w:rsidRPr="005D5566">
        <w:t>écria le vieillard avec un étonnement exaspéré</w:t>
      </w:r>
      <w:r>
        <w:t xml:space="preserve">, </w:t>
      </w:r>
      <w:r w:rsidR="00530790" w:rsidRPr="005D5566">
        <w:t>et en s</w:t>
      </w:r>
      <w:r>
        <w:t>’</w:t>
      </w:r>
      <w:r w:rsidR="00530790" w:rsidRPr="005D5566">
        <w:t>adossant au fauteuil</w:t>
      </w:r>
      <w:r>
        <w:t>.</w:t>
      </w:r>
    </w:p>
    <w:p w14:paraId="2D1B47E3" w14:textId="77777777" w:rsidR="001C0413" w:rsidRDefault="001C0413" w:rsidP="001C0413">
      <w:r>
        <w:t>— </w:t>
      </w:r>
      <w:r w:rsidR="00530790" w:rsidRPr="005D5566">
        <w:t>Ah</w:t>
      </w:r>
      <w:r>
        <w:t xml:space="preserve"> ! </w:t>
      </w:r>
      <w:r w:rsidR="00530790" w:rsidRPr="005D5566">
        <w:t>vous</w:t>
      </w:r>
      <w:r>
        <w:t>…</w:t>
      </w:r>
    </w:p>
    <w:p w14:paraId="72DB35B1" w14:textId="77777777" w:rsidR="001C0413" w:rsidRDefault="00530790" w:rsidP="001C0413">
      <w:r w:rsidRPr="005D5566">
        <w:t>Boukine se laissa tomber sur le banc d</w:t>
      </w:r>
      <w:r w:rsidR="001C0413">
        <w:t>’</w:t>
      </w:r>
      <w:r w:rsidRPr="005D5566">
        <w:t>un air morne</w:t>
      </w:r>
      <w:r w:rsidR="001C0413">
        <w:t xml:space="preserve">. </w:t>
      </w:r>
      <w:r w:rsidRPr="005D5566">
        <w:t>Il y avait dans ses paroles dénuées de sens</w:t>
      </w:r>
      <w:r w:rsidR="001C0413">
        <w:t xml:space="preserve">, </w:t>
      </w:r>
      <w:r w:rsidRPr="005D5566">
        <w:t>quelque chose d</w:t>
      </w:r>
      <w:r w:rsidR="001C0413">
        <w:t>’</w:t>
      </w:r>
      <w:r w:rsidRPr="005D5566">
        <w:t>immense et d</w:t>
      </w:r>
      <w:r w:rsidR="001C0413">
        <w:t>’</w:t>
      </w:r>
      <w:r w:rsidRPr="005D5566">
        <w:t>important en même temps qu</w:t>
      </w:r>
      <w:r w:rsidR="001C0413">
        <w:t>’</w:t>
      </w:r>
      <w:r w:rsidRPr="005D5566">
        <w:t>un blâme attristé et naïf</w:t>
      </w:r>
      <w:r w:rsidR="001C0413">
        <w:t xml:space="preserve">. </w:t>
      </w:r>
      <w:r w:rsidRPr="005D5566">
        <w:t>Tout le monde en eut l</w:t>
      </w:r>
      <w:r w:rsidR="001C0413">
        <w:t>’</w:t>
      </w:r>
      <w:r w:rsidRPr="005D5566">
        <w:t>impression</w:t>
      </w:r>
      <w:r w:rsidR="001C0413">
        <w:t xml:space="preserve">, </w:t>
      </w:r>
      <w:r w:rsidRPr="005D5566">
        <w:t>les juges eux-mêmes prêtèrent l</w:t>
      </w:r>
      <w:r w:rsidR="001C0413">
        <w:t>’</w:t>
      </w:r>
      <w:r w:rsidRPr="005D5566">
        <w:t>oreille</w:t>
      </w:r>
      <w:r w:rsidR="001C0413">
        <w:t xml:space="preserve">, </w:t>
      </w:r>
      <w:r w:rsidRPr="005D5566">
        <w:t>comme pour saisir un écho plus net que ce discours</w:t>
      </w:r>
      <w:r w:rsidR="001C0413">
        <w:t xml:space="preserve">. </w:t>
      </w:r>
      <w:r w:rsidRPr="005D5566">
        <w:t>Dans les bancs réservés au public</w:t>
      </w:r>
      <w:r w:rsidR="001C0413">
        <w:t xml:space="preserve">, </w:t>
      </w:r>
      <w:r w:rsidRPr="005D5566">
        <w:t>tout se tut</w:t>
      </w:r>
      <w:r w:rsidR="001C0413">
        <w:t xml:space="preserve">, </w:t>
      </w:r>
      <w:r w:rsidRPr="005D5566">
        <w:t>on n</w:t>
      </w:r>
      <w:r w:rsidR="001C0413">
        <w:t>’</w:t>
      </w:r>
      <w:r w:rsidRPr="005D5566">
        <w:t>entendit vibrer qu</w:t>
      </w:r>
      <w:r w:rsidR="001C0413">
        <w:t>’</w:t>
      </w:r>
      <w:r w:rsidRPr="005D5566">
        <w:t>un léger bruit de pleurs</w:t>
      </w:r>
      <w:r w:rsidR="001C0413">
        <w:t xml:space="preserve">. </w:t>
      </w:r>
      <w:r w:rsidRPr="005D5566">
        <w:t>Puis le procureur sourit en haussant les épaules</w:t>
      </w:r>
      <w:r w:rsidR="001C0413">
        <w:t xml:space="preserve"> ; </w:t>
      </w:r>
      <w:r w:rsidRPr="005D5566">
        <w:t>le maréchal de la noblesse toussa</w:t>
      </w:r>
      <w:r w:rsidR="001C0413">
        <w:t xml:space="preserve"> ; </w:t>
      </w:r>
      <w:r w:rsidRPr="005D5566">
        <w:t>de nouveau des chuchotements résonnèrent dans la salle et s</w:t>
      </w:r>
      <w:r w:rsidR="001C0413">
        <w:t>’</w:t>
      </w:r>
      <w:r w:rsidRPr="005D5566">
        <w:t>élevèrent en serpentant</w:t>
      </w:r>
      <w:r w:rsidR="001C0413">
        <w:t>.</w:t>
      </w:r>
    </w:p>
    <w:p w14:paraId="644760EC" w14:textId="77777777" w:rsidR="001C0413" w:rsidRDefault="00530790" w:rsidP="001C0413">
      <w:r w:rsidRPr="005D5566">
        <w:t>La mère se pencha vers Sizov et lui demanda</w:t>
      </w:r>
      <w:r w:rsidR="001C0413">
        <w:t> :</w:t>
      </w:r>
    </w:p>
    <w:p w14:paraId="362AA0FE" w14:textId="77777777" w:rsidR="001C0413" w:rsidRDefault="001C0413" w:rsidP="001C0413">
      <w:r>
        <w:t>— </w:t>
      </w:r>
      <w:r w:rsidR="00530790" w:rsidRPr="005D5566">
        <w:t>Les juges parleront-ils</w:t>
      </w:r>
      <w:r>
        <w:t> ?</w:t>
      </w:r>
    </w:p>
    <w:p w14:paraId="68574990" w14:textId="77777777" w:rsidR="001C0413" w:rsidRDefault="001C0413" w:rsidP="001C0413">
      <w:r>
        <w:t>— </w:t>
      </w:r>
      <w:r w:rsidR="00530790" w:rsidRPr="005D5566">
        <w:t>Non</w:t>
      </w:r>
      <w:r>
        <w:t xml:space="preserve">… </w:t>
      </w:r>
      <w:r w:rsidR="00530790" w:rsidRPr="005D5566">
        <w:t>tout est fini</w:t>
      </w:r>
      <w:r>
        <w:t xml:space="preserve">… </w:t>
      </w:r>
      <w:r w:rsidR="00530790" w:rsidRPr="005D5566">
        <w:t>il faut encore rendre le verdict</w:t>
      </w:r>
      <w:r>
        <w:t>.</w:t>
      </w:r>
    </w:p>
    <w:p w14:paraId="697AF823" w14:textId="77777777" w:rsidR="001C0413" w:rsidRDefault="001C0413" w:rsidP="001C0413">
      <w:r>
        <w:t>— </w:t>
      </w:r>
      <w:r w:rsidR="00530790" w:rsidRPr="005D5566">
        <w:t>Plus rien d</w:t>
      </w:r>
      <w:r>
        <w:t>’</w:t>
      </w:r>
      <w:r w:rsidR="00530790" w:rsidRPr="005D5566">
        <w:t>autre</w:t>
      </w:r>
      <w:r>
        <w:t> ?</w:t>
      </w:r>
    </w:p>
    <w:p w14:paraId="45A129F6" w14:textId="77777777" w:rsidR="001C0413" w:rsidRDefault="001C0413" w:rsidP="001C0413">
      <w:r>
        <w:t>— </w:t>
      </w:r>
      <w:r w:rsidR="00530790" w:rsidRPr="005D5566">
        <w:t>Non</w:t>
      </w:r>
      <w:r>
        <w:t> !</w:t>
      </w:r>
    </w:p>
    <w:p w14:paraId="1B10EF72" w14:textId="77777777" w:rsidR="001C0413" w:rsidRDefault="00530790" w:rsidP="001C0413">
      <w:r w:rsidRPr="005D5566">
        <w:t>Elle ne le crut pas</w:t>
      </w:r>
      <w:r w:rsidR="001C0413">
        <w:t xml:space="preserve">. </w:t>
      </w:r>
      <w:r w:rsidRPr="005D5566">
        <w:t>La mère de Samoïlov s</w:t>
      </w:r>
      <w:r w:rsidR="001C0413">
        <w:t>’</w:t>
      </w:r>
      <w:r w:rsidRPr="005D5566">
        <w:t>agitait anxieusement sur le banc</w:t>
      </w:r>
      <w:r w:rsidR="001C0413">
        <w:t xml:space="preserve">, </w:t>
      </w:r>
      <w:r w:rsidRPr="005D5566">
        <w:t>poussant Pélaguée du coude et de l</w:t>
      </w:r>
      <w:r w:rsidR="001C0413">
        <w:t>’</w:t>
      </w:r>
      <w:r w:rsidRPr="005D5566">
        <w:t>épaule</w:t>
      </w:r>
      <w:r w:rsidR="001C0413">
        <w:t xml:space="preserve">, </w:t>
      </w:r>
      <w:r w:rsidRPr="005D5566">
        <w:t>et demandant à voix basse à son mari</w:t>
      </w:r>
      <w:r w:rsidR="001C0413">
        <w:t> :</w:t>
      </w:r>
    </w:p>
    <w:p w14:paraId="74D66FD2" w14:textId="77777777" w:rsidR="001C0413" w:rsidRDefault="001C0413" w:rsidP="001C0413">
      <w:r>
        <w:t>— </w:t>
      </w:r>
      <w:r w:rsidR="00530790" w:rsidRPr="005D5566">
        <w:t>Mais comment</w:t>
      </w:r>
      <w:r>
        <w:t xml:space="preserve"> ! </w:t>
      </w:r>
      <w:r w:rsidR="00530790" w:rsidRPr="005D5566">
        <w:t>Est-ce possible</w:t>
      </w:r>
      <w:r>
        <w:t> ?</w:t>
      </w:r>
    </w:p>
    <w:p w14:paraId="71677284" w14:textId="77777777" w:rsidR="001C0413" w:rsidRDefault="001C0413" w:rsidP="001C0413">
      <w:r>
        <w:t>— </w:t>
      </w:r>
      <w:r w:rsidR="00530790" w:rsidRPr="005D5566">
        <w:t>Tu le vois</w:t>
      </w:r>
      <w:r>
        <w:t> !</w:t>
      </w:r>
    </w:p>
    <w:p w14:paraId="4C080F1A" w14:textId="77777777" w:rsidR="001C0413" w:rsidRDefault="001C0413" w:rsidP="001C0413">
      <w:r>
        <w:t>— </w:t>
      </w:r>
      <w:r w:rsidR="00530790" w:rsidRPr="005D5566">
        <w:t>Qu</w:t>
      </w:r>
      <w:r>
        <w:t>’</w:t>
      </w:r>
      <w:r w:rsidR="00530790" w:rsidRPr="005D5566">
        <w:t>est-ce qu</w:t>
      </w:r>
      <w:r>
        <w:t>’</w:t>
      </w:r>
      <w:r w:rsidR="00530790" w:rsidRPr="005D5566">
        <w:t>on lui fera</w:t>
      </w:r>
      <w:r>
        <w:t xml:space="preserve">, </w:t>
      </w:r>
      <w:r w:rsidR="00530790" w:rsidRPr="005D5566">
        <w:t>à notre fils</w:t>
      </w:r>
      <w:r>
        <w:t> ?</w:t>
      </w:r>
    </w:p>
    <w:p w14:paraId="42F68BCE" w14:textId="77777777" w:rsidR="001C0413" w:rsidRDefault="001C0413" w:rsidP="001C0413">
      <w:r>
        <w:lastRenderedPageBreak/>
        <w:t>— </w:t>
      </w:r>
      <w:r w:rsidR="00530790" w:rsidRPr="005D5566">
        <w:t>Tais-toi</w:t>
      </w:r>
      <w:r>
        <w:t xml:space="preserve">… </w:t>
      </w:r>
      <w:r w:rsidR="00530790" w:rsidRPr="005D5566">
        <w:t>laisse-moi</w:t>
      </w:r>
      <w:r>
        <w:t>…</w:t>
      </w:r>
    </w:p>
    <w:p w14:paraId="42A20F81" w14:textId="77777777" w:rsidR="001C0413" w:rsidRDefault="00530790" w:rsidP="001C0413">
      <w:r w:rsidRPr="005D5566">
        <w:t>On sentait que</w:t>
      </w:r>
      <w:r w:rsidR="001C0413">
        <w:t xml:space="preserve">, </w:t>
      </w:r>
      <w:r w:rsidRPr="005D5566">
        <w:t>dans le public</w:t>
      </w:r>
      <w:r w:rsidR="001C0413">
        <w:t xml:space="preserve">, </w:t>
      </w:r>
      <w:r w:rsidRPr="005D5566">
        <w:t>il y avait quelque chose de brisé</w:t>
      </w:r>
      <w:r w:rsidR="001C0413">
        <w:t xml:space="preserve">, </w:t>
      </w:r>
      <w:r w:rsidRPr="005D5566">
        <w:t>d</w:t>
      </w:r>
      <w:r w:rsidR="001C0413">
        <w:t>’</w:t>
      </w:r>
      <w:r w:rsidRPr="005D5566">
        <w:t>anéanti</w:t>
      </w:r>
      <w:r w:rsidR="001C0413">
        <w:t xml:space="preserve">, </w:t>
      </w:r>
      <w:r w:rsidRPr="005D5566">
        <w:t>de changé</w:t>
      </w:r>
      <w:r w:rsidR="001C0413">
        <w:t xml:space="preserve">. </w:t>
      </w:r>
      <w:r w:rsidRPr="005D5566">
        <w:t>Les yeux aveugles cillaient comme si un foyer ardent s</w:t>
      </w:r>
      <w:r w:rsidR="001C0413">
        <w:t>’</w:t>
      </w:r>
      <w:r w:rsidRPr="005D5566">
        <w:t>était enflammé devant eux</w:t>
      </w:r>
      <w:r w:rsidR="001C0413">
        <w:t xml:space="preserve">. </w:t>
      </w:r>
      <w:r w:rsidRPr="005D5566">
        <w:t>Sans comprendre le grand sentiment qui venait de naître en eux brusquement</w:t>
      </w:r>
      <w:r w:rsidR="001C0413">
        <w:t xml:space="preserve">, </w:t>
      </w:r>
      <w:r w:rsidRPr="005D5566">
        <w:t>les curieux se hâtaient de le fragmenter en sensations évidentes</w:t>
      </w:r>
      <w:r w:rsidR="001C0413">
        <w:t xml:space="preserve">, </w:t>
      </w:r>
      <w:r w:rsidRPr="005D5566">
        <w:t>accessibles et futiles</w:t>
      </w:r>
      <w:r w:rsidR="001C0413">
        <w:t xml:space="preserve">. </w:t>
      </w:r>
      <w:r w:rsidRPr="005D5566">
        <w:t>Le frère de Boukine disait à mi-voix</w:t>
      </w:r>
      <w:r w:rsidR="001C0413">
        <w:t xml:space="preserve">, </w:t>
      </w:r>
      <w:r w:rsidRPr="005D5566">
        <w:t>sans se gêner</w:t>
      </w:r>
      <w:r w:rsidR="001C0413">
        <w:t> :</w:t>
      </w:r>
    </w:p>
    <w:p w14:paraId="656D3782" w14:textId="77777777" w:rsidR="001C0413" w:rsidRDefault="001C0413" w:rsidP="001C0413">
      <w:r>
        <w:t>— </w:t>
      </w:r>
      <w:r w:rsidR="00530790" w:rsidRPr="005D5566">
        <w:t>Pardon</w:t>
      </w:r>
      <w:r>
        <w:t xml:space="preserve"> !… </w:t>
      </w:r>
      <w:r w:rsidR="00530790" w:rsidRPr="005D5566">
        <w:t>Pourquoi ne les laisse-t-on pas parler</w:t>
      </w:r>
      <w:r>
        <w:t xml:space="preserve"> ? </w:t>
      </w:r>
      <w:r w:rsidR="00530790" w:rsidRPr="005D5566">
        <w:t>Le procureur a dit tout ce qu</w:t>
      </w:r>
      <w:r>
        <w:t>’</w:t>
      </w:r>
      <w:r w:rsidR="00530790" w:rsidRPr="005D5566">
        <w:t>il a voulu</w:t>
      </w:r>
      <w:r>
        <w:t xml:space="preserve">, </w:t>
      </w:r>
      <w:r w:rsidR="00530790" w:rsidRPr="005D5566">
        <w:t>aussi longtemps qu</w:t>
      </w:r>
      <w:r>
        <w:t>’</w:t>
      </w:r>
      <w:r w:rsidR="00530790" w:rsidRPr="005D5566">
        <w:t>il a voulu</w:t>
      </w:r>
      <w:r>
        <w:t> !</w:t>
      </w:r>
    </w:p>
    <w:p w14:paraId="11261E13" w14:textId="77777777" w:rsidR="001C0413" w:rsidRDefault="00530790" w:rsidP="001C0413">
      <w:r w:rsidRPr="005D5566">
        <w:t>Près du banc se tenait un factionnaire</w:t>
      </w:r>
      <w:r w:rsidR="001C0413">
        <w:t xml:space="preserve">, </w:t>
      </w:r>
      <w:r w:rsidRPr="005D5566">
        <w:t>qui murmurait en agitant le bras</w:t>
      </w:r>
      <w:r w:rsidR="001C0413">
        <w:t> !</w:t>
      </w:r>
    </w:p>
    <w:p w14:paraId="3AF04CAC" w14:textId="77777777" w:rsidR="001C0413" w:rsidRDefault="001C0413" w:rsidP="001C0413">
      <w:r>
        <w:t>— </w:t>
      </w:r>
      <w:r w:rsidR="00530790" w:rsidRPr="005D5566">
        <w:t>Silence</w:t>
      </w:r>
      <w:r>
        <w:t xml:space="preserve"> ! </w:t>
      </w:r>
      <w:r w:rsidR="00530790" w:rsidRPr="005D5566">
        <w:t>Silence</w:t>
      </w:r>
      <w:r>
        <w:t> !</w:t>
      </w:r>
    </w:p>
    <w:p w14:paraId="136D3313" w14:textId="77777777" w:rsidR="001C0413" w:rsidRDefault="00530790" w:rsidP="001C0413">
      <w:r w:rsidRPr="005D5566">
        <w:t>Le père Samoïlov se rejeta en arrière</w:t>
      </w:r>
      <w:r w:rsidR="001C0413">
        <w:t xml:space="preserve">, </w:t>
      </w:r>
      <w:r w:rsidRPr="005D5566">
        <w:t>et</w:t>
      </w:r>
      <w:r w:rsidR="001C0413">
        <w:t xml:space="preserve">, </w:t>
      </w:r>
      <w:r w:rsidRPr="005D5566">
        <w:t>protégé par le dos de sa femme</w:t>
      </w:r>
      <w:r w:rsidR="001C0413">
        <w:t xml:space="preserve">, </w:t>
      </w:r>
      <w:r w:rsidRPr="005D5566">
        <w:t>continua à prononcer d</w:t>
      </w:r>
      <w:r w:rsidR="001C0413">
        <w:t>’</w:t>
      </w:r>
      <w:r w:rsidRPr="005D5566">
        <w:t>une voix sourde des paroles saccadées</w:t>
      </w:r>
      <w:r w:rsidR="001C0413">
        <w:t> :</w:t>
      </w:r>
    </w:p>
    <w:p w14:paraId="2A8006D3" w14:textId="77777777" w:rsidR="001C0413" w:rsidRDefault="001C0413" w:rsidP="001C0413">
      <w:r>
        <w:t>— </w:t>
      </w:r>
      <w:r w:rsidR="00530790" w:rsidRPr="005D5566">
        <w:t>Évidemment</w:t>
      </w:r>
      <w:r>
        <w:t xml:space="preserve">… </w:t>
      </w:r>
      <w:r w:rsidR="00530790" w:rsidRPr="005D5566">
        <w:t>admettons qu</w:t>
      </w:r>
      <w:r>
        <w:t>’</w:t>
      </w:r>
      <w:r w:rsidR="00530790" w:rsidRPr="005D5566">
        <w:t>ils sont coupables</w:t>
      </w:r>
      <w:r>
        <w:t xml:space="preserve">… </w:t>
      </w:r>
      <w:r w:rsidR="00530790" w:rsidRPr="005D5566">
        <w:t>Il faut les laisser s</w:t>
      </w:r>
      <w:r>
        <w:t>’</w:t>
      </w:r>
      <w:r w:rsidR="00530790" w:rsidRPr="005D5566">
        <w:t>expliquer</w:t>
      </w:r>
      <w:r>
        <w:t xml:space="preserve">… </w:t>
      </w:r>
      <w:r w:rsidR="00530790" w:rsidRPr="005D5566">
        <w:t>Contre qui ont-ils marché</w:t>
      </w:r>
      <w:r>
        <w:t xml:space="preserve"> ? </w:t>
      </w:r>
      <w:r w:rsidR="00530790" w:rsidRPr="005D5566">
        <w:t>Contre tout</w:t>
      </w:r>
      <w:r>
        <w:t xml:space="preserve">… </w:t>
      </w:r>
      <w:r w:rsidR="00530790" w:rsidRPr="005D5566">
        <w:t>J</w:t>
      </w:r>
      <w:r>
        <w:t>’</w:t>
      </w:r>
      <w:r w:rsidR="00530790" w:rsidRPr="005D5566">
        <w:t>aimerais comprendre</w:t>
      </w:r>
      <w:r>
        <w:t xml:space="preserve">… </w:t>
      </w:r>
      <w:r w:rsidR="00530790" w:rsidRPr="005D5566">
        <w:t>cela m</w:t>
      </w:r>
      <w:r>
        <w:t>’</w:t>
      </w:r>
      <w:r w:rsidR="00530790" w:rsidRPr="005D5566">
        <w:t>intéresse aussi</w:t>
      </w:r>
      <w:r>
        <w:t xml:space="preserve">… </w:t>
      </w:r>
      <w:r w:rsidR="00530790" w:rsidRPr="005D5566">
        <w:t>Où est la vérité</w:t>
      </w:r>
      <w:r>
        <w:t xml:space="preserve"> ? </w:t>
      </w:r>
      <w:r w:rsidR="00530790" w:rsidRPr="005D5566">
        <w:t>Je voudrais comprendre</w:t>
      </w:r>
      <w:r>
        <w:t xml:space="preserve">… </w:t>
      </w:r>
      <w:r w:rsidR="00530790" w:rsidRPr="005D5566">
        <w:t>il faut les laisser s</w:t>
      </w:r>
      <w:r>
        <w:t>’</w:t>
      </w:r>
      <w:r w:rsidR="00530790" w:rsidRPr="005D5566">
        <w:t>expliquer</w:t>
      </w:r>
      <w:r>
        <w:t>…</w:t>
      </w:r>
    </w:p>
    <w:p w14:paraId="71717CC9" w14:textId="77777777" w:rsidR="001C0413" w:rsidRDefault="001C0413" w:rsidP="001C0413">
      <w:r>
        <w:t>— </w:t>
      </w:r>
      <w:r w:rsidR="00530790" w:rsidRPr="005D5566">
        <w:t>Silence</w:t>
      </w:r>
      <w:r>
        <w:t xml:space="preserve"> ! </w:t>
      </w:r>
      <w:r w:rsidR="00530790" w:rsidRPr="005D5566">
        <w:t>s</w:t>
      </w:r>
      <w:r>
        <w:t>’</w:t>
      </w:r>
      <w:r w:rsidR="00530790" w:rsidRPr="005D5566">
        <w:t>exclama le factionnaire en le menaçant du doigt</w:t>
      </w:r>
      <w:r>
        <w:t>.</w:t>
      </w:r>
    </w:p>
    <w:p w14:paraId="3FB23370" w14:textId="77777777" w:rsidR="001C0413" w:rsidRDefault="00530790" w:rsidP="001C0413">
      <w:r w:rsidRPr="005D5566">
        <w:t>Sizov hochait la tête d</w:t>
      </w:r>
      <w:r w:rsidR="001C0413">
        <w:t>’</w:t>
      </w:r>
      <w:r w:rsidRPr="005D5566">
        <w:t>un air morne</w:t>
      </w:r>
      <w:r w:rsidR="001C0413">
        <w:t>.</w:t>
      </w:r>
    </w:p>
    <w:p w14:paraId="77B0722C" w14:textId="77777777" w:rsidR="001C0413" w:rsidRDefault="00530790" w:rsidP="001C0413">
      <w:r w:rsidRPr="005D5566">
        <w:t>La mère ne quittait pas les juges des yeux</w:t>
      </w:r>
      <w:r w:rsidR="001C0413">
        <w:t xml:space="preserve"> ; </w:t>
      </w:r>
      <w:r w:rsidRPr="005D5566">
        <w:t>elle voyait leur excitation croissante</w:t>
      </w:r>
      <w:r w:rsidR="001C0413">
        <w:t xml:space="preserve">, </w:t>
      </w:r>
      <w:r w:rsidRPr="005D5566">
        <w:t>ils parlaient entre eux</w:t>
      </w:r>
      <w:r w:rsidR="001C0413">
        <w:t xml:space="preserve">, </w:t>
      </w:r>
      <w:r w:rsidRPr="005D5566">
        <w:t>mais elle ne pouvait comprendre ce qu</w:t>
      </w:r>
      <w:r w:rsidR="001C0413">
        <w:t>’</w:t>
      </w:r>
      <w:r w:rsidRPr="005D5566">
        <w:t>ils disaient</w:t>
      </w:r>
      <w:r w:rsidR="001C0413">
        <w:t xml:space="preserve">. </w:t>
      </w:r>
      <w:r w:rsidRPr="005D5566">
        <w:t xml:space="preserve">Le bruit froid et glissant de </w:t>
      </w:r>
      <w:r w:rsidRPr="005D5566">
        <w:lastRenderedPageBreak/>
        <w:t>leurs voix frôlait son visage</w:t>
      </w:r>
      <w:r w:rsidR="001C0413">
        <w:t xml:space="preserve">, </w:t>
      </w:r>
      <w:r w:rsidRPr="005D5566">
        <w:t>faisait trembler ses joues et provoquait dans sa bouche une sensation désagréable</w:t>
      </w:r>
      <w:r w:rsidR="001C0413">
        <w:t xml:space="preserve">. </w:t>
      </w:r>
      <w:r w:rsidRPr="005D5566">
        <w:t>Il lui semblait qu</w:t>
      </w:r>
      <w:r w:rsidR="001C0413">
        <w:t>’</w:t>
      </w:r>
      <w:r w:rsidRPr="005D5566">
        <w:t>ils parlaient tous du corps de son fils et de ses camarades</w:t>
      </w:r>
      <w:r w:rsidR="001C0413">
        <w:t xml:space="preserve">, </w:t>
      </w:r>
      <w:r w:rsidRPr="005D5566">
        <w:t>de ces corps robustes et nus</w:t>
      </w:r>
      <w:r w:rsidR="001C0413">
        <w:t xml:space="preserve">, </w:t>
      </w:r>
      <w:r w:rsidRPr="005D5566">
        <w:t>de leurs muscles et de leurs membres pleins de sang vermeil</w:t>
      </w:r>
      <w:r w:rsidR="001C0413">
        <w:t xml:space="preserve">, </w:t>
      </w:r>
      <w:r w:rsidRPr="005D5566">
        <w:t>de force vivante</w:t>
      </w:r>
      <w:r w:rsidR="001C0413">
        <w:t xml:space="preserve">. </w:t>
      </w:r>
      <w:r w:rsidRPr="005D5566">
        <w:t>Ces corps devaient exciter en eux une envie impuissante et mauvaise</w:t>
      </w:r>
      <w:r w:rsidR="001C0413">
        <w:t xml:space="preserve">, </w:t>
      </w:r>
      <w:r w:rsidRPr="005D5566">
        <w:t>une avidité ardente d</w:t>
      </w:r>
      <w:r w:rsidR="001C0413">
        <w:t>’</w:t>
      </w:r>
      <w:r w:rsidRPr="005D5566">
        <w:t>épuisés et de malades</w:t>
      </w:r>
      <w:r w:rsidR="001C0413">
        <w:t xml:space="preserve">. </w:t>
      </w:r>
      <w:r w:rsidRPr="005D5566">
        <w:t>Ils claquaient des lèvres et regrettaient de ne pas avoir ces muscles</w:t>
      </w:r>
      <w:r w:rsidR="001C0413">
        <w:t xml:space="preserve">, </w:t>
      </w:r>
      <w:r w:rsidRPr="005D5566">
        <w:t>capables de travailler et d</w:t>
      </w:r>
      <w:r w:rsidR="001C0413">
        <w:t>’</w:t>
      </w:r>
      <w:r w:rsidRPr="005D5566">
        <w:t>enrichir</w:t>
      </w:r>
      <w:r w:rsidR="001C0413">
        <w:t xml:space="preserve">, </w:t>
      </w:r>
      <w:r w:rsidRPr="005D5566">
        <w:t>de jouir et de créer</w:t>
      </w:r>
      <w:r w:rsidR="001C0413">
        <w:t xml:space="preserve">. </w:t>
      </w:r>
      <w:r w:rsidRPr="005D5566">
        <w:t>Maintenant ces corps sortaient de la circulation active de la vie</w:t>
      </w:r>
      <w:r w:rsidR="001C0413">
        <w:t xml:space="preserve">, </w:t>
      </w:r>
      <w:r w:rsidRPr="005D5566">
        <w:t>ils renonçaient à elle</w:t>
      </w:r>
      <w:r w:rsidR="001C0413">
        <w:t xml:space="preserve">, </w:t>
      </w:r>
      <w:r w:rsidRPr="005D5566">
        <w:t>on ne pourrait plus les posséder</w:t>
      </w:r>
      <w:r w:rsidR="001C0413">
        <w:t xml:space="preserve">, </w:t>
      </w:r>
      <w:r w:rsidRPr="005D5566">
        <w:t>profiter de leur force</w:t>
      </w:r>
      <w:r w:rsidR="001C0413">
        <w:t xml:space="preserve">, </w:t>
      </w:r>
      <w:r w:rsidRPr="005D5566">
        <w:t>ni les engloutir</w:t>
      </w:r>
      <w:r w:rsidR="001C0413">
        <w:t xml:space="preserve">. </w:t>
      </w:r>
      <w:r w:rsidRPr="005D5566">
        <w:t>Et c</w:t>
      </w:r>
      <w:r w:rsidR="001C0413">
        <w:t>’</w:t>
      </w:r>
      <w:r w:rsidRPr="005D5566">
        <w:t>était pourquoi ces jeunes gens inspiraient aux vieux juges l</w:t>
      </w:r>
      <w:r w:rsidR="001C0413">
        <w:t>’</w:t>
      </w:r>
      <w:r w:rsidRPr="005D5566">
        <w:t>animosité vindicative et désolée d</w:t>
      </w:r>
      <w:r w:rsidR="001C0413">
        <w:t>’</w:t>
      </w:r>
      <w:r w:rsidRPr="005D5566">
        <w:t>un fauve affaibli qui voit de la chair fraîche</w:t>
      </w:r>
      <w:r w:rsidR="001C0413">
        <w:t xml:space="preserve">, </w:t>
      </w:r>
      <w:r w:rsidRPr="005D5566">
        <w:t>mais n</w:t>
      </w:r>
      <w:r w:rsidR="001C0413">
        <w:t>’</w:t>
      </w:r>
      <w:r w:rsidRPr="005D5566">
        <w:t>a plus l</w:t>
      </w:r>
      <w:r w:rsidR="001C0413">
        <w:t>’</w:t>
      </w:r>
      <w:r w:rsidRPr="005D5566">
        <w:t>énergie de s</w:t>
      </w:r>
      <w:r w:rsidR="001C0413">
        <w:t>’</w:t>
      </w:r>
      <w:r w:rsidRPr="005D5566">
        <w:t>en emparer</w:t>
      </w:r>
      <w:r w:rsidR="001C0413">
        <w:t>.</w:t>
      </w:r>
    </w:p>
    <w:p w14:paraId="252DE07F" w14:textId="77777777" w:rsidR="001C0413" w:rsidRDefault="00530790" w:rsidP="001C0413">
      <w:r w:rsidRPr="005D5566">
        <w:t>Et plus la mère regardait les juges</w:t>
      </w:r>
      <w:r w:rsidR="001C0413">
        <w:t xml:space="preserve">, </w:t>
      </w:r>
      <w:r w:rsidRPr="005D5566">
        <w:t>plus cette pensée grossière et bizarre s</w:t>
      </w:r>
      <w:r w:rsidR="001C0413">
        <w:t>’</w:t>
      </w:r>
      <w:r w:rsidRPr="005D5566">
        <w:t>accentuait</w:t>
      </w:r>
      <w:r w:rsidR="001C0413">
        <w:t xml:space="preserve">. </w:t>
      </w:r>
      <w:r w:rsidRPr="005D5566">
        <w:t>Il lui semblait qu</w:t>
      </w:r>
      <w:r w:rsidR="001C0413">
        <w:t>’</w:t>
      </w:r>
      <w:r w:rsidRPr="005D5566">
        <w:t>ils ne dissimulaient pas leur rapacité ni leur rage d</w:t>
      </w:r>
      <w:r w:rsidR="001C0413">
        <w:t>’</w:t>
      </w:r>
      <w:r w:rsidRPr="005D5566">
        <w:t>affamés capables jadis de manger beaucoup</w:t>
      </w:r>
      <w:r w:rsidR="001C0413">
        <w:t xml:space="preserve">. </w:t>
      </w:r>
      <w:r w:rsidRPr="005D5566">
        <w:t>Elle</w:t>
      </w:r>
      <w:r w:rsidR="001C0413">
        <w:t xml:space="preserve">, </w:t>
      </w:r>
      <w:r w:rsidRPr="005D5566">
        <w:t>la femme et la mère</w:t>
      </w:r>
      <w:r w:rsidR="001C0413">
        <w:t xml:space="preserve">, </w:t>
      </w:r>
      <w:r w:rsidRPr="005D5566">
        <w:t>à laquelle le corps de son fils avait toujours et malgré tout été plus cher que son âme</w:t>
      </w:r>
      <w:r w:rsidR="001C0413">
        <w:t xml:space="preserve">, </w:t>
      </w:r>
      <w:r w:rsidRPr="005D5566">
        <w:t>était épouvantée par les regards éteints qui glissaient sur le visage de son fils</w:t>
      </w:r>
      <w:r w:rsidR="001C0413">
        <w:t xml:space="preserve">, </w:t>
      </w:r>
      <w:r w:rsidRPr="005D5566">
        <w:t>tâtaient la poitrine</w:t>
      </w:r>
      <w:r w:rsidR="001C0413">
        <w:t xml:space="preserve">, </w:t>
      </w:r>
      <w:r w:rsidRPr="005D5566">
        <w:t>les épaules</w:t>
      </w:r>
      <w:r w:rsidR="001C0413">
        <w:t xml:space="preserve">, </w:t>
      </w:r>
      <w:r w:rsidRPr="005D5566">
        <w:t>les bras</w:t>
      </w:r>
      <w:r w:rsidR="001C0413">
        <w:t xml:space="preserve">, </w:t>
      </w:r>
      <w:r w:rsidRPr="005D5566">
        <w:t>se frottaient à la peau brûlante comme pour chercher la possibilité de se ranimer</w:t>
      </w:r>
      <w:r w:rsidR="001C0413">
        <w:t xml:space="preserve">, </w:t>
      </w:r>
      <w:r w:rsidRPr="005D5566">
        <w:t>de réchauffer le sang de leurs veines durcies</w:t>
      </w:r>
      <w:r w:rsidR="001C0413">
        <w:t xml:space="preserve">, </w:t>
      </w:r>
      <w:r w:rsidRPr="005D5566">
        <w:t>de leurs muscles usés d</w:t>
      </w:r>
      <w:r w:rsidR="001C0413">
        <w:t>’</w:t>
      </w:r>
      <w:r w:rsidRPr="005D5566">
        <w:t>hommes presque morts</w:t>
      </w:r>
      <w:r w:rsidR="001C0413">
        <w:t xml:space="preserve">. </w:t>
      </w:r>
      <w:r w:rsidRPr="005D5566">
        <w:t>Il semblait à Pélaguée que son enfant sentait ces attouchements moites</w:t>
      </w:r>
      <w:r w:rsidR="001C0413">
        <w:t xml:space="preserve">, </w:t>
      </w:r>
      <w:r w:rsidRPr="005D5566">
        <w:t>et qu</w:t>
      </w:r>
      <w:r w:rsidR="001C0413">
        <w:t>’</w:t>
      </w:r>
      <w:r w:rsidRPr="005D5566">
        <w:t>il la regardait en frémissant</w:t>
      </w:r>
      <w:r w:rsidR="001C0413">
        <w:t>.</w:t>
      </w:r>
    </w:p>
    <w:p w14:paraId="5B08C540" w14:textId="77777777" w:rsidR="001C0413" w:rsidRDefault="00530790" w:rsidP="001C0413">
      <w:r w:rsidRPr="005D5566">
        <w:t>Le jeune homme fixait sur sa mère ses yeux un peu fatigués</w:t>
      </w:r>
      <w:r w:rsidR="001C0413">
        <w:t xml:space="preserve">, </w:t>
      </w:r>
      <w:r w:rsidRPr="005D5566">
        <w:t>calmes et affectueux</w:t>
      </w:r>
      <w:r w:rsidR="001C0413">
        <w:t xml:space="preserve">. </w:t>
      </w:r>
      <w:r w:rsidRPr="005D5566">
        <w:t>Par moments</w:t>
      </w:r>
      <w:r w:rsidR="001C0413">
        <w:t xml:space="preserve">, </w:t>
      </w:r>
      <w:r w:rsidRPr="005D5566">
        <w:t>il lui souriait et hochait la tête</w:t>
      </w:r>
      <w:r w:rsidR="001C0413">
        <w:t>.</w:t>
      </w:r>
    </w:p>
    <w:p w14:paraId="35064164" w14:textId="77777777" w:rsidR="001C0413" w:rsidRDefault="001C0413" w:rsidP="001C0413">
      <w:r>
        <w:lastRenderedPageBreak/>
        <w:t>— </w:t>
      </w:r>
      <w:r w:rsidR="00530790" w:rsidRPr="005D5566">
        <w:t>Je serai bientôt libre</w:t>
      </w:r>
      <w:r>
        <w:t xml:space="preserve"> ! </w:t>
      </w:r>
      <w:r w:rsidR="00530790" w:rsidRPr="005D5566">
        <w:t>disait ce sourire qui caressait le cœur de Pélaguée</w:t>
      </w:r>
      <w:r>
        <w:t>.</w:t>
      </w:r>
    </w:p>
    <w:p w14:paraId="539818C7" w14:textId="77777777" w:rsidR="001C0413" w:rsidRDefault="00530790" w:rsidP="001C0413">
      <w:r w:rsidRPr="005D5566">
        <w:t>Soudain</w:t>
      </w:r>
      <w:r w:rsidR="001C0413">
        <w:t xml:space="preserve">, </w:t>
      </w:r>
      <w:r w:rsidRPr="005D5566">
        <w:t>les juges se levèrent tous à la fois</w:t>
      </w:r>
      <w:r w:rsidR="001C0413">
        <w:t xml:space="preserve"> ; </w:t>
      </w:r>
      <w:r w:rsidRPr="005D5566">
        <w:t>la mère suivit instinctivement leur mouvement</w:t>
      </w:r>
      <w:r w:rsidR="001C0413">
        <w:t>.</w:t>
      </w:r>
    </w:p>
    <w:p w14:paraId="2359FCBB" w14:textId="77777777" w:rsidR="001C0413" w:rsidRDefault="001C0413" w:rsidP="001C0413">
      <w:r>
        <w:t>— </w:t>
      </w:r>
      <w:r w:rsidR="00530790" w:rsidRPr="005D5566">
        <w:t>Ils s</w:t>
      </w:r>
      <w:r>
        <w:t>’</w:t>
      </w:r>
      <w:r w:rsidR="00530790" w:rsidRPr="005D5566">
        <w:t>en vont</w:t>
      </w:r>
      <w:r>
        <w:t xml:space="preserve"> ! </w:t>
      </w:r>
      <w:r w:rsidR="00530790" w:rsidRPr="005D5566">
        <w:t>dit Sizov</w:t>
      </w:r>
      <w:r>
        <w:t>.</w:t>
      </w:r>
    </w:p>
    <w:p w14:paraId="3E51E24B" w14:textId="77777777" w:rsidR="001C0413" w:rsidRDefault="001C0413" w:rsidP="001C0413">
      <w:r>
        <w:t>— </w:t>
      </w:r>
      <w:r w:rsidR="00530790" w:rsidRPr="005D5566">
        <w:t>Pour les condamner</w:t>
      </w:r>
      <w:r>
        <w:t xml:space="preserve"> ? </w:t>
      </w:r>
      <w:r w:rsidR="00530790" w:rsidRPr="005D5566">
        <w:t>demanda la mère</w:t>
      </w:r>
      <w:r>
        <w:t>.</w:t>
      </w:r>
    </w:p>
    <w:p w14:paraId="04BB3D8D" w14:textId="77777777" w:rsidR="001C0413" w:rsidRDefault="001C0413" w:rsidP="001C0413">
      <w:pPr>
        <w:rPr>
          <w:bCs/>
        </w:rPr>
      </w:pPr>
      <w:r>
        <w:t>— </w:t>
      </w:r>
      <w:r w:rsidR="00530790" w:rsidRPr="005D5566">
        <w:rPr>
          <w:bCs/>
        </w:rPr>
        <w:t>Oui</w:t>
      </w:r>
      <w:r>
        <w:rPr>
          <w:bCs/>
        </w:rPr>
        <w:t>…</w:t>
      </w:r>
    </w:p>
    <w:p w14:paraId="7012A36C" w14:textId="77777777" w:rsidR="001C0413" w:rsidRDefault="00530790" w:rsidP="001C0413">
      <w:r w:rsidRPr="005D5566">
        <w:t>Sa tension d</w:t>
      </w:r>
      <w:r w:rsidR="001C0413">
        <w:t>’</w:t>
      </w:r>
      <w:r w:rsidRPr="005D5566">
        <w:t>esprit se dissipa soudain</w:t>
      </w:r>
      <w:r w:rsidR="001C0413">
        <w:t xml:space="preserve"> ; </w:t>
      </w:r>
      <w:r w:rsidRPr="005D5566">
        <w:t>une lassitude accablante envahit tout son corps</w:t>
      </w:r>
      <w:r w:rsidR="001C0413">
        <w:t xml:space="preserve"> ; </w:t>
      </w:r>
      <w:r w:rsidRPr="005D5566">
        <w:t>sur son front</w:t>
      </w:r>
      <w:r w:rsidR="001C0413">
        <w:t xml:space="preserve">, </w:t>
      </w:r>
      <w:r w:rsidRPr="005D5566">
        <w:t>des gouttes de sueur perlèrent</w:t>
      </w:r>
      <w:r w:rsidR="001C0413">
        <w:t xml:space="preserve">. </w:t>
      </w:r>
      <w:r w:rsidRPr="005D5566">
        <w:t>Un sentiment de déception cruelle et d</w:t>
      </w:r>
      <w:r w:rsidR="001C0413">
        <w:t>’</w:t>
      </w:r>
      <w:r w:rsidRPr="005D5566">
        <w:t>humiliation impuissante jaillit dans son cœur et se transforma rapidement en un accablant mépris pour les juges et pour leur jugement</w:t>
      </w:r>
      <w:r w:rsidR="001C0413">
        <w:t xml:space="preserve">. </w:t>
      </w:r>
      <w:r w:rsidRPr="005D5566">
        <w:t>Une douleur la saisit aux tempes</w:t>
      </w:r>
      <w:r w:rsidR="001C0413">
        <w:t xml:space="preserve"> ; </w:t>
      </w:r>
      <w:r w:rsidRPr="005D5566">
        <w:t>elle se frotta le front de la paume de la main</w:t>
      </w:r>
      <w:r w:rsidR="001C0413">
        <w:t xml:space="preserve">, </w:t>
      </w:r>
      <w:r w:rsidRPr="005D5566">
        <w:t>regarda autour d</w:t>
      </w:r>
      <w:r w:rsidR="001C0413">
        <w:t>’</w:t>
      </w:r>
      <w:r w:rsidRPr="005D5566">
        <w:t>elle</w:t>
      </w:r>
      <w:r w:rsidR="001C0413">
        <w:t xml:space="preserve"> : </w:t>
      </w:r>
      <w:r w:rsidRPr="005D5566">
        <w:t>les parents des prévenus</w:t>
      </w:r>
      <w:r w:rsidR="001C0413">
        <w:t xml:space="preserve">, </w:t>
      </w:r>
      <w:r w:rsidRPr="005D5566">
        <w:t>s</w:t>
      </w:r>
      <w:r w:rsidR="001C0413">
        <w:t>’</w:t>
      </w:r>
      <w:r w:rsidRPr="005D5566">
        <w:t>approchaient du grillage</w:t>
      </w:r>
      <w:r w:rsidR="001C0413">
        <w:t xml:space="preserve">, </w:t>
      </w:r>
      <w:r w:rsidRPr="005D5566">
        <w:t>la salle se remplissait d</w:t>
      </w:r>
      <w:r w:rsidR="001C0413">
        <w:t>’</w:t>
      </w:r>
      <w:r w:rsidRPr="005D5566">
        <w:t>un bruit sourd de conversations</w:t>
      </w:r>
      <w:r w:rsidR="001C0413">
        <w:t xml:space="preserve">. </w:t>
      </w:r>
      <w:r w:rsidRPr="005D5566">
        <w:t>Elle s</w:t>
      </w:r>
      <w:r w:rsidR="001C0413">
        <w:t>’</w:t>
      </w:r>
      <w:r w:rsidRPr="005D5566">
        <w:t>avança aussi vers Pavel</w:t>
      </w:r>
      <w:r w:rsidR="001C0413">
        <w:t xml:space="preserve"> ; </w:t>
      </w:r>
      <w:r w:rsidRPr="005D5566">
        <w:t>après lui avoir serré la main</w:t>
      </w:r>
      <w:r w:rsidR="001C0413">
        <w:t xml:space="preserve">, </w:t>
      </w:r>
      <w:r w:rsidRPr="005D5566">
        <w:t>elle commença à pleurer</w:t>
      </w:r>
      <w:r w:rsidR="001C0413">
        <w:t xml:space="preserve">, </w:t>
      </w:r>
      <w:r w:rsidRPr="005D5566">
        <w:t>pleine à la fois de chagrin et de joie</w:t>
      </w:r>
      <w:r w:rsidR="001C0413">
        <w:t xml:space="preserve">. </w:t>
      </w:r>
      <w:r w:rsidRPr="005D5566">
        <w:t>Pavel lui dit des paroles caressantes</w:t>
      </w:r>
      <w:r w:rsidR="001C0413">
        <w:t xml:space="preserve"> ; </w:t>
      </w:r>
      <w:r w:rsidRPr="005D5566">
        <w:t>André riait et plaisantait</w:t>
      </w:r>
      <w:r w:rsidR="001C0413">
        <w:t>.</w:t>
      </w:r>
    </w:p>
    <w:p w14:paraId="27DE661C" w14:textId="77777777" w:rsidR="001C0413" w:rsidRDefault="00530790" w:rsidP="001C0413">
      <w:r w:rsidRPr="005D5566">
        <w:t>Toutes les femmes pleuraient</w:t>
      </w:r>
      <w:r w:rsidR="001C0413">
        <w:t xml:space="preserve">, </w:t>
      </w:r>
      <w:r w:rsidRPr="005D5566">
        <w:t>plutôt par habitude que par chagrin</w:t>
      </w:r>
      <w:r w:rsidR="001C0413">
        <w:t xml:space="preserve">. </w:t>
      </w:r>
      <w:r w:rsidRPr="005D5566">
        <w:t>On n</w:t>
      </w:r>
      <w:r w:rsidR="001C0413">
        <w:t>’</w:t>
      </w:r>
      <w:r w:rsidRPr="005D5566">
        <w:t>éprouvait pas cette douleur qui abasourdit par un coup stupide</w:t>
      </w:r>
      <w:r w:rsidR="001C0413">
        <w:t xml:space="preserve">, </w:t>
      </w:r>
      <w:r w:rsidRPr="005D5566">
        <w:t>asséné brusquement sur la tête</w:t>
      </w:r>
      <w:r w:rsidR="001C0413">
        <w:t xml:space="preserve">. </w:t>
      </w:r>
      <w:r w:rsidRPr="005D5566">
        <w:t>On avait conscience de la triste nécessité de quitter ses enfants</w:t>
      </w:r>
      <w:r w:rsidR="001C0413">
        <w:t xml:space="preserve"> ; </w:t>
      </w:r>
      <w:r w:rsidRPr="005D5566">
        <w:t>mais cette douleur se confondait et se noyait dans les impressions que faisait naître cette journée</w:t>
      </w:r>
      <w:r w:rsidR="001C0413">
        <w:t xml:space="preserve">. </w:t>
      </w:r>
      <w:r w:rsidRPr="005D5566">
        <w:t>Les parents regardaient leurs fils avec un sentiment où la m</w:t>
      </w:r>
      <w:r w:rsidRPr="005D5566">
        <w:rPr>
          <w:bCs/>
        </w:rPr>
        <w:t xml:space="preserve">éfiance </w:t>
      </w:r>
      <w:r w:rsidRPr="005D5566">
        <w:t>que leur inspirait la jeunesse et la conscience de leur propre supériorité se mêlaient étrangement à une sorte de respect pour les enfants</w:t>
      </w:r>
      <w:r w:rsidR="001C0413">
        <w:t xml:space="preserve">. </w:t>
      </w:r>
      <w:r w:rsidRPr="005D5566">
        <w:t>Tout en se demandant avec tristesse comment ils allaient vivre maintenant</w:t>
      </w:r>
      <w:r w:rsidR="001C0413">
        <w:t xml:space="preserve">, </w:t>
      </w:r>
      <w:r w:rsidRPr="005D5566">
        <w:t xml:space="preserve">les vieux regardaient avec curiosité cette nouvelle </w:t>
      </w:r>
      <w:r w:rsidRPr="005D5566">
        <w:lastRenderedPageBreak/>
        <w:t>génération qui discutait audacieusement la possibilité d</w:t>
      </w:r>
      <w:r w:rsidR="001C0413">
        <w:t>’</w:t>
      </w:r>
      <w:r w:rsidRPr="005D5566">
        <w:t>une vie autre et meilleure</w:t>
      </w:r>
      <w:r w:rsidR="001C0413">
        <w:t xml:space="preserve">. </w:t>
      </w:r>
      <w:r w:rsidRPr="005D5566">
        <w:t>Ils ne savaient pas exprimer leurs sentiments</w:t>
      </w:r>
      <w:r w:rsidR="001C0413">
        <w:t xml:space="preserve">, </w:t>
      </w:r>
      <w:r w:rsidRPr="005D5566">
        <w:t>ils n</w:t>
      </w:r>
      <w:r w:rsidR="001C0413">
        <w:t>’</w:t>
      </w:r>
      <w:r w:rsidRPr="005D5566">
        <w:t>en avaient pas l</w:t>
      </w:r>
      <w:r w:rsidR="001C0413">
        <w:t>’</w:t>
      </w:r>
      <w:r w:rsidRPr="005D5566">
        <w:t>habitude</w:t>
      </w:r>
      <w:r w:rsidR="001C0413">
        <w:t xml:space="preserve"> ; </w:t>
      </w:r>
      <w:r w:rsidRPr="005D5566">
        <w:t>les paroles s</w:t>
      </w:r>
      <w:r w:rsidR="001C0413">
        <w:t>’</w:t>
      </w:r>
      <w:r w:rsidRPr="005D5566">
        <w:t>échappaient avec abondance des bouches</w:t>
      </w:r>
      <w:r w:rsidR="001C0413">
        <w:t xml:space="preserve">, </w:t>
      </w:r>
      <w:r w:rsidRPr="005D5566">
        <w:t>mais on ne parlait que de choses ordinaires</w:t>
      </w:r>
      <w:r w:rsidR="001C0413">
        <w:t xml:space="preserve">, </w:t>
      </w:r>
      <w:r w:rsidRPr="005D5566">
        <w:t>de vêtements et de linge</w:t>
      </w:r>
      <w:r w:rsidR="001C0413">
        <w:t xml:space="preserve">, </w:t>
      </w:r>
      <w:r w:rsidRPr="005D5566">
        <w:t xml:space="preserve">des soins </w:t>
      </w:r>
      <w:r w:rsidRPr="005D5566">
        <w:rPr>
          <w:bCs/>
        </w:rPr>
        <w:t xml:space="preserve">à </w:t>
      </w:r>
      <w:r w:rsidRPr="005D5566">
        <w:t>prendre</w:t>
      </w:r>
      <w:r w:rsidR="001C0413">
        <w:t xml:space="preserve"> ; </w:t>
      </w:r>
      <w:r w:rsidRPr="005D5566">
        <w:t>on conseillait aux condamnés de ne pas irriter inutilement les supérieurs</w:t>
      </w:r>
      <w:r w:rsidR="001C0413">
        <w:t>.</w:t>
      </w:r>
    </w:p>
    <w:p w14:paraId="0C8EC955" w14:textId="77777777" w:rsidR="001C0413" w:rsidRDefault="001C0413" w:rsidP="001C0413">
      <w:r>
        <w:t>— </w:t>
      </w:r>
      <w:r w:rsidR="00530790" w:rsidRPr="005D5566">
        <w:t>Tout le monde se lasse</w:t>
      </w:r>
      <w:r>
        <w:t xml:space="preserve"> ! </w:t>
      </w:r>
      <w:r w:rsidR="00530790" w:rsidRPr="005D5566">
        <w:t>dit Samoïlov à son fils</w:t>
      </w:r>
      <w:r>
        <w:t xml:space="preserve">. </w:t>
      </w:r>
      <w:r w:rsidR="00530790" w:rsidRPr="005D5566">
        <w:t>Nous aussi bien qu</w:t>
      </w:r>
      <w:r>
        <w:t>’</w:t>
      </w:r>
      <w:r w:rsidR="00530790" w:rsidRPr="005D5566">
        <w:t>eux</w:t>
      </w:r>
      <w:r>
        <w:t> !</w:t>
      </w:r>
    </w:p>
    <w:p w14:paraId="776A9660" w14:textId="77777777" w:rsidR="001C0413" w:rsidRDefault="00530790" w:rsidP="001C0413">
      <w:r w:rsidRPr="005D5566">
        <w:t>L</w:t>
      </w:r>
      <w:r w:rsidR="001C0413">
        <w:t>’</w:t>
      </w:r>
      <w:r w:rsidRPr="005D5566">
        <w:t>aîné des Boukine agitait la main et exhortait le cadet</w:t>
      </w:r>
      <w:r w:rsidR="001C0413">
        <w:t> :</w:t>
      </w:r>
    </w:p>
    <w:p w14:paraId="5F680D5D" w14:textId="77777777" w:rsidR="001C0413" w:rsidRDefault="001C0413" w:rsidP="001C0413">
      <w:pPr>
        <w:rPr>
          <w:bCs/>
        </w:rPr>
      </w:pPr>
      <w:r>
        <w:t>— </w:t>
      </w:r>
      <w:r w:rsidR="00530790" w:rsidRPr="005D5566">
        <w:t>Voilà leur justice</w:t>
      </w:r>
      <w:r>
        <w:t xml:space="preserve"> ! </w:t>
      </w:r>
      <w:r w:rsidR="00530790" w:rsidRPr="005D5566">
        <w:t>Il est pénible de l</w:t>
      </w:r>
      <w:r>
        <w:t>’</w:t>
      </w:r>
      <w:r w:rsidR="00530790" w:rsidRPr="005D5566">
        <w:t>accepter</w:t>
      </w:r>
      <w:r>
        <w:t> !…</w:t>
      </w:r>
    </w:p>
    <w:p w14:paraId="5B881FB8" w14:textId="77777777" w:rsidR="001C0413" w:rsidRDefault="00530790" w:rsidP="001C0413">
      <w:r w:rsidRPr="005D5566">
        <w:t>Le jeune homme répondit</w:t>
      </w:r>
      <w:r w:rsidR="001C0413">
        <w:t> :</w:t>
      </w:r>
    </w:p>
    <w:p w14:paraId="76488241" w14:textId="77777777" w:rsidR="001C0413" w:rsidRDefault="001C0413" w:rsidP="001C0413">
      <w:r>
        <w:t>— </w:t>
      </w:r>
      <w:r w:rsidR="00530790" w:rsidRPr="005D5566">
        <w:t>Tu soigneras bien le sansonnet</w:t>
      </w:r>
      <w:r>
        <w:t xml:space="preserve"> !… </w:t>
      </w:r>
      <w:r w:rsidR="00530790" w:rsidRPr="005D5566">
        <w:t>Je l</w:t>
      </w:r>
      <w:r>
        <w:t>’</w:t>
      </w:r>
      <w:r w:rsidR="00530790" w:rsidRPr="005D5566">
        <w:t>aimais tant</w:t>
      </w:r>
      <w:r>
        <w:t> !</w:t>
      </w:r>
    </w:p>
    <w:p w14:paraId="3379ABE2" w14:textId="77777777" w:rsidR="001C0413" w:rsidRDefault="001C0413" w:rsidP="001C0413">
      <w:r>
        <w:t>— </w:t>
      </w:r>
      <w:r w:rsidR="00530790" w:rsidRPr="005D5566">
        <w:t>Il sera encore là quand tu reviendras</w:t>
      </w:r>
      <w:r>
        <w:t> !</w:t>
      </w:r>
    </w:p>
    <w:p w14:paraId="3C30D7B3" w14:textId="77777777" w:rsidR="001C0413" w:rsidRDefault="00530790" w:rsidP="001C0413">
      <w:r w:rsidRPr="005D5566">
        <w:t>Sizov tenait son neveu par la main et disait lentement</w:t>
      </w:r>
      <w:r w:rsidR="001C0413">
        <w:t> :</w:t>
      </w:r>
    </w:p>
    <w:p w14:paraId="146A55E3" w14:textId="77777777" w:rsidR="001C0413" w:rsidRDefault="001C0413" w:rsidP="001C0413">
      <w:r>
        <w:t>— </w:t>
      </w:r>
      <w:r w:rsidR="00530790" w:rsidRPr="005D5566">
        <w:t>Ainsi</w:t>
      </w:r>
      <w:r>
        <w:t xml:space="preserve">, </w:t>
      </w:r>
      <w:r w:rsidR="00530790" w:rsidRPr="005D5566">
        <w:t>c</w:t>
      </w:r>
      <w:r>
        <w:t>’</w:t>
      </w:r>
      <w:r w:rsidR="00530790" w:rsidRPr="005D5566">
        <w:t>est comme ça que tu as fait</w:t>
      </w:r>
      <w:r>
        <w:t xml:space="preserve">… </w:t>
      </w:r>
      <w:r w:rsidR="00530790" w:rsidRPr="005D5566">
        <w:t>Fédia</w:t>
      </w:r>
      <w:r>
        <w:t xml:space="preserve">… </w:t>
      </w:r>
      <w:r w:rsidR="00530790" w:rsidRPr="005D5566">
        <w:t>C</w:t>
      </w:r>
      <w:r>
        <w:t>’</w:t>
      </w:r>
      <w:r w:rsidR="00530790" w:rsidRPr="005D5566">
        <w:t>est comme ça</w:t>
      </w:r>
      <w:r>
        <w:t> !…</w:t>
      </w:r>
    </w:p>
    <w:p w14:paraId="5DF5C2B2" w14:textId="77777777" w:rsidR="001C0413" w:rsidRDefault="00530790" w:rsidP="001C0413">
      <w:r w:rsidRPr="005D5566">
        <w:t>Fédia se pencha et lui chuchote quelque chose à l</w:t>
      </w:r>
      <w:r w:rsidR="001C0413">
        <w:t>’</w:t>
      </w:r>
      <w:r w:rsidRPr="005D5566">
        <w:t>oreille avec un sourire rusé</w:t>
      </w:r>
      <w:r w:rsidR="001C0413">
        <w:t xml:space="preserve">. </w:t>
      </w:r>
      <w:r w:rsidRPr="005D5566">
        <w:t>Le soldat qui était à côté d</w:t>
      </w:r>
      <w:r w:rsidR="001C0413">
        <w:t>’</w:t>
      </w:r>
      <w:r w:rsidRPr="005D5566">
        <w:t>eux sourit aussi</w:t>
      </w:r>
      <w:r w:rsidR="001C0413">
        <w:t xml:space="preserve">, </w:t>
      </w:r>
      <w:r w:rsidRPr="005D5566">
        <w:t>mais il reprit aussitôt un air grave et grommela</w:t>
      </w:r>
      <w:r w:rsidR="001C0413">
        <w:t>.</w:t>
      </w:r>
    </w:p>
    <w:p w14:paraId="4BDF7767" w14:textId="77777777" w:rsidR="001C0413" w:rsidRDefault="00530790" w:rsidP="001C0413">
      <w:r w:rsidRPr="005D5566">
        <w:t>Comme les autres</w:t>
      </w:r>
      <w:r w:rsidR="001C0413">
        <w:t xml:space="preserve">, </w:t>
      </w:r>
      <w:r w:rsidRPr="005D5566">
        <w:t>la mère parlait de linge et de santé</w:t>
      </w:r>
      <w:r w:rsidR="001C0413">
        <w:t xml:space="preserve">, </w:t>
      </w:r>
      <w:r w:rsidRPr="005D5566">
        <w:t>tandis que dans son cœur les questions se pressaient</w:t>
      </w:r>
      <w:r w:rsidR="001C0413">
        <w:t xml:space="preserve">, </w:t>
      </w:r>
      <w:r w:rsidRPr="005D5566">
        <w:t>relatives à Pavel</w:t>
      </w:r>
      <w:r w:rsidR="001C0413">
        <w:t xml:space="preserve">, </w:t>
      </w:r>
      <w:r w:rsidRPr="005D5566">
        <w:t>à Sachenka</w:t>
      </w:r>
      <w:r w:rsidR="001C0413">
        <w:t xml:space="preserve">, </w:t>
      </w:r>
      <w:r w:rsidRPr="005D5566">
        <w:t>à elle-même</w:t>
      </w:r>
      <w:r w:rsidR="001C0413">
        <w:t xml:space="preserve">. </w:t>
      </w:r>
      <w:r w:rsidRPr="005D5566">
        <w:t>Et sous ses paroles se développait lentement le sentiment de l</w:t>
      </w:r>
      <w:r w:rsidR="001C0413">
        <w:t>’</w:t>
      </w:r>
      <w:r w:rsidRPr="005D5566">
        <w:t>amour immense qu</w:t>
      </w:r>
      <w:r w:rsidR="001C0413">
        <w:t>’</w:t>
      </w:r>
      <w:r w:rsidRPr="005D5566">
        <w:t>elle portait à son fils</w:t>
      </w:r>
      <w:r w:rsidR="001C0413">
        <w:t xml:space="preserve">, </w:t>
      </w:r>
      <w:r w:rsidRPr="005D5566">
        <w:t>le désir de lui plaire</w:t>
      </w:r>
      <w:r w:rsidR="001C0413">
        <w:t xml:space="preserve">, </w:t>
      </w:r>
      <w:r w:rsidRPr="005D5566">
        <w:t>d</w:t>
      </w:r>
      <w:r w:rsidR="001C0413">
        <w:t>’</w:t>
      </w:r>
      <w:r w:rsidRPr="005D5566">
        <w:t>être proche de son cœur</w:t>
      </w:r>
      <w:r w:rsidR="001C0413">
        <w:t xml:space="preserve">. </w:t>
      </w:r>
      <w:r w:rsidRPr="005D5566">
        <w:t>L</w:t>
      </w:r>
      <w:r w:rsidR="001C0413">
        <w:t>’</w:t>
      </w:r>
      <w:r w:rsidRPr="005D5566">
        <w:t>attente de la chose terrible avait disparu</w:t>
      </w:r>
      <w:r w:rsidR="001C0413">
        <w:t xml:space="preserve">, </w:t>
      </w:r>
      <w:r w:rsidRPr="005D5566">
        <w:t xml:space="preserve">ne </w:t>
      </w:r>
      <w:r w:rsidRPr="005D5566">
        <w:lastRenderedPageBreak/>
        <w:t>laissant après elle qu</w:t>
      </w:r>
      <w:r w:rsidR="001C0413">
        <w:t>’</w:t>
      </w:r>
      <w:r w:rsidRPr="005D5566">
        <w:t>un frisson désagréable</w:t>
      </w:r>
      <w:r w:rsidR="001C0413">
        <w:t xml:space="preserve">, </w:t>
      </w:r>
      <w:r w:rsidRPr="005D5566">
        <w:t>quand Pélaguée se représentait les juges</w:t>
      </w:r>
      <w:r w:rsidR="001C0413">
        <w:t>.</w:t>
      </w:r>
    </w:p>
    <w:p w14:paraId="7FECADD7" w14:textId="77777777" w:rsidR="001C0413" w:rsidRDefault="00530790" w:rsidP="001C0413">
      <w:r w:rsidRPr="005D5566">
        <w:t>Elle sentait naître en elle une grande joie lumineuse mais elle ne la comprenait pas et en était troublée</w:t>
      </w:r>
      <w:r w:rsidR="001C0413">
        <w:t xml:space="preserve">. </w:t>
      </w:r>
      <w:r w:rsidRPr="005D5566">
        <w:t>Elle vit que le Petit-Russien causait avec chacun</w:t>
      </w:r>
      <w:r w:rsidR="001C0413">
        <w:t xml:space="preserve">, </w:t>
      </w:r>
      <w:r w:rsidRPr="005D5566">
        <w:t>et</w:t>
      </w:r>
      <w:r w:rsidR="001C0413">
        <w:t xml:space="preserve">, </w:t>
      </w:r>
      <w:r w:rsidRPr="005D5566">
        <w:t>comprenant qu</w:t>
      </w:r>
      <w:r w:rsidR="001C0413">
        <w:t>’</w:t>
      </w:r>
      <w:r w:rsidRPr="005D5566">
        <w:t>il avait plus besoin que Pavel d</w:t>
      </w:r>
      <w:r w:rsidR="001C0413">
        <w:t>’</w:t>
      </w:r>
      <w:r w:rsidRPr="005D5566">
        <w:t>un mot affectueux</w:t>
      </w:r>
      <w:r w:rsidR="001C0413">
        <w:t xml:space="preserve">, </w:t>
      </w:r>
      <w:r w:rsidRPr="005D5566">
        <w:t>elle lui dit</w:t>
      </w:r>
      <w:r w:rsidR="001C0413">
        <w:t> :</w:t>
      </w:r>
    </w:p>
    <w:p w14:paraId="6FC4BC7B" w14:textId="77777777" w:rsidR="001C0413" w:rsidRDefault="001C0413" w:rsidP="001C0413">
      <w:r>
        <w:t>— </w:t>
      </w:r>
      <w:r w:rsidR="00530790" w:rsidRPr="005D5566">
        <w:t>Il ne me plaît pas</w:t>
      </w:r>
      <w:r>
        <w:t xml:space="preserve">, </w:t>
      </w:r>
      <w:r w:rsidR="00530790" w:rsidRPr="005D5566">
        <w:t>ce jugement</w:t>
      </w:r>
      <w:r>
        <w:t> !</w:t>
      </w:r>
    </w:p>
    <w:p w14:paraId="63990F24" w14:textId="77777777" w:rsidR="001C0413" w:rsidRDefault="001C0413" w:rsidP="001C0413">
      <w:r>
        <w:t>— </w:t>
      </w:r>
      <w:r w:rsidR="00530790" w:rsidRPr="005D5566">
        <w:t>Pourquoi</w:t>
      </w:r>
      <w:r>
        <w:t xml:space="preserve">, </w:t>
      </w:r>
      <w:r w:rsidR="00530790" w:rsidRPr="005D5566">
        <w:t>petite mère</w:t>
      </w:r>
      <w:r>
        <w:t xml:space="preserve"> ? </w:t>
      </w:r>
      <w:r w:rsidR="00530790" w:rsidRPr="005D5566">
        <w:t>s</w:t>
      </w:r>
      <w:r>
        <w:t>’</w:t>
      </w:r>
      <w:r w:rsidR="00530790" w:rsidRPr="005D5566">
        <w:t>écria André</w:t>
      </w:r>
      <w:r>
        <w:t xml:space="preserve">. </w:t>
      </w:r>
      <w:r w:rsidR="00530790" w:rsidRPr="005D5566">
        <w:t>C</w:t>
      </w:r>
      <w:r>
        <w:t>’</w:t>
      </w:r>
      <w:r w:rsidR="00530790" w:rsidRPr="005D5566">
        <w:t>est un vieux moulin</w:t>
      </w:r>
      <w:r>
        <w:t xml:space="preserve">, </w:t>
      </w:r>
      <w:r w:rsidR="00530790" w:rsidRPr="005D5566">
        <w:t>mais il n</w:t>
      </w:r>
      <w:r>
        <w:t>’</w:t>
      </w:r>
      <w:r w:rsidR="00530790" w:rsidRPr="005D5566">
        <w:t>est pas désœuvré</w:t>
      </w:r>
      <w:r>
        <w:t>…</w:t>
      </w:r>
    </w:p>
    <w:p w14:paraId="0A867312" w14:textId="77777777" w:rsidR="001C0413" w:rsidRDefault="001C0413" w:rsidP="001C0413">
      <w:r>
        <w:t>— </w:t>
      </w:r>
      <w:r w:rsidR="00530790" w:rsidRPr="005D5566">
        <w:t>Ce n</w:t>
      </w:r>
      <w:r>
        <w:t>’</w:t>
      </w:r>
      <w:r w:rsidR="00530790" w:rsidRPr="005D5566">
        <w:t>est pas effrayant</w:t>
      </w:r>
      <w:r>
        <w:t xml:space="preserve">… </w:t>
      </w:r>
      <w:r w:rsidR="00530790" w:rsidRPr="005D5566">
        <w:t>et c</w:t>
      </w:r>
      <w:r>
        <w:t>’</w:t>
      </w:r>
      <w:r w:rsidR="00530790" w:rsidRPr="005D5566">
        <w:t>est incompréhensible</w:t>
      </w:r>
      <w:r>
        <w:t xml:space="preserve">, </w:t>
      </w:r>
      <w:r w:rsidR="00530790" w:rsidRPr="005D5566">
        <w:t>on ne recherche pas la vérité</w:t>
      </w:r>
      <w:r>
        <w:t xml:space="preserve">, </w:t>
      </w:r>
      <w:r w:rsidR="00530790" w:rsidRPr="005D5566">
        <w:t>dit-elle avec hésitation</w:t>
      </w:r>
      <w:r>
        <w:t>.</w:t>
      </w:r>
    </w:p>
    <w:p w14:paraId="0F3A98DA" w14:textId="77777777" w:rsidR="001C0413" w:rsidRDefault="001C0413" w:rsidP="001C0413">
      <w:r>
        <w:t>— </w:t>
      </w:r>
      <w:r w:rsidR="00530790" w:rsidRPr="005D5566">
        <w:t>Oh</w:t>
      </w:r>
      <w:r>
        <w:t xml:space="preserve"> ! </w:t>
      </w:r>
      <w:r w:rsidR="00530790" w:rsidRPr="005D5566">
        <w:t>C</w:t>
      </w:r>
      <w:r>
        <w:t>’</w:t>
      </w:r>
      <w:r w:rsidR="00530790" w:rsidRPr="005D5566">
        <w:t>est cela que vous vouliez</w:t>
      </w:r>
      <w:r>
        <w:t xml:space="preserve"> ? </w:t>
      </w:r>
      <w:r w:rsidR="00530790" w:rsidRPr="005D5566">
        <w:t>s</w:t>
      </w:r>
      <w:r>
        <w:t>’</w:t>
      </w:r>
      <w:r w:rsidR="00530790" w:rsidRPr="005D5566">
        <w:t>écria André</w:t>
      </w:r>
      <w:r>
        <w:t xml:space="preserve">. </w:t>
      </w:r>
      <w:r w:rsidR="00530790" w:rsidRPr="005D5566">
        <w:t>Mais croyez-vous qu</w:t>
      </w:r>
      <w:r>
        <w:t>’</w:t>
      </w:r>
      <w:r w:rsidR="00530790" w:rsidRPr="005D5566">
        <w:t>on s</w:t>
      </w:r>
      <w:r>
        <w:t>’</w:t>
      </w:r>
      <w:r w:rsidR="00530790" w:rsidRPr="005D5566">
        <w:t>occupe de la vérité</w:t>
      </w:r>
      <w:r>
        <w:t xml:space="preserve">, </w:t>
      </w:r>
      <w:r w:rsidR="00530790" w:rsidRPr="005D5566">
        <w:t>ici</w:t>
      </w:r>
      <w:r>
        <w:t> ?</w:t>
      </w:r>
    </w:p>
    <w:p w14:paraId="55285DA8" w14:textId="77777777" w:rsidR="001C0413" w:rsidRDefault="00530790" w:rsidP="001C0413">
      <w:r w:rsidRPr="005D5566">
        <w:t>Pélaguée poussa un soupir</w:t>
      </w:r>
      <w:r w:rsidR="001C0413">
        <w:t> :</w:t>
      </w:r>
    </w:p>
    <w:p w14:paraId="2A7E6133" w14:textId="77777777" w:rsidR="001C0413" w:rsidRDefault="001C0413" w:rsidP="001C0413">
      <w:r>
        <w:t>— </w:t>
      </w:r>
      <w:r w:rsidR="00530790" w:rsidRPr="005D5566">
        <w:t>Je pensais que ce serait terrible</w:t>
      </w:r>
      <w:r>
        <w:t xml:space="preserve">… </w:t>
      </w:r>
      <w:r w:rsidR="00530790" w:rsidRPr="005D5566">
        <w:t>plus terrible qu</w:t>
      </w:r>
      <w:r>
        <w:t>’</w:t>
      </w:r>
      <w:r w:rsidR="00530790" w:rsidRPr="005D5566">
        <w:t xml:space="preserve">à </w:t>
      </w:r>
      <w:r w:rsidR="00530790" w:rsidRPr="005D5566">
        <w:rPr>
          <w:bCs/>
        </w:rPr>
        <w:t>l</w:t>
      </w:r>
      <w:r>
        <w:t>’</w:t>
      </w:r>
      <w:r w:rsidR="00530790" w:rsidRPr="005D5566">
        <w:t>église</w:t>
      </w:r>
      <w:r>
        <w:t xml:space="preserve">… </w:t>
      </w:r>
      <w:r w:rsidR="00530790" w:rsidRPr="005D5566">
        <w:t>qu</w:t>
      </w:r>
      <w:r>
        <w:t>’</w:t>
      </w:r>
      <w:r w:rsidR="00530790" w:rsidRPr="005D5566">
        <w:t>on célébrerait le culte de la vérité</w:t>
      </w:r>
      <w:r>
        <w:t>…</w:t>
      </w:r>
    </w:p>
    <w:p w14:paraId="05D899AB" w14:textId="77777777" w:rsidR="001C0413" w:rsidRDefault="001C0413" w:rsidP="001C0413">
      <w:r>
        <w:t>— </w:t>
      </w:r>
      <w:r w:rsidR="00530790" w:rsidRPr="005D5566">
        <w:t>Mère</w:t>
      </w:r>
      <w:r>
        <w:t xml:space="preserve">, </w:t>
      </w:r>
      <w:r w:rsidR="00530790" w:rsidRPr="005D5566">
        <w:t>nous savons où on révère la vérité</w:t>
      </w:r>
      <w:r>
        <w:t xml:space="preserve"> ! </w:t>
      </w:r>
      <w:r w:rsidR="00530790" w:rsidRPr="005D5566">
        <w:t>dit Pavel à voix basse</w:t>
      </w:r>
      <w:r>
        <w:t xml:space="preserve">, </w:t>
      </w:r>
      <w:r w:rsidR="00530790" w:rsidRPr="005D5566">
        <w:t>et comme s</w:t>
      </w:r>
      <w:r>
        <w:t>’</w:t>
      </w:r>
      <w:r w:rsidR="00530790" w:rsidRPr="005D5566">
        <w:t>il lui eût demandé quelque chose</w:t>
      </w:r>
      <w:r>
        <w:t>.</w:t>
      </w:r>
    </w:p>
    <w:p w14:paraId="516C6FF9" w14:textId="77777777" w:rsidR="001C0413" w:rsidRDefault="001C0413" w:rsidP="001C0413">
      <w:r>
        <w:t>— </w:t>
      </w:r>
      <w:r w:rsidR="00530790" w:rsidRPr="005D5566">
        <w:t>Vous le savez</w:t>
      </w:r>
      <w:r>
        <w:t xml:space="preserve">, </w:t>
      </w:r>
      <w:r w:rsidR="00530790" w:rsidRPr="005D5566">
        <w:t>aussi</w:t>
      </w:r>
      <w:r>
        <w:t xml:space="preserve">, </w:t>
      </w:r>
      <w:r w:rsidR="00530790" w:rsidRPr="005D5566">
        <w:t>petite mère</w:t>
      </w:r>
      <w:r>
        <w:t xml:space="preserve"> ! </w:t>
      </w:r>
      <w:r w:rsidR="00530790" w:rsidRPr="005D5566">
        <w:t>ajouta le Petit-Russien</w:t>
      </w:r>
      <w:r>
        <w:t>.</w:t>
      </w:r>
    </w:p>
    <w:p w14:paraId="3F63B316" w14:textId="77777777" w:rsidR="001C0413" w:rsidRDefault="001C0413" w:rsidP="001C0413">
      <w:r>
        <w:t>— </w:t>
      </w:r>
      <w:r w:rsidR="00530790" w:rsidRPr="005D5566">
        <w:t>La cour</w:t>
      </w:r>
      <w:r>
        <w:t> !</w:t>
      </w:r>
    </w:p>
    <w:p w14:paraId="4397B1CF" w14:textId="77777777" w:rsidR="001C0413" w:rsidRDefault="00530790" w:rsidP="001C0413">
      <w:r w:rsidRPr="005D5566">
        <w:t>Tous se précipitèrent à leur place</w:t>
      </w:r>
      <w:r w:rsidR="001C0413">
        <w:t>.</w:t>
      </w:r>
    </w:p>
    <w:p w14:paraId="1BBCCEDC" w14:textId="77777777" w:rsidR="001C0413" w:rsidRDefault="00530790" w:rsidP="001C0413">
      <w:r w:rsidRPr="005D5566">
        <w:t>Une main appuyée à la table</w:t>
      </w:r>
      <w:r w:rsidR="001C0413">
        <w:t xml:space="preserve">, </w:t>
      </w:r>
      <w:r w:rsidRPr="005D5566">
        <w:t>le président cacha son visage derrière un papier et se mit à lire d</w:t>
      </w:r>
      <w:r w:rsidR="001C0413">
        <w:t>’</w:t>
      </w:r>
      <w:r w:rsidRPr="005D5566">
        <w:t>une voix bourdonnante et faible</w:t>
      </w:r>
      <w:r w:rsidR="001C0413">
        <w:t> :</w:t>
      </w:r>
    </w:p>
    <w:p w14:paraId="39616253" w14:textId="2D8D2B24" w:rsidR="001C0413" w:rsidRDefault="001C0413" w:rsidP="001C0413">
      <w:r>
        <w:t>« </w:t>
      </w:r>
      <w:r w:rsidR="00530790" w:rsidRPr="005D5566">
        <w:t>Le tribunal</w:t>
      </w:r>
      <w:r>
        <w:t xml:space="preserve">… </w:t>
      </w:r>
      <w:r w:rsidR="00530790" w:rsidRPr="005D5566">
        <w:t>après en avoir délibéré</w:t>
      </w:r>
      <w:r>
        <w:t>… »</w:t>
      </w:r>
    </w:p>
    <w:p w14:paraId="2101255D" w14:textId="77777777" w:rsidR="001C0413" w:rsidRDefault="001C0413" w:rsidP="001C0413">
      <w:r>
        <w:lastRenderedPageBreak/>
        <w:t>— </w:t>
      </w:r>
      <w:r w:rsidR="00530790" w:rsidRPr="005D5566">
        <w:t>C</w:t>
      </w:r>
      <w:r>
        <w:t>’</w:t>
      </w:r>
      <w:r w:rsidR="00530790" w:rsidRPr="005D5566">
        <w:t>est la condamnation</w:t>
      </w:r>
      <w:r>
        <w:t xml:space="preserve"> ! </w:t>
      </w:r>
      <w:r w:rsidR="00530790" w:rsidRPr="005D5566">
        <w:t>dit Sizov</w:t>
      </w:r>
      <w:r>
        <w:t xml:space="preserve">, </w:t>
      </w:r>
      <w:r w:rsidR="00530790" w:rsidRPr="005D5566">
        <w:t>en prêtant l</w:t>
      </w:r>
      <w:r>
        <w:t>’</w:t>
      </w:r>
      <w:r w:rsidR="00530790" w:rsidRPr="005D5566">
        <w:t>oreille</w:t>
      </w:r>
      <w:r>
        <w:t>.</w:t>
      </w:r>
    </w:p>
    <w:p w14:paraId="4965EF63" w14:textId="77777777" w:rsidR="001C0413" w:rsidRDefault="00530790" w:rsidP="001C0413">
      <w:r w:rsidRPr="005D5566">
        <w:t>Le silence se fit</w:t>
      </w:r>
      <w:r w:rsidR="001C0413">
        <w:t xml:space="preserve">. </w:t>
      </w:r>
      <w:r w:rsidRPr="005D5566">
        <w:t>Tout le monde s</w:t>
      </w:r>
      <w:r w:rsidR="001C0413">
        <w:t>’</w:t>
      </w:r>
      <w:r w:rsidRPr="005D5566">
        <w:t>était levé</w:t>
      </w:r>
      <w:r w:rsidR="001C0413">
        <w:t xml:space="preserve">, </w:t>
      </w:r>
      <w:r w:rsidRPr="005D5566">
        <w:t>les yeux fixés sur le petit vieillard</w:t>
      </w:r>
      <w:r w:rsidR="001C0413">
        <w:t xml:space="preserve"> ; </w:t>
      </w:r>
      <w:r w:rsidRPr="005D5566">
        <w:t>Sec et droit</w:t>
      </w:r>
      <w:r w:rsidR="001C0413">
        <w:t xml:space="preserve">, </w:t>
      </w:r>
      <w:r w:rsidRPr="005D5566">
        <w:t xml:space="preserve">il ressemblait à un </w:t>
      </w:r>
      <w:r w:rsidRPr="00D210FA">
        <w:t>bât</w:t>
      </w:r>
      <w:r w:rsidRPr="005D5566">
        <w:t>on sur lequel une main invisible se fût appuyée</w:t>
      </w:r>
      <w:r w:rsidR="001C0413">
        <w:t xml:space="preserve">. </w:t>
      </w:r>
      <w:r w:rsidRPr="005D5566">
        <w:t>Les juges étaient debout aussi</w:t>
      </w:r>
      <w:r w:rsidR="001C0413">
        <w:t xml:space="preserve"> ; </w:t>
      </w:r>
      <w:r w:rsidRPr="005D5566">
        <w:t>le syndic du bailliage</w:t>
      </w:r>
      <w:r w:rsidR="001C0413">
        <w:t xml:space="preserve">, </w:t>
      </w:r>
      <w:r w:rsidRPr="005D5566">
        <w:t xml:space="preserve">la tête penchée sur </w:t>
      </w:r>
      <w:r w:rsidRPr="005D5566">
        <w:rPr>
          <w:bCs/>
        </w:rPr>
        <w:t>l</w:t>
      </w:r>
      <w:r w:rsidR="001C0413">
        <w:t>’</w:t>
      </w:r>
      <w:r w:rsidRPr="005D5566">
        <w:t>épaule</w:t>
      </w:r>
      <w:r w:rsidR="001C0413">
        <w:t xml:space="preserve">, </w:t>
      </w:r>
      <w:r w:rsidRPr="005D5566">
        <w:t>dirigeait ses yeux au plafond</w:t>
      </w:r>
      <w:r w:rsidR="001C0413">
        <w:t xml:space="preserve"> ; </w:t>
      </w:r>
      <w:r w:rsidRPr="005D5566">
        <w:t>le maire croisait les bras sur sa poitrine</w:t>
      </w:r>
      <w:r w:rsidR="001C0413">
        <w:t xml:space="preserve"> ; </w:t>
      </w:r>
      <w:r w:rsidRPr="005D5566">
        <w:t>le maréchal de la noblesse se caressait la barbe</w:t>
      </w:r>
      <w:r w:rsidR="001C0413">
        <w:t xml:space="preserve">. </w:t>
      </w:r>
      <w:r w:rsidRPr="005D5566">
        <w:t xml:space="preserve">Le juge à </w:t>
      </w:r>
      <w:r w:rsidRPr="005D5566">
        <w:rPr>
          <w:bCs/>
        </w:rPr>
        <w:t>l</w:t>
      </w:r>
      <w:r w:rsidR="001C0413">
        <w:t>’</w:t>
      </w:r>
      <w:r w:rsidRPr="005D5566">
        <w:t>air souffrant</w:t>
      </w:r>
      <w:r w:rsidR="001C0413">
        <w:t xml:space="preserve">, </w:t>
      </w:r>
      <w:r w:rsidRPr="005D5566">
        <w:t>son collègue ventru et le procureur regardaient du côté des prévenus</w:t>
      </w:r>
      <w:r w:rsidR="001C0413">
        <w:t xml:space="preserve">. </w:t>
      </w:r>
      <w:r w:rsidRPr="005D5566">
        <w:t>Derrière les juges</w:t>
      </w:r>
      <w:r w:rsidR="001C0413">
        <w:t xml:space="preserve">, </w:t>
      </w:r>
      <w:r w:rsidRPr="005D5566">
        <w:t>au-dessus de leurs têtes</w:t>
      </w:r>
      <w:r w:rsidR="001C0413">
        <w:t xml:space="preserve">, </w:t>
      </w:r>
      <w:r w:rsidRPr="005D5566">
        <w:t>le tsar apparaissait en uniforme rouge</w:t>
      </w:r>
      <w:r w:rsidR="001C0413">
        <w:t xml:space="preserve"> ; </w:t>
      </w:r>
      <w:r w:rsidRPr="005D5566">
        <w:t>un insecte rampait sur son visage blanc et indifférent</w:t>
      </w:r>
      <w:r w:rsidR="001C0413">
        <w:t xml:space="preserve"> ; </w:t>
      </w:r>
      <w:r w:rsidRPr="005D5566">
        <w:t>une toile d</w:t>
      </w:r>
      <w:r w:rsidR="001C0413">
        <w:t>’</w:t>
      </w:r>
      <w:r w:rsidRPr="005D5566">
        <w:t>araignée tremblait</w:t>
      </w:r>
      <w:r w:rsidR="001C0413">
        <w:t>.</w:t>
      </w:r>
    </w:p>
    <w:p w14:paraId="0C4BD0B8" w14:textId="4403306F" w:rsidR="001C0413" w:rsidRDefault="001C0413" w:rsidP="001C0413">
      <w:r>
        <w:t xml:space="preserve">« … </w:t>
      </w:r>
      <w:r w:rsidR="00530790" w:rsidRPr="005D5566">
        <w:t>Sont condamnés à la déportation en Sibérie</w:t>
      </w:r>
      <w:r>
        <w:t>… »</w:t>
      </w:r>
    </w:p>
    <w:p w14:paraId="415FC526" w14:textId="77777777" w:rsidR="001C0413" w:rsidRDefault="001C0413" w:rsidP="001C0413">
      <w:r>
        <w:t>— </w:t>
      </w:r>
      <w:r w:rsidR="00530790" w:rsidRPr="005D5566">
        <w:t>La déportation</w:t>
      </w:r>
      <w:r>
        <w:t xml:space="preserve"> ! </w:t>
      </w:r>
      <w:r w:rsidR="00530790" w:rsidRPr="005D5566">
        <w:t>dit Sizov en poussant un soupir de soulagement</w:t>
      </w:r>
      <w:r>
        <w:t xml:space="preserve">. </w:t>
      </w:r>
      <w:r w:rsidR="00530790" w:rsidRPr="005D5566">
        <w:t>Enfin</w:t>
      </w:r>
      <w:r>
        <w:t xml:space="preserve">, </w:t>
      </w:r>
      <w:r w:rsidR="00530790" w:rsidRPr="005D5566">
        <w:t>c</w:t>
      </w:r>
      <w:r>
        <w:t>’</w:t>
      </w:r>
      <w:r w:rsidR="00530790" w:rsidRPr="005D5566">
        <w:t>est passé</w:t>
      </w:r>
      <w:r>
        <w:t xml:space="preserve">, </w:t>
      </w:r>
      <w:r w:rsidR="00530790" w:rsidRPr="005D5566">
        <w:t>Dieu merci</w:t>
      </w:r>
      <w:r>
        <w:t xml:space="preserve"> ! </w:t>
      </w:r>
      <w:r w:rsidR="00530790" w:rsidRPr="005D5566">
        <w:t>On parlait des travaux forcés</w:t>
      </w:r>
      <w:r>
        <w:t xml:space="preserve">. </w:t>
      </w:r>
      <w:r w:rsidR="00530790" w:rsidRPr="005D5566">
        <w:t>Ce n</w:t>
      </w:r>
      <w:r>
        <w:t>’</w:t>
      </w:r>
      <w:r w:rsidR="00530790" w:rsidRPr="005D5566">
        <w:t>est pas si terrible</w:t>
      </w:r>
      <w:r>
        <w:t xml:space="preserve">, </w:t>
      </w:r>
      <w:r w:rsidR="00530790" w:rsidRPr="005D5566">
        <w:t>mère</w:t>
      </w:r>
      <w:r>
        <w:t xml:space="preserve">, </w:t>
      </w:r>
      <w:r w:rsidR="00530790" w:rsidRPr="005D5566">
        <w:t>ce n</w:t>
      </w:r>
      <w:r>
        <w:t>’</w:t>
      </w:r>
      <w:r w:rsidR="00530790" w:rsidRPr="005D5566">
        <w:t>est rien</w:t>
      </w:r>
      <w:r>
        <w:t> !</w:t>
      </w:r>
    </w:p>
    <w:p w14:paraId="35D32FDB" w14:textId="77777777" w:rsidR="001C0413" w:rsidRDefault="001C0413" w:rsidP="001C0413">
      <w:r>
        <w:t>— </w:t>
      </w:r>
      <w:r w:rsidR="00530790" w:rsidRPr="005D5566">
        <w:t>Je le savais</w:t>
      </w:r>
      <w:r>
        <w:t xml:space="preserve">, </w:t>
      </w:r>
      <w:r w:rsidR="00530790" w:rsidRPr="005D5566">
        <w:t>dit Pélaguée d</w:t>
      </w:r>
      <w:r>
        <w:t>’</w:t>
      </w:r>
      <w:r w:rsidR="00530790" w:rsidRPr="005D5566">
        <w:t>une voix basse</w:t>
      </w:r>
      <w:r>
        <w:t>.</w:t>
      </w:r>
    </w:p>
    <w:p w14:paraId="7CF77EFC" w14:textId="77777777" w:rsidR="001C0413" w:rsidRDefault="001C0413" w:rsidP="001C0413">
      <w:r>
        <w:t>— </w:t>
      </w:r>
      <w:r w:rsidR="00530790" w:rsidRPr="005D5566">
        <w:t>Tout de même</w:t>
      </w:r>
      <w:r>
        <w:t xml:space="preserve">… </w:t>
      </w:r>
      <w:r w:rsidR="00530790" w:rsidRPr="005D5566">
        <w:t>Maintenant</w:t>
      </w:r>
      <w:r>
        <w:t xml:space="preserve">, </w:t>
      </w:r>
      <w:r w:rsidR="00530790" w:rsidRPr="005D5566">
        <w:t>c</w:t>
      </w:r>
      <w:r>
        <w:t>’</w:t>
      </w:r>
      <w:r w:rsidR="00530790" w:rsidRPr="005D5566">
        <w:t>est certain</w:t>
      </w:r>
      <w:r>
        <w:t xml:space="preserve">… </w:t>
      </w:r>
      <w:r w:rsidR="00530790" w:rsidRPr="005D5566">
        <w:t>Va donc savoir</w:t>
      </w:r>
      <w:r>
        <w:t xml:space="preserve">, </w:t>
      </w:r>
      <w:r w:rsidR="00530790" w:rsidRPr="005D5566">
        <w:t>avec ces juges</w:t>
      </w:r>
      <w:r>
        <w:t> !</w:t>
      </w:r>
    </w:p>
    <w:p w14:paraId="5E9C6B25" w14:textId="77777777" w:rsidR="001C0413" w:rsidRDefault="00530790" w:rsidP="001C0413">
      <w:r w:rsidRPr="005D5566">
        <w:t>Il se tourna vers les condamnés qu</w:t>
      </w:r>
      <w:r w:rsidR="001C0413">
        <w:t>’</w:t>
      </w:r>
      <w:r w:rsidRPr="005D5566">
        <w:t>on emmenait déjà</w:t>
      </w:r>
      <w:r w:rsidR="001C0413">
        <w:t xml:space="preserve">, </w:t>
      </w:r>
      <w:r w:rsidRPr="005D5566">
        <w:t>et dit à haute voix</w:t>
      </w:r>
      <w:r w:rsidR="001C0413">
        <w:t> :</w:t>
      </w:r>
    </w:p>
    <w:p w14:paraId="499DF5C3" w14:textId="77777777" w:rsidR="001C0413" w:rsidRDefault="001C0413" w:rsidP="001C0413">
      <w:r>
        <w:t>— </w:t>
      </w:r>
      <w:r w:rsidR="00530790" w:rsidRPr="005D5566">
        <w:t>Au revoir</w:t>
      </w:r>
      <w:r>
        <w:t xml:space="preserve">, </w:t>
      </w:r>
      <w:r w:rsidR="00530790" w:rsidRPr="005D5566">
        <w:t>Fédia</w:t>
      </w:r>
      <w:r>
        <w:t xml:space="preserve"> !… </w:t>
      </w:r>
      <w:r w:rsidR="00530790" w:rsidRPr="005D5566">
        <w:t>Au revoir</w:t>
      </w:r>
      <w:r>
        <w:t xml:space="preserve">, </w:t>
      </w:r>
      <w:r w:rsidR="00530790" w:rsidRPr="005D5566">
        <w:t>vous tous</w:t>
      </w:r>
      <w:r>
        <w:t xml:space="preserve"> ! </w:t>
      </w:r>
      <w:r w:rsidR="00530790" w:rsidRPr="005D5566">
        <w:t>Que Dieu vous aide</w:t>
      </w:r>
      <w:r>
        <w:t> !</w:t>
      </w:r>
    </w:p>
    <w:p w14:paraId="6C9A7C0C" w14:textId="77777777" w:rsidR="001C0413" w:rsidRDefault="00530790" w:rsidP="001C0413">
      <w:r w:rsidRPr="005D5566">
        <w:t>La mère fit un signe de tête à Pavel et à ses camarades</w:t>
      </w:r>
      <w:r w:rsidR="001C0413">
        <w:t xml:space="preserve">. </w:t>
      </w:r>
      <w:r w:rsidRPr="005D5566">
        <w:t>Elle aurait voulu pleurer</w:t>
      </w:r>
      <w:r w:rsidR="001C0413">
        <w:t xml:space="preserve">, </w:t>
      </w:r>
      <w:r w:rsidRPr="005D5566">
        <w:t>mais une sorte de honte la retint</w:t>
      </w:r>
      <w:r w:rsidR="001C0413">
        <w:t>.</w:t>
      </w:r>
    </w:p>
    <w:p w14:paraId="1AB7D5B0" w14:textId="4BEA0A50" w:rsidR="00530790" w:rsidRPr="003B37B8" w:rsidRDefault="00530790" w:rsidP="001C0413">
      <w:pPr>
        <w:pStyle w:val="Titre2"/>
        <w:rPr>
          <w:szCs w:val="44"/>
        </w:rPr>
      </w:pPr>
      <w:bookmarkStart w:id="58" w:name="_Toc202279579"/>
      <w:r w:rsidRPr="003B37B8">
        <w:rPr>
          <w:szCs w:val="44"/>
        </w:rPr>
        <w:lastRenderedPageBreak/>
        <w:t>XXVI</w:t>
      </w:r>
      <w:bookmarkEnd w:id="58"/>
      <w:r w:rsidRPr="003B37B8">
        <w:rPr>
          <w:szCs w:val="44"/>
        </w:rPr>
        <w:br/>
      </w:r>
    </w:p>
    <w:p w14:paraId="66D2BF36" w14:textId="77777777" w:rsidR="001C0413" w:rsidRDefault="00530790" w:rsidP="001C0413">
      <w:r w:rsidRPr="005D5566">
        <w:t>En sortant du tribunal</w:t>
      </w:r>
      <w:r w:rsidR="001C0413">
        <w:t xml:space="preserve">, </w:t>
      </w:r>
      <w:r w:rsidRPr="005D5566">
        <w:t>la mère fut tout étonnée de voir que la nuit était déjà tombée sur la ville</w:t>
      </w:r>
      <w:r w:rsidR="001C0413">
        <w:t xml:space="preserve"> ; </w:t>
      </w:r>
      <w:r w:rsidRPr="005D5566">
        <w:t>dans les rues</w:t>
      </w:r>
      <w:r w:rsidR="001C0413">
        <w:t xml:space="preserve">, </w:t>
      </w:r>
      <w:r w:rsidRPr="005D5566">
        <w:t>les réverbères étaient allumés</w:t>
      </w:r>
      <w:r w:rsidR="001C0413">
        <w:t xml:space="preserve"> ; </w:t>
      </w:r>
      <w:r w:rsidRPr="005D5566">
        <w:t>les étoiles scintillaient au ciel</w:t>
      </w:r>
      <w:r w:rsidR="001C0413">
        <w:t xml:space="preserve">. </w:t>
      </w:r>
      <w:r w:rsidRPr="005D5566">
        <w:t>Aux alentours du palais de justice</w:t>
      </w:r>
      <w:r w:rsidR="001C0413">
        <w:t xml:space="preserve">, </w:t>
      </w:r>
      <w:r w:rsidRPr="005D5566">
        <w:t>les gens se rassemblaient en petits groupes</w:t>
      </w:r>
      <w:r w:rsidR="001C0413">
        <w:t xml:space="preserve"> ; </w:t>
      </w:r>
      <w:r w:rsidRPr="005D5566">
        <w:t>dans l</w:t>
      </w:r>
      <w:r w:rsidR="001C0413">
        <w:t>’</w:t>
      </w:r>
      <w:r w:rsidRPr="005D5566">
        <w:t>air glacé</w:t>
      </w:r>
      <w:r w:rsidR="001C0413">
        <w:t xml:space="preserve">, </w:t>
      </w:r>
      <w:r w:rsidRPr="005D5566">
        <w:t>la neige grinçait sous les pas</w:t>
      </w:r>
      <w:r w:rsidR="001C0413">
        <w:t xml:space="preserve"> ; </w:t>
      </w:r>
      <w:r w:rsidRPr="005D5566">
        <w:t>des voix jeunes s</w:t>
      </w:r>
      <w:r w:rsidR="001C0413">
        <w:t>’</w:t>
      </w:r>
      <w:r w:rsidRPr="005D5566">
        <w:t>interrompaient mutuellement</w:t>
      </w:r>
      <w:r w:rsidR="001C0413">
        <w:t xml:space="preserve">. </w:t>
      </w:r>
      <w:r w:rsidRPr="005D5566">
        <w:t>Un homme coiffé d</w:t>
      </w:r>
      <w:r w:rsidR="001C0413">
        <w:t>’</w:t>
      </w:r>
      <w:r w:rsidRPr="005D5566">
        <w:t>un capuchon gris s</w:t>
      </w:r>
      <w:r w:rsidR="001C0413">
        <w:t>’</w:t>
      </w:r>
      <w:r w:rsidRPr="005D5566">
        <w:t>approcha de Sizov et demanda d</w:t>
      </w:r>
      <w:r w:rsidR="001C0413">
        <w:t>’</w:t>
      </w:r>
      <w:r w:rsidRPr="005D5566">
        <w:t>une voix rapide</w:t>
      </w:r>
      <w:r w:rsidR="001C0413">
        <w:t> :</w:t>
      </w:r>
    </w:p>
    <w:p w14:paraId="6578AA72" w14:textId="77777777" w:rsidR="001C0413" w:rsidRDefault="001C0413" w:rsidP="001C0413">
      <w:r>
        <w:t>— </w:t>
      </w:r>
      <w:r w:rsidR="00530790" w:rsidRPr="005D5566">
        <w:t>Quelle sentence</w:t>
      </w:r>
      <w:r>
        <w:t> ?</w:t>
      </w:r>
    </w:p>
    <w:p w14:paraId="7DCC9AFD" w14:textId="77777777" w:rsidR="001C0413" w:rsidRDefault="001C0413" w:rsidP="001C0413">
      <w:r>
        <w:t>— </w:t>
      </w:r>
      <w:r w:rsidR="00530790" w:rsidRPr="005D5566">
        <w:t>La déportation</w:t>
      </w:r>
      <w:r>
        <w:t>.</w:t>
      </w:r>
    </w:p>
    <w:p w14:paraId="44249BF9" w14:textId="77777777" w:rsidR="001C0413" w:rsidRDefault="001C0413" w:rsidP="001C0413">
      <w:r>
        <w:t>— </w:t>
      </w:r>
      <w:r w:rsidR="00530790" w:rsidRPr="005D5566">
        <w:t>Pour tous</w:t>
      </w:r>
      <w:r>
        <w:t> ?</w:t>
      </w:r>
    </w:p>
    <w:p w14:paraId="1A21D123" w14:textId="77777777" w:rsidR="001C0413" w:rsidRDefault="001C0413" w:rsidP="001C0413">
      <w:r>
        <w:t>— </w:t>
      </w:r>
      <w:r w:rsidR="00530790" w:rsidRPr="005D5566">
        <w:t>Pour tous</w:t>
      </w:r>
      <w:r>
        <w:t>…</w:t>
      </w:r>
    </w:p>
    <w:p w14:paraId="094A5F57" w14:textId="77777777" w:rsidR="001C0413" w:rsidRDefault="00530790" w:rsidP="001C0413">
      <w:r w:rsidRPr="005D5566">
        <w:t>L</w:t>
      </w:r>
      <w:r w:rsidR="001C0413">
        <w:t>’</w:t>
      </w:r>
      <w:r w:rsidRPr="005D5566">
        <w:t>homme s</w:t>
      </w:r>
      <w:r w:rsidR="001C0413">
        <w:t>’</w:t>
      </w:r>
      <w:r w:rsidRPr="005D5566">
        <w:t>éloigna</w:t>
      </w:r>
      <w:r w:rsidR="001C0413">
        <w:t>.</w:t>
      </w:r>
    </w:p>
    <w:p w14:paraId="5CDC3652" w14:textId="77777777" w:rsidR="001C0413" w:rsidRDefault="001C0413" w:rsidP="001C0413">
      <w:r>
        <w:t>— </w:t>
      </w:r>
      <w:r w:rsidR="00530790" w:rsidRPr="005D5566">
        <w:t>Tu vois</w:t>
      </w:r>
      <w:r>
        <w:t xml:space="preserve"> ! </w:t>
      </w:r>
      <w:r w:rsidR="00530790" w:rsidRPr="005D5566">
        <w:t>dit Sizov à la mère</w:t>
      </w:r>
      <w:r>
        <w:t xml:space="preserve">, </w:t>
      </w:r>
      <w:r w:rsidR="00530790" w:rsidRPr="005D5566">
        <w:t>ça les intéresse</w:t>
      </w:r>
      <w:r>
        <w:t>…</w:t>
      </w:r>
    </w:p>
    <w:p w14:paraId="78A9C7B6" w14:textId="77777777" w:rsidR="001C0413" w:rsidRDefault="00530790" w:rsidP="001C0413">
      <w:r w:rsidRPr="005D5566">
        <w:t>Soudain</w:t>
      </w:r>
      <w:r w:rsidR="001C0413">
        <w:t xml:space="preserve">, </w:t>
      </w:r>
      <w:r w:rsidRPr="005D5566">
        <w:t>ils furent entourés par une dizaine de jeunes gens et de jeunes filles</w:t>
      </w:r>
      <w:r w:rsidR="001C0413">
        <w:t xml:space="preserve"> ; </w:t>
      </w:r>
      <w:r w:rsidRPr="005D5566">
        <w:t>les exclamations se mirent à pleuvoir</w:t>
      </w:r>
      <w:r w:rsidR="001C0413">
        <w:t xml:space="preserve">, </w:t>
      </w:r>
      <w:r w:rsidRPr="005D5566">
        <w:t>attirant d</w:t>
      </w:r>
      <w:r w:rsidR="001C0413">
        <w:t>’</w:t>
      </w:r>
      <w:r w:rsidRPr="005D5566">
        <w:t>autres personnes dans le groupe</w:t>
      </w:r>
      <w:r w:rsidR="001C0413">
        <w:t xml:space="preserve">. </w:t>
      </w:r>
      <w:r w:rsidRPr="005D5566">
        <w:t>Sizov et la mère s</w:t>
      </w:r>
      <w:r w:rsidR="001C0413">
        <w:t>’</w:t>
      </w:r>
      <w:r w:rsidRPr="005D5566">
        <w:t>arrêtèrent</w:t>
      </w:r>
      <w:r w:rsidR="001C0413">
        <w:t xml:space="preserve">. </w:t>
      </w:r>
      <w:r w:rsidRPr="005D5566">
        <w:t>On voulait connaître le verdict</w:t>
      </w:r>
      <w:r w:rsidR="001C0413">
        <w:t xml:space="preserve">, </w:t>
      </w:r>
      <w:r w:rsidRPr="005D5566">
        <w:t>savoir comment les prévenus s</w:t>
      </w:r>
      <w:r w:rsidR="001C0413">
        <w:t>’</w:t>
      </w:r>
      <w:r w:rsidRPr="005D5566">
        <w:t>étaient comportés</w:t>
      </w:r>
      <w:r w:rsidR="001C0413">
        <w:t xml:space="preserve">, </w:t>
      </w:r>
      <w:r w:rsidRPr="005D5566">
        <w:t>qui avait prononcé un discours et sur quel sujet</w:t>
      </w:r>
      <w:r w:rsidR="001C0413">
        <w:t xml:space="preserve"> ; </w:t>
      </w:r>
      <w:r w:rsidRPr="005D5566">
        <w:t>dans toutes ces questions tintait la même note de curiosité avide et sincère</w:t>
      </w:r>
      <w:r w:rsidR="001C0413">
        <w:t>.</w:t>
      </w:r>
    </w:p>
    <w:p w14:paraId="02A159BE" w14:textId="77777777" w:rsidR="001C0413" w:rsidRDefault="001C0413" w:rsidP="001C0413">
      <w:r>
        <w:t>— </w:t>
      </w:r>
      <w:r w:rsidR="00530790" w:rsidRPr="005D5566">
        <w:t>C</w:t>
      </w:r>
      <w:r>
        <w:t>’</w:t>
      </w:r>
      <w:r w:rsidR="00530790" w:rsidRPr="005D5566">
        <w:t>est la mère de Pavel Vlassov</w:t>
      </w:r>
      <w:r>
        <w:t xml:space="preserve"> ! </w:t>
      </w:r>
      <w:r w:rsidR="00530790" w:rsidRPr="005D5566">
        <w:t>cria quelqu</w:t>
      </w:r>
      <w:r>
        <w:t>’</w:t>
      </w:r>
      <w:r w:rsidR="00530790" w:rsidRPr="005D5566">
        <w:t>un</w:t>
      </w:r>
      <w:r>
        <w:t>.</w:t>
      </w:r>
    </w:p>
    <w:p w14:paraId="2BFDFD4E" w14:textId="77777777" w:rsidR="001C0413" w:rsidRDefault="00530790" w:rsidP="001C0413">
      <w:r w:rsidRPr="005D5566">
        <w:t>Brusquement</w:t>
      </w:r>
      <w:r w:rsidR="001C0413">
        <w:t xml:space="preserve">, </w:t>
      </w:r>
      <w:r w:rsidRPr="005D5566">
        <w:t>tous se turent</w:t>
      </w:r>
      <w:r w:rsidR="001C0413">
        <w:t>.</w:t>
      </w:r>
    </w:p>
    <w:p w14:paraId="66EDBD30" w14:textId="77777777" w:rsidR="001C0413" w:rsidRDefault="001C0413" w:rsidP="001C0413">
      <w:r>
        <w:lastRenderedPageBreak/>
        <w:t>— </w:t>
      </w:r>
      <w:r w:rsidR="00530790" w:rsidRPr="005D5566">
        <w:t>Permettez-moi de vous serrer la main</w:t>
      </w:r>
      <w:r>
        <w:t> !</w:t>
      </w:r>
    </w:p>
    <w:p w14:paraId="4475CAFB" w14:textId="77777777" w:rsidR="001C0413" w:rsidRDefault="00530790" w:rsidP="001C0413">
      <w:r w:rsidRPr="005D5566">
        <w:t>Une main ferme s</w:t>
      </w:r>
      <w:r w:rsidR="001C0413">
        <w:t>’</w:t>
      </w:r>
      <w:r w:rsidRPr="005D5566">
        <w:t>empara avec vigueur de celle de Pélaguée</w:t>
      </w:r>
      <w:r w:rsidR="001C0413">
        <w:t xml:space="preserve">. </w:t>
      </w:r>
      <w:r w:rsidRPr="005D5566">
        <w:t>La voix continua</w:t>
      </w:r>
      <w:r w:rsidR="001C0413">
        <w:t xml:space="preserve">, </w:t>
      </w:r>
      <w:r w:rsidRPr="005D5566">
        <w:t>tremblante d</w:t>
      </w:r>
      <w:r w:rsidR="001C0413">
        <w:t>’</w:t>
      </w:r>
      <w:r w:rsidRPr="005D5566">
        <w:t>émotion</w:t>
      </w:r>
      <w:r w:rsidR="001C0413">
        <w:t> :</w:t>
      </w:r>
    </w:p>
    <w:p w14:paraId="666B4FB2" w14:textId="77777777" w:rsidR="001C0413" w:rsidRDefault="001C0413" w:rsidP="001C0413">
      <w:r>
        <w:t>— </w:t>
      </w:r>
      <w:r w:rsidR="00530790" w:rsidRPr="005D5566">
        <w:t>Votre fils sera un exemple de courage pour nous tous</w:t>
      </w:r>
      <w:r>
        <w:t> !</w:t>
      </w:r>
    </w:p>
    <w:p w14:paraId="6CF94441" w14:textId="77777777" w:rsidR="001C0413" w:rsidRDefault="001C0413" w:rsidP="001C0413">
      <w:r>
        <w:t>— </w:t>
      </w:r>
      <w:r w:rsidR="00530790" w:rsidRPr="005D5566">
        <w:t>Vive l</w:t>
      </w:r>
      <w:r>
        <w:t>’</w:t>
      </w:r>
      <w:r w:rsidR="00530790" w:rsidRPr="005D5566">
        <w:t>ouvrier russe</w:t>
      </w:r>
      <w:r>
        <w:t xml:space="preserve"> ! </w:t>
      </w:r>
      <w:r w:rsidR="00530790" w:rsidRPr="005D5566">
        <w:t>cria une voix vibrante</w:t>
      </w:r>
      <w:r>
        <w:t>.</w:t>
      </w:r>
    </w:p>
    <w:p w14:paraId="236787B2" w14:textId="77777777" w:rsidR="001C0413" w:rsidRDefault="001C0413" w:rsidP="001C0413">
      <w:r>
        <w:t>— </w:t>
      </w:r>
      <w:r w:rsidR="00530790" w:rsidRPr="005D5566">
        <w:t>Vive la révolution</w:t>
      </w:r>
      <w:r>
        <w:t> !</w:t>
      </w:r>
    </w:p>
    <w:p w14:paraId="4640627B" w14:textId="77777777" w:rsidR="001C0413" w:rsidRDefault="001C0413" w:rsidP="001C0413">
      <w:r>
        <w:t>— </w:t>
      </w:r>
      <w:r w:rsidR="00530790" w:rsidRPr="005D5566">
        <w:t>À bas l</w:t>
      </w:r>
      <w:r>
        <w:t>’</w:t>
      </w:r>
      <w:r w:rsidR="00530790" w:rsidRPr="005D5566">
        <w:t>autocratie</w:t>
      </w:r>
      <w:r>
        <w:t> !</w:t>
      </w:r>
    </w:p>
    <w:p w14:paraId="68FB2183" w14:textId="77777777" w:rsidR="001C0413" w:rsidRDefault="00530790" w:rsidP="001C0413">
      <w:r w:rsidRPr="005D5566">
        <w:t>Les exclamations se multipliaient</w:t>
      </w:r>
      <w:r w:rsidR="001C0413">
        <w:t xml:space="preserve">, </w:t>
      </w:r>
      <w:r w:rsidRPr="005D5566">
        <w:t>toujours plus violentes</w:t>
      </w:r>
      <w:r w:rsidR="001C0413">
        <w:t xml:space="preserve"> ; </w:t>
      </w:r>
      <w:r w:rsidRPr="005D5566">
        <w:t>elles éclataient</w:t>
      </w:r>
      <w:r w:rsidR="001C0413">
        <w:t xml:space="preserve">, </w:t>
      </w:r>
      <w:r w:rsidRPr="005D5566">
        <w:t>se croisaient</w:t>
      </w:r>
      <w:r w:rsidR="001C0413">
        <w:t xml:space="preserve"> ; </w:t>
      </w:r>
      <w:r w:rsidRPr="005D5566">
        <w:t>les gens accouraient de toutes parts et se pressaient autour de Sizov et de Pélaguée</w:t>
      </w:r>
      <w:r w:rsidR="001C0413">
        <w:t xml:space="preserve">. </w:t>
      </w:r>
      <w:r w:rsidRPr="005D5566">
        <w:t>Les coups de sifflet des agents de police fendirent l</w:t>
      </w:r>
      <w:r w:rsidR="001C0413">
        <w:t>’</w:t>
      </w:r>
      <w:r w:rsidRPr="005D5566">
        <w:t>air</w:t>
      </w:r>
      <w:r w:rsidR="001C0413">
        <w:t xml:space="preserve">, </w:t>
      </w:r>
      <w:r w:rsidRPr="005D5566">
        <w:t>mais sans parvenir à dominer la rumeur</w:t>
      </w:r>
      <w:r w:rsidR="001C0413">
        <w:t xml:space="preserve">. </w:t>
      </w:r>
      <w:r w:rsidRPr="005D5566">
        <w:t>Le vieillard riait</w:t>
      </w:r>
      <w:r w:rsidR="001C0413">
        <w:t xml:space="preserve">. </w:t>
      </w:r>
      <w:r w:rsidRPr="005D5566">
        <w:t>Quant à la mère</w:t>
      </w:r>
      <w:r w:rsidR="001C0413">
        <w:t xml:space="preserve">, </w:t>
      </w:r>
      <w:r w:rsidRPr="005D5566">
        <w:t>il lui semblait que tout cela était un beau rêve</w:t>
      </w:r>
      <w:r w:rsidR="001C0413">
        <w:t xml:space="preserve">. </w:t>
      </w:r>
      <w:r w:rsidRPr="005D5566">
        <w:t>Elle souriait</w:t>
      </w:r>
      <w:r w:rsidR="001C0413">
        <w:t xml:space="preserve">, </w:t>
      </w:r>
      <w:r w:rsidRPr="005D5566">
        <w:t>serrait des mains</w:t>
      </w:r>
      <w:r w:rsidR="001C0413">
        <w:t xml:space="preserve">, </w:t>
      </w:r>
      <w:r w:rsidRPr="005D5566">
        <w:t>saluait</w:t>
      </w:r>
      <w:r w:rsidR="001C0413">
        <w:t xml:space="preserve"> ; </w:t>
      </w:r>
      <w:r w:rsidRPr="005D5566">
        <w:t>des larmes de bonheur lui serraient la gorge</w:t>
      </w:r>
      <w:r w:rsidR="001C0413">
        <w:t xml:space="preserve"> ; </w:t>
      </w:r>
      <w:r w:rsidRPr="005D5566">
        <w:t>ses jambes fléchissaient de fatigue</w:t>
      </w:r>
      <w:r w:rsidR="001C0413">
        <w:t xml:space="preserve"> ; </w:t>
      </w:r>
      <w:r w:rsidRPr="005D5566">
        <w:t>mais son cœur</w:t>
      </w:r>
      <w:r w:rsidR="001C0413">
        <w:t xml:space="preserve">, </w:t>
      </w:r>
      <w:r w:rsidRPr="005D5566">
        <w:t>plein d</w:t>
      </w:r>
      <w:r w:rsidR="001C0413">
        <w:t>’</w:t>
      </w:r>
      <w:r w:rsidRPr="005D5566">
        <w:t>une joie triomphante</w:t>
      </w:r>
      <w:r w:rsidR="001C0413">
        <w:t xml:space="preserve">, </w:t>
      </w:r>
      <w:r w:rsidRPr="005D5566">
        <w:t>reflétait les impressions comme le clair miroir d</w:t>
      </w:r>
      <w:r w:rsidR="001C0413">
        <w:t>’</w:t>
      </w:r>
      <w:r w:rsidRPr="005D5566">
        <w:t>un lac</w:t>
      </w:r>
      <w:r w:rsidR="001C0413">
        <w:t>.</w:t>
      </w:r>
    </w:p>
    <w:p w14:paraId="41338665" w14:textId="77777777" w:rsidR="001C0413" w:rsidRDefault="00530790" w:rsidP="001C0413">
      <w:r w:rsidRPr="005D5566">
        <w:t>Tout près d</w:t>
      </w:r>
      <w:r w:rsidR="001C0413">
        <w:t>’</w:t>
      </w:r>
      <w:r w:rsidRPr="005D5566">
        <w:t>elle</w:t>
      </w:r>
      <w:r w:rsidR="001C0413">
        <w:t xml:space="preserve">, </w:t>
      </w:r>
      <w:r w:rsidRPr="005D5566">
        <w:t>une voix nette s</w:t>
      </w:r>
      <w:r w:rsidR="001C0413">
        <w:t>’</w:t>
      </w:r>
      <w:r w:rsidRPr="005D5566">
        <w:t>écria d</w:t>
      </w:r>
      <w:r w:rsidR="001C0413">
        <w:t>’</w:t>
      </w:r>
      <w:r w:rsidRPr="005D5566">
        <w:t>un ton énervé</w:t>
      </w:r>
      <w:r w:rsidR="001C0413">
        <w:t> :</w:t>
      </w:r>
    </w:p>
    <w:p w14:paraId="4DF9B8E7" w14:textId="77777777" w:rsidR="001C0413" w:rsidRDefault="001C0413" w:rsidP="001C0413">
      <w:r>
        <w:t>— </w:t>
      </w:r>
      <w:r w:rsidR="00530790" w:rsidRPr="005D5566">
        <w:t>Camarades</w:t>
      </w:r>
      <w:r>
        <w:t xml:space="preserve"> ! </w:t>
      </w:r>
      <w:r w:rsidR="00530790" w:rsidRPr="005D5566">
        <w:t>amis</w:t>
      </w:r>
      <w:r>
        <w:t xml:space="preserve"> ! </w:t>
      </w:r>
      <w:r w:rsidR="00530790" w:rsidRPr="005D5566">
        <w:t>Le monstre qui dévore le peuple russe a de nouveau satisfait aujourd</w:t>
      </w:r>
      <w:r>
        <w:t>’</w:t>
      </w:r>
      <w:r w:rsidR="00530790" w:rsidRPr="005D5566">
        <w:t>hui ses appétits</w:t>
      </w:r>
      <w:r>
        <w:t>…</w:t>
      </w:r>
    </w:p>
    <w:p w14:paraId="6385E7F5" w14:textId="77777777" w:rsidR="001C0413" w:rsidRDefault="001C0413" w:rsidP="001C0413">
      <w:r>
        <w:t>— </w:t>
      </w:r>
      <w:r w:rsidR="00530790" w:rsidRPr="005D5566">
        <w:t>Allons-nous-en</w:t>
      </w:r>
      <w:r>
        <w:t xml:space="preserve">, </w:t>
      </w:r>
      <w:r w:rsidR="00530790" w:rsidRPr="005D5566">
        <w:t>mère</w:t>
      </w:r>
      <w:r>
        <w:t xml:space="preserve"> ! </w:t>
      </w:r>
      <w:r w:rsidR="00530790" w:rsidRPr="005D5566">
        <w:t>dit Sizov</w:t>
      </w:r>
      <w:r>
        <w:t>.</w:t>
      </w:r>
    </w:p>
    <w:p w14:paraId="35B6AE6B" w14:textId="77777777" w:rsidR="001C0413" w:rsidRDefault="00530790" w:rsidP="001C0413">
      <w:r w:rsidRPr="005D5566">
        <w:t>Au même instant</w:t>
      </w:r>
      <w:r w:rsidR="001C0413">
        <w:t xml:space="preserve">, </w:t>
      </w:r>
      <w:r w:rsidRPr="005D5566">
        <w:t>Sachenka surgit</w:t>
      </w:r>
      <w:r w:rsidR="001C0413">
        <w:t xml:space="preserve">. </w:t>
      </w:r>
      <w:r w:rsidRPr="005D5566">
        <w:t>Elle prit la mère par le bras et l</w:t>
      </w:r>
      <w:r w:rsidR="001C0413">
        <w:t>’</w:t>
      </w:r>
      <w:r w:rsidRPr="005D5566">
        <w:t>entraîna sur l</w:t>
      </w:r>
      <w:r w:rsidR="001C0413">
        <w:t>’</w:t>
      </w:r>
      <w:r w:rsidRPr="005D5566">
        <w:t>autre trottoir en disant</w:t>
      </w:r>
      <w:r w:rsidR="001C0413">
        <w:t> :</w:t>
      </w:r>
    </w:p>
    <w:p w14:paraId="17E0B4C7" w14:textId="77777777" w:rsidR="001C0413" w:rsidRDefault="001C0413" w:rsidP="001C0413">
      <w:r>
        <w:t>— </w:t>
      </w:r>
      <w:r w:rsidR="00530790" w:rsidRPr="005D5566">
        <w:t>Venez</w:t>
      </w:r>
      <w:r>
        <w:t xml:space="preserve">… </w:t>
      </w:r>
      <w:r w:rsidR="00530790" w:rsidRPr="005D5566">
        <w:t>peut-être la police va-t-elle se jeter sur la foule pour nous battre</w:t>
      </w:r>
      <w:r>
        <w:t xml:space="preserve">… </w:t>
      </w:r>
      <w:r w:rsidR="00530790" w:rsidRPr="005D5566">
        <w:t>Ou bien</w:t>
      </w:r>
      <w:r>
        <w:t xml:space="preserve">, </w:t>
      </w:r>
      <w:r w:rsidR="00530790" w:rsidRPr="005D5566">
        <w:t>il y aura des arrestations</w:t>
      </w:r>
      <w:r>
        <w:t xml:space="preserve">. </w:t>
      </w:r>
      <w:r w:rsidR="00530790" w:rsidRPr="005D5566">
        <w:t>Eh bien</w:t>
      </w:r>
      <w:r>
        <w:t xml:space="preserve"> ? </w:t>
      </w:r>
      <w:r w:rsidR="00530790" w:rsidRPr="005D5566">
        <w:t>C</w:t>
      </w:r>
      <w:r>
        <w:t>’</w:t>
      </w:r>
      <w:r w:rsidR="00530790" w:rsidRPr="005D5566">
        <w:t>est la déportation</w:t>
      </w:r>
      <w:r>
        <w:t xml:space="preserve"> ? </w:t>
      </w:r>
      <w:r w:rsidR="00530790" w:rsidRPr="005D5566">
        <w:t>En Sibérie</w:t>
      </w:r>
      <w:r>
        <w:t> ?</w:t>
      </w:r>
    </w:p>
    <w:p w14:paraId="3DC24D2A" w14:textId="77777777" w:rsidR="001C0413" w:rsidRDefault="001C0413" w:rsidP="001C0413">
      <w:r>
        <w:lastRenderedPageBreak/>
        <w:t>— </w:t>
      </w:r>
      <w:r w:rsidR="00530790" w:rsidRPr="005D5566">
        <w:t>Oui</w:t>
      </w:r>
      <w:r>
        <w:t xml:space="preserve">, </w:t>
      </w:r>
      <w:r w:rsidR="00530790" w:rsidRPr="005D5566">
        <w:t>oui</w:t>
      </w:r>
      <w:r>
        <w:t> !…</w:t>
      </w:r>
    </w:p>
    <w:p w14:paraId="2B43BE42" w14:textId="77777777" w:rsidR="001C0413" w:rsidRDefault="001C0413" w:rsidP="001C0413">
      <w:r>
        <w:t>— </w:t>
      </w:r>
      <w:r w:rsidR="00530790" w:rsidRPr="005D5566">
        <w:t>Et lui</w:t>
      </w:r>
      <w:r>
        <w:t xml:space="preserve">, </w:t>
      </w:r>
      <w:r w:rsidR="00530790" w:rsidRPr="005D5566">
        <w:t>qu</w:t>
      </w:r>
      <w:r>
        <w:t>’</w:t>
      </w:r>
      <w:r w:rsidR="00530790" w:rsidRPr="005D5566">
        <w:t>a-t-il fait</w:t>
      </w:r>
      <w:r>
        <w:t xml:space="preserve"> ? </w:t>
      </w:r>
      <w:r w:rsidR="00530790" w:rsidRPr="005D5566">
        <w:t>Il a parlé</w:t>
      </w:r>
      <w:r>
        <w:t xml:space="preserve"> ? </w:t>
      </w:r>
      <w:r w:rsidR="00530790" w:rsidRPr="005D5566">
        <w:t>Je le sais déjà</w:t>
      </w:r>
      <w:r>
        <w:t xml:space="preserve">, </w:t>
      </w:r>
      <w:r w:rsidR="00530790" w:rsidRPr="005D5566">
        <w:t>d</w:t>
      </w:r>
      <w:r>
        <w:t>’</w:t>
      </w:r>
      <w:r w:rsidR="00530790" w:rsidRPr="005D5566">
        <w:t>ailleurs</w:t>
      </w:r>
      <w:r>
        <w:t xml:space="preserve">. </w:t>
      </w:r>
      <w:r w:rsidR="00530790" w:rsidRPr="005D5566">
        <w:t>Il est plus fort et plus simple que tous les autres</w:t>
      </w:r>
      <w:r>
        <w:t xml:space="preserve">… </w:t>
      </w:r>
      <w:r w:rsidR="00530790" w:rsidRPr="005D5566">
        <w:t>et plus sévère aussi</w:t>
      </w:r>
      <w:r>
        <w:t xml:space="preserve">, </w:t>
      </w:r>
      <w:r w:rsidR="00530790" w:rsidRPr="005D5566">
        <w:t>c</w:t>
      </w:r>
      <w:r>
        <w:t>’</w:t>
      </w:r>
      <w:r w:rsidR="00530790" w:rsidRPr="005D5566">
        <w:t>est vrai</w:t>
      </w:r>
      <w:r>
        <w:t xml:space="preserve">. </w:t>
      </w:r>
      <w:r w:rsidR="00530790" w:rsidRPr="005D5566">
        <w:t>Il est tendre et sensible</w:t>
      </w:r>
      <w:r>
        <w:t xml:space="preserve">, </w:t>
      </w:r>
      <w:r w:rsidR="00530790" w:rsidRPr="005D5566">
        <w:t>mais il se gêne de manifester ses sentiments</w:t>
      </w:r>
      <w:r>
        <w:t xml:space="preserve">… </w:t>
      </w:r>
      <w:r w:rsidR="00530790" w:rsidRPr="005D5566">
        <w:t>Il est ferme</w:t>
      </w:r>
      <w:r>
        <w:t xml:space="preserve">, </w:t>
      </w:r>
      <w:r w:rsidR="00530790" w:rsidRPr="005D5566">
        <w:t>et droit comme la vérité elle-même</w:t>
      </w:r>
      <w:r>
        <w:t xml:space="preserve">… </w:t>
      </w:r>
      <w:r w:rsidR="00530790" w:rsidRPr="005D5566">
        <w:t>Il est grand</w:t>
      </w:r>
      <w:r>
        <w:t xml:space="preserve">, </w:t>
      </w:r>
      <w:r w:rsidR="00530790" w:rsidRPr="005D5566">
        <w:t>et en lui</w:t>
      </w:r>
      <w:r>
        <w:t xml:space="preserve">, </w:t>
      </w:r>
      <w:r w:rsidR="00530790" w:rsidRPr="005D5566">
        <w:t>il y a tout</w:t>
      </w:r>
      <w:r>
        <w:t xml:space="preserve">… </w:t>
      </w:r>
      <w:r w:rsidR="00530790" w:rsidRPr="005D5566">
        <w:t>tout</w:t>
      </w:r>
      <w:r>
        <w:t xml:space="preserve"> ! </w:t>
      </w:r>
      <w:r w:rsidR="00530790" w:rsidRPr="005D5566">
        <w:t>Mais dans bien des cas</w:t>
      </w:r>
      <w:r>
        <w:t xml:space="preserve">, </w:t>
      </w:r>
      <w:r w:rsidR="00530790" w:rsidRPr="005D5566">
        <w:t>il se comprime lui-même</w:t>
      </w:r>
      <w:r>
        <w:t xml:space="preserve">… </w:t>
      </w:r>
      <w:r w:rsidR="00530790" w:rsidRPr="005D5566">
        <w:t>de peur de n</w:t>
      </w:r>
      <w:r>
        <w:t>’</w:t>
      </w:r>
      <w:r w:rsidR="00530790" w:rsidRPr="005D5566">
        <w:t>être pas tout à la cause du peuple</w:t>
      </w:r>
      <w:r>
        <w:t xml:space="preserve">… </w:t>
      </w:r>
      <w:r w:rsidR="00530790" w:rsidRPr="005D5566">
        <w:t>je le sais bien</w:t>
      </w:r>
      <w:r>
        <w:t> !…</w:t>
      </w:r>
    </w:p>
    <w:p w14:paraId="0B752E55" w14:textId="77777777" w:rsidR="001C0413" w:rsidRDefault="00530790" w:rsidP="001C0413">
      <w:r w:rsidRPr="005D5566">
        <w:t>Ces paroles d</w:t>
      </w:r>
      <w:r w:rsidR="001C0413">
        <w:t>’</w:t>
      </w:r>
      <w:r w:rsidRPr="005D5566">
        <w:t>amour s</w:t>
      </w:r>
      <w:r w:rsidR="001C0413">
        <w:t>’</w:t>
      </w:r>
      <w:r w:rsidRPr="005D5566">
        <w:t>exhalant en un chuchotement passionné calmèrent Pélaguée et ranimèrent ses forces défaillantes</w:t>
      </w:r>
      <w:r w:rsidR="001C0413">
        <w:t>.</w:t>
      </w:r>
    </w:p>
    <w:p w14:paraId="0DB00594" w14:textId="77777777" w:rsidR="001C0413" w:rsidRDefault="001C0413" w:rsidP="001C0413">
      <w:r>
        <w:t>— </w:t>
      </w:r>
      <w:r w:rsidR="00530790" w:rsidRPr="005D5566">
        <w:t>Quand irez-vous le rejoindre</w:t>
      </w:r>
      <w:r>
        <w:t xml:space="preserve"> ? </w:t>
      </w:r>
      <w:r w:rsidR="00530790" w:rsidRPr="005D5566">
        <w:t>demanda-t-elle à la jeune fille</w:t>
      </w:r>
      <w:r>
        <w:t xml:space="preserve">, </w:t>
      </w:r>
      <w:r w:rsidR="00530790" w:rsidRPr="005D5566">
        <w:t>d</w:t>
      </w:r>
      <w:r>
        <w:t>’</w:t>
      </w:r>
      <w:r w:rsidR="00530790" w:rsidRPr="005D5566">
        <w:t>une voix basse et affectueuse en l</w:t>
      </w:r>
      <w:r>
        <w:t>’</w:t>
      </w:r>
      <w:r w:rsidR="00530790" w:rsidRPr="005D5566">
        <w:t>attirant à elle</w:t>
      </w:r>
      <w:r>
        <w:t xml:space="preserve">. </w:t>
      </w:r>
      <w:r w:rsidR="00530790" w:rsidRPr="005D5566">
        <w:t>Sachenka répondit</w:t>
      </w:r>
      <w:r>
        <w:t xml:space="preserve">, </w:t>
      </w:r>
      <w:r w:rsidR="00530790" w:rsidRPr="005D5566">
        <w:t>le regard fixé devant elle avec assurance</w:t>
      </w:r>
      <w:r>
        <w:t> :</w:t>
      </w:r>
    </w:p>
    <w:p w14:paraId="14122EEB" w14:textId="77777777" w:rsidR="001C0413" w:rsidRDefault="001C0413" w:rsidP="001C0413">
      <w:r>
        <w:t>— </w:t>
      </w:r>
      <w:r w:rsidR="00530790" w:rsidRPr="005D5566">
        <w:t>Aussitôt que j</w:t>
      </w:r>
      <w:r>
        <w:t>’</w:t>
      </w:r>
      <w:r w:rsidR="00530790" w:rsidRPr="005D5566">
        <w:t>aurai trouvé quelqu</w:t>
      </w:r>
      <w:r>
        <w:t>’</w:t>
      </w:r>
      <w:r w:rsidR="00530790" w:rsidRPr="005D5566">
        <w:t>un qui se charge de mon ouvrage</w:t>
      </w:r>
      <w:r>
        <w:t xml:space="preserve"> ! </w:t>
      </w:r>
      <w:r w:rsidR="00530790" w:rsidRPr="005D5566">
        <w:t>Car mon tour viendra bientôt de passer en jugement</w:t>
      </w:r>
      <w:r>
        <w:t xml:space="preserve">… </w:t>
      </w:r>
      <w:r w:rsidR="00530790" w:rsidRPr="005D5566">
        <w:t>On m</w:t>
      </w:r>
      <w:r>
        <w:t>’</w:t>
      </w:r>
      <w:r w:rsidR="00530790" w:rsidRPr="005D5566">
        <w:t>enverra aussi en Sibérie</w:t>
      </w:r>
      <w:r>
        <w:t xml:space="preserve">… </w:t>
      </w:r>
      <w:r w:rsidR="00530790" w:rsidRPr="005D5566">
        <w:t>Je dirai alors que je désire être exilée au même endroit que lui</w:t>
      </w:r>
      <w:r>
        <w:t>…</w:t>
      </w:r>
    </w:p>
    <w:p w14:paraId="1C4D8B50" w14:textId="77777777" w:rsidR="001C0413" w:rsidRDefault="00530790" w:rsidP="001C0413">
      <w:r w:rsidRPr="005D5566">
        <w:t>Derrière les deux femmes résonna la voix de Sizov</w:t>
      </w:r>
      <w:r w:rsidR="001C0413">
        <w:t>.</w:t>
      </w:r>
    </w:p>
    <w:p w14:paraId="4B5B8B90" w14:textId="77777777" w:rsidR="001C0413" w:rsidRDefault="001C0413" w:rsidP="001C0413">
      <w:r>
        <w:t>— </w:t>
      </w:r>
      <w:r w:rsidR="00530790" w:rsidRPr="005D5566">
        <w:t>Vous le saluerez de ma part</w:t>
      </w:r>
      <w:r>
        <w:t xml:space="preserve"> !… </w:t>
      </w:r>
      <w:r w:rsidR="00530790" w:rsidRPr="005D5566">
        <w:t>Je m</w:t>
      </w:r>
      <w:r>
        <w:t>’</w:t>
      </w:r>
      <w:r w:rsidR="00530790" w:rsidRPr="005D5566">
        <w:t>appelle Sizov</w:t>
      </w:r>
      <w:r>
        <w:t xml:space="preserve">… </w:t>
      </w:r>
      <w:r w:rsidR="00530790" w:rsidRPr="005D5566">
        <w:t>Il me connaît</w:t>
      </w:r>
      <w:r>
        <w:t xml:space="preserve">… </w:t>
      </w:r>
      <w:r w:rsidR="00530790" w:rsidRPr="005D5566">
        <w:t>je suis l</w:t>
      </w:r>
      <w:r>
        <w:t>’</w:t>
      </w:r>
      <w:r w:rsidR="00530790" w:rsidRPr="005D5566">
        <w:t>oncle de Fédia Mazine</w:t>
      </w:r>
      <w:r>
        <w:t>…</w:t>
      </w:r>
    </w:p>
    <w:p w14:paraId="083F84A7" w14:textId="77777777" w:rsidR="001C0413" w:rsidRDefault="00530790" w:rsidP="001C0413">
      <w:r w:rsidRPr="005D5566">
        <w:t>Sachenka s</w:t>
      </w:r>
      <w:r w:rsidR="001C0413">
        <w:t>’</w:t>
      </w:r>
      <w:r w:rsidRPr="005D5566">
        <w:t>arrêta</w:t>
      </w:r>
      <w:r w:rsidR="001C0413">
        <w:t xml:space="preserve">, </w:t>
      </w:r>
      <w:r w:rsidRPr="005D5566">
        <w:t>se tourna et lui tendit la main</w:t>
      </w:r>
      <w:r w:rsidR="001C0413">
        <w:t>.</w:t>
      </w:r>
    </w:p>
    <w:p w14:paraId="6E89F285" w14:textId="77777777" w:rsidR="001C0413" w:rsidRDefault="001C0413" w:rsidP="001C0413">
      <w:r>
        <w:t>— </w:t>
      </w:r>
      <w:r w:rsidR="00530790" w:rsidRPr="005D5566">
        <w:t>Je connais Fédia</w:t>
      </w:r>
      <w:r>
        <w:t xml:space="preserve">. </w:t>
      </w:r>
      <w:r w:rsidR="00530790" w:rsidRPr="005D5566">
        <w:t>Mon nom est Sachenka</w:t>
      </w:r>
      <w:r>
        <w:t>.</w:t>
      </w:r>
    </w:p>
    <w:p w14:paraId="08EB7D80" w14:textId="77777777" w:rsidR="001C0413" w:rsidRDefault="001C0413" w:rsidP="001C0413">
      <w:r>
        <w:t>— </w:t>
      </w:r>
      <w:r w:rsidR="00530790" w:rsidRPr="005D5566">
        <w:t>Et votre nom de famille</w:t>
      </w:r>
      <w:r>
        <w:t> ?</w:t>
      </w:r>
    </w:p>
    <w:p w14:paraId="4E869F92" w14:textId="77777777" w:rsidR="001C0413" w:rsidRDefault="00530790" w:rsidP="001C0413">
      <w:r w:rsidRPr="005D5566">
        <w:t>Elle lui jeta un coup d</w:t>
      </w:r>
      <w:r w:rsidR="001C0413">
        <w:t>’</w:t>
      </w:r>
      <w:r w:rsidRPr="005D5566">
        <w:t>œil et répondit</w:t>
      </w:r>
      <w:r w:rsidR="001C0413">
        <w:t> :</w:t>
      </w:r>
    </w:p>
    <w:p w14:paraId="4D5AF16E" w14:textId="77777777" w:rsidR="001C0413" w:rsidRDefault="001C0413" w:rsidP="001C0413">
      <w:r>
        <w:t>— </w:t>
      </w:r>
      <w:r w:rsidR="00530790" w:rsidRPr="005D5566">
        <w:t>Je n</w:t>
      </w:r>
      <w:r>
        <w:t>’</w:t>
      </w:r>
      <w:r w:rsidR="00530790" w:rsidRPr="005D5566">
        <w:t>ai pas de famille</w:t>
      </w:r>
      <w:r>
        <w:t xml:space="preserve">, </w:t>
      </w:r>
      <w:r w:rsidR="00530790" w:rsidRPr="005D5566">
        <w:t>je n</w:t>
      </w:r>
      <w:r>
        <w:t>’</w:t>
      </w:r>
      <w:r w:rsidR="00530790" w:rsidRPr="005D5566">
        <w:t>ai plus de père</w:t>
      </w:r>
      <w:r>
        <w:t>.</w:t>
      </w:r>
    </w:p>
    <w:p w14:paraId="02325CB4" w14:textId="77777777" w:rsidR="001C0413" w:rsidRDefault="001C0413" w:rsidP="001C0413">
      <w:r>
        <w:lastRenderedPageBreak/>
        <w:t>— </w:t>
      </w:r>
      <w:r w:rsidR="00530790" w:rsidRPr="005D5566">
        <w:t>Il est mort</w:t>
      </w:r>
      <w:r>
        <w:t> ?</w:t>
      </w:r>
    </w:p>
    <w:p w14:paraId="68E05F73" w14:textId="77777777" w:rsidR="001C0413" w:rsidRDefault="001C0413" w:rsidP="001C0413">
      <w:r>
        <w:t>— </w:t>
      </w:r>
      <w:r w:rsidR="00530790" w:rsidRPr="005D5566">
        <w:t>Non</w:t>
      </w:r>
      <w:r>
        <w:t xml:space="preserve">, </w:t>
      </w:r>
      <w:r w:rsidR="00530790" w:rsidRPr="005D5566">
        <w:t>il est vivant</w:t>
      </w:r>
      <w:r>
        <w:t xml:space="preserve"> ! </w:t>
      </w:r>
      <w:r w:rsidR="00530790" w:rsidRPr="005D5566">
        <w:t>déclara-t-elle avec excitation</w:t>
      </w:r>
      <w:r>
        <w:t>. (</w:t>
      </w:r>
      <w:r w:rsidR="00530790" w:rsidRPr="005D5566">
        <w:t>Et quelque chose d</w:t>
      </w:r>
      <w:r>
        <w:t>’</w:t>
      </w:r>
      <w:r w:rsidR="00530790" w:rsidRPr="005D5566">
        <w:t>obstiné</w:t>
      </w:r>
      <w:r>
        <w:t xml:space="preserve">, </w:t>
      </w:r>
      <w:r w:rsidR="00530790" w:rsidRPr="005D5566">
        <w:t>d</w:t>
      </w:r>
      <w:r>
        <w:t>’</w:t>
      </w:r>
      <w:r w:rsidR="00530790" w:rsidRPr="005D5566">
        <w:t>opiniâtre</w:t>
      </w:r>
      <w:r>
        <w:t xml:space="preserve">, </w:t>
      </w:r>
      <w:r w:rsidR="00530790" w:rsidRPr="005D5566">
        <w:t>résonna dans sa voix et apparut sur ses traits</w:t>
      </w:r>
      <w:r>
        <w:t xml:space="preserve">.) </w:t>
      </w:r>
      <w:r w:rsidR="00530790" w:rsidRPr="005D5566">
        <w:t>C</w:t>
      </w:r>
      <w:r>
        <w:t>’</w:t>
      </w:r>
      <w:r w:rsidR="00530790" w:rsidRPr="005D5566">
        <w:t>est un propriétaire foncier</w:t>
      </w:r>
      <w:r>
        <w:t xml:space="preserve">, </w:t>
      </w:r>
      <w:r w:rsidR="00530790" w:rsidRPr="005D5566">
        <w:t>il est chef de district</w:t>
      </w:r>
      <w:r>
        <w:t xml:space="preserve"> ; </w:t>
      </w:r>
      <w:r w:rsidR="00530790" w:rsidRPr="005D5566">
        <w:t>maintenant</w:t>
      </w:r>
      <w:r>
        <w:t xml:space="preserve">, </w:t>
      </w:r>
      <w:r w:rsidR="00530790" w:rsidRPr="005D5566">
        <w:t>il vole les paysans</w:t>
      </w:r>
      <w:r>
        <w:t xml:space="preserve">… </w:t>
      </w:r>
      <w:r w:rsidR="00530790" w:rsidRPr="005D5566">
        <w:t>et les bat</w:t>
      </w:r>
      <w:r>
        <w:t> !</w:t>
      </w:r>
    </w:p>
    <w:p w14:paraId="4CD6A78D" w14:textId="77777777" w:rsidR="001C0413" w:rsidRDefault="001C0413" w:rsidP="001C0413">
      <w:r>
        <w:t>— </w:t>
      </w:r>
      <w:r w:rsidR="00530790" w:rsidRPr="005D5566">
        <w:t>Ah</w:t>
      </w:r>
      <w:r>
        <w:t xml:space="preserve"> ! </w:t>
      </w:r>
      <w:r w:rsidR="00530790" w:rsidRPr="005D5566">
        <w:t>dit Sizov d</w:t>
      </w:r>
      <w:r>
        <w:t>’</w:t>
      </w:r>
      <w:r w:rsidR="00530790" w:rsidRPr="005D5566">
        <w:t>un ton traînant</w:t>
      </w:r>
      <w:r>
        <w:t xml:space="preserve"> ; </w:t>
      </w:r>
      <w:r w:rsidR="00530790" w:rsidRPr="005D5566">
        <w:t>et après un silence</w:t>
      </w:r>
      <w:r>
        <w:t xml:space="preserve">, </w:t>
      </w:r>
      <w:r w:rsidR="00530790" w:rsidRPr="005D5566">
        <w:t>il reprit</w:t>
      </w:r>
      <w:r>
        <w:t xml:space="preserve">, </w:t>
      </w:r>
      <w:r w:rsidR="00530790" w:rsidRPr="005D5566">
        <w:t>en examinant la jeune fille du coin de l</w:t>
      </w:r>
      <w:r>
        <w:t>’</w:t>
      </w:r>
      <w:r w:rsidR="00530790" w:rsidRPr="005D5566">
        <w:t>œil</w:t>
      </w:r>
      <w:r>
        <w:t> :</w:t>
      </w:r>
    </w:p>
    <w:p w14:paraId="690D5605" w14:textId="77777777" w:rsidR="001C0413" w:rsidRDefault="001C0413" w:rsidP="001C0413">
      <w:r>
        <w:t>— </w:t>
      </w:r>
      <w:r w:rsidR="00530790" w:rsidRPr="005D5566">
        <w:t>Eh bien</w:t>
      </w:r>
      <w:r>
        <w:t xml:space="preserve">, </w:t>
      </w:r>
      <w:r w:rsidR="00530790" w:rsidRPr="005D5566">
        <w:t>adieu</w:t>
      </w:r>
      <w:r>
        <w:t xml:space="preserve">, </w:t>
      </w:r>
      <w:r w:rsidR="00530790" w:rsidRPr="005D5566">
        <w:t>mère</w:t>
      </w:r>
      <w:r>
        <w:t xml:space="preserve"> ! </w:t>
      </w:r>
      <w:r w:rsidR="00530790" w:rsidRPr="005D5566">
        <w:t>Je vais par ici</w:t>
      </w:r>
      <w:r>
        <w:rPr>
          <w:rFonts w:eastAsia="Georgia" w:cs="Georgia"/>
        </w:rPr>
        <w:t xml:space="preserve">… </w:t>
      </w:r>
      <w:r w:rsidR="00530790" w:rsidRPr="005D5566">
        <w:t>viens donc prendre le thé et bavarder</w:t>
      </w:r>
      <w:r>
        <w:t xml:space="preserve">… </w:t>
      </w:r>
      <w:r w:rsidR="00530790" w:rsidRPr="005D5566">
        <w:t>quand tu voudras</w:t>
      </w:r>
      <w:r>
        <w:t xml:space="preserve">… </w:t>
      </w:r>
      <w:r w:rsidR="00530790" w:rsidRPr="005D5566">
        <w:t>Au revoir mademoiselle</w:t>
      </w:r>
      <w:r>
        <w:t xml:space="preserve">… </w:t>
      </w:r>
      <w:r w:rsidR="00530790" w:rsidRPr="005D5566">
        <w:t>vous êtes bien dure pour votre père</w:t>
      </w:r>
      <w:r>
        <w:t xml:space="preserve">… </w:t>
      </w:r>
      <w:r w:rsidR="00530790" w:rsidRPr="005D5566">
        <w:t>Bien entendu</w:t>
      </w:r>
      <w:r>
        <w:t xml:space="preserve">, </w:t>
      </w:r>
      <w:r w:rsidR="00530790" w:rsidRPr="005D5566">
        <w:t>c</w:t>
      </w:r>
      <w:r>
        <w:t>’</w:t>
      </w:r>
      <w:r w:rsidR="00530790" w:rsidRPr="005D5566">
        <w:t>est votre affaire</w:t>
      </w:r>
      <w:r>
        <w:t>…</w:t>
      </w:r>
    </w:p>
    <w:p w14:paraId="73F3A07B" w14:textId="77777777" w:rsidR="001C0413" w:rsidRDefault="001C0413" w:rsidP="001C0413">
      <w:r>
        <w:t>— </w:t>
      </w:r>
      <w:r w:rsidR="00530790" w:rsidRPr="005D5566">
        <w:t>Si votre fils était un homme de rien</w:t>
      </w:r>
      <w:r>
        <w:t xml:space="preserve">, </w:t>
      </w:r>
      <w:r w:rsidR="00530790" w:rsidRPr="005D5566">
        <w:t>nuisible aux autres</w:t>
      </w:r>
      <w:r>
        <w:t xml:space="preserve">, </w:t>
      </w:r>
      <w:r w:rsidR="00530790" w:rsidRPr="005D5566">
        <w:t>le diriez-vous</w:t>
      </w:r>
      <w:r>
        <w:t xml:space="preserve"> ? </w:t>
      </w:r>
      <w:r w:rsidR="00530790" w:rsidRPr="005D5566">
        <w:t>s</w:t>
      </w:r>
      <w:r>
        <w:t>’</w:t>
      </w:r>
      <w:r w:rsidR="00530790" w:rsidRPr="005D5566">
        <w:t>écria Sachenka avec passion</w:t>
      </w:r>
      <w:r>
        <w:t>.</w:t>
      </w:r>
    </w:p>
    <w:p w14:paraId="6792C96B" w14:textId="77777777" w:rsidR="001C0413" w:rsidRDefault="001C0413" w:rsidP="001C0413">
      <w:r>
        <w:t>— </w:t>
      </w:r>
      <w:r w:rsidR="00530790" w:rsidRPr="005D5566">
        <w:t>Oui</w:t>
      </w:r>
      <w:r>
        <w:t xml:space="preserve">, </w:t>
      </w:r>
      <w:r w:rsidR="00530790" w:rsidRPr="005D5566">
        <w:t>je le dirais</w:t>
      </w:r>
      <w:r>
        <w:t xml:space="preserve">, </w:t>
      </w:r>
      <w:r w:rsidR="00530790" w:rsidRPr="005D5566">
        <w:t>répondit le vieillard</w:t>
      </w:r>
      <w:r>
        <w:t xml:space="preserve">, </w:t>
      </w:r>
      <w:r w:rsidR="00530790" w:rsidRPr="005D5566">
        <w:t>après un instant d</w:t>
      </w:r>
      <w:r>
        <w:t>’</w:t>
      </w:r>
      <w:r w:rsidR="00530790" w:rsidRPr="005D5566">
        <w:t>hésitation</w:t>
      </w:r>
      <w:r>
        <w:t>.</w:t>
      </w:r>
    </w:p>
    <w:p w14:paraId="6A0CF24A" w14:textId="77777777" w:rsidR="001C0413" w:rsidRDefault="001C0413" w:rsidP="001C0413">
      <w:r>
        <w:t>— </w:t>
      </w:r>
      <w:r w:rsidR="00530790" w:rsidRPr="005D5566">
        <w:t>Par conséquent la vérité vous serait plus chère que votre fils</w:t>
      </w:r>
      <w:r>
        <w:t xml:space="preserve"> ; </w:t>
      </w:r>
      <w:r w:rsidR="00530790" w:rsidRPr="005D5566">
        <w:t>et pour moi</w:t>
      </w:r>
      <w:r>
        <w:t xml:space="preserve">, </w:t>
      </w:r>
      <w:r w:rsidR="00530790" w:rsidRPr="005D5566">
        <w:t>elle m</w:t>
      </w:r>
      <w:r>
        <w:t>’</w:t>
      </w:r>
      <w:r w:rsidR="00530790" w:rsidRPr="005D5566">
        <w:t>est plus chère que mon père</w:t>
      </w:r>
      <w:r>
        <w:t>…</w:t>
      </w:r>
    </w:p>
    <w:p w14:paraId="655C6E31" w14:textId="77777777" w:rsidR="001C0413" w:rsidRDefault="00530790" w:rsidP="001C0413">
      <w:r w:rsidRPr="005D5566">
        <w:t>Sizov hocha la tête</w:t>
      </w:r>
      <w:r w:rsidR="001C0413">
        <w:t xml:space="preserve">, </w:t>
      </w:r>
      <w:r w:rsidRPr="005D5566">
        <w:t>puis dit avec un soupir</w:t>
      </w:r>
      <w:r w:rsidR="001C0413">
        <w:t> :</w:t>
      </w:r>
    </w:p>
    <w:p w14:paraId="56BD2269" w14:textId="77777777" w:rsidR="001C0413" w:rsidRDefault="001C0413" w:rsidP="001C0413">
      <w:r>
        <w:t>— </w:t>
      </w:r>
      <w:r w:rsidR="00530790" w:rsidRPr="005D5566">
        <w:t>Ah</w:t>
      </w:r>
      <w:r>
        <w:t xml:space="preserve"> ! </w:t>
      </w:r>
      <w:r w:rsidR="00530790" w:rsidRPr="005D5566">
        <w:t>vous êtes rusée</w:t>
      </w:r>
      <w:r>
        <w:t xml:space="preserve"> ? </w:t>
      </w:r>
      <w:r w:rsidR="00530790" w:rsidRPr="005D5566">
        <w:t>si vous avez ainsi réponse à tout</w:t>
      </w:r>
      <w:r>
        <w:t xml:space="preserve">, </w:t>
      </w:r>
      <w:r w:rsidR="00530790" w:rsidRPr="005D5566">
        <w:t>les vieux seront bientôt vaincus</w:t>
      </w:r>
      <w:r>
        <w:t xml:space="preserve">… </w:t>
      </w:r>
      <w:r w:rsidR="00530790" w:rsidRPr="005D5566">
        <w:t>vous savez attaquer</w:t>
      </w:r>
      <w:r>
        <w:t xml:space="preserve">… </w:t>
      </w:r>
      <w:r w:rsidR="00530790" w:rsidRPr="005D5566">
        <w:t>Au revoir</w:t>
      </w:r>
      <w:r>
        <w:t xml:space="preserve">, </w:t>
      </w:r>
      <w:r w:rsidR="00530790" w:rsidRPr="005D5566">
        <w:t>je vous souhaite tout le bien possible</w:t>
      </w:r>
      <w:r>
        <w:t xml:space="preserve">… </w:t>
      </w:r>
      <w:r w:rsidR="00530790" w:rsidRPr="005D5566">
        <w:t>Mais soyez un peu plus tendre pour les gens</w:t>
      </w:r>
      <w:r>
        <w:t xml:space="preserve">, </w:t>
      </w:r>
      <w:r w:rsidR="00530790" w:rsidRPr="005D5566">
        <w:t>hein</w:t>
      </w:r>
      <w:r>
        <w:t xml:space="preserve"> ! </w:t>
      </w:r>
      <w:r w:rsidR="00530790" w:rsidRPr="005D5566">
        <w:t>Que Dieu soit avec vous</w:t>
      </w:r>
      <w:r>
        <w:t xml:space="preserve"> ! </w:t>
      </w:r>
      <w:r w:rsidR="00530790" w:rsidRPr="005D5566">
        <w:t>Adieu</w:t>
      </w:r>
      <w:r>
        <w:t xml:space="preserve">, </w:t>
      </w:r>
      <w:r w:rsidR="00530790" w:rsidRPr="005D5566">
        <w:t>Pélaguée</w:t>
      </w:r>
      <w:r>
        <w:t xml:space="preserve"> ! </w:t>
      </w:r>
      <w:r w:rsidR="00530790" w:rsidRPr="005D5566">
        <w:t>Si tu vois Pavel</w:t>
      </w:r>
      <w:r>
        <w:t xml:space="preserve">, </w:t>
      </w:r>
      <w:r w:rsidR="00530790" w:rsidRPr="005D5566">
        <w:t>dis-lui que j</w:t>
      </w:r>
      <w:r>
        <w:t>’</w:t>
      </w:r>
      <w:r w:rsidR="00530790" w:rsidRPr="005D5566">
        <w:t>ai entendu son discours</w:t>
      </w:r>
      <w:r>
        <w:t xml:space="preserve">… </w:t>
      </w:r>
      <w:r w:rsidR="00530790" w:rsidRPr="005D5566">
        <w:t>je n</w:t>
      </w:r>
      <w:r>
        <w:t>’</w:t>
      </w:r>
      <w:r w:rsidR="00530790" w:rsidRPr="005D5566">
        <w:t>ai pas tout compris</w:t>
      </w:r>
      <w:r>
        <w:t xml:space="preserve">… </w:t>
      </w:r>
      <w:r w:rsidR="00530790" w:rsidRPr="005D5566">
        <w:t>il m</w:t>
      </w:r>
      <w:r>
        <w:t>’</w:t>
      </w:r>
      <w:r w:rsidR="00530790" w:rsidRPr="005D5566">
        <w:t>a même fait peur par moments</w:t>
      </w:r>
      <w:r>
        <w:t xml:space="preserve">, </w:t>
      </w:r>
      <w:r w:rsidR="00530790" w:rsidRPr="005D5566">
        <w:t>mais ce qu</w:t>
      </w:r>
      <w:r>
        <w:t>’</w:t>
      </w:r>
      <w:r w:rsidR="00530790" w:rsidRPr="005D5566">
        <w:t>il a dit est vrai</w:t>
      </w:r>
      <w:r>
        <w:t> !</w:t>
      </w:r>
    </w:p>
    <w:p w14:paraId="5023A780" w14:textId="77777777" w:rsidR="001C0413" w:rsidRDefault="00530790" w:rsidP="001C0413">
      <w:r w:rsidRPr="005D5566">
        <w:t>Il souleva sa casquette et disparut sans se hâter au coin de la rue</w:t>
      </w:r>
      <w:r w:rsidR="001C0413">
        <w:t>.</w:t>
      </w:r>
    </w:p>
    <w:p w14:paraId="0D1F0ED3" w14:textId="77777777" w:rsidR="001C0413" w:rsidRDefault="001C0413" w:rsidP="001C0413">
      <w:r>
        <w:lastRenderedPageBreak/>
        <w:t>— </w:t>
      </w:r>
      <w:r w:rsidR="00530790" w:rsidRPr="005D5566">
        <w:t>Ce doit être un brave homme</w:t>
      </w:r>
      <w:r>
        <w:t xml:space="preserve"> ! </w:t>
      </w:r>
      <w:r w:rsidR="00530790" w:rsidRPr="005D5566">
        <w:t>observa Sachenka</w:t>
      </w:r>
      <w:r>
        <w:t xml:space="preserve">, </w:t>
      </w:r>
      <w:r w:rsidR="00530790" w:rsidRPr="005D5566">
        <w:t>en le suivant d</w:t>
      </w:r>
      <w:r>
        <w:t>’</w:t>
      </w:r>
      <w:r w:rsidR="00530790" w:rsidRPr="005D5566">
        <w:t>un regard souriant</w:t>
      </w:r>
      <w:r>
        <w:t>.</w:t>
      </w:r>
    </w:p>
    <w:p w14:paraId="3D6867A0" w14:textId="77777777" w:rsidR="001C0413" w:rsidRDefault="00530790" w:rsidP="001C0413">
      <w:r w:rsidRPr="005D5566">
        <w:t>Il sembla à la mère que le visage de la jeune fille avait une expression plus douce et meilleure que de coutume</w:t>
      </w:r>
      <w:r w:rsidR="001C0413">
        <w:t>…</w:t>
      </w:r>
    </w:p>
    <w:p w14:paraId="125E619D" w14:textId="77777777" w:rsidR="001C0413" w:rsidRDefault="00530790" w:rsidP="001C0413">
      <w:r w:rsidRPr="005D5566">
        <w:t>Arrivées à la maison</w:t>
      </w:r>
      <w:r w:rsidR="001C0413">
        <w:t xml:space="preserve">, </w:t>
      </w:r>
      <w:r w:rsidRPr="005D5566">
        <w:t>elles s</w:t>
      </w:r>
      <w:r w:rsidR="001C0413">
        <w:t>’</w:t>
      </w:r>
      <w:r w:rsidRPr="005D5566">
        <w:t>assirent sur le canapé</w:t>
      </w:r>
      <w:r w:rsidR="001C0413">
        <w:t xml:space="preserve">, </w:t>
      </w:r>
      <w:r w:rsidRPr="005D5566">
        <w:t>serrées l</w:t>
      </w:r>
      <w:r w:rsidR="001C0413">
        <w:t>’</w:t>
      </w:r>
      <w:r w:rsidRPr="005D5566">
        <w:t>une contre l</w:t>
      </w:r>
      <w:r w:rsidR="001C0413">
        <w:t>’</w:t>
      </w:r>
      <w:r w:rsidRPr="005D5566">
        <w:t>autre</w:t>
      </w:r>
      <w:r w:rsidR="001C0413">
        <w:t xml:space="preserve"> ; </w:t>
      </w:r>
      <w:r w:rsidRPr="005D5566">
        <w:t>la mère parla de nouveau du projet de Sachenka</w:t>
      </w:r>
      <w:r w:rsidR="001C0413">
        <w:t xml:space="preserve">. </w:t>
      </w:r>
      <w:r w:rsidRPr="005D5566">
        <w:t>Ses sourcils épais levés</w:t>
      </w:r>
      <w:r w:rsidR="001C0413">
        <w:t xml:space="preserve">, </w:t>
      </w:r>
      <w:r w:rsidRPr="005D5566">
        <w:t>d</w:t>
      </w:r>
      <w:r w:rsidR="001C0413">
        <w:t>’</w:t>
      </w:r>
      <w:r w:rsidRPr="005D5566">
        <w:t>un air pensif</w:t>
      </w:r>
      <w:r w:rsidR="001C0413">
        <w:t xml:space="preserve">, </w:t>
      </w:r>
      <w:r w:rsidRPr="005D5566">
        <w:t>la jeune fille regardait au loin de ses grands yeux rêveurs</w:t>
      </w:r>
      <w:r w:rsidR="001C0413">
        <w:t xml:space="preserve"> ; </w:t>
      </w:r>
      <w:r w:rsidRPr="005D5566">
        <w:t>une méditation paisible se lisait sur son visage pâle</w:t>
      </w:r>
      <w:r w:rsidR="001C0413">
        <w:t>.</w:t>
      </w:r>
    </w:p>
    <w:p w14:paraId="517164B1" w14:textId="77777777" w:rsidR="001C0413" w:rsidRDefault="001C0413" w:rsidP="001C0413">
      <w:r>
        <w:t>— </w:t>
      </w:r>
      <w:r w:rsidR="00530790" w:rsidRPr="005D5566">
        <w:t>Plus tard</w:t>
      </w:r>
      <w:r>
        <w:t xml:space="preserve">, </w:t>
      </w:r>
      <w:r w:rsidR="00530790" w:rsidRPr="005D5566">
        <w:t>quand vous aurez des enfants</w:t>
      </w:r>
      <w:r>
        <w:t xml:space="preserve">, </w:t>
      </w:r>
      <w:r w:rsidR="00530790" w:rsidRPr="005D5566">
        <w:t>je viendrai aussi</w:t>
      </w:r>
      <w:r>
        <w:t xml:space="preserve">, </w:t>
      </w:r>
      <w:r w:rsidR="00530790" w:rsidRPr="005D5566">
        <w:t>pour les soigner</w:t>
      </w:r>
      <w:r>
        <w:t xml:space="preserve">. </w:t>
      </w:r>
      <w:r w:rsidR="00530790" w:rsidRPr="005D5566">
        <w:t>Et nous ne vivrons pas plus mal là-bas qu</w:t>
      </w:r>
      <w:r>
        <w:t>’</w:t>
      </w:r>
      <w:r w:rsidR="00530790" w:rsidRPr="005D5566">
        <w:t>ici</w:t>
      </w:r>
      <w:r>
        <w:t xml:space="preserve">… </w:t>
      </w:r>
      <w:r w:rsidR="00530790" w:rsidRPr="005D5566">
        <w:t>Pavel trouvera de l</w:t>
      </w:r>
      <w:r>
        <w:t>’</w:t>
      </w:r>
      <w:r w:rsidR="00530790" w:rsidRPr="005D5566">
        <w:t>ouvrage</w:t>
      </w:r>
      <w:r>
        <w:t xml:space="preserve">, </w:t>
      </w:r>
      <w:r w:rsidR="00530790" w:rsidRPr="005D5566">
        <w:t>il est très habile</w:t>
      </w:r>
      <w:r>
        <w:t>.</w:t>
      </w:r>
    </w:p>
    <w:p w14:paraId="15B5182B" w14:textId="77777777" w:rsidR="001C0413" w:rsidRDefault="00530790" w:rsidP="001C0413">
      <w:r w:rsidRPr="005D5566">
        <w:t>Tout en examinant la mère d</w:t>
      </w:r>
      <w:r w:rsidR="001C0413">
        <w:t>’</w:t>
      </w:r>
      <w:r w:rsidRPr="005D5566">
        <w:t>un œil scrutateur</w:t>
      </w:r>
      <w:r w:rsidR="001C0413">
        <w:t xml:space="preserve">, </w:t>
      </w:r>
      <w:r w:rsidRPr="005D5566">
        <w:t>Sachenka demanda</w:t>
      </w:r>
      <w:r w:rsidR="001C0413">
        <w:t> :</w:t>
      </w:r>
    </w:p>
    <w:p w14:paraId="6D7F245B" w14:textId="77777777" w:rsidR="001C0413" w:rsidRDefault="001C0413" w:rsidP="001C0413">
      <w:r>
        <w:t>— </w:t>
      </w:r>
      <w:r w:rsidR="00530790" w:rsidRPr="005D5566">
        <w:t>Vous n</w:t>
      </w:r>
      <w:r>
        <w:t>’</w:t>
      </w:r>
      <w:r w:rsidR="00530790" w:rsidRPr="005D5566">
        <w:t>avez pas envie d</w:t>
      </w:r>
      <w:r>
        <w:t>’</w:t>
      </w:r>
      <w:r w:rsidR="00530790" w:rsidRPr="005D5566">
        <w:t>aller le rejoindre tout de suite</w:t>
      </w:r>
      <w:r>
        <w:t> !</w:t>
      </w:r>
    </w:p>
    <w:p w14:paraId="1932648A" w14:textId="77777777" w:rsidR="001C0413" w:rsidRDefault="00530790" w:rsidP="001C0413">
      <w:r w:rsidRPr="005D5566">
        <w:t>Pélaguée répondit avec un soupir</w:t>
      </w:r>
      <w:r w:rsidR="001C0413">
        <w:t> :</w:t>
      </w:r>
    </w:p>
    <w:p w14:paraId="0505FCB7" w14:textId="77777777" w:rsidR="001C0413" w:rsidRDefault="001C0413" w:rsidP="001C0413">
      <w:r>
        <w:t>— </w:t>
      </w:r>
      <w:r w:rsidR="00530790" w:rsidRPr="005D5566">
        <w:t>À</w:t>
      </w:r>
      <w:r w:rsidR="00530790" w:rsidRPr="005D5566">
        <w:rPr>
          <w:bCs/>
        </w:rPr>
        <w:t xml:space="preserve"> </w:t>
      </w:r>
      <w:r w:rsidR="00530790" w:rsidRPr="005D5566">
        <w:t>quoi bon</w:t>
      </w:r>
      <w:r>
        <w:t xml:space="preserve"> ? </w:t>
      </w:r>
      <w:r w:rsidR="00530790" w:rsidRPr="005D5566">
        <w:t>Je le gênerais seulement</w:t>
      </w:r>
      <w:r>
        <w:t xml:space="preserve">, </w:t>
      </w:r>
      <w:r w:rsidR="00530790" w:rsidRPr="005D5566">
        <w:t>au cas où il voudrait s</w:t>
      </w:r>
      <w:r>
        <w:t>’</w:t>
      </w:r>
      <w:r w:rsidR="00530790" w:rsidRPr="005D5566">
        <w:t>enfuir</w:t>
      </w:r>
      <w:r>
        <w:t xml:space="preserve">. </w:t>
      </w:r>
      <w:r w:rsidR="00530790" w:rsidRPr="005D5566">
        <w:t>Et puis</w:t>
      </w:r>
      <w:r>
        <w:t xml:space="preserve">, </w:t>
      </w:r>
      <w:r w:rsidR="00530790" w:rsidRPr="005D5566">
        <w:t>il ne le permettrait pas</w:t>
      </w:r>
      <w:r>
        <w:t>…</w:t>
      </w:r>
    </w:p>
    <w:p w14:paraId="4F347B21" w14:textId="77777777" w:rsidR="001C0413" w:rsidRDefault="00530790" w:rsidP="001C0413">
      <w:r w:rsidRPr="005D5566">
        <w:t>Sachenka murmura</w:t>
      </w:r>
      <w:r w:rsidR="001C0413">
        <w:t> :</w:t>
      </w:r>
    </w:p>
    <w:p w14:paraId="4C0D630E" w14:textId="77777777" w:rsidR="001C0413" w:rsidRDefault="001C0413" w:rsidP="001C0413">
      <w:r>
        <w:t>— </w:t>
      </w:r>
      <w:r w:rsidR="00530790" w:rsidRPr="005D5566">
        <w:t>Non</w:t>
      </w:r>
      <w:r>
        <w:t xml:space="preserve">, </w:t>
      </w:r>
      <w:r w:rsidR="00530790" w:rsidRPr="005D5566">
        <w:t>en effet</w:t>
      </w:r>
      <w:r>
        <w:t>…</w:t>
      </w:r>
    </w:p>
    <w:p w14:paraId="1B946CC0" w14:textId="77777777" w:rsidR="001C0413" w:rsidRDefault="001C0413" w:rsidP="001C0413">
      <w:r>
        <w:t>— </w:t>
      </w:r>
      <w:r w:rsidR="00530790" w:rsidRPr="005D5566">
        <w:t>De plus</w:t>
      </w:r>
      <w:r>
        <w:t xml:space="preserve">, </w:t>
      </w:r>
      <w:r w:rsidR="00530790" w:rsidRPr="005D5566">
        <w:t>j</w:t>
      </w:r>
      <w:r>
        <w:t>’</w:t>
      </w:r>
      <w:r w:rsidR="00530790" w:rsidRPr="005D5566">
        <w:t>ai du travail</w:t>
      </w:r>
      <w:r>
        <w:t xml:space="preserve">, </w:t>
      </w:r>
      <w:r w:rsidR="00530790" w:rsidRPr="005D5566">
        <w:t>ajouta ka mère avec un peu de fierté</w:t>
      </w:r>
      <w:r>
        <w:t>.</w:t>
      </w:r>
    </w:p>
    <w:p w14:paraId="6FEB690B" w14:textId="77777777" w:rsidR="001C0413" w:rsidRDefault="001C0413" w:rsidP="001C0413">
      <w:r>
        <w:t>— </w:t>
      </w:r>
      <w:r w:rsidR="00530790" w:rsidRPr="005D5566">
        <w:t>Oui</w:t>
      </w:r>
      <w:r>
        <w:t xml:space="preserve">, </w:t>
      </w:r>
      <w:r w:rsidR="00530790" w:rsidRPr="005D5566">
        <w:t>c</w:t>
      </w:r>
      <w:r>
        <w:t>’</w:t>
      </w:r>
      <w:r w:rsidR="00530790" w:rsidRPr="005D5566">
        <w:t>est vrai</w:t>
      </w:r>
      <w:r>
        <w:t xml:space="preserve"> ! </w:t>
      </w:r>
      <w:r w:rsidR="00530790" w:rsidRPr="005D5566">
        <w:t>répliqua Sachenka pensive</w:t>
      </w:r>
      <w:r>
        <w:t xml:space="preserve">. </w:t>
      </w:r>
      <w:r w:rsidR="00530790" w:rsidRPr="005D5566">
        <w:t>Et c</w:t>
      </w:r>
      <w:r>
        <w:t>’</w:t>
      </w:r>
      <w:r w:rsidR="00530790" w:rsidRPr="005D5566">
        <w:t>est très bien</w:t>
      </w:r>
      <w:r>
        <w:t>…</w:t>
      </w:r>
    </w:p>
    <w:p w14:paraId="1BE73D6C" w14:textId="77777777" w:rsidR="001C0413" w:rsidRDefault="00530790" w:rsidP="001C0413">
      <w:r w:rsidRPr="005D5566">
        <w:lastRenderedPageBreak/>
        <w:t>Elle tressaillit soudain</w:t>
      </w:r>
      <w:r w:rsidR="001C0413">
        <w:t xml:space="preserve">, </w:t>
      </w:r>
      <w:r w:rsidRPr="005D5566">
        <w:t>comme si elle se fût débarrassée on ne sait de quel fardeau</w:t>
      </w:r>
      <w:r w:rsidR="001C0413">
        <w:t xml:space="preserve"> ; </w:t>
      </w:r>
      <w:r w:rsidRPr="005D5566">
        <w:t>puis</w:t>
      </w:r>
      <w:r w:rsidR="001C0413">
        <w:t xml:space="preserve">, </w:t>
      </w:r>
      <w:r w:rsidRPr="005D5566">
        <w:t>elle dit simplement à mi-voix</w:t>
      </w:r>
      <w:r w:rsidR="001C0413">
        <w:t> :</w:t>
      </w:r>
    </w:p>
    <w:p w14:paraId="64119C89" w14:textId="77777777" w:rsidR="001C0413" w:rsidRDefault="001C0413" w:rsidP="001C0413">
      <w:r>
        <w:t>— </w:t>
      </w:r>
      <w:r w:rsidR="00530790" w:rsidRPr="005D5566">
        <w:t>Il ne se fixera pas en Sibérie</w:t>
      </w:r>
      <w:r>
        <w:t xml:space="preserve">… </w:t>
      </w:r>
      <w:r w:rsidR="00530790" w:rsidRPr="005D5566">
        <w:t>Il s</w:t>
      </w:r>
      <w:r>
        <w:t>’</w:t>
      </w:r>
      <w:r w:rsidR="00530790" w:rsidRPr="005D5566">
        <w:t>évadera</w:t>
      </w:r>
      <w:r>
        <w:t xml:space="preserve">… </w:t>
      </w:r>
      <w:r w:rsidR="00530790" w:rsidRPr="005D5566">
        <w:t>c</w:t>
      </w:r>
      <w:r>
        <w:t>’</w:t>
      </w:r>
      <w:r w:rsidR="00530790" w:rsidRPr="005D5566">
        <w:t>est certain</w:t>
      </w:r>
      <w:r>
        <w:t>…</w:t>
      </w:r>
    </w:p>
    <w:p w14:paraId="61B53F51" w14:textId="77777777" w:rsidR="001C0413" w:rsidRDefault="001C0413" w:rsidP="001C0413">
      <w:r>
        <w:t>— </w:t>
      </w:r>
      <w:r w:rsidR="00530790" w:rsidRPr="005D5566">
        <w:t>Mais</w:t>
      </w:r>
      <w:r>
        <w:t xml:space="preserve">… </w:t>
      </w:r>
      <w:r w:rsidR="00530790" w:rsidRPr="005D5566">
        <w:t>alors</w:t>
      </w:r>
      <w:r>
        <w:t xml:space="preserve">, </w:t>
      </w:r>
      <w:r w:rsidR="00530790" w:rsidRPr="005D5566">
        <w:t>que deviendrez-vous</w:t>
      </w:r>
      <w:r>
        <w:t xml:space="preserve"> ? </w:t>
      </w:r>
      <w:r w:rsidR="00530790" w:rsidRPr="005D5566">
        <w:t>Et l</w:t>
      </w:r>
      <w:r>
        <w:t>’</w:t>
      </w:r>
      <w:r w:rsidR="00530790" w:rsidRPr="005D5566">
        <w:t>enfant</w:t>
      </w:r>
      <w:r>
        <w:t xml:space="preserve">, </w:t>
      </w:r>
      <w:r w:rsidR="00530790" w:rsidRPr="005D5566">
        <w:t>s</w:t>
      </w:r>
      <w:r>
        <w:t>’</w:t>
      </w:r>
      <w:r w:rsidR="00530790" w:rsidRPr="005D5566">
        <w:t>il y en a un</w:t>
      </w:r>
      <w:r>
        <w:t> ?</w:t>
      </w:r>
    </w:p>
    <w:p w14:paraId="30878281" w14:textId="77777777" w:rsidR="001C0413" w:rsidRDefault="001C0413" w:rsidP="001C0413">
      <w:r>
        <w:t>— </w:t>
      </w:r>
      <w:r w:rsidR="00530790" w:rsidRPr="005D5566">
        <w:t>Je ne sais pas</w:t>
      </w:r>
      <w:r>
        <w:t xml:space="preserve">. </w:t>
      </w:r>
      <w:r w:rsidR="00530790" w:rsidRPr="005D5566">
        <w:t>Nous verrons</w:t>
      </w:r>
      <w:r>
        <w:t xml:space="preserve">. </w:t>
      </w:r>
      <w:r w:rsidR="00530790" w:rsidRPr="005D5566">
        <w:t>Il ne faudra pas qu</w:t>
      </w:r>
      <w:r>
        <w:t>’</w:t>
      </w:r>
      <w:r w:rsidR="00530790" w:rsidRPr="005D5566">
        <w:t>il s</w:t>
      </w:r>
      <w:r>
        <w:t>’</w:t>
      </w:r>
      <w:r w:rsidR="00530790" w:rsidRPr="005D5566">
        <w:t>inquiète de moi</w:t>
      </w:r>
      <w:r>
        <w:t xml:space="preserve">. </w:t>
      </w:r>
      <w:r w:rsidR="00530790" w:rsidRPr="005D5566">
        <w:t>Il sera libre de faire ce qu</w:t>
      </w:r>
      <w:r>
        <w:t>’</w:t>
      </w:r>
      <w:r w:rsidR="00530790" w:rsidRPr="005D5566">
        <w:t>il voudra</w:t>
      </w:r>
      <w:r>
        <w:t xml:space="preserve">, </w:t>
      </w:r>
      <w:r w:rsidR="00530790" w:rsidRPr="005D5566">
        <w:t>à n</w:t>
      </w:r>
      <w:r>
        <w:t>’</w:t>
      </w:r>
      <w:r w:rsidR="00530790" w:rsidRPr="005D5566">
        <w:t>importe quel moment</w:t>
      </w:r>
      <w:r>
        <w:t xml:space="preserve">, </w:t>
      </w:r>
      <w:r w:rsidR="00530790" w:rsidRPr="005D5566">
        <w:t>je ne suis que sa camarade</w:t>
      </w:r>
      <w:r>
        <w:t xml:space="preserve">… </w:t>
      </w:r>
      <w:r w:rsidR="00530790" w:rsidRPr="005D5566">
        <w:t>Je le sais</w:t>
      </w:r>
      <w:r>
        <w:t xml:space="preserve">, </w:t>
      </w:r>
      <w:r w:rsidR="00530790" w:rsidRPr="005D5566">
        <w:t>il me sera terrible de le quitter</w:t>
      </w:r>
      <w:r>
        <w:t xml:space="preserve">… </w:t>
      </w:r>
      <w:r w:rsidR="00530790" w:rsidRPr="005D5566">
        <w:t>mais</w:t>
      </w:r>
      <w:r>
        <w:t xml:space="preserve">, </w:t>
      </w:r>
      <w:r w:rsidR="00530790" w:rsidRPr="005D5566">
        <w:t>je saurai me résigner</w:t>
      </w:r>
      <w:r>
        <w:t xml:space="preserve">… </w:t>
      </w:r>
      <w:r w:rsidR="00530790" w:rsidRPr="005D5566">
        <w:t>Je ne le gênerai en rien</w:t>
      </w:r>
      <w:r>
        <w:t xml:space="preserve">, </w:t>
      </w:r>
      <w:r w:rsidR="00530790" w:rsidRPr="005D5566">
        <w:t>non</w:t>
      </w:r>
      <w:r>
        <w:t> !</w:t>
      </w:r>
    </w:p>
    <w:p w14:paraId="6098783A" w14:textId="77777777" w:rsidR="001C0413" w:rsidRDefault="00530790" w:rsidP="001C0413">
      <w:r w:rsidRPr="005D5566">
        <w:t>La mère sentit que Sachenka était capable d</w:t>
      </w:r>
      <w:r w:rsidR="001C0413">
        <w:t>’</w:t>
      </w:r>
      <w:r w:rsidRPr="005D5566">
        <w:t>exécuter ce qu</w:t>
      </w:r>
      <w:r w:rsidR="001C0413">
        <w:t>’</w:t>
      </w:r>
      <w:r w:rsidRPr="005D5566">
        <w:t>elle disait</w:t>
      </w:r>
      <w:r w:rsidR="001C0413">
        <w:t xml:space="preserve">. </w:t>
      </w:r>
      <w:r w:rsidRPr="005D5566">
        <w:t>Pleine de pitié pour la jeune fille</w:t>
      </w:r>
      <w:r w:rsidR="001C0413">
        <w:t xml:space="preserve">, </w:t>
      </w:r>
      <w:r w:rsidRPr="005D5566">
        <w:t>elle la prit dans ses bras</w:t>
      </w:r>
      <w:r w:rsidR="001C0413">
        <w:t> :</w:t>
      </w:r>
    </w:p>
    <w:p w14:paraId="156B2F35" w14:textId="77777777" w:rsidR="001C0413" w:rsidRDefault="001C0413" w:rsidP="001C0413">
      <w:r>
        <w:t>— </w:t>
      </w:r>
      <w:r w:rsidR="00530790" w:rsidRPr="005D5566">
        <w:t>Ma chérie</w:t>
      </w:r>
      <w:r>
        <w:t xml:space="preserve">… </w:t>
      </w:r>
      <w:r w:rsidR="00530790" w:rsidRPr="005D5566">
        <w:t>vous aurez bien à souffrir</w:t>
      </w:r>
      <w:r>
        <w:t xml:space="preserve">… </w:t>
      </w:r>
      <w:r w:rsidR="00530790" w:rsidRPr="005D5566">
        <w:t>dit-elle</w:t>
      </w:r>
      <w:r>
        <w:t>.</w:t>
      </w:r>
    </w:p>
    <w:p w14:paraId="06512D4F" w14:textId="77777777" w:rsidR="001C0413" w:rsidRDefault="00530790" w:rsidP="001C0413">
      <w:r w:rsidRPr="005D5566">
        <w:t>Sachenka sourit doucement</w:t>
      </w:r>
      <w:r w:rsidR="001C0413">
        <w:t xml:space="preserve"> ; </w:t>
      </w:r>
      <w:r w:rsidRPr="005D5566">
        <w:t>elle se serra contre Pélaguée de tout son corps</w:t>
      </w:r>
      <w:r w:rsidR="001C0413">
        <w:t xml:space="preserve"> ; </w:t>
      </w:r>
      <w:r w:rsidRPr="005D5566">
        <w:t>une rougeur monta à ses joues</w:t>
      </w:r>
      <w:r w:rsidR="001C0413">
        <w:t>.</w:t>
      </w:r>
    </w:p>
    <w:p w14:paraId="0C0AC292" w14:textId="77777777" w:rsidR="001C0413" w:rsidRDefault="001C0413" w:rsidP="001C0413">
      <w:r>
        <w:t>— </w:t>
      </w:r>
      <w:r w:rsidR="00530790" w:rsidRPr="005D5566">
        <w:t>C</w:t>
      </w:r>
      <w:r>
        <w:t>’</w:t>
      </w:r>
      <w:r w:rsidR="00530790" w:rsidRPr="005D5566">
        <w:t>est encore bien lointain</w:t>
      </w:r>
      <w:r>
        <w:t xml:space="preserve">… </w:t>
      </w:r>
      <w:r w:rsidR="00530790" w:rsidRPr="005D5566">
        <w:t>mais ne croyez pas que ce soit un sacrifice pénible pour moi</w:t>
      </w:r>
      <w:r>
        <w:t xml:space="preserve">… </w:t>
      </w:r>
      <w:r w:rsidR="00530790" w:rsidRPr="005D5566">
        <w:t>je sais ce que je fais</w:t>
      </w:r>
      <w:r>
        <w:t xml:space="preserve">, </w:t>
      </w:r>
      <w:r w:rsidR="00530790" w:rsidRPr="005D5566">
        <w:t>je sais sur quoi je puis compter</w:t>
      </w:r>
      <w:r>
        <w:t xml:space="preserve">… </w:t>
      </w:r>
      <w:r w:rsidR="00530790" w:rsidRPr="005D5566">
        <w:t>je serai heureuse s</w:t>
      </w:r>
      <w:r>
        <w:t>’</w:t>
      </w:r>
      <w:r w:rsidR="00530790" w:rsidRPr="005D5566">
        <w:t>il est heureux avec moi</w:t>
      </w:r>
      <w:r>
        <w:t xml:space="preserve">… </w:t>
      </w:r>
      <w:r w:rsidR="00530790" w:rsidRPr="005D5566">
        <w:t>Mon désir</w:t>
      </w:r>
      <w:r>
        <w:t xml:space="preserve">, </w:t>
      </w:r>
      <w:r w:rsidR="00530790" w:rsidRPr="005D5566">
        <w:t>mon devoir</w:t>
      </w:r>
      <w:r>
        <w:t xml:space="preserve">, </w:t>
      </w:r>
      <w:r w:rsidR="00530790" w:rsidRPr="005D5566">
        <w:t>c</w:t>
      </w:r>
      <w:r>
        <w:t>’</w:t>
      </w:r>
      <w:r w:rsidR="00530790" w:rsidRPr="005D5566">
        <w:t>est d</w:t>
      </w:r>
      <w:r>
        <w:t>’</w:t>
      </w:r>
      <w:r w:rsidR="00530790" w:rsidRPr="005D5566">
        <w:t>augmenter son énergie</w:t>
      </w:r>
      <w:r>
        <w:t xml:space="preserve">, </w:t>
      </w:r>
      <w:r w:rsidR="00530790" w:rsidRPr="005D5566">
        <w:t>de lui donner tout le bonheur qu</w:t>
      </w:r>
      <w:r>
        <w:t>’</w:t>
      </w:r>
      <w:r w:rsidR="00530790" w:rsidRPr="005D5566">
        <w:t>il est en mon pouvoir de lui donner</w:t>
      </w:r>
      <w:r>
        <w:t xml:space="preserve">, </w:t>
      </w:r>
      <w:r w:rsidR="00530790" w:rsidRPr="005D5566">
        <w:t>beaucoup de bonheur</w:t>
      </w:r>
      <w:r>
        <w:t xml:space="preserve"> ! </w:t>
      </w:r>
      <w:r w:rsidR="00530790" w:rsidRPr="005D5566">
        <w:t>Je l</w:t>
      </w:r>
      <w:r>
        <w:t>’</w:t>
      </w:r>
      <w:r w:rsidR="00530790" w:rsidRPr="005D5566">
        <w:t>aime beaucoup</w:t>
      </w:r>
      <w:r>
        <w:t xml:space="preserve">… </w:t>
      </w:r>
      <w:r w:rsidR="00530790" w:rsidRPr="005D5566">
        <w:t>et lui m</w:t>
      </w:r>
      <w:r>
        <w:t>’</w:t>
      </w:r>
      <w:r w:rsidR="00530790" w:rsidRPr="005D5566">
        <w:t>aime</w:t>
      </w:r>
      <w:r>
        <w:t xml:space="preserve">, </w:t>
      </w:r>
      <w:r w:rsidR="00530790" w:rsidRPr="005D5566">
        <w:t>je le sais</w:t>
      </w:r>
      <w:r>
        <w:t xml:space="preserve"> ! </w:t>
      </w:r>
      <w:r w:rsidR="00530790" w:rsidRPr="005D5566">
        <w:t>Nous échangerons nos sentiments</w:t>
      </w:r>
      <w:r>
        <w:t xml:space="preserve">, </w:t>
      </w:r>
      <w:r w:rsidR="00530790" w:rsidRPr="005D5566">
        <w:t>nous nous enrichirons mutuellement autant que nous le pourrons</w:t>
      </w:r>
      <w:r>
        <w:t xml:space="preserve"> ; </w:t>
      </w:r>
      <w:r w:rsidR="00530790" w:rsidRPr="005D5566">
        <w:t>et s</w:t>
      </w:r>
      <w:r>
        <w:t>’</w:t>
      </w:r>
      <w:r w:rsidR="00530790" w:rsidRPr="005D5566">
        <w:t>il le faut</w:t>
      </w:r>
      <w:r>
        <w:t xml:space="preserve">, </w:t>
      </w:r>
      <w:r w:rsidR="00530790" w:rsidRPr="005D5566">
        <w:t>nous nous quitterons en bons amis</w:t>
      </w:r>
      <w:r>
        <w:t>…</w:t>
      </w:r>
    </w:p>
    <w:p w14:paraId="3B96F829" w14:textId="77777777" w:rsidR="001C0413" w:rsidRDefault="00530790" w:rsidP="001C0413">
      <w:r w:rsidRPr="005D5566">
        <w:t>Avec un sourire heureux</w:t>
      </w:r>
      <w:r w:rsidR="001C0413">
        <w:t xml:space="preserve">, </w:t>
      </w:r>
      <w:r w:rsidRPr="005D5566">
        <w:t>la mère dit lentement</w:t>
      </w:r>
      <w:r w:rsidR="001C0413">
        <w:t> :</w:t>
      </w:r>
    </w:p>
    <w:p w14:paraId="09D6F6CD" w14:textId="77777777" w:rsidR="001C0413" w:rsidRDefault="001C0413" w:rsidP="001C0413">
      <w:r>
        <w:lastRenderedPageBreak/>
        <w:t>— </w:t>
      </w:r>
      <w:r w:rsidR="00530790" w:rsidRPr="005D5566">
        <w:t>J</w:t>
      </w:r>
      <w:r>
        <w:t>’</w:t>
      </w:r>
      <w:r w:rsidR="00530790" w:rsidRPr="005D5566">
        <w:t>irai vous rejoindre</w:t>
      </w:r>
      <w:r>
        <w:t xml:space="preserve">… </w:t>
      </w:r>
      <w:r w:rsidR="00530790" w:rsidRPr="005D5566">
        <w:t>peut-être m</w:t>
      </w:r>
      <w:r>
        <w:t>’</w:t>
      </w:r>
      <w:r w:rsidR="00530790" w:rsidRPr="005D5566">
        <w:t>exilera-t-on aussi</w:t>
      </w:r>
      <w:r>
        <w:t>…</w:t>
      </w:r>
    </w:p>
    <w:p w14:paraId="61781562" w14:textId="77777777" w:rsidR="001C0413" w:rsidRDefault="00530790" w:rsidP="001C0413">
      <w:r w:rsidRPr="005D5566">
        <w:t>Longtemps</w:t>
      </w:r>
      <w:r w:rsidR="001C0413">
        <w:t xml:space="preserve">, </w:t>
      </w:r>
      <w:r w:rsidRPr="005D5566">
        <w:t>les deux femmes étroitement enlacées et sans parler songèrent à celui qu</w:t>
      </w:r>
      <w:r w:rsidR="001C0413">
        <w:t>’</w:t>
      </w:r>
      <w:r w:rsidRPr="005D5566">
        <w:t>elles aimaient</w:t>
      </w:r>
      <w:r w:rsidR="001C0413">
        <w:t xml:space="preserve">… </w:t>
      </w:r>
      <w:r w:rsidRPr="005D5566">
        <w:t>Le silence</w:t>
      </w:r>
      <w:r w:rsidR="001C0413">
        <w:t xml:space="preserve">, </w:t>
      </w:r>
      <w:r w:rsidRPr="005D5566">
        <w:t>la tristesse</w:t>
      </w:r>
      <w:r w:rsidR="001C0413">
        <w:t xml:space="preserve">, </w:t>
      </w:r>
      <w:r w:rsidRPr="005D5566">
        <w:t>une douceur tiède les enveloppaient</w:t>
      </w:r>
      <w:r w:rsidR="001C0413">
        <w:t>…</w:t>
      </w:r>
    </w:p>
    <w:p w14:paraId="6404854F" w14:textId="77777777" w:rsidR="001C0413" w:rsidRDefault="00530790" w:rsidP="001C0413">
      <w:r w:rsidRPr="005D5566">
        <w:t>Nicolas arriva</w:t>
      </w:r>
      <w:r w:rsidR="001C0413">
        <w:t xml:space="preserve">, </w:t>
      </w:r>
      <w:r w:rsidRPr="005D5566">
        <w:t>fatigué</w:t>
      </w:r>
      <w:r w:rsidR="001C0413">
        <w:t>.</w:t>
      </w:r>
    </w:p>
    <w:p w14:paraId="36C013C1" w14:textId="77777777" w:rsidR="001C0413" w:rsidRDefault="001C0413" w:rsidP="001C0413">
      <w:r>
        <w:t>— </w:t>
      </w:r>
      <w:r w:rsidR="00530790" w:rsidRPr="005D5566">
        <w:t>Sachenka</w:t>
      </w:r>
      <w:r>
        <w:t xml:space="preserve">, </w:t>
      </w:r>
      <w:r w:rsidR="00530790" w:rsidRPr="005D5566">
        <w:t>allez-vous-en</w:t>
      </w:r>
      <w:r>
        <w:t xml:space="preserve">, </w:t>
      </w:r>
      <w:r w:rsidR="00530790" w:rsidRPr="005D5566">
        <w:t>avant qu</w:t>
      </w:r>
      <w:r>
        <w:t>’</w:t>
      </w:r>
      <w:r w:rsidR="00530790" w:rsidRPr="005D5566">
        <w:t>il soit trop tard</w:t>
      </w:r>
      <w:r>
        <w:t xml:space="preserve"> ! </w:t>
      </w:r>
      <w:r w:rsidR="00530790" w:rsidRPr="005D5566">
        <w:t>dit-il rapidement en se dévêtant</w:t>
      </w:r>
      <w:r>
        <w:t xml:space="preserve">. </w:t>
      </w:r>
      <w:r w:rsidR="00530790" w:rsidRPr="005D5566">
        <w:t>Depuis ce matin</w:t>
      </w:r>
      <w:r>
        <w:t xml:space="preserve">, </w:t>
      </w:r>
      <w:r w:rsidR="00530790" w:rsidRPr="005D5566">
        <w:t>deux espions me suivent si ouvertement que cela sent l</w:t>
      </w:r>
      <w:r>
        <w:t>’</w:t>
      </w:r>
      <w:r w:rsidR="00530790" w:rsidRPr="005D5566">
        <w:t>arrestation</w:t>
      </w:r>
      <w:r>
        <w:t xml:space="preserve">… </w:t>
      </w:r>
      <w:r w:rsidR="00530790" w:rsidRPr="005D5566">
        <w:t>j</w:t>
      </w:r>
      <w:r>
        <w:t>’</w:t>
      </w:r>
      <w:r w:rsidR="00530790" w:rsidRPr="005D5566">
        <w:t>ai un pressentiment</w:t>
      </w:r>
      <w:r>
        <w:t xml:space="preserve">… </w:t>
      </w:r>
      <w:r w:rsidR="00530790" w:rsidRPr="005D5566">
        <w:t>Un malheur doit être arrivé quelque part</w:t>
      </w:r>
      <w:r>
        <w:t xml:space="preserve">… </w:t>
      </w:r>
      <w:r w:rsidR="00530790" w:rsidRPr="005D5566">
        <w:t>À propos</w:t>
      </w:r>
      <w:r>
        <w:t xml:space="preserve">, </w:t>
      </w:r>
      <w:r w:rsidR="00530790" w:rsidRPr="005D5566">
        <w:t>voilà le discours de Pavel</w:t>
      </w:r>
      <w:r>
        <w:t xml:space="preserve">… </w:t>
      </w:r>
      <w:r w:rsidR="00530790" w:rsidRPr="005D5566">
        <w:t>on a décidé de l</w:t>
      </w:r>
      <w:r>
        <w:t>’</w:t>
      </w:r>
      <w:r w:rsidR="00530790" w:rsidRPr="005D5566">
        <w:t>imprimer</w:t>
      </w:r>
      <w:r>
        <w:t xml:space="preserve">… </w:t>
      </w:r>
      <w:r w:rsidR="00530790" w:rsidRPr="005D5566">
        <w:t>Portez-le à Lioudmila</w:t>
      </w:r>
      <w:r>
        <w:t xml:space="preserve">, </w:t>
      </w:r>
      <w:r w:rsidR="00530790" w:rsidRPr="005D5566">
        <w:t>suppliez-la de le composer le plus vite possible</w:t>
      </w:r>
      <w:r>
        <w:t xml:space="preserve">… </w:t>
      </w:r>
      <w:r w:rsidR="00530790" w:rsidRPr="005D5566">
        <w:t>Pavel a très bien parlé</w:t>
      </w:r>
      <w:r>
        <w:t xml:space="preserve">, </w:t>
      </w:r>
      <w:r w:rsidR="00530790" w:rsidRPr="005D5566">
        <w:t>mère</w:t>
      </w:r>
      <w:r>
        <w:t xml:space="preserve"> !… </w:t>
      </w:r>
      <w:r w:rsidR="00530790" w:rsidRPr="005D5566">
        <w:t>Prenez garde aux espions</w:t>
      </w:r>
      <w:r>
        <w:t xml:space="preserve">, </w:t>
      </w:r>
      <w:r w:rsidR="00530790" w:rsidRPr="005D5566">
        <w:t>Sachenka</w:t>
      </w:r>
      <w:r>
        <w:t xml:space="preserve"> ! </w:t>
      </w:r>
      <w:r w:rsidR="00530790" w:rsidRPr="005D5566">
        <w:t>Attendez</w:t>
      </w:r>
      <w:r>
        <w:t xml:space="preserve">, </w:t>
      </w:r>
      <w:r w:rsidR="00530790" w:rsidRPr="005D5566">
        <w:t>emportez aussi ces papiers</w:t>
      </w:r>
      <w:r>
        <w:t xml:space="preserve">… </w:t>
      </w:r>
      <w:r w:rsidR="00530790" w:rsidRPr="005D5566">
        <w:t>donnez-les au docteur</w:t>
      </w:r>
      <w:r>
        <w:t xml:space="preserve">, </w:t>
      </w:r>
      <w:r w:rsidR="00530790" w:rsidRPr="005D5566">
        <w:t>par exemple</w:t>
      </w:r>
      <w:r>
        <w:t>…</w:t>
      </w:r>
    </w:p>
    <w:p w14:paraId="2164017E" w14:textId="77777777" w:rsidR="001C0413" w:rsidRDefault="00530790" w:rsidP="001C0413">
      <w:r w:rsidRPr="005D5566">
        <w:t>Tout en parlant</w:t>
      </w:r>
      <w:r w:rsidR="001C0413">
        <w:t xml:space="preserve">, </w:t>
      </w:r>
      <w:r w:rsidRPr="005D5566">
        <w:t>il frottait avec vigueur l</w:t>
      </w:r>
      <w:r w:rsidR="001C0413">
        <w:t>’</w:t>
      </w:r>
      <w:r w:rsidRPr="005D5566">
        <w:t>une contre l</w:t>
      </w:r>
      <w:r w:rsidR="001C0413">
        <w:t>’</w:t>
      </w:r>
      <w:r w:rsidRPr="005D5566">
        <w:t>autre ses mains glacées</w:t>
      </w:r>
      <w:r w:rsidR="001C0413">
        <w:t xml:space="preserve"> ; </w:t>
      </w:r>
      <w:r w:rsidRPr="005D5566">
        <w:t>puis</w:t>
      </w:r>
      <w:r w:rsidR="001C0413">
        <w:t xml:space="preserve">, </w:t>
      </w:r>
      <w:r w:rsidRPr="005D5566">
        <w:t>s</w:t>
      </w:r>
      <w:r w:rsidR="001C0413">
        <w:t>’</w:t>
      </w:r>
      <w:r w:rsidRPr="005D5566">
        <w:t>approchant de la table</w:t>
      </w:r>
      <w:r w:rsidR="001C0413">
        <w:t xml:space="preserve">, </w:t>
      </w:r>
      <w:r w:rsidRPr="005D5566">
        <w:t>il ouvrit les tiroirs d</w:t>
      </w:r>
      <w:r w:rsidR="001C0413">
        <w:t>’</w:t>
      </w:r>
      <w:r w:rsidRPr="005D5566">
        <w:t>où il sortit les documents</w:t>
      </w:r>
      <w:r w:rsidR="001C0413">
        <w:t xml:space="preserve"> ; </w:t>
      </w:r>
      <w:r w:rsidRPr="005D5566">
        <w:t>à la hâte</w:t>
      </w:r>
      <w:r w:rsidR="001C0413">
        <w:t xml:space="preserve">, </w:t>
      </w:r>
      <w:r w:rsidRPr="005D5566">
        <w:t>il les feuilleta</w:t>
      </w:r>
      <w:r w:rsidR="001C0413">
        <w:t xml:space="preserve">, </w:t>
      </w:r>
      <w:r w:rsidRPr="005D5566">
        <w:t>déchira les uns</w:t>
      </w:r>
      <w:r w:rsidR="001C0413">
        <w:t xml:space="preserve">, </w:t>
      </w:r>
      <w:r w:rsidRPr="005D5566">
        <w:t>empila les autres</w:t>
      </w:r>
      <w:r w:rsidR="001C0413">
        <w:t xml:space="preserve">, </w:t>
      </w:r>
      <w:r w:rsidRPr="005D5566">
        <w:t>tout soucieux et ébouriffé</w:t>
      </w:r>
      <w:r w:rsidR="001C0413">
        <w:t>.</w:t>
      </w:r>
    </w:p>
    <w:p w14:paraId="72201C37" w14:textId="77777777" w:rsidR="001C0413" w:rsidRDefault="001C0413" w:rsidP="001C0413">
      <w:r>
        <w:t>— </w:t>
      </w:r>
      <w:r w:rsidR="00530790" w:rsidRPr="005D5566">
        <w:t>Il n</w:t>
      </w:r>
      <w:r>
        <w:t>’</w:t>
      </w:r>
      <w:r w:rsidR="00530790" w:rsidRPr="005D5566">
        <w:t>y a pourtant pas longtemps que j</w:t>
      </w:r>
      <w:r>
        <w:t>’</w:t>
      </w:r>
      <w:r w:rsidR="00530790" w:rsidRPr="005D5566">
        <w:t>ai trié tout cela et voyez quel énorme paquet j</w:t>
      </w:r>
      <w:r>
        <w:t>’</w:t>
      </w:r>
      <w:r w:rsidR="00530790" w:rsidRPr="005D5566">
        <w:t>ai de nouveau</w:t>
      </w:r>
      <w:r>
        <w:t xml:space="preserve"> ! </w:t>
      </w:r>
      <w:r w:rsidR="00530790" w:rsidRPr="005D5566">
        <w:t>Diable</w:t>
      </w:r>
      <w:r>
        <w:t xml:space="preserve"> ! </w:t>
      </w:r>
      <w:r w:rsidR="00530790" w:rsidRPr="005D5566">
        <w:t>Mère</w:t>
      </w:r>
      <w:r>
        <w:t xml:space="preserve">, </w:t>
      </w:r>
      <w:r w:rsidR="00530790" w:rsidRPr="005D5566">
        <w:t>il vaudrait peut-être mieux que vous ne couchiez pas ici</w:t>
      </w:r>
      <w:r>
        <w:t xml:space="preserve">, </w:t>
      </w:r>
      <w:r w:rsidR="00530790" w:rsidRPr="005D5566">
        <w:t>qu</w:t>
      </w:r>
      <w:r>
        <w:t>’</w:t>
      </w:r>
      <w:r w:rsidR="00530790" w:rsidRPr="005D5566">
        <w:t>en pensez-vous</w:t>
      </w:r>
      <w:r>
        <w:t xml:space="preserve"> ? </w:t>
      </w:r>
      <w:r w:rsidR="00530790" w:rsidRPr="005D5566">
        <w:t>Il est assez ennuyeux d</w:t>
      </w:r>
      <w:r>
        <w:t>’</w:t>
      </w:r>
      <w:r w:rsidR="00530790" w:rsidRPr="005D5566">
        <w:t>assister à</w:t>
      </w:r>
      <w:r w:rsidR="00530790" w:rsidRPr="005D5566">
        <w:rPr>
          <w:i/>
          <w:iCs/>
        </w:rPr>
        <w:t xml:space="preserve"> </w:t>
      </w:r>
      <w:r w:rsidR="00530790" w:rsidRPr="005D5566">
        <w:t>cette comédie</w:t>
      </w:r>
      <w:r>
        <w:t xml:space="preserve">, </w:t>
      </w:r>
      <w:r w:rsidR="00530790" w:rsidRPr="005D5566">
        <w:t>les gendarmes sont capables de vous emmener aussi</w:t>
      </w:r>
      <w:r>
        <w:t xml:space="preserve">… </w:t>
      </w:r>
      <w:r w:rsidR="00530790" w:rsidRPr="005D5566">
        <w:t>et il faut absolument que vous alliez à la campagne pour répandre le discours de Pavel</w:t>
      </w:r>
      <w:r>
        <w:t>…</w:t>
      </w:r>
    </w:p>
    <w:p w14:paraId="493B28ED" w14:textId="77777777" w:rsidR="001C0413" w:rsidRDefault="001C0413" w:rsidP="001C0413">
      <w:r>
        <w:t>— </w:t>
      </w:r>
      <w:r w:rsidR="00530790" w:rsidRPr="005D5566">
        <w:t>Allons donc</w:t>
      </w:r>
      <w:r>
        <w:t xml:space="preserve">, </w:t>
      </w:r>
      <w:r w:rsidR="00530790" w:rsidRPr="005D5566">
        <w:t>pourquoi m</w:t>
      </w:r>
      <w:r>
        <w:t>’</w:t>
      </w:r>
      <w:r w:rsidR="00530790" w:rsidRPr="005D5566">
        <w:t>arrêterait-on</w:t>
      </w:r>
      <w:r>
        <w:t xml:space="preserve"> ? </w:t>
      </w:r>
      <w:r w:rsidR="00530790" w:rsidRPr="005D5566">
        <w:t>dit la mère</w:t>
      </w:r>
      <w:r>
        <w:t xml:space="preserve">. </w:t>
      </w:r>
      <w:r w:rsidR="00530790" w:rsidRPr="005D5566">
        <w:t>Et peut-être vous trompez-vous</w:t>
      </w:r>
      <w:r>
        <w:t xml:space="preserve">, </w:t>
      </w:r>
      <w:r w:rsidR="00530790" w:rsidRPr="005D5566">
        <w:t>ils ne viendront pas</w:t>
      </w:r>
      <w:r>
        <w:t>…</w:t>
      </w:r>
    </w:p>
    <w:p w14:paraId="2F0F0867" w14:textId="77777777" w:rsidR="001C0413" w:rsidRDefault="00530790" w:rsidP="001C0413">
      <w:r w:rsidRPr="005D5566">
        <w:t>Nicolas répliqua avec assurance en agitant la main</w:t>
      </w:r>
      <w:r w:rsidR="001C0413">
        <w:t> :</w:t>
      </w:r>
    </w:p>
    <w:p w14:paraId="27F76489" w14:textId="77777777" w:rsidR="001C0413" w:rsidRDefault="001C0413" w:rsidP="001C0413">
      <w:r>
        <w:lastRenderedPageBreak/>
        <w:t>— </w:t>
      </w:r>
      <w:r w:rsidR="00530790" w:rsidRPr="005D5566">
        <w:t>J</w:t>
      </w:r>
      <w:r>
        <w:t>’</w:t>
      </w:r>
      <w:r w:rsidR="00530790" w:rsidRPr="005D5566">
        <w:t>ai le flair pour cela</w:t>
      </w:r>
      <w:r>
        <w:t xml:space="preserve">… </w:t>
      </w:r>
      <w:r w:rsidR="00530790" w:rsidRPr="005D5566">
        <w:t>De plus</w:t>
      </w:r>
      <w:r>
        <w:t xml:space="preserve">, </w:t>
      </w:r>
      <w:r w:rsidR="00530790" w:rsidRPr="005D5566">
        <w:t>vous pourriez aider Lioudmila</w:t>
      </w:r>
      <w:r>
        <w:t xml:space="preserve"> ! </w:t>
      </w:r>
      <w:r w:rsidR="00530790" w:rsidRPr="005D5566">
        <w:t>Allez-vous-en avant qu</w:t>
      </w:r>
      <w:r>
        <w:t>’</w:t>
      </w:r>
      <w:r w:rsidR="00530790" w:rsidRPr="005D5566">
        <w:t>il soit trop tard</w:t>
      </w:r>
      <w:r>
        <w:t>…</w:t>
      </w:r>
    </w:p>
    <w:p w14:paraId="07BFACC5" w14:textId="77777777" w:rsidR="001C0413" w:rsidRDefault="00530790" w:rsidP="001C0413">
      <w:r w:rsidRPr="005D5566">
        <w:t>Heureuse à l</w:t>
      </w:r>
      <w:r w:rsidR="001C0413">
        <w:t>’</w:t>
      </w:r>
      <w:r w:rsidRPr="005D5566">
        <w:t>idée de coopérer à l</w:t>
      </w:r>
      <w:r w:rsidR="001C0413">
        <w:t>’</w:t>
      </w:r>
      <w:r w:rsidRPr="005D5566">
        <w:t>impression du discours de son fils</w:t>
      </w:r>
      <w:r w:rsidR="001C0413">
        <w:t xml:space="preserve">, </w:t>
      </w:r>
      <w:r w:rsidRPr="005D5566">
        <w:t>Pélaguée répondit</w:t>
      </w:r>
      <w:r w:rsidR="001C0413">
        <w:t> :</w:t>
      </w:r>
    </w:p>
    <w:p w14:paraId="27838D9F" w14:textId="77777777" w:rsidR="001C0413" w:rsidRDefault="001C0413" w:rsidP="001C0413">
      <w:r>
        <w:t>— </w:t>
      </w:r>
      <w:r w:rsidR="00530790" w:rsidRPr="005D5566">
        <w:t>S</w:t>
      </w:r>
      <w:r>
        <w:t>’</w:t>
      </w:r>
      <w:r w:rsidR="00530790" w:rsidRPr="005D5566">
        <w:t>il en est ainsi</w:t>
      </w:r>
      <w:r>
        <w:t xml:space="preserve">, </w:t>
      </w:r>
      <w:r w:rsidR="00530790" w:rsidRPr="005D5566">
        <w:t>je m</w:t>
      </w:r>
      <w:r>
        <w:t>’</w:t>
      </w:r>
      <w:r w:rsidR="00530790" w:rsidRPr="005D5566">
        <w:t>en vais</w:t>
      </w:r>
      <w:r>
        <w:t xml:space="preserve">… </w:t>
      </w:r>
      <w:r w:rsidR="00530790" w:rsidRPr="005D5566">
        <w:t>Seulement</w:t>
      </w:r>
      <w:r>
        <w:t xml:space="preserve">, </w:t>
      </w:r>
      <w:r w:rsidR="00530790" w:rsidRPr="005D5566">
        <w:t>ce n</w:t>
      </w:r>
      <w:r>
        <w:t>’</w:t>
      </w:r>
      <w:r w:rsidR="00530790" w:rsidRPr="005D5566">
        <w:t>est pas parce que j</w:t>
      </w:r>
      <w:r>
        <w:t>’</w:t>
      </w:r>
      <w:r w:rsidR="00530790" w:rsidRPr="005D5566">
        <w:t>ai peur</w:t>
      </w:r>
      <w:r>
        <w:t>…</w:t>
      </w:r>
    </w:p>
    <w:p w14:paraId="3E069BF8" w14:textId="77777777" w:rsidR="001C0413" w:rsidRDefault="00530790" w:rsidP="001C0413">
      <w:r w:rsidRPr="005D5566">
        <w:t>Et</w:t>
      </w:r>
      <w:r w:rsidR="001C0413">
        <w:t xml:space="preserve">, </w:t>
      </w:r>
      <w:r w:rsidRPr="005D5566">
        <w:t>à son propre étonnement</w:t>
      </w:r>
      <w:r w:rsidR="001C0413">
        <w:t xml:space="preserve">, </w:t>
      </w:r>
      <w:r w:rsidRPr="005D5566">
        <w:t>elle ajouta</w:t>
      </w:r>
      <w:r w:rsidR="001C0413">
        <w:t xml:space="preserve">, </w:t>
      </w:r>
      <w:r w:rsidRPr="005D5566">
        <w:t>d</w:t>
      </w:r>
      <w:r w:rsidR="001C0413">
        <w:t>’</w:t>
      </w:r>
      <w:r w:rsidRPr="005D5566">
        <w:t>une voix basse</w:t>
      </w:r>
      <w:r w:rsidR="001C0413">
        <w:t xml:space="preserve">, </w:t>
      </w:r>
      <w:r w:rsidRPr="005D5566">
        <w:t>mais ferme</w:t>
      </w:r>
      <w:r w:rsidR="001C0413">
        <w:t> :</w:t>
      </w:r>
    </w:p>
    <w:p w14:paraId="1E980D17" w14:textId="77777777" w:rsidR="001C0413" w:rsidRDefault="001C0413" w:rsidP="001C0413">
      <w:r>
        <w:t>— </w:t>
      </w:r>
      <w:r w:rsidR="00530790" w:rsidRPr="005D5566">
        <w:t>Maintenant</w:t>
      </w:r>
      <w:r>
        <w:t xml:space="preserve">, </w:t>
      </w:r>
      <w:r w:rsidR="00530790" w:rsidRPr="005D5566">
        <w:t>je n</w:t>
      </w:r>
      <w:r>
        <w:t>’</w:t>
      </w:r>
      <w:r w:rsidR="00530790" w:rsidRPr="005D5566">
        <w:t>ai peur de rien</w:t>
      </w:r>
      <w:r>
        <w:t xml:space="preserve">… </w:t>
      </w:r>
      <w:r w:rsidR="00530790" w:rsidRPr="005D5566">
        <w:t>Dieu merci</w:t>
      </w:r>
      <w:r>
        <w:t xml:space="preserve"> ! </w:t>
      </w:r>
      <w:r w:rsidR="00530790" w:rsidRPr="005D5566">
        <w:t>Maintenant</w:t>
      </w:r>
      <w:r>
        <w:t xml:space="preserve">, </w:t>
      </w:r>
      <w:r w:rsidR="00530790" w:rsidRPr="005D5566">
        <w:t>je sais déjà</w:t>
      </w:r>
      <w:r>
        <w:t>…</w:t>
      </w:r>
    </w:p>
    <w:p w14:paraId="4FD99F2C" w14:textId="77777777" w:rsidR="001C0413" w:rsidRDefault="001C0413" w:rsidP="001C0413">
      <w:r>
        <w:t>— </w:t>
      </w:r>
      <w:r w:rsidR="00530790" w:rsidRPr="005D5566">
        <w:t>À merveille</w:t>
      </w:r>
      <w:r>
        <w:t xml:space="preserve"> ! </w:t>
      </w:r>
      <w:r w:rsidR="00530790" w:rsidRPr="005D5566">
        <w:t>s</w:t>
      </w:r>
      <w:r>
        <w:t>’</w:t>
      </w:r>
      <w:r w:rsidR="00530790" w:rsidRPr="005D5566">
        <w:t>écria Nicolas</w:t>
      </w:r>
      <w:r>
        <w:t xml:space="preserve">, </w:t>
      </w:r>
      <w:r w:rsidR="00530790" w:rsidRPr="005D5566">
        <w:t>sans la regarder</w:t>
      </w:r>
      <w:r>
        <w:t xml:space="preserve">. </w:t>
      </w:r>
      <w:r w:rsidR="00530790" w:rsidRPr="005D5566">
        <w:t>Ah</w:t>
      </w:r>
      <w:r>
        <w:t xml:space="preserve"> ! </w:t>
      </w:r>
      <w:r w:rsidR="00530790" w:rsidRPr="005D5566">
        <w:t>dites-moi où sont mon linge et ma valise</w:t>
      </w:r>
      <w:r>
        <w:t xml:space="preserve"> ; </w:t>
      </w:r>
      <w:r w:rsidR="00530790" w:rsidRPr="005D5566">
        <w:t>vous avez tout pris dans vos mains soigneuses</w:t>
      </w:r>
      <w:r>
        <w:t xml:space="preserve">, </w:t>
      </w:r>
      <w:r w:rsidR="00530790" w:rsidRPr="005D5566">
        <w:t>et je suis absolument incapable de retrouver ma propriété personnelle</w:t>
      </w:r>
      <w:r>
        <w:t xml:space="preserve"> ; </w:t>
      </w:r>
      <w:r w:rsidR="00530790" w:rsidRPr="005D5566">
        <w:t>je vais me préparer</w:t>
      </w:r>
      <w:r>
        <w:t xml:space="preserve"> ; </w:t>
      </w:r>
      <w:r w:rsidR="00530790" w:rsidRPr="005D5566">
        <w:t>les gendarmes seront désagréablement surpris</w:t>
      </w:r>
      <w:r>
        <w:t>…</w:t>
      </w:r>
    </w:p>
    <w:p w14:paraId="4FEA63D8" w14:textId="77777777" w:rsidR="001C0413" w:rsidRDefault="00530790" w:rsidP="001C0413">
      <w:r w:rsidRPr="005D5566">
        <w:t>Sachenka brûlait des chiffons de papier dans le poêle</w:t>
      </w:r>
      <w:r w:rsidR="001C0413">
        <w:t xml:space="preserve"> ; </w:t>
      </w:r>
      <w:r w:rsidRPr="005D5566">
        <w:t>quand ils furent consumés</w:t>
      </w:r>
      <w:r w:rsidR="001C0413">
        <w:t xml:space="preserve">, </w:t>
      </w:r>
      <w:r w:rsidRPr="005D5566">
        <w:t>elle eut soin de mêler leurs cendres</w:t>
      </w:r>
      <w:r w:rsidR="001C0413">
        <w:t xml:space="preserve">, </w:t>
      </w:r>
      <w:r w:rsidRPr="005D5566">
        <w:t>à celles du combustible</w:t>
      </w:r>
      <w:r w:rsidR="001C0413">
        <w:t>.</w:t>
      </w:r>
    </w:p>
    <w:p w14:paraId="57428363" w14:textId="77777777" w:rsidR="001C0413" w:rsidRDefault="001C0413" w:rsidP="001C0413">
      <w:r>
        <w:t>— </w:t>
      </w:r>
      <w:r w:rsidR="00530790" w:rsidRPr="005D5566">
        <w:t>Partez</w:t>
      </w:r>
      <w:r>
        <w:t xml:space="preserve">, </w:t>
      </w:r>
      <w:r w:rsidR="00530790" w:rsidRPr="005D5566">
        <w:t>Sachenka</w:t>
      </w:r>
      <w:r>
        <w:t xml:space="preserve"> ! </w:t>
      </w:r>
      <w:r w:rsidR="00530790" w:rsidRPr="005D5566">
        <w:t>dit Nicolas en lui serrant la main</w:t>
      </w:r>
      <w:r>
        <w:t xml:space="preserve">. </w:t>
      </w:r>
      <w:r w:rsidR="00530790" w:rsidRPr="005D5566">
        <w:t>Au revoir</w:t>
      </w:r>
      <w:r>
        <w:t xml:space="preserve"> ! </w:t>
      </w:r>
      <w:r w:rsidR="00530790" w:rsidRPr="005D5566">
        <w:t>N</w:t>
      </w:r>
      <w:r>
        <w:t>’</w:t>
      </w:r>
      <w:r w:rsidR="00530790" w:rsidRPr="005D5566">
        <w:t>oubliez pas de m</w:t>
      </w:r>
      <w:r>
        <w:t>’</w:t>
      </w:r>
      <w:r w:rsidR="00530790" w:rsidRPr="005D5566">
        <w:t>envoyer des livres</w:t>
      </w:r>
      <w:r>
        <w:t xml:space="preserve">, </w:t>
      </w:r>
      <w:r w:rsidR="00530790" w:rsidRPr="005D5566">
        <w:t>s</w:t>
      </w:r>
      <w:r>
        <w:t>’</w:t>
      </w:r>
      <w:r w:rsidR="00530790" w:rsidRPr="005D5566">
        <w:t>il paraît quelque chose de nouveau et d</w:t>
      </w:r>
      <w:r>
        <w:t>’</w:t>
      </w:r>
      <w:r w:rsidR="00530790" w:rsidRPr="005D5566">
        <w:t>intéressant</w:t>
      </w:r>
      <w:r>
        <w:t xml:space="preserve">… </w:t>
      </w:r>
      <w:r w:rsidR="00530790" w:rsidRPr="005D5566">
        <w:t>Au revoir</w:t>
      </w:r>
      <w:r>
        <w:t xml:space="preserve">, </w:t>
      </w:r>
      <w:r w:rsidR="00530790" w:rsidRPr="005D5566">
        <w:t>chère camarade</w:t>
      </w:r>
      <w:r>
        <w:t xml:space="preserve">… </w:t>
      </w:r>
      <w:r w:rsidR="00530790" w:rsidRPr="005D5566">
        <w:t>Soyez prudente</w:t>
      </w:r>
      <w:r>
        <w:t xml:space="preserve">, </w:t>
      </w:r>
      <w:r w:rsidR="00530790" w:rsidRPr="005D5566">
        <w:t>surtout</w:t>
      </w:r>
      <w:r>
        <w:t>…</w:t>
      </w:r>
    </w:p>
    <w:p w14:paraId="6EDE7392" w14:textId="77777777" w:rsidR="001C0413" w:rsidRDefault="001C0413" w:rsidP="001C0413">
      <w:r>
        <w:t>— </w:t>
      </w:r>
      <w:r w:rsidR="00530790" w:rsidRPr="005D5566">
        <w:t>Vous pensez rester longtemps en prison</w:t>
      </w:r>
      <w:r>
        <w:t xml:space="preserve"> ? </w:t>
      </w:r>
      <w:r w:rsidR="00530790" w:rsidRPr="005D5566">
        <w:t>demanda Sachenka</w:t>
      </w:r>
      <w:r>
        <w:t>.</w:t>
      </w:r>
    </w:p>
    <w:p w14:paraId="34D49105" w14:textId="77777777" w:rsidR="001C0413" w:rsidRDefault="001C0413" w:rsidP="001C0413">
      <w:r>
        <w:t>— </w:t>
      </w:r>
      <w:r w:rsidR="00530790" w:rsidRPr="005D5566">
        <w:t>Le diable le sait</w:t>
      </w:r>
      <w:r>
        <w:t xml:space="preserve"> ! </w:t>
      </w:r>
      <w:r w:rsidR="00530790" w:rsidRPr="005D5566">
        <w:t>Assez longtemps sans doute</w:t>
      </w:r>
      <w:r>
        <w:t xml:space="preserve">… </w:t>
      </w:r>
      <w:r w:rsidR="00530790" w:rsidRPr="005D5566">
        <w:t>on a différentes choses à me reprocher</w:t>
      </w:r>
      <w:r>
        <w:t xml:space="preserve">… </w:t>
      </w:r>
      <w:r w:rsidR="00530790" w:rsidRPr="005D5566">
        <w:t>Mère</w:t>
      </w:r>
      <w:r>
        <w:t xml:space="preserve">, </w:t>
      </w:r>
      <w:r w:rsidR="00530790" w:rsidRPr="005D5566">
        <w:t>sortez avec Sachenka</w:t>
      </w:r>
      <w:r>
        <w:t xml:space="preserve">… </w:t>
      </w:r>
      <w:r w:rsidR="00530790" w:rsidRPr="005D5566">
        <w:t>Il est plus difficile de suivre deux personnes</w:t>
      </w:r>
      <w:r>
        <w:t>…</w:t>
      </w:r>
    </w:p>
    <w:p w14:paraId="08F0F88C" w14:textId="77777777" w:rsidR="001C0413" w:rsidRDefault="001C0413" w:rsidP="001C0413">
      <w:r>
        <w:lastRenderedPageBreak/>
        <w:t>— </w:t>
      </w:r>
      <w:r w:rsidR="00530790" w:rsidRPr="005D5566">
        <w:t>Bien</w:t>
      </w:r>
      <w:r>
        <w:t xml:space="preserve"> ! </w:t>
      </w:r>
      <w:r w:rsidR="00530790" w:rsidRPr="005D5566">
        <w:t>dit la mère</w:t>
      </w:r>
      <w:r>
        <w:t xml:space="preserve">. </w:t>
      </w:r>
      <w:r w:rsidR="00530790" w:rsidRPr="005D5566">
        <w:t>Je m</w:t>
      </w:r>
      <w:r>
        <w:t>’</w:t>
      </w:r>
      <w:r w:rsidR="00530790" w:rsidRPr="005D5566">
        <w:t>habille</w:t>
      </w:r>
      <w:r>
        <w:t xml:space="preserve">… </w:t>
      </w:r>
      <w:r w:rsidR="00530790" w:rsidRPr="005D5566">
        <w:t>Elle avait observé Nicolas avec attention</w:t>
      </w:r>
      <w:r>
        <w:t xml:space="preserve">, </w:t>
      </w:r>
      <w:r w:rsidR="00530790" w:rsidRPr="005D5566">
        <w:t>sans découvrir rien d</w:t>
      </w:r>
      <w:r>
        <w:t>’</w:t>
      </w:r>
      <w:r w:rsidR="00530790" w:rsidRPr="005D5566">
        <w:t>anormal en lui</w:t>
      </w:r>
      <w:r>
        <w:t xml:space="preserve">, </w:t>
      </w:r>
      <w:r w:rsidR="00530790" w:rsidRPr="005D5566">
        <w:t>sauf la préoccupation qui voilait son bon et doux regard</w:t>
      </w:r>
      <w:r>
        <w:t xml:space="preserve">. </w:t>
      </w:r>
      <w:r w:rsidR="00530790" w:rsidRPr="005D5566">
        <w:t>Il ne témoignait d</w:t>
      </w:r>
      <w:r>
        <w:t>’</w:t>
      </w:r>
      <w:r w:rsidR="00530790" w:rsidRPr="005D5566">
        <w:t>aucune émotion</w:t>
      </w:r>
      <w:r>
        <w:t xml:space="preserve">. </w:t>
      </w:r>
      <w:r w:rsidR="00530790" w:rsidRPr="005D5566">
        <w:t>Également attentif pour tous</w:t>
      </w:r>
      <w:r>
        <w:t xml:space="preserve">, </w:t>
      </w:r>
      <w:r w:rsidR="00530790" w:rsidRPr="005D5566">
        <w:t>affectueux et mesuré</w:t>
      </w:r>
      <w:r>
        <w:t xml:space="preserve">, </w:t>
      </w:r>
      <w:r w:rsidR="00530790" w:rsidRPr="005D5566">
        <w:t>toujours calme et solitaire</w:t>
      </w:r>
      <w:r>
        <w:t xml:space="preserve">, </w:t>
      </w:r>
      <w:r w:rsidR="00530790" w:rsidRPr="005D5566">
        <w:t>il menait la même existence mystérieuse au dedans de lui-même</w:t>
      </w:r>
      <w:r>
        <w:t xml:space="preserve">, </w:t>
      </w:r>
      <w:r w:rsidR="00530790" w:rsidRPr="005D5566">
        <w:t>et comme en avant des autres</w:t>
      </w:r>
      <w:r>
        <w:t xml:space="preserve">. </w:t>
      </w:r>
      <w:r w:rsidR="00530790" w:rsidRPr="005D5566">
        <w:t>La mère l</w:t>
      </w:r>
      <w:r>
        <w:t>’</w:t>
      </w:r>
      <w:r w:rsidR="00530790" w:rsidRPr="005D5566">
        <w:t>aimait ainsi</w:t>
      </w:r>
      <w:r>
        <w:t xml:space="preserve">, </w:t>
      </w:r>
      <w:r w:rsidR="00530790" w:rsidRPr="005D5566">
        <w:t>d</w:t>
      </w:r>
      <w:r>
        <w:t>’</w:t>
      </w:r>
      <w:r w:rsidR="00530790" w:rsidRPr="005D5566">
        <w:t>un amour prudent qui semblait douter de lui-même</w:t>
      </w:r>
      <w:r>
        <w:t xml:space="preserve">. </w:t>
      </w:r>
      <w:r w:rsidR="00530790" w:rsidRPr="005D5566">
        <w:t>Et maintenant</w:t>
      </w:r>
      <w:r>
        <w:t xml:space="preserve">, </w:t>
      </w:r>
      <w:r w:rsidR="00530790" w:rsidRPr="005D5566">
        <w:t>elle éprouvait pour Nicolas une pitié indicible</w:t>
      </w:r>
      <w:r>
        <w:t xml:space="preserve">, </w:t>
      </w:r>
      <w:r w:rsidR="00530790" w:rsidRPr="005D5566">
        <w:t>mais elle se dominait</w:t>
      </w:r>
      <w:r>
        <w:t xml:space="preserve">, </w:t>
      </w:r>
      <w:r w:rsidR="00530790" w:rsidRPr="005D5566">
        <w:t>sachant que s</w:t>
      </w:r>
      <w:r>
        <w:t>’</w:t>
      </w:r>
      <w:r w:rsidR="00530790" w:rsidRPr="005D5566">
        <w:t>il s</w:t>
      </w:r>
      <w:r>
        <w:t>’</w:t>
      </w:r>
      <w:r w:rsidR="00530790" w:rsidRPr="005D5566">
        <w:t>en apercevait</w:t>
      </w:r>
      <w:r>
        <w:t xml:space="preserve">, </w:t>
      </w:r>
      <w:r w:rsidR="00530790" w:rsidRPr="005D5566">
        <w:t>il se troublerait et deviendrait un peu ridicule</w:t>
      </w:r>
      <w:r>
        <w:t xml:space="preserve">, </w:t>
      </w:r>
      <w:r w:rsidR="00530790" w:rsidRPr="005D5566">
        <w:t>comme de coutume</w:t>
      </w:r>
      <w:r>
        <w:t xml:space="preserve"> ; </w:t>
      </w:r>
      <w:r w:rsidR="00530790" w:rsidRPr="005D5566">
        <w:t>Pélaguée ne voulait pas le voir sous cet aspect</w:t>
      </w:r>
      <w:r>
        <w:t>.</w:t>
      </w:r>
    </w:p>
    <w:p w14:paraId="6CC7A824" w14:textId="77777777" w:rsidR="001C0413" w:rsidRDefault="00530790" w:rsidP="001C0413">
      <w:r w:rsidRPr="005D5566">
        <w:t>Une fois habillée</w:t>
      </w:r>
      <w:r w:rsidR="001C0413">
        <w:t xml:space="preserve">, </w:t>
      </w:r>
      <w:r w:rsidRPr="005D5566">
        <w:t>elle rentra dans la chambre</w:t>
      </w:r>
      <w:r w:rsidR="001C0413">
        <w:t xml:space="preserve"> ; </w:t>
      </w:r>
      <w:r w:rsidRPr="005D5566">
        <w:t>Nicolas serrait la main de Sachenka et disait</w:t>
      </w:r>
      <w:r w:rsidR="001C0413">
        <w:t> :</w:t>
      </w:r>
    </w:p>
    <w:p w14:paraId="52222540" w14:textId="77777777" w:rsidR="001C0413" w:rsidRDefault="001C0413" w:rsidP="001C0413">
      <w:r>
        <w:t>— </w:t>
      </w:r>
      <w:r w:rsidR="00530790" w:rsidRPr="005D5566">
        <w:t>C</w:t>
      </w:r>
      <w:r>
        <w:t>’</w:t>
      </w:r>
      <w:r w:rsidR="00530790" w:rsidRPr="005D5566">
        <w:t>est parfait</w:t>
      </w:r>
      <w:r>
        <w:t xml:space="preserve"> ! </w:t>
      </w:r>
      <w:r w:rsidR="00530790" w:rsidRPr="005D5566">
        <w:t>J</w:t>
      </w:r>
      <w:r>
        <w:t>’</w:t>
      </w:r>
      <w:r w:rsidR="00530790" w:rsidRPr="005D5566">
        <w:t>en suis certain</w:t>
      </w:r>
      <w:r>
        <w:t xml:space="preserve">, </w:t>
      </w:r>
      <w:r w:rsidR="00530790" w:rsidRPr="005D5566">
        <w:t>ce sera très bon pour lui</w:t>
      </w:r>
      <w:r>
        <w:t xml:space="preserve">, </w:t>
      </w:r>
      <w:r w:rsidR="00530790" w:rsidRPr="005D5566">
        <w:t>comme pour vous</w:t>
      </w:r>
      <w:r>
        <w:t xml:space="preserve">… </w:t>
      </w:r>
      <w:r w:rsidR="00530790" w:rsidRPr="005D5566">
        <w:t>Un peu de bonheur personnel n</w:t>
      </w:r>
      <w:r>
        <w:t>’</w:t>
      </w:r>
      <w:r w:rsidR="00530790" w:rsidRPr="005D5566">
        <w:t>est pas nuisible</w:t>
      </w:r>
      <w:r>
        <w:t xml:space="preserve">… </w:t>
      </w:r>
      <w:r w:rsidR="00530790" w:rsidRPr="005D5566">
        <w:t>mais</w:t>
      </w:r>
      <w:r>
        <w:t xml:space="preserve">, </w:t>
      </w:r>
      <w:r w:rsidR="00530790" w:rsidRPr="005D5566">
        <w:t>vous savez</w:t>
      </w:r>
      <w:r>
        <w:t xml:space="preserve">, </w:t>
      </w:r>
      <w:r w:rsidR="00530790" w:rsidRPr="005D5566">
        <w:t>il n</w:t>
      </w:r>
      <w:r>
        <w:t>’</w:t>
      </w:r>
      <w:r w:rsidR="00530790" w:rsidRPr="005D5566">
        <w:t>en faut pas trop</w:t>
      </w:r>
      <w:r>
        <w:t xml:space="preserve">, </w:t>
      </w:r>
      <w:r w:rsidR="00530790" w:rsidRPr="005D5566">
        <w:t>pour qu</w:t>
      </w:r>
      <w:r>
        <w:t>’</w:t>
      </w:r>
      <w:r w:rsidR="00530790" w:rsidRPr="005D5566">
        <w:t>il ne perde pas sa valeur</w:t>
      </w:r>
      <w:r>
        <w:t xml:space="preserve">… </w:t>
      </w:r>
      <w:r w:rsidR="00530790" w:rsidRPr="005D5566">
        <w:t>Vous êtes prête</w:t>
      </w:r>
      <w:r>
        <w:t xml:space="preserve">, </w:t>
      </w:r>
      <w:r w:rsidR="00530790" w:rsidRPr="005D5566">
        <w:t>petite mère</w:t>
      </w:r>
      <w:r>
        <w:t> ?</w:t>
      </w:r>
    </w:p>
    <w:p w14:paraId="17BDD442" w14:textId="77777777" w:rsidR="001C0413" w:rsidRDefault="00530790" w:rsidP="001C0413">
      <w:r w:rsidRPr="005D5566">
        <w:t>Il s</w:t>
      </w:r>
      <w:r w:rsidR="001C0413">
        <w:t>’</w:t>
      </w:r>
      <w:r w:rsidRPr="005D5566">
        <w:t>approcha d</w:t>
      </w:r>
      <w:r w:rsidR="001C0413">
        <w:t>’</w:t>
      </w:r>
      <w:r w:rsidRPr="005D5566">
        <w:t>elle en rajustant ses lunettes</w:t>
      </w:r>
      <w:r w:rsidR="001C0413">
        <w:t>.</w:t>
      </w:r>
    </w:p>
    <w:p w14:paraId="43F8E68C" w14:textId="77777777" w:rsidR="001C0413" w:rsidRDefault="001C0413" w:rsidP="001C0413">
      <w:r>
        <w:t>— </w:t>
      </w:r>
      <w:r w:rsidR="00530790" w:rsidRPr="005D5566">
        <w:t>Eh bien</w:t>
      </w:r>
      <w:r>
        <w:t xml:space="preserve">, </w:t>
      </w:r>
      <w:r w:rsidR="00530790" w:rsidRPr="005D5566">
        <w:t>au revoir</w:t>
      </w:r>
      <w:r>
        <w:t xml:space="preserve">… </w:t>
      </w:r>
      <w:r w:rsidR="00530790" w:rsidRPr="005D5566">
        <w:t>dans trois</w:t>
      </w:r>
      <w:r>
        <w:t xml:space="preserve">, </w:t>
      </w:r>
      <w:r w:rsidR="00530790" w:rsidRPr="005D5566">
        <w:t>quatre</w:t>
      </w:r>
      <w:r>
        <w:t xml:space="preserve">… </w:t>
      </w:r>
      <w:r w:rsidR="00530790" w:rsidRPr="005D5566">
        <w:t>ou six mois</w:t>
      </w:r>
      <w:r>
        <w:t xml:space="preserve"> ! </w:t>
      </w:r>
      <w:r w:rsidR="00530790" w:rsidRPr="005D5566">
        <w:t>Mettons six mois</w:t>
      </w:r>
      <w:r>
        <w:t xml:space="preserve">. </w:t>
      </w:r>
      <w:r w:rsidR="00530790" w:rsidRPr="005D5566">
        <w:t>C</w:t>
      </w:r>
      <w:r>
        <w:t>’</w:t>
      </w:r>
      <w:r w:rsidR="00530790" w:rsidRPr="005D5566">
        <w:t>est beaucoup de temps</w:t>
      </w:r>
      <w:r>
        <w:t xml:space="preserve">… </w:t>
      </w:r>
      <w:r w:rsidR="00530790" w:rsidRPr="005D5566">
        <w:t>on peut faire tant de choses en six mois</w:t>
      </w:r>
      <w:r>
        <w:t xml:space="preserve"> ! </w:t>
      </w:r>
      <w:r w:rsidR="00530790" w:rsidRPr="005D5566">
        <w:t>Ménagez-vous</w:t>
      </w:r>
      <w:r>
        <w:t xml:space="preserve">, </w:t>
      </w:r>
      <w:r w:rsidR="00530790" w:rsidRPr="005D5566">
        <w:t>n</w:t>
      </w:r>
      <w:r>
        <w:t>’</w:t>
      </w:r>
      <w:r w:rsidR="00530790" w:rsidRPr="005D5566">
        <w:t>est-ce pas</w:t>
      </w:r>
      <w:r>
        <w:t xml:space="preserve">, </w:t>
      </w:r>
      <w:r w:rsidR="00530790" w:rsidRPr="005D5566">
        <w:t>je vous en prie</w:t>
      </w:r>
      <w:r>
        <w:t xml:space="preserve"> ! </w:t>
      </w:r>
      <w:r w:rsidR="00530790" w:rsidRPr="005D5566">
        <w:t>Eh bien</w:t>
      </w:r>
      <w:r>
        <w:t xml:space="preserve">, </w:t>
      </w:r>
      <w:r w:rsidR="00530790" w:rsidRPr="005D5566">
        <w:t>embrassons-nous</w:t>
      </w:r>
      <w:r>
        <w:t>…</w:t>
      </w:r>
    </w:p>
    <w:p w14:paraId="34AE8F83" w14:textId="77777777" w:rsidR="001C0413" w:rsidRDefault="00530790" w:rsidP="001C0413">
      <w:r w:rsidRPr="005D5566">
        <w:t>Mettant ses bras robustes autour du cou de Pélaguée</w:t>
      </w:r>
      <w:r w:rsidR="001C0413">
        <w:t xml:space="preserve">, </w:t>
      </w:r>
      <w:r w:rsidRPr="005D5566">
        <w:t>il la regarda dans les yeux et dit en riant</w:t>
      </w:r>
      <w:r w:rsidR="001C0413">
        <w:t> :</w:t>
      </w:r>
    </w:p>
    <w:p w14:paraId="358846BD" w14:textId="77777777" w:rsidR="001C0413" w:rsidRDefault="001C0413" w:rsidP="001C0413">
      <w:r>
        <w:t>— </w:t>
      </w:r>
      <w:r w:rsidR="00530790" w:rsidRPr="005D5566">
        <w:t>Je crois que je suis amoureux de vous</w:t>
      </w:r>
      <w:r>
        <w:t xml:space="preserve">… </w:t>
      </w:r>
      <w:r w:rsidR="00530790" w:rsidRPr="005D5566">
        <w:t>je ne fais que vous embrasser</w:t>
      </w:r>
      <w:r>
        <w:t>…</w:t>
      </w:r>
    </w:p>
    <w:p w14:paraId="70CBCEE1" w14:textId="77777777" w:rsidR="001C0413" w:rsidRDefault="00530790" w:rsidP="001C0413">
      <w:r w:rsidRPr="005D5566">
        <w:lastRenderedPageBreak/>
        <w:t>Sans parler</w:t>
      </w:r>
      <w:r w:rsidR="001C0413">
        <w:t xml:space="preserve">, </w:t>
      </w:r>
      <w:r w:rsidRPr="005D5566">
        <w:t>elle le baisa au front et aux joues</w:t>
      </w:r>
      <w:r w:rsidR="001C0413">
        <w:t xml:space="preserve"> ; </w:t>
      </w:r>
      <w:r w:rsidRPr="005D5566">
        <w:t>ses mains étaient tremblantes</w:t>
      </w:r>
      <w:r w:rsidR="001C0413">
        <w:t xml:space="preserve">. </w:t>
      </w:r>
      <w:r w:rsidRPr="005D5566">
        <w:t>Elle les laissa retomber pour qu</w:t>
      </w:r>
      <w:r w:rsidR="001C0413">
        <w:t>’</w:t>
      </w:r>
      <w:r w:rsidRPr="005D5566">
        <w:t>il ne la remarquât pas</w:t>
      </w:r>
      <w:r w:rsidR="001C0413">
        <w:t>…</w:t>
      </w:r>
    </w:p>
    <w:p w14:paraId="227CB32A" w14:textId="77777777" w:rsidR="001C0413" w:rsidRDefault="001C0413" w:rsidP="001C0413">
      <w:r>
        <w:t>— </w:t>
      </w:r>
      <w:r w:rsidR="00530790" w:rsidRPr="005D5566">
        <w:t>Vous partez</w:t>
      </w:r>
      <w:r>
        <w:t xml:space="preserve"> ?… </w:t>
      </w:r>
      <w:r w:rsidR="00530790" w:rsidRPr="005D5566">
        <w:t>À merveille</w:t>
      </w:r>
      <w:r>
        <w:t xml:space="preserve"> ! </w:t>
      </w:r>
      <w:r w:rsidR="00530790" w:rsidRPr="005D5566">
        <w:t>Prenez garde</w:t>
      </w:r>
      <w:r>
        <w:t xml:space="preserve">, </w:t>
      </w:r>
      <w:r w:rsidR="00530790" w:rsidRPr="005D5566">
        <w:t>soyez prudente</w:t>
      </w:r>
      <w:r>
        <w:t xml:space="preserve"> ! </w:t>
      </w:r>
      <w:r w:rsidR="00530790" w:rsidRPr="005D5566">
        <w:t>Savez-vous</w:t>
      </w:r>
      <w:r>
        <w:t xml:space="preserve">, </w:t>
      </w:r>
      <w:r w:rsidR="00530790" w:rsidRPr="005D5566">
        <w:t>envoyez un gamin demain matin ici</w:t>
      </w:r>
      <w:r>
        <w:t xml:space="preserve">, </w:t>
      </w:r>
      <w:r w:rsidR="00530790" w:rsidRPr="005D5566">
        <w:t>il y en a un chez Lioudmila</w:t>
      </w:r>
      <w:r>
        <w:t xml:space="preserve"> ! </w:t>
      </w:r>
      <w:r w:rsidR="00530790" w:rsidRPr="005D5566">
        <w:t>Il verra ce qui se passe</w:t>
      </w:r>
      <w:r>
        <w:t xml:space="preserve">… </w:t>
      </w:r>
      <w:r w:rsidR="00530790" w:rsidRPr="005D5566">
        <w:t>Eh bien</w:t>
      </w:r>
      <w:r>
        <w:t xml:space="preserve">, </w:t>
      </w:r>
      <w:r w:rsidR="00530790" w:rsidRPr="005D5566">
        <w:t>au revoir</w:t>
      </w:r>
      <w:r>
        <w:t xml:space="preserve">, </w:t>
      </w:r>
      <w:r w:rsidR="00530790" w:rsidRPr="005D5566">
        <w:t>camarades</w:t>
      </w:r>
      <w:r>
        <w:t xml:space="preserve"> ! </w:t>
      </w:r>
      <w:r w:rsidR="00530790" w:rsidRPr="005D5566">
        <w:t>Tout est bien</w:t>
      </w:r>
      <w:r>
        <w:t xml:space="preserve">… </w:t>
      </w:r>
      <w:r w:rsidR="00530790" w:rsidRPr="005D5566">
        <w:t>Que tout aille bien</w:t>
      </w:r>
      <w:r>
        <w:t> !</w:t>
      </w:r>
    </w:p>
    <w:p w14:paraId="74EF622A" w14:textId="77777777" w:rsidR="001C0413" w:rsidRDefault="00530790" w:rsidP="001C0413">
      <w:r w:rsidRPr="005D5566">
        <w:t>Dans la rue</w:t>
      </w:r>
      <w:r w:rsidR="001C0413">
        <w:t xml:space="preserve">, </w:t>
      </w:r>
      <w:r w:rsidRPr="005D5566">
        <w:t>Sachenka dit à voix basse</w:t>
      </w:r>
      <w:r w:rsidR="001C0413">
        <w:t> :</w:t>
      </w:r>
    </w:p>
    <w:p w14:paraId="73D93C58" w14:textId="77777777" w:rsidR="001C0413" w:rsidRDefault="001C0413" w:rsidP="001C0413">
      <w:r>
        <w:t>— </w:t>
      </w:r>
      <w:r w:rsidR="00530790" w:rsidRPr="005D5566">
        <w:t>Il ira avec la même simplicité à la mort</w:t>
      </w:r>
      <w:r>
        <w:t xml:space="preserve">, </w:t>
      </w:r>
      <w:r w:rsidR="00530790" w:rsidRPr="005D5566">
        <w:t>s</w:t>
      </w:r>
      <w:r>
        <w:t>’</w:t>
      </w:r>
      <w:r w:rsidR="00530790" w:rsidRPr="005D5566">
        <w:t>il le faut</w:t>
      </w:r>
      <w:r>
        <w:t xml:space="preserve">… </w:t>
      </w:r>
      <w:r w:rsidR="00530790" w:rsidRPr="005D5566">
        <w:t>en se dépêchant un peu</w:t>
      </w:r>
      <w:r>
        <w:t xml:space="preserve">, </w:t>
      </w:r>
      <w:r w:rsidR="00530790" w:rsidRPr="005D5566">
        <w:t>comme tout à l</w:t>
      </w:r>
      <w:r>
        <w:t>’</w:t>
      </w:r>
      <w:r w:rsidR="00530790" w:rsidRPr="005D5566">
        <w:t>heure</w:t>
      </w:r>
      <w:r>
        <w:t xml:space="preserve">… </w:t>
      </w:r>
      <w:r w:rsidR="00530790" w:rsidRPr="005D5566">
        <w:t>quand la mort viendra à lui</w:t>
      </w:r>
      <w:r>
        <w:t xml:space="preserve">, </w:t>
      </w:r>
      <w:r w:rsidR="00530790" w:rsidRPr="005D5566">
        <w:t>il rajustera ses lunettes</w:t>
      </w:r>
      <w:r>
        <w:t xml:space="preserve">, </w:t>
      </w:r>
      <w:r w:rsidR="00530790" w:rsidRPr="005D5566">
        <w:t>il dira</w:t>
      </w:r>
      <w:r>
        <w:t> : « </w:t>
      </w:r>
      <w:r w:rsidR="00530790" w:rsidRPr="005D5566">
        <w:t>À merveille</w:t>
      </w:r>
      <w:r>
        <w:t> ! »</w:t>
      </w:r>
      <w:r w:rsidR="00530790" w:rsidRPr="005D5566">
        <w:t xml:space="preserve"> et il mourra</w:t>
      </w:r>
      <w:r>
        <w:t>…</w:t>
      </w:r>
    </w:p>
    <w:p w14:paraId="6EF533F0" w14:textId="77777777" w:rsidR="001C0413" w:rsidRDefault="001C0413" w:rsidP="001C0413">
      <w:r>
        <w:t>— </w:t>
      </w:r>
      <w:r w:rsidR="00530790" w:rsidRPr="005D5566">
        <w:t>Je l</w:t>
      </w:r>
      <w:r>
        <w:t>’</w:t>
      </w:r>
      <w:r w:rsidR="00530790" w:rsidRPr="005D5566">
        <w:t>aime beaucoup</w:t>
      </w:r>
      <w:r>
        <w:t xml:space="preserve"> ! </w:t>
      </w:r>
      <w:r w:rsidR="00530790" w:rsidRPr="005D5566">
        <w:t>chuchota la mère</w:t>
      </w:r>
      <w:r>
        <w:t>.</w:t>
      </w:r>
    </w:p>
    <w:p w14:paraId="6F2F3CF0" w14:textId="77777777" w:rsidR="001C0413" w:rsidRDefault="001C0413" w:rsidP="001C0413">
      <w:r>
        <w:t>— </w:t>
      </w:r>
      <w:r w:rsidR="00530790" w:rsidRPr="005D5566">
        <w:t>Il m</w:t>
      </w:r>
      <w:r>
        <w:t>’</w:t>
      </w:r>
      <w:r w:rsidR="00530790" w:rsidRPr="005D5566">
        <w:t>étonne</w:t>
      </w:r>
      <w:r>
        <w:t xml:space="preserve">… </w:t>
      </w:r>
      <w:r w:rsidR="00530790" w:rsidRPr="005D5566">
        <w:t>quant à l</w:t>
      </w:r>
      <w:r>
        <w:t>’</w:t>
      </w:r>
      <w:r w:rsidR="00530790" w:rsidRPr="005D5566">
        <w:t>aimer</w:t>
      </w:r>
      <w:r>
        <w:t xml:space="preserve">… </w:t>
      </w:r>
      <w:r w:rsidR="00530790" w:rsidRPr="005D5566">
        <w:t>non</w:t>
      </w:r>
      <w:r>
        <w:t xml:space="preserve"> ! </w:t>
      </w:r>
      <w:r w:rsidR="00530790" w:rsidRPr="005D5566">
        <w:t>Je l</w:t>
      </w:r>
      <w:r>
        <w:t>’</w:t>
      </w:r>
      <w:r w:rsidR="00530790" w:rsidRPr="005D5566">
        <w:t>estime</w:t>
      </w:r>
      <w:r>
        <w:t xml:space="preserve"> ! </w:t>
      </w:r>
      <w:r w:rsidR="00530790" w:rsidRPr="005D5566">
        <w:t>Il est sec</w:t>
      </w:r>
      <w:r>
        <w:t xml:space="preserve">, </w:t>
      </w:r>
      <w:r w:rsidR="00530790" w:rsidRPr="005D5566">
        <w:t>quoiqu</w:t>
      </w:r>
      <w:r>
        <w:t>’</w:t>
      </w:r>
      <w:r w:rsidR="00530790" w:rsidRPr="005D5566">
        <w:t>il ait une certaine bonté et parfois même de la tendresse</w:t>
      </w:r>
      <w:r>
        <w:t xml:space="preserve">, </w:t>
      </w:r>
      <w:r w:rsidR="00530790" w:rsidRPr="005D5566">
        <w:t>mais il n</w:t>
      </w:r>
      <w:r>
        <w:t>’</w:t>
      </w:r>
      <w:r w:rsidR="00530790" w:rsidRPr="005D5566">
        <w:t>a pas assez d</w:t>
      </w:r>
      <w:r>
        <w:t>’</w:t>
      </w:r>
      <w:r w:rsidR="00530790" w:rsidRPr="005D5566">
        <w:t>humanité en lui</w:t>
      </w:r>
      <w:r>
        <w:t xml:space="preserve">… </w:t>
      </w:r>
      <w:r w:rsidR="00530790" w:rsidRPr="005D5566">
        <w:t>Je crois que nous sommes suivies</w:t>
      </w:r>
      <w:r>
        <w:t xml:space="preserve">… </w:t>
      </w:r>
      <w:r w:rsidR="00530790" w:rsidRPr="005D5566">
        <w:t>Séparons-nous</w:t>
      </w:r>
      <w:r>
        <w:t xml:space="preserve">… </w:t>
      </w:r>
      <w:r w:rsidR="00530790" w:rsidRPr="005D5566">
        <w:t>N</w:t>
      </w:r>
      <w:r>
        <w:t>’</w:t>
      </w:r>
      <w:r w:rsidR="00530790" w:rsidRPr="005D5566">
        <w:t>allez pas chez Lioudmila</w:t>
      </w:r>
      <w:r>
        <w:t xml:space="preserve">, </w:t>
      </w:r>
      <w:r w:rsidR="00530790" w:rsidRPr="005D5566">
        <w:t>s</w:t>
      </w:r>
      <w:r>
        <w:t>’</w:t>
      </w:r>
      <w:r w:rsidR="00530790" w:rsidRPr="005D5566">
        <w:t>il vous semble que vous êtes surveillée</w:t>
      </w:r>
      <w:r>
        <w:t>…</w:t>
      </w:r>
    </w:p>
    <w:p w14:paraId="309B3D85" w14:textId="77777777" w:rsidR="001C0413" w:rsidRDefault="001C0413" w:rsidP="001C0413">
      <w:r>
        <w:t>— </w:t>
      </w:r>
      <w:r w:rsidR="00530790" w:rsidRPr="005D5566">
        <w:t>Je le sais</w:t>
      </w:r>
      <w:r>
        <w:t xml:space="preserve"> ! </w:t>
      </w:r>
      <w:r w:rsidR="00530790" w:rsidRPr="005D5566">
        <w:t>dit la mère</w:t>
      </w:r>
      <w:r>
        <w:t>.</w:t>
      </w:r>
    </w:p>
    <w:p w14:paraId="1CAB934E" w14:textId="77777777" w:rsidR="001C0413" w:rsidRDefault="00530790" w:rsidP="001C0413">
      <w:r w:rsidRPr="005D5566">
        <w:t>Mais Sachenka insista encore</w:t>
      </w:r>
      <w:r w:rsidR="001C0413">
        <w:t> :</w:t>
      </w:r>
    </w:p>
    <w:p w14:paraId="6CF75F3B" w14:textId="77777777" w:rsidR="001C0413" w:rsidRDefault="001C0413" w:rsidP="001C0413">
      <w:r>
        <w:t>— </w:t>
      </w:r>
      <w:r w:rsidR="00530790" w:rsidRPr="005D5566">
        <w:t>N</w:t>
      </w:r>
      <w:r>
        <w:t>’</w:t>
      </w:r>
      <w:r w:rsidR="00530790" w:rsidRPr="005D5566">
        <w:t>allez pas chez elle</w:t>
      </w:r>
      <w:r>
        <w:t xml:space="preserve">… </w:t>
      </w:r>
      <w:r w:rsidR="00530790" w:rsidRPr="005D5566">
        <w:t>venez alors chez moi</w:t>
      </w:r>
      <w:r>
        <w:t xml:space="preserve">. </w:t>
      </w:r>
      <w:r w:rsidR="00530790" w:rsidRPr="005D5566">
        <w:t>Au revoir</w:t>
      </w:r>
      <w:r>
        <w:t> !</w:t>
      </w:r>
    </w:p>
    <w:p w14:paraId="404F717B" w14:textId="77777777" w:rsidR="001C0413" w:rsidRDefault="00530790" w:rsidP="001C0413">
      <w:r w:rsidRPr="005D5566">
        <w:t>Elle se tourna vivement et revint sur ses pas</w:t>
      </w:r>
      <w:r w:rsidR="001C0413">
        <w:t xml:space="preserve">. </w:t>
      </w:r>
      <w:r w:rsidRPr="005D5566">
        <w:t>La mère lui cria</w:t>
      </w:r>
      <w:r w:rsidR="001C0413">
        <w:t> :</w:t>
      </w:r>
    </w:p>
    <w:p w14:paraId="0BAD81DE" w14:textId="77777777" w:rsidR="001C0413" w:rsidRDefault="001C0413" w:rsidP="001C0413">
      <w:r>
        <w:t>— </w:t>
      </w:r>
      <w:r w:rsidR="00530790" w:rsidRPr="005D5566">
        <w:t>Au revoir</w:t>
      </w:r>
      <w:r>
        <w:t> !</w:t>
      </w:r>
    </w:p>
    <w:p w14:paraId="44C56672" w14:textId="42C1462A" w:rsidR="00530790" w:rsidRPr="003B37B8" w:rsidRDefault="00530790" w:rsidP="001C0413">
      <w:pPr>
        <w:pStyle w:val="Titre2"/>
        <w:rPr>
          <w:szCs w:val="44"/>
        </w:rPr>
      </w:pPr>
      <w:bookmarkStart w:id="59" w:name="_Toc202279580"/>
      <w:r w:rsidRPr="003B37B8">
        <w:rPr>
          <w:szCs w:val="44"/>
        </w:rPr>
        <w:lastRenderedPageBreak/>
        <w:t>XXVII</w:t>
      </w:r>
      <w:bookmarkEnd w:id="59"/>
      <w:r w:rsidRPr="003B37B8">
        <w:rPr>
          <w:szCs w:val="44"/>
        </w:rPr>
        <w:br/>
      </w:r>
    </w:p>
    <w:p w14:paraId="20F2D6D4" w14:textId="77777777" w:rsidR="001C0413" w:rsidRDefault="00530790" w:rsidP="001C0413">
      <w:r w:rsidRPr="005D5566">
        <w:t>Quelques minutes plus tard</w:t>
      </w:r>
      <w:r w:rsidR="001C0413">
        <w:t xml:space="preserve">, </w:t>
      </w:r>
      <w:r w:rsidRPr="005D5566">
        <w:t>Pélaguée se réchauffait près du poêle dans la chambre de Lioudmila</w:t>
      </w:r>
      <w:r w:rsidR="001C0413">
        <w:t xml:space="preserve">. </w:t>
      </w:r>
      <w:r w:rsidRPr="005D5566">
        <w:t>Vêtue d</w:t>
      </w:r>
      <w:r w:rsidR="001C0413">
        <w:t>’</w:t>
      </w:r>
      <w:r w:rsidRPr="005D5566">
        <w:t>une robe noir</w:t>
      </w:r>
      <w:r w:rsidRPr="00D210FA">
        <w:t>e</w:t>
      </w:r>
      <w:r w:rsidR="001C0413">
        <w:t xml:space="preserve">, </w:t>
      </w:r>
      <w:r w:rsidRPr="005D5566">
        <w:t>celle-ci allait et venait lentement dans la petite pièce</w:t>
      </w:r>
      <w:r w:rsidR="001C0413">
        <w:t xml:space="preserve">, </w:t>
      </w:r>
      <w:r w:rsidRPr="005D5566">
        <w:t>qu</w:t>
      </w:r>
      <w:r w:rsidR="001C0413">
        <w:t>’</w:t>
      </w:r>
      <w:r w:rsidRPr="005D5566">
        <w:t>elle remplissait du froufrou de ses jupes et de l</w:t>
      </w:r>
      <w:r w:rsidR="001C0413">
        <w:t>’</w:t>
      </w:r>
      <w:r w:rsidRPr="005D5566">
        <w:t>accent de sa voix autoritaire</w:t>
      </w:r>
      <w:r w:rsidR="001C0413">
        <w:t xml:space="preserve">. </w:t>
      </w:r>
      <w:r w:rsidRPr="005D5566">
        <w:t>Dans le poêle</w:t>
      </w:r>
      <w:r w:rsidR="001C0413">
        <w:t xml:space="preserve">, </w:t>
      </w:r>
      <w:r w:rsidRPr="005D5566">
        <w:t>le bois craquait et sifflait en aspirant l</w:t>
      </w:r>
      <w:r w:rsidR="001C0413">
        <w:t>’</w:t>
      </w:r>
      <w:r w:rsidRPr="005D5566">
        <w:t>air de la chambre</w:t>
      </w:r>
      <w:r w:rsidR="001C0413">
        <w:t xml:space="preserve"> ; </w:t>
      </w:r>
      <w:r w:rsidRPr="005D5566">
        <w:t>la voix égale de la femme résonnait</w:t>
      </w:r>
      <w:r w:rsidR="001C0413">
        <w:t> :</w:t>
      </w:r>
    </w:p>
    <w:p w14:paraId="6679FD87" w14:textId="77777777" w:rsidR="001C0413" w:rsidRDefault="001C0413" w:rsidP="001C0413">
      <w:r>
        <w:t>— </w:t>
      </w:r>
      <w:r w:rsidR="00530790" w:rsidRPr="005D5566">
        <w:t>Les gens sont infiniment plus bêtes que méchants</w:t>
      </w:r>
      <w:r>
        <w:t xml:space="preserve">. </w:t>
      </w:r>
      <w:r w:rsidR="00530790" w:rsidRPr="005D5566">
        <w:t>Ils ne savent voir que ce qui est près d</w:t>
      </w:r>
      <w:r>
        <w:t>’</w:t>
      </w:r>
      <w:r w:rsidR="00530790" w:rsidRPr="005D5566">
        <w:t>eux</w:t>
      </w:r>
      <w:r>
        <w:t xml:space="preserve">, </w:t>
      </w:r>
      <w:r w:rsidR="00530790" w:rsidRPr="005D5566">
        <w:t>que ce qui est à leur portée immédiate</w:t>
      </w:r>
      <w:r>
        <w:t xml:space="preserve">… </w:t>
      </w:r>
      <w:r w:rsidR="00530790" w:rsidRPr="005D5566">
        <w:t>Or tout ce qui est proche est mesquin</w:t>
      </w:r>
      <w:r>
        <w:t xml:space="preserve"> ; </w:t>
      </w:r>
      <w:r w:rsidR="00530790" w:rsidRPr="005D5566">
        <w:t>seul ce qui est éloigné a de la valeur</w:t>
      </w:r>
      <w:r>
        <w:t xml:space="preserve">. </w:t>
      </w:r>
      <w:r w:rsidR="00530790" w:rsidRPr="005D5566">
        <w:t>En réalité</w:t>
      </w:r>
      <w:r>
        <w:t xml:space="preserve">, </w:t>
      </w:r>
      <w:r w:rsidR="00530790" w:rsidRPr="005D5566">
        <w:t>ce serait avantageux pour tous si la vie devenait plus facile et si les gens étaient plus intelligents</w:t>
      </w:r>
      <w:r>
        <w:t xml:space="preserve">… </w:t>
      </w:r>
      <w:r w:rsidR="00530790" w:rsidRPr="005D5566">
        <w:t>Mais pour y arriver</w:t>
      </w:r>
      <w:r>
        <w:t xml:space="preserve">, </w:t>
      </w:r>
      <w:r w:rsidR="00530790" w:rsidRPr="005D5566">
        <w:t>il faut renoncer pour le moment à vivre dans la tranquillité</w:t>
      </w:r>
      <w:r>
        <w:t>.</w:t>
      </w:r>
    </w:p>
    <w:p w14:paraId="2A4AFB4A" w14:textId="77777777" w:rsidR="001C0413" w:rsidRDefault="00530790" w:rsidP="001C0413">
      <w:r w:rsidRPr="005D5566">
        <w:t>Soudain</w:t>
      </w:r>
      <w:r w:rsidR="001C0413">
        <w:t xml:space="preserve">, </w:t>
      </w:r>
      <w:r w:rsidRPr="005D5566">
        <w:t>elle se planta devant la mère</w:t>
      </w:r>
      <w:r w:rsidR="001C0413">
        <w:t xml:space="preserve">, </w:t>
      </w:r>
      <w:r w:rsidRPr="005D5566">
        <w:t>et reprit plus bas comme pour s</w:t>
      </w:r>
      <w:r w:rsidR="001C0413">
        <w:t>’</w:t>
      </w:r>
      <w:r w:rsidRPr="005D5566">
        <w:t>excuser</w:t>
      </w:r>
      <w:r w:rsidR="001C0413">
        <w:t> :</w:t>
      </w:r>
    </w:p>
    <w:p w14:paraId="52C8EEFC" w14:textId="77777777" w:rsidR="001C0413" w:rsidRDefault="001C0413" w:rsidP="001C0413">
      <w:r>
        <w:t>— </w:t>
      </w:r>
      <w:r w:rsidR="00530790" w:rsidRPr="005D5566">
        <w:t>Je vois très peu de monde</w:t>
      </w:r>
      <w:r>
        <w:t xml:space="preserve">… </w:t>
      </w:r>
      <w:r w:rsidR="00530790" w:rsidRPr="005D5566">
        <w:t>quand quelqu</w:t>
      </w:r>
      <w:r>
        <w:t>’</w:t>
      </w:r>
      <w:r w:rsidR="00530790" w:rsidRPr="005D5566">
        <w:t>un vient chez moi</w:t>
      </w:r>
      <w:r>
        <w:t xml:space="preserve">, </w:t>
      </w:r>
      <w:r w:rsidR="00530790" w:rsidRPr="005D5566">
        <w:t>je me mets à pérorer</w:t>
      </w:r>
      <w:r>
        <w:t xml:space="preserve">… </w:t>
      </w:r>
      <w:r w:rsidR="00530790" w:rsidRPr="005D5566">
        <w:t>C</w:t>
      </w:r>
      <w:r>
        <w:t>’</w:t>
      </w:r>
      <w:r w:rsidR="00530790" w:rsidRPr="005D5566">
        <w:t>est ridicule</w:t>
      </w:r>
      <w:r>
        <w:t xml:space="preserve">, </w:t>
      </w:r>
      <w:r w:rsidR="00530790" w:rsidRPr="005D5566">
        <w:t>n</w:t>
      </w:r>
      <w:r>
        <w:t>’</w:t>
      </w:r>
      <w:r w:rsidR="00530790" w:rsidRPr="005D5566">
        <w:t>est-ce pas</w:t>
      </w:r>
      <w:r>
        <w:t> ?</w:t>
      </w:r>
    </w:p>
    <w:p w14:paraId="6C142E4E" w14:textId="77777777" w:rsidR="001C0413" w:rsidRDefault="001C0413" w:rsidP="001C0413">
      <w:r>
        <w:t>— </w:t>
      </w:r>
      <w:r w:rsidR="00530790" w:rsidRPr="005D5566">
        <w:t>Pourquoi donc</w:t>
      </w:r>
      <w:r>
        <w:t> ?</w:t>
      </w:r>
    </w:p>
    <w:p w14:paraId="2C0B52D7" w14:textId="77777777" w:rsidR="001C0413" w:rsidRDefault="00530790" w:rsidP="001C0413">
      <w:r w:rsidRPr="005D5566">
        <w:t>Pélaguée essayait de deviner où Lioudmila imprimait ses brochures</w:t>
      </w:r>
      <w:r w:rsidR="001C0413">
        <w:t xml:space="preserve">, </w:t>
      </w:r>
      <w:r w:rsidRPr="005D5566">
        <w:t>mais elle ne voyait autour d</w:t>
      </w:r>
      <w:r w:rsidR="001C0413">
        <w:t>’</w:t>
      </w:r>
      <w:r w:rsidRPr="005D5566">
        <w:t>elle rien d</w:t>
      </w:r>
      <w:r w:rsidR="001C0413">
        <w:t>’</w:t>
      </w:r>
      <w:r w:rsidRPr="005D5566">
        <w:t>extraordinaire</w:t>
      </w:r>
      <w:r w:rsidR="001C0413">
        <w:t xml:space="preserve">. </w:t>
      </w:r>
      <w:r w:rsidRPr="005D5566">
        <w:t>Dans la pièce</w:t>
      </w:r>
      <w:r w:rsidR="001C0413">
        <w:t xml:space="preserve">, </w:t>
      </w:r>
      <w:r w:rsidRPr="005D5566">
        <w:t>dont les trois fenêtres donnaient sur la rue</w:t>
      </w:r>
      <w:r w:rsidR="001C0413">
        <w:t xml:space="preserve">, </w:t>
      </w:r>
      <w:r w:rsidRPr="005D5566">
        <w:t>il y avait un canapé</w:t>
      </w:r>
      <w:r w:rsidR="001C0413">
        <w:t xml:space="preserve">, </w:t>
      </w:r>
      <w:r w:rsidRPr="005D5566">
        <w:t>une bibliothèque</w:t>
      </w:r>
      <w:r w:rsidR="001C0413">
        <w:t xml:space="preserve">, </w:t>
      </w:r>
      <w:r w:rsidRPr="005D5566">
        <w:t>une table</w:t>
      </w:r>
      <w:r w:rsidR="001C0413">
        <w:t xml:space="preserve">, </w:t>
      </w:r>
      <w:r w:rsidRPr="005D5566">
        <w:t>des chaises</w:t>
      </w:r>
      <w:r w:rsidR="001C0413">
        <w:t xml:space="preserve">, </w:t>
      </w:r>
      <w:r w:rsidRPr="005D5566">
        <w:t>un lit contre une paroi</w:t>
      </w:r>
      <w:r w:rsidR="001C0413">
        <w:t xml:space="preserve"> ; </w:t>
      </w:r>
      <w:r w:rsidRPr="005D5566">
        <w:t>dans un angle</w:t>
      </w:r>
      <w:r w:rsidR="001C0413">
        <w:t xml:space="preserve">, </w:t>
      </w:r>
      <w:r w:rsidRPr="005D5566">
        <w:t>un lavabo</w:t>
      </w:r>
      <w:r w:rsidR="001C0413">
        <w:t xml:space="preserve">, </w:t>
      </w:r>
      <w:r w:rsidRPr="005D5566">
        <w:t>dans l</w:t>
      </w:r>
      <w:r w:rsidR="001C0413">
        <w:t>’</w:t>
      </w:r>
      <w:r w:rsidRPr="005D5566">
        <w:t>autre</w:t>
      </w:r>
      <w:r w:rsidR="001C0413">
        <w:t xml:space="preserve">, </w:t>
      </w:r>
      <w:r w:rsidRPr="005D5566">
        <w:t>le poêle</w:t>
      </w:r>
      <w:r w:rsidR="001C0413">
        <w:t xml:space="preserve"> ; </w:t>
      </w:r>
      <w:r w:rsidRPr="005D5566">
        <w:t>aux murs des photographies</w:t>
      </w:r>
      <w:r w:rsidR="001C0413">
        <w:t xml:space="preserve">. </w:t>
      </w:r>
      <w:r w:rsidRPr="005D5566">
        <w:t>Tout était neuf</w:t>
      </w:r>
      <w:r w:rsidR="001C0413">
        <w:t xml:space="preserve">, </w:t>
      </w:r>
      <w:r w:rsidRPr="005D5566">
        <w:t>solide et propre</w:t>
      </w:r>
      <w:r w:rsidR="001C0413">
        <w:t xml:space="preserve">, </w:t>
      </w:r>
      <w:r w:rsidRPr="005D5566">
        <w:t xml:space="preserve">et surtout la silhouette monacale de la </w:t>
      </w:r>
      <w:r w:rsidRPr="005D5566">
        <w:lastRenderedPageBreak/>
        <w:t>maîtresse du logis jetait une ombre froide</w:t>
      </w:r>
      <w:r w:rsidR="001C0413">
        <w:t xml:space="preserve">. </w:t>
      </w:r>
      <w:r w:rsidRPr="005D5566">
        <w:t>On sentait qu</w:t>
      </w:r>
      <w:r w:rsidR="001C0413">
        <w:t>’</w:t>
      </w:r>
      <w:r w:rsidRPr="005D5566">
        <w:t>il y avait dans cette chambre quelque chose de mystérieux et de caché</w:t>
      </w:r>
      <w:r w:rsidR="001C0413">
        <w:t xml:space="preserve">. </w:t>
      </w:r>
      <w:r w:rsidRPr="005D5566">
        <w:t>La mère regarda les portes</w:t>
      </w:r>
      <w:r w:rsidR="001C0413">
        <w:t xml:space="preserve"> ; </w:t>
      </w:r>
      <w:r w:rsidRPr="005D5566">
        <w:t>elle avait pénétré dans la pièce par l</w:t>
      </w:r>
      <w:r w:rsidR="001C0413">
        <w:t>’</w:t>
      </w:r>
      <w:r w:rsidRPr="005D5566">
        <w:t>une d</w:t>
      </w:r>
      <w:r w:rsidR="001C0413">
        <w:t>’</w:t>
      </w:r>
      <w:r w:rsidRPr="005D5566">
        <w:t>elles</w:t>
      </w:r>
      <w:r w:rsidR="001C0413">
        <w:t xml:space="preserve">, </w:t>
      </w:r>
      <w:r w:rsidRPr="005D5566">
        <w:t>qui ouvrait sur un petit vestibule</w:t>
      </w:r>
      <w:r w:rsidR="001C0413">
        <w:t xml:space="preserve"> ; </w:t>
      </w:r>
      <w:r w:rsidRPr="005D5566">
        <w:t>près du poêle</w:t>
      </w:r>
      <w:r w:rsidR="001C0413">
        <w:t xml:space="preserve">, </w:t>
      </w:r>
      <w:r w:rsidRPr="005D5566">
        <w:t>il y en avait une seconde</w:t>
      </w:r>
      <w:r w:rsidR="001C0413">
        <w:t xml:space="preserve">, </w:t>
      </w:r>
      <w:r w:rsidRPr="005D5566">
        <w:t>haute et étroite</w:t>
      </w:r>
      <w:r w:rsidR="001C0413">
        <w:t>.</w:t>
      </w:r>
    </w:p>
    <w:p w14:paraId="48950F52" w14:textId="77777777" w:rsidR="001C0413" w:rsidRDefault="001C0413" w:rsidP="001C0413">
      <w:r>
        <w:t>— </w:t>
      </w:r>
      <w:r w:rsidR="00530790" w:rsidRPr="005D5566">
        <w:t>Je suis venue pour affaires</w:t>
      </w:r>
      <w:r>
        <w:t xml:space="preserve"> ! </w:t>
      </w:r>
      <w:r w:rsidR="00530790" w:rsidRPr="005D5566">
        <w:t>dit-elle avec confusion</w:t>
      </w:r>
      <w:r>
        <w:t xml:space="preserve">, </w:t>
      </w:r>
      <w:r w:rsidR="00530790" w:rsidRPr="005D5566">
        <w:t>sentant que Lioudmila l</w:t>
      </w:r>
      <w:r>
        <w:t>’</w:t>
      </w:r>
      <w:r w:rsidR="00530790" w:rsidRPr="005D5566">
        <w:t>observait</w:t>
      </w:r>
      <w:r>
        <w:t>.</w:t>
      </w:r>
    </w:p>
    <w:p w14:paraId="6807967F" w14:textId="77777777" w:rsidR="001C0413" w:rsidRDefault="001C0413" w:rsidP="001C0413">
      <w:r>
        <w:t>— </w:t>
      </w:r>
      <w:r w:rsidR="00530790" w:rsidRPr="005D5566">
        <w:t>Je le sais</w:t>
      </w:r>
      <w:r>
        <w:t xml:space="preserve">. </w:t>
      </w:r>
      <w:r w:rsidR="00530790" w:rsidRPr="005D5566">
        <w:t>Personne ne vient chez moi pour d</w:t>
      </w:r>
      <w:r>
        <w:t>’</w:t>
      </w:r>
      <w:r w:rsidR="00530790" w:rsidRPr="005D5566">
        <w:t>autres motifs</w:t>
      </w:r>
      <w:r>
        <w:t>.</w:t>
      </w:r>
    </w:p>
    <w:p w14:paraId="64529ACF" w14:textId="77777777" w:rsidR="001C0413" w:rsidRDefault="00530790" w:rsidP="001C0413">
      <w:r w:rsidRPr="005D5566">
        <w:t>Il sembla à la mère que quelque chose d</w:t>
      </w:r>
      <w:r w:rsidR="001C0413">
        <w:t>’</w:t>
      </w:r>
      <w:r w:rsidRPr="005D5566">
        <w:t>étrange vibrait dans la voix de son hôtesse</w:t>
      </w:r>
      <w:r w:rsidR="001C0413">
        <w:t xml:space="preserve"> ; </w:t>
      </w:r>
      <w:r w:rsidRPr="005D5566">
        <w:t>elle avait un sourire aux commissures de ses lèvres minces</w:t>
      </w:r>
      <w:r w:rsidR="001C0413">
        <w:t xml:space="preserve"> ; </w:t>
      </w:r>
      <w:r w:rsidRPr="005D5566">
        <w:t>ses prunelles ternes brillaient derrière les verres du lorgnon</w:t>
      </w:r>
      <w:r w:rsidR="001C0413">
        <w:t xml:space="preserve">. </w:t>
      </w:r>
      <w:r w:rsidRPr="005D5566">
        <w:t>La mère détourna les yeux et lui tendit le discours de Pavel</w:t>
      </w:r>
      <w:r w:rsidR="001C0413">
        <w:t>.</w:t>
      </w:r>
    </w:p>
    <w:p w14:paraId="2465D5A4" w14:textId="77777777" w:rsidR="001C0413" w:rsidRDefault="001C0413" w:rsidP="001C0413">
      <w:r>
        <w:t>— </w:t>
      </w:r>
      <w:r w:rsidR="00530790" w:rsidRPr="005D5566">
        <w:t>Voilà</w:t>
      </w:r>
      <w:r>
        <w:t xml:space="preserve">, </w:t>
      </w:r>
      <w:r w:rsidR="00530790" w:rsidRPr="005D5566">
        <w:t>on vous prie de l</w:t>
      </w:r>
      <w:r>
        <w:t>’</w:t>
      </w:r>
      <w:r w:rsidR="00530790" w:rsidRPr="005D5566">
        <w:t>imprimer au plus vite</w:t>
      </w:r>
      <w:r>
        <w:t>…</w:t>
      </w:r>
    </w:p>
    <w:p w14:paraId="31E51E62" w14:textId="77777777" w:rsidR="001C0413" w:rsidRDefault="00530790" w:rsidP="001C0413">
      <w:r w:rsidRPr="005D5566">
        <w:t>Et elle se mit à raconter les préparatifs que Nicolas avait faits</w:t>
      </w:r>
      <w:r w:rsidR="001C0413">
        <w:t xml:space="preserve">, </w:t>
      </w:r>
      <w:r w:rsidRPr="005D5566">
        <w:t>en prévision de son arrestation</w:t>
      </w:r>
      <w:r w:rsidR="001C0413">
        <w:t>.</w:t>
      </w:r>
    </w:p>
    <w:p w14:paraId="3D8835DD" w14:textId="77777777" w:rsidR="001C0413" w:rsidRDefault="00530790" w:rsidP="001C0413">
      <w:r w:rsidRPr="005D5566">
        <w:t>Sans rien dire</w:t>
      </w:r>
      <w:r w:rsidR="001C0413">
        <w:t xml:space="preserve">, </w:t>
      </w:r>
      <w:r w:rsidRPr="005D5566">
        <w:t>Lioudmila mit le document dans sa ceinture et s</w:t>
      </w:r>
      <w:r w:rsidR="001C0413">
        <w:t>’</w:t>
      </w:r>
      <w:r w:rsidRPr="005D5566">
        <w:t>assit sur une chaise</w:t>
      </w:r>
      <w:r w:rsidR="001C0413">
        <w:t xml:space="preserve"> ; </w:t>
      </w:r>
      <w:r w:rsidRPr="005D5566">
        <w:t>les reflets du feu s</w:t>
      </w:r>
      <w:r w:rsidR="001C0413">
        <w:t>’</w:t>
      </w:r>
      <w:r w:rsidRPr="005D5566">
        <w:t>agitaient sur son visage impassible</w:t>
      </w:r>
      <w:r w:rsidR="001C0413">
        <w:t>.</w:t>
      </w:r>
    </w:p>
    <w:p w14:paraId="39A6FB47" w14:textId="77777777" w:rsidR="001C0413" w:rsidRDefault="001C0413" w:rsidP="001C0413">
      <w:r>
        <w:t>— </w:t>
      </w:r>
      <w:r w:rsidR="00530790" w:rsidRPr="005D5566">
        <w:t>Quand les gendarmes viendront chez moi</w:t>
      </w:r>
      <w:r>
        <w:t xml:space="preserve">, </w:t>
      </w:r>
      <w:r w:rsidR="00530790" w:rsidRPr="005D5566">
        <w:t>je ferai feu sur eux</w:t>
      </w:r>
      <w:r>
        <w:t xml:space="preserve"> ! </w:t>
      </w:r>
      <w:r w:rsidR="00530790" w:rsidRPr="005D5566">
        <w:t>déclara-t-elle</w:t>
      </w:r>
      <w:r>
        <w:t xml:space="preserve">. </w:t>
      </w:r>
      <w:r w:rsidR="00530790" w:rsidRPr="005D5566">
        <w:t>J</w:t>
      </w:r>
      <w:r>
        <w:t>’</w:t>
      </w:r>
      <w:r w:rsidR="00530790" w:rsidRPr="005D5566">
        <w:t>ai le droit de me défendre contre la violence</w:t>
      </w:r>
      <w:r>
        <w:t xml:space="preserve">, </w:t>
      </w:r>
      <w:r w:rsidR="00530790" w:rsidRPr="005D5566">
        <w:t>et je dois lutter contre elle</w:t>
      </w:r>
      <w:r>
        <w:t xml:space="preserve">, </w:t>
      </w:r>
      <w:r w:rsidR="00530790" w:rsidRPr="005D5566">
        <w:t>du moment que j</w:t>
      </w:r>
      <w:r>
        <w:t>’</w:t>
      </w:r>
      <w:r w:rsidR="00530790" w:rsidRPr="005D5566">
        <w:t>invite les autres à le faire</w:t>
      </w:r>
      <w:r>
        <w:t>.</w:t>
      </w:r>
    </w:p>
    <w:p w14:paraId="3EE21D51" w14:textId="77777777" w:rsidR="001C0413" w:rsidRDefault="00530790" w:rsidP="001C0413">
      <w:r w:rsidRPr="005D5566">
        <w:t>Les rougeurs de la flamme disparurent de son visage</w:t>
      </w:r>
      <w:r w:rsidR="001C0413">
        <w:t xml:space="preserve">, </w:t>
      </w:r>
      <w:r w:rsidRPr="005D5566">
        <w:t>qui redevint sévère et un peu hautain</w:t>
      </w:r>
      <w:r w:rsidR="001C0413">
        <w:t>.</w:t>
      </w:r>
    </w:p>
    <w:p w14:paraId="1C59DCFB" w14:textId="77777777" w:rsidR="001C0413" w:rsidRDefault="001C0413" w:rsidP="001C0413">
      <w:r>
        <w:t>« </w:t>
      </w:r>
      <w:r w:rsidR="00530790" w:rsidRPr="005D5566">
        <w:t>Tu dois avoir une vie pénible</w:t>
      </w:r>
      <w:r>
        <w:t>, »</w:t>
      </w:r>
      <w:r w:rsidR="00530790" w:rsidRPr="005D5566">
        <w:t xml:space="preserve"> pensa soudain la mère avec un sentiment d</w:t>
      </w:r>
      <w:r>
        <w:t>’</w:t>
      </w:r>
      <w:r w:rsidR="00530790" w:rsidRPr="005D5566">
        <w:t>affection</w:t>
      </w:r>
      <w:r>
        <w:t>.</w:t>
      </w:r>
    </w:p>
    <w:p w14:paraId="318EF958" w14:textId="77777777" w:rsidR="001C0413" w:rsidRDefault="00530790" w:rsidP="001C0413">
      <w:r w:rsidRPr="005D5566">
        <w:lastRenderedPageBreak/>
        <w:t>Lioudmila se mit à lire le discours de Pavel</w:t>
      </w:r>
      <w:r w:rsidR="001C0413">
        <w:t xml:space="preserve">, </w:t>
      </w:r>
      <w:r w:rsidRPr="005D5566">
        <w:t>d</w:t>
      </w:r>
      <w:r w:rsidR="001C0413">
        <w:t>’</w:t>
      </w:r>
      <w:r w:rsidRPr="005D5566">
        <w:t>abord à contre-cœur</w:t>
      </w:r>
      <w:r w:rsidR="001C0413">
        <w:t xml:space="preserve"> ; </w:t>
      </w:r>
      <w:r w:rsidRPr="005D5566">
        <w:t>puis se penchant toujours davantage sur le papier</w:t>
      </w:r>
      <w:r w:rsidR="001C0413">
        <w:t xml:space="preserve">, </w:t>
      </w:r>
      <w:r w:rsidRPr="005D5566">
        <w:t>elle jetait vivement à terre les feuillets qu</w:t>
      </w:r>
      <w:r w:rsidR="001C0413">
        <w:t>’</w:t>
      </w:r>
      <w:r w:rsidRPr="005D5566">
        <w:t>elle avait parcourus</w:t>
      </w:r>
      <w:r w:rsidR="001C0413">
        <w:t xml:space="preserve">. </w:t>
      </w:r>
      <w:r w:rsidRPr="005D5566">
        <w:t>La lecture terminée</w:t>
      </w:r>
      <w:r w:rsidR="001C0413">
        <w:t xml:space="preserve">, </w:t>
      </w:r>
      <w:r w:rsidRPr="005D5566">
        <w:t>elle se leva</w:t>
      </w:r>
      <w:r w:rsidR="001C0413">
        <w:t xml:space="preserve">, </w:t>
      </w:r>
      <w:r w:rsidRPr="005D5566">
        <w:t>se redressa et s</w:t>
      </w:r>
      <w:r w:rsidR="001C0413">
        <w:t>’</w:t>
      </w:r>
      <w:r w:rsidRPr="005D5566">
        <w:t>approcha de la mère</w:t>
      </w:r>
      <w:r w:rsidR="001C0413">
        <w:t>.</w:t>
      </w:r>
    </w:p>
    <w:p w14:paraId="0E4465ED" w14:textId="77777777" w:rsidR="001C0413" w:rsidRDefault="001C0413" w:rsidP="001C0413">
      <w:r>
        <w:t>— </w:t>
      </w:r>
      <w:r w:rsidR="00530790" w:rsidRPr="005D5566">
        <w:t>C</w:t>
      </w:r>
      <w:r>
        <w:t>’</w:t>
      </w:r>
      <w:r w:rsidR="00530790" w:rsidRPr="005D5566">
        <w:t>est très bien</w:t>
      </w:r>
      <w:r>
        <w:t xml:space="preserve"> ! </w:t>
      </w:r>
      <w:r w:rsidR="00530790" w:rsidRPr="005D5566">
        <w:t>Voilà ce que j</w:t>
      </w:r>
      <w:r>
        <w:t>’</w:t>
      </w:r>
      <w:r w:rsidR="00530790" w:rsidRPr="005D5566">
        <w:t>aime</w:t>
      </w:r>
      <w:r>
        <w:t xml:space="preserve">… </w:t>
      </w:r>
      <w:r w:rsidR="00530790" w:rsidRPr="005D5566">
        <w:t>c</w:t>
      </w:r>
      <w:r>
        <w:t>’</w:t>
      </w:r>
      <w:r w:rsidR="00530790" w:rsidRPr="005D5566">
        <w:t>est net</w:t>
      </w:r>
      <w:r>
        <w:t xml:space="preserve"> ! </w:t>
      </w:r>
      <w:r w:rsidR="00530790" w:rsidRPr="005D5566">
        <w:t>La tête inclinée</w:t>
      </w:r>
      <w:r>
        <w:t xml:space="preserve">, </w:t>
      </w:r>
      <w:r w:rsidR="00530790" w:rsidRPr="005D5566">
        <w:t>elle réfléchit un instant</w:t>
      </w:r>
      <w:r>
        <w:t>.</w:t>
      </w:r>
    </w:p>
    <w:p w14:paraId="34007F73" w14:textId="77777777" w:rsidR="001C0413" w:rsidRDefault="001C0413" w:rsidP="001C0413">
      <w:pPr>
        <w:rPr>
          <w:bCs/>
        </w:rPr>
      </w:pPr>
      <w:r>
        <w:t>— </w:t>
      </w:r>
      <w:r w:rsidR="00530790" w:rsidRPr="005D5566">
        <w:t>Je n</w:t>
      </w:r>
      <w:r>
        <w:t>’</w:t>
      </w:r>
      <w:r w:rsidR="00530790" w:rsidRPr="005D5566">
        <w:t>ai pas voulu parler avec vous de votre fils</w:t>
      </w:r>
      <w:r>
        <w:t xml:space="preserve">, </w:t>
      </w:r>
      <w:r w:rsidR="00530790" w:rsidRPr="005D5566">
        <w:t>je ne l</w:t>
      </w:r>
      <w:r>
        <w:t>’</w:t>
      </w:r>
      <w:r w:rsidR="00530790" w:rsidRPr="005D5566">
        <w:t>ai jamais vu et je n</w:t>
      </w:r>
      <w:r>
        <w:t>’</w:t>
      </w:r>
      <w:r w:rsidR="00530790" w:rsidRPr="005D5566">
        <w:t>aime pas les conversations tristes</w:t>
      </w:r>
      <w:r>
        <w:t xml:space="preserve">… </w:t>
      </w:r>
      <w:r w:rsidR="00530790" w:rsidRPr="005D5566">
        <w:t>Je sais ce qu</w:t>
      </w:r>
      <w:r>
        <w:t>’</w:t>
      </w:r>
      <w:r w:rsidR="00530790" w:rsidRPr="005D5566">
        <w:t>on éprouve quand on voit l</w:t>
      </w:r>
      <w:r>
        <w:t>’</w:t>
      </w:r>
      <w:r w:rsidR="00530790" w:rsidRPr="005D5566">
        <w:t>un des siens partir en exil</w:t>
      </w:r>
      <w:r>
        <w:t xml:space="preserve"> !… </w:t>
      </w:r>
      <w:r w:rsidR="00530790" w:rsidRPr="005D5566">
        <w:t>Dites-moi</w:t>
      </w:r>
      <w:r>
        <w:t xml:space="preserve">, </w:t>
      </w:r>
      <w:r w:rsidR="00530790" w:rsidRPr="005D5566">
        <w:t>est-ce bon d</w:t>
      </w:r>
      <w:r>
        <w:t>’</w:t>
      </w:r>
      <w:r w:rsidR="00530790" w:rsidRPr="005D5566">
        <w:t>avoir un fils pareil</w:t>
      </w:r>
      <w:r>
        <w:rPr>
          <w:bCs/>
        </w:rPr>
        <w:t> !</w:t>
      </w:r>
    </w:p>
    <w:p w14:paraId="5FB2D2EE" w14:textId="77777777" w:rsidR="001C0413" w:rsidRDefault="001C0413" w:rsidP="001C0413">
      <w:r>
        <w:t>— </w:t>
      </w:r>
      <w:r w:rsidR="00530790" w:rsidRPr="005D5566">
        <w:t>Oui</w:t>
      </w:r>
      <w:r>
        <w:t xml:space="preserve">, </w:t>
      </w:r>
      <w:r w:rsidR="00530790" w:rsidRPr="005D5566">
        <w:t>très bon</w:t>
      </w:r>
      <w:r>
        <w:t> !</w:t>
      </w:r>
    </w:p>
    <w:p w14:paraId="08EBCD2E" w14:textId="77777777" w:rsidR="001C0413" w:rsidRDefault="001C0413" w:rsidP="001C0413">
      <w:r>
        <w:t>— </w:t>
      </w:r>
      <w:r w:rsidR="00530790" w:rsidRPr="005D5566">
        <w:t>Et c</w:t>
      </w:r>
      <w:r>
        <w:t>’</w:t>
      </w:r>
      <w:r w:rsidR="00530790" w:rsidRPr="005D5566">
        <w:t>est terrible</w:t>
      </w:r>
      <w:r>
        <w:t> ?</w:t>
      </w:r>
    </w:p>
    <w:p w14:paraId="627EC448" w14:textId="77777777" w:rsidR="001C0413" w:rsidRDefault="00530790" w:rsidP="001C0413">
      <w:r w:rsidRPr="005D5566">
        <w:t>Pélaguée répondit en souriant paisiblement</w:t>
      </w:r>
      <w:r w:rsidR="001C0413">
        <w:t> :</w:t>
      </w:r>
    </w:p>
    <w:p w14:paraId="218131E9" w14:textId="77777777" w:rsidR="001C0413" w:rsidRDefault="001C0413" w:rsidP="001C0413">
      <w:r>
        <w:t>— </w:t>
      </w:r>
      <w:r w:rsidR="00530790" w:rsidRPr="005D5566">
        <w:t>Non</w:t>
      </w:r>
      <w:r>
        <w:t xml:space="preserve">, </w:t>
      </w:r>
      <w:r w:rsidR="00530790" w:rsidRPr="005D5566">
        <w:t>plus maintenant</w:t>
      </w:r>
      <w:r>
        <w:t>…</w:t>
      </w:r>
    </w:p>
    <w:p w14:paraId="4B295909" w14:textId="77777777" w:rsidR="001C0413" w:rsidRDefault="00530790" w:rsidP="001C0413">
      <w:r w:rsidRPr="005D5566">
        <w:t>De sa main brune</w:t>
      </w:r>
      <w:r w:rsidR="001C0413">
        <w:t xml:space="preserve">, </w:t>
      </w:r>
      <w:r w:rsidRPr="005D5566">
        <w:t>Lioudmila lissa ses cheveux coiffés en bandeaux plats</w:t>
      </w:r>
      <w:r w:rsidR="001C0413">
        <w:t xml:space="preserve">, </w:t>
      </w:r>
      <w:r w:rsidRPr="005D5566">
        <w:t>puis elle se tourna vers la fenêtre</w:t>
      </w:r>
      <w:r w:rsidR="001C0413">
        <w:t xml:space="preserve"> : </w:t>
      </w:r>
      <w:r w:rsidRPr="005D5566">
        <w:t>une ombre légère et chaude palpitait sur ses joues</w:t>
      </w:r>
      <w:r w:rsidR="001C0413">
        <w:t>.</w:t>
      </w:r>
    </w:p>
    <w:p w14:paraId="7F3EC614" w14:textId="77777777" w:rsidR="001C0413" w:rsidRDefault="001C0413" w:rsidP="001C0413">
      <w:r>
        <w:t>— </w:t>
      </w:r>
      <w:r w:rsidR="00530790" w:rsidRPr="005D5566">
        <w:t>Nous allons imprimer cela</w:t>
      </w:r>
      <w:r>
        <w:t xml:space="preserve">… </w:t>
      </w:r>
      <w:r w:rsidR="00530790" w:rsidRPr="005D5566">
        <w:t>Vous m</w:t>
      </w:r>
      <w:r>
        <w:t>’</w:t>
      </w:r>
      <w:r w:rsidR="00530790" w:rsidRPr="005D5566">
        <w:t>aiderez</w:t>
      </w:r>
      <w:r>
        <w:t> ?</w:t>
      </w:r>
    </w:p>
    <w:p w14:paraId="48123F6E" w14:textId="77777777" w:rsidR="001C0413" w:rsidRDefault="001C0413" w:rsidP="001C0413">
      <w:r>
        <w:t>— </w:t>
      </w:r>
      <w:r w:rsidR="00530790" w:rsidRPr="005D5566">
        <w:t>Bien entendu</w:t>
      </w:r>
      <w:r>
        <w:t> !</w:t>
      </w:r>
    </w:p>
    <w:p w14:paraId="5F56417F" w14:textId="77777777" w:rsidR="001C0413" w:rsidRDefault="001C0413" w:rsidP="001C0413">
      <w:r>
        <w:t>— </w:t>
      </w:r>
      <w:r w:rsidR="00530790" w:rsidRPr="005D5566">
        <w:t>Je vais vite le composer</w:t>
      </w:r>
      <w:r>
        <w:rPr>
          <w:rFonts w:eastAsia="Georgia" w:cs="Georgia"/>
        </w:rPr>
        <w:t xml:space="preserve">… </w:t>
      </w:r>
      <w:r w:rsidR="00530790" w:rsidRPr="005D5566">
        <w:t>Couchez-vous</w:t>
      </w:r>
      <w:r>
        <w:t xml:space="preserve">, </w:t>
      </w:r>
      <w:r w:rsidR="00530790" w:rsidRPr="005D5566">
        <w:t>la journée a été pénible pour vous</w:t>
      </w:r>
      <w:r>
        <w:t xml:space="preserve">, </w:t>
      </w:r>
      <w:r w:rsidR="00530790" w:rsidRPr="005D5566">
        <w:t>vous êtes fatiguée</w:t>
      </w:r>
      <w:r>
        <w:t xml:space="preserve">. </w:t>
      </w:r>
      <w:r w:rsidR="00530790" w:rsidRPr="005D5566">
        <w:t>Couchez-vous sur le lit</w:t>
      </w:r>
      <w:r>
        <w:t xml:space="preserve">, </w:t>
      </w:r>
      <w:r w:rsidR="00530790" w:rsidRPr="005D5566">
        <w:t>je ne dormirai pas</w:t>
      </w:r>
      <w:r>
        <w:t xml:space="preserve">, </w:t>
      </w:r>
      <w:r w:rsidR="00530790" w:rsidRPr="005D5566">
        <w:t>peut-être vous réveillerai-je cette nuit pour m</w:t>
      </w:r>
      <w:r>
        <w:t>’</w:t>
      </w:r>
      <w:r w:rsidR="00530790" w:rsidRPr="005D5566">
        <w:t>aider</w:t>
      </w:r>
      <w:r>
        <w:t xml:space="preserve">. </w:t>
      </w:r>
      <w:r w:rsidR="00530790" w:rsidRPr="005D5566">
        <w:t>Avant de vous endormir</w:t>
      </w:r>
      <w:r>
        <w:t xml:space="preserve">, </w:t>
      </w:r>
      <w:r w:rsidR="00530790" w:rsidRPr="005D5566">
        <w:t>éteignez la lampe</w:t>
      </w:r>
      <w:r>
        <w:t>.</w:t>
      </w:r>
    </w:p>
    <w:p w14:paraId="3B7DF07D" w14:textId="77777777" w:rsidR="001C0413" w:rsidRDefault="00530790" w:rsidP="001C0413">
      <w:r w:rsidRPr="005D5566">
        <w:t>Elle ajouta deux bûches au feu et sortit par l</w:t>
      </w:r>
      <w:r w:rsidR="001C0413">
        <w:t>’</w:t>
      </w:r>
      <w:r w:rsidRPr="005D5566">
        <w:t>étroite porte ménagée à côté du poêle</w:t>
      </w:r>
      <w:r w:rsidR="001C0413">
        <w:t xml:space="preserve">, </w:t>
      </w:r>
      <w:r w:rsidRPr="005D5566">
        <w:t>qu</w:t>
      </w:r>
      <w:r w:rsidR="001C0413">
        <w:t>’</w:t>
      </w:r>
      <w:r w:rsidRPr="005D5566">
        <w:t xml:space="preserve">elle referma soigneusement </w:t>
      </w:r>
      <w:r w:rsidRPr="005D5566">
        <w:lastRenderedPageBreak/>
        <w:t>après elle</w:t>
      </w:r>
      <w:r w:rsidR="001C0413">
        <w:t xml:space="preserve">. </w:t>
      </w:r>
      <w:r w:rsidRPr="005D5566">
        <w:t>Pélaguée la suivit des yeux</w:t>
      </w:r>
      <w:r w:rsidR="001C0413">
        <w:t xml:space="preserve"> ; </w:t>
      </w:r>
      <w:r w:rsidRPr="005D5566">
        <w:t>machinalement elle songeait à son hôtesse</w:t>
      </w:r>
      <w:r w:rsidR="001C0413">
        <w:t xml:space="preserve">, </w:t>
      </w:r>
      <w:r w:rsidRPr="005D5566">
        <w:t>tout en se déshabillant</w:t>
      </w:r>
      <w:r w:rsidR="001C0413">
        <w:t> :</w:t>
      </w:r>
    </w:p>
    <w:p w14:paraId="4EE56CF0" w14:textId="0B1B905D" w:rsidR="001C0413" w:rsidRDefault="001C0413" w:rsidP="001C0413">
      <w:r>
        <w:t>« </w:t>
      </w:r>
      <w:r w:rsidR="00530790" w:rsidRPr="005D5566">
        <w:t>Elle est sévère</w:t>
      </w:r>
      <w:r>
        <w:t xml:space="preserve">… </w:t>
      </w:r>
      <w:r w:rsidR="00530790" w:rsidRPr="005D5566">
        <w:t>et elle souffre</w:t>
      </w:r>
      <w:r>
        <w:t xml:space="preserve">… </w:t>
      </w:r>
      <w:r w:rsidR="00530790" w:rsidRPr="005D5566">
        <w:t>la pauvre</w:t>
      </w:r>
      <w:r>
        <w:t> ! »</w:t>
      </w:r>
    </w:p>
    <w:p w14:paraId="6620B586" w14:textId="77777777" w:rsidR="001C0413" w:rsidRDefault="00530790" w:rsidP="001C0413">
      <w:r w:rsidRPr="005D5566">
        <w:t>La lassitude faisait tourner la tête de la mère</w:t>
      </w:r>
      <w:r w:rsidR="001C0413">
        <w:t xml:space="preserve"> ; </w:t>
      </w:r>
      <w:r w:rsidRPr="005D5566">
        <w:t>cependant son cœur était étrangement calme</w:t>
      </w:r>
      <w:r w:rsidR="001C0413">
        <w:t xml:space="preserve"> ; </w:t>
      </w:r>
      <w:r w:rsidRPr="005D5566">
        <w:t>à ses yeux</w:t>
      </w:r>
      <w:r w:rsidR="001C0413">
        <w:t xml:space="preserve">, </w:t>
      </w:r>
      <w:r w:rsidRPr="005D5566">
        <w:t>tout s</w:t>
      </w:r>
      <w:r w:rsidR="001C0413">
        <w:t>’</w:t>
      </w:r>
      <w:r w:rsidRPr="005D5566">
        <w:t>éclairait d</w:t>
      </w:r>
      <w:r w:rsidR="001C0413">
        <w:t>’</w:t>
      </w:r>
      <w:r w:rsidRPr="005D5566">
        <w:t>une lumière douce et caressante</w:t>
      </w:r>
      <w:r w:rsidR="001C0413">
        <w:t xml:space="preserve">. </w:t>
      </w:r>
      <w:r w:rsidRPr="005D5566">
        <w:t>Pélaguée connaissait déjà ce calme qui suit toujours les grandes émotions</w:t>
      </w:r>
      <w:r w:rsidR="001C0413">
        <w:t xml:space="preserve"> ; </w:t>
      </w:r>
      <w:r w:rsidRPr="005D5566">
        <w:t>auparavant</w:t>
      </w:r>
      <w:r w:rsidR="001C0413">
        <w:t xml:space="preserve">, </w:t>
      </w:r>
      <w:r w:rsidRPr="005D5566">
        <w:t>il l</w:t>
      </w:r>
      <w:r w:rsidR="001C0413">
        <w:t>’</w:t>
      </w:r>
      <w:r w:rsidRPr="005D5566">
        <w:t>inquiétait</w:t>
      </w:r>
      <w:r w:rsidR="001C0413">
        <w:t xml:space="preserve">, </w:t>
      </w:r>
      <w:r w:rsidRPr="005D5566">
        <w:t>mais maintenant il élargissait son âme et la raffermissait par un sentiment fort et grand</w:t>
      </w:r>
      <w:r w:rsidR="001C0413">
        <w:t xml:space="preserve">. </w:t>
      </w:r>
      <w:r w:rsidRPr="005D5566">
        <w:t>Elle éteignit la lampe</w:t>
      </w:r>
      <w:r w:rsidR="001C0413">
        <w:t xml:space="preserve">, </w:t>
      </w:r>
      <w:r w:rsidRPr="005D5566">
        <w:t>se coucha dans le lit froid</w:t>
      </w:r>
      <w:r w:rsidR="001C0413">
        <w:t xml:space="preserve">, </w:t>
      </w:r>
      <w:r w:rsidRPr="005D5566">
        <w:t>se pelotonna sous la couverture et s</w:t>
      </w:r>
      <w:r w:rsidR="001C0413">
        <w:t>’</w:t>
      </w:r>
      <w:r w:rsidRPr="005D5566">
        <w:t>endormit aussitôt d</w:t>
      </w:r>
      <w:r w:rsidR="001C0413">
        <w:t>’</w:t>
      </w:r>
      <w:r w:rsidRPr="005D5566">
        <w:t>un sommeil profond</w:t>
      </w:r>
      <w:r w:rsidR="001C0413">
        <w:t>.</w:t>
      </w:r>
    </w:p>
    <w:p w14:paraId="3BA8BCBF" w14:textId="77777777" w:rsidR="001C0413" w:rsidRDefault="00530790" w:rsidP="001C0413">
      <w:r w:rsidRPr="005D5566">
        <w:t>Lorsqu</w:t>
      </w:r>
      <w:r w:rsidR="001C0413">
        <w:t>’</w:t>
      </w:r>
      <w:r w:rsidRPr="005D5566">
        <w:t>elle ouvrit les yeux</w:t>
      </w:r>
      <w:r w:rsidR="001C0413">
        <w:t xml:space="preserve">, </w:t>
      </w:r>
      <w:r w:rsidRPr="005D5566">
        <w:t>la chambre était pleine de la lueur glacée et blanche d</w:t>
      </w:r>
      <w:r w:rsidR="001C0413">
        <w:t>’</w:t>
      </w:r>
      <w:r w:rsidRPr="005D5566">
        <w:t>une claire journée d</w:t>
      </w:r>
      <w:r w:rsidR="001C0413">
        <w:t>’</w:t>
      </w:r>
      <w:r w:rsidRPr="005D5566">
        <w:t>hiver</w:t>
      </w:r>
      <w:r w:rsidR="001C0413">
        <w:t xml:space="preserve"> ; </w:t>
      </w:r>
      <w:r w:rsidRPr="005D5566">
        <w:t>étendue sur le canapé</w:t>
      </w:r>
      <w:r w:rsidR="001C0413">
        <w:t xml:space="preserve">, </w:t>
      </w:r>
      <w:r w:rsidRPr="005D5566">
        <w:t>un livre à la main</w:t>
      </w:r>
      <w:r w:rsidR="001C0413">
        <w:t xml:space="preserve">, </w:t>
      </w:r>
      <w:r w:rsidRPr="005D5566">
        <w:t>Lioudmila regardait la mère avec une expression de tendresse qui la transformait</w:t>
      </w:r>
      <w:r w:rsidR="001C0413">
        <w:t>.</w:t>
      </w:r>
    </w:p>
    <w:p w14:paraId="4C957413" w14:textId="77777777" w:rsidR="001C0413" w:rsidRDefault="001C0413" w:rsidP="001C0413">
      <w:r>
        <w:t>— </w:t>
      </w:r>
      <w:r w:rsidR="00530790" w:rsidRPr="005D5566">
        <w:t>Oh</w:t>
      </w:r>
      <w:r>
        <w:t xml:space="preserve"> ! </w:t>
      </w:r>
      <w:r w:rsidR="00530790" w:rsidRPr="005D5566">
        <w:t>mon Dieu</w:t>
      </w:r>
      <w:r>
        <w:t xml:space="preserve"> ! </w:t>
      </w:r>
      <w:r w:rsidR="00530790" w:rsidRPr="005D5566">
        <w:t>s</w:t>
      </w:r>
      <w:r>
        <w:t>’</w:t>
      </w:r>
      <w:r w:rsidR="00530790" w:rsidRPr="005D5566">
        <w:t>écria Pélaguée</w:t>
      </w:r>
      <w:r>
        <w:t xml:space="preserve">, </w:t>
      </w:r>
      <w:r w:rsidR="00530790" w:rsidRPr="005D5566">
        <w:t>toute confuse</w:t>
      </w:r>
      <w:r>
        <w:t xml:space="preserve">. </w:t>
      </w:r>
      <w:r w:rsidR="00530790" w:rsidRPr="005D5566">
        <w:t>Ai-je dormi longtemps</w:t>
      </w:r>
      <w:r>
        <w:t xml:space="preserve"> ! </w:t>
      </w:r>
      <w:r w:rsidR="00530790" w:rsidRPr="005D5566">
        <w:t>Il est tard</w:t>
      </w:r>
      <w:r>
        <w:t> ?</w:t>
      </w:r>
    </w:p>
    <w:p w14:paraId="475F130B" w14:textId="77777777" w:rsidR="001C0413" w:rsidRDefault="001C0413" w:rsidP="001C0413">
      <w:r>
        <w:t>— </w:t>
      </w:r>
      <w:r w:rsidR="00530790" w:rsidRPr="005D5566">
        <w:t>Bonjour</w:t>
      </w:r>
      <w:r>
        <w:t xml:space="preserve"> ! </w:t>
      </w:r>
      <w:r w:rsidR="00530790" w:rsidRPr="005D5566">
        <w:t>répliqua Lioudmila</w:t>
      </w:r>
      <w:r>
        <w:t xml:space="preserve">. </w:t>
      </w:r>
      <w:r w:rsidR="00530790" w:rsidRPr="005D5566">
        <w:t>Il est bientôt dix heures</w:t>
      </w:r>
      <w:r>
        <w:t xml:space="preserve">, </w:t>
      </w:r>
      <w:r w:rsidR="00530790" w:rsidRPr="005D5566">
        <w:t>levez-vous et déjeunons</w:t>
      </w:r>
      <w:r>
        <w:t> !…</w:t>
      </w:r>
    </w:p>
    <w:p w14:paraId="7B90CD16" w14:textId="77777777" w:rsidR="001C0413" w:rsidRDefault="001C0413" w:rsidP="001C0413">
      <w:r>
        <w:t>— </w:t>
      </w:r>
      <w:r w:rsidR="00530790" w:rsidRPr="005D5566">
        <w:t>Pourquoi ne m</w:t>
      </w:r>
      <w:r>
        <w:t>’</w:t>
      </w:r>
      <w:r w:rsidR="00530790" w:rsidRPr="005D5566">
        <w:t>avez-vous pas réveillée</w:t>
      </w:r>
      <w:r>
        <w:t> ?</w:t>
      </w:r>
    </w:p>
    <w:p w14:paraId="3A2F6277" w14:textId="77777777" w:rsidR="001C0413" w:rsidRDefault="001C0413" w:rsidP="001C0413">
      <w:r>
        <w:t>— </w:t>
      </w:r>
      <w:r w:rsidR="00530790" w:rsidRPr="005D5566">
        <w:t>J</w:t>
      </w:r>
      <w:r>
        <w:t>’</w:t>
      </w:r>
      <w:r w:rsidR="00530790" w:rsidRPr="005D5566">
        <w:t>en avais l</w:t>
      </w:r>
      <w:r>
        <w:t>’</w:t>
      </w:r>
      <w:r w:rsidR="00530790" w:rsidRPr="005D5566">
        <w:t>intention</w:t>
      </w:r>
      <w:r>
        <w:t xml:space="preserve"> ! </w:t>
      </w:r>
      <w:r w:rsidR="00530790" w:rsidRPr="005D5566">
        <w:t>mais vous aviez un si bon sourire en dormant</w:t>
      </w:r>
      <w:r>
        <w:t>…</w:t>
      </w:r>
    </w:p>
    <w:p w14:paraId="48A3ACE8" w14:textId="77777777" w:rsidR="001C0413" w:rsidRDefault="00530790" w:rsidP="001C0413">
      <w:r w:rsidRPr="005D5566">
        <w:t>D</w:t>
      </w:r>
      <w:r w:rsidR="001C0413">
        <w:t>’</w:t>
      </w:r>
      <w:r w:rsidRPr="005D5566">
        <w:t>un mouvement de son corps robuste et souple</w:t>
      </w:r>
      <w:r w:rsidR="001C0413">
        <w:t xml:space="preserve">, </w:t>
      </w:r>
      <w:r w:rsidRPr="005D5566">
        <w:t>elle se leva</w:t>
      </w:r>
      <w:r w:rsidR="001C0413">
        <w:t xml:space="preserve">, </w:t>
      </w:r>
      <w:r w:rsidRPr="005D5566">
        <w:t>s</w:t>
      </w:r>
      <w:r w:rsidR="001C0413">
        <w:t>’</w:t>
      </w:r>
      <w:r w:rsidRPr="005D5566">
        <w:t>approcha du lit</w:t>
      </w:r>
      <w:r w:rsidR="001C0413">
        <w:t xml:space="preserve">, </w:t>
      </w:r>
      <w:r w:rsidRPr="005D5566">
        <w:t>se pencha sur le visage de la mère</w:t>
      </w:r>
      <w:r w:rsidR="001C0413">
        <w:t xml:space="preserve">, </w:t>
      </w:r>
      <w:r w:rsidRPr="005D5566">
        <w:t>et celle-ci aperçut dans les yeux ternes de son hôtesse quelque chose de familier</w:t>
      </w:r>
      <w:r w:rsidR="001C0413">
        <w:t xml:space="preserve">, </w:t>
      </w:r>
      <w:r w:rsidRPr="005D5566">
        <w:t>de proche</w:t>
      </w:r>
      <w:r w:rsidR="001C0413">
        <w:t xml:space="preserve">, </w:t>
      </w:r>
      <w:r w:rsidRPr="005D5566">
        <w:t>de compréhensible</w:t>
      </w:r>
      <w:r w:rsidR="001C0413">
        <w:t>.</w:t>
      </w:r>
    </w:p>
    <w:p w14:paraId="3D3940FD" w14:textId="77777777" w:rsidR="001C0413" w:rsidRDefault="001C0413" w:rsidP="001C0413">
      <w:r>
        <w:t xml:space="preserve">— … </w:t>
      </w:r>
      <w:r w:rsidR="00530790" w:rsidRPr="005D5566">
        <w:t>que je n</w:t>
      </w:r>
      <w:r>
        <w:t>’</w:t>
      </w:r>
      <w:r w:rsidR="00530790" w:rsidRPr="005D5566">
        <w:t>ai pas voulu vous réveiller</w:t>
      </w:r>
      <w:r>
        <w:rPr>
          <w:rFonts w:eastAsia="Georgia" w:cs="Georgia"/>
        </w:rPr>
        <w:t xml:space="preserve">… </w:t>
      </w:r>
      <w:r w:rsidR="00530790" w:rsidRPr="005D5566">
        <w:t>Sans doute faisiez-vous un beau rêve</w:t>
      </w:r>
      <w:r>
        <w:t>…</w:t>
      </w:r>
    </w:p>
    <w:p w14:paraId="1B91B07E" w14:textId="77777777" w:rsidR="001C0413" w:rsidRDefault="001C0413" w:rsidP="001C0413">
      <w:r>
        <w:lastRenderedPageBreak/>
        <w:t>— </w:t>
      </w:r>
      <w:r w:rsidR="00530790" w:rsidRPr="005D5566">
        <w:t>Non</w:t>
      </w:r>
      <w:r>
        <w:t xml:space="preserve">, </w:t>
      </w:r>
      <w:r w:rsidR="00530790" w:rsidRPr="005D5566">
        <w:t>je n</w:t>
      </w:r>
      <w:r>
        <w:t>’</w:t>
      </w:r>
      <w:r w:rsidR="00530790" w:rsidRPr="005D5566">
        <w:t>ai rien rêvé</w:t>
      </w:r>
      <w:r>
        <w:t> !</w:t>
      </w:r>
    </w:p>
    <w:p w14:paraId="2E114B1B" w14:textId="77777777" w:rsidR="001C0413" w:rsidRDefault="001C0413" w:rsidP="001C0413">
      <w:r>
        <w:t>— </w:t>
      </w:r>
      <w:r w:rsidR="00530790" w:rsidRPr="005D5566">
        <w:t>Tant pis</w:t>
      </w:r>
      <w:r>
        <w:t xml:space="preserve">… </w:t>
      </w:r>
      <w:r w:rsidR="00530790" w:rsidRPr="005D5566">
        <w:t>Mais votre sourire m</w:t>
      </w:r>
      <w:r>
        <w:t>’</w:t>
      </w:r>
      <w:r w:rsidR="00530790" w:rsidRPr="005D5566">
        <w:t>a plu</w:t>
      </w:r>
      <w:r>
        <w:t xml:space="preserve">… </w:t>
      </w:r>
      <w:r w:rsidR="00530790" w:rsidRPr="005D5566">
        <w:t>Il était si paisible</w:t>
      </w:r>
      <w:r>
        <w:t xml:space="preserve">, </w:t>
      </w:r>
      <w:r w:rsidR="00530790" w:rsidRPr="005D5566">
        <w:t>si doux</w:t>
      </w:r>
      <w:r>
        <w:t> !</w:t>
      </w:r>
    </w:p>
    <w:p w14:paraId="57CF3F40" w14:textId="77777777" w:rsidR="001C0413" w:rsidRDefault="00530790" w:rsidP="001C0413">
      <w:r w:rsidRPr="005D5566">
        <w:t>Lioudmila se mit à rire</w:t>
      </w:r>
      <w:r w:rsidR="001C0413">
        <w:t xml:space="preserve">, </w:t>
      </w:r>
      <w:r w:rsidRPr="005D5566">
        <w:t>d</w:t>
      </w:r>
      <w:r w:rsidR="001C0413">
        <w:t>’</w:t>
      </w:r>
      <w:r w:rsidRPr="005D5566">
        <w:t>un rire velouté et bas</w:t>
      </w:r>
      <w:r w:rsidR="001C0413">
        <w:t>.</w:t>
      </w:r>
    </w:p>
    <w:p w14:paraId="3D88ED63" w14:textId="77777777" w:rsidR="001C0413" w:rsidRDefault="001C0413" w:rsidP="001C0413">
      <w:r>
        <w:t>— </w:t>
      </w:r>
      <w:r w:rsidR="00530790" w:rsidRPr="005D5566">
        <w:t>Je me suis mise à penser à vous</w:t>
      </w:r>
      <w:r>
        <w:t xml:space="preserve">, </w:t>
      </w:r>
      <w:r w:rsidR="00530790" w:rsidRPr="005D5566">
        <w:t>à votre vie</w:t>
      </w:r>
      <w:r>
        <w:t xml:space="preserve">… </w:t>
      </w:r>
      <w:r w:rsidR="00530790" w:rsidRPr="005D5566">
        <w:t>Car votre existence est rude</w:t>
      </w:r>
      <w:r>
        <w:t>…</w:t>
      </w:r>
    </w:p>
    <w:p w14:paraId="49E061D2" w14:textId="77777777" w:rsidR="001C0413" w:rsidRDefault="00530790" w:rsidP="001C0413">
      <w:r w:rsidRPr="005D5566">
        <w:t>La mère devint songeuse</w:t>
      </w:r>
      <w:r w:rsidR="001C0413">
        <w:t xml:space="preserve">, </w:t>
      </w:r>
      <w:r w:rsidRPr="005D5566">
        <w:t>remuant les sourcils</w:t>
      </w:r>
      <w:r w:rsidR="001C0413">
        <w:t>.</w:t>
      </w:r>
    </w:p>
    <w:p w14:paraId="14888907" w14:textId="77777777" w:rsidR="001C0413" w:rsidRDefault="001C0413" w:rsidP="001C0413">
      <w:r>
        <w:t>— </w:t>
      </w:r>
      <w:r w:rsidR="00530790" w:rsidRPr="005D5566">
        <w:t>Je n</w:t>
      </w:r>
      <w:r>
        <w:t>’</w:t>
      </w:r>
      <w:r w:rsidR="00530790" w:rsidRPr="005D5566">
        <w:t>en sais rien</w:t>
      </w:r>
      <w:r>
        <w:t xml:space="preserve"> ! </w:t>
      </w:r>
      <w:r w:rsidR="00530790" w:rsidRPr="005D5566">
        <w:t>dit-elle avec hésitation</w:t>
      </w:r>
      <w:r>
        <w:t xml:space="preserve">. </w:t>
      </w:r>
      <w:r w:rsidR="00530790" w:rsidRPr="005D5566">
        <w:t>Par moments</w:t>
      </w:r>
      <w:r>
        <w:t xml:space="preserve">, </w:t>
      </w:r>
      <w:r w:rsidR="00530790" w:rsidRPr="005D5566">
        <w:t>il me semble que oui</w:t>
      </w:r>
      <w:r>
        <w:t xml:space="preserve">… </w:t>
      </w:r>
      <w:r w:rsidR="00530790" w:rsidRPr="005D5566">
        <w:t>mais ce n</w:t>
      </w:r>
      <w:r>
        <w:t>’</w:t>
      </w:r>
      <w:r w:rsidR="00530790" w:rsidRPr="005D5566">
        <w:t>est pas vrai</w:t>
      </w:r>
      <w:r>
        <w:t xml:space="preserve"> ! </w:t>
      </w:r>
      <w:r w:rsidR="00530790" w:rsidRPr="005D5566">
        <w:t>Et il y a tant de choses</w:t>
      </w:r>
      <w:r>
        <w:t xml:space="preserve">… </w:t>
      </w:r>
      <w:r w:rsidR="00530790" w:rsidRPr="005D5566">
        <w:t>de choses étonnantes et sérieuses et qui se suivent avec tant de rapidité</w:t>
      </w:r>
      <w:r>
        <w:t>…</w:t>
      </w:r>
    </w:p>
    <w:p w14:paraId="1E495274" w14:textId="77777777" w:rsidR="001C0413" w:rsidRDefault="00530790" w:rsidP="001C0413">
      <w:r w:rsidRPr="005D5566">
        <w:t>Le flot d</w:t>
      </w:r>
      <w:r w:rsidR="001C0413">
        <w:t>’</w:t>
      </w:r>
      <w:r w:rsidRPr="005D5566">
        <w:t>excitation qu</w:t>
      </w:r>
      <w:r w:rsidR="001C0413">
        <w:t>’</w:t>
      </w:r>
      <w:r w:rsidRPr="005D5566">
        <w:t>elle connaissait bien montait à son cœur et la remplissait d</w:t>
      </w:r>
      <w:r w:rsidR="001C0413">
        <w:t>’</w:t>
      </w:r>
      <w:r w:rsidRPr="005D5566">
        <w:t>images et de pensées</w:t>
      </w:r>
      <w:r w:rsidR="001C0413">
        <w:t xml:space="preserve">. </w:t>
      </w:r>
      <w:r w:rsidRPr="005D5566">
        <w:t>Elle s</w:t>
      </w:r>
      <w:r w:rsidR="001C0413">
        <w:t>’</w:t>
      </w:r>
      <w:r w:rsidRPr="005D5566">
        <w:t>assit sur le lit</w:t>
      </w:r>
      <w:r w:rsidR="001C0413">
        <w:t xml:space="preserve">, </w:t>
      </w:r>
      <w:r w:rsidRPr="005D5566">
        <w:t>et se hâta de revêtir ses idées de paroles</w:t>
      </w:r>
      <w:r w:rsidR="001C0413">
        <w:t>.</w:t>
      </w:r>
    </w:p>
    <w:p w14:paraId="072295D8" w14:textId="77777777" w:rsidR="001C0413" w:rsidRDefault="001C0413" w:rsidP="001C0413">
      <w:r>
        <w:t>— </w:t>
      </w:r>
      <w:r w:rsidR="00530790" w:rsidRPr="005D5566">
        <w:t>Tout cela marche vers le même but</w:t>
      </w:r>
      <w:r>
        <w:t xml:space="preserve">, </w:t>
      </w:r>
      <w:r w:rsidR="00530790" w:rsidRPr="005D5566">
        <w:t>comme le feu quand une maison brûle et qui tend toujours à monter</w:t>
      </w:r>
      <w:r>
        <w:t xml:space="preserve"> ! </w:t>
      </w:r>
      <w:r w:rsidR="00530790" w:rsidRPr="005D5566">
        <w:t>Là</w:t>
      </w:r>
      <w:r>
        <w:t xml:space="preserve">, </w:t>
      </w:r>
      <w:r w:rsidR="00530790" w:rsidRPr="005D5566">
        <w:t>il se fraye une issue</w:t>
      </w:r>
      <w:r>
        <w:t xml:space="preserve">, </w:t>
      </w:r>
      <w:r w:rsidR="00530790" w:rsidRPr="005D5566">
        <w:t>ici</w:t>
      </w:r>
      <w:r>
        <w:t xml:space="preserve">, </w:t>
      </w:r>
      <w:r w:rsidR="00530790" w:rsidRPr="005D5566">
        <w:t>il brille toujours plus violent toujours plus lumineux</w:t>
      </w:r>
      <w:r>
        <w:t xml:space="preserve">… </w:t>
      </w:r>
      <w:r w:rsidR="00530790" w:rsidRPr="005D5566">
        <w:t>Il y a tant de choses pénibles</w:t>
      </w:r>
      <w:r>
        <w:t xml:space="preserve">, </w:t>
      </w:r>
      <w:r w:rsidR="00530790" w:rsidRPr="005D5566">
        <w:t>si vous saviez</w:t>
      </w:r>
      <w:r>
        <w:t xml:space="preserve"> ! </w:t>
      </w:r>
      <w:r w:rsidR="00530790" w:rsidRPr="005D5566">
        <w:t>Les pauvres gens souffrent</w:t>
      </w:r>
      <w:r>
        <w:t xml:space="preserve">, </w:t>
      </w:r>
      <w:r w:rsidR="00530790" w:rsidRPr="005D5566">
        <w:t>on les gêne et on les espionne</w:t>
      </w:r>
      <w:r>
        <w:t xml:space="preserve">, </w:t>
      </w:r>
      <w:r w:rsidR="00530790" w:rsidRPr="005D5566">
        <w:t>on les bat</w:t>
      </w:r>
      <w:r>
        <w:t xml:space="preserve">, </w:t>
      </w:r>
      <w:r w:rsidR="00530790" w:rsidRPr="005D5566">
        <w:t>on les bat cruellement</w:t>
      </w:r>
      <w:r>
        <w:t xml:space="preserve">… </w:t>
      </w:r>
      <w:r w:rsidR="00530790" w:rsidRPr="005D5566">
        <w:t>alors ils se cachent et vivent comme des moines</w:t>
      </w:r>
      <w:r>
        <w:t xml:space="preserve">… </w:t>
      </w:r>
      <w:r w:rsidR="00530790" w:rsidRPr="005D5566">
        <w:t>il y a beaucoup de joies qui leur sont interdites</w:t>
      </w:r>
      <w:r>
        <w:t xml:space="preserve">… </w:t>
      </w:r>
      <w:r w:rsidR="00530790" w:rsidRPr="005D5566">
        <w:t>et c</w:t>
      </w:r>
      <w:r>
        <w:t>’</w:t>
      </w:r>
      <w:r w:rsidR="00530790" w:rsidRPr="005D5566">
        <w:t>est bien dur</w:t>
      </w:r>
      <w:r>
        <w:t> !</w:t>
      </w:r>
    </w:p>
    <w:p w14:paraId="79AE2F07" w14:textId="77777777" w:rsidR="001C0413" w:rsidRDefault="00530790" w:rsidP="001C0413">
      <w:r w:rsidRPr="005D5566">
        <w:t>Lioudmila leva vivement la tête et jeta à la mère un regard profond</w:t>
      </w:r>
      <w:r w:rsidR="001C0413">
        <w:t>.</w:t>
      </w:r>
    </w:p>
    <w:p w14:paraId="39E0645B" w14:textId="77777777" w:rsidR="001C0413" w:rsidRDefault="001C0413" w:rsidP="001C0413">
      <w:r>
        <w:t>— </w:t>
      </w:r>
      <w:r w:rsidR="00530790" w:rsidRPr="005D5566">
        <w:t>Ce n</w:t>
      </w:r>
      <w:r>
        <w:t>’</w:t>
      </w:r>
      <w:r w:rsidR="00530790" w:rsidRPr="005D5566">
        <w:t>est pas de vous que vous parlez</w:t>
      </w:r>
      <w:r>
        <w:t xml:space="preserve"> ! </w:t>
      </w:r>
      <w:r w:rsidR="00530790" w:rsidRPr="005D5566">
        <w:t>dit-elle à voix basse</w:t>
      </w:r>
      <w:r>
        <w:t>.</w:t>
      </w:r>
    </w:p>
    <w:p w14:paraId="1997B4F6" w14:textId="77777777" w:rsidR="001C0413" w:rsidRDefault="001C0413" w:rsidP="001C0413">
      <w:r>
        <w:lastRenderedPageBreak/>
        <w:t>— </w:t>
      </w:r>
      <w:r w:rsidR="00530790" w:rsidRPr="005D5566">
        <w:t>Pas de moi</w:t>
      </w:r>
      <w:r>
        <w:t xml:space="preserve">… </w:t>
      </w:r>
      <w:r w:rsidR="00530790" w:rsidRPr="005D5566">
        <w:t>dit Pélaguée en s</w:t>
      </w:r>
      <w:r>
        <w:t>’</w:t>
      </w:r>
      <w:r w:rsidR="00530790" w:rsidRPr="005D5566">
        <w:t>habillant</w:t>
      </w:r>
      <w:r>
        <w:t xml:space="preserve">… </w:t>
      </w:r>
      <w:r w:rsidR="00530790" w:rsidRPr="005D5566">
        <w:t>Peut-on se mettre à l</w:t>
      </w:r>
      <w:r>
        <w:t>’</w:t>
      </w:r>
      <w:r w:rsidR="00530790" w:rsidRPr="005D5566">
        <w:t>écart quand on aime ceci</w:t>
      </w:r>
      <w:r>
        <w:t xml:space="preserve">, </w:t>
      </w:r>
      <w:r w:rsidR="00530790" w:rsidRPr="005D5566">
        <w:t>quand cela nous est cher</w:t>
      </w:r>
      <w:r>
        <w:t xml:space="preserve">, </w:t>
      </w:r>
      <w:r w:rsidR="00530790" w:rsidRPr="005D5566">
        <w:t>quand on a peur pour tous et pitié pour tous</w:t>
      </w:r>
      <w:r>
        <w:t xml:space="preserve">… </w:t>
      </w:r>
      <w:r w:rsidR="00530790" w:rsidRPr="005D5566">
        <w:t>tout cela se heurte dans le cœur</w:t>
      </w:r>
      <w:r>
        <w:t xml:space="preserve">… </w:t>
      </w:r>
      <w:r w:rsidR="00530790" w:rsidRPr="005D5566">
        <w:t>qui est attiré par chacun</w:t>
      </w:r>
      <w:r>
        <w:t xml:space="preserve">… </w:t>
      </w:r>
      <w:r w:rsidR="00530790" w:rsidRPr="005D5566">
        <w:t>comment se mettre à l</w:t>
      </w:r>
      <w:r>
        <w:t>’</w:t>
      </w:r>
      <w:r w:rsidR="00530790" w:rsidRPr="005D5566">
        <w:t>écart</w:t>
      </w:r>
      <w:r>
        <w:t xml:space="preserve"> ? </w:t>
      </w:r>
      <w:r w:rsidR="00530790" w:rsidRPr="005D5566">
        <w:t>Où aller</w:t>
      </w:r>
      <w:r>
        <w:t> ?</w:t>
      </w:r>
    </w:p>
    <w:p w14:paraId="3E1E36A8" w14:textId="77777777" w:rsidR="001C0413" w:rsidRDefault="00530790" w:rsidP="001C0413">
      <w:r w:rsidRPr="005D5566">
        <w:t>À demi vêtue</w:t>
      </w:r>
      <w:r w:rsidR="001C0413">
        <w:t xml:space="preserve">, </w:t>
      </w:r>
      <w:r w:rsidRPr="005D5566">
        <w:t>elle resta un instant pensive au milieu de la pièce</w:t>
      </w:r>
      <w:r w:rsidR="001C0413">
        <w:t xml:space="preserve">. </w:t>
      </w:r>
      <w:r w:rsidRPr="005D5566">
        <w:t>Il lui sembla soudain qu</w:t>
      </w:r>
      <w:r w:rsidR="001C0413">
        <w:t>’</w:t>
      </w:r>
      <w:r w:rsidRPr="005D5566">
        <w:t>elle n</w:t>
      </w:r>
      <w:r w:rsidR="001C0413">
        <w:t>’</w:t>
      </w:r>
      <w:r w:rsidRPr="005D5566">
        <w:t>était plus celle qui s</w:t>
      </w:r>
      <w:r w:rsidR="001C0413">
        <w:t>’</w:t>
      </w:r>
      <w:r w:rsidRPr="005D5566">
        <w:t>était tant inquiétée et alarmée au sujet de son fils</w:t>
      </w:r>
      <w:r w:rsidR="001C0413">
        <w:t xml:space="preserve"> ; </w:t>
      </w:r>
      <w:r w:rsidRPr="005D5566">
        <w:t>cette personnalité n</w:t>
      </w:r>
      <w:r w:rsidR="001C0413">
        <w:t>’</w:t>
      </w:r>
      <w:r w:rsidRPr="005D5566">
        <w:t>existait plus</w:t>
      </w:r>
      <w:r w:rsidR="001C0413">
        <w:t xml:space="preserve">, </w:t>
      </w:r>
      <w:r w:rsidRPr="005D5566">
        <w:t>s</w:t>
      </w:r>
      <w:r w:rsidR="001C0413">
        <w:t>’</w:t>
      </w:r>
      <w:r w:rsidRPr="005D5566">
        <w:t>était détachée et éloignée d</w:t>
      </w:r>
      <w:r w:rsidR="001C0413">
        <w:t>’</w:t>
      </w:r>
      <w:r w:rsidRPr="005D5566">
        <w:t>elle</w:t>
      </w:r>
      <w:r w:rsidR="001C0413">
        <w:t xml:space="preserve">. </w:t>
      </w:r>
      <w:r w:rsidRPr="005D5566">
        <w:t>Pélaguée écouta en elle-même</w:t>
      </w:r>
      <w:r w:rsidR="001C0413">
        <w:t xml:space="preserve"> ; </w:t>
      </w:r>
      <w:r w:rsidRPr="005D5566">
        <w:t>désireuse de savoir ce qui s</w:t>
      </w:r>
      <w:r w:rsidR="001C0413">
        <w:t>’</w:t>
      </w:r>
      <w:r w:rsidRPr="005D5566">
        <w:t>y passait et tout en craignant de réveiller de nouveau le vieux sentiment d</w:t>
      </w:r>
      <w:r w:rsidR="001C0413">
        <w:t>’</w:t>
      </w:r>
      <w:r w:rsidRPr="005D5566">
        <w:t>anxiété</w:t>
      </w:r>
      <w:r w:rsidR="001C0413">
        <w:t>.</w:t>
      </w:r>
    </w:p>
    <w:p w14:paraId="7798F1CA" w14:textId="77777777" w:rsidR="001C0413" w:rsidRDefault="001C0413" w:rsidP="001C0413">
      <w:r>
        <w:t>— </w:t>
      </w:r>
      <w:r w:rsidR="00530790" w:rsidRPr="005D5566">
        <w:t>À quoi pensez-vous</w:t>
      </w:r>
      <w:r>
        <w:t xml:space="preserve"> ? </w:t>
      </w:r>
      <w:r w:rsidR="00530790" w:rsidRPr="005D5566">
        <w:t>demanda affectueusement Lioudmila</w:t>
      </w:r>
      <w:r>
        <w:t>.</w:t>
      </w:r>
    </w:p>
    <w:p w14:paraId="032A7820" w14:textId="77777777" w:rsidR="001C0413" w:rsidRDefault="001C0413" w:rsidP="001C0413">
      <w:r>
        <w:t>— </w:t>
      </w:r>
      <w:r w:rsidR="00530790" w:rsidRPr="005D5566">
        <w:t>Je n</w:t>
      </w:r>
      <w:r>
        <w:t>’</w:t>
      </w:r>
      <w:r w:rsidR="00530790" w:rsidRPr="005D5566">
        <w:t>en sais rien</w:t>
      </w:r>
      <w:r>
        <w:t> !</w:t>
      </w:r>
    </w:p>
    <w:p w14:paraId="6A04DD4C" w14:textId="77777777" w:rsidR="001C0413" w:rsidRDefault="00530790" w:rsidP="001C0413">
      <w:r w:rsidRPr="005D5566">
        <w:t>Elles se turent</w:t>
      </w:r>
      <w:r w:rsidR="001C0413">
        <w:t xml:space="preserve">, </w:t>
      </w:r>
      <w:r w:rsidRPr="005D5566">
        <w:t>se regardèrent et sourirent</w:t>
      </w:r>
      <w:r w:rsidR="001C0413">
        <w:t xml:space="preserve"> ; </w:t>
      </w:r>
      <w:r w:rsidRPr="005D5566">
        <w:t>puis Lioudmila sortit de la chambre en disant</w:t>
      </w:r>
      <w:r w:rsidR="001C0413">
        <w:t> :</w:t>
      </w:r>
    </w:p>
    <w:p w14:paraId="45A3E80D" w14:textId="77777777" w:rsidR="001C0413" w:rsidRDefault="001C0413" w:rsidP="001C0413">
      <w:r>
        <w:t>— </w:t>
      </w:r>
      <w:r w:rsidR="00530790" w:rsidRPr="005D5566">
        <w:t>Que fait mon samovar</w:t>
      </w:r>
      <w:r>
        <w:t> ?</w:t>
      </w:r>
    </w:p>
    <w:p w14:paraId="690BB242" w14:textId="77777777" w:rsidR="001C0413" w:rsidRDefault="00530790" w:rsidP="001C0413">
      <w:r w:rsidRPr="005D5566">
        <w:t>La mère jeta un coup d</w:t>
      </w:r>
      <w:r w:rsidR="001C0413">
        <w:t>’</w:t>
      </w:r>
      <w:r w:rsidRPr="005D5566">
        <w:t>œil par la fenêtre</w:t>
      </w:r>
      <w:r w:rsidR="001C0413">
        <w:t xml:space="preserve"> ; </w:t>
      </w:r>
      <w:r w:rsidRPr="005D5566">
        <w:t>dehors une journée froide rayonnait</w:t>
      </w:r>
      <w:r w:rsidR="001C0413">
        <w:t xml:space="preserve"> ; </w:t>
      </w:r>
      <w:r w:rsidRPr="005D5566">
        <w:t>dans son cœur</w:t>
      </w:r>
      <w:r w:rsidR="001C0413">
        <w:t xml:space="preserve">, </w:t>
      </w:r>
      <w:r w:rsidRPr="005D5566">
        <w:t>il faisait clair aussi</w:t>
      </w:r>
      <w:r w:rsidR="001C0413">
        <w:t xml:space="preserve">, </w:t>
      </w:r>
      <w:r w:rsidRPr="005D5566">
        <w:t>mais chaud</w:t>
      </w:r>
      <w:r w:rsidR="001C0413">
        <w:t xml:space="preserve">. </w:t>
      </w:r>
      <w:r w:rsidRPr="005D5566">
        <w:t>Elle aurait voulu parler de tout</w:t>
      </w:r>
      <w:r w:rsidR="001C0413">
        <w:t xml:space="preserve">, </w:t>
      </w:r>
      <w:r w:rsidRPr="005D5566">
        <w:t>longuement</w:t>
      </w:r>
      <w:r w:rsidR="001C0413">
        <w:t xml:space="preserve">, </w:t>
      </w:r>
      <w:r w:rsidRPr="005D5566">
        <w:t>joyeusement</w:t>
      </w:r>
      <w:r w:rsidR="001C0413">
        <w:t xml:space="preserve">, </w:t>
      </w:r>
      <w:r w:rsidRPr="005D5566">
        <w:t>avec un vague sentiment de gratitude pour tout ce qui était descendu dans son âme</w:t>
      </w:r>
      <w:r w:rsidR="001C0413">
        <w:t xml:space="preserve">. </w:t>
      </w:r>
      <w:r w:rsidRPr="005D5566">
        <w:t>Un désir de prier qu</w:t>
      </w:r>
      <w:r w:rsidR="001C0413">
        <w:t>’</w:t>
      </w:r>
      <w:r w:rsidRPr="005D5566">
        <w:t>elle n</w:t>
      </w:r>
      <w:r w:rsidR="001C0413">
        <w:t>’</w:t>
      </w:r>
      <w:r w:rsidRPr="005D5566">
        <w:t>avait pas éprouvé depuis longtemps lui vint</w:t>
      </w:r>
      <w:r w:rsidR="001C0413">
        <w:t xml:space="preserve">. </w:t>
      </w:r>
      <w:r w:rsidRPr="005D5566">
        <w:t>Elle se rappela un jeune visage</w:t>
      </w:r>
      <w:r w:rsidR="001C0413">
        <w:t xml:space="preserve"> ; </w:t>
      </w:r>
      <w:r w:rsidRPr="005D5566">
        <w:t>dans sa mémoire une voix grêle s</w:t>
      </w:r>
      <w:r w:rsidR="001C0413">
        <w:t>’</w:t>
      </w:r>
      <w:r w:rsidRPr="005D5566">
        <w:t>écria</w:t>
      </w:r>
      <w:r w:rsidR="001C0413">
        <w:t xml:space="preserve"> : – </w:t>
      </w:r>
      <w:r w:rsidRPr="005D5566">
        <w:t>C</w:t>
      </w:r>
      <w:r w:rsidR="001C0413">
        <w:t>’</w:t>
      </w:r>
      <w:r w:rsidRPr="005D5566">
        <w:t>est la mère de Pavel Vlassov</w:t>
      </w:r>
      <w:r w:rsidR="001C0413">
        <w:t xml:space="preserve">… </w:t>
      </w:r>
      <w:r w:rsidRPr="005D5566">
        <w:t>Les yeux tendres et joyeux de Sachenka étincelèrent</w:t>
      </w:r>
      <w:r w:rsidR="001C0413">
        <w:t xml:space="preserve">, </w:t>
      </w:r>
      <w:r w:rsidRPr="005D5566">
        <w:t xml:space="preserve">la silhouette </w:t>
      </w:r>
      <w:r w:rsidRPr="00D210FA">
        <w:t>noire</w:t>
      </w:r>
      <w:r w:rsidRPr="005D5566">
        <w:t xml:space="preserve"> de Rybine se profila</w:t>
      </w:r>
      <w:r w:rsidR="001C0413">
        <w:t xml:space="preserve">, </w:t>
      </w:r>
      <w:r w:rsidRPr="005D5566">
        <w:t>le visage ferme et bronzé de Pavel sourit</w:t>
      </w:r>
      <w:r w:rsidR="001C0413">
        <w:t xml:space="preserve">, </w:t>
      </w:r>
      <w:r w:rsidRPr="005D5566">
        <w:t>Nicolas clignait des yeux d</w:t>
      </w:r>
      <w:r w:rsidR="001C0413">
        <w:t>’</w:t>
      </w:r>
      <w:r w:rsidRPr="005D5566">
        <w:t>un air confus</w:t>
      </w:r>
      <w:r w:rsidR="001C0413">
        <w:t xml:space="preserve"> ; </w:t>
      </w:r>
      <w:r w:rsidRPr="005D5566">
        <w:t>soudain</w:t>
      </w:r>
      <w:r w:rsidR="001C0413">
        <w:t xml:space="preserve">, </w:t>
      </w:r>
      <w:r w:rsidRPr="005D5566">
        <w:t>tous ces visages furent secoués par un soupir léger et profond</w:t>
      </w:r>
      <w:r w:rsidR="001C0413">
        <w:t xml:space="preserve"> ; </w:t>
      </w:r>
      <w:r w:rsidRPr="005D5566">
        <w:t xml:space="preserve">ils se mêlèrent et se </w:t>
      </w:r>
      <w:r w:rsidRPr="005D5566">
        <w:lastRenderedPageBreak/>
        <w:t>confondirent en un nuage transparent et multicolore</w:t>
      </w:r>
      <w:r w:rsidR="001C0413">
        <w:t xml:space="preserve">, </w:t>
      </w:r>
      <w:r w:rsidRPr="005D5566">
        <w:t>qui enveloppait le cœur d</w:t>
      </w:r>
      <w:r w:rsidR="001C0413">
        <w:t>’</w:t>
      </w:r>
      <w:r w:rsidRPr="005D5566">
        <w:t>un sentiment paisible</w:t>
      </w:r>
      <w:r w:rsidR="001C0413">
        <w:t>.</w:t>
      </w:r>
    </w:p>
    <w:p w14:paraId="420C1570" w14:textId="77777777" w:rsidR="001C0413" w:rsidRDefault="001C0413" w:rsidP="001C0413">
      <w:r>
        <w:t>— </w:t>
      </w:r>
      <w:r w:rsidR="00530790" w:rsidRPr="005D5566">
        <w:t>Nicolas avait raison</w:t>
      </w:r>
      <w:r>
        <w:t xml:space="preserve"> ! </w:t>
      </w:r>
      <w:r w:rsidR="00530790" w:rsidRPr="005D5566">
        <w:t>dit Lioudmila en revenant</w:t>
      </w:r>
      <w:r>
        <w:t xml:space="preserve">. </w:t>
      </w:r>
      <w:r w:rsidR="00530790" w:rsidRPr="005D5566">
        <w:t>On l</w:t>
      </w:r>
      <w:r>
        <w:t>’</w:t>
      </w:r>
      <w:r w:rsidR="00530790" w:rsidRPr="005D5566">
        <w:t>a arrêté</w:t>
      </w:r>
      <w:r>
        <w:t xml:space="preserve">, </w:t>
      </w:r>
      <w:r w:rsidR="00530790" w:rsidRPr="005D5566">
        <w:t>impossible d</w:t>
      </w:r>
      <w:r>
        <w:t>’</w:t>
      </w:r>
      <w:r w:rsidR="00530790" w:rsidRPr="005D5566">
        <w:t>en douter</w:t>
      </w:r>
      <w:r>
        <w:t xml:space="preserve">. </w:t>
      </w:r>
      <w:r w:rsidR="00530790" w:rsidRPr="005D5566">
        <w:t>Comme vous m</w:t>
      </w:r>
      <w:r>
        <w:t>’</w:t>
      </w:r>
      <w:r w:rsidR="00530790" w:rsidRPr="005D5566">
        <w:t>avez dit de le faire</w:t>
      </w:r>
      <w:r>
        <w:t xml:space="preserve">, </w:t>
      </w:r>
      <w:r w:rsidR="00530790" w:rsidRPr="005D5566">
        <w:t>j</w:t>
      </w:r>
      <w:r>
        <w:t>’</w:t>
      </w:r>
      <w:r w:rsidR="00530790" w:rsidRPr="005D5566">
        <w:t>ai envoyé un gamin chez lui</w:t>
      </w:r>
      <w:r>
        <w:t xml:space="preserve">. </w:t>
      </w:r>
      <w:r w:rsidR="00530790" w:rsidRPr="005D5566">
        <w:t>Il est revenu en m</w:t>
      </w:r>
      <w:r>
        <w:t>’</w:t>
      </w:r>
      <w:r w:rsidR="00530790" w:rsidRPr="005D5566">
        <w:t>annonçant qu</w:t>
      </w:r>
      <w:r>
        <w:t>’</w:t>
      </w:r>
      <w:r w:rsidR="00530790" w:rsidRPr="005D5566">
        <w:t>il y a des agents de police cachés dans la cour</w:t>
      </w:r>
      <w:r>
        <w:t xml:space="preserve"> ; </w:t>
      </w:r>
      <w:r w:rsidR="00530790" w:rsidRPr="005D5566">
        <w:t>il en a vu un derrière le portail</w:t>
      </w:r>
      <w:r>
        <w:t xml:space="preserve">. </w:t>
      </w:r>
      <w:r w:rsidR="00530790" w:rsidRPr="005D5566">
        <w:t>Les espions rôdent autour de la maison</w:t>
      </w:r>
      <w:r>
        <w:t xml:space="preserve">, </w:t>
      </w:r>
      <w:r w:rsidR="00530790" w:rsidRPr="005D5566">
        <w:t>le gamin les connaît</w:t>
      </w:r>
      <w:r>
        <w:t>…</w:t>
      </w:r>
    </w:p>
    <w:p w14:paraId="4A1A0FC5" w14:textId="77777777" w:rsidR="001C0413" w:rsidRDefault="001C0413" w:rsidP="001C0413">
      <w:r>
        <w:t>— </w:t>
      </w:r>
      <w:r w:rsidR="00530790" w:rsidRPr="005D5566">
        <w:t>Ah</w:t>
      </w:r>
      <w:r>
        <w:t xml:space="preserve"> ! </w:t>
      </w:r>
      <w:r w:rsidR="00530790" w:rsidRPr="005D5566">
        <w:t>dit simplement la mère en hochant la tête</w:t>
      </w:r>
      <w:r>
        <w:t xml:space="preserve">, </w:t>
      </w:r>
      <w:r w:rsidR="00530790" w:rsidRPr="005D5566">
        <w:t>pauvre Nicolas</w:t>
      </w:r>
      <w:r>
        <w:t> !…</w:t>
      </w:r>
    </w:p>
    <w:p w14:paraId="5F465B69" w14:textId="77777777" w:rsidR="001C0413" w:rsidRDefault="001C0413" w:rsidP="001C0413">
      <w:r>
        <w:t>— </w:t>
      </w:r>
      <w:r w:rsidR="00530790" w:rsidRPr="005D5566">
        <w:t>Ces derniers temps il faisait beaucoup de conférences aux ouvriers de la ville</w:t>
      </w:r>
      <w:r>
        <w:t xml:space="preserve"> ; </w:t>
      </w:r>
      <w:r w:rsidR="00530790" w:rsidRPr="005D5566">
        <w:t>il était brûlé</w:t>
      </w:r>
      <w:r>
        <w:t xml:space="preserve">, </w:t>
      </w:r>
      <w:r w:rsidR="00530790" w:rsidRPr="005D5566">
        <w:t>il aurait été temps qu</w:t>
      </w:r>
      <w:r>
        <w:t>’</w:t>
      </w:r>
      <w:r w:rsidR="00530790" w:rsidRPr="005D5566">
        <w:t>il disparût</w:t>
      </w:r>
      <w:r>
        <w:t xml:space="preserve"> ! </w:t>
      </w:r>
      <w:r w:rsidR="00530790" w:rsidRPr="005D5566">
        <w:t>continua Lioudmila d</w:t>
      </w:r>
      <w:r>
        <w:t>’</w:t>
      </w:r>
      <w:r w:rsidR="00530790" w:rsidRPr="005D5566">
        <w:t>un air sombre et tranquille</w:t>
      </w:r>
      <w:r>
        <w:t xml:space="preserve">. </w:t>
      </w:r>
      <w:r w:rsidR="00530790" w:rsidRPr="005D5566">
        <w:t>Ses camarades lui disaient de partir</w:t>
      </w:r>
      <w:r>
        <w:t xml:space="preserve">, </w:t>
      </w:r>
      <w:r w:rsidR="00530790" w:rsidRPr="005D5566">
        <w:t>il ne les a pas écoutés</w:t>
      </w:r>
      <w:r>
        <w:t xml:space="preserve"> ! </w:t>
      </w:r>
      <w:r w:rsidR="00530790" w:rsidRPr="005D5566">
        <w:t>Selon moi</w:t>
      </w:r>
      <w:r>
        <w:t xml:space="preserve">, </w:t>
      </w:r>
      <w:r w:rsidR="00530790" w:rsidRPr="005D5566">
        <w:t>dans des cas pareils</w:t>
      </w:r>
      <w:r>
        <w:t xml:space="preserve">, </w:t>
      </w:r>
      <w:r w:rsidR="00530790" w:rsidRPr="005D5566">
        <w:t>on n</w:t>
      </w:r>
      <w:r>
        <w:t>’</w:t>
      </w:r>
      <w:r w:rsidR="00530790" w:rsidRPr="005D5566">
        <w:t>exhorte pas les gens</w:t>
      </w:r>
      <w:r>
        <w:t xml:space="preserve">, </w:t>
      </w:r>
      <w:r w:rsidR="00530790" w:rsidRPr="005D5566">
        <w:t>on leur force la main</w:t>
      </w:r>
      <w:r>
        <w:t>…</w:t>
      </w:r>
    </w:p>
    <w:p w14:paraId="589D7804" w14:textId="77777777" w:rsidR="001C0413" w:rsidRDefault="00530790" w:rsidP="001C0413">
      <w:r w:rsidRPr="005D5566">
        <w:t>Un jeune garçon aux cheveux noirs</w:t>
      </w:r>
      <w:r w:rsidR="001C0413">
        <w:t xml:space="preserve">, </w:t>
      </w:r>
      <w:r w:rsidRPr="005D5566">
        <w:t>au teint rose</w:t>
      </w:r>
      <w:r w:rsidR="001C0413">
        <w:t xml:space="preserve">, </w:t>
      </w:r>
      <w:r w:rsidRPr="005D5566">
        <w:t>au nez aquilin et aux beaux yeux bleus</w:t>
      </w:r>
      <w:r w:rsidR="001C0413">
        <w:t xml:space="preserve">, </w:t>
      </w:r>
      <w:r w:rsidRPr="005D5566">
        <w:t>apparut sur le seuil de la porte</w:t>
      </w:r>
      <w:r w:rsidR="001C0413">
        <w:t>.</w:t>
      </w:r>
    </w:p>
    <w:p w14:paraId="4F4FFF7D" w14:textId="77777777" w:rsidR="001C0413" w:rsidRDefault="001C0413" w:rsidP="001C0413">
      <w:r>
        <w:t>— </w:t>
      </w:r>
      <w:r w:rsidR="00530790" w:rsidRPr="005D5566">
        <w:t>Faut-il apporter le samovar</w:t>
      </w:r>
      <w:r>
        <w:t xml:space="preserve"> ? </w:t>
      </w:r>
      <w:r w:rsidR="00530790" w:rsidRPr="005D5566">
        <w:t>demanda-t-il d</w:t>
      </w:r>
      <w:r>
        <w:t>’</w:t>
      </w:r>
      <w:r w:rsidR="00530790" w:rsidRPr="005D5566">
        <w:t>une voix sonore</w:t>
      </w:r>
      <w:r>
        <w:t>.</w:t>
      </w:r>
    </w:p>
    <w:p w14:paraId="3E2F84DC" w14:textId="77777777" w:rsidR="001C0413" w:rsidRDefault="001C0413" w:rsidP="001C0413">
      <w:r>
        <w:t>— </w:t>
      </w:r>
      <w:r w:rsidR="00530790" w:rsidRPr="005D5566">
        <w:t>Oui</w:t>
      </w:r>
      <w:r>
        <w:t xml:space="preserve">, </w:t>
      </w:r>
      <w:r w:rsidR="00530790" w:rsidRPr="005D5566">
        <w:t>s</w:t>
      </w:r>
      <w:r>
        <w:t>’</w:t>
      </w:r>
      <w:r w:rsidR="00530790" w:rsidRPr="005D5566">
        <w:t>il te plaît</w:t>
      </w:r>
      <w:r>
        <w:t xml:space="preserve">, </w:t>
      </w:r>
      <w:r w:rsidR="00530790" w:rsidRPr="005D5566">
        <w:t>Serge</w:t>
      </w:r>
      <w:r>
        <w:t xml:space="preserve"> ! </w:t>
      </w:r>
      <w:r w:rsidR="00530790" w:rsidRPr="005D5566">
        <w:t>C</w:t>
      </w:r>
      <w:r>
        <w:t>’</w:t>
      </w:r>
      <w:r w:rsidR="00530790" w:rsidRPr="005D5566">
        <w:t>est mon élève</w:t>
      </w:r>
      <w:r>
        <w:t xml:space="preserve">… </w:t>
      </w:r>
      <w:r w:rsidR="00530790" w:rsidRPr="005D5566">
        <w:t>Vous ne l</w:t>
      </w:r>
      <w:r>
        <w:t>’</w:t>
      </w:r>
      <w:r w:rsidR="00530790" w:rsidRPr="005D5566">
        <w:t>avez jamais vu</w:t>
      </w:r>
      <w:r>
        <w:t> ?</w:t>
      </w:r>
    </w:p>
    <w:p w14:paraId="29BD50DA" w14:textId="77777777" w:rsidR="001C0413" w:rsidRDefault="001C0413" w:rsidP="001C0413">
      <w:r>
        <w:t>— </w:t>
      </w:r>
      <w:r w:rsidR="00530790" w:rsidRPr="005D5566">
        <w:t>Non</w:t>
      </w:r>
      <w:r>
        <w:t>.</w:t>
      </w:r>
    </w:p>
    <w:p w14:paraId="7462BEF3" w14:textId="77777777" w:rsidR="001C0413" w:rsidRDefault="001C0413" w:rsidP="001C0413">
      <w:r>
        <w:t>— </w:t>
      </w:r>
      <w:r w:rsidR="00530790" w:rsidRPr="005D5566">
        <w:t>Je l</w:t>
      </w:r>
      <w:r>
        <w:t>’</w:t>
      </w:r>
      <w:r w:rsidR="00530790" w:rsidRPr="005D5566">
        <w:t>ai envoyé quelquefois chez Nicolas</w:t>
      </w:r>
      <w:r>
        <w:t>.</w:t>
      </w:r>
    </w:p>
    <w:p w14:paraId="5A571F1E" w14:textId="77777777" w:rsidR="001C0413" w:rsidRDefault="00530790" w:rsidP="001C0413">
      <w:r w:rsidRPr="005D5566">
        <w:t>Il semblait à la mère que Lioudmila s</w:t>
      </w:r>
      <w:r w:rsidR="001C0413">
        <w:t>’</w:t>
      </w:r>
      <w:r w:rsidRPr="005D5566">
        <w:t>était transformée</w:t>
      </w:r>
      <w:r w:rsidR="001C0413">
        <w:t xml:space="preserve">, </w:t>
      </w:r>
      <w:r w:rsidRPr="005D5566">
        <w:t>qu</w:t>
      </w:r>
      <w:r w:rsidR="001C0413">
        <w:t>’</w:t>
      </w:r>
      <w:r w:rsidRPr="005D5566">
        <w:t>elle était plus simple et moins lointaine</w:t>
      </w:r>
      <w:r w:rsidR="001C0413">
        <w:t xml:space="preserve">. </w:t>
      </w:r>
      <w:r w:rsidRPr="005D5566">
        <w:t xml:space="preserve">Il y avait dans les mouvements souples de son corps harmonieux beaucoup de </w:t>
      </w:r>
      <w:r w:rsidRPr="005D5566">
        <w:lastRenderedPageBreak/>
        <w:t>beauté et de force</w:t>
      </w:r>
      <w:r w:rsidR="001C0413">
        <w:t xml:space="preserve">, </w:t>
      </w:r>
      <w:r w:rsidRPr="005D5566">
        <w:t>qui atténuait un peu l</w:t>
      </w:r>
      <w:r w:rsidR="001C0413">
        <w:t>’</w:t>
      </w:r>
      <w:r w:rsidRPr="005D5566">
        <w:t>expression sévère de son visage pâle</w:t>
      </w:r>
      <w:r w:rsidR="001C0413">
        <w:t xml:space="preserve">. </w:t>
      </w:r>
      <w:r w:rsidRPr="005D5566">
        <w:t>Les cernes de ses yeux s</w:t>
      </w:r>
      <w:r w:rsidR="001C0413">
        <w:t>’</w:t>
      </w:r>
      <w:r w:rsidRPr="005D5566">
        <w:t>étaient encore agrandis pendant la nuit</w:t>
      </w:r>
      <w:r w:rsidR="001C0413">
        <w:t>.</w:t>
      </w:r>
    </w:p>
    <w:p w14:paraId="67A1F2DE" w14:textId="77777777" w:rsidR="001C0413" w:rsidRDefault="00530790" w:rsidP="001C0413">
      <w:r w:rsidRPr="005D5566">
        <w:t>On sentait en elle un effort continu</w:t>
      </w:r>
      <w:r w:rsidR="001C0413">
        <w:t xml:space="preserve">, </w:t>
      </w:r>
      <w:r w:rsidRPr="005D5566">
        <w:t>comme si</w:t>
      </w:r>
      <w:r w:rsidR="001C0413">
        <w:t xml:space="preserve">, </w:t>
      </w:r>
      <w:r w:rsidRPr="005D5566">
        <w:t>dans son âme</w:t>
      </w:r>
      <w:r w:rsidR="001C0413">
        <w:t xml:space="preserve">, </w:t>
      </w:r>
      <w:r w:rsidRPr="005D5566">
        <w:t>une corde était tendue</w:t>
      </w:r>
      <w:r w:rsidR="001C0413">
        <w:t xml:space="preserve">. </w:t>
      </w:r>
      <w:r w:rsidRPr="005D5566">
        <w:t>Le gamin apporta le samovar</w:t>
      </w:r>
      <w:r w:rsidR="001C0413">
        <w:t>.</w:t>
      </w:r>
    </w:p>
    <w:p w14:paraId="550A912F" w14:textId="77777777" w:rsidR="001C0413" w:rsidRDefault="001C0413" w:rsidP="001C0413">
      <w:r>
        <w:t>— </w:t>
      </w:r>
      <w:r w:rsidR="00530790" w:rsidRPr="005D5566">
        <w:t>Serge</w:t>
      </w:r>
      <w:r>
        <w:t xml:space="preserve">, </w:t>
      </w:r>
      <w:r w:rsidR="00530790" w:rsidRPr="005D5566">
        <w:t>voici Pélaguée Vlassov</w:t>
      </w:r>
      <w:r>
        <w:t xml:space="preserve">, </w:t>
      </w:r>
      <w:r w:rsidR="00530790" w:rsidRPr="005D5566">
        <w:t>la mère de l</w:t>
      </w:r>
      <w:r>
        <w:t>’</w:t>
      </w:r>
      <w:r w:rsidR="00530790" w:rsidRPr="005D5566">
        <w:t>ouvrier qu</w:t>
      </w:r>
      <w:r>
        <w:t>’</w:t>
      </w:r>
      <w:r w:rsidR="00530790" w:rsidRPr="005D5566">
        <w:t>on a condamné hier</w:t>
      </w:r>
      <w:r>
        <w:t>…</w:t>
      </w:r>
    </w:p>
    <w:p w14:paraId="2A01887F" w14:textId="77777777" w:rsidR="001C0413" w:rsidRDefault="00530790" w:rsidP="001C0413">
      <w:r w:rsidRPr="005D5566">
        <w:t>L</w:t>
      </w:r>
      <w:r w:rsidR="001C0413">
        <w:t>’</w:t>
      </w:r>
      <w:r w:rsidRPr="005D5566">
        <w:t>enfant s</w:t>
      </w:r>
      <w:r w:rsidR="001C0413">
        <w:t>’</w:t>
      </w:r>
      <w:r w:rsidRPr="005D5566">
        <w:t>inclina silencieusement</w:t>
      </w:r>
      <w:r w:rsidR="001C0413">
        <w:t xml:space="preserve">, </w:t>
      </w:r>
      <w:r w:rsidRPr="005D5566">
        <w:t>serra la main de la mère</w:t>
      </w:r>
      <w:r w:rsidR="001C0413">
        <w:t xml:space="preserve">, </w:t>
      </w:r>
      <w:r w:rsidRPr="005D5566">
        <w:t>sortit</w:t>
      </w:r>
      <w:r w:rsidR="001C0413">
        <w:t xml:space="preserve">, </w:t>
      </w:r>
      <w:r w:rsidRPr="005D5566">
        <w:t>rapporta du pain et s</w:t>
      </w:r>
      <w:r w:rsidR="001C0413">
        <w:t>’</w:t>
      </w:r>
      <w:r w:rsidRPr="005D5566">
        <w:t>assit à la table</w:t>
      </w:r>
      <w:r w:rsidR="001C0413">
        <w:t xml:space="preserve">. </w:t>
      </w:r>
      <w:r w:rsidRPr="005D5566">
        <w:t>Tout en versant le thé</w:t>
      </w:r>
      <w:r w:rsidR="001C0413">
        <w:t xml:space="preserve">, </w:t>
      </w:r>
      <w:r w:rsidRPr="005D5566">
        <w:t>Lioudmila conseilla à Pélaguée de ne pas rentrer chez elle avant qu</w:t>
      </w:r>
      <w:r w:rsidR="001C0413">
        <w:t>’</w:t>
      </w:r>
      <w:r w:rsidRPr="005D5566">
        <w:t>on sût qui la police épiait</w:t>
      </w:r>
      <w:r w:rsidR="001C0413">
        <w:t>.</w:t>
      </w:r>
    </w:p>
    <w:p w14:paraId="428FD29C" w14:textId="77777777" w:rsidR="001C0413" w:rsidRDefault="001C0413" w:rsidP="001C0413">
      <w:r>
        <w:t>— </w:t>
      </w:r>
      <w:r w:rsidR="00530790" w:rsidRPr="005D5566">
        <w:t>C</w:t>
      </w:r>
      <w:r>
        <w:t>’</w:t>
      </w:r>
      <w:r w:rsidR="00530790" w:rsidRPr="005D5566">
        <w:t>est vous</w:t>
      </w:r>
      <w:r>
        <w:t xml:space="preserve">, </w:t>
      </w:r>
      <w:r w:rsidR="00530790" w:rsidRPr="005D5566">
        <w:t>peut-être</w:t>
      </w:r>
      <w:r>
        <w:t xml:space="preserve">… </w:t>
      </w:r>
      <w:r w:rsidR="00530790" w:rsidRPr="005D5566">
        <w:t>On vous interrogera sûrement</w:t>
      </w:r>
      <w:r>
        <w:t>…</w:t>
      </w:r>
    </w:p>
    <w:p w14:paraId="75D01349" w14:textId="77777777" w:rsidR="001C0413" w:rsidRDefault="001C0413" w:rsidP="001C0413">
      <w:r>
        <w:t>— </w:t>
      </w:r>
      <w:r w:rsidR="00530790" w:rsidRPr="005D5566">
        <w:t>Qu</w:t>
      </w:r>
      <w:r>
        <w:t>’</w:t>
      </w:r>
      <w:r w:rsidR="00530790" w:rsidRPr="005D5566">
        <w:t>importe</w:t>
      </w:r>
      <w:r>
        <w:t xml:space="preserve"> ! </w:t>
      </w:r>
      <w:r w:rsidR="00530790" w:rsidRPr="005D5566">
        <w:t>répliqua Pélaguée</w:t>
      </w:r>
      <w:r>
        <w:t xml:space="preserve">. </w:t>
      </w:r>
      <w:r w:rsidR="00530790" w:rsidRPr="005D5566">
        <w:t>Si on m</w:t>
      </w:r>
      <w:r>
        <w:t>’</w:t>
      </w:r>
      <w:r w:rsidR="00530790" w:rsidRPr="005D5566">
        <w:t>arrête</w:t>
      </w:r>
      <w:r>
        <w:t xml:space="preserve">, </w:t>
      </w:r>
      <w:r w:rsidR="00530790" w:rsidRPr="005D5566">
        <w:t>ce ne sera pas un grand malheur</w:t>
      </w:r>
      <w:r>
        <w:t xml:space="preserve"> ! </w:t>
      </w:r>
      <w:r w:rsidR="00530790" w:rsidRPr="005D5566">
        <w:t>Seulement</w:t>
      </w:r>
      <w:r>
        <w:t xml:space="preserve">, </w:t>
      </w:r>
      <w:r w:rsidR="00530790" w:rsidRPr="005D5566">
        <w:t>j</w:t>
      </w:r>
      <w:r>
        <w:t>’</w:t>
      </w:r>
      <w:r w:rsidR="00530790" w:rsidRPr="005D5566">
        <w:t>aimerais bien que le discours de Pavel fût distribué avant</w:t>
      </w:r>
      <w:r>
        <w:t>…</w:t>
      </w:r>
    </w:p>
    <w:p w14:paraId="4BC1074D" w14:textId="77777777" w:rsidR="001C0413" w:rsidRDefault="001C0413" w:rsidP="001C0413">
      <w:r>
        <w:t>— </w:t>
      </w:r>
      <w:r w:rsidR="00530790" w:rsidRPr="005D5566">
        <w:t>Il est déjà composé</w:t>
      </w:r>
      <w:r>
        <w:t xml:space="preserve">. </w:t>
      </w:r>
      <w:r w:rsidR="00530790" w:rsidRPr="005D5566">
        <w:t>Demain</w:t>
      </w:r>
      <w:r>
        <w:t xml:space="preserve">, </w:t>
      </w:r>
      <w:r w:rsidR="00530790" w:rsidRPr="005D5566">
        <w:t>nous aurons assez d</w:t>
      </w:r>
      <w:r>
        <w:t>’</w:t>
      </w:r>
      <w:r w:rsidR="00530790" w:rsidRPr="005D5566">
        <w:t>exemplaires pour la ville et le faubourg</w:t>
      </w:r>
      <w:r>
        <w:t xml:space="preserve">… </w:t>
      </w:r>
      <w:r w:rsidR="00530790" w:rsidRPr="005D5566">
        <w:t>aussi pour le district</w:t>
      </w:r>
      <w:r>
        <w:t xml:space="preserve">. </w:t>
      </w:r>
      <w:r w:rsidR="00530790" w:rsidRPr="005D5566">
        <w:t>Vous connaissez Natacha</w:t>
      </w:r>
      <w:r>
        <w:t> ?</w:t>
      </w:r>
    </w:p>
    <w:p w14:paraId="486D87FC" w14:textId="77777777" w:rsidR="001C0413" w:rsidRDefault="001C0413" w:rsidP="001C0413">
      <w:r>
        <w:t>— </w:t>
      </w:r>
      <w:r w:rsidR="00530790" w:rsidRPr="005D5566">
        <w:t>Comment donc</w:t>
      </w:r>
      <w:r>
        <w:t> !</w:t>
      </w:r>
    </w:p>
    <w:p w14:paraId="7168A74D" w14:textId="77777777" w:rsidR="001C0413" w:rsidRDefault="001C0413" w:rsidP="001C0413">
      <w:r>
        <w:t>— </w:t>
      </w:r>
      <w:r w:rsidR="00530790" w:rsidRPr="005D5566">
        <w:t>Eh bien</w:t>
      </w:r>
      <w:r>
        <w:t xml:space="preserve">, </w:t>
      </w:r>
      <w:r w:rsidR="00530790" w:rsidRPr="005D5566">
        <w:t>il faut les lui porter</w:t>
      </w:r>
      <w:r>
        <w:t>…</w:t>
      </w:r>
    </w:p>
    <w:p w14:paraId="7CE78893" w14:textId="77777777" w:rsidR="001C0413" w:rsidRDefault="00530790" w:rsidP="001C0413">
      <w:r w:rsidRPr="005D5566">
        <w:t>L</w:t>
      </w:r>
      <w:r w:rsidR="001C0413">
        <w:t>’</w:t>
      </w:r>
      <w:r w:rsidRPr="005D5566">
        <w:t>enfant lisait un journal et semblait ne pas écouter</w:t>
      </w:r>
      <w:r w:rsidR="001C0413">
        <w:t xml:space="preserve"> ; </w:t>
      </w:r>
      <w:r w:rsidRPr="005D5566">
        <w:t>mais</w:t>
      </w:r>
      <w:r w:rsidR="001C0413">
        <w:t xml:space="preserve">, </w:t>
      </w:r>
      <w:r w:rsidRPr="005D5566">
        <w:t>parfois</w:t>
      </w:r>
      <w:r w:rsidR="001C0413">
        <w:t xml:space="preserve">, </w:t>
      </w:r>
      <w:r w:rsidRPr="005D5566">
        <w:t>ses yeux se levaient sur le visage de la mère</w:t>
      </w:r>
      <w:r w:rsidR="001C0413">
        <w:t xml:space="preserve"> ; </w:t>
      </w:r>
      <w:r w:rsidRPr="005D5566">
        <w:t>quand elle surprenait ce vif regard</w:t>
      </w:r>
      <w:r w:rsidR="001C0413">
        <w:t xml:space="preserve">, </w:t>
      </w:r>
      <w:r w:rsidRPr="005D5566">
        <w:t>elle était agréablement émue</w:t>
      </w:r>
      <w:r w:rsidR="001C0413">
        <w:t xml:space="preserve">. </w:t>
      </w:r>
      <w:r w:rsidRPr="005D5566">
        <w:t>La jeune femme parla de nouveau de Nicolas</w:t>
      </w:r>
      <w:r w:rsidR="001C0413">
        <w:t xml:space="preserve">, </w:t>
      </w:r>
      <w:r w:rsidRPr="005D5566">
        <w:t>sans se lamenter sur son arrestation</w:t>
      </w:r>
      <w:r w:rsidR="001C0413">
        <w:t xml:space="preserve"> ; </w:t>
      </w:r>
      <w:r w:rsidRPr="005D5566">
        <w:t>et ce ton sembla tout naturel à la mère</w:t>
      </w:r>
      <w:r w:rsidR="001C0413">
        <w:t xml:space="preserve">. </w:t>
      </w:r>
      <w:r w:rsidRPr="005D5566">
        <w:t>Le temps passait plus vite que les autres jours</w:t>
      </w:r>
      <w:r w:rsidR="001C0413">
        <w:t xml:space="preserve"> ; </w:t>
      </w:r>
      <w:r w:rsidRPr="005D5566">
        <w:t>il était près de midi quand le déjeuner prit fin</w:t>
      </w:r>
      <w:r w:rsidR="001C0413">
        <w:t>.</w:t>
      </w:r>
    </w:p>
    <w:p w14:paraId="327B8F33" w14:textId="56E7279D" w:rsidR="00530790" w:rsidRPr="003B37B8" w:rsidRDefault="00530790" w:rsidP="001C0413">
      <w:pPr>
        <w:pStyle w:val="Titre2"/>
        <w:rPr>
          <w:szCs w:val="44"/>
        </w:rPr>
      </w:pPr>
      <w:bookmarkStart w:id="60" w:name="_Toc202279581"/>
      <w:r w:rsidRPr="003B37B8">
        <w:rPr>
          <w:szCs w:val="44"/>
        </w:rPr>
        <w:lastRenderedPageBreak/>
        <w:t>XXVIII</w:t>
      </w:r>
      <w:bookmarkEnd w:id="60"/>
      <w:r w:rsidRPr="003B37B8">
        <w:rPr>
          <w:szCs w:val="44"/>
        </w:rPr>
        <w:br/>
      </w:r>
    </w:p>
    <w:p w14:paraId="38096B42" w14:textId="77777777" w:rsidR="001C0413" w:rsidRDefault="00530790" w:rsidP="001C0413">
      <w:r w:rsidRPr="005D5566">
        <w:t>Soudain on frappa vivement à la porte</w:t>
      </w:r>
      <w:r w:rsidR="001C0413">
        <w:t xml:space="preserve">. </w:t>
      </w:r>
      <w:r w:rsidRPr="005D5566">
        <w:t>L</w:t>
      </w:r>
      <w:r w:rsidR="001C0413">
        <w:t>’</w:t>
      </w:r>
      <w:r w:rsidRPr="005D5566">
        <w:t>enfant se leva et jeta un coup d</w:t>
      </w:r>
      <w:r w:rsidR="001C0413">
        <w:t>’</w:t>
      </w:r>
      <w:r w:rsidRPr="005D5566">
        <w:t>œil interrogateur sur la maîtresse du logis</w:t>
      </w:r>
      <w:r w:rsidR="001C0413">
        <w:t>.</w:t>
      </w:r>
    </w:p>
    <w:p w14:paraId="1BE383F6" w14:textId="77777777" w:rsidR="001C0413" w:rsidRDefault="001C0413" w:rsidP="001C0413">
      <w:r>
        <w:t>— </w:t>
      </w:r>
      <w:r w:rsidR="00530790" w:rsidRPr="005D5566">
        <w:t>Ouvre</w:t>
      </w:r>
      <w:r>
        <w:t xml:space="preserve">, </w:t>
      </w:r>
      <w:r w:rsidR="00530790" w:rsidRPr="005D5566">
        <w:t>Serge</w:t>
      </w:r>
      <w:r>
        <w:t xml:space="preserve"> ! </w:t>
      </w:r>
      <w:r w:rsidR="00530790" w:rsidRPr="005D5566">
        <w:t>Qui cela peut-il bien être</w:t>
      </w:r>
      <w:r>
        <w:t> ?</w:t>
      </w:r>
    </w:p>
    <w:p w14:paraId="73BEC5EE" w14:textId="77777777" w:rsidR="001C0413" w:rsidRDefault="00530790" w:rsidP="001C0413">
      <w:r w:rsidRPr="005D5566">
        <w:t>D</w:t>
      </w:r>
      <w:r w:rsidR="001C0413">
        <w:t>’</w:t>
      </w:r>
      <w:r w:rsidRPr="005D5566">
        <w:t>un geste calme</w:t>
      </w:r>
      <w:r w:rsidR="001C0413">
        <w:t xml:space="preserve">, </w:t>
      </w:r>
      <w:r w:rsidRPr="005D5566">
        <w:t>elle plongea la main dans la poche de sa robe et dit à la mère</w:t>
      </w:r>
      <w:r w:rsidR="001C0413">
        <w:t> :</w:t>
      </w:r>
    </w:p>
    <w:p w14:paraId="64AC3B13" w14:textId="77777777" w:rsidR="001C0413" w:rsidRDefault="001C0413" w:rsidP="001C0413">
      <w:r>
        <w:t>— </w:t>
      </w:r>
      <w:r w:rsidR="00530790" w:rsidRPr="005D5566">
        <w:t>Si ce sont les gendarmes</w:t>
      </w:r>
      <w:r>
        <w:t xml:space="preserve">, </w:t>
      </w:r>
      <w:r w:rsidR="00530790" w:rsidRPr="005D5566">
        <w:t>placez-vous dans ce coin</w:t>
      </w:r>
      <w:r>
        <w:t xml:space="preserve">… </w:t>
      </w:r>
      <w:r w:rsidR="00530790" w:rsidRPr="005D5566">
        <w:t>Et toi</w:t>
      </w:r>
      <w:r>
        <w:t xml:space="preserve">, </w:t>
      </w:r>
      <w:r w:rsidR="00530790" w:rsidRPr="005D5566">
        <w:t>Serge</w:t>
      </w:r>
      <w:r>
        <w:t>…</w:t>
      </w:r>
    </w:p>
    <w:p w14:paraId="7E0C30EE" w14:textId="77777777" w:rsidR="001C0413" w:rsidRDefault="001C0413" w:rsidP="001C0413">
      <w:r>
        <w:t>— </w:t>
      </w:r>
      <w:r w:rsidR="00530790" w:rsidRPr="005D5566">
        <w:t>Je sais</w:t>
      </w:r>
      <w:r>
        <w:t xml:space="preserve"> ! </w:t>
      </w:r>
      <w:r w:rsidR="00530790" w:rsidRPr="005D5566">
        <w:t>répondit l</w:t>
      </w:r>
      <w:r>
        <w:t>’</w:t>
      </w:r>
      <w:r w:rsidR="00530790" w:rsidRPr="005D5566">
        <w:t>enfant à voix basse</w:t>
      </w:r>
      <w:r>
        <w:t xml:space="preserve">, </w:t>
      </w:r>
      <w:r w:rsidR="00530790" w:rsidRPr="005D5566">
        <w:t>et il disparut</w:t>
      </w:r>
      <w:r>
        <w:t>.</w:t>
      </w:r>
    </w:p>
    <w:p w14:paraId="7C8A7812" w14:textId="77777777" w:rsidR="001C0413" w:rsidRDefault="00530790" w:rsidP="001C0413">
      <w:r w:rsidRPr="005D5566">
        <w:t>La mère sourit</w:t>
      </w:r>
      <w:r w:rsidR="001C0413">
        <w:t xml:space="preserve">. </w:t>
      </w:r>
      <w:r w:rsidRPr="005D5566">
        <w:t>Tous ces préparatifs ne l</w:t>
      </w:r>
      <w:r w:rsidR="001C0413">
        <w:t>’</w:t>
      </w:r>
      <w:r w:rsidRPr="005D5566">
        <w:t>émouvaient pas</w:t>
      </w:r>
      <w:r w:rsidR="001C0413">
        <w:t xml:space="preserve"> ; </w:t>
      </w:r>
      <w:r w:rsidRPr="005D5566">
        <w:t>elle n</w:t>
      </w:r>
      <w:r w:rsidR="001C0413">
        <w:t>’</w:t>
      </w:r>
      <w:r w:rsidRPr="005D5566">
        <w:t>avait pas le pressentiment d</w:t>
      </w:r>
      <w:r w:rsidR="001C0413">
        <w:t>’</w:t>
      </w:r>
      <w:r w:rsidRPr="005D5566">
        <w:t>un malheur</w:t>
      </w:r>
      <w:r w:rsidR="001C0413">
        <w:t xml:space="preserve">. </w:t>
      </w:r>
      <w:r w:rsidRPr="005D5566">
        <w:t>Ce fut le docteur qui entra</w:t>
      </w:r>
      <w:r w:rsidR="001C0413">
        <w:t xml:space="preserve">. </w:t>
      </w:r>
      <w:r w:rsidRPr="005D5566">
        <w:t>Il dit précipitamment</w:t>
      </w:r>
      <w:r w:rsidR="001C0413">
        <w:t> :</w:t>
      </w:r>
    </w:p>
    <w:p w14:paraId="4DA22354" w14:textId="77777777" w:rsidR="001C0413" w:rsidRDefault="001C0413" w:rsidP="001C0413">
      <w:r>
        <w:t>— </w:t>
      </w:r>
      <w:r w:rsidR="00530790" w:rsidRPr="005D5566">
        <w:t>Nicolas est arrêté</w:t>
      </w:r>
      <w:r>
        <w:t xml:space="preserve">… </w:t>
      </w:r>
      <w:r w:rsidR="00530790" w:rsidRPr="005D5566">
        <w:t>Ah</w:t>
      </w:r>
      <w:r>
        <w:t xml:space="preserve"> ! </w:t>
      </w:r>
      <w:r w:rsidR="00530790" w:rsidRPr="005D5566">
        <w:t>vous êtes ici</w:t>
      </w:r>
      <w:r>
        <w:t xml:space="preserve">, </w:t>
      </w:r>
      <w:r w:rsidR="00530790" w:rsidRPr="005D5566">
        <w:t>mère</w:t>
      </w:r>
      <w:r>
        <w:t xml:space="preserve"> ? </w:t>
      </w:r>
      <w:r w:rsidR="00530790" w:rsidRPr="005D5566">
        <w:t>Vous n</w:t>
      </w:r>
      <w:r>
        <w:t>’</w:t>
      </w:r>
      <w:r w:rsidR="00530790" w:rsidRPr="005D5566">
        <w:t>étiez pas à la maison quand on l</w:t>
      </w:r>
      <w:r>
        <w:t>’</w:t>
      </w:r>
      <w:r w:rsidR="00530790" w:rsidRPr="005D5566">
        <w:t>a emmené</w:t>
      </w:r>
      <w:r>
        <w:t> ?</w:t>
      </w:r>
    </w:p>
    <w:p w14:paraId="7DE34DD3" w14:textId="77777777" w:rsidR="001C0413" w:rsidRDefault="001C0413" w:rsidP="001C0413">
      <w:r>
        <w:t>— </w:t>
      </w:r>
      <w:r w:rsidR="00530790" w:rsidRPr="005D5566">
        <w:t>Non</w:t>
      </w:r>
      <w:r>
        <w:t xml:space="preserve">, </w:t>
      </w:r>
      <w:r w:rsidR="00530790" w:rsidRPr="005D5566">
        <w:t>il m</w:t>
      </w:r>
      <w:r>
        <w:t>’</w:t>
      </w:r>
      <w:r w:rsidR="00530790" w:rsidRPr="005D5566">
        <w:t>avait envoyée ici</w:t>
      </w:r>
      <w:r>
        <w:t>…</w:t>
      </w:r>
    </w:p>
    <w:p w14:paraId="3269F247" w14:textId="77777777" w:rsidR="001C0413" w:rsidRDefault="001C0413" w:rsidP="001C0413">
      <w:r>
        <w:t>— </w:t>
      </w:r>
      <w:r w:rsidR="00530790" w:rsidRPr="005D5566">
        <w:t>Hum</w:t>
      </w:r>
      <w:r>
        <w:t xml:space="preserve"> !… </w:t>
      </w:r>
      <w:r w:rsidR="00530790" w:rsidRPr="005D5566">
        <w:t>Je ne pense pas que ce soit bien utile pour vous</w:t>
      </w:r>
      <w:r>
        <w:t xml:space="preserve">… </w:t>
      </w:r>
      <w:r w:rsidR="00530790" w:rsidRPr="005D5566">
        <w:t>Cette nuit</w:t>
      </w:r>
      <w:r>
        <w:t xml:space="preserve">, </w:t>
      </w:r>
      <w:r w:rsidR="00530790" w:rsidRPr="005D5566">
        <w:t>des jeunes gens ont tiré sur gélatine cinq cents exemplaires du discours de Pavel</w:t>
      </w:r>
      <w:r>
        <w:t xml:space="preserve">… </w:t>
      </w:r>
      <w:r w:rsidR="00530790" w:rsidRPr="005D5566">
        <w:t>Le travail est bien fait</w:t>
      </w:r>
      <w:r>
        <w:t xml:space="preserve">, </w:t>
      </w:r>
      <w:r w:rsidR="00530790" w:rsidRPr="005D5566">
        <w:t>c</w:t>
      </w:r>
      <w:r>
        <w:t>’</w:t>
      </w:r>
      <w:r w:rsidR="00530790" w:rsidRPr="005D5566">
        <w:t>est net et lisible</w:t>
      </w:r>
      <w:r>
        <w:t xml:space="preserve">. </w:t>
      </w:r>
      <w:r w:rsidR="00530790" w:rsidRPr="005D5566">
        <w:t>Ils veulent les répandre en ville ce soir</w:t>
      </w:r>
      <w:r>
        <w:t xml:space="preserve">. </w:t>
      </w:r>
      <w:r w:rsidR="00530790" w:rsidRPr="005D5566">
        <w:t>Je ne suis pas de cet avis</w:t>
      </w:r>
      <w:r>
        <w:t xml:space="preserve"> ; </w:t>
      </w:r>
      <w:r w:rsidR="00530790" w:rsidRPr="005D5566">
        <w:t>pour la ville</w:t>
      </w:r>
      <w:r>
        <w:t xml:space="preserve">, </w:t>
      </w:r>
      <w:r w:rsidR="00530790" w:rsidRPr="005D5566">
        <w:t>les feuilles imprimées sont préférables</w:t>
      </w:r>
      <w:r>
        <w:t xml:space="preserve"> ; </w:t>
      </w:r>
      <w:r w:rsidR="00530790" w:rsidRPr="005D5566">
        <w:t>les autres</w:t>
      </w:r>
      <w:r>
        <w:t xml:space="preserve">, </w:t>
      </w:r>
      <w:r w:rsidR="00530790" w:rsidRPr="005D5566">
        <w:t>il faut les expédier n</w:t>
      </w:r>
      <w:r>
        <w:t>’</w:t>
      </w:r>
      <w:r w:rsidR="00530790" w:rsidRPr="005D5566">
        <w:t>importe où</w:t>
      </w:r>
      <w:r>
        <w:t> !</w:t>
      </w:r>
    </w:p>
    <w:p w14:paraId="4800BB73" w14:textId="77777777" w:rsidR="001C0413" w:rsidRDefault="001C0413" w:rsidP="001C0413">
      <w:r>
        <w:t>— </w:t>
      </w:r>
      <w:r w:rsidR="00530790" w:rsidRPr="005D5566">
        <w:t>Je vais les porter à Natacha</w:t>
      </w:r>
      <w:r>
        <w:t xml:space="preserve"> ! </w:t>
      </w:r>
      <w:r w:rsidR="00530790" w:rsidRPr="005D5566">
        <w:t>Donnez-les moi</w:t>
      </w:r>
      <w:r>
        <w:t xml:space="preserve"> ! </w:t>
      </w:r>
      <w:r w:rsidR="00530790" w:rsidRPr="005D5566">
        <w:t>s</w:t>
      </w:r>
      <w:r>
        <w:t>’</w:t>
      </w:r>
      <w:r w:rsidR="00530790" w:rsidRPr="005D5566">
        <w:t>écria la mère avec vivacité</w:t>
      </w:r>
      <w:r>
        <w:t>.</w:t>
      </w:r>
    </w:p>
    <w:p w14:paraId="0305DC42" w14:textId="77777777" w:rsidR="001C0413" w:rsidRDefault="00530790" w:rsidP="001C0413">
      <w:r w:rsidRPr="005D5566">
        <w:lastRenderedPageBreak/>
        <w:t>Elle avait une grande envie de faire circuler le plus vite possible le discours de Pavel</w:t>
      </w:r>
      <w:r w:rsidR="001C0413">
        <w:t xml:space="preserve">, </w:t>
      </w:r>
      <w:r w:rsidRPr="005D5566">
        <w:t>d</w:t>
      </w:r>
      <w:r w:rsidR="001C0413">
        <w:t>’</w:t>
      </w:r>
      <w:r w:rsidRPr="005D5566">
        <w:t>inonder la terre des paroles de son fils</w:t>
      </w:r>
      <w:r w:rsidR="001C0413">
        <w:t xml:space="preserve"> ; </w:t>
      </w:r>
      <w:r w:rsidRPr="005D5566">
        <w:t>elle regarda le médecin avec des yeux attentifs</w:t>
      </w:r>
      <w:r w:rsidR="001C0413">
        <w:t xml:space="preserve">, </w:t>
      </w:r>
      <w:r w:rsidRPr="005D5566">
        <w:t>presque suppliants</w:t>
      </w:r>
      <w:r w:rsidR="001C0413">
        <w:t>.</w:t>
      </w:r>
    </w:p>
    <w:p w14:paraId="218C844B" w14:textId="77777777" w:rsidR="001C0413" w:rsidRDefault="001C0413" w:rsidP="001C0413">
      <w:r>
        <w:t>— </w:t>
      </w:r>
      <w:r w:rsidR="00530790" w:rsidRPr="005D5566">
        <w:t>Je ne sais pas s</w:t>
      </w:r>
      <w:r>
        <w:t>’</w:t>
      </w:r>
      <w:r w:rsidR="00530790" w:rsidRPr="005D5566">
        <w:t>il est sage que vous entrepreniez cette affaire-là maintenant</w:t>
      </w:r>
      <w:r>
        <w:t xml:space="preserve"> ! </w:t>
      </w:r>
      <w:r w:rsidR="00530790" w:rsidRPr="005D5566">
        <w:t>dit-il indécis</w:t>
      </w:r>
      <w:r>
        <w:t xml:space="preserve"> ; </w:t>
      </w:r>
      <w:r w:rsidR="00530790" w:rsidRPr="005D5566">
        <w:t>il tira sa montre</w:t>
      </w:r>
      <w:r>
        <w:t xml:space="preserve">. </w:t>
      </w:r>
      <w:r w:rsidR="00530790" w:rsidRPr="005D5566">
        <w:t>Il est onze heures quarante-trois</w:t>
      </w:r>
      <w:r>
        <w:t xml:space="preserve">… </w:t>
      </w:r>
      <w:r w:rsidR="00530790" w:rsidRPr="005D5566">
        <w:t>Le train part à deux heures cinq</w:t>
      </w:r>
      <w:r>
        <w:t xml:space="preserve"> ; </w:t>
      </w:r>
      <w:r w:rsidR="00530790" w:rsidRPr="005D5566">
        <w:t>vous serez là-bas à cinq heures quinze</w:t>
      </w:r>
      <w:r>
        <w:t xml:space="preserve"> ; </w:t>
      </w:r>
      <w:r w:rsidR="00530790" w:rsidRPr="005D5566">
        <w:t>vous arriverez le soir</w:t>
      </w:r>
      <w:r>
        <w:t xml:space="preserve">, </w:t>
      </w:r>
      <w:r w:rsidR="00530790" w:rsidRPr="005D5566">
        <w:t>mais pas assez tard</w:t>
      </w:r>
      <w:r>
        <w:t xml:space="preserve">… </w:t>
      </w:r>
      <w:r w:rsidR="00530790" w:rsidRPr="005D5566">
        <w:t>D</w:t>
      </w:r>
      <w:r>
        <w:t>’</w:t>
      </w:r>
      <w:r w:rsidR="00530790" w:rsidRPr="005D5566">
        <w:t>ailleurs</w:t>
      </w:r>
      <w:r>
        <w:t xml:space="preserve">, </w:t>
      </w:r>
      <w:r w:rsidR="00530790" w:rsidRPr="005D5566">
        <w:t>ce n</w:t>
      </w:r>
      <w:r>
        <w:t>’</w:t>
      </w:r>
      <w:r w:rsidR="00530790" w:rsidRPr="005D5566">
        <w:t>est pas là l</w:t>
      </w:r>
      <w:r>
        <w:t>’</w:t>
      </w:r>
      <w:r w:rsidR="00530790" w:rsidRPr="005D5566">
        <w:t>essentiel</w:t>
      </w:r>
      <w:r>
        <w:t>…</w:t>
      </w:r>
    </w:p>
    <w:p w14:paraId="15922D38" w14:textId="77777777" w:rsidR="001C0413" w:rsidRDefault="001C0413" w:rsidP="001C0413">
      <w:r>
        <w:t>— </w:t>
      </w:r>
      <w:r w:rsidR="00530790" w:rsidRPr="005D5566">
        <w:t>Non</w:t>
      </w:r>
      <w:r>
        <w:t xml:space="preserve">, </w:t>
      </w:r>
      <w:r w:rsidR="00530790" w:rsidRPr="005D5566">
        <w:t>ce n</w:t>
      </w:r>
      <w:r>
        <w:t>’</w:t>
      </w:r>
      <w:r w:rsidR="00530790" w:rsidRPr="005D5566">
        <w:t>est pas l</w:t>
      </w:r>
      <w:r>
        <w:t>’</w:t>
      </w:r>
      <w:r w:rsidR="00530790" w:rsidRPr="005D5566">
        <w:t>essentiel</w:t>
      </w:r>
      <w:r>
        <w:t xml:space="preserve"> ! </w:t>
      </w:r>
      <w:r w:rsidR="00530790" w:rsidRPr="005D5566">
        <w:t>répéta Lioudmila en fronçant le sourcil</w:t>
      </w:r>
      <w:r>
        <w:t>.</w:t>
      </w:r>
    </w:p>
    <w:p w14:paraId="057C8914" w14:textId="77777777" w:rsidR="001C0413" w:rsidRDefault="001C0413" w:rsidP="001C0413">
      <w:r>
        <w:t>— </w:t>
      </w:r>
      <w:r w:rsidR="00530790" w:rsidRPr="005D5566">
        <w:t>Et quoi alors</w:t>
      </w:r>
      <w:r>
        <w:t xml:space="preserve"> ? </w:t>
      </w:r>
      <w:r w:rsidR="00530790" w:rsidRPr="005D5566">
        <w:t>demanda la mère en s</w:t>
      </w:r>
      <w:r>
        <w:t>’</w:t>
      </w:r>
      <w:r w:rsidR="00530790" w:rsidRPr="005D5566">
        <w:t>approchant d</w:t>
      </w:r>
      <w:r>
        <w:t>’</w:t>
      </w:r>
      <w:r w:rsidR="00530790" w:rsidRPr="005D5566">
        <w:t>eux</w:t>
      </w:r>
      <w:r>
        <w:t xml:space="preserve">. </w:t>
      </w:r>
      <w:r w:rsidR="00530790" w:rsidRPr="005D5566">
        <w:t>L</w:t>
      </w:r>
      <w:r>
        <w:t>’</w:t>
      </w:r>
      <w:r w:rsidR="00530790" w:rsidRPr="005D5566">
        <w:t>essentiel est que l</w:t>
      </w:r>
      <w:r>
        <w:t>’</w:t>
      </w:r>
      <w:r w:rsidR="00530790" w:rsidRPr="005D5566">
        <w:t>affaire soit bien faite</w:t>
      </w:r>
      <w:r>
        <w:t xml:space="preserve">… </w:t>
      </w:r>
      <w:r w:rsidR="00530790" w:rsidRPr="005D5566">
        <w:t>et je sais m</w:t>
      </w:r>
      <w:r>
        <w:t>’</w:t>
      </w:r>
      <w:r w:rsidR="00530790" w:rsidRPr="005D5566">
        <w:t>y prendre</w:t>
      </w:r>
      <w:r>
        <w:t> !</w:t>
      </w:r>
    </w:p>
    <w:p w14:paraId="3D68EC59" w14:textId="77777777" w:rsidR="001C0413" w:rsidRDefault="00530790" w:rsidP="001C0413">
      <w:r w:rsidRPr="005D5566">
        <w:t>La jeune femme la considéra fixement et déclara en s</w:t>
      </w:r>
      <w:r w:rsidR="001C0413">
        <w:t>’</w:t>
      </w:r>
      <w:r w:rsidRPr="005D5566">
        <w:t>essuyant le front</w:t>
      </w:r>
      <w:r w:rsidR="001C0413">
        <w:t> :</w:t>
      </w:r>
    </w:p>
    <w:p w14:paraId="17F26A0E" w14:textId="77777777" w:rsidR="001C0413" w:rsidRDefault="001C0413" w:rsidP="001C0413">
      <w:r>
        <w:t>— </w:t>
      </w:r>
      <w:r w:rsidR="00530790" w:rsidRPr="005D5566">
        <w:t>C</w:t>
      </w:r>
      <w:r>
        <w:t>’</w:t>
      </w:r>
      <w:r w:rsidR="00530790" w:rsidRPr="005D5566">
        <w:t>est dangereux</w:t>
      </w:r>
      <w:r>
        <w:t>…</w:t>
      </w:r>
    </w:p>
    <w:p w14:paraId="01109192" w14:textId="77777777" w:rsidR="001C0413" w:rsidRDefault="001C0413" w:rsidP="001C0413">
      <w:r>
        <w:t>— </w:t>
      </w:r>
      <w:r w:rsidR="00530790" w:rsidRPr="005D5566">
        <w:t>Pourquoi</w:t>
      </w:r>
      <w:r>
        <w:t xml:space="preserve"> ? </w:t>
      </w:r>
      <w:r w:rsidR="00530790" w:rsidRPr="005D5566">
        <w:t>s</w:t>
      </w:r>
      <w:r>
        <w:t>’</w:t>
      </w:r>
      <w:r w:rsidR="00530790" w:rsidRPr="005D5566">
        <w:t>écria la mère</w:t>
      </w:r>
      <w:r>
        <w:t>.</w:t>
      </w:r>
    </w:p>
    <w:p w14:paraId="574D06EC" w14:textId="77777777" w:rsidR="001C0413" w:rsidRDefault="001C0413" w:rsidP="001C0413">
      <w:r>
        <w:t>— </w:t>
      </w:r>
      <w:r w:rsidR="00530790" w:rsidRPr="005D5566">
        <w:t>Voici pourquoi</w:t>
      </w:r>
      <w:r>
        <w:t xml:space="preserve"> ! </w:t>
      </w:r>
      <w:r w:rsidR="00530790" w:rsidRPr="005D5566">
        <w:t>dit le docteur</w:t>
      </w:r>
      <w:r>
        <w:t xml:space="preserve">, </w:t>
      </w:r>
      <w:r w:rsidR="00530790" w:rsidRPr="005D5566">
        <w:t>d</w:t>
      </w:r>
      <w:r>
        <w:t>’</w:t>
      </w:r>
      <w:r w:rsidR="00530790" w:rsidRPr="005D5566">
        <w:t>une voix précipitée et inégale</w:t>
      </w:r>
      <w:r>
        <w:t xml:space="preserve"> : </w:t>
      </w:r>
      <w:r w:rsidR="00530790" w:rsidRPr="005D5566">
        <w:t>vous avez disparu de chez vous une heure avant l</w:t>
      </w:r>
      <w:r>
        <w:t>’</w:t>
      </w:r>
      <w:r w:rsidR="00530790" w:rsidRPr="005D5566">
        <w:t>arrestation de Nicolas</w:t>
      </w:r>
      <w:r>
        <w:t xml:space="preserve">. </w:t>
      </w:r>
      <w:r w:rsidR="00530790" w:rsidRPr="005D5566">
        <w:t>Vous vous êtes rendue à la fabrique</w:t>
      </w:r>
      <w:r>
        <w:t xml:space="preserve">, </w:t>
      </w:r>
      <w:r w:rsidR="00530790" w:rsidRPr="005D5566">
        <w:t>où on vous connaît si bien</w:t>
      </w:r>
      <w:r>
        <w:t xml:space="preserve">. </w:t>
      </w:r>
      <w:r w:rsidR="00530790" w:rsidRPr="005D5566">
        <w:t>Après votre arrivée</w:t>
      </w:r>
      <w:r>
        <w:t xml:space="preserve">, </w:t>
      </w:r>
      <w:r w:rsidR="00530790" w:rsidRPr="005D5566">
        <w:t>des feuillets révolutionnaires ont apparu à la fabrique</w:t>
      </w:r>
      <w:r>
        <w:t xml:space="preserve">. </w:t>
      </w:r>
      <w:r w:rsidR="00530790" w:rsidRPr="005D5566">
        <w:t>Tout cela se serrera autour de votre cou comme un nœud coulant</w:t>
      </w:r>
      <w:r>
        <w:t>…</w:t>
      </w:r>
    </w:p>
    <w:p w14:paraId="05B5D5B8" w14:textId="77777777" w:rsidR="001C0413" w:rsidRDefault="001C0413" w:rsidP="001C0413">
      <w:r>
        <w:t>— </w:t>
      </w:r>
      <w:r w:rsidR="00530790" w:rsidRPr="005D5566">
        <w:t>On ne me remarquera pas</w:t>
      </w:r>
      <w:r>
        <w:t xml:space="preserve"> ! </w:t>
      </w:r>
      <w:r w:rsidR="00530790" w:rsidRPr="005D5566">
        <w:t>affirma la mère en s</w:t>
      </w:r>
      <w:r>
        <w:t>’</w:t>
      </w:r>
      <w:r w:rsidR="00530790" w:rsidRPr="005D5566">
        <w:t>animant</w:t>
      </w:r>
      <w:r>
        <w:t xml:space="preserve">. </w:t>
      </w:r>
      <w:r w:rsidR="00530790" w:rsidRPr="005D5566">
        <w:t>Si on m</w:t>
      </w:r>
      <w:r>
        <w:t>’</w:t>
      </w:r>
      <w:r w:rsidR="00530790" w:rsidRPr="005D5566">
        <w:t>arrête quand je reviendrai et qu</w:t>
      </w:r>
      <w:r>
        <w:t>’</w:t>
      </w:r>
      <w:r w:rsidR="00530790" w:rsidRPr="005D5566">
        <w:t>on me demande où j</w:t>
      </w:r>
      <w:r>
        <w:t>’</w:t>
      </w:r>
      <w:r w:rsidR="00530790" w:rsidRPr="005D5566">
        <w:t>ai été</w:t>
      </w:r>
      <w:r>
        <w:t>…</w:t>
      </w:r>
    </w:p>
    <w:p w14:paraId="1629DD3A" w14:textId="77777777" w:rsidR="001C0413" w:rsidRDefault="00530790" w:rsidP="001C0413">
      <w:r w:rsidRPr="005D5566">
        <w:lastRenderedPageBreak/>
        <w:t>Elle s</w:t>
      </w:r>
      <w:r w:rsidR="001C0413">
        <w:t>’</w:t>
      </w:r>
      <w:r w:rsidRPr="005D5566">
        <w:t>interrompit et reprit</w:t>
      </w:r>
      <w:r w:rsidR="001C0413">
        <w:t> :</w:t>
      </w:r>
    </w:p>
    <w:p w14:paraId="502B6C84" w14:textId="77777777" w:rsidR="001C0413" w:rsidRDefault="001C0413" w:rsidP="001C0413">
      <w:r>
        <w:t>— </w:t>
      </w:r>
      <w:r w:rsidR="00530790" w:rsidRPr="005D5566">
        <w:t>Je saurai bien répondre</w:t>
      </w:r>
      <w:r>
        <w:t xml:space="preserve"> ! </w:t>
      </w:r>
      <w:r w:rsidR="00530790" w:rsidRPr="005D5566">
        <w:t>De la fabrique</w:t>
      </w:r>
      <w:r>
        <w:t xml:space="preserve">, </w:t>
      </w:r>
      <w:r w:rsidR="00530790" w:rsidRPr="005D5566">
        <w:t>je me rendrai directement</w:t>
      </w:r>
      <w:r>
        <w:t xml:space="preserve">, </w:t>
      </w:r>
      <w:r w:rsidR="00530790" w:rsidRPr="005D5566">
        <w:t>au faubourg</w:t>
      </w:r>
      <w:r>
        <w:t xml:space="preserve"> ; </w:t>
      </w:r>
      <w:r w:rsidR="00530790" w:rsidRPr="005D5566">
        <w:t>je connais là un homme</w:t>
      </w:r>
      <w:r>
        <w:t xml:space="preserve">, </w:t>
      </w:r>
      <w:r w:rsidR="00530790" w:rsidRPr="005D5566">
        <w:t>Sizov</w:t>
      </w:r>
      <w:r>
        <w:t xml:space="preserve">… </w:t>
      </w:r>
      <w:r w:rsidR="00530790" w:rsidRPr="005D5566">
        <w:t>je dirai donc que</w:t>
      </w:r>
      <w:r>
        <w:t xml:space="preserve">, </w:t>
      </w:r>
      <w:r w:rsidR="00530790" w:rsidRPr="005D5566">
        <w:t>tout de suite après le jugement j</w:t>
      </w:r>
      <w:r>
        <w:t>’</w:t>
      </w:r>
      <w:r w:rsidR="00530790" w:rsidRPr="005D5566">
        <w:t>ai été chez Sizov</w:t>
      </w:r>
      <w:r>
        <w:t xml:space="preserve">, </w:t>
      </w:r>
      <w:r w:rsidR="00530790" w:rsidRPr="005D5566">
        <w:t>poussée par le chagrin</w:t>
      </w:r>
      <w:r>
        <w:t xml:space="preserve">… </w:t>
      </w:r>
      <w:r w:rsidR="00530790" w:rsidRPr="005D5566">
        <w:t>Lui aussi est dans la douleur</w:t>
      </w:r>
      <w:r>
        <w:t xml:space="preserve"> : </w:t>
      </w:r>
      <w:r w:rsidR="00530790" w:rsidRPr="005D5566">
        <w:t>son neveu a été condamné avec Pavel</w:t>
      </w:r>
      <w:r>
        <w:t xml:space="preserve"> !… </w:t>
      </w:r>
      <w:r w:rsidR="00530790" w:rsidRPr="005D5566">
        <w:t>Et je dirai que je suis restée tout le temps chez lui</w:t>
      </w:r>
      <w:r>
        <w:t xml:space="preserve">… </w:t>
      </w:r>
      <w:r w:rsidR="00530790" w:rsidRPr="005D5566">
        <w:t>Et il confirmera la chose</w:t>
      </w:r>
      <w:r>
        <w:t xml:space="preserve">… </w:t>
      </w:r>
      <w:r w:rsidR="00530790" w:rsidRPr="005D5566">
        <w:t>Vous voyez</w:t>
      </w:r>
      <w:r>
        <w:t> !</w:t>
      </w:r>
    </w:p>
    <w:p w14:paraId="61891462" w14:textId="77777777" w:rsidR="001C0413" w:rsidRDefault="00530790" w:rsidP="001C0413">
      <w:r w:rsidRPr="005D5566">
        <w:t>Les sentant céder à son désir</w:t>
      </w:r>
      <w:r w:rsidR="001C0413">
        <w:t xml:space="preserve">, </w:t>
      </w:r>
      <w:r w:rsidRPr="005D5566">
        <w:t>elle tâchait de les convaincre et parlait avec une force croissante</w:t>
      </w:r>
      <w:r w:rsidR="001C0413">
        <w:t xml:space="preserve">. </w:t>
      </w:r>
      <w:r w:rsidRPr="005D5566">
        <w:t>Ils acquiescèrent</w:t>
      </w:r>
      <w:r w:rsidR="001C0413">
        <w:t>.</w:t>
      </w:r>
    </w:p>
    <w:p w14:paraId="423D52AB" w14:textId="77777777" w:rsidR="001C0413" w:rsidRDefault="001C0413" w:rsidP="001C0413">
      <w:r>
        <w:t>— </w:t>
      </w:r>
      <w:r w:rsidR="00530790" w:rsidRPr="005D5566">
        <w:t>Que faire</w:t>
      </w:r>
      <w:r>
        <w:t xml:space="preserve"> ? </w:t>
      </w:r>
      <w:r w:rsidR="00530790" w:rsidRPr="005D5566">
        <w:t>Allez</w:t>
      </w:r>
      <w:r>
        <w:t xml:space="preserve"> ! </w:t>
      </w:r>
      <w:r w:rsidR="00530790" w:rsidRPr="005D5566">
        <w:t>dit le docteur à contre-cœur</w:t>
      </w:r>
      <w:r>
        <w:t>.</w:t>
      </w:r>
    </w:p>
    <w:p w14:paraId="2136240B" w14:textId="77777777" w:rsidR="001C0413" w:rsidRDefault="00530790" w:rsidP="001C0413">
      <w:r w:rsidRPr="005D5566">
        <w:t>Lioudmila garda le silence</w:t>
      </w:r>
      <w:r w:rsidR="001C0413">
        <w:t xml:space="preserve">, </w:t>
      </w:r>
      <w:r w:rsidRPr="005D5566">
        <w:t>elle allait et venait pensivement dans la pièce</w:t>
      </w:r>
      <w:r w:rsidR="001C0413">
        <w:t xml:space="preserve">. </w:t>
      </w:r>
      <w:r w:rsidRPr="005D5566">
        <w:t>Son visage s</w:t>
      </w:r>
      <w:r w:rsidR="001C0413">
        <w:t>’</w:t>
      </w:r>
      <w:r w:rsidRPr="005D5566">
        <w:t>était assombri</w:t>
      </w:r>
      <w:r w:rsidR="001C0413">
        <w:t xml:space="preserve">, </w:t>
      </w:r>
      <w:r w:rsidRPr="005D5566">
        <w:t>ses joues se creusaient</w:t>
      </w:r>
      <w:r w:rsidR="001C0413">
        <w:t xml:space="preserve"> ; </w:t>
      </w:r>
      <w:r w:rsidRPr="005D5566">
        <w:t>on voyait que les muscles de son cou étaient tendus comme si brusquement sa tête était devenue plus pesante et retombait involontairement sur sa poitrine</w:t>
      </w:r>
      <w:r w:rsidR="001C0413">
        <w:t xml:space="preserve">. </w:t>
      </w:r>
      <w:r w:rsidRPr="005D5566">
        <w:t>Le consentement forcé du docteur fit soupirer Pélaguée</w:t>
      </w:r>
      <w:r w:rsidR="001C0413">
        <w:t>.</w:t>
      </w:r>
    </w:p>
    <w:p w14:paraId="7DDD105C" w14:textId="77777777" w:rsidR="001C0413" w:rsidRDefault="001C0413" w:rsidP="001C0413">
      <w:r>
        <w:t>— </w:t>
      </w:r>
      <w:r w:rsidR="00530790" w:rsidRPr="005D5566">
        <w:t>Vous me ménagez tous</w:t>
      </w:r>
      <w:r>
        <w:t xml:space="preserve"> ! </w:t>
      </w:r>
      <w:r w:rsidR="00530790" w:rsidRPr="005D5566">
        <w:t>dit-elle en souriant</w:t>
      </w:r>
      <w:r>
        <w:t xml:space="preserve">. </w:t>
      </w:r>
      <w:r w:rsidR="00530790" w:rsidRPr="005D5566">
        <w:t>Mais vous ne vous ménagez pas vous-mêmes</w:t>
      </w:r>
      <w:r>
        <w:t>.</w:t>
      </w:r>
    </w:p>
    <w:p w14:paraId="64AFE587" w14:textId="77777777" w:rsidR="001C0413" w:rsidRDefault="001C0413" w:rsidP="001C0413">
      <w:r>
        <w:t>— </w:t>
      </w:r>
      <w:r w:rsidR="00530790" w:rsidRPr="005D5566">
        <w:t>Ce n</w:t>
      </w:r>
      <w:r>
        <w:t>’</w:t>
      </w:r>
      <w:r w:rsidR="00530790" w:rsidRPr="005D5566">
        <w:t>est pas vrai</w:t>
      </w:r>
      <w:r>
        <w:t xml:space="preserve"> ! </w:t>
      </w:r>
      <w:r w:rsidR="00530790" w:rsidRPr="005D5566">
        <w:t>répondit le docteur</w:t>
      </w:r>
      <w:r>
        <w:t xml:space="preserve">. </w:t>
      </w:r>
      <w:r w:rsidR="00530790" w:rsidRPr="005D5566">
        <w:t>Nous nous ménageons</w:t>
      </w:r>
      <w:r>
        <w:t xml:space="preserve">, </w:t>
      </w:r>
      <w:r w:rsidR="00530790" w:rsidRPr="005D5566">
        <w:t>nous devons nous ménager</w:t>
      </w:r>
      <w:r>
        <w:t xml:space="preserve"> ! </w:t>
      </w:r>
      <w:r w:rsidR="00530790" w:rsidRPr="005D5566">
        <w:t>Et nous n</w:t>
      </w:r>
      <w:r>
        <w:t>’</w:t>
      </w:r>
      <w:r w:rsidR="00530790" w:rsidRPr="005D5566">
        <w:t>avons pas assez de blâme pour ceux qui s</w:t>
      </w:r>
      <w:r>
        <w:t>’</w:t>
      </w:r>
      <w:r w:rsidR="00530790" w:rsidRPr="005D5566">
        <w:t>exposent inutilement</w:t>
      </w:r>
      <w:r>
        <w:t xml:space="preserve"> ! </w:t>
      </w:r>
      <w:r w:rsidR="00530790" w:rsidRPr="005D5566">
        <w:t>Ainsi donc</w:t>
      </w:r>
      <w:r>
        <w:t xml:space="preserve">, </w:t>
      </w:r>
      <w:r w:rsidR="00530790" w:rsidRPr="005D5566">
        <w:t>on vous portera les feuillets à la gare</w:t>
      </w:r>
      <w:r>
        <w:t>…</w:t>
      </w:r>
    </w:p>
    <w:p w14:paraId="248D5E51" w14:textId="77777777" w:rsidR="001C0413" w:rsidRDefault="00530790" w:rsidP="001C0413">
      <w:r w:rsidRPr="005D5566">
        <w:t>Il lui expliqua ce qu</w:t>
      </w:r>
      <w:r w:rsidR="001C0413">
        <w:t>’</w:t>
      </w:r>
      <w:r w:rsidRPr="005D5566">
        <w:t>elle aurait à faire</w:t>
      </w:r>
      <w:r w:rsidR="001C0413">
        <w:t xml:space="preserve"> ; </w:t>
      </w:r>
      <w:r w:rsidRPr="005D5566">
        <w:t>puis</w:t>
      </w:r>
      <w:r w:rsidR="001C0413">
        <w:t xml:space="preserve">, </w:t>
      </w:r>
      <w:r w:rsidRPr="005D5566">
        <w:t>il ajouta en la regardant en face</w:t>
      </w:r>
      <w:r w:rsidR="001C0413">
        <w:t> :</w:t>
      </w:r>
    </w:p>
    <w:p w14:paraId="5BD01CDE" w14:textId="77777777" w:rsidR="001C0413" w:rsidRDefault="001C0413" w:rsidP="001C0413">
      <w:r>
        <w:t>— </w:t>
      </w:r>
      <w:r w:rsidR="00530790" w:rsidRPr="005D5566">
        <w:t>Je vous souhaite de réussir</w:t>
      </w:r>
      <w:r>
        <w:t xml:space="preserve"> ! </w:t>
      </w:r>
      <w:r w:rsidR="00530790" w:rsidRPr="005D5566">
        <w:t>Vous êtes satisfaite</w:t>
      </w:r>
      <w:r>
        <w:t xml:space="preserve">, </w:t>
      </w:r>
      <w:r w:rsidR="00530790" w:rsidRPr="005D5566">
        <w:t>n</w:t>
      </w:r>
      <w:r>
        <w:t>’</w:t>
      </w:r>
      <w:r w:rsidR="00530790" w:rsidRPr="005D5566">
        <w:t>est-ce pas</w:t>
      </w:r>
      <w:r>
        <w:t> ?</w:t>
      </w:r>
    </w:p>
    <w:p w14:paraId="71C29673" w14:textId="77777777" w:rsidR="001C0413" w:rsidRDefault="00530790" w:rsidP="001C0413">
      <w:r w:rsidRPr="005D5566">
        <w:lastRenderedPageBreak/>
        <w:t>Et il partit</w:t>
      </w:r>
      <w:r w:rsidR="001C0413">
        <w:t xml:space="preserve">, </w:t>
      </w:r>
      <w:r w:rsidRPr="005D5566">
        <w:t>mécontent</w:t>
      </w:r>
      <w:r w:rsidR="001C0413">
        <w:t xml:space="preserve">. </w:t>
      </w:r>
      <w:r w:rsidRPr="005D5566">
        <w:t>Lorsque la porte se fut refermée sur lui</w:t>
      </w:r>
      <w:r w:rsidR="001C0413">
        <w:t xml:space="preserve">, </w:t>
      </w:r>
      <w:r w:rsidRPr="005D5566">
        <w:t>Lioudmila s</w:t>
      </w:r>
      <w:r w:rsidR="001C0413">
        <w:t>’</w:t>
      </w:r>
      <w:r w:rsidRPr="005D5566">
        <w:t>approcha de la mère et lui dit</w:t>
      </w:r>
      <w:r w:rsidR="001C0413">
        <w:t> :</w:t>
      </w:r>
    </w:p>
    <w:p w14:paraId="57197C7C" w14:textId="77777777" w:rsidR="001C0413" w:rsidRDefault="001C0413" w:rsidP="001C0413">
      <w:r>
        <w:t>— </w:t>
      </w:r>
      <w:r w:rsidR="00530790" w:rsidRPr="005D5566">
        <w:t>Vous êtes une brave femme</w:t>
      </w:r>
      <w:r>
        <w:t xml:space="preserve">… </w:t>
      </w:r>
      <w:r w:rsidR="00530790" w:rsidRPr="005D5566">
        <w:t>Je vous comprends</w:t>
      </w:r>
      <w:r>
        <w:t>…</w:t>
      </w:r>
    </w:p>
    <w:p w14:paraId="56B5D10F" w14:textId="77777777" w:rsidR="001C0413" w:rsidRDefault="00530790" w:rsidP="001C0413">
      <w:r w:rsidRPr="005D5566">
        <w:t>Elle la prit par le bras</w:t>
      </w:r>
      <w:r w:rsidR="001C0413">
        <w:t xml:space="preserve">, </w:t>
      </w:r>
      <w:r w:rsidRPr="005D5566">
        <w:t>et toutes deux se mirent à arpenter la pièce</w:t>
      </w:r>
      <w:r w:rsidR="001C0413">
        <w:t>.</w:t>
      </w:r>
    </w:p>
    <w:p w14:paraId="6EA55C0A" w14:textId="77777777" w:rsidR="001C0413" w:rsidRDefault="001C0413" w:rsidP="001C0413">
      <w:r>
        <w:t>— </w:t>
      </w:r>
      <w:r w:rsidR="00530790" w:rsidRPr="005D5566">
        <w:t>Moi aussi</w:t>
      </w:r>
      <w:r>
        <w:t xml:space="preserve">, </w:t>
      </w:r>
      <w:r w:rsidR="00530790" w:rsidRPr="005D5566">
        <w:t>j</w:t>
      </w:r>
      <w:r>
        <w:t>’</w:t>
      </w:r>
      <w:r w:rsidR="00530790" w:rsidRPr="005D5566">
        <w:t>ai un fils</w:t>
      </w:r>
      <w:r>
        <w:t xml:space="preserve">. </w:t>
      </w:r>
      <w:r w:rsidR="00530790" w:rsidRPr="005D5566">
        <w:t>Il a déjà douze ans</w:t>
      </w:r>
      <w:r>
        <w:t xml:space="preserve">, </w:t>
      </w:r>
      <w:r w:rsidR="00530790" w:rsidRPr="005D5566">
        <w:t>mais il vit avec son père</w:t>
      </w:r>
      <w:r>
        <w:t xml:space="preserve">. </w:t>
      </w:r>
      <w:r w:rsidR="00530790" w:rsidRPr="005D5566">
        <w:t>Mon mari est substitut du procureur</w:t>
      </w:r>
      <w:r>
        <w:t xml:space="preserve"> ; </w:t>
      </w:r>
      <w:r w:rsidR="00530790" w:rsidRPr="005D5566">
        <w:t>peut-être même est-il procureur maintenant</w:t>
      </w:r>
      <w:r>
        <w:t xml:space="preserve">… </w:t>
      </w:r>
      <w:r w:rsidR="00530790" w:rsidRPr="005D5566">
        <w:t>L</w:t>
      </w:r>
      <w:r>
        <w:t>’</w:t>
      </w:r>
      <w:r w:rsidR="00530790" w:rsidRPr="005D5566">
        <w:t>enfant est avec lui</w:t>
      </w:r>
      <w:r>
        <w:t xml:space="preserve">. </w:t>
      </w:r>
      <w:r w:rsidR="00530790" w:rsidRPr="005D5566">
        <w:t>Je me demande souvent ce qu</w:t>
      </w:r>
      <w:r>
        <w:t>’</w:t>
      </w:r>
      <w:r w:rsidR="00530790" w:rsidRPr="005D5566">
        <w:t>il deviendra</w:t>
      </w:r>
      <w:r>
        <w:t>…</w:t>
      </w:r>
    </w:p>
    <w:p w14:paraId="2EDB64C4" w14:textId="77777777" w:rsidR="001C0413" w:rsidRDefault="00530790" w:rsidP="001C0413">
      <w:pPr>
        <w:rPr>
          <w:szCs w:val="32"/>
        </w:rPr>
      </w:pPr>
      <w:r w:rsidRPr="005D5566">
        <w:rPr>
          <w:szCs w:val="32"/>
        </w:rPr>
        <w:t>Sa voix moite frémit</w:t>
      </w:r>
      <w:r w:rsidR="001C0413">
        <w:rPr>
          <w:szCs w:val="32"/>
        </w:rPr>
        <w:t xml:space="preserve">, </w:t>
      </w:r>
      <w:r w:rsidRPr="005D5566">
        <w:rPr>
          <w:szCs w:val="32"/>
        </w:rPr>
        <w:t>puis elle reprit</w:t>
      </w:r>
      <w:r w:rsidR="001C0413">
        <w:rPr>
          <w:szCs w:val="32"/>
        </w:rPr>
        <w:t xml:space="preserve">, </w:t>
      </w:r>
      <w:r w:rsidRPr="005D5566">
        <w:rPr>
          <w:szCs w:val="32"/>
        </w:rPr>
        <w:t>de nouveau pensive</w:t>
      </w:r>
      <w:r w:rsidR="001C0413">
        <w:rPr>
          <w:szCs w:val="32"/>
        </w:rPr>
        <w:t xml:space="preserve">, </w:t>
      </w:r>
      <w:r w:rsidRPr="005D5566">
        <w:rPr>
          <w:szCs w:val="32"/>
        </w:rPr>
        <w:t>en chuchotant</w:t>
      </w:r>
      <w:r w:rsidR="001C0413">
        <w:rPr>
          <w:szCs w:val="32"/>
        </w:rPr>
        <w:t> :</w:t>
      </w:r>
    </w:p>
    <w:p w14:paraId="1836871E" w14:textId="77777777" w:rsidR="001C0413" w:rsidRDefault="001C0413" w:rsidP="001C0413">
      <w:pPr>
        <w:rPr>
          <w:bCs/>
        </w:rPr>
      </w:pPr>
      <w:r>
        <w:t>— </w:t>
      </w:r>
      <w:r w:rsidR="00530790" w:rsidRPr="005D5566">
        <w:t>Il est élevé par un ennemi acharné de ceux qui me sont chers</w:t>
      </w:r>
      <w:r>
        <w:t xml:space="preserve">, </w:t>
      </w:r>
      <w:r w:rsidR="00530790" w:rsidRPr="005D5566">
        <w:t>de ceux que je considère comme étant les meilleurs êtres de la terre</w:t>
      </w:r>
      <w:r>
        <w:t xml:space="preserve">. </w:t>
      </w:r>
      <w:r w:rsidR="00530790" w:rsidRPr="005D5566">
        <w:t>Et mon fils peut devenir mon ennemi aussi</w:t>
      </w:r>
      <w:r>
        <w:t xml:space="preserve">… </w:t>
      </w:r>
      <w:r w:rsidR="00530790" w:rsidRPr="005D5566">
        <w:t>Je ne peux pas le prendre avec moi</w:t>
      </w:r>
      <w:r>
        <w:t xml:space="preserve">, </w:t>
      </w:r>
      <w:r w:rsidR="00530790" w:rsidRPr="005D5566">
        <w:t>car je vis sous un faux nom</w:t>
      </w:r>
      <w:r>
        <w:t xml:space="preserve">. </w:t>
      </w:r>
      <w:r w:rsidR="00530790" w:rsidRPr="005D5566">
        <w:t>Il y a huit ans que je ne l</w:t>
      </w:r>
      <w:r>
        <w:t>’</w:t>
      </w:r>
      <w:r w:rsidR="00530790" w:rsidRPr="005D5566">
        <w:t>ai vu</w:t>
      </w:r>
      <w:r>
        <w:t xml:space="preserve">… </w:t>
      </w:r>
      <w:r w:rsidR="00530790" w:rsidRPr="005D5566">
        <w:t>c</w:t>
      </w:r>
      <w:r>
        <w:t>’</w:t>
      </w:r>
      <w:r w:rsidR="00530790" w:rsidRPr="005D5566">
        <w:t>est long</w:t>
      </w:r>
      <w:r>
        <w:t xml:space="preserve">, </w:t>
      </w:r>
      <w:r w:rsidR="00530790" w:rsidRPr="005D5566">
        <w:t>huit ans</w:t>
      </w:r>
      <w:r>
        <w:rPr>
          <w:bCs/>
        </w:rPr>
        <w:t> !</w:t>
      </w:r>
    </w:p>
    <w:p w14:paraId="7C7AAF72" w14:textId="77777777" w:rsidR="001C0413" w:rsidRDefault="00530790" w:rsidP="001C0413">
      <w:r w:rsidRPr="005D5566">
        <w:t>Elle s</w:t>
      </w:r>
      <w:r w:rsidR="001C0413">
        <w:t>’</w:t>
      </w:r>
      <w:r w:rsidRPr="005D5566">
        <w:t>arrêta près de la fenêtre et continua</w:t>
      </w:r>
      <w:r w:rsidR="001C0413">
        <w:t xml:space="preserve">, </w:t>
      </w:r>
      <w:r w:rsidRPr="005D5566">
        <w:t>en regardant le ciel pâle et désert</w:t>
      </w:r>
      <w:r w:rsidR="001C0413">
        <w:t> :</w:t>
      </w:r>
    </w:p>
    <w:p w14:paraId="4E547486" w14:textId="77777777" w:rsidR="001C0413" w:rsidRDefault="001C0413" w:rsidP="001C0413">
      <w:r>
        <w:t>— </w:t>
      </w:r>
      <w:r w:rsidR="00530790" w:rsidRPr="005D5566">
        <w:t>S</w:t>
      </w:r>
      <w:r>
        <w:t>’</w:t>
      </w:r>
      <w:r w:rsidR="00530790" w:rsidRPr="005D5566">
        <w:t>il était avec moi</w:t>
      </w:r>
      <w:r>
        <w:t xml:space="preserve">, </w:t>
      </w:r>
      <w:r w:rsidR="00530790" w:rsidRPr="005D5566">
        <w:t>je serais plus forte</w:t>
      </w:r>
      <w:r>
        <w:t xml:space="preserve">. </w:t>
      </w:r>
      <w:r w:rsidR="00530790" w:rsidRPr="005D5566">
        <w:t>Même s</w:t>
      </w:r>
      <w:r>
        <w:t>’</w:t>
      </w:r>
      <w:r w:rsidR="00530790" w:rsidRPr="005D5566">
        <w:t>il mourait</w:t>
      </w:r>
      <w:r>
        <w:t xml:space="preserve">, </w:t>
      </w:r>
      <w:r w:rsidR="00530790" w:rsidRPr="005D5566">
        <w:t>je serais soulagée</w:t>
      </w:r>
      <w:r>
        <w:t>…</w:t>
      </w:r>
    </w:p>
    <w:p w14:paraId="3DA67DC7" w14:textId="77777777" w:rsidR="001C0413" w:rsidRDefault="00530790" w:rsidP="001C0413">
      <w:r w:rsidRPr="005D5566">
        <w:t>Après un instant de silence</w:t>
      </w:r>
      <w:r w:rsidR="001C0413">
        <w:t xml:space="preserve">, </w:t>
      </w:r>
      <w:r w:rsidRPr="005D5566">
        <w:t>elle ajouta à haute voix</w:t>
      </w:r>
      <w:r w:rsidR="001C0413">
        <w:t> :</w:t>
      </w:r>
    </w:p>
    <w:p w14:paraId="60CB912C" w14:textId="77777777" w:rsidR="001C0413" w:rsidRDefault="001C0413" w:rsidP="001C0413">
      <w:r>
        <w:t>— </w:t>
      </w:r>
      <w:r w:rsidR="00530790" w:rsidRPr="005D5566">
        <w:t>Alors</w:t>
      </w:r>
      <w:r>
        <w:t xml:space="preserve">, </w:t>
      </w:r>
      <w:r w:rsidR="00530790" w:rsidRPr="005D5566">
        <w:t>je saurais qu</w:t>
      </w:r>
      <w:r>
        <w:t>’</w:t>
      </w:r>
      <w:r w:rsidR="00530790" w:rsidRPr="005D5566">
        <w:t>il est mort seulement</w:t>
      </w:r>
      <w:r>
        <w:t xml:space="preserve">, </w:t>
      </w:r>
      <w:r w:rsidR="00530790" w:rsidRPr="005D5566">
        <w:t>qu</w:t>
      </w:r>
      <w:r>
        <w:t>’</w:t>
      </w:r>
      <w:r w:rsidR="00530790" w:rsidRPr="005D5566">
        <w:t xml:space="preserve">il ne </w:t>
      </w:r>
      <w:r w:rsidR="00530790" w:rsidRPr="00D210FA">
        <w:t>peut être</w:t>
      </w:r>
      <w:r w:rsidR="00530790" w:rsidRPr="005D5566">
        <w:t xml:space="preserve"> l</w:t>
      </w:r>
      <w:r>
        <w:t>’</w:t>
      </w:r>
      <w:r w:rsidR="00530790" w:rsidRPr="005D5566">
        <w:t>ennemi de ce qui est plus haut encore que l</w:t>
      </w:r>
      <w:r>
        <w:t>’</w:t>
      </w:r>
      <w:r w:rsidR="00530790" w:rsidRPr="005D5566">
        <w:t>amour maternel</w:t>
      </w:r>
      <w:r>
        <w:t xml:space="preserve">, </w:t>
      </w:r>
      <w:r w:rsidR="00530790" w:rsidRPr="005D5566">
        <w:t>de tout ce qu</w:t>
      </w:r>
      <w:r>
        <w:t>’</w:t>
      </w:r>
      <w:r w:rsidR="00530790" w:rsidRPr="005D5566">
        <w:t>il y a de plus précieux dans la vie</w:t>
      </w:r>
      <w:r>
        <w:t>…</w:t>
      </w:r>
    </w:p>
    <w:p w14:paraId="50C9C973" w14:textId="77777777" w:rsidR="001C0413" w:rsidRDefault="001C0413" w:rsidP="001C0413">
      <w:r>
        <w:t>— </w:t>
      </w:r>
      <w:r w:rsidR="00530790" w:rsidRPr="005D5566">
        <w:t>Ma chérie</w:t>
      </w:r>
      <w:r>
        <w:t xml:space="preserve"> ! </w:t>
      </w:r>
      <w:r w:rsidR="00530790" w:rsidRPr="005D5566">
        <w:t>dit doucement la mère</w:t>
      </w:r>
      <w:r>
        <w:t xml:space="preserve">, </w:t>
      </w:r>
      <w:r w:rsidR="00530790" w:rsidRPr="005D5566">
        <w:t>le cœur étreint par la compassion</w:t>
      </w:r>
      <w:r>
        <w:t>.</w:t>
      </w:r>
    </w:p>
    <w:p w14:paraId="496043F4" w14:textId="77777777" w:rsidR="001C0413" w:rsidRDefault="001C0413" w:rsidP="001C0413">
      <w:r>
        <w:lastRenderedPageBreak/>
        <w:t>— </w:t>
      </w:r>
      <w:r w:rsidR="00530790" w:rsidRPr="005D5566">
        <w:t>Vous êtes heureuse</w:t>
      </w:r>
      <w:r>
        <w:t xml:space="preserve"> ! </w:t>
      </w:r>
      <w:r w:rsidR="00530790" w:rsidRPr="005D5566">
        <w:t>reprit Lioudmila avec un sourire</w:t>
      </w:r>
      <w:r>
        <w:t xml:space="preserve">. </w:t>
      </w:r>
      <w:r w:rsidR="00530790" w:rsidRPr="005D5566">
        <w:t>C</w:t>
      </w:r>
      <w:r>
        <w:t>’</w:t>
      </w:r>
      <w:r w:rsidR="00530790" w:rsidRPr="005D5566">
        <w:t>est merveilleux de voir la mère et le fils marcher côte à côte</w:t>
      </w:r>
      <w:r>
        <w:t xml:space="preserve">… </w:t>
      </w:r>
      <w:r w:rsidR="00530790" w:rsidRPr="005D5566">
        <w:t>C</w:t>
      </w:r>
      <w:r>
        <w:t>’</w:t>
      </w:r>
      <w:r w:rsidR="00530790" w:rsidRPr="005D5566">
        <w:t>est rare</w:t>
      </w:r>
      <w:r>
        <w:t> !</w:t>
      </w:r>
    </w:p>
    <w:p w14:paraId="7AF77314" w14:textId="77777777" w:rsidR="001C0413" w:rsidRDefault="001C0413" w:rsidP="001C0413">
      <w:r>
        <w:t>— </w:t>
      </w:r>
      <w:r w:rsidR="00530790" w:rsidRPr="005D5566">
        <w:t>Oui</w:t>
      </w:r>
      <w:r>
        <w:t xml:space="preserve">, </w:t>
      </w:r>
      <w:r w:rsidR="00530790" w:rsidRPr="005D5566">
        <w:t>c</w:t>
      </w:r>
      <w:r>
        <w:t>’</w:t>
      </w:r>
      <w:r w:rsidR="00530790" w:rsidRPr="005D5566">
        <w:t>est bon</w:t>
      </w:r>
      <w:r>
        <w:t xml:space="preserve"> ! </w:t>
      </w:r>
      <w:r w:rsidR="00530790" w:rsidRPr="005D5566">
        <w:t>s</w:t>
      </w:r>
      <w:r>
        <w:t>’</w:t>
      </w:r>
      <w:r w:rsidR="00530790" w:rsidRPr="005D5566">
        <w:t>écria Pélaguée</w:t>
      </w:r>
      <w:r>
        <w:t xml:space="preserve">, </w:t>
      </w:r>
      <w:r w:rsidR="00530790" w:rsidRPr="005D5566">
        <w:t>et elle continua en baissant la voix</w:t>
      </w:r>
      <w:r>
        <w:t xml:space="preserve"> ; </w:t>
      </w:r>
      <w:r w:rsidR="00530790" w:rsidRPr="005D5566">
        <w:t>comme pour confier un secret</w:t>
      </w:r>
      <w:r>
        <w:t xml:space="preserve"> : </w:t>
      </w:r>
      <w:r w:rsidR="00530790" w:rsidRPr="005D5566">
        <w:t>c</w:t>
      </w:r>
      <w:r>
        <w:t>’</w:t>
      </w:r>
      <w:r w:rsidR="00530790" w:rsidRPr="005D5566">
        <w:t>est une autre vie</w:t>
      </w:r>
      <w:r>
        <w:t xml:space="preserve"> ! </w:t>
      </w:r>
      <w:r w:rsidR="00530790" w:rsidRPr="005D5566">
        <w:t>Vous</w:t>
      </w:r>
      <w:r>
        <w:t xml:space="preserve">, </w:t>
      </w:r>
      <w:r w:rsidR="00530790" w:rsidRPr="005D5566">
        <w:t>Nicolas</w:t>
      </w:r>
      <w:r>
        <w:t xml:space="preserve">, </w:t>
      </w:r>
      <w:r w:rsidR="00530790" w:rsidRPr="005D5566">
        <w:t>tous ceux qui travaillent pour la vérité</w:t>
      </w:r>
      <w:r>
        <w:t xml:space="preserve">, </w:t>
      </w:r>
      <w:r w:rsidR="00530790" w:rsidRPr="005D5566">
        <w:t>sont avec nous</w:t>
      </w:r>
      <w:r>
        <w:t xml:space="preserve"> !… </w:t>
      </w:r>
      <w:r w:rsidR="00530790" w:rsidRPr="005D5566">
        <w:t>Et voilà que les gens deviennent proches les uns des autres</w:t>
      </w:r>
      <w:r>
        <w:t xml:space="preserve">… </w:t>
      </w:r>
      <w:r w:rsidR="00530790" w:rsidRPr="005D5566">
        <w:t>je les comprends</w:t>
      </w:r>
      <w:r>
        <w:t xml:space="preserve">… </w:t>
      </w:r>
      <w:r w:rsidR="00530790" w:rsidRPr="005D5566">
        <w:t>pas les mots</w:t>
      </w:r>
      <w:r>
        <w:t xml:space="preserve">, </w:t>
      </w:r>
      <w:r w:rsidR="00530790" w:rsidRPr="005D5566">
        <w:t>mais tout le reste</w:t>
      </w:r>
      <w:r>
        <w:t xml:space="preserve">, </w:t>
      </w:r>
      <w:r w:rsidR="00530790" w:rsidRPr="005D5566">
        <w:t>je le comprends</w:t>
      </w:r>
      <w:r>
        <w:t xml:space="preserve"> !… </w:t>
      </w:r>
      <w:r w:rsidR="00530790" w:rsidRPr="005D5566">
        <w:t>Tout</w:t>
      </w:r>
      <w:r>
        <w:t> !</w:t>
      </w:r>
    </w:p>
    <w:p w14:paraId="592C7903" w14:textId="77777777" w:rsidR="001C0413" w:rsidRDefault="001C0413" w:rsidP="001C0413">
      <w:r>
        <w:t>— </w:t>
      </w:r>
      <w:r w:rsidR="00530790" w:rsidRPr="005D5566">
        <w:t>Ah</w:t>
      </w:r>
      <w:r>
        <w:t xml:space="preserve"> ! </w:t>
      </w:r>
      <w:r w:rsidR="00530790" w:rsidRPr="005D5566">
        <w:t>c</w:t>
      </w:r>
      <w:r>
        <w:t>’</w:t>
      </w:r>
      <w:r w:rsidR="00530790" w:rsidRPr="005D5566">
        <w:t>est comme ça</w:t>
      </w:r>
      <w:r>
        <w:t xml:space="preserve"> ? </w:t>
      </w:r>
      <w:r w:rsidR="00530790" w:rsidRPr="005D5566">
        <w:t>dit la jeune femme</w:t>
      </w:r>
      <w:r>
        <w:t xml:space="preserve">, </w:t>
      </w:r>
      <w:r w:rsidR="00530790" w:rsidRPr="005D5566">
        <w:t>c</w:t>
      </w:r>
      <w:r>
        <w:t>’</w:t>
      </w:r>
      <w:r w:rsidR="00530790" w:rsidRPr="005D5566">
        <w:t>est comme ça</w:t>
      </w:r>
      <w:r>
        <w:t> !</w:t>
      </w:r>
    </w:p>
    <w:p w14:paraId="09E9007E" w14:textId="77777777" w:rsidR="001C0413" w:rsidRDefault="00530790" w:rsidP="001C0413">
      <w:r w:rsidRPr="005D5566">
        <w:t>La mère lui posa la main sur l</w:t>
      </w:r>
      <w:r w:rsidR="001C0413">
        <w:t>’</w:t>
      </w:r>
      <w:r w:rsidRPr="005D5566">
        <w:t>épaule et continua</w:t>
      </w:r>
      <w:r w:rsidR="001C0413">
        <w:t> :</w:t>
      </w:r>
    </w:p>
    <w:p w14:paraId="71345A37" w14:textId="77777777" w:rsidR="001C0413" w:rsidRDefault="001C0413" w:rsidP="001C0413">
      <w:r>
        <w:t>— </w:t>
      </w:r>
      <w:r w:rsidR="00530790" w:rsidRPr="005D5566">
        <w:t>Les enfants sont en marche dans le monde</w:t>
      </w:r>
      <w:r>
        <w:t xml:space="preserve"> ! </w:t>
      </w:r>
      <w:r w:rsidR="00530790" w:rsidRPr="005D5566">
        <w:t>Voilà ce que je comprends</w:t>
      </w:r>
      <w:r>
        <w:t xml:space="preserve"> : </w:t>
      </w:r>
      <w:r w:rsidR="00530790" w:rsidRPr="005D5566">
        <w:t>ils sont en marche dans le monde</w:t>
      </w:r>
      <w:r>
        <w:t xml:space="preserve">, </w:t>
      </w:r>
      <w:r w:rsidR="00530790" w:rsidRPr="005D5566">
        <w:t>sur toute la terre</w:t>
      </w:r>
      <w:r>
        <w:t xml:space="preserve">, </w:t>
      </w:r>
      <w:r w:rsidR="00530790" w:rsidRPr="005D5566">
        <w:t>partout</w:t>
      </w:r>
      <w:r>
        <w:t xml:space="preserve">, </w:t>
      </w:r>
      <w:r w:rsidR="00530790" w:rsidRPr="005D5566">
        <w:t>ils vont vers le même but</w:t>
      </w:r>
      <w:r>
        <w:t xml:space="preserve"> ! </w:t>
      </w:r>
      <w:r w:rsidR="00530790" w:rsidRPr="005D5566">
        <w:t>Les meilleurs cœurs</w:t>
      </w:r>
      <w:r>
        <w:t xml:space="preserve">, </w:t>
      </w:r>
      <w:r w:rsidR="00530790" w:rsidRPr="005D5566">
        <w:t>les esprits loyaux vont à l</w:t>
      </w:r>
      <w:r>
        <w:t>’</w:t>
      </w:r>
      <w:r w:rsidR="00530790" w:rsidRPr="005D5566">
        <w:t>assaut sans regarder en arrière tout ce qui est mauvais et sombre</w:t>
      </w:r>
      <w:r>
        <w:t xml:space="preserve"> ; </w:t>
      </w:r>
      <w:r w:rsidR="00530790" w:rsidRPr="005D5566">
        <w:t>ils avancent</w:t>
      </w:r>
      <w:r>
        <w:t xml:space="preserve">, </w:t>
      </w:r>
      <w:r w:rsidR="00530790" w:rsidRPr="005D5566">
        <w:t>ils avancent</w:t>
      </w:r>
      <w:r>
        <w:t xml:space="preserve">… </w:t>
      </w:r>
      <w:r w:rsidR="00530790" w:rsidRPr="005D5566">
        <w:t>Les jeunes et les robustes portent toute leur force à la même cause</w:t>
      </w:r>
      <w:r>
        <w:t xml:space="preserve"> : </w:t>
      </w:r>
      <w:r w:rsidR="00530790" w:rsidRPr="005D5566">
        <w:t>à là justice</w:t>
      </w:r>
      <w:r>
        <w:t xml:space="preserve"> ! </w:t>
      </w:r>
      <w:r w:rsidR="00530790" w:rsidRPr="005D5566">
        <w:t>Ils veulent triompher de la douleur</w:t>
      </w:r>
      <w:r>
        <w:t xml:space="preserve"> ; </w:t>
      </w:r>
      <w:r w:rsidR="00530790" w:rsidRPr="005D5566">
        <w:t>ils ont pris les armes pour anéantir le malheur de l</w:t>
      </w:r>
      <w:r>
        <w:t>’</w:t>
      </w:r>
      <w:r w:rsidR="00530790" w:rsidRPr="005D5566">
        <w:t>humanité</w:t>
      </w:r>
      <w:r>
        <w:t xml:space="preserve"> ; </w:t>
      </w:r>
      <w:r w:rsidR="00530790" w:rsidRPr="005D5566">
        <w:t>ils veulent vaincre l</w:t>
      </w:r>
      <w:r>
        <w:t>’</w:t>
      </w:r>
      <w:r w:rsidR="00530790" w:rsidRPr="005D5566">
        <w:t>horrible et ils le vaincront</w:t>
      </w:r>
      <w:r>
        <w:t xml:space="preserve"> ! </w:t>
      </w:r>
      <w:r w:rsidR="00530790" w:rsidRPr="005D5566">
        <w:t>Nous allumerons un nouveau soleil</w:t>
      </w:r>
      <w:r>
        <w:t xml:space="preserve">, </w:t>
      </w:r>
      <w:r w:rsidR="00530790" w:rsidRPr="005D5566">
        <w:t>m</w:t>
      </w:r>
      <w:r>
        <w:t>’</w:t>
      </w:r>
      <w:r w:rsidR="00530790" w:rsidRPr="005D5566">
        <w:t>a dit l</w:t>
      </w:r>
      <w:r>
        <w:t>’</w:t>
      </w:r>
      <w:r w:rsidR="00530790" w:rsidRPr="005D5566">
        <w:t>un d</w:t>
      </w:r>
      <w:r>
        <w:t>’</w:t>
      </w:r>
      <w:r w:rsidR="00530790" w:rsidRPr="005D5566">
        <w:t>eux</w:t>
      </w:r>
      <w:r>
        <w:t xml:space="preserve">, </w:t>
      </w:r>
      <w:r w:rsidR="00530790" w:rsidRPr="005D5566">
        <w:t>et ils l</w:t>
      </w:r>
      <w:r>
        <w:t>’</w:t>
      </w:r>
      <w:r w:rsidR="00530790" w:rsidRPr="005D5566">
        <w:t>allumeront</w:t>
      </w:r>
      <w:r>
        <w:t xml:space="preserve"> ! – </w:t>
      </w:r>
      <w:r w:rsidR="00530790" w:rsidRPr="005D5566">
        <w:t>Nous réunirons tous les cœurs brisés en un seul</w:t>
      </w:r>
      <w:r>
        <w:t xml:space="preserve"> ! </w:t>
      </w:r>
      <w:r w:rsidR="00530790" w:rsidRPr="005D5566">
        <w:t>a dit un autre</w:t>
      </w:r>
      <w:r>
        <w:t xml:space="preserve">. </w:t>
      </w:r>
      <w:r w:rsidR="00530790" w:rsidRPr="005D5566">
        <w:t>Et ils le feront</w:t>
      </w:r>
      <w:r>
        <w:t> !</w:t>
      </w:r>
    </w:p>
    <w:p w14:paraId="44CEAC60" w14:textId="77777777" w:rsidR="001C0413" w:rsidRDefault="00530790" w:rsidP="001C0413">
      <w:r w:rsidRPr="005D5566">
        <w:t>Elle leva le bras vers le ciel</w:t>
      </w:r>
      <w:r w:rsidR="001C0413">
        <w:t> :</w:t>
      </w:r>
    </w:p>
    <w:p w14:paraId="7066A865" w14:textId="77777777" w:rsidR="001C0413" w:rsidRDefault="001C0413" w:rsidP="001C0413">
      <w:r>
        <w:t>— </w:t>
      </w:r>
      <w:r w:rsidR="00530790" w:rsidRPr="005D5566">
        <w:t>Là</w:t>
      </w:r>
      <w:r>
        <w:t xml:space="preserve">, </w:t>
      </w:r>
      <w:r w:rsidR="00530790" w:rsidRPr="005D5566">
        <w:t>il y a un soleil</w:t>
      </w:r>
      <w:r>
        <w:t> !</w:t>
      </w:r>
    </w:p>
    <w:p w14:paraId="031E3010" w14:textId="77777777" w:rsidR="001C0413" w:rsidRDefault="00530790" w:rsidP="001C0413">
      <w:r w:rsidRPr="005D5566">
        <w:t>Et se frappant la poitrine</w:t>
      </w:r>
      <w:r w:rsidR="001C0413">
        <w:t xml:space="preserve">, </w:t>
      </w:r>
      <w:r w:rsidRPr="005D5566">
        <w:t>elle conclut</w:t>
      </w:r>
      <w:r w:rsidR="001C0413">
        <w:t> :</w:t>
      </w:r>
    </w:p>
    <w:p w14:paraId="3BC67287" w14:textId="77777777" w:rsidR="001C0413" w:rsidRDefault="001C0413" w:rsidP="001C0413">
      <w:r>
        <w:t>— </w:t>
      </w:r>
      <w:r w:rsidR="00530790" w:rsidRPr="005D5566">
        <w:t>Et ici</w:t>
      </w:r>
      <w:r>
        <w:t xml:space="preserve">, </w:t>
      </w:r>
      <w:r w:rsidR="00530790" w:rsidRPr="005D5566">
        <w:t>on en allumera un autre</w:t>
      </w:r>
      <w:r>
        <w:t xml:space="preserve">, </w:t>
      </w:r>
      <w:r w:rsidR="00530790" w:rsidRPr="005D5566">
        <w:t>plus éclatant que celui du ciel</w:t>
      </w:r>
      <w:r>
        <w:t xml:space="preserve">, </w:t>
      </w:r>
      <w:r w:rsidR="00530790" w:rsidRPr="005D5566">
        <w:t>le soleil du</w:t>
      </w:r>
      <w:r w:rsidR="00530790" w:rsidRPr="005D5566">
        <w:rPr>
          <w:bCs/>
        </w:rPr>
        <w:t xml:space="preserve"> </w:t>
      </w:r>
      <w:r w:rsidR="00530790" w:rsidRPr="005D5566">
        <w:t xml:space="preserve">bonheur humain qui éclairera </w:t>
      </w:r>
      <w:r w:rsidR="00530790" w:rsidRPr="005D5566">
        <w:lastRenderedPageBreak/>
        <w:t>éternellement la terre</w:t>
      </w:r>
      <w:r>
        <w:t xml:space="preserve">, </w:t>
      </w:r>
      <w:r w:rsidR="00530790" w:rsidRPr="005D5566">
        <w:t>la terre tout entière et ceux qui l</w:t>
      </w:r>
      <w:r>
        <w:t>’</w:t>
      </w:r>
      <w:r w:rsidR="00530790" w:rsidRPr="005D5566">
        <w:t>habitent</w:t>
      </w:r>
      <w:r>
        <w:t xml:space="preserve">, </w:t>
      </w:r>
      <w:r w:rsidR="00530790" w:rsidRPr="005D5566">
        <w:t>de la lumière de l</w:t>
      </w:r>
      <w:r>
        <w:t>’</w:t>
      </w:r>
      <w:r w:rsidR="00530790" w:rsidRPr="005D5566">
        <w:t>amour que chaque être éprouvera pour tous et pour tout</w:t>
      </w:r>
      <w:r>
        <w:t> !</w:t>
      </w:r>
    </w:p>
    <w:p w14:paraId="5EEDACB8" w14:textId="77777777" w:rsidR="001C0413" w:rsidRDefault="00530790" w:rsidP="001C0413">
      <w:r w:rsidRPr="005D5566">
        <w:t>Elle évoquait les mots des prières oubliées pour enflammer sa foi nouvelle</w:t>
      </w:r>
      <w:r w:rsidR="001C0413">
        <w:t xml:space="preserve"> ; </w:t>
      </w:r>
      <w:r w:rsidRPr="005D5566">
        <w:t>son cœur les lançait comme des étincelles</w:t>
      </w:r>
      <w:r w:rsidR="001C0413">
        <w:t>.</w:t>
      </w:r>
    </w:p>
    <w:p w14:paraId="50283435" w14:textId="77777777" w:rsidR="001C0413" w:rsidRDefault="001C0413" w:rsidP="001C0413">
      <w:r>
        <w:t>— </w:t>
      </w:r>
      <w:r w:rsidR="00530790" w:rsidRPr="005D5566">
        <w:t>Les enfants qui vont par la voie de la raison et de la vérité portent de l</w:t>
      </w:r>
      <w:r>
        <w:t>’</w:t>
      </w:r>
      <w:r w:rsidR="00530790" w:rsidRPr="005D5566">
        <w:t>amour à toutes choses</w:t>
      </w:r>
      <w:r>
        <w:t xml:space="preserve">, </w:t>
      </w:r>
      <w:r w:rsidR="00530790" w:rsidRPr="005D5566">
        <w:t>créent un ciel nouveau</w:t>
      </w:r>
      <w:r>
        <w:t xml:space="preserve">, </w:t>
      </w:r>
      <w:r w:rsidR="00530790" w:rsidRPr="005D5566">
        <w:t>ils ont le feu incorruptible qui sort de l</w:t>
      </w:r>
      <w:r>
        <w:t>’</w:t>
      </w:r>
      <w:r w:rsidR="00530790" w:rsidRPr="005D5566">
        <w:t>âme</w:t>
      </w:r>
      <w:r>
        <w:t xml:space="preserve">, </w:t>
      </w:r>
      <w:r w:rsidR="00530790" w:rsidRPr="005D5566">
        <w:t>du tréfonds du cœur</w:t>
      </w:r>
      <w:r>
        <w:t xml:space="preserve">. </w:t>
      </w:r>
      <w:r w:rsidR="00530790" w:rsidRPr="005D5566">
        <w:t>Et c</w:t>
      </w:r>
      <w:r>
        <w:t>’</w:t>
      </w:r>
      <w:r w:rsidR="00530790" w:rsidRPr="005D5566">
        <w:t>est ainsi que nous est donnée une vie nouvelle</w:t>
      </w:r>
      <w:r>
        <w:t xml:space="preserve">, </w:t>
      </w:r>
      <w:r w:rsidR="00530790" w:rsidRPr="005D5566">
        <w:t>dans l</w:t>
      </w:r>
      <w:r>
        <w:t>’</w:t>
      </w:r>
      <w:r w:rsidR="00530790" w:rsidRPr="005D5566">
        <w:t>amour passionné des enfants pour le monde entier</w:t>
      </w:r>
      <w:r>
        <w:t xml:space="preserve">. </w:t>
      </w:r>
      <w:r w:rsidR="00530790" w:rsidRPr="005D5566">
        <w:t>Et qui pourrait éteindre cet amour</w:t>
      </w:r>
      <w:r>
        <w:t xml:space="preserve"> ? </w:t>
      </w:r>
      <w:r w:rsidR="00530790" w:rsidRPr="005D5566">
        <w:t>Qui</w:t>
      </w:r>
      <w:r>
        <w:t xml:space="preserve"> ? </w:t>
      </w:r>
      <w:r w:rsidR="00530790" w:rsidRPr="005D5566">
        <w:t>Y a-t-il une force supérieure à celle-ci</w:t>
      </w:r>
      <w:r>
        <w:t xml:space="preserve"> ? </w:t>
      </w:r>
      <w:r w:rsidR="00530790" w:rsidRPr="005D5566">
        <w:t>Qui pourrait la vaincre</w:t>
      </w:r>
      <w:r>
        <w:t xml:space="preserve"> ? </w:t>
      </w:r>
      <w:r w:rsidR="00530790" w:rsidRPr="005D5566">
        <w:t>C</w:t>
      </w:r>
      <w:r>
        <w:t>’</w:t>
      </w:r>
      <w:r w:rsidR="00530790" w:rsidRPr="005D5566">
        <w:t>est la terre qui l</w:t>
      </w:r>
      <w:r>
        <w:t>’</w:t>
      </w:r>
      <w:r w:rsidR="00530790" w:rsidRPr="005D5566">
        <w:t>a engendrée</w:t>
      </w:r>
      <w:r>
        <w:t xml:space="preserve">, </w:t>
      </w:r>
      <w:r w:rsidR="00530790" w:rsidRPr="005D5566">
        <w:t>et la vie tout entière veut sa victoire</w:t>
      </w:r>
      <w:r>
        <w:t xml:space="preserve">… </w:t>
      </w:r>
      <w:r w:rsidR="00530790" w:rsidRPr="005D5566">
        <w:t>la vie tout entière</w:t>
      </w:r>
      <w:r>
        <w:t> !</w:t>
      </w:r>
    </w:p>
    <w:p w14:paraId="72E5AFAE" w14:textId="77777777" w:rsidR="001C0413" w:rsidRDefault="00530790" w:rsidP="001C0413">
      <w:r w:rsidRPr="005D5566">
        <w:t>La mère s</w:t>
      </w:r>
      <w:r w:rsidR="001C0413">
        <w:t>’</w:t>
      </w:r>
      <w:r w:rsidRPr="005D5566">
        <w:t>écarta de Lioudmila et s</w:t>
      </w:r>
      <w:r w:rsidR="001C0413">
        <w:t>’</w:t>
      </w:r>
      <w:r w:rsidRPr="005D5566">
        <w:t>assit</w:t>
      </w:r>
      <w:r w:rsidR="001C0413">
        <w:t xml:space="preserve">, </w:t>
      </w:r>
      <w:r w:rsidRPr="005D5566">
        <w:t>haletante et fatiguée par l</w:t>
      </w:r>
      <w:r w:rsidR="001C0413">
        <w:t>’</w:t>
      </w:r>
      <w:r w:rsidRPr="005D5566">
        <w:t>émotion</w:t>
      </w:r>
      <w:r w:rsidR="001C0413">
        <w:t xml:space="preserve">. </w:t>
      </w:r>
      <w:r w:rsidRPr="005D5566">
        <w:t>La jeune femme s</w:t>
      </w:r>
      <w:r w:rsidR="001C0413">
        <w:t>’</w:t>
      </w:r>
      <w:r w:rsidRPr="005D5566">
        <w:t>éloigna aussi</w:t>
      </w:r>
      <w:r w:rsidR="001C0413">
        <w:t xml:space="preserve">, </w:t>
      </w:r>
      <w:r w:rsidRPr="005D5566">
        <w:t>doucement</w:t>
      </w:r>
      <w:r w:rsidR="001C0413">
        <w:t xml:space="preserve">, </w:t>
      </w:r>
      <w:r w:rsidRPr="005D5566">
        <w:t>avec précaution</w:t>
      </w:r>
      <w:r w:rsidR="001C0413">
        <w:t xml:space="preserve">, </w:t>
      </w:r>
      <w:r w:rsidRPr="005D5566">
        <w:t>comme si elle eût craint de briser on ne sait quoi</w:t>
      </w:r>
      <w:r w:rsidR="001C0413">
        <w:t xml:space="preserve">. </w:t>
      </w:r>
      <w:r w:rsidRPr="005D5566">
        <w:t>De son pas souple</w:t>
      </w:r>
      <w:r w:rsidR="001C0413">
        <w:t xml:space="preserve">, </w:t>
      </w:r>
      <w:r w:rsidRPr="005D5566">
        <w:t>elle traversa la pièce</w:t>
      </w:r>
      <w:r w:rsidR="001C0413">
        <w:t xml:space="preserve">, </w:t>
      </w:r>
      <w:r w:rsidRPr="005D5566">
        <w:t>fixant au loin le regard profond de ses yeux sans éclat</w:t>
      </w:r>
      <w:r w:rsidR="001C0413">
        <w:t xml:space="preserve">. </w:t>
      </w:r>
      <w:r w:rsidRPr="005D5566">
        <w:t>Elle semblait encore plus mince</w:t>
      </w:r>
      <w:r w:rsidR="001C0413">
        <w:t xml:space="preserve">, </w:t>
      </w:r>
      <w:r w:rsidRPr="005D5566">
        <w:t>plus droite et plus grande</w:t>
      </w:r>
      <w:r w:rsidR="001C0413">
        <w:t xml:space="preserve">. </w:t>
      </w:r>
      <w:r w:rsidRPr="005D5566">
        <w:t>Sa figure décharnée et sévère avait une expression concentrée</w:t>
      </w:r>
      <w:r w:rsidR="001C0413">
        <w:t xml:space="preserve">, </w:t>
      </w:r>
      <w:r w:rsidRPr="005D5566">
        <w:t>elle serrait nerveusement les lèvres</w:t>
      </w:r>
      <w:r w:rsidR="001C0413">
        <w:t xml:space="preserve">. </w:t>
      </w:r>
      <w:r w:rsidRPr="005D5566">
        <w:t>Le silence apaisa rapidement la mère</w:t>
      </w:r>
      <w:r w:rsidR="001C0413">
        <w:t xml:space="preserve"> ; </w:t>
      </w:r>
      <w:r w:rsidRPr="005D5566">
        <w:t>elle demanda à mi-voix d</w:t>
      </w:r>
      <w:r w:rsidR="001C0413">
        <w:t>’</w:t>
      </w:r>
      <w:r w:rsidRPr="005D5566">
        <w:t>un ton craintif</w:t>
      </w:r>
      <w:r w:rsidR="001C0413">
        <w:t> :</w:t>
      </w:r>
    </w:p>
    <w:p w14:paraId="1C5F9CA4" w14:textId="77777777" w:rsidR="001C0413" w:rsidRDefault="001C0413" w:rsidP="001C0413">
      <w:r>
        <w:t>— </w:t>
      </w:r>
      <w:r w:rsidR="00530790" w:rsidRPr="005D5566">
        <w:t>Peut-être ai-je dit des choses qu</w:t>
      </w:r>
      <w:r>
        <w:t>’</w:t>
      </w:r>
      <w:r w:rsidR="00530790" w:rsidRPr="005D5566">
        <w:t>il ne fallait pas dire</w:t>
      </w:r>
      <w:r>
        <w:t> ?</w:t>
      </w:r>
    </w:p>
    <w:p w14:paraId="41DFAC11" w14:textId="77777777" w:rsidR="001C0413" w:rsidRDefault="00530790" w:rsidP="001C0413">
      <w:r w:rsidRPr="005D5566">
        <w:t>Lioudmila se tourna vivement</w:t>
      </w:r>
      <w:r w:rsidR="001C0413">
        <w:t xml:space="preserve">, </w:t>
      </w:r>
      <w:r w:rsidRPr="005D5566">
        <w:t>lui jeta un coup d</w:t>
      </w:r>
      <w:r w:rsidR="001C0413">
        <w:t>’</w:t>
      </w:r>
      <w:r w:rsidRPr="005D5566">
        <w:t>œil effrayé</w:t>
      </w:r>
      <w:r w:rsidR="001C0413">
        <w:t xml:space="preserve">, </w:t>
      </w:r>
      <w:r w:rsidRPr="005D5566">
        <w:t>et s</w:t>
      </w:r>
      <w:r w:rsidR="001C0413">
        <w:t>’</w:t>
      </w:r>
      <w:r w:rsidRPr="005D5566">
        <w:t>écria avec vivacité</w:t>
      </w:r>
      <w:r w:rsidR="001C0413">
        <w:t> :</w:t>
      </w:r>
    </w:p>
    <w:p w14:paraId="68E4B3CB" w14:textId="77777777" w:rsidR="001C0413" w:rsidRDefault="001C0413" w:rsidP="001C0413">
      <w:r>
        <w:t>— </w:t>
      </w:r>
      <w:r w:rsidR="00530790" w:rsidRPr="005D5566">
        <w:t>Non</w:t>
      </w:r>
      <w:r>
        <w:t xml:space="preserve">, </w:t>
      </w:r>
      <w:r w:rsidR="00530790" w:rsidRPr="005D5566">
        <w:t>c</w:t>
      </w:r>
      <w:r>
        <w:t>’</w:t>
      </w:r>
      <w:r w:rsidR="00530790" w:rsidRPr="005D5566">
        <w:t>est comme ça</w:t>
      </w:r>
      <w:r>
        <w:t xml:space="preserve">… </w:t>
      </w:r>
      <w:r w:rsidR="00530790" w:rsidRPr="005D5566">
        <w:t>c</w:t>
      </w:r>
      <w:r>
        <w:t>’</w:t>
      </w:r>
      <w:r w:rsidR="00530790" w:rsidRPr="005D5566">
        <w:t>est comme ça</w:t>
      </w:r>
      <w:r>
        <w:t xml:space="preserve"> !… </w:t>
      </w:r>
      <w:r w:rsidR="00530790" w:rsidRPr="005D5566">
        <w:t>Mais n</w:t>
      </w:r>
      <w:r>
        <w:t>’</w:t>
      </w:r>
      <w:r w:rsidR="00530790" w:rsidRPr="005D5566">
        <w:t>en parlons plus</w:t>
      </w:r>
      <w:r>
        <w:t xml:space="preserve"> !… </w:t>
      </w:r>
      <w:r w:rsidR="00530790" w:rsidRPr="005D5566">
        <w:t xml:space="preserve">Que cela reste comme vous venez de le </w:t>
      </w:r>
      <w:r w:rsidR="00530790" w:rsidRPr="005D5566">
        <w:lastRenderedPageBreak/>
        <w:t>dire</w:t>
      </w:r>
      <w:r>
        <w:t xml:space="preserve">… </w:t>
      </w:r>
      <w:r w:rsidR="00530790" w:rsidRPr="005D5566">
        <w:t>que cela reste</w:t>
      </w:r>
      <w:r>
        <w:t xml:space="preserve">… </w:t>
      </w:r>
      <w:r w:rsidR="00530790" w:rsidRPr="005D5566">
        <w:t>oui</w:t>
      </w:r>
      <w:r>
        <w:t xml:space="preserve"> ! </w:t>
      </w:r>
      <w:r w:rsidR="00530790" w:rsidRPr="005D5566">
        <w:t>Et elle continua avec plus de calme</w:t>
      </w:r>
      <w:r>
        <w:t xml:space="preserve"> : </w:t>
      </w:r>
      <w:r w:rsidR="00530790" w:rsidRPr="005D5566">
        <w:t>il faut bientôt partir</w:t>
      </w:r>
      <w:r>
        <w:rPr>
          <w:rFonts w:eastAsia="Georgia" w:cs="Georgia"/>
        </w:rPr>
        <w:t xml:space="preserve">… </w:t>
      </w:r>
      <w:r w:rsidR="00530790" w:rsidRPr="005D5566">
        <w:t>La gare est loin d</w:t>
      </w:r>
      <w:r>
        <w:t>’</w:t>
      </w:r>
      <w:r w:rsidR="00530790" w:rsidRPr="005D5566">
        <w:t>ici</w:t>
      </w:r>
      <w:r>
        <w:t>.</w:t>
      </w:r>
    </w:p>
    <w:p w14:paraId="2A3AC0DA" w14:textId="77777777" w:rsidR="001C0413" w:rsidRDefault="001C0413" w:rsidP="001C0413">
      <w:r>
        <w:t>— </w:t>
      </w:r>
      <w:r w:rsidR="00530790" w:rsidRPr="005D5566">
        <w:t>Oui</w:t>
      </w:r>
      <w:r>
        <w:t xml:space="preserve">, </w:t>
      </w:r>
      <w:r w:rsidR="00530790" w:rsidRPr="005D5566">
        <w:t>bientôt</w:t>
      </w:r>
      <w:r>
        <w:t xml:space="preserve"> ! </w:t>
      </w:r>
      <w:r w:rsidR="00530790" w:rsidRPr="005D5566">
        <w:t>Que je suis contente</w:t>
      </w:r>
      <w:r>
        <w:t xml:space="preserve"> ! </w:t>
      </w:r>
      <w:r w:rsidR="00530790" w:rsidRPr="005D5566">
        <w:t>Ah</w:t>
      </w:r>
      <w:r>
        <w:t xml:space="preserve"> ! </w:t>
      </w:r>
      <w:r w:rsidR="00530790" w:rsidRPr="005D5566">
        <w:t>que je suis contente</w:t>
      </w:r>
      <w:r>
        <w:t xml:space="preserve">, </w:t>
      </w:r>
      <w:r w:rsidR="00530790" w:rsidRPr="005D5566">
        <w:t>si vous saviez</w:t>
      </w:r>
      <w:r>
        <w:t xml:space="preserve"> ! </w:t>
      </w:r>
      <w:r w:rsidR="00530790" w:rsidRPr="005D5566">
        <w:t>J</w:t>
      </w:r>
      <w:r>
        <w:t>’</w:t>
      </w:r>
      <w:r w:rsidR="00530790" w:rsidRPr="005D5566">
        <w:t>emporterai la parole de mon fils</w:t>
      </w:r>
      <w:r>
        <w:t xml:space="preserve">, </w:t>
      </w:r>
      <w:r w:rsidR="00530790" w:rsidRPr="005D5566">
        <w:t>la parole de mon sang</w:t>
      </w:r>
      <w:r>
        <w:t xml:space="preserve"> ! </w:t>
      </w:r>
      <w:r w:rsidR="00530790" w:rsidRPr="005D5566">
        <w:t>C</w:t>
      </w:r>
      <w:r>
        <w:t>’</w:t>
      </w:r>
      <w:r w:rsidR="00530790" w:rsidRPr="005D5566">
        <w:t>est comme mon âme</w:t>
      </w:r>
      <w:r>
        <w:t> !</w:t>
      </w:r>
    </w:p>
    <w:p w14:paraId="005F282D" w14:textId="77777777" w:rsidR="001C0413" w:rsidRDefault="00530790" w:rsidP="001C0413">
      <w:r w:rsidRPr="005D5566">
        <w:t>Elle sourit</w:t>
      </w:r>
      <w:r w:rsidR="001C0413">
        <w:t xml:space="preserve">, </w:t>
      </w:r>
      <w:r w:rsidRPr="005D5566">
        <w:t>mais son sourire n</w:t>
      </w:r>
      <w:r w:rsidR="001C0413">
        <w:t>’</w:t>
      </w:r>
      <w:r w:rsidRPr="005D5566">
        <w:t>eut qu</w:t>
      </w:r>
      <w:r w:rsidR="001C0413">
        <w:t>’</w:t>
      </w:r>
      <w:r w:rsidRPr="005D5566">
        <w:t>un pâle reflet sur le visage de Lioudmila</w:t>
      </w:r>
      <w:r w:rsidR="001C0413">
        <w:t xml:space="preserve">. </w:t>
      </w:r>
      <w:r w:rsidRPr="005D5566">
        <w:t>La mère sentait que cette contrainte refroidissait sa propre joie</w:t>
      </w:r>
      <w:r w:rsidR="001C0413">
        <w:t xml:space="preserve"> ; </w:t>
      </w:r>
      <w:r w:rsidRPr="005D5566">
        <w:t>soudain</w:t>
      </w:r>
      <w:r w:rsidR="001C0413">
        <w:t xml:space="preserve">, </w:t>
      </w:r>
      <w:r w:rsidRPr="005D5566">
        <w:t>elle fut envahie du désir de communiquer à cette âme sévère son ardeur</w:t>
      </w:r>
      <w:r w:rsidR="001C0413">
        <w:t xml:space="preserve">, </w:t>
      </w:r>
      <w:r w:rsidRPr="005D5566">
        <w:t>de l</w:t>
      </w:r>
      <w:r w:rsidR="001C0413">
        <w:t>’</w:t>
      </w:r>
      <w:r w:rsidRPr="005D5566">
        <w:t>étreindre</w:t>
      </w:r>
      <w:r w:rsidR="001C0413">
        <w:t xml:space="preserve">, </w:t>
      </w:r>
      <w:r w:rsidRPr="005D5566">
        <w:t>afin qu</w:t>
      </w:r>
      <w:r w:rsidR="001C0413">
        <w:t>’</w:t>
      </w:r>
      <w:r w:rsidRPr="005D5566">
        <w:t xml:space="preserve">elle se </w:t>
      </w:r>
      <w:r w:rsidRPr="00D210FA">
        <w:t>mît</w:t>
      </w:r>
      <w:r w:rsidRPr="005D5566">
        <w:t xml:space="preserve"> à l</w:t>
      </w:r>
      <w:r w:rsidR="001C0413">
        <w:t>’</w:t>
      </w:r>
      <w:r w:rsidRPr="005D5566">
        <w:t>unisson de son cœur maternel</w:t>
      </w:r>
      <w:r w:rsidR="001C0413">
        <w:t xml:space="preserve">. </w:t>
      </w:r>
      <w:r w:rsidRPr="005D5566">
        <w:t>Elle prit la main de Lioudmila et dit en la serrant avec force</w:t>
      </w:r>
      <w:r w:rsidR="001C0413">
        <w:t> :</w:t>
      </w:r>
    </w:p>
    <w:p w14:paraId="35AE776F" w14:textId="77777777" w:rsidR="001C0413" w:rsidRDefault="001C0413" w:rsidP="001C0413">
      <w:r>
        <w:t>— </w:t>
      </w:r>
      <w:r w:rsidR="00530790" w:rsidRPr="005D5566">
        <w:t>Ma chérie</w:t>
      </w:r>
      <w:r>
        <w:t xml:space="preserve"> ! </w:t>
      </w:r>
      <w:r w:rsidR="00530790" w:rsidRPr="005D5566">
        <w:t>Comme il est bon de savoir qu</w:t>
      </w:r>
      <w:r>
        <w:t>’</w:t>
      </w:r>
      <w:r w:rsidR="00530790" w:rsidRPr="005D5566">
        <w:t>il y a dans la vie de la lumière pour tous les hommes et que</w:t>
      </w:r>
      <w:r>
        <w:t xml:space="preserve">, </w:t>
      </w:r>
      <w:r w:rsidR="00530790" w:rsidRPr="005D5566">
        <w:t>avec le temps</w:t>
      </w:r>
      <w:r>
        <w:t xml:space="preserve">, </w:t>
      </w:r>
      <w:r w:rsidR="00530790" w:rsidRPr="005D5566">
        <w:t>ils la verront</w:t>
      </w:r>
      <w:r>
        <w:t xml:space="preserve">, </w:t>
      </w:r>
      <w:r w:rsidR="00530790" w:rsidRPr="005D5566">
        <w:t>fondront leur âme en elle et se mettront tous à brûler de cette flamme inextinguible</w:t>
      </w:r>
      <w:r>
        <w:t> !</w:t>
      </w:r>
    </w:p>
    <w:p w14:paraId="0E97FF82" w14:textId="77777777" w:rsidR="001C0413" w:rsidRDefault="00530790" w:rsidP="001C0413">
      <w:r w:rsidRPr="005D5566">
        <w:t>Son bon visage était frémissant</w:t>
      </w:r>
      <w:r w:rsidR="001C0413">
        <w:t xml:space="preserve"> ; </w:t>
      </w:r>
      <w:r w:rsidRPr="005D5566">
        <w:t>ses yeux rayonnaient et ses sourcils s</w:t>
      </w:r>
      <w:r w:rsidR="001C0413">
        <w:t>’</w:t>
      </w:r>
      <w:r w:rsidRPr="005D5566">
        <w:t>agitaient comme pour donner des ailes à l</w:t>
      </w:r>
      <w:r w:rsidR="001C0413">
        <w:t>’</w:t>
      </w:r>
      <w:r w:rsidRPr="005D5566">
        <w:t>éclat des prunelles</w:t>
      </w:r>
      <w:r w:rsidR="001C0413">
        <w:t xml:space="preserve">. </w:t>
      </w:r>
      <w:r w:rsidRPr="005D5566">
        <w:t>Elle était enivrée par de grandes pensées</w:t>
      </w:r>
      <w:r w:rsidR="001C0413">
        <w:t xml:space="preserve">, </w:t>
      </w:r>
      <w:r w:rsidRPr="005D5566">
        <w:t>dans lesquelles elle mettait tout ce qui brûlait dans son cœur</w:t>
      </w:r>
      <w:r w:rsidR="001C0413">
        <w:t xml:space="preserve">, </w:t>
      </w:r>
      <w:r w:rsidRPr="005D5566">
        <w:t>tout ce qu</w:t>
      </w:r>
      <w:r w:rsidR="001C0413">
        <w:t>’</w:t>
      </w:r>
      <w:r w:rsidRPr="005D5566">
        <w:t>elle avait éprouvé</w:t>
      </w:r>
      <w:r w:rsidR="001C0413">
        <w:t xml:space="preserve"> ; </w:t>
      </w:r>
      <w:r w:rsidRPr="005D5566">
        <w:t>et elle enfermait dans les cristaux fermes et vastes des mots lumineux</w:t>
      </w:r>
      <w:r w:rsidR="001C0413">
        <w:t xml:space="preserve">, </w:t>
      </w:r>
      <w:r w:rsidRPr="005D5566">
        <w:t>ses idées qui fleurissaient et rayonnaient de plus en plus dans ce cœur automnal</w:t>
      </w:r>
      <w:r w:rsidR="001C0413">
        <w:t xml:space="preserve">, </w:t>
      </w:r>
      <w:r w:rsidRPr="005D5566">
        <w:t>illuminé par le soleil de la force créatrice</w:t>
      </w:r>
      <w:r w:rsidR="001C0413">
        <w:t>.</w:t>
      </w:r>
    </w:p>
    <w:p w14:paraId="2977CCE1" w14:textId="77777777" w:rsidR="001C0413" w:rsidRDefault="001C0413" w:rsidP="001C0413">
      <w:r>
        <w:t>— </w:t>
      </w:r>
      <w:r w:rsidR="00530790" w:rsidRPr="005D5566">
        <w:t>C</w:t>
      </w:r>
      <w:r>
        <w:t>’</w:t>
      </w:r>
      <w:r w:rsidR="00530790" w:rsidRPr="005D5566">
        <w:t>est comme si un nouveau Dieu nous était né</w:t>
      </w:r>
      <w:r>
        <w:t xml:space="preserve"> ! </w:t>
      </w:r>
      <w:r w:rsidR="00530790" w:rsidRPr="005D5566">
        <w:t>Tout pour tous</w:t>
      </w:r>
      <w:r>
        <w:t xml:space="preserve">, </w:t>
      </w:r>
      <w:r w:rsidR="00530790" w:rsidRPr="005D5566">
        <w:t>tous pour tout</w:t>
      </w:r>
      <w:r>
        <w:t xml:space="preserve">, </w:t>
      </w:r>
      <w:r w:rsidR="00530790" w:rsidRPr="005D5566">
        <w:t>toute la vie en un seul</w:t>
      </w:r>
      <w:r>
        <w:t xml:space="preserve">, </w:t>
      </w:r>
      <w:r w:rsidR="00530790" w:rsidRPr="005D5566">
        <w:t>en chacun toute la vie</w:t>
      </w:r>
      <w:r>
        <w:t xml:space="preserve"> ! </w:t>
      </w:r>
      <w:r w:rsidR="00530790" w:rsidRPr="005D5566">
        <w:t>Et chacun pour toute la vie</w:t>
      </w:r>
      <w:r>
        <w:t xml:space="preserve"> ! </w:t>
      </w:r>
      <w:r w:rsidR="00530790" w:rsidRPr="005D5566">
        <w:t>C</w:t>
      </w:r>
      <w:r>
        <w:t>’</w:t>
      </w:r>
      <w:r w:rsidR="00530790" w:rsidRPr="005D5566">
        <w:t>est ainsi que je comprends</w:t>
      </w:r>
      <w:r>
        <w:t xml:space="preserve"> ; </w:t>
      </w:r>
      <w:r w:rsidR="00530790" w:rsidRPr="005D5566">
        <w:t>c</w:t>
      </w:r>
      <w:r>
        <w:t>’</w:t>
      </w:r>
      <w:r w:rsidR="00530790" w:rsidRPr="005D5566">
        <w:t>est pour cela que vous êtes sur la terre</w:t>
      </w:r>
      <w:r>
        <w:t xml:space="preserve">, </w:t>
      </w:r>
      <w:r w:rsidR="00530790" w:rsidRPr="005D5566">
        <w:t>je le vois</w:t>
      </w:r>
      <w:r>
        <w:t xml:space="preserve"> ! </w:t>
      </w:r>
      <w:r w:rsidR="00530790" w:rsidRPr="005D5566">
        <w:t>En vérité</w:t>
      </w:r>
      <w:r>
        <w:t xml:space="preserve">, </w:t>
      </w:r>
      <w:r w:rsidR="00530790" w:rsidRPr="005D5566">
        <w:t>vous êtes tous des camarades</w:t>
      </w:r>
      <w:r>
        <w:t xml:space="preserve">, </w:t>
      </w:r>
      <w:r w:rsidR="00530790" w:rsidRPr="005D5566">
        <w:t>vous êtes de la même famille</w:t>
      </w:r>
      <w:r>
        <w:t xml:space="preserve">, </w:t>
      </w:r>
      <w:r w:rsidR="00530790" w:rsidRPr="005D5566">
        <w:t>car vous êtes les enfants de la même mère</w:t>
      </w:r>
      <w:r>
        <w:t xml:space="preserve"> : </w:t>
      </w:r>
      <w:r w:rsidR="00530790" w:rsidRPr="005D5566">
        <w:t xml:space="preserve">la </w:t>
      </w:r>
      <w:r w:rsidR="00530790" w:rsidRPr="005D5566">
        <w:lastRenderedPageBreak/>
        <w:t>vérité</w:t>
      </w:r>
      <w:r>
        <w:t xml:space="preserve"> ! </w:t>
      </w:r>
      <w:r w:rsidR="00530790" w:rsidRPr="005D5566">
        <w:t>C</w:t>
      </w:r>
      <w:r>
        <w:t>’</w:t>
      </w:r>
      <w:r w:rsidR="00530790" w:rsidRPr="005D5566">
        <w:t>est la vérité qui vous a engendrés</w:t>
      </w:r>
      <w:r>
        <w:t xml:space="preserve">, </w:t>
      </w:r>
      <w:r w:rsidR="00530790" w:rsidRPr="005D5566">
        <w:t>et c</w:t>
      </w:r>
      <w:r>
        <w:t>’</w:t>
      </w:r>
      <w:r w:rsidR="00530790" w:rsidRPr="005D5566">
        <w:t>est par sa force que vous vivez</w:t>
      </w:r>
      <w:r>
        <w:t> !</w:t>
      </w:r>
    </w:p>
    <w:p w14:paraId="141A53AC" w14:textId="77777777" w:rsidR="001C0413" w:rsidRDefault="00530790" w:rsidP="001C0413">
      <w:r w:rsidRPr="005D5566">
        <w:t>Pélaguée reprit haleine et continua avec un large geste</w:t>
      </w:r>
      <w:r w:rsidR="001C0413">
        <w:t xml:space="preserve">, </w:t>
      </w:r>
      <w:r w:rsidRPr="005D5566">
        <w:t>qui semblait étreindre</w:t>
      </w:r>
      <w:r w:rsidR="001C0413">
        <w:t> :</w:t>
      </w:r>
    </w:p>
    <w:p w14:paraId="5427C29F" w14:textId="77777777" w:rsidR="001C0413" w:rsidRDefault="001C0413" w:rsidP="001C0413">
      <w:r>
        <w:t>— </w:t>
      </w:r>
      <w:r w:rsidR="00530790" w:rsidRPr="005D5566">
        <w:t>Et quand en moi-même je prononce ce mot</w:t>
      </w:r>
      <w:r>
        <w:t> : « </w:t>
      </w:r>
      <w:r w:rsidR="00530790" w:rsidRPr="005D5566">
        <w:t>camarades</w:t>
      </w:r>
      <w:r>
        <w:t> ! »</w:t>
      </w:r>
      <w:r w:rsidR="00530790" w:rsidRPr="005D5566">
        <w:t xml:space="preserve"> je les entends marcher</w:t>
      </w:r>
      <w:r>
        <w:t xml:space="preserve"> ! </w:t>
      </w:r>
      <w:r w:rsidR="00530790" w:rsidRPr="005D5566">
        <w:t>Ils viennent de partout en foule</w:t>
      </w:r>
      <w:r>
        <w:t xml:space="preserve">. </w:t>
      </w:r>
      <w:r w:rsidR="00530790" w:rsidRPr="005D5566">
        <w:t>J</w:t>
      </w:r>
      <w:r>
        <w:t>’</w:t>
      </w:r>
      <w:r w:rsidR="00530790" w:rsidRPr="005D5566">
        <w:t>entends un bruit retentissant et joyeux</w:t>
      </w:r>
      <w:r>
        <w:t xml:space="preserve">, </w:t>
      </w:r>
      <w:r w:rsidR="00530790" w:rsidRPr="005D5566">
        <w:t>comme si toutes les cloches des églises de la terre sonnaient</w:t>
      </w:r>
      <w:r>
        <w:t> !</w:t>
      </w:r>
    </w:p>
    <w:p w14:paraId="1878A3E0" w14:textId="77777777" w:rsidR="001C0413" w:rsidRDefault="00530790" w:rsidP="001C0413">
      <w:r w:rsidRPr="005D5566">
        <w:t>Elle avait réussi</w:t>
      </w:r>
      <w:r w:rsidR="001C0413">
        <w:t xml:space="preserve"> : </w:t>
      </w:r>
      <w:r w:rsidRPr="005D5566">
        <w:t>le visage de Lioudmila s</w:t>
      </w:r>
      <w:r w:rsidR="001C0413">
        <w:t>’</w:t>
      </w:r>
      <w:r w:rsidRPr="005D5566">
        <w:t>anima</w:t>
      </w:r>
      <w:r w:rsidR="001C0413">
        <w:t xml:space="preserve"> ; </w:t>
      </w:r>
      <w:r w:rsidRPr="005D5566">
        <w:t>ses lèvres tremblèrent</w:t>
      </w:r>
      <w:r w:rsidR="001C0413">
        <w:t xml:space="preserve"> ; </w:t>
      </w:r>
      <w:r w:rsidRPr="005D5566">
        <w:t>l</w:t>
      </w:r>
      <w:r w:rsidR="001C0413">
        <w:t>’</w:t>
      </w:r>
      <w:r w:rsidRPr="005D5566">
        <w:t>une après l</w:t>
      </w:r>
      <w:r w:rsidR="001C0413">
        <w:t>’</w:t>
      </w:r>
      <w:r w:rsidRPr="005D5566">
        <w:t>autre</w:t>
      </w:r>
      <w:r w:rsidR="001C0413">
        <w:t xml:space="preserve">, </w:t>
      </w:r>
      <w:r w:rsidRPr="005D5566">
        <w:t>de grosses larmes transparentes roulèrent de ses yeux ternes</w:t>
      </w:r>
      <w:r w:rsidR="001C0413">
        <w:t>.</w:t>
      </w:r>
    </w:p>
    <w:p w14:paraId="3C1AB7C4" w14:textId="77777777" w:rsidR="001C0413" w:rsidRDefault="00530790" w:rsidP="001C0413">
      <w:r w:rsidRPr="005D5566">
        <w:t>La mère la prit dans ses bras</w:t>
      </w:r>
      <w:r w:rsidR="001C0413">
        <w:t xml:space="preserve"> ; </w:t>
      </w:r>
      <w:r w:rsidRPr="005D5566">
        <w:t>elle eut un rire silencieux</w:t>
      </w:r>
      <w:r w:rsidR="001C0413">
        <w:t xml:space="preserve">, </w:t>
      </w:r>
      <w:r w:rsidRPr="005D5566">
        <w:t>doucement fière de la victoire de son cœur</w:t>
      </w:r>
      <w:r w:rsidR="001C0413">
        <w:t>…</w:t>
      </w:r>
    </w:p>
    <w:p w14:paraId="30322434" w14:textId="77777777" w:rsidR="001C0413" w:rsidRDefault="00530790" w:rsidP="001C0413">
      <w:r w:rsidRPr="005D5566">
        <w:t>Quand les deux femmes se quittèrent</w:t>
      </w:r>
      <w:r w:rsidR="001C0413">
        <w:t xml:space="preserve">, </w:t>
      </w:r>
      <w:r w:rsidRPr="005D5566">
        <w:t>Lioudmila regarda Pélaguée en face et demanda à voix basse</w:t>
      </w:r>
      <w:r w:rsidR="001C0413">
        <w:t> :</w:t>
      </w:r>
    </w:p>
    <w:p w14:paraId="3A65AA6F" w14:textId="77777777" w:rsidR="001C0413" w:rsidRDefault="001C0413" w:rsidP="001C0413">
      <w:r>
        <w:t>— </w:t>
      </w:r>
      <w:r w:rsidR="00530790" w:rsidRPr="005D5566">
        <w:t>Savez-vous qu</w:t>
      </w:r>
      <w:r>
        <w:t>’</w:t>
      </w:r>
      <w:r w:rsidR="00530790" w:rsidRPr="005D5566">
        <w:t>il fait bon être avec vous</w:t>
      </w:r>
      <w:r>
        <w:t> ?</w:t>
      </w:r>
    </w:p>
    <w:p w14:paraId="11BF775E" w14:textId="77777777" w:rsidR="001C0413" w:rsidRDefault="00530790" w:rsidP="001C0413">
      <w:r w:rsidRPr="005D5566">
        <w:t>Et elle se répondit à elle-même</w:t>
      </w:r>
      <w:r w:rsidR="001C0413">
        <w:t> :</w:t>
      </w:r>
    </w:p>
    <w:p w14:paraId="00ABC263" w14:textId="77777777" w:rsidR="001C0413" w:rsidRDefault="001C0413" w:rsidP="001C0413">
      <w:r>
        <w:t>— </w:t>
      </w:r>
      <w:r w:rsidR="00530790" w:rsidRPr="005D5566">
        <w:t>Oui</w:t>
      </w:r>
      <w:r>
        <w:t xml:space="preserve"> ! </w:t>
      </w:r>
      <w:r w:rsidR="00530790" w:rsidRPr="005D5566">
        <w:t>On dirait qu</w:t>
      </w:r>
      <w:r>
        <w:t>’</w:t>
      </w:r>
      <w:r w:rsidR="00530790" w:rsidRPr="005D5566">
        <w:t>on est sur une haute montagne à l</w:t>
      </w:r>
      <w:r>
        <w:t>’</w:t>
      </w:r>
      <w:r w:rsidR="00530790" w:rsidRPr="005D5566">
        <w:t>aurore</w:t>
      </w:r>
      <w:r>
        <w:t>…</w:t>
      </w:r>
    </w:p>
    <w:p w14:paraId="48485D68" w14:textId="7953031F" w:rsidR="00530790" w:rsidRPr="003B37B8" w:rsidRDefault="00530790" w:rsidP="001C0413">
      <w:pPr>
        <w:pStyle w:val="Titre2"/>
        <w:rPr>
          <w:szCs w:val="44"/>
        </w:rPr>
      </w:pPr>
      <w:bookmarkStart w:id="61" w:name="_Toc202279582"/>
      <w:r w:rsidRPr="003B37B8">
        <w:rPr>
          <w:szCs w:val="44"/>
        </w:rPr>
        <w:lastRenderedPageBreak/>
        <w:t>XXIX</w:t>
      </w:r>
      <w:bookmarkEnd w:id="61"/>
      <w:r w:rsidRPr="003B37B8">
        <w:rPr>
          <w:szCs w:val="44"/>
        </w:rPr>
        <w:br/>
      </w:r>
    </w:p>
    <w:p w14:paraId="6CC4DD6B" w14:textId="77777777" w:rsidR="001C0413" w:rsidRDefault="00530790" w:rsidP="001C0413">
      <w:r w:rsidRPr="005D5566">
        <w:t>Dans la rue</w:t>
      </w:r>
      <w:r w:rsidR="001C0413">
        <w:t xml:space="preserve">, </w:t>
      </w:r>
      <w:r w:rsidRPr="005D5566">
        <w:t>l</w:t>
      </w:r>
      <w:r w:rsidR="001C0413">
        <w:t>’</w:t>
      </w:r>
      <w:r w:rsidRPr="005D5566">
        <w:t>air sec et glacial enveloppait le corps</w:t>
      </w:r>
      <w:r w:rsidR="001C0413">
        <w:t xml:space="preserve">, </w:t>
      </w:r>
      <w:r w:rsidRPr="005D5566">
        <w:t>prenait à la gorge</w:t>
      </w:r>
      <w:r w:rsidR="001C0413">
        <w:t xml:space="preserve">, </w:t>
      </w:r>
      <w:r w:rsidRPr="005D5566">
        <w:t>picotait les narines</w:t>
      </w:r>
      <w:r w:rsidR="001C0413">
        <w:t xml:space="preserve">, </w:t>
      </w:r>
      <w:r w:rsidRPr="005D5566">
        <w:t>et on suffoquait à le respirer</w:t>
      </w:r>
      <w:r w:rsidR="001C0413">
        <w:t xml:space="preserve">. </w:t>
      </w:r>
      <w:r w:rsidRPr="005D5566">
        <w:t>Tout à coup</w:t>
      </w:r>
      <w:r w:rsidR="001C0413">
        <w:t xml:space="preserve">, </w:t>
      </w:r>
      <w:r w:rsidRPr="005D5566">
        <w:t>la mère s</w:t>
      </w:r>
      <w:r w:rsidR="001C0413">
        <w:t>’</w:t>
      </w:r>
      <w:r w:rsidRPr="005D5566">
        <w:t>arrêta et regarda autour d</w:t>
      </w:r>
      <w:r w:rsidR="001C0413">
        <w:t>’</w:t>
      </w:r>
      <w:r w:rsidRPr="005D5566">
        <w:t>elle</w:t>
      </w:r>
      <w:r w:rsidR="001C0413">
        <w:t xml:space="preserve"> : </w:t>
      </w:r>
      <w:r w:rsidRPr="005D5566">
        <w:t>tout près</w:t>
      </w:r>
      <w:r w:rsidR="001C0413">
        <w:t xml:space="preserve">, </w:t>
      </w:r>
      <w:r w:rsidRPr="005D5566">
        <w:t>au coin de la rue</w:t>
      </w:r>
      <w:r w:rsidR="001C0413">
        <w:t xml:space="preserve">, </w:t>
      </w:r>
      <w:r w:rsidRPr="005D5566">
        <w:t>il y avait un cocher coiffé d</w:t>
      </w:r>
      <w:r w:rsidR="001C0413">
        <w:t>’</w:t>
      </w:r>
      <w:r w:rsidRPr="005D5566">
        <w:t>une casquette poilue</w:t>
      </w:r>
      <w:r w:rsidR="001C0413">
        <w:t xml:space="preserve"> ; </w:t>
      </w:r>
      <w:r w:rsidRPr="005D5566">
        <w:t>plus loin</w:t>
      </w:r>
      <w:r w:rsidR="001C0413">
        <w:t xml:space="preserve">, </w:t>
      </w:r>
      <w:r w:rsidRPr="005D5566">
        <w:t>un homme marchait le dos voûté</w:t>
      </w:r>
      <w:r w:rsidR="001C0413">
        <w:t xml:space="preserve">, </w:t>
      </w:r>
      <w:r w:rsidRPr="005D5566">
        <w:t>la tête dans les épaules</w:t>
      </w:r>
      <w:r w:rsidR="001C0413">
        <w:t xml:space="preserve"> ; </w:t>
      </w:r>
      <w:r w:rsidRPr="005D5566">
        <w:t>un soldat courait et bondissait en se frottant les oreilles</w:t>
      </w:r>
      <w:r w:rsidR="001C0413">
        <w:t>.</w:t>
      </w:r>
    </w:p>
    <w:p w14:paraId="605CA64F" w14:textId="77777777" w:rsidR="001C0413" w:rsidRDefault="001C0413" w:rsidP="001C0413">
      <w:r>
        <w:t>« </w:t>
      </w:r>
      <w:r w:rsidR="00530790" w:rsidRPr="005D5566">
        <w:t>On l</w:t>
      </w:r>
      <w:r>
        <w:t>’</w:t>
      </w:r>
      <w:r w:rsidR="00530790" w:rsidRPr="005D5566">
        <w:t>aura envoyé acheter quelque chose à la boutique</w:t>
      </w:r>
      <w:r>
        <w:t> ! »</w:t>
      </w:r>
      <w:r w:rsidR="00530790" w:rsidRPr="005D5566">
        <w:t xml:space="preserve"> pensa-t-elle</w:t>
      </w:r>
      <w:r>
        <w:t xml:space="preserve"> ; </w:t>
      </w:r>
      <w:r w:rsidR="00530790" w:rsidRPr="005D5566">
        <w:t>elle écouta avec satisfaction le bruit sonore et jeune de la neige qui grinçait sous ses pas</w:t>
      </w:r>
      <w:r>
        <w:t xml:space="preserve"> ; </w:t>
      </w:r>
      <w:r w:rsidR="00530790" w:rsidRPr="005D5566">
        <w:t>elle fut bientôt à la gare</w:t>
      </w:r>
      <w:r>
        <w:t xml:space="preserve"> ; </w:t>
      </w:r>
      <w:r w:rsidR="00530790" w:rsidRPr="005D5566">
        <w:t>le train n</w:t>
      </w:r>
      <w:r>
        <w:t>’</w:t>
      </w:r>
      <w:r w:rsidR="00530790" w:rsidRPr="005D5566">
        <w:t>était pas encore formé</w:t>
      </w:r>
      <w:r>
        <w:t xml:space="preserve"> ; </w:t>
      </w:r>
      <w:r w:rsidR="00530790" w:rsidRPr="005D5566">
        <w:t>cependant</w:t>
      </w:r>
      <w:r>
        <w:t xml:space="preserve">, </w:t>
      </w:r>
      <w:r w:rsidR="00530790" w:rsidRPr="005D5566">
        <w:t>il y avait déjà beaucoup de monde dans la salle d</w:t>
      </w:r>
      <w:r>
        <w:t>’</w:t>
      </w:r>
      <w:r w:rsidR="00530790" w:rsidRPr="005D5566">
        <w:t>attente de troisième classe</w:t>
      </w:r>
      <w:r>
        <w:t xml:space="preserve">, </w:t>
      </w:r>
      <w:r w:rsidR="00530790" w:rsidRPr="005D5566">
        <w:t>enfumée et crasseuse</w:t>
      </w:r>
      <w:r>
        <w:t xml:space="preserve">. </w:t>
      </w:r>
      <w:r w:rsidR="00530790" w:rsidRPr="005D5566">
        <w:t>Le froid avait chassé là les ouvriers du chemin de fer</w:t>
      </w:r>
      <w:r>
        <w:t xml:space="preserve"> ; </w:t>
      </w:r>
      <w:r w:rsidR="00530790" w:rsidRPr="005D5566">
        <w:t>des cochers et des individus mal vêtus</w:t>
      </w:r>
      <w:r>
        <w:t xml:space="preserve">, </w:t>
      </w:r>
      <w:r w:rsidR="00530790" w:rsidRPr="005D5566">
        <w:t>sans feu ni lieu</w:t>
      </w:r>
      <w:r>
        <w:t xml:space="preserve">, </w:t>
      </w:r>
      <w:r w:rsidR="00530790" w:rsidRPr="005D5566">
        <w:t>y venaient aussi se chauffer</w:t>
      </w:r>
      <w:r>
        <w:t xml:space="preserve">. </w:t>
      </w:r>
      <w:r w:rsidR="00530790" w:rsidRPr="005D5566">
        <w:t>Il y avait également des voyageurs</w:t>
      </w:r>
      <w:r>
        <w:t xml:space="preserve"> : </w:t>
      </w:r>
      <w:r w:rsidR="00530790" w:rsidRPr="005D5566">
        <w:t>quelques paysans</w:t>
      </w:r>
      <w:r>
        <w:t xml:space="preserve">, </w:t>
      </w:r>
      <w:r w:rsidR="00530790" w:rsidRPr="005D5566">
        <w:t>un gros marchand en pelisse de genette</w:t>
      </w:r>
      <w:r>
        <w:t xml:space="preserve">, </w:t>
      </w:r>
      <w:r w:rsidR="00530790" w:rsidRPr="005D5566">
        <w:t>un prêtre avec sa fille au visage pâle</w:t>
      </w:r>
      <w:r>
        <w:t xml:space="preserve">, </w:t>
      </w:r>
      <w:r w:rsidR="00530790" w:rsidRPr="005D5566">
        <w:t>cinq ou six soldats</w:t>
      </w:r>
      <w:r>
        <w:t xml:space="preserve">, </w:t>
      </w:r>
      <w:r w:rsidR="00530790" w:rsidRPr="005D5566">
        <w:t>des bourgeois affairés</w:t>
      </w:r>
      <w:r>
        <w:t xml:space="preserve">. </w:t>
      </w:r>
      <w:r w:rsidR="00530790" w:rsidRPr="005D5566">
        <w:t>On fumait</w:t>
      </w:r>
      <w:r>
        <w:t xml:space="preserve">, </w:t>
      </w:r>
      <w:r w:rsidR="00530790" w:rsidRPr="005D5566">
        <w:t>on parlait</w:t>
      </w:r>
      <w:r>
        <w:t xml:space="preserve">, </w:t>
      </w:r>
      <w:r w:rsidR="00530790" w:rsidRPr="005D5566">
        <w:t>on buvait de l</w:t>
      </w:r>
      <w:r>
        <w:t>’</w:t>
      </w:r>
      <w:r w:rsidR="00530790" w:rsidRPr="005D5566">
        <w:t>eau-de-vie ou du thé</w:t>
      </w:r>
      <w:r>
        <w:t xml:space="preserve">. </w:t>
      </w:r>
      <w:r w:rsidR="00530790" w:rsidRPr="005D5566">
        <w:t>Près du buffet</w:t>
      </w:r>
      <w:r>
        <w:t xml:space="preserve">, </w:t>
      </w:r>
      <w:r w:rsidR="00530790" w:rsidRPr="005D5566">
        <w:t>quelqu</w:t>
      </w:r>
      <w:r>
        <w:t>’</w:t>
      </w:r>
      <w:r w:rsidR="00530790" w:rsidRPr="005D5566">
        <w:t>un riait avec éclat</w:t>
      </w:r>
      <w:r>
        <w:t xml:space="preserve"> ; </w:t>
      </w:r>
      <w:r w:rsidR="00530790" w:rsidRPr="005D5566">
        <w:t>des nuages de fumée planaient au-dessus des têtes</w:t>
      </w:r>
      <w:r>
        <w:t xml:space="preserve">. </w:t>
      </w:r>
      <w:r w:rsidR="00530790" w:rsidRPr="005D5566">
        <w:t>La porte grinçait en s</w:t>
      </w:r>
      <w:r>
        <w:t>’</w:t>
      </w:r>
      <w:r w:rsidR="00530790" w:rsidRPr="005D5566">
        <w:t>ouvrant et quand on la fermait avec fracas les vitres tremblaient et résonnaient</w:t>
      </w:r>
      <w:r>
        <w:t xml:space="preserve">. </w:t>
      </w:r>
      <w:r w:rsidR="00530790" w:rsidRPr="005D5566">
        <w:t>Une odeur de tabac et de poisson salé frappait violemment les narines</w:t>
      </w:r>
      <w:r>
        <w:t>.</w:t>
      </w:r>
    </w:p>
    <w:p w14:paraId="08EFCA01" w14:textId="499E9E5B" w:rsidR="001C0413" w:rsidRDefault="00530790" w:rsidP="001C0413">
      <w:r w:rsidRPr="005D5566">
        <w:t>La mère s</w:t>
      </w:r>
      <w:r w:rsidR="001C0413">
        <w:t>’</w:t>
      </w:r>
      <w:r w:rsidRPr="005D5566">
        <w:t>assit près de la porte</w:t>
      </w:r>
      <w:r w:rsidR="001C0413">
        <w:t xml:space="preserve">, </w:t>
      </w:r>
      <w:r w:rsidRPr="005D5566">
        <w:t>bien en évidence et attendit</w:t>
      </w:r>
      <w:r w:rsidR="001C0413">
        <w:t xml:space="preserve">. </w:t>
      </w:r>
      <w:r w:rsidRPr="005D5566">
        <w:t>Quand quelqu</w:t>
      </w:r>
      <w:r w:rsidR="001C0413">
        <w:t>’</w:t>
      </w:r>
      <w:r w:rsidRPr="005D5566">
        <w:t>un entrait</w:t>
      </w:r>
      <w:r w:rsidR="001C0413">
        <w:t xml:space="preserve">, </w:t>
      </w:r>
      <w:r w:rsidRPr="005D5566">
        <w:t>une bouffée d</w:t>
      </w:r>
      <w:r w:rsidR="001C0413">
        <w:t>’</w:t>
      </w:r>
      <w:r w:rsidRPr="005D5566">
        <w:t>air froid soufflait sur elle</w:t>
      </w:r>
      <w:r w:rsidR="001C0413">
        <w:t xml:space="preserve"> ; </w:t>
      </w:r>
      <w:r w:rsidRPr="005D5566">
        <w:t>la sensation était agréable</w:t>
      </w:r>
      <w:r w:rsidR="001C0413">
        <w:t xml:space="preserve"> ; </w:t>
      </w:r>
      <w:r w:rsidRPr="005D5566">
        <w:t>elle respirait alors à pleins poumons</w:t>
      </w:r>
      <w:r w:rsidR="001C0413">
        <w:t xml:space="preserve">. </w:t>
      </w:r>
      <w:r w:rsidRPr="005D5566">
        <w:t xml:space="preserve">Des gens lourdement </w:t>
      </w:r>
      <w:r w:rsidR="006B2FEE">
        <w:t>vêtus</w:t>
      </w:r>
      <w:r w:rsidR="001C0413">
        <w:t xml:space="preserve">, </w:t>
      </w:r>
      <w:r w:rsidRPr="005D5566">
        <w:t xml:space="preserve">chargés de </w:t>
      </w:r>
      <w:r w:rsidRPr="005D5566">
        <w:lastRenderedPageBreak/>
        <w:t>paquets</w:t>
      </w:r>
      <w:r w:rsidR="001C0413">
        <w:t xml:space="preserve">, </w:t>
      </w:r>
      <w:r w:rsidRPr="005D5566">
        <w:t>apparaissaient</w:t>
      </w:r>
      <w:r w:rsidR="001C0413">
        <w:t xml:space="preserve"> ; </w:t>
      </w:r>
      <w:r w:rsidRPr="005D5566">
        <w:t>ils s</w:t>
      </w:r>
      <w:r w:rsidR="001C0413">
        <w:rPr>
          <w:bCs/>
        </w:rPr>
        <w:t>’</w:t>
      </w:r>
      <w:r w:rsidRPr="005D5566">
        <w:rPr>
          <w:bCs/>
        </w:rPr>
        <w:t>accro</w:t>
      </w:r>
      <w:r w:rsidRPr="005D5566">
        <w:t>chaient à la porte avec maladresse</w:t>
      </w:r>
      <w:r w:rsidR="001C0413">
        <w:t xml:space="preserve">, </w:t>
      </w:r>
      <w:r w:rsidRPr="005D5566">
        <w:t>juraient</w:t>
      </w:r>
      <w:r w:rsidR="001C0413">
        <w:t xml:space="preserve">, </w:t>
      </w:r>
      <w:r w:rsidRPr="005D5566">
        <w:t>jetaient leur fardeau à terre ou sur un banc</w:t>
      </w:r>
      <w:r w:rsidR="001C0413">
        <w:t xml:space="preserve">, </w:t>
      </w:r>
      <w:r w:rsidRPr="005D5566">
        <w:t>puis enlevaient le givre du col de leur pardessus et de leurs manches</w:t>
      </w:r>
      <w:r w:rsidR="001C0413">
        <w:t xml:space="preserve">, </w:t>
      </w:r>
      <w:r w:rsidRPr="005D5566">
        <w:t>essuyaient leur barbe ou leur moustache en grommelant</w:t>
      </w:r>
      <w:r w:rsidR="001C0413">
        <w:t>…</w:t>
      </w:r>
    </w:p>
    <w:p w14:paraId="18D75FE5" w14:textId="77777777" w:rsidR="001C0413" w:rsidRDefault="00530790" w:rsidP="001C0413">
      <w:r w:rsidRPr="005D5566">
        <w:t>Un jeune homme</w:t>
      </w:r>
      <w:r w:rsidR="001C0413">
        <w:t xml:space="preserve">, </w:t>
      </w:r>
      <w:r w:rsidRPr="005D5566">
        <w:t>qui portait une valise jaune</w:t>
      </w:r>
      <w:r w:rsidR="001C0413">
        <w:t xml:space="preserve">, </w:t>
      </w:r>
      <w:r w:rsidRPr="005D5566">
        <w:t>entra et</w:t>
      </w:r>
      <w:r w:rsidR="001C0413">
        <w:t xml:space="preserve">, </w:t>
      </w:r>
      <w:r w:rsidRPr="005D5566">
        <w:t>promenant autour de lui un coup d</w:t>
      </w:r>
      <w:r w:rsidR="001C0413">
        <w:t>’</w:t>
      </w:r>
      <w:r w:rsidRPr="005D5566">
        <w:t>œil rapide</w:t>
      </w:r>
      <w:r w:rsidR="001C0413">
        <w:t xml:space="preserve">, </w:t>
      </w:r>
      <w:r w:rsidRPr="005D5566">
        <w:t>se dirigea droit vers la mère</w:t>
      </w:r>
      <w:r w:rsidR="001C0413">
        <w:t> :</w:t>
      </w:r>
    </w:p>
    <w:p w14:paraId="587A0384" w14:textId="77777777" w:rsidR="001C0413" w:rsidRDefault="001C0413" w:rsidP="001C0413">
      <w:r>
        <w:t>— </w:t>
      </w:r>
      <w:r w:rsidR="00530790" w:rsidRPr="005D5566">
        <w:t>À Moscou</w:t>
      </w:r>
      <w:r>
        <w:t xml:space="preserve"> ? </w:t>
      </w:r>
      <w:r w:rsidR="00530790" w:rsidRPr="005D5566">
        <w:t>demanda-t-il à mi-voix</w:t>
      </w:r>
      <w:r>
        <w:t>.</w:t>
      </w:r>
    </w:p>
    <w:p w14:paraId="1A3C2F66" w14:textId="77777777" w:rsidR="001C0413" w:rsidRDefault="001C0413" w:rsidP="001C0413">
      <w:r>
        <w:t>— </w:t>
      </w:r>
      <w:r w:rsidR="00530790" w:rsidRPr="005D5566">
        <w:t>Oui</w:t>
      </w:r>
      <w:r>
        <w:t xml:space="preserve"> ! </w:t>
      </w:r>
      <w:r w:rsidR="00530790" w:rsidRPr="005D5566">
        <w:t>chez Tania</w:t>
      </w:r>
      <w:r>
        <w:t> !</w:t>
      </w:r>
    </w:p>
    <w:p w14:paraId="36FD8B2E" w14:textId="77777777" w:rsidR="001C0413" w:rsidRDefault="001C0413" w:rsidP="001C0413">
      <w:r>
        <w:t>— </w:t>
      </w:r>
      <w:r w:rsidR="00530790" w:rsidRPr="005D5566">
        <w:t>Voilà</w:t>
      </w:r>
      <w:r>
        <w:t> !</w:t>
      </w:r>
    </w:p>
    <w:p w14:paraId="6F27F36E" w14:textId="77777777" w:rsidR="001C0413" w:rsidRDefault="00530790" w:rsidP="001C0413">
      <w:r w:rsidRPr="005D5566">
        <w:t>Il plaça la valise sur le banc à côté d</w:t>
      </w:r>
      <w:r w:rsidR="001C0413">
        <w:t>’</w:t>
      </w:r>
      <w:r w:rsidRPr="005D5566">
        <w:t>elle</w:t>
      </w:r>
      <w:r w:rsidR="001C0413">
        <w:t xml:space="preserve">, </w:t>
      </w:r>
      <w:r w:rsidRPr="005D5566">
        <w:t>tira une cigarette de sa poche</w:t>
      </w:r>
      <w:r w:rsidR="001C0413">
        <w:t xml:space="preserve">, </w:t>
      </w:r>
      <w:r w:rsidRPr="005D5566">
        <w:t>l</w:t>
      </w:r>
      <w:r w:rsidR="001C0413">
        <w:t>’</w:t>
      </w:r>
      <w:r w:rsidRPr="005D5566">
        <w:t>alluma rapidement et sortit par une autre porte après avoir légèrement soulevé sa casquette</w:t>
      </w:r>
      <w:r w:rsidR="001C0413">
        <w:t xml:space="preserve">. </w:t>
      </w:r>
      <w:r w:rsidRPr="005D5566">
        <w:t>La mère caressa de la main le cuir froid de la valise et s</w:t>
      </w:r>
      <w:r w:rsidR="001C0413">
        <w:t>’</w:t>
      </w:r>
      <w:r w:rsidRPr="005D5566">
        <w:t>y appuya</w:t>
      </w:r>
      <w:r w:rsidR="001C0413">
        <w:t xml:space="preserve"> ; </w:t>
      </w:r>
      <w:r w:rsidRPr="005D5566">
        <w:t>satisfaite</w:t>
      </w:r>
      <w:r w:rsidR="001C0413">
        <w:t xml:space="preserve">, </w:t>
      </w:r>
      <w:r w:rsidRPr="005D5566">
        <w:t>elle se mit à examiner le public</w:t>
      </w:r>
      <w:r w:rsidR="001C0413">
        <w:t xml:space="preserve">. </w:t>
      </w:r>
      <w:r w:rsidRPr="005D5566">
        <w:t>Un instant après</w:t>
      </w:r>
      <w:r w:rsidR="001C0413">
        <w:t xml:space="preserve">, </w:t>
      </w:r>
      <w:r w:rsidRPr="005D5566">
        <w:t>elle se leva et s</w:t>
      </w:r>
      <w:r w:rsidR="001C0413">
        <w:t>’</w:t>
      </w:r>
      <w:r w:rsidRPr="005D5566">
        <w:t>assit sur un autre banc</w:t>
      </w:r>
      <w:r w:rsidR="001C0413">
        <w:t xml:space="preserve">, </w:t>
      </w:r>
      <w:r w:rsidRPr="005D5566">
        <w:t>plus près de la sortie</w:t>
      </w:r>
      <w:r w:rsidR="001C0413">
        <w:t xml:space="preserve">. </w:t>
      </w:r>
      <w:r w:rsidRPr="005D5566">
        <w:t>Elle portait la valise avec aisance</w:t>
      </w:r>
      <w:r w:rsidR="001C0413">
        <w:t xml:space="preserve"> ; </w:t>
      </w:r>
      <w:r w:rsidRPr="005D5566">
        <w:t>la tête haute</w:t>
      </w:r>
      <w:r w:rsidR="001C0413">
        <w:t xml:space="preserve">, </w:t>
      </w:r>
      <w:r w:rsidRPr="005D5566">
        <w:t>elle regardait les visages qui passaient sous ses yeux</w:t>
      </w:r>
      <w:r w:rsidR="001C0413">
        <w:t>.</w:t>
      </w:r>
    </w:p>
    <w:p w14:paraId="644F9286" w14:textId="77777777" w:rsidR="001C0413" w:rsidRDefault="00530790" w:rsidP="001C0413">
      <w:r w:rsidRPr="005D5566">
        <w:t>Un homme</w:t>
      </w:r>
      <w:r w:rsidR="001C0413">
        <w:t xml:space="preserve">, </w:t>
      </w:r>
      <w:r w:rsidRPr="005D5566">
        <w:t>vêtu d</w:t>
      </w:r>
      <w:r w:rsidR="001C0413">
        <w:t>’</w:t>
      </w:r>
      <w:r w:rsidRPr="005D5566">
        <w:t>un paletot court</w:t>
      </w:r>
      <w:r w:rsidR="001C0413">
        <w:t xml:space="preserve">, </w:t>
      </w:r>
      <w:r w:rsidRPr="005D5566">
        <w:t>la tête enfouie dans son col relevé</w:t>
      </w:r>
      <w:r w:rsidR="001C0413">
        <w:t xml:space="preserve">, </w:t>
      </w:r>
      <w:r w:rsidRPr="005D5566">
        <w:t>la heurta et s</w:t>
      </w:r>
      <w:r w:rsidR="001C0413">
        <w:t>’</w:t>
      </w:r>
      <w:r w:rsidRPr="005D5566">
        <w:t>écarta sans mot dire</w:t>
      </w:r>
      <w:r w:rsidR="001C0413">
        <w:t xml:space="preserve">, </w:t>
      </w:r>
      <w:r w:rsidRPr="005D5566">
        <w:t>portant la main à sa casquette</w:t>
      </w:r>
      <w:r w:rsidR="001C0413">
        <w:t xml:space="preserve">. </w:t>
      </w:r>
      <w:r w:rsidRPr="005D5566">
        <w:t>Il sembla à la mère qu</w:t>
      </w:r>
      <w:r w:rsidR="001C0413">
        <w:t>’</w:t>
      </w:r>
      <w:r w:rsidRPr="005D5566">
        <w:t>elle l</w:t>
      </w:r>
      <w:r w:rsidR="001C0413">
        <w:t>’</w:t>
      </w:r>
      <w:r w:rsidRPr="005D5566">
        <w:t>avait déjà vu</w:t>
      </w:r>
      <w:r w:rsidR="001C0413">
        <w:t xml:space="preserve">, </w:t>
      </w:r>
      <w:r w:rsidRPr="005D5566">
        <w:t>elle se retourna</w:t>
      </w:r>
      <w:r w:rsidR="001C0413">
        <w:t xml:space="preserve"> : </w:t>
      </w:r>
      <w:r w:rsidRPr="005D5566">
        <w:t>il l</w:t>
      </w:r>
      <w:r w:rsidR="001C0413">
        <w:t>’</w:t>
      </w:r>
      <w:r w:rsidRPr="005D5566">
        <w:t>observait d</w:t>
      </w:r>
      <w:r w:rsidR="001C0413">
        <w:t>’</w:t>
      </w:r>
      <w:r w:rsidRPr="005D5566">
        <w:t>un œil</w:t>
      </w:r>
      <w:r w:rsidR="001C0413">
        <w:t xml:space="preserve">. </w:t>
      </w:r>
      <w:r w:rsidRPr="005D5566">
        <w:t>Cet œil clair transperça Pélaguée et fit trembler la main qui tenait la valise</w:t>
      </w:r>
      <w:r w:rsidR="001C0413">
        <w:t xml:space="preserve">, </w:t>
      </w:r>
      <w:r w:rsidRPr="005D5566">
        <w:t>comme si son fardeau se fût alourdi brusquement</w:t>
      </w:r>
      <w:r w:rsidR="001C0413">
        <w:t>.</w:t>
      </w:r>
    </w:p>
    <w:p w14:paraId="4BAE5575" w14:textId="77777777" w:rsidR="001C0413" w:rsidRDefault="001C0413" w:rsidP="001C0413">
      <w:r>
        <w:t>— </w:t>
      </w:r>
      <w:r w:rsidR="00530790" w:rsidRPr="005D5566">
        <w:t>Où l</w:t>
      </w:r>
      <w:r>
        <w:t>’</w:t>
      </w:r>
      <w:r w:rsidR="00530790" w:rsidRPr="005D5566">
        <w:t>ai-je vu</w:t>
      </w:r>
      <w:r>
        <w:t xml:space="preserve"> ? </w:t>
      </w:r>
      <w:r w:rsidR="00530790" w:rsidRPr="005D5566">
        <w:t>se demanda-t-elle pour chasser la sensation désagréable qui montait dans sa poitrine puis à sa gorge</w:t>
      </w:r>
      <w:r>
        <w:t xml:space="preserve">, </w:t>
      </w:r>
      <w:r w:rsidR="00530790" w:rsidRPr="005D5566">
        <w:t>lui remplissant la bouche d</w:t>
      </w:r>
      <w:r>
        <w:t>’</w:t>
      </w:r>
      <w:r w:rsidR="00530790" w:rsidRPr="005D5566">
        <w:t>une amertume sèche</w:t>
      </w:r>
      <w:r>
        <w:t xml:space="preserve">. </w:t>
      </w:r>
      <w:r w:rsidR="00530790" w:rsidRPr="005D5566">
        <w:t xml:space="preserve">Une envie irrésistible de se retourner et de regarder encore une </w:t>
      </w:r>
      <w:r w:rsidR="00530790" w:rsidRPr="005D5566">
        <w:lastRenderedPageBreak/>
        <w:t>fois saisit la mère</w:t>
      </w:r>
      <w:r>
        <w:t xml:space="preserve"> : </w:t>
      </w:r>
      <w:r w:rsidR="00530790" w:rsidRPr="005D5566">
        <w:t>l</w:t>
      </w:r>
      <w:r>
        <w:t>’</w:t>
      </w:r>
      <w:r w:rsidR="00530790" w:rsidRPr="005D5566">
        <w:t>homme était toujours à la même place</w:t>
      </w:r>
      <w:r>
        <w:t xml:space="preserve"> ; </w:t>
      </w:r>
      <w:r w:rsidR="00530790" w:rsidRPr="005D5566">
        <w:t>il se tenait tantôt sur un pied</w:t>
      </w:r>
      <w:r>
        <w:t xml:space="preserve">, </w:t>
      </w:r>
      <w:r w:rsidR="00530790" w:rsidRPr="005D5566">
        <w:t>tantôt sur l</w:t>
      </w:r>
      <w:r>
        <w:t>’</w:t>
      </w:r>
      <w:r w:rsidR="00530790" w:rsidRPr="005D5566">
        <w:t>autre</w:t>
      </w:r>
      <w:r>
        <w:t xml:space="preserve">, </w:t>
      </w:r>
      <w:r w:rsidR="00530790" w:rsidRPr="005D5566">
        <w:t>et semblait indécis</w:t>
      </w:r>
      <w:r>
        <w:t xml:space="preserve">. </w:t>
      </w:r>
      <w:r w:rsidR="00530790" w:rsidRPr="005D5566">
        <w:t>Il avait passé la main droite entre les boutons de son pardessus</w:t>
      </w:r>
      <w:r>
        <w:t xml:space="preserve"> ; </w:t>
      </w:r>
      <w:r w:rsidR="00530790" w:rsidRPr="005D5566">
        <w:t>l</w:t>
      </w:r>
      <w:r>
        <w:t>’</w:t>
      </w:r>
      <w:r w:rsidR="00530790" w:rsidRPr="005D5566">
        <w:t>autre était dans sa poche</w:t>
      </w:r>
      <w:r>
        <w:t xml:space="preserve">, </w:t>
      </w:r>
      <w:r w:rsidR="00530790" w:rsidRPr="005D5566">
        <w:t>ce qui faisait paraître son épaule droite plus haute que la gauche</w:t>
      </w:r>
      <w:r>
        <w:t>…</w:t>
      </w:r>
    </w:p>
    <w:p w14:paraId="0514A457" w14:textId="77777777" w:rsidR="001C0413" w:rsidRDefault="00530790" w:rsidP="001C0413">
      <w:r w:rsidRPr="005D5566">
        <w:t>Sans se hâter</w:t>
      </w:r>
      <w:r w:rsidR="001C0413">
        <w:t xml:space="preserve">, </w:t>
      </w:r>
      <w:r w:rsidRPr="005D5566">
        <w:t>Pélaguée s</w:t>
      </w:r>
      <w:r w:rsidR="001C0413">
        <w:t>’</w:t>
      </w:r>
      <w:r w:rsidRPr="005D5566">
        <w:t>approcha d</w:t>
      </w:r>
      <w:r w:rsidR="001C0413">
        <w:t>’</w:t>
      </w:r>
      <w:r w:rsidRPr="005D5566">
        <w:t>un banc</w:t>
      </w:r>
      <w:r w:rsidR="001C0413">
        <w:t xml:space="preserve">, </w:t>
      </w:r>
      <w:r w:rsidRPr="005D5566">
        <w:t>s</w:t>
      </w:r>
      <w:r w:rsidR="001C0413">
        <w:t>’</w:t>
      </w:r>
      <w:r w:rsidRPr="005D5566">
        <w:t>assit lentement</w:t>
      </w:r>
      <w:r w:rsidR="001C0413">
        <w:t xml:space="preserve">, </w:t>
      </w:r>
      <w:r w:rsidRPr="005D5566">
        <w:t>avec précaution</w:t>
      </w:r>
      <w:r w:rsidR="001C0413">
        <w:t xml:space="preserve">, </w:t>
      </w:r>
      <w:r w:rsidRPr="005D5566">
        <w:t>comme si elle eût craint de déchirer quelque chose en elle</w:t>
      </w:r>
      <w:r w:rsidR="001C0413">
        <w:t xml:space="preserve">. </w:t>
      </w:r>
      <w:r w:rsidRPr="005D5566">
        <w:t>Mise en éveil par un pressentiment aigu de malheur</w:t>
      </w:r>
      <w:r w:rsidR="001C0413">
        <w:t xml:space="preserve">, </w:t>
      </w:r>
      <w:r w:rsidRPr="005D5566">
        <w:t>sa mémoire lui présenta deux clichés de cet homme</w:t>
      </w:r>
      <w:r w:rsidR="001C0413">
        <w:t xml:space="preserve"> : </w:t>
      </w:r>
      <w:r w:rsidRPr="005D5566">
        <w:t>le premier datait du jour de l</w:t>
      </w:r>
      <w:r w:rsidR="001C0413">
        <w:t>’</w:t>
      </w:r>
      <w:r w:rsidRPr="005D5566">
        <w:t>évasion de Rybine</w:t>
      </w:r>
      <w:r w:rsidR="001C0413">
        <w:t xml:space="preserve">, </w:t>
      </w:r>
      <w:r w:rsidRPr="005D5566">
        <w:t>l</w:t>
      </w:r>
      <w:r w:rsidR="001C0413">
        <w:t>’</w:t>
      </w:r>
      <w:r w:rsidRPr="005D5566">
        <w:t>autre de la veille</w:t>
      </w:r>
      <w:r w:rsidR="001C0413">
        <w:t xml:space="preserve">. </w:t>
      </w:r>
      <w:r w:rsidRPr="005D5566">
        <w:t>Au tribunal</w:t>
      </w:r>
      <w:r w:rsidR="001C0413">
        <w:t xml:space="preserve">, </w:t>
      </w:r>
      <w:r w:rsidRPr="005D5566">
        <w:t>elle avait vu à côté de cet individu l</w:t>
      </w:r>
      <w:r w:rsidR="001C0413">
        <w:t>’</w:t>
      </w:r>
      <w:r w:rsidRPr="005D5566">
        <w:t>agent de police auquel elle avait donné de fausses indications au sujet du chemin que Rybine avait pris</w:t>
      </w:r>
      <w:r w:rsidR="001C0413">
        <w:t xml:space="preserve">. </w:t>
      </w:r>
      <w:r w:rsidRPr="005D5566">
        <w:t>On la connaissait</w:t>
      </w:r>
      <w:r w:rsidR="001C0413">
        <w:t xml:space="preserve">, </w:t>
      </w:r>
      <w:r w:rsidRPr="005D5566">
        <w:t>on la surveillait</w:t>
      </w:r>
      <w:r w:rsidR="001C0413">
        <w:t xml:space="preserve">, </w:t>
      </w:r>
      <w:r w:rsidRPr="005D5566">
        <w:t>c</w:t>
      </w:r>
      <w:r w:rsidR="001C0413">
        <w:t>’</w:t>
      </w:r>
      <w:r w:rsidRPr="005D5566">
        <w:t>était certain</w:t>
      </w:r>
      <w:r w:rsidR="001C0413">
        <w:t> !</w:t>
      </w:r>
    </w:p>
    <w:p w14:paraId="5C785C06" w14:textId="77777777" w:rsidR="001C0413" w:rsidRDefault="001C0413" w:rsidP="001C0413">
      <w:r>
        <w:t>— </w:t>
      </w:r>
      <w:r w:rsidR="00530790" w:rsidRPr="005D5566">
        <w:t>Suis-je prise</w:t>
      </w:r>
      <w:r>
        <w:t xml:space="preserve"> ? </w:t>
      </w:r>
      <w:r w:rsidR="00530790" w:rsidRPr="005D5566">
        <w:t>se demanda-t-elle</w:t>
      </w:r>
      <w:r>
        <w:t xml:space="preserve">. </w:t>
      </w:r>
      <w:r w:rsidR="00530790" w:rsidRPr="005D5566">
        <w:t>Et elle se répondit en tressaillant</w:t>
      </w:r>
      <w:r>
        <w:t xml:space="preserve"> – </w:t>
      </w:r>
      <w:r w:rsidR="00530790" w:rsidRPr="005D5566">
        <w:t>Peut-être y a-t</w:t>
      </w:r>
      <w:r w:rsidR="00530790" w:rsidRPr="005D5566">
        <w:rPr>
          <w:bCs/>
        </w:rPr>
        <w:t xml:space="preserve">-il </w:t>
      </w:r>
      <w:r w:rsidR="00530790" w:rsidRPr="005D5566">
        <w:t>encore</w:t>
      </w:r>
      <w:r>
        <w:t xml:space="preserve">… </w:t>
      </w:r>
      <w:r w:rsidR="00530790" w:rsidRPr="005D5566">
        <w:t>Non</w:t>
      </w:r>
      <w:r>
        <w:t xml:space="preserve">, </w:t>
      </w:r>
      <w:r w:rsidR="00530790" w:rsidRPr="005D5566">
        <w:t>je suis prise</w:t>
      </w:r>
      <w:r>
        <w:t xml:space="preserve">, </w:t>
      </w:r>
      <w:r w:rsidR="00530790" w:rsidRPr="005D5566">
        <w:t>il n</w:t>
      </w:r>
      <w:r>
        <w:t>’</w:t>
      </w:r>
      <w:r w:rsidR="00530790" w:rsidRPr="005D5566">
        <w:t>y a rien à faire</w:t>
      </w:r>
      <w:r>
        <w:t>…</w:t>
      </w:r>
    </w:p>
    <w:p w14:paraId="149F45FE" w14:textId="77777777" w:rsidR="001C0413" w:rsidRDefault="00530790" w:rsidP="001C0413">
      <w:r w:rsidRPr="005D5566">
        <w:t>Elle regarda autour d</w:t>
      </w:r>
      <w:r w:rsidR="001C0413">
        <w:t>’</w:t>
      </w:r>
      <w:r w:rsidRPr="005D5566">
        <w:t>elle et ne vit rien de suspect</w:t>
      </w:r>
      <w:r w:rsidR="001C0413">
        <w:t xml:space="preserve">. </w:t>
      </w:r>
      <w:r w:rsidRPr="005D5566">
        <w:t>L</w:t>
      </w:r>
      <w:r w:rsidR="001C0413">
        <w:t>’</w:t>
      </w:r>
      <w:r w:rsidRPr="005D5566">
        <w:t>une après l</w:t>
      </w:r>
      <w:r w:rsidR="001C0413">
        <w:t>’</w:t>
      </w:r>
      <w:r w:rsidRPr="005D5566">
        <w:t>autre</w:t>
      </w:r>
      <w:r w:rsidR="001C0413">
        <w:t xml:space="preserve">, </w:t>
      </w:r>
      <w:r w:rsidRPr="005D5566">
        <w:t>comme des étincelles</w:t>
      </w:r>
      <w:r w:rsidR="001C0413">
        <w:t xml:space="preserve">, </w:t>
      </w:r>
      <w:r w:rsidRPr="005D5566">
        <w:t>des idées s</w:t>
      </w:r>
      <w:r w:rsidR="001C0413">
        <w:t>’</w:t>
      </w:r>
      <w:r w:rsidRPr="005D5566">
        <w:t>enflammaient et s</w:t>
      </w:r>
      <w:r w:rsidR="001C0413">
        <w:t>’</w:t>
      </w:r>
      <w:r w:rsidRPr="005D5566">
        <w:t>éteignaient dans son cerveau</w:t>
      </w:r>
      <w:r w:rsidR="001C0413">
        <w:t>.</w:t>
      </w:r>
    </w:p>
    <w:p w14:paraId="46262B75" w14:textId="77777777" w:rsidR="001C0413" w:rsidRDefault="001C0413" w:rsidP="001C0413">
      <w:r>
        <w:t>— </w:t>
      </w:r>
      <w:r w:rsidR="00530790" w:rsidRPr="005D5566">
        <w:t>Laisser la valise</w:t>
      </w:r>
      <w:r>
        <w:t xml:space="preserve"> ?… </w:t>
      </w:r>
      <w:r w:rsidR="00530790" w:rsidRPr="005D5566">
        <w:t>m</w:t>
      </w:r>
      <w:r>
        <w:t>’</w:t>
      </w:r>
      <w:r w:rsidR="00530790" w:rsidRPr="005D5566">
        <w:t>en aller</w:t>
      </w:r>
      <w:r>
        <w:t> ?</w:t>
      </w:r>
    </w:p>
    <w:p w14:paraId="502C8A35" w14:textId="77777777" w:rsidR="001C0413" w:rsidRDefault="00530790" w:rsidP="001C0413">
      <w:r w:rsidRPr="005D5566">
        <w:t xml:space="preserve">Mais aussitôt </w:t>
      </w:r>
      <w:r w:rsidRPr="005D5566">
        <w:rPr>
          <w:bCs/>
        </w:rPr>
        <w:t xml:space="preserve">une </w:t>
      </w:r>
      <w:r w:rsidRPr="005D5566">
        <w:t>autre étincelle brilla</w:t>
      </w:r>
      <w:r w:rsidR="001C0413">
        <w:t xml:space="preserve">, </w:t>
      </w:r>
      <w:r w:rsidRPr="005D5566">
        <w:t>plus vive</w:t>
      </w:r>
      <w:r w:rsidR="001C0413">
        <w:t> :</w:t>
      </w:r>
    </w:p>
    <w:p w14:paraId="52B1825B" w14:textId="77777777" w:rsidR="001C0413" w:rsidRDefault="001C0413" w:rsidP="001C0413">
      <w:r>
        <w:t>— </w:t>
      </w:r>
      <w:r w:rsidR="00530790" w:rsidRPr="005D5566">
        <w:t>La parole de mon fils</w:t>
      </w:r>
      <w:r>
        <w:t xml:space="preserve">… </w:t>
      </w:r>
      <w:r w:rsidR="00530790" w:rsidRPr="005D5566">
        <w:t>la jeter</w:t>
      </w:r>
      <w:r>
        <w:t xml:space="preserve"> ! </w:t>
      </w:r>
      <w:r w:rsidR="00530790" w:rsidRPr="005D5566">
        <w:t>Dans des mains pareilles</w:t>
      </w:r>
      <w:r>
        <w:t> !</w:t>
      </w:r>
    </w:p>
    <w:p w14:paraId="5B4D1EB1" w14:textId="77777777" w:rsidR="001C0413" w:rsidRDefault="00530790" w:rsidP="001C0413">
      <w:r w:rsidRPr="005D5566">
        <w:t>Elle serra la valise contre elle</w:t>
      </w:r>
      <w:r w:rsidR="001C0413">
        <w:t>.</w:t>
      </w:r>
    </w:p>
    <w:p w14:paraId="50BD2B79" w14:textId="77777777" w:rsidR="001C0413" w:rsidRDefault="001C0413" w:rsidP="001C0413">
      <w:r>
        <w:t>— </w:t>
      </w:r>
      <w:r w:rsidR="00530790" w:rsidRPr="005D5566">
        <w:t>Si je la prenais</w:t>
      </w:r>
      <w:r>
        <w:t xml:space="preserve"> !… </w:t>
      </w:r>
      <w:r w:rsidR="00530790" w:rsidRPr="005D5566">
        <w:t>Si je courais</w:t>
      </w:r>
      <w:r>
        <w:t> !…</w:t>
      </w:r>
    </w:p>
    <w:p w14:paraId="34416FC3" w14:textId="77777777" w:rsidR="001C0413" w:rsidRDefault="00530790" w:rsidP="001C0413">
      <w:r w:rsidRPr="005D5566">
        <w:t>Ses pensées lui paraissaient étrangères</w:t>
      </w:r>
      <w:r w:rsidR="001C0413">
        <w:t xml:space="preserve"> ; </w:t>
      </w:r>
      <w:r w:rsidRPr="005D5566">
        <w:t>il lui semblait que quelqu</w:t>
      </w:r>
      <w:r w:rsidR="001C0413">
        <w:t>’</w:t>
      </w:r>
      <w:r w:rsidRPr="005D5566">
        <w:t>un les lui introduisait de force dans le cerveau</w:t>
      </w:r>
      <w:r w:rsidR="001C0413">
        <w:t xml:space="preserve">. </w:t>
      </w:r>
      <w:r w:rsidRPr="005D5566">
        <w:lastRenderedPageBreak/>
        <w:t>C</w:t>
      </w:r>
      <w:r w:rsidR="001C0413">
        <w:t>’</w:t>
      </w:r>
      <w:r w:rsidRPr="005D5566">
        <w:t>étaient comme des brûlures qui rongeaient douloureusement sa tête et son cœur</w:t>
      </w:r>
      <w:r w:rsidR="001C0413">
        <w:t xml:space="preserve">, </w:t>
      </w:r>
      <w:r w:rsidRPr="005D5566">
        <w:t>l</w:t>
      </w:r>
      <w:r w:rsidR="001C0413">
        <w:t>’</w:t>
      </w:r>
      <w:r w:rsidRPr="005D5566">
        <w:t>éloignant d</w:t>
      </w:r>
      <w:r w:rsidR="001C0413">
        <w:t>’</w:t>
      </w:r>
      <w:r w:rsidRPr="005D5566">
        <w:t>elle-même</w:t>
      </w:r>
      <w:r w:rsidR="001C0413">
        <w:t xml:space="preserve">, </w:t>
      </w:r>
      <w:r w:rsidRPr="005D5566">
        <w:t>de Pavel</w:t>
      </w:r>
      <w:r w:rsidR="001C0413">
        <w:t xml:space="preserve">, </w:t>
      </w:r>
      <w:r w:rsidRPr="005D5566">
        <w:t>de tout ce qui s</w:t>
      </w:r>
      <w:r w:rsidR="001C0413">
        <w:t>’</w:t>
      </w:r>
      <w:r w:rsidRPr="005D5566">
        <w:t>était déjà confondu avec son cœur</w:t>
      </w:r>
      <w:r w:rsidR="001C0413">
        <w:t xml:space="preserve">. </w:t>
      </w:r>
      <w:r w:rsidRPr="005D5566">
        <w:t>Elle sentait qu</w:t>
      </w:r>
      <w:r w:rsidR="001C0413">
        <w:t>’</w:t>
      </w:r>
      <w:r w:rsidRPr="005D5566">
        <w:t>une force hostile l</w:t>
      </w:r>
      <w:r w:rsidR="001C0413">
        <w:t>’</w:t>
      </w:r>
      <w:r w:rsidRPr="005D5566">
        <w:t>oppressait avec obstination</w:t>
      </w:r>
      <w:r w:rsidR="001C0413">
        <w:t xml:space="preserve">, </w:t>
      </w:r>
      <w:r w:rsidRPr="005D5566">
        <w:t>accablait ses épaules et sa poitrine</w:t>
      </w:r>
      <w:r w:rsidR="001C0413">
        <w:t xml:space="preserve">, </w:t>
      </w:r>
      <w:r w:rsidRPr="005D5566">
        <w:t>l</w:t>
      </w:r>
      <w:r w:rsidR="001C0413">
        <w:t>’</w:t>
      </w:r>
      <w:r w:rsidRPr="005D5566">
        <w:t>abaissait en la plongeant dans une terreur froide</w:t>
      </w:r>
      <w:r w:rsidR="001C0413">
        <w:t xml:space="preserve">. </w:t>
      </w:r>
      <w:r w:rsidRPr="005D5566">
        <w:t>Les veines de ses tempes se gonflèrent</w:t>
      </w:r>
      <w:r w:rsidR="001C0413">
        <w:t xml:space="preserve">, </w:t>
      </w:r>
      <w:r w:rsidRPr="005D5566">
        <w:t>une chaleur monta à la racine de ses cheveux</w:t>
      </w:r>
      <w:r w:rsidR="001C0413">
        <w:t>.</w:t>
      </w:r>
    </w:p>
    <w:p w14:paraId="5C04BD32" w14:textId="77777777" w:rsidR="001C0413" w:rsidRDefault="00530790" w:rsidP="001C0413">
      <w:r w:rsidRPr="005D5566">
        <w:t>Alors</w:t>
      </w:r>
      <w:r w:rsidR="001C0413">
        <w:t xml:space="preserve">, </w:t>
      </w:r>
      <w:r w:rsidRPr="005D5566">
        <w:t>d</w:t>
      </w:r>
      <w:r w:rsidR="001C0413">
        <w:t>’</w:t>
      </w:r>
      <w:r w:rsidRPr="005D5566">
        <w:t>un seul effort vigoureux qui la souleva tout entière</w:t>
      </w:r>
      <w:r w:rsidR="001C0413">
        <w:t xml:space="preserve">, </w:t>
      </w:r>
      <w:r w:rsidRPr="005D5566">
        <w:t>elle éteignit en elle toutes ces lueurs faibles</w:t>
      </w:r>
      <w:r w:rsidR="001C0413">
        <w:t xml:space="preserve">, </w:t>
      </w:r>
      <w:r w:rsidRPr="005D5566">
        <w:t>lâches et rusées</w:t>
      </w:r>
      <w:r w:rsidR="001C0413">
        <w:t xml:space="preserve">, </w:t>
      </w:r>
      <w:r w:rsidRPr="005D5566">
        <w:t>en se disant avec autorité</w:t>
      </w:r>
      <w:r w:rsidR="001C0413">
        <w:t xml:space="preserve"> : – </w:t>
      </w:r>
      <w:r w:rsidRPr="005D5566">
        <w:t>Ne fais pas honte à ton fils</w:t>
      </w:r>
      <w:r w:rsidR="001C0413">
        <w:t> !</w:t>
      </w:r>
    </w:p>
    <w:p w14:paraId="3C76EA5C" w14:textId="77777777" w:rsidR="001C0413" w:rsidRDefault="00530790" w:rsidP="001C0413">
      <w:r w:rsidRPr="005D5566">
        <w:t>Ses yeux rencontrèrent un regard timide et désolé</w:t>
      </w:r>
      <w:r w:rsidR="001C0413">
        <w:t xml:space="preserve">. </w:t>
      </w:r>
      <w:r w:rsidRPr="005D5566">
        <w:t>L</w:t>
      </w:r>
      <w:r w:rsidR="001C0413">
        <w:t>’</w:t>
      </w:r>
      <w:r w:rsidRPr="005D5566">
        <w:t>image de Rybine passa dans sa mémoire</w:t>
      </w:r>
      <w:r w:rsidR="001C0413">
        <w:t xml:space="preserve">. </w:t>
      </w:r>
      <w:r w:rsidRPr="005D5566">
        <w:t>Ces quelques instants d</w:t>
      </w:r>
      <w:r w:rsidR="001C0413">
        <w:t>’</w:t>
      </w:r>
      <w:r w:rsidRPr="005D5566">
        <w:t>hésitation semblaient avoir tout raffermi en elle</w:t>
      </w:r>
      <w:r w:rsidR="001C0413">
        <w:t xml:space="preserve">. </w:t>
      </w:r>
      <w:r w:rsidRPr="005D5566">
        <w:t>Son cœur battit plus régulièrement</w:t>
      </w:r>
      <w:r w:rsidR="001C0413">
        <w:t>.</w:t>
      </w:r>
    </w:p>
    <w:p w14:paraId="3F6F6B88" w14:textId="77777777" w:rsidR="001C0413" w:rsidRDefault="001C0413" w:rsidP="001C0413">
      <w:r>
        <w:t>— </w:t>
      </w:r>
      <w:r w:rsidR="00530790" w:rsidRPr="005D5566">
        <w:t>Que va-t-il arriver</w:t>
      </w:r>
      <w:r>
        <w:t xml:space="preserve"> ? </w:t>
      </w:r>
      <w:r w:rsidR="00530790" w:rsidRPr="005D5566">
        <w:t>se demanda-t-elle en regardant autour d</w:t>
      </w:r>
      <w:r>
        <w:t>’</w:t>
      </w:r>
      <w:r w:rsidR="00530790" w:rsidRPr="005D5566">
        <w:t>elle</w:t>
      </w:r>
      <w:r>
        <w:t>.</w:t>
      </w:r>
    </w:p>
    <w:p w14:paraId="4C58DE0E" w14:textId="652DE418" w:rsidR="001C0413" w:rsidRDefault="00530790" w:rsidP="001C0413">
      <w:r w:rsidRPr="005D5566">
        <w:t>L</w:t>
      </w:r>
      <w:r w:rsidR="001C0413">
        <w:t>’</w:t>
      </w:r>
      <w:r w:rsidRPr="005D5566">
        <w:t>espion avait appelé un garde</w:t>
      </w:r>
      <w:r w:rsidR="001C0413">
        <w:t xml:space="preserve"> ; </w:t>
      </w:r>
      <w:r w:rsidRPr="005D5566">
        <w:t>il lui chuchotait quelque chose en la désignant d</w:t>
      </w:r>
      <w:r w:rsidR="001C0413">
        <w:t>’</w:t>
      </w:r>
      <w:r w:rsidRPr="005D5566">
        <w:t>un coup d</w:t>
      </w:r>
      <w:r w:rsidR="001C0413">
        <w:t>’</w:t>
      </w:r>
      <w:r w:rsidRPr="005D5566">
        <w:t>œil</w:t>
      </w:r>
      <w:r w:rsidR="001C0413">
        <w:t xml:space="preserve">. </w:t>
      </w:r>
      <w:r w:rsidRPr="005D5566">
        <w:t>Le garde examina la mère et recula</w:t>
      </w:r>
      <w:r w:rsidR="001C0413">
        <w:t xml:space="preserve">. </w:t>
      </w:r>
      <w:r w:rsidRPr="005D5566">
        <w:t>Un autre garde s</w:t>
      </w:r>
      <w:r w:rsidR="001C0413">
        <w:t>’</w:t>
      </w:r>
      <w:r w:rsidRPr="005D5566">
        <w:t>approcha</w:t>
      </w:r>
      <w:r w:rsidR="001C0413">
        <w:t xml:space="preserve">, </w:t>
      </w:r>
      <w:r w:rsidR="006B2FEE">
        <w:t>prêtant</w:t>
      </w:r>
      <w:r w:rsidR="006B2FEE" w:rsidRPr="005D5566">
        <w:t xml:space="preserve"> </w:t>
      </w:r>
      <w:r w:rsidRPr="005D5566">
        <w:t>l</w:t>
      </w:r>
      <w:r w:rsidR="001C0413">
        <w:t>’</w:t>
      </w:r>
      <w:r w:rsidRPr="005D5566">
        <w:t>oreille à la conversation</w:t>
      </w:r>
      <w:r w:rsidR="001C0413">
        <w:t xml:space="preserve">. </w:t>
      </w:r>
      <w:r w:rsidRPr="005D5566">
        <w:t>C</w:t>
      </w:r>
      <w:r w:rsidR="001C0413">
        <w:t>’</w:t>
      </w:r>
      <w:r w:rsidRPr="005D5566">
        <w:t>était un vieillard robuste à cheveux gris</w:t>
      </w:r>
      <w:r w:rsidR="001C0413">
        <w:t xml:space="preserve"> ; </w:t>
      </w:r>
      <w:r w:rsidRPr="005D5566">
        <w:t>il portait toute la barbe</w:t>
      </w:r>
      <w:r w:rsidR="001C0413">
        <w:t xml:space="preserve">. </w:t>
      </w:r>
      <w:r w:rsidRPr="005D5566">
        <w:t>Il fit un signe de tête à l</w:t>
      </w:r>
      <w:r w:rsidR="001C0413">
        <w:t>’</w:t>
      </w:r>
      <w:r w:rsidRPr="005D5566">
        <w:t>espion et s</w:t>
      </w:r>
      <w:r w:rsidR="001C0413">
        <w:t>’</w:t>
      </w:r>
      <w:r w:rsidRPr="005D5566">
        <w:t>avança vers le banc sur lequel la mère était assise</w:t>
      </w:r>
      <w:r w:rsidR="001C0413">
        <w:t xml:space="preserve"> ; </w:t>
      </w:r>
      <w:r w:rsidRPr="005D5566">
        <w:t>l</w:t>
      </w:r>
      <w:r w:rsidR="001C0413">
        <w:t>’</w:t>
      </w:r>
      <w:r w:rsidRPr="005D5566">
        <w:t>espion disparut soudain</w:t>
      </w:r>
      <w:r w:rsidR="001C0413">
        <w:t>.</w:t>
      </w:r>
    </w:p>
    <w:p w14:paraId="58EB7A1C" w14:textId="77777777" w:rsidR="001C0413" w:rsidRDefault="00530790" w:rsidP="001C0413">
      <w:r w:rsidRPr="005D5566">
        <w:t>Le vieillard</w:t>
      </w:r>
      <w:r>
        <w:t xml:space="preserve"> </w:t>
      </w:r>
      <w:r w:rsidRPr="005D5566">
        <w:t>marchait sans se hâter</w:t>
      </w:r>
      <w:r w:rsidR="001C0413">
        <w:t xml:space="preserve">, </w:t>
      </w:r>
      <w:r w:rsidRPr="005D5566">
        <w:t>eu scrutant attentivement de ses yeux irrités le visage de Pélaguée</w:t>
      </w:r>
      <w:r w:rsidR="001C0413">
        <w:t xml:space="preserve">. </w:t>
      </w:r>
      <w:r w:rsidRPr="005D5566">
        <w:t>Elle recula tout au fond du banc</w:t>
      </w:r>
      <w:r w:rsidR="001C0413">
        <w:t>.</w:t>
      </w:r>
    </w:p>
    <w:p w14:paraId="2BC6FF0D" w14:textId="77777777" w:rsidR="001C0413" w:rsidRDefault="001C0413" w:rsidP="001C0413">
      <w:r>
        <w:t>— </w:t>
      </w:r>
      <w:r w:rsidR="00530790" w:rsidRPr="005D5566">
        <w:t>Pourvu qu</w:t>
      </w:r>
      <w:r>
        <w:t>’</w:t>
      </w:r>
      <w:r w:rsidR="00530790" w:rsidRPr="005D5566">
        <w:t>on ne me batte pas</w:t>
      </w:r>
      <w:r>
        <w:t xml:space="preserve"> !… </w:t>
      </w:r>
      <w:r w:rsidR="00530790" w:rsidRPr="005D5566">
        <w:t>pourvu qu</w:t>
      </w:r>
      <w:r>
        <w:t>’</w:t>
      </w:r>
      <w:r w:rsidR="00530790" w:rsidRPr="005D5566">
        <w:t>on ne me batte pas</w:t>
      </w:r>
      <w:r>
        <w:t> !…</w:t>
      </w:r>
    </w:p>
    <w:p w14:paraId="2A744E32" w14:textId="77777777" w:rsidR="001C0413" w:rsidRDefault="00530790" w:rsidP="001C0413">
      <w:r w:rsidRPr="005D5566">
        <w:lastRenderedPageBreak/>
        <w:t>Il s</w:t>
      </w:r>
      <w:r w:rsidR="001C0413">
        <w:t>’</w:t>
      </w:r>
      <w:r w:rsidRPr="005D5566">
        <w:t>arrêta près d</w:t>
      </w:r>
      <w:r w:rsidR="001C0413">
        <w:t>’</w:t>
      </w:r>
      <w:r w:rsidRPr="005D5566">
        <w:t>elle et</w:t>
      </w:r>
      <w:r w:rsidR="001C0413">
        <w:t xml:space="preserve">, </w:t>
      </w:r>
      <w:r w:rsidRPr="005D5566">
        <w:t>après un silence</w:t>
      </w:r>
      <w:r w:rsidR="001C0413">
        <w:t xml:space="preserve">, </w:t>
      </w:r>
      <w:r w:rsidRPr="005D5566">
        <w:t>demanda d</w:t>
      </w:r>
      <w:r w:rsidR="001C0413">
        <w:t>’</w:t>
      </w:r>
      <w:r w:rsidRPr="005D5566">
        <w:t>une voix sévère</w:t>
      </w:r>
      <w:r w:rsidR="001C0413">
        <w:t> :</w:t>
      </w:r>
    </w:p>
    <w:p w14:paraId="59238828" w14:textId="77777777" w:rsidR="001C0413" w:rsidRDefault="001C0413" w:rsidP="001C0413">
      <w:r>
        <w:t>— </w:t>
      </w:r>
      <w:r w:rsidR="00530790" w:rsidRPr="005D5566">
        <w:t>Que regardes-tu</w:t>
      </w:r>
      <w:r>
        <w:t> ?</w:t>
      </w:r>
    </w:p>
    <w:p w14:paraId="714520A8" w14:textId="77777777" w:rsidR="001C0413" w:rsidRDefault="001C0413" w:rsidP="001C0413">
      <w:r>
        <w:t>— </w:t>
      </w:r>
      <w:r w:rsidR="00530790" w:rsidRPr="005D5566">
        <w:t>Rien</w:t>
      </w:r>
      <w:r>
        <w:t>…</w:t>
      </w:r>
    </w:p>
    <w:p w14:paraId="7B8AFCE7" w14:textId="77777777" w:rsidR="001C0413" w:rsidRDefault="001C0413" w:rsidP="001C0413">
      <w:r>
        <w:t>— </w:t>
      </w:r>
      <w:r w:rsidR="00530790" w:rsidRPr="005D5566">
        <w:t>C</w:t>
      </w:r>
      <w:r>
        <w:t>’</w:t>
      </w:r>
      <w:r w:rsidR="00530790" w:rsidRPr="005D5566">
        <w:t>est bon</w:t>
      </w:r>
      <w:r>
        <w:t xml:space="preserve">… </w:t>
      </w:r>
      <w:r w:rsidR="00530790" w:rsidRPr="005D5566">
        <w:t>voleuse</w:t>
      </w:r>
      <w:r>
        <w:t xml:space="preserve"> ! </w:t>
      </w:r>
      <w:r w:rsidR="00530790" w:rsidRPr="005D5566">
        <w:t>Tu es déjà vieille et tu fais ce métier-là</w:t>
      </w:r>
      <w:r>
        <w:t> !…</w:t>
      </w:r>
    </w:p>
    <w:p w14:paraId="2A20B9EA" w14:textId="77777777" w:rsidR="001C0413" w:rsidRDefault="00530790" w:rsidP="001C0413">
      <w:r w:rsidRPr="005D5566">
        <w:t>Il sembla à la mère que ces paroles la souffletaient</w:t>
      </w:r>
      <w:r w:rsidR="001C0413">
        <w:t xml:space="preserve">. </w:t>
      </w:r>
      <w:r w:rsidRPr="005D5566">
        <w:t>Irritées et rauques</w:t>
      </w:r>
      <w:r w:rsidR="001C0413">
        <w:t xml:space="preserve">, </w:t>
      </w:r>
      <w:r w:rsidRPr="005D5566">
        <w:t>elles faisaient mal</w:t>
      </w:r>
      <w:r w:rsidR="001C0413">
        <w:t xml:space="preserve">, </w:t>
      </w:r>
      <w:r w:rsidRPr="005D5566">
        <w:t>comme si elles eussent déchiré les joues</w:t>
      </w:r>
      <w:r w:rsidR="001C0413">
        <w:t xml:space="preserve">, </w:t>
      </w:r>
      <w:r w:rsidRPr="005D5566">
        <w:t>arraché les yeux</w:t>
      </w:r>
      <w:r w:rsidR="001C0413">
        <w:t>…</w:t>
      </w:r>
    </w:p>
    <w:p w14:paraId="58086280" w14:textId="77777777" w:rsidR="001C0413" w:rsidRDefault="001C0413" w:rsidP="001C0413">
      <w:r>
        <w:t>— </w:t>
      </w:r>
      <w:r w:rsidR="00530790" w:rsidRPr="005D5566">
        <w:t>Moi</w:t>
      </w:r>
      <w:r>
        <w:t xml:space="preserve"> ? </w:t>
      </w:r>
      <w:r w:rsidR="00530790" w:rsidRPr="005D5566">
        <w:t>Une voleuse</w:t>
      </w:r>
      <w:r>
        <w:t xml:space="preserve"> ? </w:t>
      </w:r>
      <w:r w:rsidR="00530790" w:rsidRPr="005D5566">
        <w:t>Tu mens</w:t>
      </w:r>
      <w:r>
        <w:t xml:space="preserve"> ! </w:t>
      </w:r>
      <w:r w:rsidR="00530790" w:rsidRPr="005D5566">
        <w:t>cria-t-elle de toute la force de ses poumons</w:t>
      </w:r>
      <w:r>
        <w:t>.</w:t>
      </w:r>
    </w:p>
    <w:p w14:paraId="24181290" w14:textId="77777777" w:rsidR="001C0413" w:rsidRDefault="00530790" w:rsidP="001C0413">
      <w:r w:rsidRPr="005D5566">
        <w:t>Tout ce qui l</w:t>
      </w:r>
      <w:r w:rsidR="001C0413">
        <w:t>’</w:t>
      </w:r>
      <w:r w:rsidRPr="005D5566">
        <w:t>entourait se mit à chanceler dans le tourbillon de son indignation</w:t>
      </w:r>
      <w:r w:rsidR="001C0413">
        <w:t xml:space="preserve"> ; </w:t>
      </w:r>
      <w:r w:rsidRPr="005D5566">
        <w:t>son cœur était étourdi par l</w:t>
      </w:r>
      <w:r w:rsidR="001C0413">
        <w:t>’</w:t>
      </w:r>
      <w:r w:rsidRPr="005D5566">
        <w:t>amertume de l</w:t>
      </w:r>
      <w:r w:rsidR="001C0413">
        <w:t>’</w:t>
      </w:r>
      <w:r w:rsidRPr="005D5566">
        <w:t>injure</w:t>
      </w:r>
      <w:r w:rsidR="001C0413">
        <w:t xml:space="preserve">. </w:t>
      </w:r>
      <w:r w:rsidRPr="005D5566">
        <w:t>Elle saisit la valise qui s</w:t>
      </w:r>
      <w:r w:rsidR="001C0413">
        <w:t>’</w:t>
      </w:r>
      <w:r w:rsidRPr="005D5566">
        <w:t>ouvrit</w:t>
      </w:r>
      <w:r w:rsidR="001C0413">
        <w:t>.</w:t>
      </w:r>
    </w:p>
    <w:p w14:paraId="1B8EF38F" w14:textId="2C946129" w:rsidR="001C0413" w:rsidRDefault="001C0413" w:rsidP="001C0413">
      <w:r>
        <w:t>— </w:t>
      </w:r>
      <w:r w:rsidR="00530790" w:rsidRPr="005D5566">
        <w:t>Regarde</w:t>
      </w:r>
      <w:r>
        <w:t xml:space="preserve"> ! </w:t>
      </w:r>
      <w:r w:rsidR="006B2FEE">
        <w:t>Regardez tous</w:t>
      </w:r>
      <w:r>
        <w:t xml:space="preserve"> ! </w:t>
      </w:r>
      <w:r w:rsidR="00530790" w:rsidRPr="005D5566">
        <w:t>s</w:t>
      </w:r>
      <w:r>
        <w:t>’</w:t>
      </w:r>
      <w:r w:rsidR="00530790" w:rsidRPr="005D5566">
        <w:t>écria-t-elle en se levant et en agitant au-dessus de sa tête un paquet de proclamations</w:t>
      </w:r>
      <w:r>
        <w:t xml:space="preserve">. </w:t>
      </w:r>
      <w:r w:rsidR="00530790" w:rsidRPr="005D5566">
        <w:t>À travers le bourdonnement de ses oreilles</w:t>
      </w:r>
      <w:r>
        <w:t xml:space="preserve">, </w:t>
      </w:r>
      <w:r w:rsidR="00530790" w:rsidRPr="005D5566">
        <w:t>elle entendait les exclamations des gens qui accouraient de tous côtés</w:t>
      </w:r>
      <w:r>
        <w:t>.</w:t>
      </w:r>
    </w:p>
    <w:p w14:paraId="051AA096" w14:textId="77777777" w:rsidR="001C0413" w:rsidRDefault="001C0413" w:rsidP="001C0413">
      <w:r>
        <w:t>— </w:t>
      </w:r>
      <w:r w:rsidR="00530790" w:rsidRPr="005D5566">
        <w:t>Qu</w:t>
      </w:r>
      <w:r>
        <w:t>’</w:t>
      </w:r>
      <w:r w:rsidR="00530790" w:rsidRPr="005D5566">
        <w:t>y a-t-il</w:t>
      </w:r>
      <w:r>
        <w:t> ?</w:t>
      </w:r>
    </w:p>
    <w:p w14:paraId="3AE286EE" w14:textId="77777777" w:rsidR="001C0413" w:rsidRDefault="001C0413" w:rsidP="001C0413">
      <w:r>
        <w:t>— </w:t>
      </w:r>
      <w:r w:rsidR="00530790" w:rsidRPr="005D5566">
        <w:t>Voilà l</w:t>
      </w:r>
      <w:r>
        <w:t>’</w:t>
      </w:r>
      <w:r w:rsidR="00530790" w:rsidRPr="005D5566">
        <w:t>agent de la police secrète</w:t>
      </w:r>
      <w:r>
        <w:t>…</w:t>
      </w:r>
    </w:p>
    <w:p w14:paraId="1F310724" w14:textId="77777777" w:rsidR="001C0413" w:rsidRDefault="001C0413" w:rsidP="001C0413">
      <w:r>
        <w:t>— </w:t>
      </w:r>
      <w:r w:rsidR="00530790" w:rsidRPr="005D5566">
        <w:t>Qu</w:t>
      </w:r>
      <w:r>
        <w:t>’</w:t>
      </w:r>
      <w:r w:rsidR="00530790" w:rsidRPr="005D5566">
        <w:t>est-ce que c</w:t>
      </w:r>
      <w:r>
        <w:t>’</w:t>
      </w:r>
      <w:r w:rsidR="00530790" w:rsidRPr="005D5566">
        <w:t>est</w:t>
      </w:r>
      <w:r>
        <w:t> ?</w:t>
      </w:r>
    </w:p>
    <w:p w14:paraId="0D973A97" w14:textId="77777777" w:rsidR="001C0413" w:rsidRDefault="001C0413" w:rsidP="001C0413">
      <w:r>
        <w:t>— </w:t>
      </w:r>
      <w:r w:rsidR="00530790" w:rsidRPr="005D5566">
        <w:t>On dit qu</w:t>
      </w:r>
      <w:r>
        <w:t>’</w:t>
      </w:r>
      <w:r w:rsidR="00530790" w:rsidRPr="005D5566">
        <w:t>elle a volé</w:t>
      </w:r>
      <w:r>
        <w:t>…</w:t>
      </w:r>
    </w:p>
    <w:p w14:paraId="4F4E6185" w14:textId="77777777" w:rsidR="001C0413" w:rsidRDefault="001C0413" w:rsidP="001C0413">
      <w:r>
        <w:t>— </w:t>
      </w:r>
      <w:r w:rsidR="00530790" w:rsidRPr="005D5566">
        <w:t>Cette femme-là</w:t>
      </w:r>
      <w:r>
        <w:t> ?</w:t>
      </w:r>
    </w:p>
    <w:p w14:paraId="57EBFD82" w14:textId="77777777" w:rsidR="001C0413" w:rsidRDefault="001C0413" w:rsidP="001C0413">
      <w:r>
        <w:t>— </w:t>
      </w:r>
      <w:r w:rsidR="00530790" w:rsidRPr="005D5566">
        <w:t>Et elle crie</w:t>
      </w:r>
      <w:r>
        <w:t>…</w:t>
      </w:r>
    </w:p>
    <w:p w14:paraId="49730D58" w14:textId="77777777" w:rsidR="001C0413" w:rsidRDefault="001C0413" w:rsidP="001C0413">
      <w:r>
        <w:t>— </w:t>
      </w:r>
      <w:r w:rsidR="00530790" w:rsidRPr="005D5566">
        <w:t>Aïe</w:t>
      </w:r>
      <w:r>
        <w:t xml:space="preserve"> ! </w:t>
      </w:r>
      <w:r w:rsidR="00530790" w:rsidRPr="005D5566">
        <w:t>aïe</w:t>
      </w:r>
      <w:r>
        <w:t xml:space="preserve"> ! </w:t>
      </w:r>
      <w:r w:rsidR="00530790" w:rsidRPr="005D5566">
        <w:t>Elle a l</w:t>
      </w:r>
      <w:r>
        <w:t>’</w:t>
      </w:r>
      <w:r w:rsidR="00530790" w:rsidRPr="005D5566">
        <w:t>air si respectable</w:t>
      </w:r>
      <w:r>
        <w:t> !</w:t>
      </w:r>
    </w:p>
    <w:p w14:paraId="219A3D37" w14:textId="77777777" w:rsidR="001C0413" w:rsidRDefault="001C0413" w:rsidP="001C0413">
      <w:r>
        <w:lastRenderedPageBreak/>
        <w:t>— </w:t>
      </w:r>
      <w:r w:rsidR="00530790" w:rsidRPr="005D5566">
        <w:t>Qui a-t-on arrêté</w:t>
      </w:r>
      <w:r>
        <w:t> ?</w:t>
      </w:r>
    </w:p>
    <w:p w14:paraId="556E6076" w14:textId="77777777" w:rsidR="001C0413" w:rsidRDefault="001C0413" w:rsidP="001C0413">
      <w:r>
        <w:t>— </w:t>
      </w:r>
      <w:r w:rsidR="00530790" w:rsidRPr="005D5566">
        <w:t>Je ne suis pas une voleuse</w:t>
      </w:r>
      <w:r>
        <w:t xml:space="preserve"> ! </w:t>
      </w:r>
      <w:r w:rsidR="00530790" w:rsidRPr="005D5566">
        <w:t>répéta la mère à pleine voix et en se calmant peu à peu à la vue des curieux qui l</w:t>
      </w:r>
      <w:r>
        <w:t>’</w:t>
      </w:r>
      <w:r w:rsidR="00530790" w:rsidRPr="005D5566">
        <w:t>entouraient d</w:t>
      </w:r>
      <w:r>
        <w:t>’</w:t>
      </w:r>
      <w:r w:rsidR="00530790" w:rsidRPr="005D5566">
        <w:t>un cercle compact</w:t>
      </w:r>
      <w:r>
        <w:t>.</w:t>
      </w:r>
    </w:p>
    <w:p w14:paraId="31E10C6C" w14:textId="77777777" w:rsidR="001C0413" w:rsidRDefault="001C0413" w:rsidP="001C0413">
      <w:r>
        <w:t>— </w:t>
      </w:r>
      <w:r w:rsidR="00530790" w:rsidRPr="005D5566">
        <w:t>Hier</w:t>
      </w:r>
      <w:r>
        <w:t xml:space="preserve">, </w:t>
      </w:r>
      <w:r w:rsidR="00530790" w:rsidRPr="005D5566">
        <w:t>on a condamné des prisonniers politiques</w:t>
      </w:r>
      <w:r>
        <w:t xml:space="preserve">… </w:t>
      </w:r>
      <w:r w:rsidR="00530790" w:rsidRPr="005D5566">
        <w:t>mon fils était du nombre</w:t>
      </w:r>
      <w:r>
        <w:t xml:space="preserve">… </w:t>
      </w:r>
      <w:r w:rsidR="00530790" w:rsidRPr="005D5566">
        <w:t>C</w:t>
      </w:r>
      <w:r>
        <w:t>’</w:t>
      </w:r>
      <w:r w:rsidR="00530790" w:rsidRPr="005D5566">
        <w:t>est Vlassov</w:t>
      </w:r>
      <w:r>
        <w:t xml:space="preserve">. </w:t>
      </w:r>
      <w:r w:rsidR="00530790" w:rsidRPr="005D5566">
        <w:t>Il a prononcé un discours</w:t>
      </w:r>
      <w:r>
        <w:t xml:space="preserve"> ; </w:t>
      </w:r>
      <w:r w:rsidR="00530790" w:rsidRPr="005D5566">
        <w:t>le voilà</w:t>
      </w:r>
      <w:r>
        <w:t xml:space="preserve"> ! </w:t>
      </w:r>
      <w:r w:rsidR="00530790" w:rsidRPr="005D5566">
        <w:t>J</w:t>
      </w:r>
      <w:r>
        <w:t>’</w:t>
      </w:r>
      <w:r w:rsidR="00530790" w:rsidRPr="005D5566">
        <w:t>allais le porter aux gens pour qu</w:t>
      </w:r>
      <w:r>
        <w:t>’</w:t>
      </w:r>
      <w:r w:rsidR="00530790" w:rsidRPr="005D5566">
        <w:t>ils le lisent et réfléchissent à la vérité</w:t>
      </w:r>
      <w:r>
        <w:t>…</w:t>
      </w:r>
    </w:p>
    <w:p w14:paraId="053BB5B4" w14:textId="77777777" w:rsidR="001C0413" w:rsidRDefault="00530790" w:rsidP="001C0413">
      <w:r w:rsidRPr="005D5566">
        <w:t>Quelqu</w:t>
      </w:r>
      <w:r w:rsidR="001C0413">
        <w:t>’</w:t>
      </w:r>
      <w:r w:rsidRPr="005D5566">
        <w:t>un ayant tiré avec précaution un des feuillets qu</w:t>
      </w:r>
      <w:r w:rsidR="001C0413">
        <w:t>’</w:t>
      </w:r>
      <w:r w:rsidRPr="005D5566">
        <w:t>elle tenait à la main</w:t>
      </w:r>
      <w:r w:rsidR="001C0413">
        <w:t xml:space="preserve">, </w:t>
      </w:r>
      <w:r w:rsidRPr="005D5566">
        <w:t>elle agita les autres et les lança dans la foule</w:t>
      </w:r>
      <w:r w:rsidR="001C0413">
        <w:t>.</w:t>
      </w:r>
    </w:p>
    <w:p w14:paraId="15D5C404" w14:textId="77777777" w:rsidR="001C0413" w:rsidRDefault="001C0413" w:rsidP="001C0413">
      <w:r>
        <w:t>— </w:t>
      </w:r>
      <w:r w:rsidR="00530790" w:rsidRPr="005D5566">
        <w:t>Il n</w:t>
      </w:r>
      <w:r>
        <w:t>’</w:t>
      </w:r>
      <w:r w:rsidR="00530790" w:rsidRPr="005D5566">
        <w:t>y a pas de risque qu</w:t>
      </w:r>
      <w:r>
        <w:t>’</w:t>
      </w:r>
      <w:r w:rsidR="00530790" w:rsidRPr="005D5566">
        <w:t>on te fasse des compliments pour les avoir distribués</w:t>
      </w:r>
      <w:r>
        <w:t xml:space="preserve"> ! </w:t>
      </w:r>
      <w:r w:rsidR="00530790" w:rsidRPr="005D5566">
        <w:t>s</w:t>
      </w:r>
      <w:r>
        <w:t>’</w:t>
      </w:r>
      <w:r w:rsidR="00530790" w:rsidRPr="005D5566">
        <w:t>écria une voix craintive</w:t>
      </w:r>
      <w:r>
        <w:t>.</w:t>
      </w:r>
    </w:p>
    <w:p w14:paraId="1BDAB07F" w14:textId="77777777" w:rsidR="001C0413" w:rsidRDefault="001C0413" w:rsidP="001C0413">
      <w:r>
        <w:t>— </w:t>
      </w:r>
      <w:r w:rsidR="00530790" w:rsidRPr="005D5566">
        <w:t>Gare</w:t>
      </w:r>
      <w:r>
        <w:t xml:space="preserve"> ! </w:t>
      </w:r>
      <w:r w:rsidR="00530790" w:rsidRPr="005D5566">
        <w:t>que va-t-il arriver</w:t>
      </w:r>
      <w:r>
        <w:t xml:space="preserve"> ! </w:t>
      </w:r>
      <w:r w:rsidR="00530790" w:rsidRPr="005D5566">
        <w:t>reprit une autre voix</w:t>
      </w:r>
      <w:r>
        <w:t>.</w:t>
      </w:r>
    </w:p>
    <w:p w14:paraId="4FE8E27F" w14:textId="77777777" w:rsidR="001C0413" w:rsidRDefault="00530790" w:rsidP="001C0413">
      <w:r w:rsidRPr="005D5566">
        <w:t>Pélaguée voyait qu</w:t>
      </w:r>
      <w:r w:rsidR="001C0413">
        <w:t>’</w:t>
      </w:r>
      <w:r w:rsidRPr="005D5566">
        <w:t>on s</w:t>
      </w:r>
      <w:r w:rsidR="001C0413">
        <w:t>’</w:t>
      </w:r>
      <w:r w:rsidRPr="005D5566">
        <w:t>emparait des papiers</w:t>
      </w:r>
      <w:r w:rsidR="001C0413">
        <w:t xml:space="preserve">, </w:t>
      </w:r>
      <w:r w:rsidRPr="005D5566">
        <w:t>qu</w:t>
      </w:r>
      <w:r w:rsidR="001C0413">
        <w:t>’</w:t>
      </w:r>
      <w:r w:rsidRPr="005D5566">
        <w:t>on les cachait dans les poches</w:t>
      </w:r>
      <w:r w:rsidR="001C0413">
        <w:t xml:space="preserve">, </w:t>
      </w:r>
      <w:r w:rsidRPr="005D5566">
        <w:t>dans les poitrines</w:t>
      </w:r>
      <w:r w:rsidR="001C0413">
        <w:t xml:space="preserve">. </w:t>
      </w:r>
      <w:r w:rsidRPr="005D5566">
        <w:t>Elle reprit de nouveau courage</w:t>
      </w:r>
      <w:r w:rsidR="001C0413">
        <w:t xml:space="preserve">. </w:t>
      </w:r>
      <w:r w:rsidRPr="005D5566">
        <w:t>Elle prenait des liasses de feuillets dans la valise et les lançait à droite et à gauche</w:t>
      </w:r>
      <w:r w:rsidR="001C0413">
        <w:t xml:space="preserve">, </w:t>
      </w:r>
      <w:r w:rsidRPr="005D5566">
        <w:t>dans les mains avides et prestes</w:t>
      </w:r>
      <w:r w:rsidR="001C0413">
        <w:t>.</w:t>
      </w:r>
    </w:p>
    <w:p w14:paraId="7E029EEB" w14:textId="77777777" w:rsidR="001C0413" w:rsidRDefault="001C0413" w:rsidP="001C0413">
      <w:r>
        <w:t>— </w:t>
      </w:r>
      <w:r w:rsidR="00530790" w:rsidRPr="005D5566">
        <w:t>Savez-vous pourquoi on a condamné mon fils et tous ceux qui étaient avec lui</w:t>
      </w:r>
      <w:r>
        <w:t xml:space="preserve"> ? </w:t>
      </w:r>
      <w:r w:rsidR="00530790" w:rsidRPr="005D5566">
        <w:t>Je vous le dirai</w:t>
      </w:r>
      <w:r>
        <w:t xml:space="preserve"> ! </w:t>
      </w:r>
      <w:r w:rsidR="00530790" w:rsidRPr="005D5566">
        <w:t>Croyez-en mon cœur de mère</w:t>
      </w:r>
      <w:r>
        <w:t xml:space="preserve"> ! </w:t>
      </w:r>
      <w:r w:rsidR="00530790" w:rsidRPr="005D5566">
        <w:t>Hier on a condamné des gens parce qu</w:t>
      </w:r>
      <w:r>
        <w:t>’</w:t>
      </w:r>
      <w:r w:rsidR="00530790" w:rsidRPr="005D5566">
        <w:t>ils vous apportaient à tous la vérité sainte</w:t>
      </w:r>
      <w:r>
        <w:t xml:space="preserve"> ! </w:t>
      </w:r>
      <w:r w:rsidR="00530790" w:rsidRPr="005D5566">
        <w:t>Hier j</w:t>
      </w:r>
      <w:r>
        <w:t>’</w:t>
      </w:r>
      <w:r w:rsidR="00530790" w:rsidRPr="005D5566">
        <w:t>ai appris que cette vérité avait triomphé</w:t>
      </w:r>
      <w:r>
        <w:t xml:space="preserve">… </w:t>
      </w:r>
      <w:r w:rsidR="00530790" w:rsidRPr="005D5566">
        <w:t>personne ne peut lutter avec elle</w:t>
      </w:r>
      <w:r>
        <w:t xml:space="preserve">, </w:t>
      </w:r>
      <w:r w:rsidR="00530790" w:rsidRPr="005D5566">
        <w:t>personne</w:t>
      </w:r>
      <w:r>
        <w:t> !</w:t>
      </w:r>
    </w:p>
    <w:p w14:paraId="6217FE15" w14:textId="77777777" w:rsidR="001C0413" w:rsidRDefault="00530790" w:rsidP="001C0413">
      <w:r w:rsidRPr="005D5566">
        <w:t>La foule</w:t>
      </w:r>
      <w:r w:rsidR="001C0413">
        <w:t xml:space="preserve">, </w:t>
      </w:r>
      <w:r w:rsidRPr="005D5566">
        <w:t>qui gardait un silence étonné</w:t>
      </w:r>
      <w:r w:rsidR="001C0413">
        <w:t xml:space="preserve">, </w:t>
      </w:r>
      <w:r w:rsidRPr="005D5566">
        <w:t>devenait de plus en plus dense</w:t>
      </w:r>
      <w:r w:rsidR="001C0413">
        <w:t xml:space="preserve">, </w:t>
      </w:r>
      <w:r w:rsidRPr="005D5566">
        <w:t>entourant la mère d</w:t>
      </w:r>
      <w:r w:rsidR="001C0413">
        <w:t>’</w:t>
      </w:r>
      <w:r w:rsidRPr="005D5566">
        <w:t>un anneau de corps vivants</w:t>
      </w:r>
      <w:r w:rsidR="001C0413">
        <w:t>.</w:t>
      </w:r>
    </w:p>
    <w:p w14:paraId="0F49E591" w14:textId="77777777" w:rsidR="001C0413" w:rsidRDefault="001C0413" w:rsidP="001C0413">
      <w:r>
        <w:lastRenderedPageBreak/>
        <w:t>— </w:t>
      </w:r>
      <w:r w:rsidR="00530790" w:rsidRPr="005D5566">
        <w:t>La pauvreté</w:t>
      </w:r>
      <w:r>
        <w:t xml:space="preserve">, </w:t>
      </w:r>
      <w:r w:rsidR="00530790" w:rsidRPr="005D5566">
        <w:t>la faim et la maladie</w:t>
      </w:r>
      <w:r>
        <w:t xml:space="preserve">, </w:t>
      </w:r>
      <w:r w:rsidR="00530790" w:rsidRPr="005D5566">
        <w:t>voilà ce que le travail nous donne</w:t>
      </w:r>
      <w:r>
        <w:t xml:space="preserve"> ! </w:t>
      </w:r>
      <w:r w:rsidR="00530790" w:rsidRPr="005D5566">
        <w:t>Tout est contre nous</w:t>
      </w:r>
      <w:r>
        <w:t xml:space="preserve">. </w:t>
      </w:r>
      <w:r w:rsidR="00530790" w:rsidRPr="005D5566">
        <w:t>De jour en jour nous crevons de travail</w:t>
      </w:r>
      <w:r>
        <w:t xml:space="preserve">, </w:t>
      </w:r>
      <w:r w:rsidR="00530790" w:rsidRPr="005D5566">
        <w:t>nous souffrons de la faim et du froid</w:t>
      </w:r>
      <w:r>
        <w:t xml:space="preserve">, </w:t>
      </w:r>
      <w:r w:rsidR="00530790" w:rsidRPr="005D5566">
        <w:t>toujours dans la boue et dans la tromperie</w:t>
      </w:r>
      <w:r>
        <w:t xml:space="preserve"> ; </w:t>
      </w:r>
      <w:r w:rsidR="00530790" w:rsidRPr="005D5566">
        <w:t>et ce sont d</w:t>
      </w:r>
      <w:r>
        <w:t>’</w:t>
      </w:r>
      <w:r w:rsidR="00530790" w:rsidRPr="005D5566">
        <w:t>autres qui se gavent et se divertissent au prix de notre labeur</w:t>
      </w:r>
      <w:r>
        <w:t xml:space="preserve"> !… </w:t>
      </w:r>
      <w:r w:rsidR="00530790" w:rsidRPr="005D5566">
        <w:t>Comme des chiens à l</w:t>
      </w:r>
      <w:r>
        <w:t>’</w:t>
      </w:r>
      <w:r w:rsidR="00530790" w:rsidRPr="005D5566">
        <w:t>attache</w:t>
      </w:r>
      <w:r>
        <w:t xml:space="preserve">, </w:t>
      </w:r>
      <w:r w:rsidR="00530790" w:rsidRPr="005D5566">
        <w:t>on nous retient dans l</w:t>
      </w:r>
      <w:r>
        <w:t>’</w:t>
      </w:r>
      <w:r w:rsidR="00530790" w:rsidRPr="005D5566">
        <w:t>ignorance</w:t>
      </w:r>
      <w:r>
        <w:t xml:space="preserve"> ; </w:t>
      </w:r>
      <w:r w:rsidR="00530790" w:rsidRPr="005D5566">
        <w:t>nous ne savons rien</w:t>
      </w:r>
      <w:r>
        <w:t xml:space="preserve">, </w:t>
      </w:r>
      <w:r w:rsidR="00530790" w:rsidRPr="005D5566">
        <w:t>et dans notre poltronnerie</w:t>
      </w:r>
      <w:r>
        <w:t xml:space="preserve">, </w:t>
      </w:r>
      <w:r w:rsidR="00530790" w:rsidRPr="005D5566">
        <w:t>nous avons peur de tout</w:t>
      </w:r>
      <w:r>
        <w:t xml:space="preserve"> ! </w:t>
      </w:r>
      <w:r w:rsidR="00530790" w:rsidRPr="005D5566">
        <w:t>Notre vie</w:t>
      </w:r>
      <w:r>
        <w:t xml:space="preserve">, </w:t>
      </w:r>
      <w:r w:rsidR="00530790" w:rsidRPr="005D5566">
        <w:t>c</w:t>
      </w:r>
      <w:r>
        <w:t>’</w:t>
      </w:r>
      <w:r w:rsidR="00530790" w:rsidRPr="005D5566">
        <w:t>est une nuit</w:t>
      </w:r>
      <w:r>
        <w:t xml:space="preserve">, </w:t>
      </w:r>
      <w:r w:rsidR="00530790" w:rsidRPr="005D5566">
        <w:t>une nuit sombre</w:t>
      </w:r>
      <w:r>
        <w:t xml:space="preserve"> ! </w:t>
      </w:r>
      <w:r w:rsidR="00530790" w:rsidRPr="005D5566">
        <w:t>C</w:t>
      </w:r>
      <w:r>
        <w:t>’</w:t>
      </w:r>
      <w:r w:rsidR="00530790" w:rsidRPr="005D5566">
        <w:t>est un affreux cauchemar</w:t>
      </w:r>
      <w:r>
        <w:t xml:space="preserve">. </w:t>
      </w:r>
      <w:r w:rsidR="00530790" w:rsidRPr="005D5566">
        <w:t>N</w:t>
      </w:r>
      <w:r>
        <w:t>’</w:t>
      </w:r>
      <w:r w:rsidR="00530790" w:rsidRPr="005D5566">
        <w:t>est-ce pas vrai</w:t>
      </w:r>
      <w:r>
        <w:t> ?</w:t>
      </w:r>
    </w:p>
    <w:p w14:paraId="7FB32DAB" w14:textId="77777777" w:rsidR="001C0413" w:rsidRDefault="001C0413" w:rsidP="001C0413">
      <w:r>
        <w:t>— </w:t>
      </w:r>
      <w:r w:rsidR="00530790" w:rsidRPr="005D5566">
        <w:t>Oui</w:t>
      </w:r>
      <w:r>
        <w:t xml:space="preserve"> ! </w:t>
      </w:r>
      <w:r w:rsidR="00530790" w:rsidRPr="005D5566">
        <w:t>répondirent sourdement quelques voix</w:t>
      </w:r>
      <w:r>
        <w:t>.</w:t>
      </w:r>
    </w:p>
    <w:p w14:paraId="535B5061" w14:textId="77777777" w:rsidR="001C0413" w:rsidRDefault="001C0413" w:rsidP="001C0413">
      <w:r>
        <w:t>— </w:t>
      </w:r>
      <w:r w:rsidR="00530790" w:rsidRPr="005D5566">
        <w:t>Ferme-lui la bouche</w:t>
      </w:r>
      <w:r>
        <w:t> !</w:t>
      </w:r>
    </w:p>
    <w:p w14:paraId="10BBC059" w14:textId="77777777" w:rsidR="001C0413" w:rsidRDefault="00530790" w:rsidP="001C0413">
      <w:r w:rsidRPr="005D5566">
        <w:t>La mère aperçut derrière la foule l</w:t>
      </w:r>
      <w:r w:rsidR="001C0413">
        <w:t>’</w:t>
      </w:r>
      <w:r w:rsidRPr="005D5566">
        <w:t>espion accompagné de deux gendarmes</w:t>
      </w:r>
      <w:r w:rsidR="001C0413">
        <w:t xml:space="preserve"> ; </w:t>
      </w:r>
      <w:r w:rsidRPr="005D5566">
        <w:t>elle se hâta de distribuer les derniers paquets</w:t>
      </w:r>
      <w:r w:rsidR="001C0413">
        <w:t xml:space="preserve"> ; </w:t>
      </w:r>
      <w:r w:rsidRPr="005D5566">
        <w:t>mais quand sa main arriva à la valise elle sentit le contact d</w:t>
      </w:r>
      <w:r w:rsidR="001C0413">
        <w:t>’</w:t>
      </w:r>
      <w:r w:rsidRPr="005D5566">
        <w:t>une autre main</w:t>
      </w:r>
      <w:r w:rsidR="001C0413">
        <w:t>.</w:t>
      </w:r>
    </w:p>
    <w:p w14:paraId="50F89DAE" w14:textId="77777777" w:rsidR="001C0413" w:rsidRDefault="001C0413" w:rsidP="001C0413">
      <w:r>
        <w:t>— </w:t>
      </w:r>
      <w:r w:rsidR="00530790" w:rsidRPr="005D5566">
        <w:t>Prenez tout</w:t>
      </w:r>
      <w:r>
        <w:t xml:space="preserve">, </w:t>
      </w:r>
      <w:r w:rsidR="00530790" w:rsidRPr="005D5566">
        <w:t>prenez tout</w:t>
      </w:r>
      <w:r>
        <w:t xml:space="preserve"> ! </w:t>
      </w:r>
      <w:r w:rsidR="00530790" w:rsidRPr="005D5566">
        <w:t>dit-elle en se penchant</w:t>
      </w:r>
      <w:r>
        <w:t xml:space="preserve">. </w:t>
      </w:r>
      <w:r w:rsidR="00530790" w:rsidRPr="005D5566">
        <w:t>Pour transformer cette vie</w:t>
      </w:r>
      <w:r>
        <w:t xml:space="preserve">, </w:t>
      </w:r>
      <w:r w:rsidR="00530790" w:rsidRPr="005D5566">
        <w:t>pour délivrer tous les hommes</w:t>
      </w:r>
      <w:r>
        <w:t xml:space="preserve">, </w:t>
      </w:r>
      <w:r w:rsidR="00530790" w:rsidRPr="005D5566">
        <w:t>pour les ressusciter d</w:t>
      </w:r>
      <w:r>
        <w:t>’</w:t>
      </w:r>
      <w:r w:rsidR="00530790" w:rsidRPr="005D5566">
        <w:t>entre les morts</w:t>
      </w:r>
      <w:r>
        <w:t xml:space="preserve">, </w:t>
      </w:r>
      <w:r w:rsidR="00530790" w:rsidRPr="005D5566">
        <w:t>comme moi</w:t>
      </w:r>
      <w:r>
        <w:t xml:space="preserve">, </w:t>
      </w:r>
      <w:r w:rsidR="00530790" w:rsidRPr="005D5566">
        <w:t>j</w:t>
      </w:r>
      <w:r>
        <w:t>’</w:t>
      </w:r>
      <w:r w:rsidR="00530790" w:rsidRPr="005D5566">
        <w:t>ai ressuscité</w:t>
      </w:r>
      <w:r>
        <w:t xml:space="preserve">, </w:t>
      </w:r>
      <w:r w:rsidR="00530790" w:rsidRPr="005D5566">
        <w:t>il est venu des gens</w:t>
      </w:r>
      <w:r>
        <w:t xml:space="preserve">, </w:t>
      </w:r>
      <w:r w:rsidR="00530790" w:rsidRPr="005D5566">
        <w:t>des enfants de Dieu qui sèment dans la vie la sainte vérité</w:t>
      </w:r>
      <w:r>
        <w:t xml:space="preserve">. </w:t>
      </w:r>
      <w:r w:rsidR="00530790" w:rsidRPr="005D5566">
        <w:t>Ils agissent en secret</w:t>
      </w:r>
      <w:r>
        <w:t xml:space="preserve">, </w:t>
      </w:r>
      <w:r w:rsidR="00530790" w:rsidRPr="005D5566">
        <w:t>car</w:t>
      </w:r>
      <w:r>
        <w:t xml:space="preserve">, </w:t>
      </w:r>
      <w:r w:rsidR="00530790" w:rsidRPr="005D5566">
        <w:t>vous le savez bien</w:t>
      </w:r>
      <w:r>
        <w:t xml:space="preserve">, </w:t>
      </w:r>
      <w:r w:rsidR="00530790" w:rsidRPr="005D5566">
        <w:t>personne ne peut dire la vérité sans être poursuivi</w:t>
      </w:r>
      <w:r>
        <w:t xml:space="preserve">, </w:t>
      </w:r>
      <w:r w:rsidR="00530790" w:rsidRPr="005D5566">
        <w:t>étranglé</w:t>
      </w:r>
      <w:r>
        <w:t xml:space="preserve">, </w:t>
      </w:r>
      <w:r w:rsidR="00530790" w:rsidRPr="005D5566">
        <w:t>jeté en prison</w:t>
      </w:r>
      <w:r>
        <w:t xml:space="preserve">, </w:t>
      </w:r>
      <w:r w:rsidR="00530790" w:rsidRPr="005D5566">
        <w:t>mutilé</w:t>
      </w:r>
      <w:r>
        <w:t xml:space="preserve">. </w:t>
      </w:r>
      <w:r w:rsidR="00530790" w:rsidRPr="005D5566">
        <w:t>La vérité de la vie et la liberté sont des ennemis à jamais irréconciliables de ceux qui nous gouvernent</w:t>
      </w:r>
      <w:r>
        <w:t xml:space="preserve">, </w:t>
      </w:r>
      <w:r w:rsidR="00530790" w:rsidRPr="005D5566">
        <w:t>de ceux qui nous oppriment</w:t>
      </w:r>
      <w:r>
        <w:t xml:space="preserve">. </w:t>
      </w:r>
      <w:r w:rsidR="00530790" w:rsidRPr="005D5566">
        <w:t>Ce sont des enfants</w:t>
      </w:r>
      <w:r>
        <w:t xml:space="preserve">, </w:t>
      </w:r>
      <w:r w:rsidR="00530790" w:rsidRPr="005D5566">
        <w:t>ce sont des êtres purs et lumineux qui vous apportent la vérité</w:t>
      </w:r>
      <w:r>
        <w:t xml:space="preserve">. </w:t>
      </w:r>
      <w:r w:rsidR="00530790" w:rsidRPr="005D5566">
        <w:t>Grâce à eux</w:t>
      </w:r>
      <w:r>
        <w:t xml:space="preserve">, </w:t>
      </w:r>
      <w:r w:rsidR="00530790" w:rsidRPr="005D5566">
        <w:t>elle viendra</w:t>
      </w:r>
      <w:r>
        <w:t xml:space="preserve">, </w:t>
      </w:r>
      <w:r w:rsidR="00530790" w:rsidRPr="005D5566">
        <w:t>dans notre pénible existence</w:t>
      </w:r>
      <w:r>
        <w:t xml:space="preserve">, </w:t>
      </w:r>
      <w:r w:rsidR="00530790" w:rsidRPr="005D5566">
        <w:t>elle nous réchauffera et nous animera</w:t>
      </w:r>
      <w:r>
        <w:t xml:space="preserve"> ; </w:t>
      </w:r>
      <w:r w:rsidR="00530790" w:rsidRPr="005D5566">
        <w:t>elle nous délivrera de l</w:t>
      </w:r>
      <w:r>
        <w:t>’</w:t>
      </w:r>
      <w:r w:rsidR="00530790" w:rsidRPr="005D5566">
        <w:t>oppression des autorités et de tous ceux qui leur ont vendu leur âme</w:t>
      </w:r>
      <w:r>
        <w:t xml:space="preserve"> ! </w:t>
      </w:r>
      <w:r w:rsidR="00530790" w:rsidRPr="005D5566">
        <w:t>Croyez-le</w:t>
      </w:r>
      <w:r>
        <w:t> !</w:t>
      </w:r>
    </w:p>
    <w:p w14:paraId="045181CF" w14:textId="77777777" w:rsidR="001C0413" w:rsidRDefault="001C0413" w:rsidP="001C0413">
      <w:r>
        <w:t>— </w:t>
      </w:r>
      <w:r w:rsidR="00530790" w:rsidRPr="005D5566">
        <w:t>Bravo</w:t>
      </w:r>
      <w:r>
        <w:t xml:space="preserve">, </w:t>
      </w:r>
      <w:r w:rsidR="00530790" w:rsidRPr="005D5566">
        <w:t>la vieille</w:t>
      </w:r>
      <w:r>
        <w:t xml:space="preserve"> ! </w:t>
      </w:r>
      <w:r w:rsidR="00530790" w:rsidRPr="005D5566">
        <w:t>cria-t-on</w:t>
      </w:r>
      <w:r>
        <w:t>.</w:t>
      </w:r>
    </w:p>
    <w:p w14:paraId="4620E4B1" w14:textId="77777777" w:rsidR="001C0413" w:rsidRDefault="00530790" w:rsidP="001C0413">
      <w:r w:rsidRPr="005D5566">
        <w:lastRenderedPageBreak/>
        <w:t>Quelqu</w:t>
      </w:r>
      <w:r w:rsidR="001C0413">
        <w:t>’</w:t>
      </w:r>
      <w:r w:rsidRPr="005D5566">
        <w:t>un se mit à rire</w:t>
      </w:r>
      <w:r w:rsidR="001C0413">
        <w:t>.</w:t>
      </w:r>
    </w:p>
    <w:p w14:paraId="466AC7DE" w14:textId="77777777" w:rsidR="001C0413" w:rsidRDefault="001C0413" w:rsidP="001C0413">
      <w:r>
        <w:t>— </w:t>
      </w:r>
      <w:r w:rsidR="00530790" w:rsidRPr="005D5566">
        <w:t>Dispersez-vous</w:t>
      </w:r>
      <w:r>
        <w:t xml:space="preserve">, </w:t>
      </w:r>
      <w:r w:rsidR="00530790" w:rsidRPr="005D5566">
        <w:t>hurlèrent les gendarmes</w:t>
      </w:r>
      <w:r>
        <w:t xml:space="preserve">, </w:t>
      </w:r>
      <w:r w:rsidR="00530790" w:rsidRPr="005D5566">
        <w:t>en écartant brutalement la foule</w:t>
      </w:r>
      <w:r>
        <w:t xml:space="preserve">. </w:t>
      </w:r>
      <w:r w:rsidR="00530790" w:rsidRPr="005D5566">
        <w:t>Les groupes reculaient en maugréant</w:t>
      </w:r>
      <w:r>
        <w:t xml:space="preserve">, </w:t>
      </w:r>
      <w:r w:rsidR="00530790" w:rsidRPr="005D5566">
        <w:t>emprisonnant les gendarmes de leur masse et les gênant</w:t>
      </w:r>
      <w:r>
        <w:t xml:space="preserve">, </w:t>
      </w:r>
      <w:r w:rsidR="00530790" w:rsidRPr="005D5566">
        <w:t>sans le vouloir</w:t>
      </w:r>
      <w:r>
        <w:t xml:space="preserve">, </w:t>
      </w:r>
      <w:r w:rsidR="00530790" w:rsidRPr="005D5566">
        <w:t>peut-être</w:t>
      </w:r>
      <w:r>
        <w:t xml:space="preserve">. </w:t>
      </w:r>
      <w:r w:rsidR="00530790" w:rsidRPr="005D5566">
        <w:t>Cette femme aux cheveux gris</w:t>
      </w:r>
      <w:r>
        <w:t xml:space="preserve">, </w:t>
      </w:r>
      <w:r w:rsidR="00530790" w:rsidRPr="005D5566">
        <w:t>au regard franc et à l</w:t>
      </w:r>
      <w:r>
        <w:t>’</w:t>
      </w:r>
      <w:r w:rsidR="00530790" w:rsidRPr="005D5566">
        <w:t>air de bonté</w:t>
      </w:r>
      <w:r>
        <w:t xml:space="preserve">, </w:t>
      </w:r>
      <w:r w:rsidR="00530790" w:rsidRPr="005D5566">
        <w:t>les attirait</w:t>
      </w:r>
      <w:r>
        <w:t xml:space="preserve"> ; </w:t>
      </w:r>
      <w:r w:rsidR="00530790" w:rsidRPr="005D5566">
        <w:t>détachés les uns des autres</w:t>
      </w:r>
      <w:r>
        <w:t xml:space="preserve">, </w:t>
      </w:r>
      <w:r w:rsidR="00530790" w:rsidRPr="005D5566">
        <w:t>isolés par la vie</w:t>
      </w:r>
      <w:r>
        <w:t xml:space="preserve">, </w:t>
      </w:r>
      <w:r w:rsidR="00530790" w:rsidRPr="005D5566">
        <w:t>ils se confondaient maintenant en un tout</w:t>
      </w:r>
      <w:r>
        <w:t xml:space="preserve">, </w:t>
      </w:r>
      <w:r w:rsidR="00530790" w:rsidRPr="005D5566">
        <w:t>réchauffés par l</w:t>
      </w:r>
      <w:r>
        <w:t>’</w:t>
      </w:r>
      <w:r w:rsidR="00530790" w:rsidRPr="005D5566">
        <w:t>ardeur de cette parole que beaucoup attendaient sans doute depuis longtemps</w:t>
      </w:r>
      <w:r>
        <w:t xml:space="preserve">. </w:t>
      </w:r>
      <w:r w:rsidR="00530790" w:rsidRPr="005D5566">
        <w:t>Ceux qui étaient le plus près de la mère restaient silencieux</w:t>
      </w:r>
      <w:r>
        <w:t xml:space="preserve">. </w:t>
      </w:r>
      <w:r w:rsidR="00530790" w:rsidRPr="005D5566">
        <w:t>Pélaguée voyait leurs regards attentifs fixés sur elle et sentait leur souffle tiède sur sa figure</w:t>
      </w:r>
      <w:r>
        <w:t>.</w:t>
      </w:r>
    </w:p>
    <w:p w14:paraId="6CD61DE8" w14:textId="77777777" w:rsidR="001C0413" w:rsidRDefault="001C0413" w:rsidP="001C0413">
      <w:r>
        <w:t>— </w:t>
      </w:r>
      <w:r w:rsidR="00530790" w:rsidRPr="005D5566">
        <w:t>Monte sur le banc</w:t>
      </w:r>
      <w:r>
        <w:t xml:space="preserve"> ! </w:t>
      </w:r>
      <w:r w:rsidR="00530790" w:rsidRPr="005D5566">
        <w:t>lui cria-t-on</w:t>
      </w:r>
      <w:r>
        <w:t>.</w:t>
      </w:r>
    </w:p>
    <w:p w14:paraId="38AAD2C0" w14:textId="77777777" w:rsidR="001C0413" w:rsidRDefault="001C0413" w:rsidP="001C0413">
      <w:r>
        <w:t>— </w:t>
      </w:r>
      <w:r w:rsidR="00530790" w:rsidRPr="005D5566">
        <w:t>Va-t</w:t>
      </w:r>
      <w:r>
        <w:t>’</w:t>
      </w:r>
      <w:r w:rsidR="00530790" w:rsidRPr="005D5566">
        <w:t>en</w:t>
      </w:r>
      <w:r>
        <w:t xml:space="preserve">, </w:t>
      </w:r>
      <w:r w:rsidR="00530790" w:rsidRPr="005D5566">
        <w:t>la vieille</w:t>
      </w:r>
      <w:r>
        <w:t> !</w:t>
      </w:r>
    </w:p>
    <w:p w14:paraId="6D1F78E4" w14:textId="77777777" w:rsidR="001C0413" w:rsidRDefault="001C0413" w:rsidP="001C0413">
      <w:r>
        <w:t>— </w:t>
      </w:r>
      <w:r w:rsidR="00530790" w:rsidRPr="005D5566">
        <w:t>On va te pendre</w:t>
      </w:r>
      <w:r>
        <w:t> !</w:t>
      </w:r>
    </w:p>
    <w:p w14:paraId="6B2AEF4F" w14:textId="77777777" w:rsidR="001C0413" w:rsidRDefault="001C0413" w:rsidP="001C0413">
      <w:r>
        <w:t>— </w:t>
      </w:r>
      <w:r w:rsidR="00530790" w:rsidRPr="005D5566">
        <w:t>Ah</w:t>
      </w:r>
      <w:r>
        <w:t xml:space="preserve"> ! </w:t>
      </w:r>
      <w:r w:rsidR="00530790" w:rsidRPr="005D5566">
        <w:t>quelle insolente</w:t>
      </w:r>
      <w:r>
        <w:t> !</w:t>
      </w:r>
    </w:p>
    <w:p w14:paraId="4841F5C6" w14:textId="77777777" w:rsidR="001C0413" w:rsidRDefault="001C0413" w:rsidP="001C0413">
      <w:r>
        <w:t>— </w:t>
      </w:r>
      <w:r w:rsidR="00530790" w:rsidRPr="005D5566">
        <w:t>Parle vite</w:t>
      </w:r>
      <w:r>
        <w:t xml:space="preserve"> ! </w:t>
      </w:r>
      <w:r w:rsidR="00530790" w:rsidRPr="005D5566">
        <w:t>ils viennent</w:t>
      </w:r>
      <w:r>
        <w:t> !</w:t>
      </w:r>
    </w:p>
    <w:p w14:paraId="001F3B19" w14:textId="77777777" w:rsidR="001C0413" w:rsidRDefault="001C0413" w:rsidP="001C0413">
      <w:r>
        <w:t>— </w:t>
      </w:r>
      <w:r w:rsidR="00530790" w:rsidRPr="005D5566">
        <w:t>Faites place</w:t>
      </w:r>
      <w:r>
        <w:t xml:space="preserve"> ! </w:t>
      </w:r>
      <w:r w:rsidR="00530790" w:rsidRPr="005D5566">
        <w:t>Circulez</w:t>
      </w:r>
      <w:r>
        <w:t xml:space="preserve"> ! </w:t>
      </w:r>
      <w:r w:rsidR="00530790" w:rsidRPr="005D5566">
        <w:t>criaient les gendarmes</w:t>
      </w:r>
      <w:r>
        <w:t xml:space="preserve">, </w:t>
      </w:r>
      <w:r w:rsidR="00530790" w:rsidRPr="005D5566">
        <w:t>qui approchaient</w:t>
      </w:r>
      <w:r>
        <w:t>.</w:t>
      </w:r>
    </w:p>
    <w:p w14:paraId="0DEDD32F" w14:textId="77777777" w:rsidR="001C0413" w:rsidRDefault="00530790" w:rsidP="001C0413">
      <w:r w:rsidRPr="005D5566">
        <w:t>Maintenant nombreux</w:t>
      </w:r>
      <w:r w:rsidR="001C0413">
        <w:t xml:space="preserve">, </w:t>
      </w:r>
      <w:r w:rsidRPr="005D5566">
        <w:t>ils écartaient la foule avec plus de violence encore</w:t>
      </w:r>
      <w:r w:rsidR="001C0413">
        <w:t xml:space="preserve"> ; </w:t>
      </w:r>
      <w:r w:rsidRPr="005D5566">
        <w:t>les gens</w:t>
      </w:r>
      <w:r w:rsidR="001C0413">
        <w:t xml:space="preserve">, </w:t>
      </w:r>
      <w:r w:rsidRPr="005D5566">
        <w:t>bousculés</w:t>
      </w:r>
      <w:r w:rsidR="001C0413">
        <w:t xml:space="preserve">, </w:t>
      </w:r>
      <w:r w:rsidRPr="005D5566">
        <w:t>s</w:t>
      </w:r>
      <w:r w:rsidR="001C0413">
        <w:t>’</w:t>
      </w:r>
      <w:r w:rsidRPr="005D5566">
        <w:t>accrochaient les uns aux autres</w:t>
      </w:r>
      <w:r w:rsidR="001C0413">
        <w:t xml:space="preserve">. </w:t>
      </w:r>
      <w:r w:rsidRPr="005D5566">
        <w:t>Il semblait à la mère qu</w:t>
      </w:r>
      <w:r w:rsidR="001C0413">
        <w:t>’</w:t>
      </w:r>
      <w:r w:rsidRPr="005D5566">
        <w:t>il y avait un bouillonnement autour d</w:t>
      </w:r>
      <w:r w:rsidR="001C0413">
        <w:t>’</w:t>
      </w:r>
      <w:r w:rsidRPr="005D5566">
        <w:t>elle</w:t>
      </w:r>
      <w:r w:rsidR="001C0413">
        <w:t xml:space="preserve">, </w:t>
      </w:r>
      <w:r w:rsidRPr="005D5566">
        <w:t>que cette foule était prête à la comprendre et à la croire</w:t>
      </w:r>
      <w:r w:rsidR="001C0413">
        <w:t xml:space="preserve">. </w:t>
      </w:r>
      <w:r w:rsidRPr="005D5566">
        <w:t>Elle aurait voulu dire à la hâte tout ce qu</w:t>
      </w:r>
      <w:r w:rsidR="001C0413">
        <w:t>’</w:t>
      </w:r>
      <w:r w:rsidRPr="005D5566">
        <w:t>elle savait</w:t>
      </w:r>
      <w:r w:rsidR="001C0413">
        <w:t xml:space="preserve">, </w:t>
      </w:r>
      <w:r w:rsidRPr="005D5566">
        <w:t>toutes les pensées puissantes qui montaient harmonieusement</w:t>
      </w:r>
      <w:r w:rsidR="001C0413">
        <w:t xml:space="preserve">, </w:t>
      </w:r>
      <w:r w:rsidRPr="005D5566">
        <w:t>sans effort</w:t>
      </w:r>
      <w:r w:rsidR="001C0413">
        <w:t xml:space="preserve">, </w:t>
      </w:r>
      <w:r w:rsidRPr="005D5566">
        <w:t>du tréfonds de son cœur</w:t>
      </w:r>
      <w:r w:rsidR="001C0413">
        <w:t xml:space="preserve"> ; </w:t>
      </w:r>
      <w:r w:rsidRPr="005D5566">
        <w:t>mais la voix lui manquait</w:t>
      </w:r>
      <w:r w:rsidR="001C0413">
        <w:t xml:space="preserve">, </w:t>
      </w:r>
      <w:r w:rsidRPr="005D5566">
        <w:t>il ne s</w:t>
      </w:r>
      <w:r w:rsidR="001C0413">
        <w:t>’</w:t>
      </w:r>
      <w:r w:rsidRPr="005D5566">
        <w:t>échappait de sa poitrine que des sons rauques</w:t>
      </w:r>
      <w:r w:rsidR="001C0413">
        <w:t xml:space="preserve">, </w:t>
      </w:r>
      <w:r w:rsidRPr="005D5566">
        <w:t>déchirés</w:t>
      </w:r>
      <w:r w:rsidR="001C0413">
        <w:t xml:space="preserve">, </w:t>
      </w:r>
      <w:r w:rsidRPr="005D5566">
        <w:t>tremblants</w:t>
      </w:r>
      <w:r w:rsidR="001C0413">
        <w:t>.</w:t>
      </w:r>
    </w:p>
    <w:p w14:paraId="5403215D" w14:textId="77777777" w:rsidR="001C0413" w:rsidRDefault="001C0413" w:rsidP="001C0413">
      <w:r>
        <w:lastRenderedPageBreak/>
        <w:t>— </w:t>
      </w:r>
      <w:r w:rsidR="00530790" w:rsidRPr="005D5566">
        <w:t>La parole de mon fils</w:t>
      </w:r>
      <w:r>
        <w:t xml:space="preserve">, </w:t>
      </w:r>
      <w:r w:rsidR="00530790" w:rsidRPr="005D5566">
        <w:t>c</w:t>
      </w:r>
      <w:r>
        <w:t>’</w:t>
      </w:r>
      <w:r w:rsidR="00530790" w:rsidRPr="005D5566">
        <w:t>est la parole pure d</w:t>
      </w:r>
      <w:r>
        <w:t>’</w:t>
      </w:r>
      <w:r w:rsidR="00530790" w:rsidRPr="005D5566">
        <w:t>un fils du peuple</w:t>
      </w:r>
      <w:r>
        <w:t xml:space="preserve">, </w:t>
      </w:r>
      <w:r w:rsidR="00530790" w:rsidRPr="005D5566">
        <w:t>d</w:t>
      </w:r>
      <w:r>
        <w:t>’</w:t>
      </w:r>
      <w:r w:rsidR="00530790" w:rsidRPr="005D5566">
        <w:t>une âme intègre</w:t>
      </w:r>
      <w:r>
        <w:t xml:space="preserve"> ! </w:t>
      </w:r>
      <w:r w:rsidR="00530790" w:rsidRPr="005D5566">
        <w:t>Vous reconnaîtrez les gens intègres à leur audace</w:t>
      </w:r>
      <w:r>
        <w:t xml:space="preserve"> ; </w:t>
      </w:r>
      <w:r w:rsidR="00530790" w:rsidRPr="005D5566">
        <w:t xml:space="preserve">ils sont intrépides et se sacrifient </w:t>
      </w:r>
      <w:r w:rsidR="00530790" w:rsidRPr="005D5566">
        <w:rPr>
          <w:bCs/>
        </w:rPr>
        <w:t xml:space="preserve">à </w:t>
      </w:r>
      <w:r w:rsidR="00530790" w:rsidRPr="005D5566">
        <w:t>la vérité</w:t>
      </w:r>
      <w:r>
        <w:t xml:space="preserve">, </w:t>
      </w:r>
      <w:r w:rsidR="00530790" w:rsidRPr="005D5566">
        <w:t>quand elle l</w:t>
      </w:r>
      <w:r>
        <w:t>’</w:t>
      </w:r>
      <w:r w:rsidR="00530790" w:rsidRPr="005D5566">
        <w:t>exige</w:t>
      </w:r>
      <w:r>
        <w:t> !</w:t>
      </w:r>
    </w:p>
    <w:p w14:paraId="544DE55D" w14:textId="77777777" w:rsidR="001C0413" w:rsidRDefault="00530790" w:rsidP="001C0413">
      <w:r w:rsidRPr="005D5566">
        <w:t>Des yeux juvéniles la regardaient à la fois avec enthousiasme et terreur</w:t>
      </w:r>
      <w:r w:rsidR="001C0413">
        <w:t>…</w:t>
      </w:r>
    </w:p>
    <w:p w14:paraId="7C069CC2" w14:textId="77777777" w:rsidR="001C0413" w:rsidRDefault="00530790" w:rsidP="001C0413">
      <w:r w:rsidRPr="005D5566">
        <w:t>Elle reçut un coup dans la poitrine</w:t>
      </w:r>
      <w:r w:rsidR="001C0413">
        <w:t xml:space="preserve"> ; </w:t>
      </w:r>
      <w:r w:rsidRPr="005D5566">
        <w:t>chancela et tomba sur le banc</w:t>
      </w:r>
      <w:r w:rsidR="001C0413">
        <w:t xml:space="preserve">. </w:t>
      </w:r>
      <w:r w:rsidRPr="005D5566">
        <w:t xml:space="preserve">Au-dessus des têtes </w:t>
      </w:r>
      <w:r w:rsidRPr="005D5566">
        <w:rPr>
          <w:bCs/>
        </w:rPr>
        <w:t>s</w:t>
      </w:r>
      <w:r w:rsidR="001C0413">
        <w:rPr>
          <w:bCs/>
        </w:rPr>
        <w:t>’</w:t>
      </w:r>
      <w:r w:rsidRPr="005D5566">
        <w:rPr>
          <w:bCs/>
        </w:rPr>
        <w:t xml:space="preserve">agitaient </w:t>
      </w:r>
      <w:r w:rsidRPr="005D5566">
        <w:t>les mains des gendarmes</w:t>
      </w:r>
      <w:r w:rsidR="001C0413">
        <w:t xml:space="preserve">, </w:t>
      </w:r>
      <w:r w:rsidRPr="005D5566">
        <w:t>qui empoignaient les assistants par la nuque ou les épaules</w:t>
      </w:r>
      <w:r w:rsidR="001C0413">
        <w:t xml:space="preserve">, </w:t>
      </w:r>
      <w:r w:rsidRPr="005D5566">
        <w:t>les jetaient de côté</w:t>
      </w:r>
      <w:r w:rsidR="001C0413">
        <w:t xml:space="preserve">, </w:t>
      </w:r>
      <w:r w:rsidRPr="005D5566">
        <w:rPr>
          <w:bCs/>
        </w:rPr>
        <w:t xml:space="preserve">arrachaient </w:t>
      </w:r>
      <w:r w:rsidRPr="005D5566">
        <w:t>les casquettes et les lançaient au loin</w:t>
      </w:r>
      <w:r w:rsidR="001C0413">
        <w:t xml:space="preserve">. </w:t>
      </w:r>
      <w:r w:rsidRPr="005D5566">
        <w:t>Les choses noircirent et vacillèrent autour de Pélaguée</w:t>
      </w:r>
      <w:r w:rsidR="001C0413">
        <w:t xml:space="preserve">, </w:t>
      </w:r>
      <w:r w:rsidRPr="005D5566">
        <w:t>mais elle domina sa fatigue et se servît encore du peu de voix qui lui restait</w:t>
      </w:r>
      <w:r w:rsidR="001C0413">
        <w:t>.</w:t>
      </w:r>
    </w:p>
    <w:p w14:paraId="5F35A26C" w14:textId="77777777" w:rsidR="001C0413" w:rsidRDefault="001C0413" w:rsidP="001C0413">
      <w:r>
        <w:t>— </w:t>
      </w:r>
      <w:r w:rsidR="00530790" w:rsidRPr="005D5566">
        <w:t>Peuple</w:t>
      </w:r>
      <w:r>
        <w:t xml:space="preserve">, </w:t>
      </w:r>
      <w:r w:rsidR="00530790" w:rsidRPr="005D5566">
        <w:t>rassemble tes forces en une force une</w:t>
      </w:r>
      <w:r>
        <w:t> !</w:t>
      </w:r>
    </w:p>
    <w:p w14:paraId="7C1DFC45" w14:textId="77777777" w:rsidR="001C0413" w:rsidRDefault="00530790" w:rsidP="001C0413">
      <w:r w:rsidRPr="005D5566">
        <w:t>La grande main rouge d</w:t>
      </w:r>
      <w:r w:rsidR="001C0413">
        <w:t>’</w:t>
      </w:r>
      <w:r w:rsidRPr="005D5566">
        <w:t>un gendarme s</w:t>
      </w:r>
      <w:r w:rsidR="001C0413">
        <w:t>’</w:t>
      </w:r>
      <w:r w:rsidRPr="005D5566">
        <w:t>abattit sur son cou et la secoua</w:t>
      </w:r>
      <w:r w:rsidR="001C0413">
        <w:t>.</w:t>
      </w:r>
    </w:p>
    <w:p w14:paraId="01AE5B70" w14:textId="77777777" w:rsidR="001C0413" w:rsidRDefault="001C0413" w:rsidP="001C0413">
      <w:r>
        <w:t>— </w:t>
      </w:r>
      <w:r w:rsidR="00530790" w:rsidRPr="005D5566">
        <w:t>Tais-toi</w:t>
      </w:r>
      <w:r>
        <w:t> !</w:t>
      </w:r>
    </w:p>
    <w:p w14:paraId="469BAC8B" w14:textId="77777777" w:rsidR="001C0413" w:rsidRDefault="00530790" w:rsidP="001C0413">
      <w:r w:rsidRPr="005D5566">
        <w:t>De la nuque</w:t>
      </w:r>
      <w:r w:rsidR="001C0413">
        <w:t xml:space="preserve">, </w:t>
      </w:r>
      <w:r w:rsidRPr="005D5566">
        <w:t>elle vint frapper le mur</w:t>
      </w:r>
      <w:r w:rsidR="001C0413">
        <w:t xml:space="preserve"> ; </w:t>
      </w:r>
      <w:r w:rsidRPr="005D5566">
        <w:t>pendant un instant</w:t>
      </w:r>
      <w:r w:rsidR="001C0413">
        <w:t xml:space="preserve">, </w:t>
      </w:r>
      <w:r w:rsidRPr="005D5566">
        <w:t>son cœur fut enveloppé d</w:t>
      </w:r>
      <w:r w:rsidR="001C0413">
        <w:t>’</w:t>
      </w:r>
      <w:r w:rsidRPr="005D5566">
        <w:t>une buée de terreur brûlante</w:t>
      </w:r>
      <w:r w:rsidR="001C0413">
        <w:t xml:space="preserve">, </w:t>
      </w:r>
      <w:r w:rsidRPr="005D5566">
        <w:t>mais cette vapeur se dissipa aussitôt sous l</w:t>
      </w:r>
      <w:r w:rsidR="001C0413">
        <w:t>’</w:t>
      </w:r>
      <w:r w:rsidRPr="005D5566">
        <w:t>ardeur de la flamme intérieure</w:t>
      </w:r>
      <w:r w:rsidR="001C0413">
        <w:t>.</w:t>
      </w:r>
    </w:p>
    <w:p w14:paraId="274083D9" w14:textId="77777777" w:rsidR="001C0413" w:rsidRDefault="001C0413" w:rsidP="001C0413">
      <w:r>
        <w:t>— </w:t>
      </w:r>
      <w:r w:rsidR="00530790" w:rsidRPr="005D5566">
        <w:t>Marche</w:t>
      </w:r>
      <w:r>
        <w:t xml:space="preserve"> ! </w:t>
      </w:r>
      <w:r w:rsidR="00530790" w:rsidRPr="005D5566">
        <w:t>dit le gendarme</w:t>
      </w:r>
      <w:r>
        <w:t>.</w:t>
      </w:r>
    </w:p>
    <w:p w14:paraId="6466EB00" w14:textId="77777777" w:rsidR="001C0413" w:rsidRDefault="001C0413" w:rsidP="001C0413">
      <w:r>
        <w:t>— </w:t>
      </w:r>
      <w:r w:rsidR="00530790" w:rsidRPr="005D5566">
        <w:t>N</w:t>
      </w:r>
      <w:r>
        <w:t>’</w:t>
      </w:r>
      <w:r w:rsidR="00530790" w:rsidRPr="005D5566">
        <w:t>ayez peur de rien</w:t>
      </w:r>
      <w:r>
        <w:t xml:space="preserve"> ! </w:t>
      </w:r>
      <w:r w:rsidR="00530790" w:rsidRPr="005D5566">
        <w:t>Il n</w:t>
      </w:r>
      <w:r>
        <w:t>’</w:t>
      </w:r>
      <w:r w:rsidR="00530790" w:rsidRPr="005D5566">
        <w:t>y a pas de souffrance pire que celle que vous éprouvez toute votre vie</w:t>
      </w:r>
      <w:r>
        <w:t>…</w:t>
      </w:r>
    </w:p>
    <w:p w14:paraId="01072BFB" w14:textId="77777777" w:rsidR="001C0413" w:rsidRDefault="001C0413" w:rsidP="001C0413">
      <w:r>
        <w:t>— </w:t>
      </w:r>
      <w:r w:rsidR="00530790" w:rsidRPr="005D5566">
        <w:t>Tais-toi</w:t>
      </w:r>
      <w:r>
        <w:t xml:space="preserve"> ! </w:t>
      </w:r>
      <w:r w:rsidR="00530790" w:rsidRPr="005D5566">
        <w:t>te dis-je</w:t>
      </w:r>
      <w:r>
        <w:t xml:space="preserve">, </w:t>
      </w:r>
      <w:r w:rsidR="00530790" w:rsidRPr="005D5566">
        <w:t xml:space="preserve">cria le gendarme en la prenant par le </w:t>
      </w:r>
      <w:r w:rsidR="00530790" w:rsidRPr="005D5566">
        <w:rPr>
          <w:bCs/>
        </w:rPr>
        <w:t>bras et</w:t>
      </w:r>
      <w:r w:rsidR="00530790" w:rsidRPr="005D5566">
        <w:t xml:space="preserve"> en la tirant en avant</w:t>
      </w:r>
      <w:r>
        <w:t>.</w:t>
      </w:r>
    </w:p>
    <w:p w14:paraId="2467A427" w14:textId="77777777" w:rsidR="001C0413" w:rsidRDefault="00530790" w:rsidP="001C0413">
      <w:r w:rsidRPr="005D5566">
        <w:t>Un second gendarme s</w:t>
      </w:r>
      <w:r w:rsidR="001C0413">
        <w:t>’</w:t>
      </w:r>
      <w:r w:rsidRPr="005D5566">
        <w:t>empara de son autre bras</w:t>
      </w:r>
      <w:r w:rsidR="001C0413">
        <w:t>.</w:t>
      </w:r>
    </w:p>
    <w:p w14:paraId="2B406D47" w14:textId="77777777" w:rsidR="001C0413" w:rsidRDefault="001C0413" w:rsidP="001C0413">
      <w:r>
        <w:lastRenderedPageBreak/>
        <w:t xml:space="preserve">— … </w:t>
      </w:r>
      <w:r w:rsidR="00530790" w:rsidRPr="005D5566">
        <w:t>Il n</w:t>
      </w:r>
      <w:r>
        <w:t>’</w:t>
      </w:r>
      <w:r w:rsidR="00530790" w:rsidRPr="005D5566">
        <w:t>y a pas de souffrance plus amère que celle qui</w:t>
      </w:r>
      <w:r>
        <w:t xml:space="preserve">, </w:t>
      </w:r>
      <w:r w:rsidR="00530790" w:rsidRPr="005D5566">
        <w:t>jour après jour</w:t>
      </w:r>
      <w:r>
        <w:t xml:space="preserve">, </w:t>
      </w:r>
      <w:r w:rsidR="00530790" w:rsidRPr="005D5566">
        <w:t>dévore le cœur et dessèche la poitrine</w:t>
      </w:r>
      <w:r>
        <w:t>…</w:t>
      </w:r>
    </w:p>
    <w:p w14:paraId="4572D73E" w14:textId="77777777" w:rsidR="001C0413" w:rsidRDefault="00530790" w:rsidP="001C0413">
      <w:r w:rsidRPr="005D5566">
        <w:t>L</w:t>
      </w:r>
      <w:r w:rsidR="001C0413">
        <w:t>’</w:t>
      </w:r>
      <w:r w:rsidRPr="005D5566">
        <w:t>espion se précipita au-devant d</w:t>
      </w:r>
      <w:r w:rsidR="001C0413">
        <w:t>’</w:t>
      </w:r>
      <w:r w:rsidRPr="005D5566">
        <w:t>elle et brandissant son poing devant le visage de la mère</w:t>
      </w:r>
      <w:r w:rsidR="001C0413">
        <w:t xml:space="preserve">, </w:t>
      </w:r>
      <w:r w:rsidRPr="005D5566">
        <w:t>cria d</w:t>
      </w:r>
      <w:r w:rsidR="001C0413">
        <w:t>’</w:t>
      </w:r>
      <w:r w:rsidRPr="005D5566">
        <w:t>une voix aiguë</w:t>
      </w:r>
      <w:r w:rsidR="001C0413">
        <w:t> :</w:t>
      </w:r>
    </w:p>
    <w:p w14:paraId="7557F976" w14:textId="77777777" w:rsidR="001C0413" w:rsidRDefault="001C0413" w:rsidP="001C0413">
      <w:r>
        <w:t>— </w:t>
      </w:r>
      <w:r w:rsidR="00530790" w:rsidRPr="005D5566">
        <w:t>Tais-toi</w:t>
      </w:r>
      <w:r>
        <w:t xml:space="preserve">, </w:t>
      </w:r>
      <w:r w:rsidR="00530790" w:rsidRPr="005D5566">
        <w:t>canaille</w:t>
      </w:r>
      <w:r>
        <w:t> !</w:t>
      </w:r>
    </w:p>
    <w:p w14:paraId="5E44C1CD" w14:textId="77777777" w:rsidR="001C0413" w:rsidRDefault="00530790" w:rsidP="001C0413">
      <w:r w:rsidRPr="005D5566">
        <w:t>Les yeux de Pélaguée s</w:t>
      </w:r>
      <w:r w:rsidR="001C0413">
        <w:t>’</w:t>
      </w:r>
      <w:r w:rsidRPr="005D5566">
        <w:t>élargirent et étincelèrent</w:t>
      </w:r>
      <w:r w:rsidR="001C0413">
        <w:t xml:space="preserve"> ; </w:t>
      </w:r>
      <w:r w:rsidRPr="005D5566">
        <w:t>sa mâchoire trembla</w:t>
      </w:r>
      <w:r w:rsidR="001C0413">
        <w:t xml:space="preserve">. </w:t>
      </w:r>
      <w:r w:rsidRPr="005D5566">
        <w:t>Collant ses pieds à la dalle glissante</w:t>
      </w:r>
      <w:r w:rsidR="001C0413">
        <w:t xml:space="preserve">, </w:t>
      </w:r>
      <w:r w:rsidRPr="005D5566">
        <w:t>elle cria</w:t>
      </w:r>
      <w:r w:rsidR="001C0413">
        <w:t> :</w:t>
      </w:r>
    </w:p>
    <w:p w14:paraId="382DF4EF" w14:textId="77777777" w:rsidR="001C0413" w:rsidRDefault="001C0413" w:rsidP="001C0413">
      <w:r>
        <w:t>— </w:t>
      </w:r>
      <w:r w:rsidR="00530790" w:rsidRPr="005D5566">
        <w:t xml:space="preserve">On ne tue pas une </w:t>
      </w:r>
      <w:r w:rsidR="00530790" w:rsidRPr="005D5566">
        <w:rPr>
          <w:rFonts w:cs="Courier New"/>
          <w:bCs/>
        </w:rPr>
        <w:t xml:space="preserve">âme </w:t>
      </w:r>
      <w:r w:rsidR="00530790" w:rsidRPr="005D5566">
        <w:t>ressuscitée</w:t>
      </w:r>
      <w:r>
        <w:t>.</w:t>
      </w:r>
    </w:p>
    <w:p w14:paraId="46912C3D" w14:textId="77777777" w:rsidR="001C0413" w:rsidRDefault="001C0413" w:rsidP="001C0413">
      <w:r>
        <w:t>— </w:t>
      </w:r>
      <w:r w:rsidR="00530790" w:rsidRPr="005D5566">
        <w:t>Chienne</w:t>
      </w:r>
      <w:r>
        <w:t> !</w:t>
      </w:r>
    </w:p>
    <w:p w14:paraId="1C97E1CF" w14:textId="77777777" w:rsidR="001C0413" w:rsidRDefault="00530790" w:rsidP="001C0413">
      <w:r w:rsidRPr="005D5566">
        <w:t>D</w:t>
      </w:r>
      <w:r w:rsidR="001C0413">
        <w:t>’</w:t>
      </w:r>
      <w:r w:rsidRPr="005D5566">
        <w:t>un court élan</w:t>
      </w:r>
      <w:r w:rsidR="001C0413">
        <w:t xml:space="preserve">, </w:t>
      </w:r>
      <w:r w:rsidRPr="005D5566">
        <w:t>l</w:t>
      </w:r>
      <w:r w:rsidR="001C0413">
        <w:t>’</w:t>
      </w:r>
      <w:r w:rsidRPr="005D5566">
        <w:t>espion la frappa au visage</w:t>
      </w:r>
      <w:r w:rsidR="001C0413">
        <w:t>.</w:t>
      </w:r>
    </w:p>
    <w:p w14:paraId="6ACF1E5A" w14:textId="77777777" w:rsidR="001C0413" w:rsidRDefault="001C0413" w:rsidP="001C0413">
      <w:r>
        <w:t>— </w:t>
      </w:r>
      <w:r w:rsidR="00530790" w:rsidRPr="005D5566">
        <w:t>C</w:t>
      </w:r>
      <w:r>
        <w:t>’</w:t>
      </w:r>
      <w:r w:rsidR="00530790" w:rsidRPr="005D5566">
        <w:t>est bien fait pour cette vieille charogne</w:t>
      </w:r>
      <w:r>
        <w:t xml:space="preserve"> ! </w:t>
      </w:r>
      <w:r w:rsidR="00530790" w:rsidRPr="005D5566">
        <w:t>cria une voix</w:t>
      </w:r>
      <w:r>
        <w:t>.</w:t>
      </w:r>
    </w:p>
    <w:p w14:paraId="0A1A81F5" w14:textId="77777777" w:rsidR="001C0413" w:rsidRDefault="00530790" w:rsidP="001C0413">
      <w:r w:rsidRPr="005D5566">
        <w:t>Quelque chose de noir et de rouge aveugla un instant la mère</w:t>
      </w:r>
      <w:r w:rsidR="001C0413">
        <w:t xml:space="preserve"> ; </w:t>
      </w:r>
      <w:r w:rsidRPr="005D5566">
        <w:t>la saveur salée du sang lui remplit la bouche</w:t>
      </w:r>
      <w:r w:rsidR="001C0413">
        <w:t>.</w:t>
      </w:r>
    </w:p>
    <w:p w14:paraId="11D5201B" w14:textId="77777777" w:rsidR="001C0413" w:rsidRDefault="00530790" w:rsidP="001C0413">
      <w:r w:rsidRPr="005D5566">
        <w:t>Une explosion d</w:t>
      </w:r>
      <w:r w:rsidR="001C0413">
        <w:t>’</w:t>
      </w:r>
      <w:r w:rsidRPr="005D5566">
        <w:t>exclamations la ranima</w:t>
      </w:r>
      <w:r w:rsidR="001C0413">
        <w:t> :</w:t>
      </w:r>
    </w:p>
    <w:p w14:paraId="292EFAA5" w14:textId="77777777" w:rsidR="001C0413" w:rsidRDefault="001C0413" w:rsidP="001C0413">
      <w:r>
        <w:t>— </w:t>
      </w:r>
      <w:r w:rsidR="00530790" w:rsidRPr="005D5566">
        <w:t>Vous n</w:t>
      </w:r>
      <w:r>
        <w:t>’</w:t>
      </w:r>
      <w:r w:rsidR="00530790" w:rsidRPr="005D5566">
        <w:t>avez pas le droit de frapper</w:t>
      </w:r>
      <w:r>
        <w:t> !</w:t>
      </w:r>
    </w:p>
    <w:p w14:paraId="140F32BD" w14:textId="77777777" w:rsidR="001C0413" w:rsidRDefault="001C0413" w:rsidP="001C0413">
      <w:r>
        <w:t>— </w:t>
      </w:r>
      <w:r w:rsidR="00530790" w:rsidRPr="005D5566">
        <w:t>Camarades</w:t>
      </w:r>
      <w:r>
        <w:t> !</w:t>
      </w:r>
    </w:p>
    <w:p w14:paraId="5830C3CE" w14:textId="77777777" w:rsidR="001C0413" w:rsidRDefault="001C0413" w:rsidP="001C0413">
      <w:r>
        <w:t>— </w:t>
      </w:r>
      <w:r w:rsidR="00530790" w:rsidRPr="005D5566">
        <w:t>Qu</w:t>
      </w:r>
      <w:r>
        <w:t>’</w:t>
      </w:r>
      <w:r w:rsidR="00530790" w:rsidRPr="005D5566">
        <w:t>est-ce que cela</w:t>
      </w:r>
      <w:r>
        <w:t> ?</w:t>
      </w:r>
    </w:p>
    <w:p w14:paraId="3405C119" w14:textId="77777777" w:rsidR="001C0413" w:rsidRDefault="001C0413" w:rsidP="001C0413">
      <w:r>
        <w:t>— </w:t>
      </w:r>
      <w:r w:rsidR="00530790" w:rsidRPr="005D5566">
        <w:t>Ah</w:t>
      </w:r>
      <w:r>
        <w:t xml:space="preserve"> ! </w:t>
      </w:r>
      <w:r w:rsidR="00530790" w:rsidRPr="005D5566">
        <w:t>coquin</w:t>
      </w:r>
      <w:r>
        <w:t> !</w:t>
      </w:r>
    </w:p>
    <w:p w14:paraId="7A05FBBA" w14:textId="77777777" w:rsidR="001C0413" w:rsidRDefault="001C0413" w:rsidP="001C0413">
      <w:r>
        <w:t>— </w:t>
      </w:r>
      <w:r w:rsidR="00530790" w:rsidRPr="005D5566">
        <w:t>Donne-lui en</w:t>
      </w:r>
      <w:r>
        <w:t> !</w:t>
      </w:r>
    </w:p>
    <w:p w14:paraId="07F93570" w14:textId="77777777" w:rsidR="001C0413" w:rsidRDefault="001C0413" w:rsidP="001C0413">
      <w:r>
        <w:t xml:space="preserve">— … </w:t>
      </w:r>
      <w:r w:rsidR="00530790" w:rsidRPr="005D5566">
        <w:t>Ce n</w:t>
      </w:r>
      <w:r>
        <w:t>’</w:t>
      </w:r>
      <w:r w:rsidR="00530790" w:rsidRPr="005D5566">
        <w:t>est pas avec du sang qu</w:t>
      </w:r>
      <w:r>
        <w:t>’</w:t>
      </w:r>
      <w:r w:rsidR="00530790" w:rsidRPr="005D5566">
        <w:t>on noie la raison</w:t>
      </w:r>
      <w:r>
        <w:t> !…</w:t>
      </w:r>
    </w:p>
    <w:p w14:paraId="1D89F69D" w14:textId="77777777" w:rsidR="001C0413" w:rsidRDefault="00530790" w:rsidP="001C0413">
      <w:r w:rsidRPr="005D5566">
        <w:t>On la poussait dans le dos</w:t>
      </w:r>
      <w:r w:rsidR="001C0413">
        <w:t xml:space="preserve">, </w:t>
      </w:r>
      <w:r w:rsidRPr="005D5566">
        <w:t>dans le cou</w:t>
      </w:r>
      <w:r w:rsidR="001C0413">
        <w:t xml:space="preserve">, </w:t>
      </w:r>
      <w:r w:rsidRPr="005D5566">
        <w:t>on la frappait à la tête</w:t>
      </w:r>
      <w:r w:rsidR="001C0413">
        <w:t xml:space="preserve">, </w:t>
      </w:r>
      <w:r w:rsidRPr="005D5566">
        <w:t>à la poitrine</w:t>
      </w:r>
      <w:r w:rsidR="001C0413">
        <w:t xml:space="preserve"> ; </w:t>
      </w:r>
      <w:r w:rsidRPr="005D5566">
        <w:t>tout vacillait et s</w:t>
      </w:r>
      <w:r w:rsidR="001C0413">
        <w:t>’</w:t>
      </w:r>
      <w:r w:rsidRPr="005D5566">
        <w:t>évanouissait dans le sombre tourbillon des cris</w:t>
      </w:r>
      <w:r w:rsidR="001C0413">
        <w:t xml:space="preserve">, </w:t>
      </w:r>
      <w:r w:rsidRPr="005D5566">
        <w:t>des hurlements</w:t>
      </w:r>
      <w:r w:rsidR="001C0413">
        <w:t xml:space="preserve">, </w:t>
      </w:r>
      <w:r w:rsidRPr="005D5566">
        <w:t xml:space="preserve">des coups de </w:t>
      </w:r>
      <w:r w:rsidRPr="005D5566">
        <w:lastRenderedPageBreak/>
        <w:t>sifflets</w:t>
      </w:r>
      <w:r w:rsidR="001C0413">
        <w:t xml:space="preserve">. </w:t>
      </w:r>
      <w:r w:rsidRPr="005D5566">
        <w:t>Quelque chose d</w:t>
      </w:r>
      <w:r w:rsidR="001C0413">
        <w:t>’</w:t>
      </w:r>
      <w:r w:rsidRPr="005D5566">
        <w:t>épais et d</w:t>
      </w:r>
      <w:r w:rsidR="001C0413">
        <w:t>’</w:t>
      </w:r>
      <w:r w:rsidRPr="005D5566">
        <w:t>assourdissant pénétrait dans ses oreilles</w:t>
      </w:r>
      <w:r w:rsidR="001C0413">
        <w:t xml:space="preserve">, </w:t>
      </w:r>
      <w:r w:rsidRPr="005D5566">
        <w:t>remplissait sa gorge et l</w:t>
      </w:r>
      <w:r w:rsidR="001C0413">
        <w:t>’</w:t>
      </w:r>
      <w:r w:rsidRPr="005D5566">
        <w:t>étouffait</w:t>
      </w:r>
      <w:r w:rsidR="001C0413">
        <w:t xml:space="preserve">. </w:t>
      </w:r>
      <w:r w:rsidRPr="005D5566">
        <w:t>Le sol s</w:t>
      </w:r>
      <w:r w:rsidR="001C0413">
        <w:t>’</w:t>
      </w:r>
      <w:r w:rsidRPr="005D5566">
        <w:t>effondrait sous ses jambes qui ployaient</w:t>
      </w:r>
      <w:r w:rsidR="001C0413">
        <w:t xml:space="preserve">, </w:t>
      </w:r>
      <w:r w:rsidRPr="005D5566">
        <w:t>son corps frémissait sous les brûlures de la douleur</w:t>
      </w:r>
      <w:r w:rsidR="001C0413">
        <w:t xml:space="preserve"> ; </w:t>
      </w:r>
      <w:r w:rsidRPr="005D5566">
        <w:t>alourdie</w:t>
      </w:r>
      <w:r w:rsidR="001C0413">
        <w:t xml:space="preserve">, </w:t>
      </w:r>
      <w:r w:rsidRPr="005D5566">
        <w:t>affaiblie</w:t>
      </w:r>
      <w:r w:rsidR="001C0413">
        <w:t xml:space="preserve">, </w:t>
      </w:r>
      <w:r w:rsidRPr="005D5566">
        <w:t>la mère chancelait</w:t>
      </w:r>
      <w:r w:rsidR="001C0413">
        <w:t xml:space="preserve">. </w:t>
      </w:r>
      <w:r w:rsidRPr="005D5566">
        <w:t>Mais elle apercevait autour d</w:t>
      </w:r>
      <w:r w:rsidR="001C0413">
        <w:t>’</w:t>
      </w:r>
      <w:r w:rsidRPr="005D5566">
        <w:t>elle des yeux nombreux brillant du feu hardi qu</w:t>
      </w:r>
      <w:r w:rsidR="001C0413">
        <w:t>’</w:t>
      </w:r>
      <w:r w:rsidRPr="005D5566">
        <w:t>elle connaissait bien et qui était cher à son cœur</w:t>
      </w:r>
      <w:r w:rsidR="001C0413">
        <w:t>.</w:t>
      </w:r>
    </w:p>
    <w:p w14:paraId="72B53322" w14:textId="77777777" w:rsidR="001C0413" w:rsidRDefault="00530790" w:rsidP="001C0413">
      <w:r w:rsidRPr="005D5566">
        <w:t>On la poussa vers la porte</w:t>
      </w:r>
      <w:r w:rsidR="001C0413">
        <w:t>.</w:t>
      </w:r>
    </w:p>
    <w:p w14:paraId="008D863D" w14:textId="77777777" w:rsidR="001C0413" w:rsidRDefault="00530790" w:rsidP="001C0413">
      <w:r w:rsidRPr="005D5566">
        <w:t>Elle dégagea une de ses mains</w:t>
      </w:r>
      <w:r w:rsidR="001C0413">
        <w:t xml:space="preserve">, </w:t>
      </w:r>
      <w:r w:rsidRPr="005D5566">
        <w:t>et s</w:t>
      </w:r>
      <w:r w:rsidR="001C0413">
        <w:t>’</w:t>
      </w:r>
      <w:r w:rsidRPr="005D5566">
        <w:t>accrocha au montant</w:t>
      </w:r>
      <w:r w:rsidR="001C0413">
        <w:t>.</w:t>
      </w:r>
    </w:p>
    <w:p w14:paraId="14E53192" w14:textId="77777777" w:rsidR="001C0413" w:rsidRDefault="001C0413" w:rsidP="001C0413">
      <w:r>
        <w:t xml:space="preserve">— … </w:t>
      </w:r>
      <w:r w:rsidR="00530790" w:rsidRPr="005D5566">
        <w:t>On n</w:t>
      </w:r>
      <w:r>
        <w:t>’</w:t>
      </w:r>
      <w:r w:rsidR="00530790" w:rsidRPr="005D5566">
        <w:t>éteindra pas la vérité même sous des mers de sang</w:t>
      </w:r>
      <w:r>
        <w:t>…</w:t>
      </w:r>
    </w:p>
    <w:p w14:paraId="48B6E95C" w14:textId="77777777" w:rsidR="001C0413" w:rsidRDefault="00530790" w:rsidP="001C0413">
      <w:r w:rsidRPr="005D5566">
        <w:t xml:space="preserve">On la frappa </w:t>
      </w:r>
      <w:r w:rsidRPr="005D5566">
        <w:rPr>
          <w:bCs/>
        </w:rPr>
        <w:t xml:space="preserve">à </w:t>
      </w:r>
      <w:r w:rsidRPr="005D5566">
        <w:t>la main</w:t>
      </w:r>
      <w:r w:rsidR="001C0413">
        <w:t>.</w:t>
      </w:r>
    </w:p>
    <w:p w14:paraId="62D6EA25" w14:textId="77777777" w:rsidR="001C0413" w:rsidRDefault="001C0413" w:rsidP="001C0413">
      <w:r>
        <w:t xml:space="preserve">— … </w:t>
      </w:r>
      <w:r w:rsidR="00530790" w:rsidRPr="005D5566">
        <w:t>Vous n</w:t>
      </w:r>
      <w:r>
        <w:t>’</w:t>
      </w:r>
      <w:r w:rsidR="00530790" w:rsidRPr="005D5566">
        <w:t>amasserez que de la rancune</w:t>
      </w:r>
      <w:r>
        <w:t xml:space="preserve">, </w:t>
      </w:r>
      <w:r w:rsidR="00530790" w:rsidRPr="005D5566">
        <w:t>fous que vous êtes</w:t>
      </w:r>
      <w:r>
        <w:t xml:space="preserve"> ! </w:t>
      </w:r>
      <w:r w:rsidR="00530790" w:rsidRPr="005D5566">
        <w:t>et cette rancune</w:t>
      </w:r>
      <w:r>
        <w:t xml:space="preserve">, </w:t>
      </w:r>
      <w:r w:rsidR="00530790" w:rsidRPr="005D5566">
        <w:t>cette haine vous submergera</w:t>
      </w:r>
      <w:r>
        <w:rPr>
          <w:i/>
          <w:iCs/>
        </w:rPr>
        <w:t> !…</w:t>
      </w:r>
    </w:p>
    <w:p w14:paraId="0A29A577" w14:textId="77777777" w:rsidR="001C0413" w:rsidRDefault="00530790" w:rsidP="001C0413">
      <w:r w:rsidRPr="005D5566">
        <w:t>Le gendarme la saisit à la gorge d</w:t>
      </w:r>
      <w:r w:rsidR="001C0413">
        <w:t>’</w:t>
      </w:r>
      <w:r w:rsidRPr="005D5566">
        <w:t>une étreinte toujours plus violente</w:t>
      </w:r>
      <w:r w:rsidR="001C0413">
        <w:t xml:space="preserve">. </w:t>
      </w:r>
      <w:r w:rsidRPr="005D5566">
        <w:t>Elle râla</w:t>
      </w:r>
      <w:r w:rsidR="001C0413">
        <w:t> :</w:t>
      </w:r>
    </w:p>
    <w:p w14:paraId="53855452" w14:textId="77777777" w:rsidR="001C0413" w:rsidRDefault="001C0413" w:rsidP="001C0413">
      <w:r>
        <w:t>— </w:t>
      </w:r>
      <w:r w:rsidR="00530790" w:rsidRPr="005D5566">
        <w:t>Les malheureux</w:t>
      </w:r>
      <w:r>
        <w:t>…</w:t>
      </w:r>
    </w:p>
    <w:p w14:paraId="5CE6A043" w14:textId="77777777" w:rsidR="001C0413" w:rsidRDefault="00530790" w:rsidP="001C0413">
      <w:r w:rsidRPr="005D5566">
        <w:t>Quelqu</w:t>
      </w:r>
      <w:r w:rsidR="001C0413">
        <w:t>’</w:t>
      </w:r>
      <w:r w:rsidRPr="005D5566">
        <w:t>un lui répondit par un sanglot prolongé</w:t>
      </w:r>
      <w:r w:rsidR="001C0413">
        <w:t>.</w:t>
      </w:r>
    </w:p>
    <w:p w14:paraId="52BE206C" w14:textId="3D00A5D5" w:rsidR="001C0413" w:rsidRDefault="00530790" w:rsidP="001C0413">
      <w:pPr>
        <w:ind w:firstLine="0"/>
        <w:jc w:val="center"/>
      </w:pPr>
      <w:r w:rsidRPr="001C0413">
        <w:rPr>
          <w:bCs/>
        </w:rPr>
        <w:t>FIN</w:t>
      </w:r>
    </w:p>
    <w:p w14:paraId="37C396C8" w14:textId="7FB80C55" w:rsidR="00033562" w:rsidRDefault="00033562">
      <w:pPr>
        <w:sectPr w:rsidR="00033562" w:rsidSect="001C0413">
          <w:footerReference w:type="default" r:id="rId11"/>
          <w:pgSz w:w="11906" w:h="16838" w:code="9"/>
          <w:pgMar w:top="1134" w:right="1134" w:bottom="1134" w:left="1134" w:header="709" w:footer="709" w:gutter="0"/>
          <w:cols w:space="708"/>
          <w:titlePg/>
          <w:docGrid w:linePitch="360"/>
        </w:sectPr>
      </w:pPr>
    </w:p>
    <w:p w14:paraId="657C3CB6" w14:textId="77777777" w:rsidR="00033562" w:rsidRDefault="00033562" w:rsidP="008B71DE">
      <w:pPr>
        <w:pStyle w:val="Titre1"/>
        <w:spacing w:before="0" w:after="480"/>
      </w:pPr>
      <w:bookmarkStart w:id="62" w:name="_Toc202279583"/>
      <w:r>
        <w:lastRenderedPageBreak/>
        <w:t>À propos de cette édition électronique</w:t>
      </w:r>
      <w:bookmarkEnd w:id="62"/>
    </w:p>
    <w:p w14:paraId="5F8B7364" w14:textId="77777777" w:rsidR="008B71DE" w:rsidRPr="00633842" w:rsidRDefault="008B71DE" w:rsidP="008B71DE">
      <w:pPr>
        <w:spacing w:before="180" w:after="180"/>
        <w:ind w:firstLine="0"/>
        <w:jc w:val="center"/>
        <w:rPr>
          <w:b/>
          <w:bCs/>
          <w:szCs w:val="32"/>
        </w:rPr>
      </w:pPr>
      <w:r w:rsidRPr="00633842">
        <w:rPr>
          <w:b/>
          <w:bCs/>
          <w:szCs w:val="32"/>
        </w:rPr>
        <w:t>Texte libre de droits.</w:t>
      </w:r>
    </w:p>
    <w:p w14:paraId="03D6B61F" w14:textId="77777777" w:rsidR="008B71DE" w:rsidRPr="00633842" w:rsidRDefault="008B71DE" w:rsidP="008B71DE">
      <w:pPr>
        <w:pStyle w:val="Centr"/>
        <w:spacing w:before="180" w:after="180"/>
      </w:pPr>
      <w:r w:rsidRPr="00633842">
        <w:t>Corrections, édition, conversion informatique et publication par le groupe :</w:t>
      </w:r>
    </w:p>
    <w:p w14:paraId="5F15813A" w14:textId="77777777" w:rsidR="008B71DE" w:rsidRPr="00633842" w:rsidRDefault="008B71DE" w:rsidP="008B71DE">
      <w:pPr>
        <w:spacing w:before="180" w:after="180"/>
        <w:ind w:firstLine="0"/>
        <w:jc w:val="center"/>
        <w:rPr>
          <w:b/>
          <w:bCs/>
          <w:i/>
          <w:iCs/>
          <w:szCs w:val="32"/>
        </w:rPr>
      </w:pPr>
      <w:r w:rsidRPr="00633842">
        <w:rPr>
          <w:b/>
          <w:bCs/>
          <w:i/>
          <w:iCs/>
          <w:szCs w:val="32"/>
        </w:rPr>
        <w:t>Ebooks libres et gratuits</w:t>
      </w:r>
    </w:p>
    <w:p w14:paraId="570B703A" w14:textId="77777777" w:rsidR="008B71DE" w:rsidRPr="00633842" w:rsidRDefault="008B71DE" w:rsidP="008B71DE">
      <w:pPr>
        <w:pStyle w:val="Centr"/>
        <w:spacing w:before="180" w:after="180"/>
      </w:pPr>
      <w:hyperlink r:id="rId12" w:history="1">
        <w:r w:rsidRPr="00F74CD6">
          <w:rPr>
            <w:rStyle w:val="Lienhypertexte"/>
          </w:rPr>
          <w:t>https://groups.google.com/g/ebooksgratuits</w:t>
        </w:r>
      </w:hyperlink>
    </w:p>
    <w:p w14:paraId="6CDD38F5" w14:textId="477264D9" w:rsidR="008B71DE" w:rsidRPr="00633842" w:rsidRDefault="008B71DE" w:rsidP="008B71DE">
      <w:pPr>
        <w:pStyle w:val="Centr"/>
        <w:spacing w:before="180" w:after="180"/>
      </w:pPr>
      <w:r w:rsidRPr="00633842">
        <w:t>Adresse du site web du groupe :</w:t>
      </w:r>
      <w:r w:rsidRPr="00633842">
        <w:br/>
      </w:r>
      <w:hyperlink r:id="rId13" w:history="1">
        <w:r w:rsidRPr="001F7BBB">
          <w:rPr>
            <w:rStyle w:val="Lienhypertexte"/>
            <w:szCs w:val="32"/>
          </w:rPr>
          <w:t>https://www.ebooksgratuits.com/</w:t>
        </w:r>
      </w:hyperlink>
    </w:p>
    <w:p w14:paraId="7DDF11AD" w14:textId="77777777" w:rsidR="008B71DE" w:rsidRPr="00633842" w:rsidRDefault="008B71DE" w:rsidP="008B71DE">
      <w:pPr>
        <w:pStyle w:val="Centr"/>
        <w:spacing w:before="180" w:after="180"/>
      </w:pPr>
      <w:r w:rsidRPr="00633842">
        <w:t>—</w:t>
      </w:r>
    </w:p>
    <w:p w14:paraId="71B611A8" w14:textId="4843AABC" w:rsidR="008B71DE" w:rsidRPr="00633842" w:rsidRDefault="008B71DE" w:rsidP="008B71DE">
      <w:pPr>
        <w:spacing w:before="180" w:after="180"/>
        <w:ind w:firstLine="0"/>
        <w:jc w:val="center"/>
        <w:rPr>
          <w:b/>
          <w:bCs/>
          <w:szCs w:val="32"/>
        </w:rPr>
      </w:pPr>
      <w:r>
        <w:rPr>
          <w:b/>
          <w:bCs/>
          <w:szCs w:val="32"/>
        </w:rPr>
        <w:t>Juin 2025</w:t>
      </w:r>
    </w:p>
    <w:p w14:paraId="70D044F4" w14:textId="77777777" w:rsidR="008B71DE" w:rsidRPr="00633842" w:rsidRDefault="008B71DE" w:rsidP="008B71DE">
      <w:pPr>
        <w:pStyle w:val="Centr"/>
        <w:spacing w:before="180" w:after="180"/>
      </w:pPr>
      <w:r w:rsidRPr="00633842">
        <w:t>—</w:t>
      </w:r>
    </w:p>
    <w:p w14:paraId="00F22647" w14:textId="77777777" w:rsidR="008B71DE" w:rsidRPr="00633842" w:rsidRDefault="008B71DE" w:rsidP="008B71DE">
      <w:pPr>
        <w:spacing w:before="180" w:after="180"/>
      </w:pPr>
      <w:r w:rsidRPr="00633842">
        <w:t>– </w:t>
      </w:r>
      <w:r w:rsidRPr="00633842">
        <w:rPr>
          <w:b/>
        </w:rPr>
        <w:t>Élaboration de ce livre électronique</w:t>
      </w:r>
      <w:r w:rsidRPr="00633842">
        <w:t> :</w:t>
      </w:r>
    </w:p>
    <w:p w14:paraId="64B318FB" w14:textId="276CACE9" w:rsidR="008B71DE" w:rsidRPr="00633842" w:rsidRDefault="008B71DE" w:rsidP="008B71DE">
      <w:pPr>
        <w:spacing w:before="180" w:after="180"/>
      </w:pPr>
      <w:r w:rsidRPr="00633842">
        <w:t xml:space="preserve">Les membres de </w:t>
      </w:r>
      <w:r w:rsidRPr="00633842">
        <w:rPr>
          <w:i/>
        </w:rPr>
        <w:t>Ebooks libres et gratuits</w:t>
      </w:r>
      <w:r w:rsidRPr="00633842">
        <w:t xml:space="preserve"> qui ont participé à l’élaboration de ce livre, sont :</w:t>
      </w:r>
      <w:r>
        <w:t xml:space="preserve"> </w:t>
      </w:r>
      <w:r w:rsidRPr="008B71DE">
        <w:t>YvetteT, Jean-Marc,RobertB,Sapcal22 (Wikisource)</w:t>
      </w:r>
      <w:r>
        <w:t>, Coolmicro.</w:t>
      </w:r>
    </w:p>
    <w:p w14:paraId="45D22EF3" w14:textId="77777777" w:rsidR="008B71DE" w:rsidRPr="00633842" w:rsidRDefault="008B71DE" w:rsidP="008B71DE">
      <w:pPr>
        <w:spacing w:before="180" w:after="180"/>
      </w:pPr>
      <w:r w:rsidRPr="00633842">
        <w:t>– </w:t>
      </w:r>
      <w:r w:rsidRPr="00633842">
        <w:rPr>
          <w:b/>
        </w:rPr>
        <w:t>Dispositions</w:t>
      </w:r>
      <w:r w:rsidRPr="00633842">
        <w:t> :</w:t>
      </w:r>
    </w:p>
    <w:p w14:paraId="2B5FF672" w14:textId="77777777" w:rsidR="008B71DE" w:rsidRPr="00633842" w:rsidRDefault="008B71DE" w:rsidP="008B71DE">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1B7E48E9" w14:textId="77777777" w:rsidR="008B71DE" w:rsidRPr="00633842" w:rsidRDefault="008B71DE" w:rsidP="008B71DE">
      <w:pPr>
        <w:spacing w:before="180" w:after="180"/>
      </w:pPr>
      <w:r w:rsidRPr="00633842">
        <w:t>– </w:t>
      </w:r>
      <w:r w:rsidRPr="00633842">
        <w:rPr>
          <w:b/>
        </w:rPr>
        <w:t>Qualité</w:t>
      </w:r>
      <w:r w:rsidRPr="00633842">
        <w:t> :</w:t>
      </w:r>
    </w:p>
    <w:p w14:paraId="56BFCFC9" w14:textId="77777777" w:rsidR="008B71DE" w:rsidRPr="00633842" w:rsidRDefault="008B71DE" w:rsidP="008B71DE">
      <w:pPr>
        <w:spacing w:before="180" w:after="180"/>
      </w:pPr>
      <w:r w:rsidRPr="00633842">
        <w:t>Les textes sont livrés tels quels sans garantie de leur intégrité parfaite par rapport à l'original. Nous rappelons que c'est un travail d'amateurs non rétribués et que nous essayons de promouvoir la culture littéraire avec de maigres moyens.</w:t>
      </w:r>
    </w:p>
    <w:p w14:paraId="17933441" w14:textId="77777777" w:rsidR="008B71DE" w:rsidRPr="00633842" w:rsidRDefault="008B71DE" w:rsidP="008B71DE">
      <w:pPr>
        <w:spacing w:before="180" w:after="180"/>
        <w:ind w:firstLine="0"/>
        <w:jc w:val="center"/>
        <w:rPr>
          <w:i/>
          <w:iCs/>
          <w:szCs w:val="32"/>
        </w:rPr>
      </w:pPr>
      <w:r w:rsidRPr="00633842">
        <w:rPr>
          <w:i/>
          <w:iCs/>
          <w:szCs w:val="32"/>
        </w:rPr>
        <w:t>Votre aide est la bienvenue !</w:t>
      </w:r>
    </w:p>
    <w:p w14:paraId="69407F77" w14:textId="560028C6" w:rsidR="00033562" w:rsidRPr="001C0413" w:rsidRDefault="008B71DE" w:rsidP="008B71DE">
      <w:pPr>
        <w:pStyle w:val="Centr"/>
        <w:suppressAutoHyphens/>
        <w:spacing w:before="180" w:after="180"/>
      </w:pPr>
      <w:r w:rsidRPr="00633842">
        <w:t>VOUS POUVEZ NOUS AIDER À FAIRE CONNAÎTRE CES CLASSIQUES LITTÉRAIRES.</w:t>
      </w:r>
    </w:p>
    <w:sectPr w:rsidR="00033562" w:rsidRPr="001C0413" w:rsidSect="008B71DE">
      <w:pgSz w:w="11906" w:h="16838" w:code="9"/>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5951E2" w14:textId="77777777" w:rsidR="00876108" w:rsidRDefault="00876108">
      <w:r>
        <w:separator/>
      </w:r>
    </w:p>
  </w:endnote>
  <w:endnote w:type="continuationSeparator" w:id="0">
    <w:p w14:paraId="541F074E" w14:textId="77777777" w:rsidR="00876108" w:rsidRDefault="00876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ptos">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EA9ED" w14:textId="77777777" w:rsidR="00530790" w:rsidRDefault="00530790">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CF94A" w14:textId="77777777" w:rsidR="00530790" w:rsidRDefault="00530790">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sidR="00C04EFD">
      <w:rPr>
        <w:rStyle w:val="Numrodepage"/>
        <w:noProof/>
        <w:sz w:val="30"/>
        <w:szCs w:val="30"/>
      </w:rPr>
      <w:t>91</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4DF17" w14:textId="77777777" w:rsidR="00876108" w:rsidRDefault="00876108">
      <w:r>
        <w:separator/>
      </w:r>
    </w:p>
  </w:footnote>
  <w:footnote w:type="continuationSeparator" w:id="0">
    <w:p w14:paraId="555A70AC" w14:textId="77777777" w:rsidR="00876108" w:rsidRDefault="00876108">
      <w:r>
        <w:continuationSeparator/>
      </w:r>
    </w:p>
  </w:footnote>
  <w:footnote w:id="1">
    <w:p w14:paraId="011945F2" w14:textId="7C144F4F" w:rsidR="00530790" w:rsidRDefault="00530790" w:rsidP="00530790">
      <w:pPr>
        <w:pStyle w:val="Notedebasdepage"/>
      </w:pPr>
      <w:r>
        <w:rPr>
          <w:rStyle w:val="Appelnotedebasdep"/>
        </w:rPr>
        <w:footnoteRef/>
      </w:r>
      <w:r>
        <w:t xml:space="preserve"> Ancienne Nijni-Novgorod</w:t>
      </w:r>
      <w:r w:rsidR="001C0413">
        <w:t>.</w:t>
      </w:r>
    </w:p>
  </w:footnote>
  <w:footnote w:id="2">
    <w:p w14:paraId="419D0445" w14:textId="3233755F" w:rsidR="00530790" w:rsidRDefault="00530790" w:rsidP="00530790">
      <w:pPr>
        <w:pStyle w:val="Notedebasdepage"/>
      </w:pPr>
      <w:r>
        <w:rPr>
          <w:rStyle w:val="Appelnotedebasdep"/>
        </w:rPr>
        <w:footnoteRef/>
      </w:r>
      <w:r>
        <w:t xml:space="preserve"> Gorki</w:t>
      </w:r>
      <w:r w:rsidR="001C0413">
        <w:t>.</w:t>
      </w:r>
    </w:p>
  </w:footnote>
  <w:footnote w:id="3">
    <w:p w14:paraId="3FB99D1D" w14:textId="7B2A9819" w:rsidR="00530790" w:rsidRDefault="00530790" w:rsidP="00530790">
      <w:pPr>
        <w:pStyle w:val="Notedebasdepage"/>
      </w:pPr>
      <w:r>
        <w:rPr>
          <w:rStyle w:val="Appelnotedebasdep"/>
        </w:rPr>
        <w:footnoteRef/>
      </w:r>
      <w:r>
        <w:t xml:space="preserve"> </w:t>
      </w:r>
      <w:r>
        <w:rPr>
          <w:bCs/>
        </w:rPr>
        <w:t>Les grands-parents de Gorki</w:t>
      </w:r>
      <w:r w:rsidR="001C0413">
        <w:rPr>
          <w:bC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1950500899">
    <w:abstractNumId w:val="11"/>
  </w:num>
  <w:num w:numId="2" w16cid:durableId="778135973">
    <w:abstractNumId w:val="12"/>
  </w:num>
  <w:num w:numId="3" w16cid:durableId="915628543">
    <w:abstractNumId w:val="13"/>
  </w:num>
  <w:num w:numId="4" w16cid:durableId="1303271535">
    <w:abstractNumId w:val="14"/>
  </w:num>
  <w:num w:numId="5" w16cid:durableId="1378161062">
    <w:abstractNumId w:val="8"/>
  </w:num>
  <w:num w:numId="6" w16cid:durableId="1105349015">
    <w:abstractNumId w:val="3"/>
  </w:num>
  <w:num w:numId="7" w16cid:durableId="1841313226">
    <w:abstractNumId w:val="2"/>
  </w:num>
  <w:num w:numId="8" w16cid:durableId="874737439">
    <w:abstractNumId w:val="1"/>
  </w:num>
  <w:num w:numId="9" w16cid:durableId="1499468194">
    <w:abstractNumId w:val="0"/>
  </w:num>
  <w:num w:numId="10" w16cid:durableId="629631802">
    <w:abstractNumId w:val="9"/>
  </w:num>
  <w:num w:numId="11" w16cid:durableId="1622611784">
    <w:abstractNumId w:val="7"/>
  </w:num>
  <w:num w:numId="12" w16cid:durableId="1678461962">
    <w:abstractNumId w:val="6"/>
  </w:num>
  <w:num w:numId="13" w16cid:durableId="1871527660">
    <w:abstractNumId w:val="5"/>
  </w:num>
  <w:num w:numId="14" w16cid:durableId="497160852">
    <w:abstractNumId w:val="4"/>
  </w:num>
  <w:num w:numId="15" w16cid:durableId="180303550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898"/>
    <w:rsid w:val="000119AC"/>
    <w:rsid w:val="00021C38"/>
    <w:rsid w:val="00033562"/>
    <w:rsid w:val="00066E2D"/>
    <w:rsid w:val="000A32FD"/>
    <w:rsid w:val="000E747A"/>
    <w:rsid w:val="0010298A"/>
    <w:rsid w:val="00110433"/>
    <w:rsid w:val="001635FE"/>
    <w:rsid w:val="001636A5"/>
    <w:rsid w:val="001C0413"/>
    <w:rsid w:val="001F009A"/>
    <w:rsid w:val="00203135"/>
    <w:rsid w:val="00284AF2"/>
    <w:rsid w:val="002B53DA"/>
    <w:rsid w:val="002E4734"/>
    <w:rsid w:val="00335365"/>
    <w:rsid w:val="003421EB"/>
    <w:rsid w:val="00367258"/>
    <w:rsid w:val="003E1650"/>
    <w:rsid w:val="003F6FF9"/>
    <w:rsid w:val="00446561"/>
    <w:rsid w:val="004618A4"/>
    <w:rsid w:val="00485B63"/>
    <w:rsid w:val="004A6531"/>
    <w:rsid w:val="00525D12"/>
    <w:rsid w:val="00530790"/>
    <w:rsid w:val="00532145"/>
    <w:rsid w:val="0053625C"/>
    <w:rsid w:val="005511D5"/>
    <w:rsid w:val="005529AF"/>
    <w:rsid w:val="0056501E"/>
    <w:rsid w:val="005679BC"/>
    <w:rsid w:val="00576E04"/>
    <w:rsid w:val="005E4C41"/>
    <w:rsid w:val="005F6D1F"/>
    <w:rsid w:val="00623250"/>
    <w:rsid w:val="006268D7"/>
    <w:rsid w:val="00640C4F"/>
    <w:rsid w:val="00657BD4"/>
    <w:rsid w:val="00691CF0"/>
    <w:rsid w:val="00696628"/>
    <w:rsid w:val="006B2FEE"/>
    <w:rsid w:val="006D00C1"/>
    <w:rsid w:val="00703D4D"/>
    <w:rsid w:val="00722EA0"/>
    <w:rsid w:val="007841D8"/>
    <w:rsid w:val="007A353A"/>
    <w:rsid w:val="007B6898"/>
    <w:rsid w:val="007F5860"/>
    <w:rsid w:val="00834DB8"/>
    <w:rsid w:val="00841730"/>
    <w:rsid w:val="00842A53"/>
    <w:rsid w:val="00856DF4"/>
    <w:rsid w:val="00862AAC"/>
    <w:rsid w:val="00863B07"/>
    <w:rsid w:val="00874E4A"/>
    <w:rsid w:val="00876108"/>
    <w:rsid w:val="008A4CEB"/>
    <w:rsid w:val="008B71DE"/>
    <w:rsid w:val="008C47FF"/>
    <w:rsid w:val="00924ECF"/>
    <w:rsid w:val="00930A77"/>
    <w:rsid w:val="00980CC8"/>
    <w:rsid w:val="009D3A87"/>
    <w:rsid w:val="00A000BB"/>
    <w:rsid w:val="00A23E4D"/>
    <w:rsid w:val="00AD5000"/>
    <w:rsid w:val="00B313EC"/>
    <w:rsid w:val="00BD0C07"/>
    <w:rsid w:val="00BF1D3C"/>
    <w:rsid w:val="00C04EFD"/>
    <w:rsid w:val="00C61688"/>
    <w:rsid w:val="00CD3622"/>
    <w:rsid w:val="00D02BDE"/>
    <w:rsid w:val="00D25267"/>
    <w:rsid w:val="00D25561"/>
    <w:rsid w:val="00D80434"/>
    <w:rsid w:val="00D9756D"/>
    <w:rsid w:val="00DC1E1A"/>
    <w:rsid w:val="00DD72A9"/>
    <w:rsid w:val="00DF07A2"/>
    <w:rsid w:val="00DF43DD"/>
    <w:rsid w:val="00E70D6F"/>
    <w:rsid w:val="00E75738"/>
    <w:rsid w:val="00E847C9"/>
    <w:rsid w:val="00EC3298"/>
    <w:rsid w:val="00EE2F54"/>
    <w:rsid w:val="00FC4D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288F9A"/>
  <w15:chartTrackingRefBased/>
  <w15:docId w15:val="{E529C1E0-3144-4F08-964D-DA570CE3A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71DE"/>
    <w:pPr>
      <w:spacing w:before="240" w:after="240"/>
      <w:ind w:firstLine="680"/>
      <w:jc w:val="both"/>
    </w:pPr>
    <w:rPr>
      <w:rFonts w:ascii="Amasis30" w:hAnsi="Amasis30"/>
      <w:sz w:val="36"/>
      <w:szCs w:val="24"/>
    </w:rPr>
  </w:style>
  <w:style w:type="paragraph" w:styleId="Titre1">
    <w:name w:val="heading 1"/>
    <w:basedOn w:val="Normal"/>
    <w:next w:val="Normal"/>
    <w:qFormat/>
    <w:rsid w:val="001C0413"/>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56501E"/>
    <w:pPr>
      <w:keepNext/>
      <w:keepLines/>
      <w:pageBreakBefore/>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1C0413"/>
    <w:pPr>
      <w:keepNext/>
      <w:suppressAutoHyphens/>
      <w:spacing w:before="480"/>
      <w:ind w:firstLine="0"/>
      <w:jc w:val="center"/>
      <w:outlineLvl w:val="2"/>
    </w:pPr>
    <w:rPr>
      <w:rFonts w:cs="Arial"/>
      <w:b/>
      <w:bCs/>
      <w:sz w:val="40"/>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sid w:val="001C0413"/>
    <w:rPr>
      <w:rFonts w:ascii="Amasis30" w:hAnsi="Amasis30"/>
      <w:color w:val="004080"/>
      <w:u w:val="single"/>
    </w:rPr>
  </w:style>
  <w:style w:type="paragraph" w:styleId="Explorateurdedocuments">
    <w:name w:val="Document Map"/>
    <w:basedOn w:val="Normal"/>
    <w:link w:val="ExplorateurdedocumentsCar"/>
    <w:semiHidden/>
    <w:rsid w:val="001C0413"/>
    <w:pPr>
      <w:shd w:val="clear" w:color="auto" w:fill="000080"/>
    </w:pPr>
    <w:rPr>
      <w:rFonts w:ascii="Tahoma" w:hAnsi="Tahoma" w:cs="Tahoma"/>
    </w:rPr>
  </w:style>
  <w:style w:type="character" w:customStyle="1" w:styleId="ExplorateurdedocumentsCar">
    <w:name w:val="Explorateur de documents Car"/>
    <w:link w:val="Explorateurdedocuments"/>
    <w:semiHidden/>
    <w:rsid w:val="00530790"/>
    <w:rPr>
      <w:rFonts w:ascii="Tahoma" w:hAnsi="Tahoma" w:cs="Tahoma"/>
      <w:sz w:val="36"/>
      <w:szCs w:val="24"/>
      <w:shd w:val="clear" w:color="auto" w:fill="000080"/>
    </w:rPr>
  </w:style>
  <w:style w:type="paragraph" w:styleId="TM1">
    <w:name w:val="toc 1"/>
    <w:basedOn w:val="Normal"/>
    <w:next w:val="Normal"/>
    <w:autoRedefine/>
    <w:uiPriority w:val="39"/>
    <w:rsid w:val="0056501E"/>
    <w:pPr>
      <w:tabs>
        <w:tab w:val="right" w:leader="dot" w:pos="9639"/>
      </w:tabs>
      <w:spacing w:before="180" w:after="180"/>
      <w:ind w:firstLine="0"/>
      <w:jc w:val="left"/>
    </w:pPr>
    <w:rPr>
      <w:bCs/>
      <w:iCs/>
      <w:noProof/>
      <w:color w:val="000080"/>
      <w:szCs w:val="28"/>
    </w:rPr>
  </w:style>
  <w:style w:type="paragraph" w:styleId="En-tte">
    <w:name w:val="header"/>
    <w:basedOn w:val="Normal"/>
    <w:rsid w:val="001C0413"/>
    <w:pPr>
      <w:tabs>
        <w:tab w:val="center" w:pos="4536"/>
        <w:tab w:val="right" w:pos="9072"/>
      </w:tabs>
    </w:pPr>
  </w:style>
  <w:style w:type="paragraph" w:styleId="Pieddepage">
    <w:name w:val="footer"/>
    <w:basedOn w:val="Normal"/>
    <w:rsid w:val="001C0413"/>
    <w:pPr>
      <w:tabs>
        <w:tab w:val="center" w:pos="4536"/>
        <w:tab w:val="right" w:pos="9072"/>
      </w:tabs>
      <w:ind w:firstLine="0"/>
      <w:jc w:val="center"/>
    </w:pPr>
    <w:rPr>
      <w:sz w:val="32"/>
    </w:rPr>
  </w:style>
  <w:style w:type="character" w:styleId="Numrodepage">
    <w:name w:val="page number"/>
    <w:basedOn w:val="Policepardfaut"/>
    <w:rsid w:val="001C0413"/>
  </w:style>
  <w:style w:type="paragraph" w:styleId="TM2">
    <w:name w:val="toc 2"/>
    <w:basedOn w:val="Normal"/>
    <w:next w:val="Normal"/>
    <w:autoRedefine/>
    <w:uiPriority w:val="39"/>
    <w:rsid w:val="001C0413"/>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1C0413"/>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1C0413"/>
    <w:pPr>
      <w:ind w:left="780"/>
    </w:pPr>
  </w:style>
  <w:style w:type="paragraph" w:styleId="TM5">
    <w:name w:val="toc 5"/>
    <w:basedOn w:val="Normal"/>
    <w:next w:val="Normal"/>
    <w:autoRedefine/>
    <w:semiHidden/>
    <w:rsid w:val="001C0413"/>
    <w:pPr>
      <w:ind w:left="1040"/>
    </w:pPr>
  </w:style>
  <w:style w:type="paragraph" w:styleId="TM6">
    <w:name w:val="toc 6"/>
    <w:basedOn w:val="Normal"/>
    <w:next w:val="Normal"/>
    <w:autoRedefine/>
    <w:semiHidden/>
    <w:rsid w:val="001C0413"/>
    <w:pPr>
      <w:ind w:left="1300"/>
    </w:pPr>
  </w:style>
  <w:style w:type="paragraph" w:styleId="TM7">
    <w:name w:val="toc 7"/>
    <w:basedOn w:val="Normal"/>
    <w:next w:val="Normal"/>
    <w:autoRedefine/>
    <w:semiHidden/>
    <w:rsid w:val="001C0413"/>
    <w:pPr>
      <w:ind w:left="1560"/>
    </w:pPr>
  </w:style>
  <w:style w:type="paragraph" w:styleId="TM8">
    <w:name w:val="toc 8"/>
    <w:basedOn w:val="Normal"/>
    <w:next w:val="Normal"/>
    <w:autoRedefine/>
    <w:semiHidden/>
    <w:rsid w:val="001C0413"/>
    <w:pPr>
      <w:ind w:left="1820"/>
    </w:pPr>
  </w:style>
  <w:style w:type="paragraph" w:styleId="TM9">
    <w:name w:val="toc 9"/>
    <w:basedOn w:val="Normal"/>
    <w:next w:val="Normal"/>
    <w:autoRedefine/>
    <w:semiHidden/>
    <w:rsid w:val="001C0413"/>
    <w:pPr>
      <w:ind w:left="2080"/>
    </w:pPr>
  </w:style>
  <w:style w:type="paragraph" w:styleId="Retraitcorpsdetexte">
    <w:name w:val="Body Text Indent"/>
    <w:basedOn w:val="Normal"/>
    <w:pPr>
      <w:jc w:val="center"/>
    </w:pPr>
    <w:rPr>
      <w:rFonts w:ascii="Arial" w:hAnsi="Arial"/>
    </w:rPr>
  </w:style>
  <w:style w:type="character" w:styleId="Appelnotedebasdep">
    <w:name w:val="footnote reference"/>
    <w:qFormat/>
    <w:rsid w:val="001C0413"/>
    <w:rPr>
      <w:rFonts w:ascii="Amasis30" w:hAnsi="Amasis30"/>
      <w:b/>
      <w:sz w:val="36"/>
      <w:vertAlign w:val="superscript"/>
    </w:rPr>
  </w:style>
  <w:style w:type="paragraph" w:styleId="Notedebasdepage">
    <w:name w:val="footnote text"/>
    <w:basedOn w:val="Taille-1Normal"/>
    <w:qFormat/>
    <w:rsid w:val="001C0413"/>
    <w:rPr>
      <w:szCs w:val="30"/>
    </w:rPr>
  </w:style>
  <w:style w:type="paragraph" w:styleId="Retraitcorpsdetexte3">
    <w:name w:val="Body Text Indent 3"/>
    <w:basedOn w:val="Normal"/>
    <w:pPr>
      <w:ind w:left="540" w:firstLine="27"/>
    </w:pPr>
    <w:rPr>
      <w:rFonts w:ascii="Helvetica" w:hAnsi="Helvetica"/>
      <w:color w:val="000000"/>
      <w:sz w:val="20"/>
    </w:rPr>
  </w:style>
  <w:style w:type="paragraph" w:customStyle="1" w:styleId="Auteur">
    <w:name w:val="Auteur"/>
    <w:basedOn w:val="Normal"/>
    <w:rsid w:val="001C0413"/>
    <w:pPr>
      <w:spacing w:before="0" w:after="1800"/>
      <w:ind w:right="851" w:firstLine="0"/>
      <w:jc w:val="right"/>
    </w:pPr>
    <w:rPr>
      <w:sz w:val="48"/>
    </w:rPr>
  </w:style>
  <w:style w:type="paragraph" w:customStyle="1" w:styleId="Titrelivre">
    <w:name w:val="Titre_livre"/>
    <w:basedOn w:val="Normal"/>
    <w:rsid w:val="001C0413"/>
    <w:pPr>
      <w:spacing w:before="0" w:after="1200"/>
      <w:ind w:left="2268" w:right="851" w:firstLine="0"/>
      <w:jc w:val="right"/>
    </w:pPr>
    <w:rPr>
      <w:b/>
      <w:bCs/>
      <w:sz w:val="72"/>
    </w:rPr>
  </w:style>
  <w:style w:type="paragraph" w:customStyle="1" w:styleId="Soustitrelivre">
    <w:name w:val="Sous_titre_livre"/>
    <w:basedOn w:val="Normal"/>
    <w:rsid w:val="001C0413"/>
    <w:pPr>
      <w:spacing w:before="0" w:after="2160"/>
      <w:ind w:left="2268" w:right="851" w:firstLine="0"/>
      <w:jc w:val="right"/>
    </w:pPr>
    <w:rPr>
      <w:bCs/>
      <w:sz w:val="44"/>
      <w:szCs w:val="36"/>
    </w:rPr>
  </w:style>
  <w:style w:type="paragraph" w:customStyle="1" w:styleId="Aproposdispositions">
    <w:name w:val="A_propos_dispositions"/>
    <w:basedOn w:val="Normal"/>
    <w:pPr>
      <w:ind w:left="567" w:firstLine="0"/>
    </w:pPr>
    <w:rPr>
      <w:sz w:val="30"/>
    </w:rPr>
  </w:style>
  <w:style w:type="paragraph" w:customStyle="1" w:styleId="Photoauteur">
    <w:name w:val="Photo_auteur"/>
    <w:basedOn w:val="Normal"/>
    <w:rsid w:val="001C0413"/>
    <w:pPr>
      <w:spacing w:after="1080"/>
      <w:ind w:left="2268" w:firstLine="0"/>
      <w:jc w:val="center"/>
    </w:pPr>
    <w:rPr>
      <w:noProof/>
    </w:rPr>
  </w:style>
  <w:style w:type="paragraph" w:customStyle="1" w:styleId="DateSortie">
    <w:name w:val="Date_Sortie"/>
    <w:basedOn w:val="Normal"/>
    <w:rsid w:val="001C0413"/>
    <w:pPr>
      <w:spacing w:before="0" w:after="0"/>
      <w:ind w:right="1418" w:firstLine="0"/>
      <w:jc w:val="right"/>
    </w:pPr>
    <w:rPr>
      <w:bCs/>
      <w:sz w:val="40"/>
    </w:rPr>
  </w:style>
  <w:style w:type="paragraph" w:customStyle="1" w:styleId="Titretablematires">
    <w:name w:val="Titre table matières"/>
    <w:basedOn w:val="Normal"/>
    <w:rsid w:val="001C0413"/>
    <w:pPr>
      <w:pBdr>
        <w:top w:val="single" w:sz="8" w:space="1" w:color="auto"/>
        <w:bottom w:val="single" w:sz="8" w:space="1" w:color="auto"/>
      </w:pBdr>
      <w:ind w:left="2552" w:right="2552" w:firstLine="0"/>
      <w:jc w:val="center"/>
    </w:pPr>
    <w:rPr>
      <w:bCs/>
    </w:rPr>
  </w:style>
  <w:style w:type="character" w:customStyle="1" w:styleId="Absatz-Standardschriftart">
    <w:name w:val="Absatz-Standardschriftart"/>
    <w:rsid w:val="00530790"/>
  </w:style>
  <w:style w:type="character" w:customStyle="1" w:styleId="WW-Absatz-Standardschriftart">
    <w:name w:val="WW-Absatz-Standardschriftart"/>
    <w:rsid w:val="00530790"/>
  </w:style>
  <w:style w:type="character" w:customStyle="1" w:styleId="WW-Absatz-Standardschriftart1">
    <w:name w:val="WW-Absatz-Standardschriftart1"/>
    <w:rsid w:val="00530790"/>
  </w:style>
  <w:style w:type="character" w:customStyle="1" w:styleId="Policepardfaut3">
    <w:name w:val="Police par défaut3"/>
    <w:rsid w:val="00530790"/>
  </w:style>
  <w:style w:type="character" w:customStyle="1" w:styleId="WW-Absatz-Standardschriftart11">
    <w:name w:val="WW-Absatz-Standardschriftart11"/>
    <w:rsid w:val="00530790"/>
  </w:style>
  <w:style w:type="character" w:customStyle="1" w:styleId="WW-Absatz-Standardschriftart111">
    <w:name w:val="WW-Absatz-Standardschriftart111"/>
    <w:rsid w:val="00530790"/>
  </w:style>
  <w:style w:type="character" w:customStyle="1" w:styleId="WW-Absatz-Standardschriftart1111">
    <w:name w:val="WW-Absatz-Standardschriftart1111"/>
    <w:rsid w:val="00530790"/>
  </w:style>
  <w:style w:type="character" w:customStyle="1" w:styleId="Policepardfaut2">
    <w:name w:val="Police par défaut2"/>
    <w:rsid w:val="00530790"/>
  </w:style>
  <w:style w:type="character" w:customStyle="1" w:styleId="WW-Absatz-Standardschriftart11111">
    <w:name w:val="WW-Absatz-Standardschriftart11111"/>
    <w:rsid w:val="00530790"/>
  </w:style>
  <w:style w:type="character" w:customStyle="1" w:styleId="WW-Absatz-Standardschriftart111111">
    <w:name w:val="WW-Absatz-Standardschriftart111111"/>
    <w:rsid w:val="00530790"/>
  </w:style>
  <w:style w:type="character" w:customStyle="1" w:styleId="WW-Absatz-Standardschriftart1111111">
    <w:name w:val="WW-Absatz-Standardschriftart1111111"/>
    <w:rsid w:val="00530790"/>
  </w:style>
  <w:style w:type="character" w:customStyle="1" w:styleId="WW-Absatz-Standardschriftart11111111">
    <w:name w:val="WW-Absatz-Standardschriftart11111111"/>
    <w:rsid w:val="00530790"/>
  </w:style>
  <w:style w:type="character" w:customStyle="1" w:styleId="WW-Absatz-Standardschriftart111111111">
    <w:name w:val="WW-Absatz-Standardschriftart111111111"/>
    <w:rsid w:val="00530790"/>
  </w:style>
  <w:style w:type="character" w:customStyle="1" w:styleId="WW-Absatz-Standardschriftart1111111111">
    <w:name w:val="WW-Absatz-Standardschriftart1111111111"/>
    <w:rsid w:val="00530790"/>
  </w:style>
  <w:style w:type="character" w:customStyle="1" w:styleId="WW-Absatz-Standardschriftart11111111111">
    <w:name w:val="WW-Absatz-Standardschriftart11111111111"/>
    <w:rsid w:val="00530790"/>
  </w:style>
  <w:style w:type="character" w:customStyle="1" w:styleId="WW-Absatz-Standardschriftart111111111111">
    <w:name w:val="WW-Absatz-Standardschriftart111111111111"/>
    <w:rsid w:val="00530790"/>
  </w:style>
  <w:style w:type="character" w:customStyle="1" w:styleId="WW-Absatz-Standardschriftart1111111111111">
    <w:name w:val="WW-Absatz-Standardschriftart1111111111111"/>
    <w:rsid w:val="00530790"/>
  </w:style>
  <w:style w:type="character" w:customStyle="1" w:styleId="WW-Absatz-Standardschriftart11111111111111">
    <w:name w:val="WW-Absatz-Standardschriftart11111111111111"/>
    <w:rsid w:val="00530790"/>
  </w:style>
  <w:style w:type="character" w:customStyle="1" w:styleId="WW-Absatz-Standardschriftart111111111111111">
    <w:name w:val="WW-Absatz-Standardschriftart111111111111111"/>
    <w:rsid w:val="00530790"/>
  </w:style>
  <w:style w:type="character" w:customStyle="1" w:styleId="WW-Absatz-Standardschriftart1111111111111111">
    <w:name w:val="WW-Absatz-Standardschriftart1111111111111111"/>
    <w:rsid w:val="00530790"/>
  </w:style>
  <w:style w:type="character" w:customStyle="1" w:styleId="WW-Absatz-Standardschriftart11111111111111111">
    <w:name w:val="WW-Absatz-Standardschriftart11111111111111111"/>
    <w:rsid w:val="00530790"/>
  </w:style>
  <w:style w:type="character" w:customStyle="1" w:styleId="WW8Num5z0">
    <w:name w:val="WW8Num5z0"/>
    <w:rsid w:val="00530790"/>
    <w:rPr>
      <w:rFonts w:ascii="Symbol" w:hAnsi="Symbol"/>
    </w:rPr>
  </w:style>
  <w:style w:type="character" w:customStyle="1" w:styleId="WW8Num6z0">
    <w:name w:val="WW8Num6z0"/>
    <w:rsid w:val="00530790"/>
    <w:rPr>
      <w:rFonts w:ascii="Symbol" w:hAnsi="Symbol"/>
    </w:rPr>
  </w:style>
  <w:style w:type="character" w:customStyle="1" w:styleId="WW8Num7z0">
    <w:name w:val="WW8Num7z0"/>
    <w:rsid w:val="00530790"/>
    <w:rPr>
      <w:rFonts w:ascii="Symbol" w:hAnsi="Symbol"/>
    </w:rPr>
  </w:style>
  <w:style w:type="character" w:customStyle="1" w:styleId="WW8Num8z0">
    <w:name w:val="WW8Num8z0"/>
    <w:rsid w:val="00530790"/>
    <w:rPr>
      <w:rFonts w:ascii="Symbol" w:hAnsi="Symbol"/>
    </w:rPr>
  </w:style>
  <w:style w:type="character" w:customStyle="1" w:styleId="WW8Num10z0">
    <w:name w:val="WW8Num10z0"/>
    <w:rsid w:val="00530790"/>
    <w:rPr>
      <w:rFonts w:ascii="Symbol" w:hAnsi="Symbol"/>
    </w:rPr>
  </w:style>
  <w:style w:type="character" w:customStyle="1" w:styleId="WW8Num11z0">
    <w:name w:val="WW8Num11z0"/>
    <w:rsid w:val="00530790"/>
    <w:rPr>
      <w:rFonts w:ascii="Symbol" w:hAnsi="Symbol"/>
      <w:sz w:val="20"/>
    </w:rPr>
  </w:style>
  <w:style w:type="character" w:customStyle="1" w:styleId="WW8Num11z1">
    <w:name w:val="WW8Num11z1"/>
    <w:rsid w:val="00530790"/>
    <w:rPr>
      <w:rFonts w:ascii="Courier New" w:hAnsi="Courier New"/>
      <w:sz w:val="20"/>
    </w:rPr>
  </w:style>
  <w:style w:type="character" w:customStyle="1" w:styleId="WW8Num11z2">
    <w:name w:val="WW8Num11z2"/>
    <w:rsid w:val="00530790"/>
    <w:rPr>
      <w:rFonts w:ascii="Wingdings" w:hAnsi="Wingdings"/>
      <w:sz w:val="20"/>
    </w:rPr>
  </w:style>
  <w:style w:type="character" w:customStyle="1" w:styleId="WW8Num12z0">
    <w:name w:val="WW8Num12z0"/>
    <w:rsid w:val="00530790"/>
    <w:rPr>
      <w:rFonts w:ascii="Symbol" w:hAnsi="Symbol"/>
      <w:sz w:val="20"/>
    </w:rPr>
  </w:style>
  <w:style w:type="character" w:customStyle="1" w:styleId="WW8Num12z1">
    <w:name w:val="WW8Num12z1"/>
    <w:rsid w:val="00530790"/>
    <w:rPr>
      <w:rFonts w:ascii="Courier New" w:hAnsi="Courier New"/>
      <w:sz w:val="20"/>
    </w:rPr>
  </w:style>
  <w:style w:type="character" w:customStyle="1" w:styleId="WW8Num12z2">
    <w:name w:val="WW8Num12z2"/>
    <w:rsid w:val="00530790"/>
    <w:rPr>
      <w:rFonts w:ascii="Wingdings" w:hAnsi="Wingdings"/>
      <w:sz w:val="20"/>
    </w:rPr>
  </w:style>
  <w:style w:type="character" w:customStyle="1" w:styleId="WW8Num13z0">
    <w:name w:val="WW8Num13z0"/>
    <w:rsid w:val="00530790"/>
    <w:rPr>
      <w:rFonts w:ascii="Symbol" w:hAnsi="Symbol"/>
      <w:sz w:val="20"/>
    </w:rPr>
  </w:style>
  <w:style w:type="character" w:customStyle="1" w:styleId="WW8Num13z1">
    <w:name w:val="WW8Num13z1"/>
    <w:rsid w:val="00530790"/>
    <w:rPr>
      <w:rFonts w:ascii="Courier New" w:hAnsi="Courier New"/>
      <w:sz w:val="20"/>
    </w:rPr>
  </w:style>
  <w:style w:type="character" w:customStyle="1" w:styleId="WW8Num13z2">
    <w:name w:val="WW8Num13z2"/>
    <w:rsid w:val="00530790"/>
    <w:rPr>
      <w:rFonts w:ascii="Wingdings" w:hAnsi="Wingdings"/>
      <w:sz w:val="20"/>
    </w:rPr>
  </w:style>
  <w:style w:type="character" w:customStyle="1" w:styleId="WW8Num14z0">
    <w:name w:val="WW8Num14z0"/>
    <w:rsid w:val="00530790"/>
    <w:rPr>
      <w:rFonts w:ascii="Symbol" w:hAnsi="Symbol"/>
      <w:sz w:val="20"/>
    </w:rPr>
  </w:style>
  <w:style w:type="character" w:customStyle="1" w:styleId="WW8Num14z1">
    <w:name w:val="WW8Num14z1"/>
    <w:rsid w:val="00530790"/>
    <w:rPr>
      <w:rFonts w:ascii="Courier New" w:hAnsi="Courier New"/>
      <w:sz w:val="20"/>
    </w:rPr>
  </w:style>
  <w:style w:type="character" w:customStyle="1" w:styleId="WW8Num14z2">
    <w:name w:val="WW8Num14z2"/>
    <w:rsid w:val="00530790"/>
    <w:rPr>
      <w:rFonts w:ascii="Wingdings" w:hAnsi="Wingdings"/>
      <w:sz w:val="20"/>
    </w:rPr>
  </w:style>
  <w:style w:type="character" w:customStyle="1" w:styleId="Policepardfaut1">
    <w:name w:val="Police par défaut1"/>
    <w:rsid w:val="00530790"/>
  </w:style>
  <w:style w:type="character" w:customStyle="1" w:styleId="Caractresdenotedebasdepage">
    <w:name w:val="Caractères de note de bas de page"/>
    <w:rsid w:val="00530790"/>
    <w:rPr>
      <w:b/>
      <w:sz w:val="36"/>
      <w:vertAlign w:val="superscript"/>
    </w:rPr>
  </w:style>
  <w:style w:type="character" w:customStyle="1" w:styleId="TextedebullesCar">
    <w:name w:val="Texte de bulles Car"/>
    <w:rsid w:val="00530790"/>
    <w:rPr>
      <w:rFonts w:ascii="Tahoma" w:eastAsia="Times New Roman" w:hAnsi="Tahoma" w:cs="Tahoma"/>
      <w:sz w:val="16"/>
      <w:szCs w:val="16"/>
    </w:rPr>
  </w:style>
  <w:style w:type="character" w:customStyle="1" w:styleId="Appelnotedebasdep2">
    <w:name w:val="Appel note de bas de p.2"/>
    <w:rsid w:val="00530790"/>
    <w:rPr>
      <w:vertAlign w:val="superscript"/>
    </w:rPr>
  </w:style>
  <w:style w:type="character" w:customStyle="1" w:styleId="Caractresdenotedefin">
    <w:name w:val="Caractères de note de fin"/>
    <w:rsid w:val="00530790"/>
    <w:rPr>
      <w:vertAlign w:val="superscript"/>
    </w:rPr>
  </w:style>
  <w:style w:type="character" w:customStyle="1" w:styleId="WW-Caractresdenotedefin">
    <w:name w:val="WW-Caractères de note de fin"/>
    <w:rsid w:val="00530790"/>
  </w:style>
  <w:style w:type="character" w:customStyle="1" w:styleId="Appeldenotedefin2">
    <w:name w:val="Appel de note de fin2"/>
    <w:rsid w:val="00530790"/>
    <w:rPr>
      <w:vertAlign w:val="superscript"/>
    </w:rPr>
  </w:style>
  <w:style w:type="character" w:customStyle="1" w:styleId="Appelnotedebasdep1">
    <w:name w:val="Appel note de bas de p.1"/>
    <w:rsid w:val="00530790"/>
    <w:rPr>
      <w:vertAlign w:val="superscript"/>
    </w:rPr>
  </w:style>
  <w:style w:type="character" w:customStyle="1" w:styleId="Appeldenotedefin1">
    <w:name w:val="Appel de note de fin1"/>
    <w:rsid w:val="00530790"/>
    <w:rPr>
      <w:vertAlign w:val="superscript"/>
    </w:rPr>
  </w:style>
  <w:style w:type="paragraph" w:customStyle="1" w:styleId="Titre30">
    <w:name w:val="Titre3"/>
    <w:basedOn w:val="Normal"/>
    <w:next w:val="Corpsdetexte"/>
    <w:rsid w:val="00530790"/>
    <w:pPr>
      <w:keepNext/>
      <w:spacing w:after="120"/>
    </w:pPr>
    <w:rPr>
      <w:rFonts w:ascii="Arial" w:eastAsia="Lucida Sans Unicode" w:hAnsi="Arial" w:cs="Tahoma"/>
      <w:sz w:val="28"/>
      <w:szCs w:val="28"/>
    </w:rPr>
  </w:style>
  <w:style w:type="paragraph" w:styleId="Corpsdetexte">
    <w:name w:val="Body Text"/>
    <w:basedOn w:val="Normal"/>
    <w:semiHidden/>
    <w:rsid w:val="00530790"/>
    <w:pPr>
      <w:spacing w:after="120"/>
    </w:pPr>
  </w:style>
  <w:style w:type="paragraph" w:customStyle="1" w:styleId="Lgende3">
    <w:name w:val="Légende3"/>
    <w:basedOn w:val="Normal"/>
    <w:rsid w:val="00530790"/>
    <w:pPr>
      <w:suppressLineNumbers/>
      <w:spacing w:before="120" w:after="120"/>
    </w:pPr>
    <w:rPr>
      <w:rFonts w:cs="Tahoma"/>
      <w:i/>
      <w:iCs/>
      <w:sz w:val="24"/>
    </w:rPr>
  </w:style>
  <w:style w:type="paragraph" w:customStyle="1" w:styleId="Rpertoire">
    <w:name w:val="Répertoire"/>
    <w:basedOn w:val="Normal"/>
    <w:rsid w:val="00530790"/>
    <w:pPr>
      <w:suppressLineNumbers/>
    </w:pPr>
    <w:rPr>
      <w:rFonts w:cs="Tahoma"/>
      <w:sz w:val="24"/>
    </w:rPr>
  </w:style>
  <w:style w:type="paragraph" w:customStyle="1" w:styleId="Titre20">
    <w:name w:val="Titre2"/>
    <w:basedOn w:val="Normal"/>
    <w:next w:val="Corpsdetexte"/>
    <w:rsid w:val="00530790"/>
    <w:pPr>
      <w:keepNext/>
      <w:spacing w:after="120"/>
    </w:pPr>
    <w:rPr>
      <w:rFonts w:ascii="Arial" w:eastAsia="Lucida Sans Unicode" w:hAnsi="Arial" w:cs="Tahoma"/>
      <w:sz w:val="28"/>
      <w:szCs w:val="28"/>
    </w:rPr>
  </w:style>
  <w:style w:type="paragraph" w:customStyle="1" w:styleId="Lgende2">
    <w:name w:val="Légende2"/>
    <w:basedOn w:val="Normal"/>
    <w:rsid w:val="00530790"/>
    <w:pPr>
      <w:suppressLineNumbers/>
      <w:spacing w:before="120" w:after="120"/>
    </w:pPr>
    <w:rPr>
      <w:rFonts w:cs="Tahoma"/>
      <w:i/>
      <w:iCs/>
      <w:sz w:val="24"/>
    </w:rPr>
  </w:style>
  <w:style w:type="paragraph" w:customStyle="1" w:styleId="Titre10">
    <w:name w:val="Titre1"/>
    <w:basedOn w:val="Normal"/>
    <w:next w:val="Corpsdetexte"/>
    <w:rsid w:val="00530790"/>
    <w:pPr>
      <w:keepNext/>
      <w:spacing w:after="120"/>
    </w:pPr>
    <w:rPr>
      <w:rFonts w:ascii="Arial" w:eastAsia="Lucida Sans Unicode" w:hAnsi="Arial" w:cs="Tahoma"/>
      <w:sz w:val="28"/>
      <w:szCs w:val="28"/>
    </w:rPr>
  </w:style>
  <w:style w:type="paragraph" w:customStyle="1" w:styleId="Lgende1">
    <w:name w:val="Légende1"/>
    <w:basedOn w:val="Normal"/>
    <w:rsid w:val="00530790"/>
    <w:pPr>
      <w:suppressLineNumbers/>
      <w:spacing w:before="120" w:after="120"/>
    </w:pPr>
    <w:rPr>
      <w:rFonts w:cs="Tahoma"/>
      <w:i/>
      <w:iCs/>
      <w:sz w:val="24"/>
    </w:rPr>
  </w:style>
  <w:style w:type="paragraph" w:customStyle="1" w:styleId="Index">
    <w:name w:val="Index"/>
    <w:basedOn w:val="Normal"/>
    <w:rsid w:val="00530790"/>
    <w:pPr>
      <w:suppressLineNumbers/>
    </w:pPr>
    <w:rPr>
      <w:rFonts w:cs="Tahoma"/>
    </w:rPr>
  </w:style>
  <w:style w:type="paragraph" w:customStyle="1" w:styleId="Explorateurdedocuments1">
    <w:name w:val="Explorateur de documents1"/>
    <w:basedOn w:val="Normal"/>
    <w:rsid w:val="00530790"/>
    <w:pPr>
      <w:shd w:val="clear" w:color="auto" w:fill="000080"/>
    </w:pPr>
    <w:rPr>
      <w:rFonts w:ascii="Tahoma" w:hAnsi="Tahoma" w:cs="Tahoma"/>
    </w:rPr>
  </w:style>
  <w:style w:type="paragraph" w:customStyle="1" w:styleId="Retraitcorpsdetexte31">
    <w:name w:val="Retrait corps de texte 31"/>
    <w:basedOn w:val="Normal"/>
    <w:rsid w:val="00530790"/>
    <w:pPr>
      <w:ind w:left="540" w:firstLine="27"/>
    </w:pPr>
    <w:rPr>
      <w:rFonts w:ascii="Helvetica" w:hAnsi="Helvetica"/>
      <w:color w:val="000000"/>
      <w:sz w:val="20"/>
    </w:rPr>
  </w:style>
  <w:style w:type="paragraph" w:styleId="Textedebulles">
    <w:name w:val="Balloon Text"/>
    <w:basedOn w:val="Normal"/>
    <w:rsid w:val="00530790"/>
    <w:pPr>
      <w:ind w:firstLine="0"/>
      <w:jc w:val="left"/>
    </w:pPr>
    <w:rPr>
      <w:rFonts w:ascii="Tahoma" w:hAnsi="Tahoma" w:cs="Tahoma"/>
      <w:sz w:val="16"/>
      <w:szCs w:val="16"/>
    </w:rPr>
  </w:style>
  <w:style w:type="character" w:styleId="Marquedecommentaire">
    <w:name w:val="annotation reference"/>
    <w:semiHidden/>
    <w:rsid w:val="00530790"/>
    <w:rPr>
      <w:sz w:val="16"/>
      <w:szCs w:val="16"/>
    </w:rPr>
  </w:style>
  <w:style w:type="paragraph" w:styleId="Commentaire">
    <w:name w:val="annotation text"/>
    <w:basedOn w:val="Normal"/>
    <w:semiHidden/>
    <w:rsid w:val="00530790"/>
    <w:rPr>
      <w:sz w:val="20"/>
      <w:szCs w:val="20"/>
    </w:rPr>
  </w:style>
  <w:style w:type="paragraph" w:styleId="Objetducommentaire">
    <w:name w:val="annotation subject"/>
    <w:basedOn w:val="Commentaire"/>
    <w:next w:val="Commentaire"/>
    <w:semiHidden/>
    <w:rsid w:val="00EC3298"/>
    <w:rPr>
      <w:b/>
      <w:bCs/>
    </w:rPr>
  </w:style>
  <w:style w:type="paragraph" w:customStyle="1" w:styleId="Centr">
    <w:name w:val="Centré"/>
    <w:basedOn w:val="Normal"/>
    <w:rsid w:val="001C0413"/>
    <w:pPr>
      <w:ind w:firstLine="0"/>
      <w:jc w:val="center"/>
    </w:pPr>
    <w:rPr>
      <w:szCs w:val="20"/>
    </w:rPr>
  </w:style>
  <w:style w:type="paragraph" w:customStyle="1" w:styleId="NormalSansIndent">
    <w:name w:val="NormalSansIndent"/>
    <w:basedOn w:val="Normal"/>
    <w:rsid w:val="001C0413"/>
    <w:pPr>
      <w:ind w:firstLine="0"/>
    </w:pPr>
    <w:rPr>
      <w:szCs w:val="20"/>
    </w:rPr>
  </w:style>
  <w:style w:type="paragraph" w:customStyle="1" w:styleId="NormalSolidaire">
    <w:name w:val="NormalSolidaire"/>
    <w:basedOn w:val="Normal"/>
    <w:qFormat/>
    <w:rsid w:val="001C0413"/>
    <w:pPr>
      <w:keepNext/>
    </w:pPr>
  </w:style>
  <w:style w:type="paragraph" w:customStyle="1" w:styleId="NormalSautPageAvant">
    <w:name w:val="NormalSautPageAvant"/>
    <w:basedOn w:val="Normal"/>
    <w:qFormat/>
    <w:rsid w:val="001C0413"/>
    <w:pPr>
      <w:pageBreakBefore/>
    </w:pPr>
  </w:style>
  <w:style w:type="paragraph" w:customStyle="1" w:styleId="NormalEspAvtGrand">
    <w:name w:val="NormalEspAvtGrand"/>
    <w:basedOn w:val="Normal"/>
    <w:rsid w:val="001C0413"/>
    <w:pPr>
      <w:spacing w:before="2640"/>
    </w:pPr>
    <w:rPr>
      <w:szCs w:val="20"/>
    </w:rPr>
  </w:style>
  <w:style w:type="paragraph" w:customStyle="1" w:styleId="CentrEspAvt0">
    <w:name w:val="CentréEspAvt0"/>
    <w:basedOn w:val="Centr"/>
    <w:next w:val="CentrEspAvt0EspApr0"/>
    <w:rsid w:val="001C0413"/>
    <w:pPr>
      <w:spacing w:before="0"/>
    </w:pPr>
  </w:style>
  <w:style w:type="paragraph" w:customStyle="1" w:styleId="CentrEspApr0">
    <w:name w:val="CentréEspApr0"/>
    <w:basedOn w:val="Centr"/>
    <w:next w:val="Normal"/>
    <w:rsid w:val="001C0413"/>
    <w:pPr>
      <w:spacing w:after="0"/>
    </w:pPr>
  </w:style>
  <w:style w:type="paragraph" w:customStyle="1" w:styleId="CentrEspAvt0EspApr0">
    <w:name w:val="CentréEspAvt0EspApr0"/>
    <w:basedOn w:val="Centr"/>
    <w:rsid w:val="001C0413"/>
    <w:pPr>
      <w:spacing w:before="0" w:after="0"/>
    </w:pPr>
  </w:style>
  <w:style w:type="paragraph" w:customStyle="1" w:styleId="Droite">
    <w:name w:val="Droite"/>
    <w:basedOn w:val="Normal"/>
    <w:next w:val="Normal"/>
    <w:rsid w:val="001C0413"/>
    <w:pPr>
      <w:ind w:firstLine="0"/>
      <w:jc w:val="right"/>
    </w:pPr>
    <w:rPr>
      <w:szCs w:val="20"/>
    </w:rPr>
  </w:style>
  <w:style w:type="paragraph" w:customStyle="1" w:styleId="DroiteRetraitGauche1X">
    <w:name w:val="DroiteRetraitGauche1X"/>
    <w:basedOn w:val="Droite"/>
    <w:next w:val="Normal"/>
    <w:rsid w:val="001C0413"/>
    <w:pPr>
      <w:ind w:left="680"/>
    </w:pPr>
  </w:style>
  <w:style w:type="paragraph" w:customStyle="1" w:styleId="DroiteRetraitGauche2X">
    <w:name w:val="DroiteRetraitGauche2X"/>
    <w:basedOn w:val="Droite"/>
    <w:next w:val="Normal"/>
    <w:rsid w:val="001C0413"/>
    <w:pPr>
      <w:ind w:left="1361"/>
    </w:pPr>
  </w:style>
  <w:style w:type="paragraph" w:customStyle="1" w:styleId="DroiteRetraitGauche3X">
    <w:name w:val="DroiteRetraitGauche3X"/>
    <w:basedOn w:val="Droite"/>
    <w:next w:val="Normal"/>
    <w:rsid w:val="001C0413"/>
    <w:pPr>
      <w:ind w:left="2041"/>
    </w:pPr>
  </w:style>
  <w:style w:type="paragraph" w:customStyle="1" w:styleId="DroiteRetraitGauche4X">
    <w:name w:val="DroiteRetraitGauche4X"/>
    <w:basedOn w:val="Droite"/>
    <w:next w:val="Normal"/>
    <w:rsid w:val="001C0413"/>
    <w:pPr>
      <w:ind w:left="2722"/>
    </w:pPr>
  </w:style>
  <w:style w:type="paragraph" w:customStyle="1" w:styleId="Taille-1Normal">
    <w:name w:val="Taille-1Normal"/>
    <w:basedOn w:val="Normal"/>
    <w:rsid w:val="001C0413"/>
    <w:rPr>
      <w:sz w:val="32"/>
      <w:szCs w:val="28"/>
    </w:rPr>
  </w:style>
  <w:style w:type="paragraph" w:customStyle="1" w:styleId="Taille-1RetraitGauche1X">
    <w:name w:val="Taille-1RetraitGauche1X"/>
    <w:basedOn w:val="Taille-1Normal"/>
    <w:rsid w:val="001C0413"/>
    <w:pPr>
      <w:ind w:left="680"/>
    </w:pPr>
    <w:rPr>
      <w:szCs w:val="20"/>
    </w:rPr>
  </w:style>
  <w:style w:type="paragraph" w:customStyle="1" w:styleId="Taille-1RetraitGauche2X">
    <w:name w:val="Taille-1RetraitGauche2X"/>
    <w:basedOn w:val="Taille-1Normal"/>
    <w:rsid w:val="001C0413"/>
    <w:pPr>
      <w:ind w:left="1361"/>
    </w:pPr>
    <w:rPr>
      <w:szCs w:val="20"/>
    </w:rPr>
  </w:style>
  <w:style w:type="paragraph" w:customStyle="1" w:styleId="Taille-1RetraitGauche3X">
    <w:name w:val="Taille-1RetraitGauche3X"/>
    <w:basedOn w:val="Taille-1Normal"/>
    <w:rsid w:val="001C0413"/>
    <w:pPr>
      <w:ind w:left="2041"/>
    </w:pPr>
    <w:rPr>
      <w:szCs w:val="20"/>
    </w:rPr>
  </w:style>
  <w:style w:type="paragraph" w:customStyle="1" w:styleId="Taille-1RetraitGauche1XIndent0">
    <w:name w:val="Taille-1RetraitGauche1XIndent0"/>
    <w:basedOn w:val="Taille-1RetraitGauche1X"/>
    <w:rsid w:val="001C0413"/>
    <w:pPr>
      <w:ind w:firstLine="0"/>
    </w:pPr>
  </w:style>
  <w:style w:type="paragraph" w:customStyle="1" w:styleId="Taille-1RetraitGauche2XIndent0">
    <w:name w:val="Taille-1RetraitGauche2XIndent0"/>
    <w:basedOn w:val="Taille-1RetraitGauche2X"/>
    <w:rsid w:val="001C0413"/>
    <w:pPr>
      <w:ind w:firstLine="0"/>
    </w:pPr>
  </w:style>
  <w:style w:type="paragraph" w:customStyle="1" w:styleId="Taille-1RetraitGauche3XIndent0">
    <w:name w:val="Taille-1RetraitGauche3XIndent0"/>
    <w:basedOn w:val="Taille-1RetraitGauche3X"/>
    <w:rsid w:val="001C0413"/>
    <w:pPr>
      <w:ind w:firstLine="0"/>
    </w:pPr>
  </w:style>
  <w:style w:type="paragraph" w:customStyle="1" w:styleId="Taille-1RetraitGauche4XIndent0">
    <w:name w:val="Taille-1RetraitGauche4XIndent0"/>
    <w:basedOn w:val="Taille-1Normal"/>
    <w:rsid w:val="001C0413"/>
    <w:pPr>
      <w:ind w:left="2722" w:firstLine="0"/>
    </w:pPr>
    <w:rPr>
      <w:szCs w:val="20"/>
    </w:rPr>
  </w:style>
  <w:style w:type="paragraph" w:customStyle="1" w:styleId="NormalRetraitGauche1X">
    <w:name w:val="NormalRetraitGauche1X"/>
    <w:basedOn w:val="Normal"/>
    <w:rsid w:val="001C0413"/>
    <w:pPr>
      <w:ind w:left="680"/>
    </w:pPr>
    <w:rPr>
      <w:szCs w:val="20"/>
    </w:rPr>
  </w:style>
  <w:style w:type="paragraph" w:customStyle="1" w:styleId="NormalRetraitGauche2X">
    <w:name w:val="NormalRetraitGauche2X"/>
    <w:basedOn w:val="Normal"/>
    <w:rsid w:val="001C0413"/>
    <w:pPr>
      <w:ind w:left="1361"/>
    </w:pPr>
    <w:rPr>
      <w:szCs w:val="20"/>
    </w:rPr>
  </w:style>
  <w:style w:type="paragraph" w:customStyle="1" w:styleId="NormalRetraitGauche3X">
    <w:name w:val="NormalRetraitGauche3X"/>
    <w:basedOn w:val="Normal"/>
    <w:rsid w:val="001C0413"/>
    <w:pPr>
      <w:ind w:left="2041"/>
    </w:pPr>
    <w:rPr>
      <w:szCs w:val="20"/>
    </w:rPr>
  </w:style>
  <w:style w:type="paragraph" w:customStyle="1" w:styleId="NormalRetraitGauche1XIndent0">
    <w:name w:val="NormalRetraitGauche1XIndent0"/>
    <w:basedOn w:val="NormalRetraitGauche1X"/>
    <w:rsid w:val="001C0413"/>
    <w:pPr>
      <w:ind w:firstLine="0"/>
    </w:pPr>
  </w:style>
  <w:style w:type="paragraph" w:customStyle="1" w:styleId="NormalRetraitGauche2XIndent0">
    <w:name w:val="NormalRetraitGauche2XIndent0"/>
    <w:basedOn w:val="NormalRetraitGauche2X"/>
    <w:rsid w:val="001C0413"/>
    <w:pPr>
      <w:ind w:firstLine="0"/>
    </w:pPr>
  </w:style>
  <w:style w:type="paragraph" w:customStyle="1" w:styleId="NormalRetraitGauche3XIndent0">
    <w:name w:val="NormalRetraitGauche3XIndent0"/>
    <w:basedOn w:val="NormalRetraitGauche3X"/>
    <w:rsid w:val="001C0413"/>
    <w:pPr>
      <w:ind w:firstLine="0"/>
    </w:pPr>
  </w:style>
  <w:style w:type="paragraph" w:customStyle="1" w:styleId="NormalRetraitGauche4XIndent0">
    <w:name w:val="NormalRetraitGauche4XIndent0"/>
    <w:basedOn w:val="Normal"/>
    <w:rsid w:val="001C0413"/>
    <w:pPr>
      <w:ind w:left="2722" w:firstLine="0"/>
    </w:pPr>
    <w:rPr>
      <w:szCs w:val="20"/>
    </w:rPr>
  </w:style>
  <w:style w:type="paragraph" w:styleId="Notedefin">
    <w:name w:val="endnote text"/>
    <w:basedOn w:val="Taille-1Normal"/>
    <w:link w:val="NotedefinCar"/>
    <w:uiPriority w:val="99"/>
    <w:semiHidden/>
    <w:unhideWhenUsed/>
    <w:qFormat/>
    <w:rsid w:val="001C0413"/>
    <w:rPr>
      <w:szCs w:val="20"/>
      <w:lang w:val="x-none" w:eastAsia="x-none"/>
    </w:rPr>
  </w:style>
  <w:style w:type="character" w:customStyle="1" w:styleId="NotedefinCar">
    <w:name w:val="Note de fin Car"/>
    <w:link w:val="Notedefin"/>
    <w:uiPriority w:val="99"/>
    <w:semiHidden/>
    <w:rsid w:val="001C0413"/>
    <w:rPr>
      <w:rFonts w:ascii="Amasis30" w:hAnsi="Amasis30"/>
      <w:sz w:val="32"/>
      <w:lang w:val="x-none" w:eastAsia="x-none"/>
    </w:rPr>
  </w:style>
  <w:style w:type="character" w:styleId="Appeldenotedefin">
    <w:name w:val="endnote reference"/>
    <w:uiPriority w:val="99"/>
    <w:unhideWhenUsed/>
    <w:qFormat/>
    <w:rsid w:val="001C0413"/>
    <w:rPr>
      <w:rFonts w:ascii="Amasis30" w:hAnsi="Amasis30"/>
      <w:b/>
      <w:sz w:val="36"/>
      <w:vertAlign w:val="superscript"/>
    </w:rPr>
  </w:style>
  <w:style w:type="paragraph" w:customStyle="1" w:styleId="NormalSuspendu1X">
    <w:name w:val="NormalSuspendu1X"/>
    <w:basedOn w:val="Normal"/>
    <w:rsid w:val="001C0413"/>
    <w:pPr>
      <w:ind w:left="680" w:hanging="680"/>
    </w:pPr>
    <w:rPr>
      <w:szCs w:val="20"/>
    </w:rPr>
  </w:style>
  <w:style w:type="paragraph" w:customStyle="1" w:styleId="NormalSuspendu1XRetrait1X">
    <w:name w:val="NormalSuspendu1XRetrait1X"/>
    <w:basedOn w:val="Normal"/>
    <w:rsid w:val="001C0413"/>
    <w:pPr>
      <w:ind w:left="1360" w:hanging="680"/>
    </w:pPr>
  </w:style>
  <w:style w:type="paragraph" w:customStyle="1" w:styleId="NormalEspAvt0EspApr0">
    <w:name w:val="NormalEspAvt0EspApr0"/>
    <w:basedOn w:val="Normal"/>
    <w:rsid w:val="001C0413"/>
    <w:pPr>
      <w:spacing w:before="0" w:after="0"/>
    </w:pPr>
    <w:rPr>
      <w:szCs w:val="20"/>
    </w:rPr>
  </w:style>
  <w:style w:type="paragraph" w:customStyle="1" w:styleId="NormalSuspendu1XRetrait2X">
    <w:name w:val="NormalSuspendu1XRetrait2X"/>
    <w:basedOn w:val="Normal"/>
    <w:rsid w:val="001C0413"/>
    <w:pPr>
      <w:ind w:left="2041" w:hanging="680"/>
    </w:pPr>
  </w:style>
  <w:style w:type="paragraph" w:customStyle="1" w:styleId="NormalSuspendu1XRetrait3X">
    <w:name w:val="NormalSuspendu1XRetrait3X"/>
    <w:basedOn w:val="Normal"/>
    <w:rsid w:val="001C0413"/>
    <w:pPr>
      <w:ind w:left="2721" w:hanging="680"/>
    </w:pPr>
    <w:rPr>
      <w:szCs w:val="20"/>
    </w:rPr>
  </w:style>
  <w:style w:type="paragraph" w:customStyle="1" w:styleId="NormalSuspendu1XRetrait4X">
    <w:name w:val="NormalSuspendu1XRetrait4X"/>
    <w:basedOn w:val="Normal"/>
    <w:rsid w:val="001C0413"/>
    <w:pPr>
      <w:ind w:left="3402" w:hanging="680"/>
    </w:pPr>
    <w:rPr>
      <w:szCs w:val="20"/>
    </w:rPr>
  </w:style>
  <w:style w:type="character" w:customStyle="1" w:styleId="Taille-1Caracteres">
    <w:name w:val="Taille-1Caracteres"/>
    <w:qFormat/>
    <w:rsid w:val="001C0413"/>
    <w:rPr>
      <w:sz w:val="32"/>
      <w:szCs w:val="20"/>
    </w:rPr>
  </w:style>
  <w:style w:type="paragraph" w:customStyle="1" w:styleId="Etoile">
    <w:name w:val="Etoile"/>
    <w:basedOn w:val="Normal"/>
    <w:qFormat/>
    <w:rsid w:val="001C0413"/>
    <w:pPr>
      <w:ind w:firstLine="0"/>
      <w:jc w:val="center"/>
    </w:pPr>
    <w:rPr>
      <w:b/>
      <w:sz w:val="40"/>
      <w:szCs w:val="28"/>
    </w:rPr>
  </w:style>
  <w:style w:type="paragraph" w:customStyle="1" w:styleId="Taille-1Suspendu1XRetrait1XEsp0">
    <w:name w:val="Taille-1Suspendu1XRetrait1XEsp0"/>
    <w:basedOn w:val="Taille-1RetraitGauche1X"/>
    <w:qFormat/>
    <w:rsid w:val="001C0413"/>
    <w:pPr>
      <w:spacing w:before="0" w:after="0"/>
      <w:ind w:left="1360" w:hanging="680"/>
    </w:pPr>
  </w:style>
  <w:style w:type="character" w:styleId="Mentionnonrsolue">
    <w:name w:val="Unresolved Mention"/>
    <w:uiPriority w:val="99"/>
    <w:semiHidden/>
    <w:unhideWhenUsed/>
    <w:rsid w:val="001C0413"/>
    <w:rPr>
      <w:color w:val="605E5C"/>
      <w:shd w:val="clear" w:color="auto" w:fill="E1DFDD"/>
    </w:rPr>
  </w:style>
  <w:style w:type="paragraph" w:customStyle="1" w:styleId="Taille-1Suspendu1XRetrait2XEsp0">
    <w:name w:val="Taille-1Suspendu1XRetrait2XEsp0"/>
    <w:basedOn w:val="Taille-1RetraitGauche2X"/>
    <w:qFormat/>
    <w:rsid w:val="001C0413"/>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1C0413"/>
    <w:pPr>
      <w:spacing w:before="0" w:after="0"/>
    </w:pPr>
  </w:style>
  <w:style w:type="paragraph" w:customStyle="1" w:styleId="NormalSuspendu1XEsp0">
    <w:name w:val="NormalSuspendu1XEsp0"/>
    <w:basedOn w:val="NormalSuspendu1X"/>
    <w:qFormat/>
    <w:rsid w:val="001C0413"/>
    <w:pPr>
      <w:spacing w:before="0" w:after="0"/>
    </w:pPr>
  </w:style>
  <w:style w:type="paragraph" w:customStyle="1" w:styleId="NormalSuspendu1XRetrait2XEsp0">
    <w:name w:val="NormalSuspendu1XRetrait2XEsp0"/>
    <w:basedOn w:val="NormalSuspendu1XRetrait2X"/>
    <w:qFormat/>
    <w:rsid w:val="001C0413"/>
    <w:pPr>
      <w:spacing w:before="0" w:after="0"/>
    </w:pPr>
  </w:style>
  <w:style w:type="paragraph" w:customStyle="1" w:styleId="ParagrapheVideNormal">
    <w:name w:val="ParagrapheVideNormal"/>
    <w:basedOn w:val="Normal"/>
    <w:next w:val="Normal"/>
    <w:qFormat/>
    <w:rsid w:val="001C0413"/>
  </w:style>
  <w:style w:type="paragraph" w:customStyle="1" w:styleId="ParagrapheVideNormal2">
    <w:name w:val="ParagrapheVideNormal2"/>
    <w:basedOn w:val="ParagrapheVideNormal"/>
    <w:next w:val="Normal"/>
    <w:qFormat/>
    <w:rsid w:val="001C0413"/>
  </w:style>
  <w:style w:type="paragraph" w:customStyle="1" w:styleId="Image">
    <w:name w:val="Image"/>
    <w:basedOn w:val="Centr"/>
    <w:next w:val="Normal"/>
    <w:qFormat/>
    <w:rsid w:val="001C0413"/>
  </w:style>
  <w:style w:type="character" w:styleId="Lienhypertextesuivivisit">
    <w:name w:val="FollowedHyperlink"/>
    <w:basedOn w:val="Policepardfaut"/>
    <w:uiPriority w:val="99"/>
    <w:semiHidden/>
    <w:unhideWhenUsed/>
    <w:rsid w:val="008B71D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booksgratuit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roups.google.com/g/ebooksgratui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604210-7966-405E-AFD5-9F53D1551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26</TotalTime>
  <Pages>573</Pages>
  <Words>115607</Words>
  <Characters>635842</Characters>
  <Application>Microsoft Office Word</Application>
  <DocSecurity>0</DocSecurity>
  <Lines>5298</Lines>
  <Paragraphs>1499</Paragraphs>
  <ScaleCrop>false</ScaleCrop>
  <HeadingPairs>
    <vt:vector size="2" baseType="variant">
      <vt:variant>
        <vt:lpstr>Titre</vt:lpstr>
      </vt:variant>
      <vt:variant>
        <vt:i4>1</vt:i4>
      </vt:variant>
    </vt:vector>
  </HeadingPairs>
  <TitlesOfParts>
    <vt:vector size="1" baseType="lpstr">
      <vt:lpstr>LA MÈRE</vt:lpstr>
    </vt:vector>
  </TitlesOfParts>
  <Company>Ebooks libres et gratuits</Company>
  <LinksUpToDate>false</LinksUpToDate>
  <CharactersWithSpaces>749950</CharactersWithSpaces>
  <SharedDoc>false</SharedDoc>
  <HLinks>
    <vt:vector size="390" baseType="variant">
      <vt:variant>
        <vt:i4>2293820</vt:i4>
      </vt:variant>
      <vt:variant>
        <vt:i4>384</vt:i4>
      </vt:variant>
      <vt:variant>
        <vt:i4>0</vt:i4>
      </vt:variant>
      <vt:variant>
        <vt:i4>5</vt:i4>
      </vt:variant>
      <vt:variant>
        <vt:lpwstr>http://www.ebooksgratuits.com/</vt:lpwstr>
      </vt:variant>
      <vt:variant>
        <vt:lpwstr/>
      </vt:variant>
      <vt:variant>
        <vt:i4>7929972</vt:i4>
      </vt:variant>
      <vt:variant>
        <vt:i4>381</vt:i4>
      </vt:variant>
      <vt:variant>
        <vt:i4>0</vt:i4>
      </vt:variant>
      <vt:variant>
        <vt:i4>5</vt:i4>
      </vt:variant>
      <vt:variant>
        <vt:lpwstr>http://fr.groups.yahoo.com/group/ebooksgratuits</vt:lpwstr>
      </vt:variant>
      <vt:variant>
        <vt:lpwstr/>
      </vt:variant>
      <vt:variant>
        <vt:i4>1900595</vt:i4>
      </vt:variant>
      <vt:variant>
        <vt:i4>374</vt:i4>
      </vt:variant>
      <vt:variant>
        <vt:i4>0</vt:i4>
      </vt:variant>
      <vt:variant>
        <vt:i4>5</vt:i4>
      </vt:variant>
      <vt:variant>
        <vt:lpwstr/>
      </vt:variant>
      <vt:variant>
        <vt:lpwstr>_Toc259189071</vt:lpwstr>
      </vt:variant>
      <vt:variant>
        <vt:i4>1900595</vt:i4>
      </vt:variant>
      <vt:variant>
        <vt:i4>368</vt:i4>
      </vt:variant>
      <vt:variant>
        <vt:i4>0</vt:i4>
      </vt:variant>
      <vt:variant>
        <vt:i4>5</vt:i4>
      </vt:variant>
      <vt:variant>
        <vt:lpwstr/>
      </vt:variant>
      <vt:variant>
        <vt:lpwstr>_Toc259189070</vt:lpwstr>
      </vt:variant>
      <vt:variant>
        <vt:i4>1835059</vt:i4>
      </vt:variant>
      <vt:variant>
        <vt:i4>362</vt:i4>
      </vt:variant>
      <vt:variant>
        <vt:i4>0</vt:i4>
      </vt:variant>
      <vt:variant>
        <vt:i4>5</vt:i4>
      </vt:variant>
      <vt:variant>
        <vt:lpwstr/>
      </vt:variant>
      <vt:variant>
        <vt:lpwstr>_Toc259189069</vt:lpwstr>
      </vt:variant>
      <vt:variant>
        <vt:i4>1835059</vt:i4>
      </vt:variant>
      <vt:variant>
        <vt:i4>356</vt:i4>
      </vt:variant>
      <vt:variant>
        <vt:i4>0</vt:i4>
      </vt:variant>
      <vt:variant>
        <vt:i4>5</vt:i4>
      </vt:variant>
      <vt:variant>
        <vt:lpwstr/>
      </vt:variant>
      <vt:variant>
        <vt:lpwstr>_Toc259189068</vt:lpwstr>
      </vt:variant>
      <vt:variant>
        <vt:i4>1835059</vt:i4>
      </vt:variant>
      <vt:variant>
        <vt:i4>350</vt:i4>
      </vt:variant>
      <vt:variant>
        <vt:i4>0</vt:i4>
      </vt:variant>
      <vt:variant>
        <vt:i4>5</vt:i4>
      </vt:variant>
      <vt:variant>
        <vt:lpwstr/>
      </vt:variant>
      <vt:variant>
        <vt:lpwstr>_Toc259189067</vt:lpwstr>
      </vt:variant>
      <vt:variant>
        <vt:i4>1835059</vt:i4>
      </vt:variant>
      <vt:variant>
        <vt:i4>344</vt:i4>
      </vt:variant>
      <vt:variant>
        <vt:i4>0</vt:i4>
      </vt:variant>
      <vt:variant>
        <vt:i4>5</vt:i4>
      </vt:variant>
      <vt:variant>
        <vt:lpwstr/>
      </vt:variant>
      <vt:variant>
        <vt:lpwstr>_Toc259189066</vt:lpwstr>
      </vt:variant>
      <vt:variant>
        <vt:i4>1835059</vt:i4>
      </vt:variant>
      <vt:variant>
        <vt:i4>338</vt:i4>
      </vt:variant>
      <vt:variant>
        <vt:i4>0</vt:i4>
      </vt:variant>
      <vt:variant>
        <vt:i4>5</vt:i4>
      </vt:variant>
      <vt:variant>
        <vt:lpwstr/>
      </vt:variant>
      <vt:variant>
        <vt:lpwstr>_Toc259189065</vt:lpwstr>
      </vt:variant>
      <vt:variant>
        <vt:i4>1835059</vt:i4>
      </vt:variant>
      <vt:variant>
        <vt:i4>332</vt:i4>
      </vt:variant>
      <vt:variant>
        <vt:i4>0</vt:i4>
      </vt:variant>
      <vt:variant>
        <vt:i4>5</vt:i4>
      </vt:variant>
      <vt:variant>
        <vt:lpwstr/>
      </vt:variant>
      <vt:variant>
        <vt:lpwstr>_Toc259189064</vt:lpwstr>
      </vt:variant>
      <vt:variant>
        <vt:i4>1835059</vt:i4>
      </vt:variant>
      <vt:variant>
        <vt:i4>326</vt:i4>
      </vt:variant>
      <vt:variant>
        <vt:i4>0</vt:i4>
      </vt:variant>
      <vt:variant>
        <vt:i4>5</vt:i4>
      </vt:variant>
      <vt:variant>
        <vt:lpwstr/>
      </vt:variant>
      <vt:variant>
        <vt:lpwstr>_Toc259189063</vt:lpwstr>
      </vt:variant>
      <vt:variant>
        <vt:i4>1835059</vt:i4>
      </vt:variant>
      <vt:variant>
        <vt:i4>320</vt:i4>
      </vt:variant>
      <vt:variant>
        <vt:i4>0</vt:i4>
      </vt:variant>
      <vt:variant>
        <vt:i4>5</vt:i4>
      </vt:variant>
      <vt:variant>
        <vt:lpwstr/>
      </vt:variant>
      <vt:variant>
        <vt:lpwstr>_Toc259189062</vt:lpwstr>
      </vt:variant>
      <vt:variant>
        <vt:i4>1835059</vt:i4>
      </vt:variant>
      <vt:variant>
        <vt:i4>314</vt:i4>
      </vt:variant>
      <vt:variant>
        <vt:i4>0</vt:i4>
      </vt:variant>
      <vt:variant>
        <vt:i4>5</vt:i4>
      </vt:variant>
      <vt:variant>
        <vt:lpwstr/>
      </vt:variant>
      <vt:variant>
        <vt:lpwstr>_Toc259189061</vt:lpwstr>
      </vt:variant>
      <vt:variant>
        <vt:i4>1835059</vt:i4>
      </vt:variant>
      <vt:variant>
        <vt:i4>308</vt:i4>
      </vt:variant>
      <vt:variant>
        <vt:i4>0</vt:i4>
      </vt:variant>
      <vt:variant>
        <vt:i4>5</vt:i4>
      </vt:variant>
      <vt:variant>
        <vt:lpwstr/>
      </vt:variant>
      <vt:variant>
        <vt:lpwstr>_Toc259189060</vt:lpwstr>
      </vt:variant>
      <vt:variant>
        <vt:i4>2031667</vt:i4>
      </vt:variant>
      <vt:variant>
        <vt:i4>302</vt:i4>
      </vt:variant>
      <vt:variant>
        <vt:i4>0</vt:i4>
      </vt:variant>
      <vt:variant>
        <vt:i4>5</vt:i4>
      </vt:variant>
      <vt:variant>
        <vt:lpwstr/>
      </vt:variant>
      <vt:variant>
        <vt:lpwstr>_Toc259189059</vt:lpwstr>
      </vt:variant>
      <vt:variant>
        <vt:i4>2031667</vt:i4>
      </vt:variant>
      <vt:variant>
        <vt:i4>296</vt:i4>
      </vt:variant>
      <vt:variant>
        <vt:i4>0</vt:i4>
      </vt:variant>
      <vt:variant>
        <vt:i4>5</vt:i4>
      </vt:variant>
      <vt:variant>
        <vt:lpwstr/>
      </vt:variant>
      <vt:variant>
        <vt:lpwstr>_Toc259189058</vt:lpwstr>
      </vt:variant>
      <vt:variant>
        <vt:i4>2031667</vt:i4>
      </vt:variant>
      <vt:variant>
        <vt:i4>290</vt:i4>
      </vt:variant>
      <vt:variant>
        <vt:i4>0</vt:i4>
      </vt:variant>
      <vt:variant>
        <vt:i4>5</vt:i4>
      </vt:variant>
      <vt:variant>
        <vt:lpwstr/>
      </vt:variant>
      <vt:variant>
        <vt:lpwstr>_Toc259189057</vt:lpwstr>
      </vt:variant>
      <vt:variant>
        <vt:i4>2031667</vt:i4>
      </vt:variant>
      <vt:variant>
        <vt:i4>284</vt:i4>
      </vt:variant>
      <vt:variant>
        <vt:i4>0</vt:i4>
      </vt:variant>
      <vt:variant>
        <vt:i4>5</vt:i4>
      </vt:variant>
      <vt:variant>
        <vt:lpwstr/>
      </vt:variant>
      <vt:variant>
        <vt:lpwstr>_Toc259189056</vt:lpwstr>
      </vt:variant>
      <vt:variant>
        <vt:i4>2031667</vt:i4>
      </vt:variant>
      <vt:variant>
        <vt:i4>278</vt:i4>
      </vt:variant>
      <vt:variant>
        <vt:i4>0</vt:i4>
      </vt:variant>
      <vt:variant>
        <vt:i4>5</vt:i4>
      </vt:variant>
      <vt:variant>
        <vt:lpwstr/>
      </vt:variant>
      <vt:variant>
        <vt:lpwstr>_Toc259189055</vt:lpwstr>
      </vt:variant>
      <vt:variant>
        <vt:i4>2031667</vt:i4>
      </vt:variant>
      <vt:variant>
        <vt:i4>272</vt:i4>
      </vt:variant>
      <vt:variant>
        <vt:i4>0</vt:i4>
      </vt:variant>
      <vt:variant>
        <vt:i4>5</vt:i4>
      </vt:variant>
      <vt:variant>
        <vt:lpwstr/>
      </vt:variant>
      <vt:variant>
        <vt:lpwstr>_Toc259189054</vt:lpwstr>
      </vt:variant>
      <vt:variant>
        <vt:i4>2031667</vt:i4>
      </vt:variant>
      <vt:variant>
        <vt:i4>266</vt:i4>
      </vt:variant>
      <vt:variant>
        <vt:i4>0</vt:i4>
      </vt:variant>
      <vt:variant>
        <vt:i4>5</vt:i4>
      </vt:variant>
      <vt:variant>
        <vt:lpwstr/>
      </vt:variant>
      <vt:variant>
        <vt:lpwstr>_Toc259189053</vt:lpwstr>
      </vt:variant>
      <vt:variant>
        <vt:i4>2031667</vt:i4>
      </vt:variant>
      <vt:variant>
        <vt:i4>260</vt:i4>
      </vt:variant>
      <vt:variant>
        <vt:i4>0</vt:i4>
      </vt:variant>
      <vt:variant>
        <vt:i4>5</vt:i4>
      </vt:variant>
      <vt:variant>
        <vt:lpwstr/>
      </vt:variant>
      <vt:variant>
        <vt:lpwstr>_Toc259189052</vt:lpwstr>
      </vt:variant>
      <vt:variant>
        <vt:i4>2031667</vt:i4>
      </vt:variant>
      <vt:variant>
        <vt:i4>254</vt:i4>
      </vt:variant>
      <vt:variant>
        <vt:i4>0</vt:i4>
      </vt:variant>
      <vt:variant>
        <vt:i4>5</vt:i4>
      </vt:variant>
      <vt:variant>
        <vt:lpwstr/>
      </vt:variant>
      <vt:variant>
        <vt:lpwstr>_Toc259189051</vt:lpwstr>
      </vt:variant>
      <vt:variant>
        <vt:i4>2031667</vt:i4>
      </vt:variant>
      <vt:variant>
        <vt:i4>248</vt:i4>
      </vt:variant>
      <vt:variant>
        <vt:i4>0</vt:i4>
      </vt:variant>
      <vt:variant>
        <vt:i4>5</vt:i4>
      </vt:variant>
      <vt:variant>
        <vt:lpwstr/>
      </vt:variant>
      <vt:variant>
        <vt:lpwstr>_Toc259189050</vt:lpwstr>
      </vt:variant>
      <vt:variant>
        <vt:i4>1966131</vt:i4>
      </vt:variant>
      <vt:variant>
        <vt:i4>242</vt:i4>
      </vt:variant>
      <vt:variant>
        <vt:i4>0</vt:i4>
      </vt:variant>
      <vt:variant>
        <vt:i4>5</vt:i4>
      </vt:variant>
      <vt:variant>
        <vt:lpwstr/>
      </vt:variant>
      <vt:variant>
        <vt:lpwstr>_Toc259189049</vt:lpwstr>
      </vt:variant>
      <vt:variant>
        <vt:i4>1966131</vt:i4>
      </vt:variant>
      <vt:variant>
        <vt:i4>236</vt:i4>
      </vt:variant>
      <vt:variant>
        <vt:i4>0</vt:i4>
      </vt:variant>
      <vt:variant>
        <vt:i4>5</vt:i4>
      </vt:variant>
      <vt:variant>
        <vt:lpwstr/>
      </vt:variant>
      <vt:variant>
        <vt:lpwstr>_Toc259189048</vt:lpwstr>
      </vt:variant>
      <vt:variant>
        <vt:i4>1966131</vt:i4>
      </vt:variant>
      <vt:variant>
        <vt:i4>230</vt:i4>
      </vt:variant>
      <vt:variant>
        <vt:i4>0</vt:i4>
      </vt:variant>
      <vt:variant>
        <vt:i4>5</vt:i4>
      </vt:variant>
      <vt:variant>
        <vt:lpwstr/>
      </vt:variant>
      <vt:variant>
        <vt:lpwstr>_Toc259189047</vt:lpwstr>
      </vt:variant>
      <vt:variant>
        <vt:i4>1966131</vt:i4>
      </vt:variant>
      <vt:variant>
        <vt:i4>224</vt:i4>
      </vt:variant>
      <vt:variant>
        <vt:i4>0</vt:i4>
      </vt:variant>
      <vt:variant>
        <vt:i4>5</vt:i4>
      </vt:variant>
      <vt:variant>
        <vt:lpwstr/>
      </vt:variant>
      <vt:variant>
        <vt:lpwstr>_Toc259189046</vt:lpwstr>
      </vt:variant>
      <vt:variant>
        <vt:i4>1966131</vt:i4>
      </vt:variant>
      <vt:variant>
        <vt:i4>218</vt:i4>
      </vt:variant>
      <vt:variant>
        <vt:i4>0</vt:i4>
      </vt:variant>
      <vt:variant>
        <vt:i4>5</vt:i4>
      </vt:variant>
      <vt:variant>
        <vt:lpwstr/>
      </vt:variant>
      <vt:variant>
        <vt:lpwstr>_Toc259189045</vt:lpwstr>
      </vt:variant>
      <vt:variant>
        <vt:i4>1966131</vt:i4>
      </vt:variant>
      <vt:variant>
        <vt:i4>212</vt:i4>
      </vt:variant>
      <vt:variant>
        <vt:i4>0</vt:i4>
      </vt:variant>
      <vt:variant>
        <vt:i4>5</vt:i4>
      </vt:variant>
      <vt:variant>
        <vt:lpwstr/>
      </vt:variant>
      <vt:variant>
        <vt:lpwstr>_Toc259189044</vt:lpwstr>
      </vt:variant>
      <vt:variant>
        <vt:i4>1966131</vt:i4>
      </vt:variant>
      <vt:variant>
        <vt:i4>206</vt:i4>
      </vt:variant>
      <vt:variant>
        <vt:i4>0</vt:i4>
      </vt:variant>
      <vt:variant>
        <vt:i4>5</vt:i4>
      </vt:variant>
      <vt:variant>
        <vt:lpwstr/>
      </vt:variant>
      <vt:variant>
        <vt:lpwstr>_Toc259189043</vt:lpwstr>
      </vt:variant>
      <vt:variant>
        <vt:i4>1966131</vt:i4>
      </vt:variant>
      <vt:variant>
        <vt:i4>200</vt:i4>
      </vt:variant>
      <vt:variant>
        <vt:i4>0</vt:i4>
      </vt:variant>
      <vt:variant>
        <vt:i4>5</vt:i4>
      </vt:variant>
      <vt:variant>
        <vt:lpwstr/>
      </vt:variant>
      <vt:variant>
        <vt:lpwstr>_Toc259189042</vt:lpwstr>
      </vt:variant>
      <vt:variant>
        <vt:i4>1966131</vt:i4>
      </vt:variant>
      <vt:variant>
        <vt:i4>194</vt:i4>
      </vt:variant>
      <vt:variant>
        <vt:i4>0</vt:i4>
      </vt:variant>
      <vt:variant>
        <vt:i4>5</vt:i4>
      </vt:variant>
      <vt:variant>
        <vt:lpwstr/>
      </vt:variant>
      <vt:variant>
        <vt:lpwstr>_Toc259189041</vt:lpwstr>
      </vt:variant>
      <vt:variant>
        <vt:i4>1966131</vt:i4>
      </vt:variant>
      <vt:variant>
        <vt:i4>188</vt:i4>
      </vt:variant>
      <vt:variant>
        <vt:i4>0</vt:i4>
      </vt:variant>
      <vt:variant>
        <vt:i4>5</vt:i4>
      </vt:variant>
      <vt:variant>
        <vt:lpwstr/>
      </vt:variant>
      <vt:variant>
        <vt:lpwstr>_Toc259189040</vt:lpwstr>
      </vt:variant>
      <vt:variant>
        <vt:i4>1638451</vt:i4>
      </vt:variant>
      <vt:variant>
        <vt:i4>182</vt:i4>
      </vt:variant>
      <vt:variant>
        <vt:i4>0</vt:i4>
      </vt:variant>
      <vt:variant>
        <vt:i4>5</vt:i4>
      </vt:variant>
      <vt:variant>
        <vt:lpwstr/>
      </vt:variant>
      <vt:variant>
        <vt:lpwstr>_Toc259189039</vt:lpwstr>
      </vt:variant>
      <vt:variant>
        <vt:i4>1638451</vt:i4>
      </vt:variant>
      <vt:variant>
        <vt:i4>176</vt:i4>
      </vt:variant>
      <vt:variant>
        <vt:i4>0</vt:i4>
      </vt:variant>
      <vt:variant>
        <vt:i4>5</vt:i4>
      </vt:variant>
      <vt:variant>
        <vt:lpwstr/>
      </vt:variant>
      <vt:variant>
        <vt:lpwstr>_Toc259189038</vt:lpwstr>
      </vt:variant>
      <vt:variant>
        <vt:i4>1638451</vt:i4>
      </vt:variant>
      <vt:variant>
        <vt:i4>170</vt:i4>
      </vt:variant>
      <vt:variant>
        <vt:i4>0</vt:i4>
      </vt:variant>
      <vt:variant>
        <vt:i4>5</vt:i4>
      </vt:variant>
      <vt:variant>
        <vt:lpwstr/>
      </vt:variant>
      <vt:variant>
        <vt:lpwstr>_Toc259189037</vt:lpwstr>
      </vt:variant>
      <vt:variant>
        <vt:i4>1638451</vt:i4>
      </vt:variant>
      <vt:variant>
        <vt:i4>164</vt:i4>
      </vt:variant>
      <vt:variant>
        <vt:i4>0</vt:i4>
      </vt:variant>
      <vt:variant>
        <vt:i4>5</vt:i4>
      </vt:variant>
      <vt:variant>
        <vt:lpwstr/>
      </vt:variant>
      <vt:variant>
        <vt:lpwstr>_Toc259189036</vt:lpwstr>
      </vt:variant>
      <vt:variant>
        <vt:i4>1638451</vt:i4>
      </vt:variant>
      <vt:variant>
        <vt:i4>158</vt:i4>
      </vt:variant>
      <vt:variant>
        <vt:i4>0</vt:i4>
      </vt:variant>
      <vt:variant>
        <vt:i4>5</vt:i4>
      </vt:variant>
      <vt:variant>
        <vt:lpwstr/>
      </vt:variant>
      <vt:variant>
        <vt:lpwstr>_Toc259189035</vt:lpwstr>
      </vt:variant>
      <vt:variant>
        <vt:i4>1638451</vt:i4>
      </vt:variant>
      <vt:variant>
        <vt:i4>152</vt:i4>
      </vt:variant>
      <vt:variant>
        <vt:i4>0</vt:i4>
      </vt:variant>
      <vt:variant>
        <vt:i4>5</vt:i4>
      </vt:variant>
      <vt:variant>
        <vt:lpwstr/>
      </vt:variant>
      <vt:variant>
        <vt:lpwstr>_Toc259189034</vt:lpwstr>
      </vt:variant>
      <vt:variant>
        <vt:i4>1638451</vt:i4>
      </vt:variant>
      <vt:variant>
        <vt:i4>146</vt:i4>
      </vt:variant>
      <vt:variant>
        <vt:i4>0</vt:i4>
      </vt:variant>
      <vt:variant>
        <vt:i4>5</vt:i4>
      </vt:variant>
      <vt:variant>
        <vt:lpwstr/>
      </vt:variant>
      <vt:variant>
        <vt:lpwstr>_Toc259189033</vt:lpwstr>
      </vt:variant>
      <vt:variant>
        <vt:i4>1638451</vt:i4>
      </vt:variant>
      <vt:variant>
        <vt:i4>140</vt:i4>
      </vt:variant>
      <vt:variant>
        <vt:i4>0</vt:i4>
      </vt:variant>
      <vt:variant>
        <vt:i4>5</vt:i4>
      </vt:variant>
      <vt:variant>
        <vt:lpwstr/>
      </vt:variant>
      <vt:variant>
        <vt:lpwstr>_Toc259189032</vt:lpwstr>
      </vt:variant>
      <vt:variant>
        <vt:i4>1638451</vt:i4>
      </vt:variant>
      <vt:variant>
        <vt:i4>134</vt:i4>
      </vt:variant>
      <vt:variant>
        <vt:i4>0</vt:i4>
      </vt:variant>
      <vt:variant>
        <vt:i4>5</vt:i4>
      </vt:variant>
      <vt:variant>
        <vt:lpwstr/>
      </vt:variant>
      <vt:variant>
        <vt:lpwstr>_Toc259189031</vt:lpwstr>
      </vt:variant>
      <vt:variant>
        <vt:i4>1638451</vt:i4>
      </vt:variant>
      <vt:variant>
        <vt:i4>128</vt:i4>
      </vt:variant>
      <vt:variant>
        <vt:i4>0</vt:i4>
      </vt:variant>
      <vt:variant>
        <vt:i4>5</vt:i4>
      </vt:variant>
      <vt:variant>
        <vt:lpwstr/>
      </vt:variant>
      <vt:variant>
        <vt:lpwstr>_Toc259189030</vt:lpwstr>
      </vt:variant>
      <vt:variant>
        <vt:i4>1572915</vt:i4>
      </vt:variant>
      <vt:variant>
        <vt:i4>122</vt:i4>
      </vt:variant>
      <vt:variant>
        <vt:i4>0</vt:i4>
      </vt:variant>
      <vt:variant>
        <vt:i4>5</vt:i4>
      </vt:variant>
      <vt:variant>
        <vt:lpwstr/>
      </vt:variant>
      <vt:variant>
        <vt:lpwstr>_Toc259189029</vt:lpwstr>
      </vt:variant>
      <vt:variant>
        <vt:i4>1572915</vt:i4>
      </vt:variant>
      <vt:variant>
        <vt:i4>116</vt:i4>
      </vt:variant>
      <vt:variant>
        <vt:i4>0</vt:i4>
      </vt:variant>
      <vt:variant>
        <vt:i4>5</vt:i4>
      </vt:variant>
      <vt:variant>
        <vt:lpwstr/>
      </vt:variant>
      <vt:variant>
        <vt:lpwstr>_Toc259189028</vt:lpwstr>
      </vt:variant>
      <vt:variant>
        <vt:i4>1572915</vt:i4>
      </vt:variant>
      <vt:variant>
        <vt:i4>110</vt:i4>
      </vt:variant>
      <vt:variant>
        <vt:i4>0</vt:i4>
      </vt:variant>
      <vt:variant>
        <vt:i4>5</vt:i4>
      </vt:variant>
      <vt:variant>
        <vt:lpwstr/>
      </vt:variant>
      <vt:variant>
        <vt:lpwstr>_Toc259189027</vt:lpwstr>
      </vt:variant>
      <vt:variant>
        <vt:i4>1572915</vt:i4>
      </vt:variant>
      <vt:variant>
        <vt:i4>104</vt:i4>
      </vt:variant>
      <vt:variant>
        <vt:i4>0</vt:i4>
      </vt:variant>
      <vt:variant>
        <vt:i4>5</vt:i4>
      </vt:variant>
      <vt:variant>
        <vt:lpwstr/>
      </vt:variant>
      <vt:variant>
        <vt:lpwstr>_Toc259189026</vt:lpwstr>
      </vt:variant>
      <vt:variant>
        <vt:i4>1572915</vt:i4>
      </vt:variant>
      <vt:variant>
        <vt:i4>98</vt:i4>
      </vt:variant>
      <vt:variant>
        <vt:i4>0</vt:i4>
      </vt:variant>
      <vt:variant>
        <vt:i4>5</vt:i4>
      </vt:variant>
      <vt:variant>
        <vt:lpwstr/>
      </vt:variant>
      <vt:variant>
        <vt:lpwstr>_Toc259189025</vt:lpwstr>
      </vt:variant>
      <vt:variant>
        <vt:i4>1572915</vt:i4>
      </vt:variant>
      <vt:variant>
        <vt:i4>92</vt:i4>
      </vt:variant>
      <vt:variant>
        <vt:i4>0</vt:i4>
      </vt:variant>
      <vt:variant>
        <vt:i4>5</vt:i4>
      </vt:variant>
      <vt:variant>
        <vt:lpwstr/>
      </vt:variant>
      <vt:variant>
        <vt:lpwstr>_Toc259189024</vt:lpwstr>
      </vt:variant>
      <vt:variant>
        <vt:i4>1572915</vt:i4>
      </vt:variant>
      <vt:variant>
        <vt:i4>86</vt:i4>
      </vt:variant>
      <vt:variant>
        <vt:i4>0</vt:i4>
      </vt:variant>
      <vt:variant>
        <vt:i4>5</vt:i4>
      </vt:variant>
      <vt:variant>
        <vt:lpwstr/>
      </vt:variant>
      <vt:variant>
        <vt:lpwstr>_Toc259189023</vt:lpwstr>
      </vt:variant>
      <vt:variant>
        <vt:i4>1572915</vt:i4>
      </vt:variant>
      <vt:variant>
        <vt:i4>80</vt:i4>
      </vt:variant>
      <vt:variant>
        <vt:i4>0</vt:i4>
      </vt:variant>
      <vt:variant>
        <vt:i4>5</vt:i4>
      </vt:variant>
      <vt:variant>
        <vt:lpwstr/>
      </vt:variant>
      <vt:variant>
        <vt:lpwstr>_Toc259189022</vt:lpwstr>
      </vt:variant>
      <vt:variant>
        <vt:i4>1572915</vt:i4>
      </vt:variant>
      <vt:variant>
        <vt:i4>74</vt:i4>
      </vt:variant>
      <vt:variant>
        <vt:i4>0</vt:i4>
      </vt:variant>
      <vt:variant>
        <vt:i4>5</vt:i4>
      </vt:variant>
      <vt:variant>
        <vt:lpwstr/>
      </vt:variant>
      <vt:variant>
        <vt:lpwstr>_Toc259189021</vt:lpwstr>
      </vt:variant>
      <vt:variant>
        <vt:i4>1572915</vt:i4>
      </vt:variant>
      <vt:variant>
        <vt:i4>68</vt:i4>
      </vt:variant>
      <vt:variant>
        <vt:i4>0</vt:i4>
      </vt:variant>
      <vt:variant>
        <vt:i4>5</vt:i4>
      </vt:variant>
      <vt:variant>
        <vt:lpwstr/>
      </vt:variant>
      <vt:variant>
        <vt:lpwstr>_Toc259189020</vt:lpwstr>
      </vt:variant>
      <vt:variant>
        <vt:i4>1769523</vt:i4>
      </vt:variant>
      <vt:variant>
        <vt:i4>62</vt:i4>
      </vt:variant>
      <vt:variant>
        <vt:i4>0</vt:i4>
      </vt:variant>
      <vt:variant>
        <vt:i4>5</vt:i4>
      </vt:variant>
      <vt:variant>
        <vt:lpwstr/>
      </vt:variant>
      <vt:variant>
        <vt:lpwstr>_Toc259189019</vt:lpwstr>
      </vt:variant>
      <vt:variant>
        <vt:i4>1769523</vt:i4>
      </vt:variant>
      <vt:variant>
        <vt:i4>56</vt:i4>
      </vt:variant>
      <vt:variant>
        <vt:i4>0</vt:i4>
      </vt:variant>
      <vt:variant>
        <vt:i4>5</vt:i4>
      </vt:variant>
      <vt:variant>
        <vt:lpwstr/>
      </vt:variant>
      <vt:variant>
        <vt:lpwstr>_Toc259189018</vt:lpwstr>
      </vt:variant>
      <vt:variant>
        <vt:i4>1769523</vt:i4>
      </vt:variant>
      <vt:variant>
        <vt:i4>50</vt:i4>
      </vt:variant>
      <vt:variant>
        <vt:i4>0</vt:i4>
      </vt:variant>
      <vt:variant>
        <vt:i4>5</vt:i4>
      </vt:variant>
      <vt:variant>
        <vt:lpwstr/>
      </vt:variant>
      <vt:variant>
        <vt:lpwstr>_Toc259189017</vt:lpwstr>
      </vt:variant>
      <vt:variant>
        <vt:i4>1769523</vt:i4>
      </vt:variant>
      <vt:variant>
        <vt:i4>44</vt:i4>
      </vt:variant>
      <vt:variant>
        <vt:i4>0</vt:i4>
      </vt:variant>
      <vt:variant>
        <vt:i4>5</vt:i4>
      </vt:variant>
      <vt:variant>
        <vt:lpwstr/>
      </vt:variant>
      <vt:variant>
        <vt:lpwstr>_Toc259189016</vt:lpwstr>
      </vt:variant>
      <vt:variant>
        <vt:i4>1769523</vt:i4>
      </vt:variant>
      <vt:variant>
        <vt:i4>38</vt:i4>
      </vt:variant>
      <vt:variant>
        <vt:i4>0</vt:i4>
      </vt:variant>
      <vt:variant>
        <vt:i4>5</vt:i4>
      </vt:variant>
      <vt:variant>
        <vt:lpwstr/>
      </vt:variant>
      <vt:variant>
        <vt:lpwstr>_Toc259189015</vt:lpwstr>
      </vt:variant>
      <vt:variant>
        <vt:i4>1769523</vt:i4>
      </vt:variant>
      <vt:variant>
        <vt:i4>32</vt:i4>
      </vt:variant>
      <vt:variant>
        <vt:i4>0</vt:i4>
      </vt:variant>
      <vt:variant>
        <vt:i4>5</vt:i4>
      </vt:variant>
      <vt:variant>
        <vt:lpwstr/>
      </vt:variant>
      <vt:variant>
        <vt:lpwstr>_Toc259189014</vt:lpwstr>
      </vt:variant>
      <vt:variant>
        <vt:i4>1769523</vt:i4>
      </vt:variant>
      <vt:variant>
        <vt:i4>26</vt:i4>
      </vt:variant>
      <vt:variant>
        <vt:i4>0</vt:i4>
      </vt:variant>
      <vt:variant>
        <vt:i4>5</vt:i4>
      </vt:variant>
      <vt:variant>
        <vt:lpwstr/>
      </vt:variant>
      <vt:variant>
        <vt:lpwstr>_Toc259189013</vt:lpwstr>
      </vt:variant>
      <vt:variant>
        <vt:i4>1769523</vt:i4>
      </vt:variant>
      <vt:variant>
        <vt:i4>20</vt:i4>
      </vt:variant>
      <vt:variant>
        <vt:i4>0</vt:i4>
      </vt:variant>
      <vt:variant>
        <vt:i4>5</vt:i4>
      </vt:variant>
      <vt:variant>
        <vt:lpwstr/>
      </vt:variant>
      <vt:variant>
        <vt:lpwstr>_Toc259189012</vt:lpwstr>
      </vt:variant>
      <vt:variant>
        <vt:i4>1769523</vt:i4>
      </vt:variant>
      <vt:variant>
        <vt:i4>14</vt:i4>
      </vt:variant>
      <vt:variant>
        <vt:i4>0</vt:i4>
      </vt:variant>
      <vt:variant>
        <vt:i4>5</vt:i4>
      </vt:variant>
      <vt:variant>
        <vt:lpwstr/>
      </vt:variant>
      <vt:variant>
        <vt:lpwstr>_Toc259189011</vt:lpwstr>
      </vt:variant>
      <vt:variant>
        <vt:i4>1769523</vt:i4>
      </vt:variant>
      <vt:variant>
        <vt:i4>8</vt:i4>
      </vt:variant>
      <vt:variant>
        <vt:i4>0</vt:i4>
      </vt:variant>
      <vt:variant>
        <vt:i4>5</vt:i4>
      </vt:variant>
      <vt:variant>
        <vt:lpwstr/>
      </vt:variant>
      <vt:variant>
        <vt:lpwstr>_Toc259189010</vt:lpwstr>
      </vt:variant>
      <vt:variant>
        <vt:i4>1703987</vt:i4>
      </vt:variant>
      <vt:variant>
        <vt:i4>2</vt:i4>
      </vt:variant>
      <vt:variant>
        <vt:i4>0</vt:i4>
      </vt:variant>
      <vt:variant>
        <vt:i4>5</vt:i4>
      </vt:variant>
      <vt:variant>
        <vt:lpwstr/>
      </vt:variant>
      <vt:variant>
        <vt:lpwstr>_Toc259189009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Mère</dc:title>
  <dc:subject>Romans</dc:subject>
  <dc:creator>Maxime Gorki</dc:creator>
  <cp:keywords/>
  <dc:description>Texte capital dans l'oeuvre de Maxime Gorki, «La Mère» est un roman absolument bouleversant. Y sont décrits la vie des ouvriers et des paysans russes au début du 20e siècle, la montée des idéaux révolutionnaires socialistes au sein de la jeunesse et du prolétariat russe. Outre son aspect historique et politique, c'est également une oeuvre poignante sur l'amour entre un fils et sa mère.</dc:description>
  <cp:lastModifiedBy>Cool Micro</cp:lastModifiedBy>
  <cp:revision>7</cp:revision>
  <cp:lastPrinted>2025-07-01T14:30:00Z</cp:lastPrinted>
  <dcterms:created xsi:type="dcterms:W3CDTF">2025-07-01T14:06:00Z</dcterms:created>
  <dcterms:modified xsi:type="dcterms:W3CDTF">2025-07-01T14:32:00Z</dcterms:modified>
  <cp:category>Romans</cp:category>
</cp:coreProperties>
</file>